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AD" w:rsidRDefault="00077583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Basisarrangement Rekenen</w:t>
      </w:r>
      <w:r w:rsidR="005853DE">
        <w:rPr>
          <w:b/>
          <w:sz w:val="32"/>
          <w:szCs w:val="32"/>
        </w:rPr>
        <w:t xml:space="preserve"> </w:t>
      </w:r>
      <w:r w:rsidR="00A26EDD">
        <w:rPr>
          <w:b/>
          <w:sz w:val="32"/>
          <w:szCs w:val="32"/>
        </w:rPr>
        <w:t xml:space="preserve">VSO </w:t>
      </w:r>
      <w:r w:rsidR="00041190">
        <w:rPr>
          <w:b/>
          <w:sz w:val="32"/>
          <w:szCs w:val="32"/>
        </w:rPr>
        <w:t>dagbesteding</w:t>
      </w:r>
      <w:r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007117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:rsidR="00691DB4" w:rsidRPr="00691DB4" w:rsidRDefault="00691DB4" w:rsidP="00CF068D">
      <w:pPr>
        <w:pStyle w:val="Geenafstand"/>
        <w:rPr>
          <w:b/>
        </w:rPr>
      </w:pPr>
      <w:r>
        <w:rPr>
          <w:b/>
        </w:rPr>
        <w:t>Leerroute 4</w:t>
      </w:r>
    </w:p>
    <w:p w:rsidR="00120751" w:rsidRDefault="00120751" w:rsidP="00CF068D">
      <w:pPr>
        <w:pStyle w:val="Geenafstand"/>
      </w:pPr>
    </w:p>
    <w:p w:rsidR="00120751" w:rsidRDefault="00120751" w:rsidP="00120751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</w:p>
    <w:p w:rsidR="00120751" w:rsidRDefault="00120751" w:rsidP="00120751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:rsidR="00120751" w:rsidRPr="00732160" w:rsidRDefault="00120751" w:rsidP="00120751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120751" w:rsidTr="00D22FE4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:rsidR="00120751" w:rsidRPr="00930C71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120751" w:rsidRPr="00F94737" w:rsidTr="00D22FE4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120751" w:rsidRPr="00F94737" w:rsidTr="00D22FE4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:rsidR="00120751" w:rsidRPr="00120751" w:rsidRDefault="00120751" w:rsidP="00120751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20751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120751" w:rsidRPr="00E62DF2" w:rsidTr="00D22FE4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120751" w:rsidRPr="00F94737" w:rsidTr="00D22FE4">
        <w:tc>
          <w:tcPr>
            <w:tcW w:w="1304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:rsidR="00120751" w:rsidRPr="002C34DA" w:rsidRDefault="00120751" w:rsidP="0012075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120751" w:rsidTr="00D22FE4">
        <w:tc>
          <w:tcPr>
            <w:tcW w:w="1304" w:type="dxa"/>
          </w:tcPr>
          <w:p w:rsidR="00120751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:rsidR="00120751" w:rsidRPr="002C34DA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:rsidR="00120751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:rsidR="002F2D7D" w:rsidRDefault="002F2D7D" w:rsidP="00CF068D">
      <w:pPr>
        <w:pStyle w:val="Geenafstand"/>
        <w:rPr>
          <w:b/>
          <w:sz w:val="24"/>
          <w:szCs w:val="24"/>
        </w:rPr>
      </w:pPr>
    </w:p>
    <w:p w:rsidR="00F3238C" w:rsidRDefault="00F3238C" w:rsidP="00F3238C">
      <w:pPr>
        <w:pStyle w:val="Geenafstand"/>
        <w:rPr>
          <w:b/>
          <w:color w:val="FF0000"/>
          <w:sz w:val="20"/>
          <w:szCs w:val="20"/>
        </w:rPr>
      </w:pPr>
      <w:r w:rsidRPr="00D367DB">
        <w:rPr>
          <w:b/>
          <w:color w:val="FF0000"/>
          <w:sz w:val="20"/>
          <w:szCs w:val="20"/>
        </w:rPr>
        <w:t>De overgang van de leerlijn SO-ZML Rekenen dagbesteding naar de leerlijn VSO Rekenen vertoont hiaten</w:t>
      </w:r>
      <w:r>
        <w:rPr>
          <w:b/>
          <w:color w:val="FF0000"/>
          <w:sz w:val="20"/>
          <w:szCs w:val="20"/>
        </w:rPr>
        <w:t xml:space="preserve"> b.v. delen, vermenigvuldigen, breuken</w:t>
      </w:r>
      <w:r w:rsidRPr="00D367DB">
        <w:rPr>
          <w:b/>
          <w:color w:val="FF0000"/>
          <w:sz w:val="20"/>
          <w:szCs w:val="20"/>
        </w:rPr>
        <w:t xml:space="preserve">. Om de overgang soepeler te laten verlopen is voor leerroute 4 leerlingen </w:t>
      </w:r>
      <w:r>
        <w:rPr>
          <w:b/>
          <w:color w:val="FF0000"/>
          <w:sz w:val="20"/>
          <w:szCs w:val="20"/>
        </w:rPr>
        <w:t xml:space="preserve">heb ik </w:t>
      </w:r>
      <w:r w:rsidRPr="00D367DB">
        <w:rPr>
          <w:b/>
          <w:color w:val="FF0000"/>
          <w:sz w:val="20"/>
          <w:szCs w:val="20"/>
        </w:rPr>
        <w:t xml:space="preserve">de leerlijn </w:t>
      </w:r>
      <w:r>
        <w:rPr>
          <w:b/>
          <w:color w:val="FF0000"/>
          <w:sz w:val="20"/>
          <w:szCs w:val="20"/>
        </w:rPr>
        <w:t>dagbesteding</w:t>
      </w:r>
      <w:r w:rsidRPr="00D367DB">
        <w:rPr>
          <w:b/>
          <w:color w:val="FF0000"/>
          <w:sz w:val="20"/>
          <w:szCs w:val="20"/>
        </w:rPr>
        <w:t xml:space="preserve"> </w:t>
      </w:r>
      <w:r>
        <w:rPr>
          <w:b/>
          <w:color w:val="FF0000"/>
          <w:sz w:val="20"/>
          <w:szCs w:val="20"/>
        </w:rPr>
        <w:t>vanaf niveau 9</w:t>
      </w:r>
      <w:r w:rsidRPr="00D367DB">
        <w:rPr>
          <w:b/>
          <w:color w:val="FF0000"/>
          <w:sz w:val="20"/>
          <w:szCs w:val="20"/>
        </w:rPr>
        <w:t xml:space="preserve"> bijgesteld. Als leerroute 4 leerlingen van het SO-ZML naar het VSO gaan, kunnen zij </w:t>
      </w:r>
      <w:r>
        <w:rPr>
          <w:b/>
          <w:color w:val="FF0000"/>
          <w:sz w:val="20"/>
          <w:szCs w:val="20"/>
        </w:rPr>
        <w:t>vanaf niveau 9</w:t>
      </w:r>
      <w:r w:rsidRPr="00D367DB">
        <w:rPr>
          <w:b/>
          <w:color w:val="FF0000"/>
          <w:sz w:val="20"/>
          <w:szCs w:val="20"/>
        </w:rPr>
        <w:t xml:space="preserve"> </w:t>
      </w:r>
      <w:r>
        <w:rPr>
          <w:b/>
          <w:color w:val="FF0000"/>
          <w:sz w:val="20"/>
          <w:szCs w:val="20"/>
        </w:rPr>
        <w:t>instromen en kunnen zij moeiteloos overstappen naar niveau 11 van de leerlijn arbeidsgericht</w:t>
      </w:r>
    </w:p>
    <w:p w:rsidR="00334240" w:rsidRPr="00D367DB" w:rsidRDefault="00334240" w:rsidP="00F3238C">
      <w:pPr>
        <w:pStyle w:val="Geenafstand"/>
        <w:rPr>
          <w:b/>
          <w:color w:val="FF0000"/>
          <w:sz w:val="20"/>
          <w:szCs w:val="20"/>
        </w:rPr>
      </w:pPr>
    </w:p>
    <w:p w:rsidR="00334240" w:rsidRDefault="00334240" w:rsidP="00334240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:rsidR="00EB472D" w:rsidRPr="00CF068D" w:rsidRDefault="00EB472D" w:rsidP="00CF068D">
      <w:pPr>
        <w:pStyle w:val="Geenafstand"/>
        <w:rPr>
          <w:b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Tr="00B5409A">
        <w:tc>
          <w:tcPr>
            <w:tcW w:w="14142" w:type="dxa"/>
            <w:gridSpan w:val="2"/>
          </w:tcPr>
          <w:p w:rsidR="00B5409A" w:rsidRPr="00DF62E9" w:rsidRDefault="00D40A24" w:rsidP="00CF068D">
            <w:pPr>
              <w:rPr>
                <w:b/>
              </w:rPr>
            </w:pPr>
            <w:r>
              <w:rPr>
                <w:b/>
              </w:rPr>
              <w:t>Leerroute 4</w:t>
            </w:r>
            <w:r w:rsidRPr="00D40A24">
              <w:rPr>
                <w:b/>
              </w:rPr>
              <w:t xml:space="preserve"> VSO Rekenen DB: </w:t>
            </w:r>
            <w:r w:rsidR="00B5409A">
              <w:rPr>
                <w:b/>
              </w:rPr>
              <w:t>Leerjaar 1</w:t>
            </w:r>
            <w:r w:rsidR="00F47CFF">
              <w:rPr>
                <w:b/>
              </w:rPr>
              <w:t xml:space="preserve"> (niveau 9)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CF068D">
            <w:r>
              <w:t>Periode 2</w:t>
            </w:r>
          </w:p>
        </w:tc>
      </w:tr>
      <w:tr w:rsidR="00041190" w:rsidTr="00B5409A">
        <w:tc>
          <w:tcPr>
            <w:tcW w:w="7054" w:type="dxa"/>
            <w:tcBorders>
              <w:right w:val="single" w:sz="18" w:space="0" w:color="auto"/>
            </w:tcBorders>
          </w:tcPr>
          <w:p w:rsidR="00F47CFF" w:rsidRDefault="00F47CFF" w:rsidP="00120751">
            <w:pPr>
              <w:rPr>
                <w:b/>
              </w:rPr>
            </w:pPr>
            <w:r w:rsidRPr="00F47CFF">
              <w:rPr>
                <w:b/>
              </w:rPr>
              <w:t xml:space="preserve">1.1. Aangeven van aantallen en het </w:t>
            </w:r>
            <w:r w:rsidR="00F3238C">
              <w:rPr>
                <w:b/>
              </w:rPr>
              <w:t>uitvoeren v</w:t>
            </w:r>
            <w:r w:rsidRPr="00F47CFF">
              <w:rPr>
                <w:b/>
              </w:rPr>
              <w:t>an bewerkingen</w:t>
            </w:r>
          </w:p>
          <w:p w:rsidR="00F3238C" w:rsidRPr="004710B9" w:rsidRDefault="00AD3990" w:rsidP="00120751">
            <w:pPr>
              <w:rPr>
                <w:rFonts w:cstheme="minorHAnsi"/>
                <w:highlight w:val="yellow"/>
              </w:rPr>
            </w:pPr>
            <w:r w:rsidRPr="004710B9">
              <w:rPr>
                <w:rFonts w:cstheme="minorHAnsi"/>
                <w:highlight w:val="yellow"/>
              </w:rPr>
              <w:t>Spli</w:t>
            </w:r>
            <w:r w:rsidR="00733F3B" w:rsidRPr="004710B9">
              <w:rPr>
                <w:rFonts w:cstheme="minorHAnsi"/>
                <w:highlight w:val="yellow"/>
              </w:rPr>
              <w:t>tst/</w:t>
            </w:r>
            <w:r w:rsidR="00F3238C" w:rsidRPr="004710B9">
              <w:rPr>
                <w:rFonts w:cstheme="minorHAnsi"/>
                <w:highlight w:val="yellow"/>
              </w:rPr>
              <w:t>voegt getallen samen door het tiental heen (12 splitsen in 4 en 8)</w:t>
            </w:r>
          </w:p>
          <w:p w:rsidR="005525EF" w:rsidRDefault="005525EF" w:rsidP="005525EF">
            <w:r w:rsidRPr="004710B9">
              <w:rPr>
                <w:highlight w:val="yellow"/>
              </w:rPr>
              <w:lastRenderedPageBreak/>
              <w:t xml:space="preserve">Vermenigvuldigt/deelt </w:t>
            </w:r>
            <w:r w:rsidR="004710B9" w:rsidRPr="004710B9">
              <w:rPr>
                <w:highlight w:val="yellow"/>
              </w:rPr>
              <w:t>handelend voorwerpen/afbeeldingen/getallen door 2</w:t>
            </w:r>
          </w:p>
          <w:p w:rsidR="00F47CFF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1.3.Ordenen van hoeveelheden</w:t>
            </w:r>
          </w:p>
          <w:p w:rsidR="00F47CFF" w:rsidRPr="00F47CFF" w:rsidRDefault="00F47CFF" w:rsidP="00120751">
            <w:r w:rsidRPr="00F47CFF">
              <w:t>Vergelijkt hoeveelheden tot 200 in context van geld en meten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4.1. Lengte</w:t>
            </w:r>
          </w:p>
          <w:p w:rsidR="00FE1AF3" w:rsidRPr="00FE1AF3" w:rsidRDefault="00FE1AF3" w:rsidP="00120751">
            <w:r w:rsidRPr="00FE1AF3">
              <w:t>Meet lengte op en benoemt deze m.b.v. standaardmaten (meters en/of centimeters)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5.1.  Klokkijken</w:t>
            </w:r>
          </w:p>
          <w:p w:rsidR="007E2536" w:rsidRDefault="007E2536" w:rsidP="00120751">
            <w:r w:rsidRPr="007E2536">
              <w:t>Kijkt globaal klok (het is bijna kwart voor, het is net tien uur geweest)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6.1. Munten en biljetten benoemen</w:t>
            </w:r>
          </w:p>
          <w:p w:rsidR="00041190" w:rsidRDefault="00B30C85" w:rsidP="00120751">
            <w:r w:rsidRPr="00B30C85">
              <w:t>Weet bij het betalen van ronde bedragen tot en met 20 euro hoeveel geld er teruggeven wordt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lastRenderedPageBreak/>
              <w:t>2.2. Cijfers en getallen</w:t>
            </w:r>
            <w:r w:rsidRPr="00F47CFF">
              <w:rPr>
                <w:b/>
              </w:rPr>
              <w:tab/>
            </w:r>
          </w:p>
          <w:p w:rsidR="00FE1AF3" w:rsidRPr="00FE1AF3" w:rsidRDefault="00FE1AF3" w:rsidP="00120751">
            <w:r w:rsidRPr="00FE1AF3">
              <w:t xml:space="preserve">Kent de positie van de getallen </w:t>
            </w:r>
            <w:r w:rsidR="005525EF">
              <w:t>t/m</w:t>
            </w:r>
            <w:r w:rsidRPr="00FE1AF3">
              <w:t xml:space="preserve"> 200 op de getallenlijn ten opzichte van </w:t>
            </w:r>
            <w:r w:rsidRPr="00FE1AF3">
              <w:lastRenderedPageBreak/>
              <w:t>elkaar</w:t>
            </w:r>
          </w:p>
          <w:p w:rsidR="00F47CFF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2.3. Handig rekenen</w:t>
            </w:r>
          </w:p>
          <w:p w:rsidR="00FE1AF3" w:rsidRDefault="00FE1AF3" w:rsidP="00120751">
            <w:r w:rsidRPr="00FE1AF3">
              <w:t xml:space="preserve">Gebruikt de rekenmachine </w:t>
            </w:r>
            <w:r w:rsidR="005525EF">
              <w:t>als hulpmiddel voor optellen/</w:t>
            </w:r>
            <w:r w:rsidRPr="00FE1AF3">
              <w:t xml:space="preserve">aftrekken van hele getallen </w:t>
            </w:r>
          </w:p>
          <w:p w:rsidR="00FE1AF3" w:rsidRPr="00FE1AF3" w:rsidRDefault="00FE1AF3" w:rsidP="00120751">
            <w:r w:rsidRPr="00FE1AF3">
              <w:t>Gebruikt de knoppen +, - en = functioneel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 xml:space="preserve">4.2. Gewicht </w:t>
            </w:r>
          </w:p>
          <w:p w:rsidR="00FE1AF3" w:rsidRPr="00FE1AF3" w:rsidRDefault="00FE1AF3" w:rsidP="00120751">
            <w:r w:rsidRPr="00FE1AF3">
              <w:t>Weet dat grootte en gewicht niet altijd samenhangen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4.3. Inhoud</w:t>
            </w:r>
          </w:p>
          <w:p w:rsidR="00AC04CE" w:rsidRPr="00AC04CE" w:rsidRDefault="00AC04CE" w:rsidP="00120751">
            <w:r w:rsidRPr="00AC04CE">
              <w:t>Gaat om met natuurlijke inhoudsmaten (bijv. theelepel, scheutje, eetlepel, dopje)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 xml:space="preserve">4.4. Temperatuur </w:t>
            </w:r>
          </w:p>
          <w:p w:rsidR="007E2536" w:rsidRDefault="007E2536" w:rsidP="007E2536">
            <w:r w:rsidRPr="004710B9">
              <w:rPr>
                <w:highlight w:val="yellow"/>
              </w:rPr>
              <w:t>Heeft kennis van de begri</w:t>
            </w:r>
            <w:r w:rsidR="00AC13D8" w:rsidRPr="004710B9">
              <w:rPr>
                <w:highlight w:val="yellow"/>
              </w:rPr>
              <w:t>ppen (</w:t>
            </w:r>
            <w:proofErr w:type="spellStart"/>
            <w:r w:rsidR="00AC13D8" w:rsidRPr="004710B9">
              <w:rPr>
                <w:highlight w:val="yellow"/>
              </w:rPr>
              <w:t>lichaams</w:t>
            </w:r>
            <w:proofErr w:type="spellEnd"/>
            <w:r w:rsidR="00AC13D8" w:rsidRPr="004710B9">
              <w:rPr>
                <w:highlight w:val="yellow"/>
              </w:rPr>
              <w:t>)temperatuur en koorts, thermometer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5.2   Kalender- en agendagebruik</w:t>
            </w:r>
          </w:p>
          <w:p w:rsidR="00250DDD" w:rsidRDefault="00250DDD" w:rsidP="00250DDD">
            <w:r>
              <w:t>Weet welke dag het is en wijst deze aan op de kalender</w:t>
            </w:r>
          </w:p>
          <w:p w:rsidR="00250DDD" w:rsidRPr="00250DDD" w:rsidRDefault="00250DDD" w:rsidP="00250DDD">
            <w:r>
              <w:t>Wijst bepaalde feesten en gebeurtenissen aan op de kalender</w:t>
            </w:r>
          </w:p>
          <w:p w:rsidR="00041190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6.2. Bedragen aflezen, afronden en vergelijken</w:t>
            </w:r>
          </w:p>
          <w:p w:rsidR="00B30C85" w:rsidRPr="00B30C85" w:rsidRDefault="00B30C85" w:rsidP="00120751">
            <w:r w:rsidRPr="00B30C85">
              <w:t xml:space="preserve">Rondt bedragen naar boven af in hele euro’s </w:t>
            </w:r>
          </w:p>
          <w:p w:rsidR="00041190" w:rsidRPr="00F47CFF" w:rsidRDefault="00041190" w:rsidP="00120751">
            <w:pPr>
              <w:rPr>
                <w:b/>
              </w:rPr>
            </w:pPr>
            <w:r w:rsidRPr="00F47CFF">
              <w:rPr>
                <w:b/>
              </w:rPr>
              <w:t>6.3.  Waarde aangeven van munten en biljetten</w:t>
            </w:r>
          </w:p>
          <w:p w:rsidR="00041190" w:rsidRDefault="00250DDD" w:rsidP="00120751">
            <w:r w:rsidRPr="00250DDD">
              <w:t xml:space="preserve">Vertelt wat je kunt kopen voor ongeveer 50 en 100 euro </w:t>
            </w:r>
          </w:p>
        </w:tc>
      </w:tr>
    </w:tbl>
    <w:p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D40A24" w:rsidP="00B5409A">
            <w:pPr>
              <w:rPr>
                <w:b/>
              </w:rPr>
            </w:pPr>
            <w:r w:rsidRPr="00D40A24">
              <w:rPr>
                <w:b/>
              </w:rPr>
              <w:t>Leerroute 4 VSO Rekenen DB</w:t>
            </w:r>
            <w:r>
              <w:rPr>
                <w:b/>
              </w:rPr>
              <w:t xml:space="preserve">: </w:t>
            </w:r>
            <w:r w:rsidR="00B5409A">
              <w:rPr>
                <w:b/>
              </w:rPr>
              <w:t>Leerjaar 2</w:t>
            </w:r>
            <w:r w:rsidR="00F47CFF">
              <w:rPr>
                <w:b/>
              </w:rPr>
              <w:t xml:space="preserve"> (niveau 9)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AD3990" w:rsidRDefault="00AD3990" w:rsidP="00AD3990">
            <w:pPr>
              <w:rPr>
                <w:b/>
              </w:rPr>
            </w:pPr>
            <w:r w:rsidRPr="00F47CFF">
              <w:rPr>
                <w:b/>
              </w:rPr>
              <w:t xml:space="preserve">1.1. Aangeven van aantallen en het </w:t>
            </w:r>
            <w:r>
              <w:rPr>
                <w:b/>
              </w:rPr>
              <w:t>uitvoeren v</w:t>
            </w:r>
            <w:r w:rsidRPr="00F47CFF">
              <w:rPr>
                <w:b/>
              </w:rPr>
              <w:t>an bewerkingen</w:t>
            </w:r>
          </w:p>
          <w:p w:rsidR="00AD3990" w:rsidRPr="00AD3990" w:rsidRDefault="00AD3990" w:rsidP="00120751">
            <w:r w:rsidRPr="004710B9">
              <w:rPr>
                <w:highlight w:val="yellow"/>
              </w:rPr>
              <w:t>Verdeelt vanuit een context een concrete hoeveelheid tussen 2 of meer leerlingen en vertelt aan het einde van de handeling hoeveel iedereen krijgt</w:t>
            </w:r>
          </w:p>
          <w:p w:rsidR="00120751" w:rsidRDefault="00120751" w:rsidP="00120751">
            <w:pPr>
              <w:rPr>
                <w:b/>
              </w:rPr>
            </w:pPr>
            <w:r w:rsidRPr="00F47CFF">
              <w:rPr>
                <w:b/>
              </w:rPr>
              <w:t>1.2. Koppeling hoeveelheden aan getallen</w:t>
            </w:r>
          </w:p>
          <w:p w:rsidR="00F47CFF" w:rsidRPr="00F47CFF" w:rsidRDefault="00F47CFF" w:rsidP="00120751">
            <w:r w:rsidRPr="00F47CFF">
              <w:t>Koppelt hoeveelheden aan getallen t/m 200 in reële situaties (</w:t>
            </w:r>
            <w:r w:rsidR="005525EF">
              <w:t xml:space="preserve">in </w:t>
            </w:r>
            <w:r w:rsidRPr="00F47CFF">
              <w:t>de context van geld en meten)</w:t>
            </w:r>
          </w:p>
          <w:p w:rsidR="00F47CFF" w:rsidRPr="00F47CFF" w:rsidRDefault="00120751" w:rsidP="00120751">
            <w:pPr>
              <w:rPr>
                <w:b/>
              </w:rPr>
            </w:pPr>
            <w:r w:rsidRPr="00F47CFF">
              <w:rPr>
                <w:b/>
              </w:rPr>
              <w:t>1.3.</w:t>
            </w:r>
            <w:r w:rsidR="00B94E68" w:rsidRPr="00F47CFF">
              <w:rPr>
                <w:b/>
              </w:rPr>
              <w:t xml:space="preserve"> </w:t>
            </w:r>
            <w:r w:rsidRPr="00F47CFF">
              <w:rPr>
                <w:b/>
              </w:rPr>
              <w:t>Ordenen van hoeveelheden</w:t>
            </w:r>
          </w:p>
          <w:p w:rsidR="00120751" w:rsidRDefault="00F47CFF" w:rsidP="00120751">
            <w:r w:rsidRPr="00F47CFF">
              <w:t>Gebruikt tabellen om gegevens te ordenen</w:t>
            </w:r>
            <w:r w:rsidRPr="00F47CFF">
              <w:tab/>
            </w:r>
            <w:r w:rsidR="00120751">
              <w:tab/>
            </w:r>
          </w:p>
          <w:p w:rsidR="00120751" w:rsidRPr="00FE1AF3" w:rsidRDefault="00120751" w:rsidP="00120751">
            <w:pPr>
              <w:rPr>
                <w:b/>
              </w:rPr>
            </w:pPr>
            <w:r w:rsidRPr="00FE1AF3">
              <w:rPr>
                <w:b/>
              </w:rPr>
              <w:lastRenderedPageBreak/>
              <w:t>4.1. Lengte</w:t>
            </w:r>
          </w:p>
          <w:p w:rsidR="00FE1AF3" w:rsidRPr="00FE1AF3" w:rsidRDefault="004710B9" w:rsidP="00120751">
            <w:r>
              <w:t>Heeft referenties van de kilometer (van hier tot daar…. 1000 stappen) (niveau 10)</w:t>
            </w:r>
          </w:p>
          <w:p w:rsidR="00120751" w:rsidRPr="007E2536" w:rsidRDefault="00120751" w:rsidP="00120751">
            <w:pPr>
              <w:rPr>
                <w:b/>
              </w:rPr>
            </w:pPr>
            <w:r w:rsidRPr="007E2536">
              <w:rPr>
                <w:b/>
              </w:rPr>
              <w:t>5.1.  Klokkijken</w:t>
            </w:r>
          </w:p>
          <w:p w:rsidR="007E2536" w:rsidRDefault="007E2536" w:rsidP="007E2536">
            <w:r>
              <w:t>Leest de tijd tot 12:00 uur af op een digitale klok (het is 8 uur en 25 minuten)</w:t>
            </w:r>
          </w:p>
          <w:p w:rsidR="00250DDD" w:rsidRDefault="00120751" w:rsidP="00120751">
            <w:pPr>
              <w:rPr>
                <w:b/>
              </w:rPr>
            </w:pPr>
            <w:r w:rsidRPr="007E2536">
              <w:rPr>
                <w:b/>
              </w:rPr>
              <w:t>6.1. Munten en biljetten benoemen</w:t>
            </w:r>
          </w:p>
          <w:p w:rsidR="00250DDD" w:rsidRPr="00250DDD" w:rsidRDefault="00250DDD" w:rsidP="00120751">
            <w:pPr>
              <w:rPr>
                <w:b/>
              </w:rPr>
            </w:pPr>
            <w:r w:rsidRPr="00250DDD">
              <w:t>Stelt bedragen tot en met 1 euro samen m</w:t>
            </w:r>
            <w:r w:rsidR="005525EF">
              <w:t>et munten van 1, 2, 5, 10, 20,</w:t>
            </w:r>
            <w:r w:rsidRPr="00250DDD">
              <w:t xml:space="preserve"> 50 eurocent </w:t>
            </w:r>
          </w:p>
          <w:p w:rsidR="00B30C85" w:rsidRPr="00B30C85" w:rsidRDefault="00B30C85" w:rsidP="00120751"/>
          <w:p w:rsidR="007E2536" w:rsidRPr="007E2536" w:rsidRDefault="007E2536" w:rsidP="00120751"/>
          <w:p w:rsidR="00120751" w:rsidRDefault="00120751" w:rsidP="00120751"/>
        </w:tc>
        <w:tc>
          <w:tcPr>
            <w:tcW w:w="7088" w:type="dxa"/>
            <w:tcBorders>
              <w:left w:val="single" w:sz="18" w:space="0" w:color="auto"/>
            </w:tcBorders>
          </w:tcPr>
          <w:p w:rsidR="00120751" w:rsidRPr="00FE1AF3" w:rsidRDefault="00120751" w:rsidP="00120751">
            <w:pPr>
              <w:rPr>
                <w:b/>
              </w:rPr>
            </w:pPr>
            <w:r w:rsidRPr="00FE1AF3">
              <w:rPr>
                <w:b/>
              </w:rPr>
              <w:lastRenderedPageBreak/>
              <w:t>2.2. Cijfers en getallen</w:t>
            </w:r>
            <w:r w:rsidRPr="00FE1AF3">
              <w:rPr>
                <w:b/>
              </w:rPr>
              <w:tab/>
            </w:r>
          </w:p>
          <w:p w:rsidR="00FE1AF3" w:rsidRDefault="005525EF" w:rsidP="00120751">
            <w:r w:rsidRPr="004710B9">
              <w:rPr>
                <w:highlight w:val="yellow"/>
              </w:rPr>
              <w:t>Herkent/benoemt/</w:t>
            </w:r>
            <w:r w:rsidR="00FE1AF3" w:rsidRPr="004710B9">
              <w:rPr>
                <w:highlight w:val="yellow"/>
              </w:rPr>
              <w:t>schrijft getallen t/m 200</w:t>
            </w:r>
          </w:p>
          <w:p w:rsidR="00120751" w:rsidRDefault="00120751" w:rsidP="00120751">
            <w:pPr>
              <w:rPr>
                <w:b/>
              </w:rPr>
            </w:pPr>
            <w:r w:rsidRPr="00FE1AF3">
              <w:rPr>
                <w:b/>
              </w:rPr>
              <w:t xml:space="preserve">2.3. Handig rekenen </w:t>
            </w:r>
          </w:p>
          <w:p w:rsidR="00FE1AF3" w:rsidRPr="00FE1AF3" w:rsidRDefault="005525EF" w:rsidP="00120751">
            <w:r>
              <w:t>Telt op/</w:t>
            </w:r>
            <w:r w:rsidR="00FE1AF3" w:rsidRPr="00FE1AF3">
              <w:t>trekt af met tientallen in het getallengebied tussen 20 en 100 i</w:t>
            </w:r>
            <w:r>
              <w:t>(n de</w:t>
            </w:r>
            <w:r w:rsidR="00FE1AF3" w:rsidRPr="00FE1AF3">
              <w:t xml:space="preserve"> context van geld</w:t>
            </w:r>
            <w:r>
              <w:t>)</w:t>
            </w:r>
          </w:p>
          <w:p w:rsidR="00120751" w:rsidRDefault="00120751" w:rsidP="00120751">
            <w:pPr>
              <w:rPr>
                <w:b/>
              </w:rPr>
            </w:pPr>
            <w:r w:rsidRPr="00FE1AF3">
              <w:rPr>
                <w:b/>
              </w:rPr>
              <w:t xml:space="preserve">4.2. Gewicht </w:t>
            </w:r>
          </w:p>
          <w:p w:rsidR="00FE1AF3" w:rsidRPr="00FE1AF3" w:rsidRDefault="00FE1AF3" w:rsidP="00120751">
            <w:r w:rsidRPr="00FE1AF3">
              <w:t xml:space="preserve">Leest de analoge en de digitale personenweegschaal af en noteert het resultaat in kilogrammen </w:t>
            </w:r>
          </w:p>
          <w:p w:rsidR="00120751" w:rsidRDefault="007E2536" w:rsidP="00120751">
            <w:pPr>
              <w:rPr>
                <w:b/>
              </w:rPr>
            </w:pPr>
            <w:r w:rsidRPr="007E2536">
              <w:rPr>
                <w:b/>
              </w:rPr>
              <w:lastRenderedPageBreak/>
              <w:t xml:space="preserve">4.4. Temperatuur </w:t>
            </w:r>
          </w:p>
          <w:p w:rsidR="007E2536" w:rsidRPr="007E2536" w:rsidRDefault="007E2536" w:rsidP="00120751">
            <w:r w:rsidRPr="007E2536">
              <w:t>Leest de buiten</w:t>
            </w:r>
            <w:r w:rsidR="00AC13D8">
              <w:t xml:space="preserve">- en binnentemperatuur (boven 0 </w:t>
            </w:r>
            <w:r w:rsidRPr="007E2536">
              <w:t>C) af op een analoge en een digitale thermometer</w:t>
            </w:r>
          </w:p>
          <w:p w:rsidR="00120751" w:rsidRPr="00250DDD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5.2   Kalender- en agendagebruik</w:t>
            </w:r>
          </w:p>
          <w:p w:rsidR="00250DDD" w:rsidRPr="00250DDD" w:rsidRDefault="00250DDD" w:rsidP="00250DDD">
            <w:r w:rsidRPr="00250DDD">
              <w:t>Kent de volgende kalenderfeiten:</w:t>
            </w:r>
          </w:p>
          <w:p w:rsidR="00250DDD" w:rsidRPr="00250DDD" w:rsidRDefault="00250DDD" w:rsidP="00250DDD">
            <w:r w:rsidRPr="00250DDD">
              <w:t>-</w:t>
            </w:r>
            <w:r w:rsidRPr="00250DDD">
              <w:tab/>
              <w:t>1 jaar = 52 weken</w:t>
            </w:r>
          </w:p>
          <w:p w:rsidR="00250DDD" w:rsidRPr="00250DDD" w:rsidRDefault="00250DDD" w:rsidP="00250DDD">
            <w:r w:rsidRPr="00250DDD">
              <w:t>-</w:t>
            </w:r>
            <w:r w:rsidRPr="00250DDD">
              <w:tab/>
              <w:t>1 jaar = 12 maanden</w:t>
            </w:r>
          </w:p>
          <w:p w:rsidR="00250DDD" w:rsidRPr="00250DDD" w:rsidRDefault="00250DDD" w:rsidP="00250DDD">
            <w:r w:rsidRPr="00250DDD">
              <w:t>-</w:t>
            </w:r>
            <w:r w:rsidRPr="00250DDD">
              <w:tab/>
              <w:t>1 maand = ca. 30 dagen</w:t>
            </w:r>
          </w:p>
          <w:p w:rsidR="00250DDD" w:rsidRDefault="00250DDD" w:rsidP="00250DDD">
            <w:r w:rsidRPr="00250DDD">
              <w:t>-</w:t>
            </w:r>
            <w:r w:rsidRPr="00250DDD">
              <w:tab/>
              <w:t xml:space="preserve">1 jaar = 365 dagen </w:t>
            </w:r>
          </w:p>
          <w:p w:rsidR="00250DDD" w:rsidRPr="00250DDD" w:rsidRDefault="00250DDD" w:rsidP="00250DDD">
            <w:r w:rsidRPr="00250DDD">
              <w:t>Herkent verschillende notaties van data</w:t>
            </w:r>
          </w:p>
          <w:p w:rsidR="00120751" w:rsidRDefault="00120751" w:rsidP="00120751">
            <w:pPr>
              <w:rPr>
                <w:b/>
              </w:rPr>
            </w:pPr>
            <w:r w:rsidRPr="00B30C85">
              <w:rPr>
                <w:b/>
              </w:rPr>
              <w:t>6.2. Bedragen aflezen, afronden en vergelijken</w:t>
            </w:r>
          </w:p>
          <w:p w:rsidR="00120751" w:rsidRDefault="00B30C85" w:rsidP="00120751">
            <w:r w:rsidRPr="00B30C85">
              <w:t>Weet dat achter de komma de centen staan</w:t>
            </w:r>
          </w:p>
        </w:tc>
      </w:tr>
    </w:tbl>
    <w:p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D40A24" w:rsidP="00B5409A">
            <w:pPr>
              <w:rPr>
                <w:b/>
              </w:rPr>
            </w:pPr>
            <w:r w:rsidRPr="00D40A24">
              <w:rPr>
                <w:b/>
              </w:rPr>
              <w:t xml:space="preserve">Leerroute 4 VSO Rekenen DB: </w:t>
            </w:r>
            <w:r w:rsidR="00B5409A">
              <w:rPr>
                <w:b/>
              </w:rPr>
              <w:t>Leerjaar 3</w:t>
            </w:r>
            <w:r w:rsidR="00F47CFF">
              <w:rPr>
                <w:b/>
              </w:rPr>
              <w:t xml:space="preserve"> (niveau 10)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250DDD" w:rsidRDefault="00250DDD" w:rsidP="00250DDD">
            <w:pPr>
              <w:rPr>
                <w:b/>
              </w:rPr>
            </w:pPr>
            <w:r>
              <w:rPr>
                <w:b/>
              </w:rPr>
              <w:t>1.1. Aangeven van aantallen en het uitvoeren van bewerkingen</w:t>
            </w:r>
          </w:p>
          <w:p w:rsidR="00250DDD" w:rsidRDefault="00250DDD" w:rsidP="00120751">
            <w:r w:rsidRPr="00250DDD">
              <w:t>He</w:t>
            </w:r>
            <w:r w:rsidR="005525EF">
              <w:t>rkent de begrippen verdubbelen/halveren/</w:t>
            </w:r>
            <w:r w:rsidRPr="00250DDD">
              <w:t>in vieren delen in een context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1.2. Koppeling hoeveelheden aan getallen</w:t>
            </w:r>
          </w:p>
          <w:p w:rsidR="00120751" w:rsidRPr="00AC13D8" w:rsidRDefault="00250DDD" w:rsidP="00120751">
            <w:r w:rsidRPr="00250DDD">
              <w:t xml:space="preserve">Koppelt hoeveelheden aan getallen t/m 1000 </w:t>
            </w:r>
            <w:r>
              <w:t>in reële situaties (</w:t>
            </w:r>
            <w:r w:rsidR="00AC13D8">
              <w:t>in context van geld en meten)</w:t>
            </w:r>
            <w:r w:rsidR="00120751" w:rsidRPr="00250DDD">
              <w:rPr>
                <w:b/>
              </w:rPr>
              <w:tab/>
            </w:r>
          </w:p>
          <w:p w:rsidR="00AD3990" w:rsidRDefault="00AD3990" w:rsidP="00AD3990">
            <w:pPr>
              <w:rPr>
                <w:b/>
              </w:rPr>
            </w:pPr>
            <w:r w:rsidRPr="00250DDD">
              <w:rPr>
                <w:b/>
              </w:rPr>
              <w:t>1.3. Ordenen van hoeveelheden</w:t>
            </w:r>
          </w:p>
          <w:p w:rsidR="00AD3990" w:rsidRDefault="00AD3990" w:rsidP="00120751">
            <w:r>
              <w:t>Vermenigvuldigt</w:t>
            </w:r>
            <w:r w:rsidR="00733F3B">
              <w:t xml:space="preserve">/deelt </w:t>
            </w:r>
            <w:r w:rsidR="005525EF">
              <w:t xml:space="preserve">met het getal </w:t>
            </w:r>
            <w:r w:rsidR="004710B9">
              <w:t xml:space="preserve"> 3 (voorwerpen/</w:t>
            </w:r>
            <w:proofErr w:type="spellStart"/>
            <w:r w:rsidR="004710B9">
              <w:t>afbeedlingen</w:t>
            </w:r>
            <w:proofErr w:type="spellEnd"/>
            <w:r w:rsidR="00733F3B">
              <w:t>/getallen)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4.1. Lengte</w:t>
            </w:r>
          </w:p>
          <w:p w:rsidR="00250DDD" w:rsidRPr="00250DDD" w:rsidRDefault="00AC13D8" w:rsidP="00120751">
            <w:r w:rsidRPr="00AC13D8">
              <w:t xml:space="preserve">Gebruikt verschillende meetinstrumenten (duimstok, rolmaat, liniaal, meetlint) 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5.1.  Klokkijken</w:t>
            </w:r>
          </w:p>
          <w:p w:rsidR="00250DDD" w:rsidRPr="00250DDD" w:rsidRDefault="00AC13D8" w:rsidP="00120751">
            <w:r w:rsidRPr="004710B9">
              <w:rPr>
                <w:highlight w:val="yellow"/>
              </w:rPr>
              <w:t xml:space="preserve">Verbindt </w:t>
            </w:r>
            <w:r w:rsidR="007D5125" w:rsidRPr="004710B9">
              <w:rPr>
                <w:highlight w:val="yellow"/>
              </w:rPr>
              <w:t xml:space="preserve">analoge en </w:t>
            </w:r>
            <w:r w:rsidRPr="004710B9">
              <w:rPr>
                <w:highlight w:val="yellow"/>
              </w:rPr>
              <w:t xml:space="preserve">digitale tijden met een dagindeling </w:t>
            </w:r>
            <w:r w:rsidR="00733F3B" w:rsidRPr="004710B9">
              <w:rPr>
                <w:highlight w:val="yellow"/>
              </w:rPr>
              <w:t>(hele/halve uren)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6.1. Munten en biljetten benoemen</w:t>
            </w:r>
          </w:p>
          <w:p w:rsidR="00120751" w:rsidRDefault="009A19A6" w:rsidP="00120751">
            <w:r w:rsidRPr="009A19A6">
              <w:t>Stelt bedragen t/m 10 euro samen met munten en biljetten, ook bedragen met een komma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AD3990" w:rsidRDefault="00AD3990" w:rsidP="00120751">
            <w:pPr>
              <w:rPr>
                <w:b/>
              </w:rPr>
            </w:pPr>
            <w:r>
              <w:rPr>
                <w:b/>
              </w:rPr>
              <w:t>2.2. Cijfers en getallen</w:t>
            </w:r>
          </w:p>
          <w:p w:rsidR="00AD3990" w:rsidRPr="00250DDD" w:rsidRDefault="00AD3990" w:rsidP="00AD3990">
            <w:r w:rsidRPr="004710B9">
              <w:rPr>
                <w:highlight w:val="yellow"/>
              </w:rPr>
              <w:t xml:space="preserve">Splitst en voegt getallen samen door het honderdtal heen (115 </w:t>
            </w:r>
            <w:r w:rsidR="00733F3B" w:rsidRPr="004710B9">
              <w:rPr>
                <w:highlight w:val="yellow"/>
              </w:rPr>
              <w:t>is 100+10+5)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2.3. Handig rekenen </w:t>
            </w:r>
          </w:p>
          <w:p w:rsidR="00250DDD" w:rsidRPr="00250DDD" w:rsidRDefault="00AC13D8" w:rsidP="00120751">
            <w:r w:rsidRPr="00AC13D8">
              <w:t xml:space="preserve">Gebruikt de rekenmachine </w:t>
            </w:r>
            <w:r w:rsidR="005525EF">
              <w:t>als hulpmiddel voor optellen/</w:t>
            </w:r>
            <w:r w:rsidRPr="00AC13D8">
              <w:t>aftrekken van kommagetallen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4.2. Gewicht </w:t>
            </w:r>
          </w:p>
          <w:p w:rsidR="00250DDD" w:rsidRPr="00AC13D8" w:rsidRDefault="00AC13D8" w:rsidP="00120751">
            <w:r w:rsidRPr="00AC13D8">
              <w:t xml:space="preserve">Leest de analoge en de digitale keukenweegschaal af en noteert het resultaat in grammen 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4.3. Inhoud</w:t>
            </w:r>
          </w:p>
          <w:p w:rsidR="00250DDD" w:rsidRPr="00250DDD" w:rsidRDefault="00AC13D8" w:rsidP="00120751">
            <w:r w:rsidRPr="00AC13D8">
              <w:t xml:space="preserve">Heeft enkele referentiematen, zoals een blikje (330 ml) en een emmer (10 l) </w:t>
            </w:r>
          </w:p>
          <w:p w:rsidR="00250DDD" w:rsidRDefault="00250DDD" w:rsidP="00120751">
            <w:pPr>
              <w:rPr>
                <w:b/>
              </w:rPr>
            </w:pPr>
            <w:r>
              <w:rPr>
                <w:b/>
              </w:rPr>
              <w:t xml:space="preserve">4.4. Temperatuur </w:t>
            </w:r>
          </w:p>
          <w:p w:rsidR="00250DDD" w:rsidRPr="00250DDD" w:rsidRDefault="00AC13D8" w:rsidP="00120751">
            <w:r w:rsidRPr="00AC13D8">
              <w:t xml:space="preserve">Stelt de </w:t>
            </w:r>
            <w:r w:rsidR="00733F3B">
              <w:t>thermostaat van een cv/oven/</w:t>
            </w:r>
            <w:r w:rsidRPr="00AC13D8">
              <w:t>magnetron in op de gewenste temperatuur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5.2   Kalender- en agendagebruik</w:t>
            </w:r>
          </w:p>
          <w:p w:rsidR="00250DDD" w:rsidRPr="00250DDD" w:rsidRDefault="007D5125" w:rsidP="00120751">
            <w:r w:rsidRPr="007D5125">
              <w:t>Zoekt een dag in de agenda op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6.2. Bedragen aflezen, afronden en vergelijken</w:t>
            </w:r>
          </w:p>
          <w:p w:rsidR="00250DDD" w:rsidRPr="00250DDD" w:rsidRDefault="009A19A6" w:rsidP="00120751">
            <w:r w:rsidRPr="009A19A6">
              <w:lastRenderedPageBreak/>
              <w:t>Noteert een bedrag boven 1 euro no</w:t>
            </w:r>
            <w:r>
              <w:t xml:space="preserve">teren als kommagetal en </w:t>
            </w:r>
            <w:r w:rsidRPr="009A19A6">
              <w:t>euroteken</w:t>
            </w:r>
          </w:p>
        </w:tc>
      </w:tr>
    </w:tbl>
    <w:p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4710B9">
        <w:tc>
          <w:tcPr>
            <w:tcW w:w="14142" w:type="dxa"/>
            <w:gridSpan w:val="2"/>
          </w:tcPr>
          <w:p w:rsidR="00B5409A" w:rsidRPr="00DF62E9" w:rsidRDefault="00D40A24" w:rsidP="00B5409A">
            <w:pPr>
              <w:rPr>
                <w:b/>
              </w:rPr>
            </w:pPr>
            <w:r w:rsidRPr="00D40A24">
              <w:rPr>
                <w:b/>
              </w:rPr>
              <w:t xml:space="preserve">Leerroute 4 VSO Rekenen DB: </w:t>
            </w:r>
            <w:r w:rsidR="00B5409A">
              <w:rPr>
                <w:b/>
              </w:rPr>
              <w:t>Leerjaar 4</w:t>
            </w:r>
            <w:r w:rsidR="00F47CFF">
              <w:rPr>
                <w:b/>
              </w:rPr>
              <w:t xml:space="preserve"> (niveau 10)</w:t>
            </w:r>
          </w:p>
        </w:tc>
      </w:tr>
      <w:tr w:rsidR="00B5409A" w:rsidTr="004710B9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4710B9">
        <w:tc>
          <w:tcPr>
            <w:tcW w:w="7054" w:type="dxa"/>
            <w:tcBorders>
              <w:right w:val="single" w:sz="18" w:space="0" w:color="auto"/>
            </w:tcBorders>
          </w:tcPr>
          <w:p w:rsidR="00250DDD" w:rsidRDefault="00250DDD" w:rsidP="00120751">
            <w:pPr>
              <w:rPr>
                <w:b/>
              </w:rPr>
            </w:pPr>
            <w:r>
              <w:rPr>
                <w:b/>
              </w:rPr>
              <w:t>1.1. Aangeven van aantallen en het uitvoeren van bewerkingen</w:t>
            </w:r>
          </w:p>
          <w:p w:rsidR="00250DDD" w:rsidRPr="00250DDD" w:rsidRDefault="00250DDD" w:rsidP="00120751">
            <w:r w:rsidRPr="00250DDD">
              <w:t>Herkent</w:t>
            </w:r>
            <w:r w:rsidR="00AC13D8">
              <w:t xml:space="preserve"> de notatie ½, ¼ in een context</w:t>
            </w:r>
          </w:p>
          <w:p w:rsidR="00250DDD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1.3.</w:t>
            </w:r>
            <w:r w:rsidR="00B94E68" w:rsidRPr="00250DDD">
              <w:rPr>
                <w:b/>
              </w:rPr>
              <w:t xml:space="preserve"> </w:t>
            </w:r>
            <w:r w:rsidRPr="00250DDD">
              <w:rPr>
                <w:b/>
              </w:rPr>
              <w:t>Ordenen van hoeveelheden</w:t>
            </w:r>
          </w:p>
          <w:p w:rsidR="00120751" w:rsidRPr="00AC13D8" w:rsidRDefault="00AC13D8" w:rsidP="00120751">
            <w:r w:rsidRPr="00AC13D8">
              <w:t>Vergelijkt hoeveelheden tot 1000 in context van geld en meten</w:t>
            </w:r>
            <w:r w:rsidR="00120751" w:rsidRPr="00AC13D8">
              <w:tab/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4.1. Lengte</w:t>
            </w:r>
          </w:p>
          <w:p w:rsidR="00250DDD" w:rsidRPr="00250DDD" w:rsidRDefault="00AC13D8" w:rsidP="00120751">
            <w:r w:rsidRPr="00AC13D8">
              <w:t>Geeft betekenis aan een plattegrond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5.1.  Klokkijken</w:t>
            </w:r>
          </w:p>
          <w:p w:rsidR="00250DDD" w:rsidRPr="00250DDD" w:rsidRDefault="00AC13D8" w:rsidP="00120751">
            <w:r w:rsidRPr="004710B9">
              <w:rPr>
                <w:highlight w:val="yellow"/>
              </w:rPr>
              <w:t>Leest</w:t>
            </w:r>
            <w:r w:rsidR="00733F3B" w:rsidRPr="004710B9">
              <w:rPr>
                <w:highlight w:val="yellow"/>
              </w:rPr>
              <w:t>/noteert</w:t>
            </w:r>
            <w:r w:rsidRPr="004710B9">
              <w:rPr>
                <w:highlight w:val="yellow"/>
              </w:rPr>
              <w:t xml:space="preserve"> digitale tijden </w:t>
            </w:r>
            <w:r w:rsidR="00733F3B" w:rsidRPr="004710B9">
              <w:rPr>
                <w:highlight w:val="yellow"/>
              </w:rPr>
              <w:t>t/m 24 in relatie met de analoge klok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6.1. </w:t>
            </w:r>
            <w:r w:rsidR="00B94E68" w:rsidRPr="00250DDD">
              <w:rPr>
                <w:b/>
              </w:rPr>
              <w:t xml:space="preserve"> </w:t>
            </w:r>
            <w:r w:rsidRPr="00250DDD">
              <w:rPr>
                <w:b/>
              </w:rPr>
              <w:t>Munten en biljetten benoemen</w:t>
            </w:r>
          </w:p>
          <w:p w:rsidR="00120751" w:rsidRDefault="009A19A6" w:rsidP="009A19A6">
            <w:r w:rsidRPr="009A19A6">
              <w:t>Begrijpt veelvouden van 5, 10, 20 en 50 bij het optellen van kleingeld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2.3. Handig rekenen </w:t>
            </w:r>
          </w:p>
          <w:p w:rsidR="00250DDD" w:rsidRPr="00250DDD" w:rsidRDefault="00733F3B" w:rsidP="00120751">
            <w:r>
              <w:t>Telt op/</w:t>
            </w:r>
            <w:r w:rsidR="00AC13D8" w:rsidRPr="00AC13D8">
              <w:t xml:space="preserve">trekt af met tientallen vanaf een willekeurig getal in het getallengebied tussen 20 en 100 in de context van geld 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4.2. Gewicht </w:t>
            </w:r>
          </w:p>
          <w:p w:rsidR="00250DDD" w:rsidRPr="00250DDD" w:rsidRDefault="00AC13D8" w:rsidP="00120751">
            <w:r w:rsidRPr="00AC13D8">
              <w:t>Weegt op een weegschaal een bepaalde hoeveelheid in kilogrammen af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4.3. Inhoud</w:t>
            </w:r>
          </w:p>
          <w:p w:rsidR="00250DDD" w:rsidRPr="00250DDD" w:rsidRDefault="00AC13D8" w:rsidP="00120751">
            <w:r w:rsidRPr="004710B9">
              <w:rPr>
                <w:highlight w:val="yellow"/>
              </w:rPr>
              <w:t>Leest een maatbeker af</w:t>
            </w:r>
            <w:r w:rsidR="00AD3990" w:rsidRPr="004710B9">
              <w:rPr>
                <w:highlight w:val="yellow"/>
              </w:rPr>
              <w:t xml:space="preserve"> (l, dl, cl, ml)</w:t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 xml:space="preserve">4.4. Temperatuur </w:t>
            </w:r>
          </w:p>
          <w:p w:rsidR="00AC13D8" w:rsidRDefault="00AC13D8" w:rsidP="00AC13D8">
            <w:r>
              <w:t xml:space="preserve">Kent de volgende temperatuurfeiten: </w:t>
            </w:r>
          </w:p>
          <w:p w:rsidR="00AC13D8" w:rsidRPr="004710B9" w:rsidRDefault="00AC13D8" w:rsidP="00AC13D8">
            <w:pPr>
              <w:rPr>
                <w:sz w:val="16"/>
                <w:szCs w:val="16"/>
              </w:rPr>
            </w:pPr>
            <w:r>
              <w:t>-</w:t>
            </w:r>
            <w:r w:rsidR="004710B9">
              <w:tab/>
              <w:t>vriespunt van water ligt bij 0</w:t>
            </w:r>
            <w:r w:rsidR="004710B9" w:rsidRPr="003D2F2D">
              <w:rPr>
                <w:rFonts w:ascii="Verdana" w:eastAsia="MS Mincho" w:hAnsi="Verdana"/>
                <w:sz w:val="16"/>
                <w:szCs w:val="16"/>
              </w:rPr>
              <w:sym w:font="Symbol" w:char="F0B0"/>
            </w:r>
          </w:p>
          <w:p w:rsidR="00AC13D8" w:rsidRDefault="004710B9" w:rsidP="00AC13D8">
            <w:r>
              <w:t>-</w:t>
            </w:r>
            <w:r>
              <w:tab/>
              <w:t>kookpunt ligt bij 100</w:t>
            </w:r>
            <w:r w:rsidRPr="003D2F2D">
              <w:rPr>
                <w:rFonts w:ascii="Verdana" w:eastAsia="MS Mincho" w:hAnsi="Verdana"/>
                <w:sz w:val="16"/>
                <w:szCs w:val="16"/>
              </w:rPr>
              <w:sym w:font="Symbol" w:char="F0B0"/>
            </w:r>
          </w:p>
          <w:p w:rsidR="00AC13D8" w:rsidRDefault="00AC13D8" w:rsidP="00AC13D8">
            <w:r>
              <w:t>-</w:t>
            </w:r>
            <w:r>
              <w:tab/>
              <w:t>gezonde lic</w:t>
            </w:r>
            <w:r w:rsidR="004710B9">
              <w:t>haamstemperatuur is ongeveer 37</w:t>
            </w:r>
            <w:r w:rsidR="004710B9" w:rsidRPr="003D2F2D">
              <w:rPr>
                <w:rFonts w:ascii="Verdana" w:eastAsia="MS Mincho" w:hAnsi="Verdana"/>
                <w:sz w:val="16"/>
                <w:szCs w:val="16"/>
              </w:rPr>
              <w:sym w:font="Symbol" w:char="F0B0"/>
            </w:r>
          </w:p>
          <w:p w:rsidR="00250DDD" w:rsidRPr="00250DDD" w:rsidRDefault="00AC13D8" w:rsidP="00AC13D8">
            <w:r>
              <w:t>-</w:t>
            </w:r>
            <w:r>
              <w:tab/>
              <w:t>k</w:t>
            </w:r>
            <w:r w:rsidR="004710B9">
              <w:t>amertemperatuur is ongeveer 20</w:t>
            </w:r>
            <w:r w:rsidR="004710B9" w:rsidRPr="003D2F2D">
              <w:rPr>
                <w:rFonts w:ascii="Verdana" w:eastAsia="MS Mincho" w:hAnsi="Verdana"/>
                <w:sz w:val="16"/>
                <w:szCs w:val="16"/>
              </w:rPr>
              <w:sym w:font="Symbol" w:char="F0B0"/>
            </w:r>
          </w:p>
          <w:p w:rsidR="00120751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5.2   Kalender- en agendagebruik</w:t>
            </w:r>
          </w:p>
          <w:p w:rsidR="00250DDD" w:rsidRPr="00250DDD" w:rsidRDefault="007D5125" w:rsidP="00120751">
            <w:r w:rsidRPr="007D5125">
              <w:t>Vult activiteiten in de agenda in en leest deze af</w:t>
            </w:r>
          </w:p>
          <w:p w:rsidR="00250DDD" w:rsidRPr="00250DDD" w:rsidRDefault="00120751" w:rsidP="00120751">
            <w:pPr>
              <w:rPr>
                <w:b/>
              </w:rPr>
            </w:pPr>
            <w:r w:rsidRPr="00250DDD">
              <w:rPr>
                <w:b/>
              </w:rPr>
              <w:t>6.3.  Waarde aangeven van munten en biljetten</w:t>
            </w:r>
          </w:p>
          <w:p w:rsidR="00120751" w:rsidRDefault="009A19A6" w:rsidP="00120751">
            <w:r w:rsidRPr="009A19A6">
              <w:t>Bepaalt de waarde van een kleine hoeveelheid munten en een bankbiljet</w:t>
            </w:r>
          </w:p>
        </w:tc>
      </w:tr>
    </w:tbl>
    <w:p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D40A24" w:rsidP="00B5409A">
            <w:pPr>
              <w:rPr>
                <w:b/>
              </w:rPr>
            </w:pPr>
            <w:r w:rsidRPr="00D40A24">
              <w:rPr>
                <w:b/>
              </w:rPr>
              <w:t xml:space="preserve">Leerroute 4 VSO Rekenen DB: </w:t>
            </w:r>
            <w:r w:rsidR="00B5409A">
              <w:rPr>
                <w:b/>
              </w:rPr>
              <w:t>Leerjaar 5</w:t>
            </w:r>
            <w:r w:rsidR="00F47CFF">
              <w:rPr>
                <w:b/>
              </w:rPr>
              <w:t xml:space="preserve"> (niveau 11)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4.1. Lengte</w:t>
            </w:r>
          </w:p>
          <w:p w:rsidR="000D262B" w:rsidRPr="000D262B" w:rsidRDefault="00176BDF" w:rsidP="00120751">
            <w:r w:rsidRPr="00176BDF">
              <w:t>Heeft referenties van de millimeter (hagelslagkorrel, dikte van nagel, etc.)</w:t>
            </w:r>
          </w:p>
          <w:p w:rsidR="00120751" w:rsidRDefault="00B94E68" w:rsidP="00120751">
            <w:pPr>
              <w:rPr>
                <w:b/>
              </w:rPr>
            </w:pPr>
            <w:r w:rsidRPr="000D262B">
              <w:rPr>
                <w:b/>
              </w:rPr>
              <w:t xml:space="preserve">5.1. </w:t>
            </w:r>
            <w:r w:rsidR="00120751" w:rsidRPr="000D262B">
              <w:rPr>
                <w:b/>
              </w:rPr>
              <w:t>Klokkijken</w:t>
            </w:r>
          </w:p>
          <w:p w:rsidR="000D262B" w:rsidRPr="000D262B" w:rsidRDefault="00176BDF" w:rsidP="00120751">
            <w:r w:rsidRPr="00176BDF">
              <w:t>Stelt een (kook)wekker in</w:t>
            </w:r>
          </w:p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6.1. Munten en biljetten benoemen</w:t>
            </w:r>
          </w:p>
          <w:p w:rsidR="000D262B" w:rsidRPr="000D262B" w:rsidRDefault="00176BDF" w:rsidP="00120751">
            <w:r w:rsidRPr="00176BDF">
              <w:t xml:space="preserve">Stelt bedragen tot en met 20 euro samen met munten en biljetten, ook </w:t>
            </w:r>
            <w:r w:rsidRPr="00176BDF">
              <w:lastRenderedPageBreak/>
              <w:t>bedragen met een komma</w:t>
            </w:r>
          </w:p>
          <w:p w:rsidR="00120751" w:rsidRDefault="00120751" w:rsidP="00120751"/>
        </w:tc>
        <w:tc>
          <w:tcPr>
            <w:tcW w:w="7088" w:type="dxa"/>
            <w:tcBorders>
              <w:left w:val="single" w:sz="18" w:space="0" w:color="auto"/>
            </w:tcBorders>
          </w:tcPr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lastRenderedPageBreak/>
              <w:t xml:space="preserve">4.2. Gewicht </w:t>
            </w:r>
          </w:p>
          <w:p w:rsidR="000D262B" w:rsidRPr="000D262B" w:rsidRDefault="00176BDF" w:rsidP="00120751">
            <w:r w:rsidRPr="00176BDF">
              <w:t>Weegt op een keukenweegschaal een bepaalde hoeveelheid in grammen af</w:t>
            </w:r>
          </w:p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5.2   Kalender- en agendagebruik</w:t>
            </w:r>
          </w:p>
          <w:p w:rsidR="000D262B" w:rsidRPr="000D262B" w:rsidRDefault="00176BDF" w:rsidP="00120751">
            <w:r w:rsidRPr="00176BDF">
              <w:t>Leest en noteert een datum op verschillende manieren</w:t>
            </w:r>
          </w:p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6.2. Bedragen aflezen, afronden en vergelijken</w:t>
            </w:r>
          </w:p>
          <w:p w:rsidR="000D262B" w:rsidRPr="000D262B" w:rsidRDefault="00176BDF" w:rsidP="00120751">
            <w:r w:rsidRPr="00176BDF">
              <w:t>Noteert een bedrag onder 1 euro als kommagetal en met het euroteken</w:t>
            </w:r>
          </w:p>
          <w:p w:rsidR="00120751" w:rsidRDefault="00120751" w:rsidP="000D262B">
            <w:pPr>
              <w:rPr>
                <w:b/>
              </w:rPr>
            </w:pPr>
            <w:r w:rsidRPr="000D262B">
              <w:rPr>
                <w:b/>
              </w:rPr>
              <w:lastRenderedPageBreak/>
              <w:t xml:space="preserve">6.4. Elektronisch betalen </w:t>
            </w:r>
          </w:p>
          <w:p w:rsidR="000D262B" w:rsidRPr="000D262B" w:rsidRDefault="000D262B" w:rsidP="000D262B">
            <w:r w:rsidRPr="000D262B">
              <w:t>Neemt met een pasje geld op en betaalt hiermee</w:t>
            </w:r>
          </w:p>
        </w:tc>
      </w:tr>
    </w:tbl>
    <w:p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:rsidTr="00B5409A">
        <w:tc>
          <w:tcPr>
            <w:tcW w:w="14142" w:type="dxa"/>
            <w:gridSpan w:val="2"/>
          </w:tcPr>
          <w:p w:rsidR="00B5409A" w:rsidRPr="00DF62E9" w:rsidRDefault="00D40A24" w:rsidP="00B5409A">
            <w:pPr>
              <w:rPr>
                <w:b/>
              </w:rPr>
            </w:pPr>
            <w:r w:rsidRPr="00D40A24">
              <w:rPr>
                <w:b/>
              </w:rPr>
              <w:t xml:space="preserve">Leerroute 4 VSO Rekenen DB: </w:t>
            </w:r>
            <w:r w:rsidR="00B5409A">
              <w:rPr>
                <w:b/>
              </w:rPr>
              <w:t>Leerjaar 6</w:t>
            </w:r>
            <w:r w:rsidR="00F47CFF">
              <w:rPr>
                <w:b/>
              </w:rPr>
              <w:t xml:space="preserve"> (niveau 11)</w:t>
            </w:r>
          </w:p>
        </w:tc>
      </w:tr>
      <w:tr w:rsidR="00B5409A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:rsidTr="00B5409A">
        <w:tc>
          <w:tcPr>
            <w:tcW w:w="7054" w:type="dxa"/>
            <w:tcBorders>
              <w:right w:val="single" w:sz="18" w:space="0" w:color="auto"/>
            </w:tcBorders>
          </w:tcPr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4.1. Lengte</w:t>
            </w:r>
          </w:p>
          <w:p w:rsidR="000D262B" w:rsidRPr="000D262B" w:rsidRDefault="000D262B" w:rsidP="00120751">
            <w:r w:rsidRPr="000D262B">
              <w:t>Interpreteert een plattegrond</w:t>
            </w:r>
          </w:p>
          <w:p w:rsidR="00120751" w:rsidRDefault="00B94E68" w:rsidP="00120751">
            <w:pPr>
              <w:rPr>
                <w:b/>
              </w:rPr>
            </w:pPr>
            <w:r w:rsidRPr="000D262B">
              <w:rPr>
                <w:b/>
              </w:rPr>
              <w:t xml:space="preserve">5.1. </w:t>
            </w:r>
            <w:r w:rsidR="00120751" w:rsidRPr="000D262B">
              <w:rPr>
                <w:b/>
              </w:rPr>
              <w:t>Klokkijken</w:t>
            </w:r>
          </w:p>
          <w:p w:rsidR="000D262B" w:rsidRPr="000D262B" w:rsidRDefault="00176BDF" w:rsidP="00120751">
            <w:r w:rsidRPr="00176BDF">
              <w:t>Kiest een passende tijdseenheid bij een gebeurtenis (bijv. seconde, uur, dag)</w:t>
            </w:r>
          </w:p>
          <w:p w:rsidR="000D262B" w:rsidRPr="000D262B" w:rsidRDefault="000D262B" w:rsidP="00120751"/>
          <w:p w:rsidR="00120751" w:rsidRDefault="00120751" w:rsidP="00120751"/>
        </w:tc>
        <w:tc>
          <w:tcPr>
            <w:tcW w:w="7088" w:type="dxa"/>
            <w:tcBorders>
              <w:left w:val="single" w:sz="18" w:space="0" w:color="auto"/>
            </w:tcBorders>
          </w:tcPr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4.3. Inhoud</w:t>
            </w:r>
          </w:p>
          <w:p w:rsidR="000D262B" w:rsidRPr="000D262B" w:rsidRDefault="00176BDF" w:rsidP="00120751">
            <w:r w:rsidRPr="00176BDF">
              <w:t>Vult een maatbeker met een bepaalde hoeveelheid</w:t>
            </w:r>
            <w:r w:rsidR="005525EF">
              <w:t xml:space="preserve"> (recept)</w:t>
            </w:r>
          </w:p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6.2. Bedragen aflezen, afronden en vergelijken</w:t>
            </w:r>
          </w:p>
          <w:p w:rsidR="000D262B" w:rsidRPr="000D262B" w:rsidRDefault="00176BDF" w:rsidP="00120751">
            <w:r w:rsidRPr="00176BDF">
              <w:t>Vergelijkt de waarde van bedragen tot en met 20 euro met een komma</w:t>
            </w:r>
          </w:p>
          <w:p w:rsidR="00120751" w:rsidRDefault="00120751" w:rsidP="00120751">
            <w:pPr>
              <w:rPr>
                <w:b/>
              </w:rPr>
            </w:pPr>
            <w:r w:rsidRPr="000D262B">
              <w:rPr>
                <w:b/>
              </w:rPr>
              <w:t>6.3.  Waarde aangeven van munten en biljetten</w:t>
            </w:r>
          </w:p>
          <w:p w:rsidR="000D262B" w:rsidRPr="000D262B" w:rsidRDefault="00176BDF" w:rsidP="00120751">
            <w:r w:rsidRPr="00176BDF">
              <w:t>Wisselt biljetten van 20 en 50 euro</w:t>
            </w:r>
          </w:p>
        </w:tc>
      </w:tr>
    </w:tbl>
    <w:p w:rsidR="00590E30" w:rsidRDefault="00590E30" w:rsidP="00B94438">
      <w:pPr>
        <w:rPr>
          <w:b/>
        </w:rPr>
      </w:pPr>
      <w:bookmarkStart w:id="0" w:name="_GoBack"/>
      <w:bookmarkEnd w:id="0"/>
    </w:p>
    <w:sectPr w:rsidR="00590E30" w:rsidSect="00B852AB">
      <w:headerReference w:type="default" r:id="rId6"/>
      <w:footerReference w:type="default" r:id="rId7"/>
      <w:headerReference w:type="first" r:id="rId8"/>
      <w:footerReference w:type="first" r:id="rId9"/>
      <w:pgSz w:w="16840" w:h="11907" w:orient="landscape" w:code="9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40" w:rsidRDefault="00334240" w:rsidP="000260BA">
      <w:pPr>
        <w:spacing w:after="0" w:line="240" w:lineRule="auto"/>
      </w:pPr>
      <w:r>
        <w:separator/>
      </w:r>
    </w:p>
  </w:endnote>
  <w:endnote w:type="continuationSeparator" w:id="0">
    <w:p w:rsidR="00334240" w:rsidRDefault="00334240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40" w:rsidRDefault="004710B9">
    <w:pPr>
      <w:pStyle w:val="Voettekst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6409A2" wp14:editId="29D26FE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hoe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1F48902" id="Rechthoe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laqAIAALc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gxElaqAIAALcFAAAOAAAAAAAAAAAAAAAA&#10;AC4CAABkcnMvZTJvRG9jLnhtbFBLAQItABQABgAIAAAAIQCNy++K3AAAAAcBAAAPAAAAAAAAAAAA&#10;AAAAAAIFAABkcnMvZG93bnJldi54bWxQSwUGAAAAAAQABADzAAAACwYAAAAA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Leerroute 4: VSO Basisarrangement Rekenen dagbesteding 2015                                                                                                                                                     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pag. </w:t>
    </w:r>
    <w:r>
      <w:rPr>
        <w:rFonts w:eastAsiaTheme="minorEastAsia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eastAsiaTheme="minorEastAsia"/>
        <w:color w:val="4F81BD" w:themeColor="accent1"/>
        <w:sz w:val="20"/>
        <w:szCs w:val="20"/>
      </w:rPr>
      <w:fldChar w:fldCharType="separate"/>
    </w:r>
    <w:r w:rsidRPr="004710B9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5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201708"/>
      <w:docPartObj>
        <w:docPartGallery w:val="Page Numbers (Bottom of Page)"/>
        <w:docPartUnique/>
      </w:docPartObj>
    </w:sdtPr>
    <w:sdtEndPr/>
    <w:sdtContent>
      <w:p w:rsidR="00334240" w:rsidRDefault="0033424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34240" w:rsidRDefault="00334240">
    <w:pPr>
      <w:pStyle w:val="Voettekst"/>
    </w:pPr>
    <w:r>
      <w:t>Leerroute 4: Basisarrangement VSO Rekenen Dagbesteding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40" w:rsidRDefault="00334240" w:rsidP="000260BA">
      <w:pPr>
        <w:spacing w:after="0" w:line="240" w:lineRule="auto"/>
      </w:pPr>
      <w:r>
        <w:separator/>
      </w:r>
    </w:p>
  </w:footnote>
  <w:footnote w:type="continuationSeparator" w:id="0">
    <w:p w:rsidR="00334240" w:rsidRDefault="00334240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40" w:rsidRDefault="00334240" w:rsidP="00B852A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8272617" wp14:editId="10ED2BBB">
          <wp:extent cx="1105231" cy="773661"/>
          <wp:effectExtent l="0" t="0" r="0" b="762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971" cy="7727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40" w:rsidRDefault="00334240" w:rsidP="004850C8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D71D531" wp14:editId="630C6887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7D"/>
    <w:rsid w:val="00007117"/>
    <w:rsid w:val="00010FE9"/>
    <w:rsid w:val="000260BA"/>
    <w:rsid w:val="00041190"/>
    <w:rsid w:val="00077583"/>
    <w:rsid w:val="000D262B"/>
    <w:rsid w:val="00120751"/>
    <w:rsid w:val="00124AAD"/>
    <w:rsid w:val="00161856"/>
    <w:rsid w:val="00176BDF"/>
    <w:rsid w:val="001929B6"/>
    <w:rsid w:val="00202F71"/>
    <w:rsid w:val="00250DDD"/>
    <w:rsid w:val="00275BDC"/>
    <w:rsid w:val="002F2D7D"/>
    <w:rsid w:val="002F3262"/>
    <w:rsid w:val="00307795"/>
    <w:rsid w:val="00330E95"/>
    <w:rsid w:val="00334240"/>
    <w:rsid w:val="00353F63"/>
    <w:rsid w:val="003E066E"/>
    <w:rsid w:val="003F63D3"/>
    <w:rsid w:val="0047046A"/>
    <w:rsid w:val="004710B9"/>
    <w:rsid w:val="004850C8"/>
    <w:rsid w:val="00533053"/>
    <w:rsid w:val="005525EF"/>
    <w:rsid w:val="005853DE"/>
    <w:rsid w:val="00590E30"/>
    <w:rsid w:val="006500BE"/>
    <w:rsid w:val="00691DB4"/>
    <w:rsid w:val="00733F3B"/>
    <w:rsid w:val="0076496F"/>
    <w:rsid w:val="007D5125"/>
    <w:rsid w:val="007E1559"/>
    <w:rsid w:val="007E2536"/>
    <w:rsid w:val="00827901"/>
    <w:rsid w:val="00852B5E"/>
    <w:rsid w:val="008C397E"/>
    <w:rsid w:val="0096331D"/>
    <w:rsid w:val="009A19A6"/>
    <w:rsid w:val="00A26EDD"/>
    <w:rsid w:val="00AC04CE"/>
    <w:rsid w:val="00AC13D8"/>
    <w:rsid w:val="00AD3990"/>
    <w:rsid w:val="00B30C85"/>
    <w:rsid w:val="00B45435"/>
    <w:rsid w:val="00B5409A"/>
    <w:rsid w:val="00B661DE"/>
    <w:rsid w:val="00B82462"/>
    <w:rsid w:val="00B852AB"/>
    <w:rsid w:val="00B94438"/>
    <w:rsid w:val="00B94E68"/>
    <w:rsid w:val="00C02D72"/>
    <w:rsid w:val="00CB44D1"/>
    <w:rsid w:val="00CC4D19"/>
    <w:rsid w:val="00CF068D"/>
    <w:rsid w:val="00D22FE4"/>
    <w:rsid w:val="00D40A24"/>
    <w:rsid w:val="00DB6DFA"/>
    <w:rsid w:val="00DF62E9"/>
    <w:rsid w:val="00EA141A"/>
    <w:rsid w:val="00EB472D"/>
    <w:rsid w:val="00F3238C"/>
    <w:rsid w:val="00F47CFF"/>
    <w:rsid w:val="00F55631"/>
    <w:rsid w:val="00F62836"/>
    <w:rsid w:val="00FC2657"/>
    <w:rsid w:val="00FE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EFEBE1"/>
  <w15:docId w15:val="{F13183A3-F7A3-4E47-AB9D-9E6B51B2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9107C40A</Template>
  <TotalTime>136</TotalTime>
  <Pages>1</Pages>
  <Words>1280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Berg, Anja van den</cp:lastModifiedBy>
  <cp:revision>17</cp:revision>
  <cp:lastPrinted>2015-04-20T13:12:00Z</cp:lastPrinted>
  <dcterms:created xsi:type="dcterms:W3CDTF">2015-10-01T13:00:00Z</dcterms:created>
  <dcterms:modified xsi:type="dcterms:W3CDTF">2016-11-01T12:35:00Z</dcterms:modified>
</cp:coreProperties>
</file>