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091" w:rsidRDefault="00A44553" w:rsidP="00412091">
      <w:pPr>
        <w:pStyle w:val="Geenafstand"/>
        <w:rPr>
          <w:rFonts w:asciiTheme="minorHAnsi" w:hAnsiTheme="minorHAnsi" w:cstheme="minorHAnsi"/>
          <w:b/>
          <w:szCs w:val="18"/>
          <w:u w:val="single"/>
        </w:rPr>
      </w:pPr>
      <w:r>
        <w:rPr>
          <w:rFonts w:asciiTheme="minorHAnsi" w:hAnsiTheme="minorHAnsi" w:cstheme="minorHAnsi"/>
          <w:b/>
          <w:sz w:val="28"/>
          <w:u w:val="single"/>
        </w:rPr>
        <w:t xml:space="preserve">VSO: </w:t>
      </w:r>
      <w:r w:rsidR="00DB6CCE">
        <w:rPr>
          <w:rFonts w:asciiTheme="minorHAnsi" w:hAnsiTheme="minorHAnsi" w:cstheme="minorHAnsi"/>
          <w:b/>
          <w:sz w:val="28"/>
          <w:u w:val="single"/>
        </w:rPr>
        <w:t xml:space="preserve">Overzicht </w:t>
      </w:r>
      <w:r w:rsidR="00412091" w:rsidRPr="001F606A">
        <w:rPr>
          <w:rFonts w:asciiTheme="minorHAnsi" w:hAnsiTheme="minorHAnsi" w:cstheme="minorHAnsi"/>
          <w:b/>
          <w:sz w:val="28"/>
          <w:u w:val="single"/>
        </w:rPr>
        <w:t>Arrangementskaart</w:t>
      </w:r>
      <w:r w:rsidR="00DB6CCE">
        <w:rPr>
          <w:rFonts w:asciiTheme="minorHAnsi" w:hAnsiTheme="minorHAnsi" w:cstheme="minorHAnsi"/>
          <w:b/>
          <w:sz w:val="28"/>
          <w:u w:val="single"/>
        </w:rPr>
        <w:t>en</w:t>
      </w:r>
      <w:r w:rsidR="00412091" w:rsidRPr="001F606A">
        <w:rPr>
          <w:rFonts w:asciiTheme="minorHAnsi" w:hAnsiTheme="minorHAnsi" w:cstheme="minorHAnsi"/>
          <w:b/>
          <w:sz w:val="28"/>
          <w:u w:val="single"/>
        </w:rPr>
        <w:t xml:space="preserve"> </w:t>
      </w:r>
      <w:r w:rsidR="00AE1300">
        <w:rPr>
          <w:rFonts w:asciiTheme="minorHAnsi" w:hAnsiTheme="minorHAnsi" w:cstheme="minorHAnsi"/>
          <w:b/>
          <w:sz w:val="28"/>
          <w:u w:val="single"/>
        </w:rPr>
        <w:t xml:space="preserve">Rekenen </w:t>
      </w:r>
    </w:p>
    <w:p w:rsidR="00A8134D" w:rsidRPr="00A8134D" w:rsidRDefault="00A8134D" w:rsidP="00412091">
      <w:pPr>
        <w:pStyle w:val="Geenafstand"/>
        <w:rPr>
          <w:rFonts w:asciiTheme="minorHAnsi" w:hAnsiTheme="minorHAnsi" w:cstheme="minorHAnsi"/>
          <w:b/>
          <w:szCs w:val="18"/>
          <w:u w:val="single"/>
        </w:rPr>
      </w:pPr>
    </w:p>
    <w:tbl>
      <w:tblPr>
        <w:tblStyle w:val="Tabelraster"/>
        <w:tblW w:w="9464" w:type="dxa"/>
        <w:tblLook w:val="04A0" w:firstRow="1" w:lastRow="0" w:firstColumn="1" w:lastColumn="0" w:noHBand="0" w:noVBand="1"/>
      </w:tblPr>
      <w:tblGrid>
        <w:gridCol w:w="4732"/>
        <w:gridCol w:w="4732"/>
      </w:tblGrid>
      <w:tr w:rsidR="001A39D0" w:rsidRPr="000F699A" w:rsidTr="00181F0E">
        <w:tc>
          <w:tcPr>
            <w:tcW w:w="4732" w:type="dxa"/>
            <w:tcBorders>
              <w:top w:val="single" w:sz="4" w:space="0" w:color="auto"/>
              <w:left w:val="single" w:sz="4" w:space="0" w:color="auto"/>
              <w:bottom w:val="single" w:sz="4" w:space="0" w:color="auto"/>
              <w:right w:val="single" w:sz="4" w:space="0" w:color="auto"/>
            </w:tcBorders>
          </w:tcPr>
          <w:p w:rsidR="001A39D0" w:rsidRPr="00A8134D" w:rsidRDefault="001A39D0" w:rsidP="000F699A">
            <w:pPr>
              <w:pStyle w:val="Geenafstand"/>
              <w:rPr>
                <w:rFonts w:asciiTheme="minorHAnsi" w:hAnsiTheme="minorHAnsi" w:cstheme="minorHAnsi"/>
                <w:b/>
                <w:szCs w:val="18"/>
              </w:rPr>
            </w:pPr>
            <w:r w:rsidRPr="00A8134D">
              <w:rPr>
                <w:rFonts w:asciiTheme="minorHAnsi" w:hAnsiTheme="minorHAnsi" w:cstheme="minorHAnsi"/>
                <w:b/>
                <w:szCs w:val="18"/>
              </w:rPr>
              <w:t>Schooljaar:</w:t>
            </w:r>
          </w:p>
        </w:tc>
        <w:tc>
          <w:tcPr>
            <w:tcW w:w="4732" w:type="dxa"/>
            <w:tcBorders>
              <w:top w:val="single" w:sz="4" w:space="0" w:color="auto"/>
              <w:left w:val="single" w:sz="4" w:space="0" w:color="auto"/>
              <w:bottom w:val="single" w:sz="4" w:space="0" w:color="auto"/>
              <w:right w:val="single" w:sz="4" w:space="0" w:color="auto"/>
            </w:tcBorders>
          </w:tcPr>
          <w:p w:rsidR="001A39D0" w:rsidRPr="00A8134D" w:rsidRDefault="001A39D0" w:rsidP="000F699A">
            <w:pPr>
              <w:pStyle w:val="Geenafstand"/>
              <w:rPr>
                <w:rFonts w:asciiTheme="minorHAnsi" w:hAnsiTheme="minorHAnsi" w:cstheme="minorHAnsi"/>
                <w:b/>
                <w:szCs w:val="18"/>
              </w:rPr>
            </w:pPr>
            <w:r w:rsidRPr="00A8134D">
              <w:rPr>
                <w:rFonts w:asciiTheme="minorHAnsi" w:hAnsiTheme="minorHAnsi" w:cstheme="minorHAnsi"/>
                <w:b/>
                <w:szCs w:val="18"/>
              </w:rPr>
              <w:t>Groepsplannaam:</w:t>
            </w:r>
          </w:p>
        </w:tc>
      </w:tr>
      <w:tr w:rsidR="000F699A" w:rsidRPr="000F699A" w:rsidTr="000F699A">
        <w:tc>
          <w:tcPr>
            <w:tcW w:w="9464" w:type="dxa"/>
            <w:gridSpan w:val="2"/>
            <w:tcBorders>
              <w:top w:val="single" w:sz="4" w:space="0" w:color="auto"/>
              <w:left w:val="single" w:sz="4" w:space="0" w:color="auto"/>
              <w:bottom w:val="single" w:sz="4" w:space="0" w:color="auto"/>
              <w:right w:val="single" w:sz="4" w:space="0" w:color="auto"/>
            </w:tcBorders>
          </w:tcPr>
          <w:p w:rsidR="000F699A" w:rsidRPr="00A8134D" w:rsidRDefault="000F699A" w:rsidP="000F699A">
            <w:pPr>
              <w:pStyle w:val="Geenafstand"/>
              <w:rPr>
                <w:rFonts w:asciiTheme="minorHAnsi" w:hAnsiTheme="minorHAnsi" w:cstheme="minorHAnsi"/>
                <w:szCs w:val="18"/>
              </w:rPr>
            </w:pPr>
            <w:r w:rsidRPr="00A8134D">
              <w:rPr>
                <w:rFonts w:asciiTheme="minorHAnsi" w:hAnsiTheme="minorHAnsi" w:cstheme="minorHAnsi"/>
                <w:b/>
                <w:szCs w:val="18"/>
              </w:rPr>
              <w:t>Aanvullende onderwijsbehoefte</w:t>
            </w:r>
            <w:r w:rsidRPr="00A8134D">
              <w:rPr>
                <w:rFonts w:asciiTheme="minorHAnsi" w:hAnsiTheme="minorHAnsi" w:cstheme="minorHAnsi"/>
                <w:szCs w:val="18"/>
              </w:rPr>
              <w:t>:</w:t>
            </w:r>
          </w:p>
          <w:p w:rsidR="00F92E74" w:rsidRPr="00A8134D" w:rsidRDefault="00F92E74" w:rsidP="000F699A">
            <w:pPr>
              <w:pStyle w:val="Geenafstand"/>
              <w:rPr>
                <w:rFonts w:asciiTheme="minorHAnsi" w:hAnsiTheme="minorHAnsi" w:cstheme="minorHAnsi"/>
                <w:b/>
                <w:szCs w:val="18"/>
                <w:u w:val="single"/>
              </w:rPr>
            </w:pPr>
          </w:p>
        </w:tc>
      </w:tr>
      <w:tr w:rsidR="000F699A" w:rsidRPr="000F699A" w:rsidTr="000F699A">
        <w:tc>
          <w:tcPr>
            <w:tcW w:w="9464" w:type="dxa"/>
            <w:gridSpan w:val="2"/>
            <w:tcBorders>
              <w:top w:val="single" w:sz="4" w:space="0" w:color="auto"/>
              <w:left w:val="single" w:sz="4" w:space="0" w:color="auto"/>
              <w:bottom w:val="single" w:sz="4" w:space="0" w:color="auto"/>
              <w:right w:val="single" w:sz="4" w:space="0" w:color="auto"/>
            </w:tcBorders>
          </w:tcPr>
          <w:p w:rsidR="000F699A" w:rsidRPr="00A8134D" w:rsidRDefault="000F699A" w:rsidP="000F699A">
            <w:pPr>
              <w:pStyle w:val="Geenafstand"/>
              <w:rPr>
                <w:rFonts w:asciiTheme="minorHAnsi" w:hAnsiTheme="minorHAnsi" w:cstheme="minorHAnsi"/>
                <w:b/>
                <w:szCs w:val="18"/>
              </w:rPr>
            </w:pPr>
            <w:r w:rsidRPr="00A8134D">
              <w:rPr>
                <w:rFonts w:asciiTheme="minorHAnsi" w:hAnsiTheme="minorHAnsi" w:cstheme="minorHAnsi"/>
                <w:b/>
                <w:szCs w:val="18"/>
              </w:rPr>
              <w:t>Opmerkingen/aanvullingen:</w:t>
            </w:r>
          </w:p>
          <w:p w:rsidR="00F92E74" w:rsidRPr="00A8134D" w:rsidRDefault="00F92E74" w:rsidP="000F699A">
            <w:pPr>
              <w:pStyle w:val="Geenafstand"/>
              <w:rPr>
                <w:rFonts w:asciiTheme="minorHAnsi" w:hAnsiTheme="minorHAnsi" w:cstheme="minorHAnsi"/>
                <w:b/>
                <w:szCs w:val="18"/>
                <w:u w:val="single"/>
              </w:rPr>
            </w:pPr>
          </w:p>
        </w:tc>
      </w:tr>
    </w:tbl>
    <w:p w:rsidR="000F699A" w:rsidRPr="00A8134D" w:rsidRDefault="000F699A" w:rsidP="00412091">
      <w:pPr>
        <w:pStyle w:val="Geenafstand"/>
        <w:rPr>
          <w:rFonts w:asciiTheme="minorHAnsi" w:hAnsiTheme="minorHAnsi" w:cstheme="minorHAnsi"/>
          <w:b/>
          <w:szCs w:val="18"/>
          <w:u w:val="single"/>
        </w:rPr>
      </w:pPr>
    </w:p>
    <w:tbl>
      <w:tblPr>
        <w:tblStyle w:val="Tabelraster"/>
        <w:tblW w:w="9464" w:type="dxa"/>
        <w:tblLook w:val="04A0" w:firstRow="1" w:lastRow="0" w:firstColumn="1" w:lastColumn="0" w:noHBand="0" w:noVBand="1"/>
      </w:tblPr>
      <w:tblGrid>
        <w:gridCol w:w="1809"/>
        <w:gridCol w:w="2852"/>
        <w:gridCol w:w="4803"/>
      </w:tblGrid>
      <w:tr w:rsidR="00E46B17" w:rsidTr="008B7FDF">
        <w:tc>
          <w:tcPr>
            <w:tcW w:w="4661" w:type="dxa"/>
            <w:gridSpan w:val="2"/>
            <w:shd w:val="clear" w:color="auto" w:fill="FF0000"/>
          </w:tcPr>
          <w:p w:rsidR="00E46B17" w:rsidRPr="00856965" w:rsidRDefault="00E46B17" w:rsidP="00374F44">
            <w:pPr>
              <w:pStyle w:val="Geenafstand"/>
              <w:rPr>
                <w:rFonts w:asciiTheme="minorHAnsi" w:hAnsiTheme="minorHAnsi" w:cstheme="minorHAnsi"/>
                <w:b/>
                <w:szCs w:val="18"/>
              </w:rPr>
            </w:pPr>
            <w:r w:rsidRPr="00856965">
              <w:rPr>
                <w:rFonts w:asciiTheme="minorHAnsi" w:hAnsiTheme="minorHAnsi" w:cstheme="minorHAnsi"/>
                <w:b/>
                <w:szCs w:val="18"/>
              </w:rPr>
              <w:t xml:space="preserve">Leerroute 2: </w:t>
            </w:r>
            <w:r w:rsidR="00374F44" w:rsidRPr="00856965">
              <w:rPr>
                <w:rFonts w:asciiTheme="minorHAnsi" w:hAnsiTheme="minorHAnsi" w:cstheme="minorHAnsi"/>
                <w:b/>
                <w:szCs w:val="18"/>
              </w:rPr>
              <w:t>Doelen leerjaar 1 periode 1</w:t>
            </w:r>
            <w:r w:rsidR="00D13BCD">
              <w:rPr>
                <w:rFonts w:asciiTheme="minorHAnsi" w:hAnsiTheme="minorHAnsi" w:cstheme="minorHAnsi"/>
                <w:b/>
                <w:szCs w:val="18"/>
              </w:rPr>
              <w:t xml:space="preserve"> (niveau 4</w:t>
            </w:r>
            <w:r w:rsidR="00D13BCD" w:rsidRPr="00D13BCD">
              <w:rPr>
                <w:rFonts w:asciiTheme="minorHAnsi" w:hAnsiTheme="minorHAnsi" w:cstheme="minorHAnsi"/>
                <w:b/>
                <w:szCs w:val="18"/>
              </w:rPr>
              <w:t>)</w:t>
            </w:r>
          </w:p>
        </w:tc>
        <w:tc>
          <w:tcPr>
            <w:tcW w:w="4803" w:type="dxa"/>
            <w:shd w:val="clear" w:color="auto" w:fill="FF0000"/>
          </w:tcPr>
          <w:p w:rsidR="00E46B17" w:rsidRPr="00856965" w:rsidRDefault="00E46B17" w:rsidP="00374F44">
            <w:pPr>
              <w:pStyle w:val="Geenafstand"/>
              <w:rPr>
                <w:rFonts w:asciiTheme="minorHAnsi" w:hAnsiTheme="minorHAnsi" w:cstheme="minorHAnsi"/>
                <w:b/>
                <w:szCs w:val="18"/>
              </w:rPr>
            </w:pPr>
            <w:r w:rsidRPr="00856965">
              <w:rPr>
                <w:rFonts w:asciiTheme="minorHAnsi" w:hAnsiTheme="minorHAnsi" w:cstheme="minorHAnsi"/>
                <w:b/>
                <w:szCs w:val="18"/>
              </w:rPr>
              <w:t xml:space="preserve">Leerroute 2: </w:t>
            </w:r>
            <w:r w:rsidR="00374F44" w:rsidRPr="00856965">
              <w:rPr>
                <w:rFonts w:asciiTheme="minorHAnsi" w:hAnsiTheme="minorHAnsi" w:cstheme="minorHAnsi"/>
                <w:b/>
                <w:szCs w:val="18"/>
              </w:rPr>
              <w:t>Doelen leerjaar 1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4)</w:t>
            </w:r>
          </w:p>
        </w:tc>
      </w:tr>
      <w:tr w:rsidR="00374F44" w:rsidRPr="00A67C0A" w:rsidTr="008B7FDF">
        <w:tc>
          <w:tcPr>
            <w:tcW w:w="4661" w:type="dxa"/>
            <w:gridSpan w:val="2"/>
          </w:tcPr>
          <w:p w:rsidR="00374F44" w:rsidRPr="00374F44" w:rsidRDefault="00374F44" w:rsidP="00374F44">
            <w:pPr>
              <w:rPr>
                <w:rFonts w:asciiTheme="minorHAnsi" w:hAnsiTheme="minorHAnsi" w:cstheme="minorHAnsi"/>
                <w:b/>
              </w:rPr>
            </w:pPr>
            <w:r w:rsidRPr="00374F44">
              <w:rPr>
                <w:rFonts w:asciiTheme="minorHAnsi" w:hAnsiTheme="minorHAnsi" w:cstheme="minorHAnsi"/>
                <w:b/>
              </w:rPr>
              <w:t>1.3.Ordenen van hoeveelheden</w:t>
            </w:r>
          </w:p>
          <w:p w:rsidR="00374F44" w:rsidRPr="00374F44" w:rsidRDefault="00374F44" w:rsidP="00374F44">
            <w:pPr>
              <w:rPr>
                <w:rFonts w:asciiTheme="minorHAnsi" w:hAnsiTheme="minorHAnsi" w:cstheme="minorHAnsi"/>
              </w:rPr>
            </w:pPr>
            <w:r w:rsidRPr="00374F44">
              <w:rPr>
                <w:rFonts w:asciiTheme="minorHAnsi" w:hAnsiTheme="minorHAnsi" w:cstheme="minorHAnsi"/>
              </w:rPr>
              <w:t>Vergelijkt 2 verschillende hoeveelheden (concreet materiaal)  aan de hand van een gegeven structuur en benoemt wat meer is</w:t>
            </w:r>
          </w:p>
          <w:p w:rsidR="00374F44" w:rsidRPr="00374F44" w:rsidRDefault="00374F44" w:rsidP="00374F44">
            <w:pPr>
              <w:rPr>
                <w:rFonts w:asciiTheme="minorHAnsi" w:hAnsiTheme="minorHAnsi" w:cstheme="minorHAnsi"/>
                <w:b/>
              </w:rPr>
            </w:pPr>
            <w:r w:rsidRPr="00374F44">
              <w:rPr>
                <w:rFonts w:asciiTheme="minorHAnsi" w:hAnsiTheme="minorHAnsi" w:cstheme="minorHAnsi"/>
                <w:b/>
              </w:rPr>
              <w:t>1.2. Koppeling hoeveelheden aan getallen</w:t>
            </w:r>
          </w:p>
          <w:p w:rsidR="00374F44" w:rsidRPr="00374F44" w:rsidRDefault="00374F44" w:rsidP="00374F44">
            <w:pPr>
              <w:rPr>
                <w:rFonts w:asciiTheme="minorHAnsi" w:hAnsiTheme="minorHAnsi" w:cstheme="minorHAnsi"/>
              </w:rPr>
            </w:pPr>
            <w:r w:rsidRPr="00374F44">
              <w:rPr>
                <w:rFonts w:asciiTheme="minorHAnsi" w:hAnsiTheme="minorHAnsi" w:cstheme="minorHAnsi"/>
              </w:rPr>
              <w:t>Benoemt en telt tastbare hoeveelheden (t/m 12)</w:t>
            </w:r>
          </w:p>
          <w:p w:rsidR="00374F44" w:rsidRPr="00374F44" w:rsidRDefault="00374F44" w:rsidP="00374F44">
            <w:pPr>
              <w:rPr>
                <w:rFonts w:asciiTheme="minorHAnsi" w:hAnsiTheme="minorHAnsi" w:cstheme="minorHAnsi"/>
                <w:b/>
              </w:rPr>
            </w:pPr>
            <w:r w:rsidRPr="00374F44">
              <w:rPr>
                <w:rFonts w:asciiTheme="minorHAnsi" w:hAnsiTheme="minorHAnsi" w:cstheme="minorHAnsi"/>
                <w:b/>
              </w:rPr>
              <w:t>5.1.  Klokkijken</w:t>
            </w:r>
          </w:p>
          <w:p w:rsidR="00374F44" w:rsidRPr="00374F44" w:rsidRDefault="00374F44" w:rsidP="00374F44">
            <w:pPr>
              <w:rPr>
                <w:rFonts w:asciiTheme="minorHAnsi" w:hAnsiTheme="minorHAnsi" w:cstheme="minorHAnsi"/>
              </w:rPr>
            </w:pPr>
            <w:r w:rsidRPr="00374F44">
              <w:rPr>
                <w:rFonts w:asciiTheme="minorHAnsi" w:hAnsiTheme="minorHAnsi" w:cstheme="minorHAnsi"/>
              </w:rPr>
              <w:t>Weet dat een k</w:t>
            </w:r>
            <w:r w:rsidR="008B7FDF">
              <w:rPr>
                <w:rFonts w:asciiTheme="minorHAnsi" w:hAnsiTheme="minorHAnsi" w:cstheme="minorHAnsi"/>
              </w:rPr>
              <w:t>lok met een grote wijzer de minuten</w:t>
            </w:r>
            <w:r w:rsidRPr="00374F44">
              <w:rPr>
                <w:rFonts w:asciiTheme="minorHAnsi" w:hAnsiTheme="minorHAnsi" w:cstheme="minorHAnsi"/>
              </w:rPr>
              <w:t xml:space="preserve"> en met een kleine wijzer de </w:t>
            </w:r>
            <w:r w:rsidR="008B7FDF">
              <w:rPr>
                <w:rFonts w:asciiTheme="minorHAnsi" w:hAnsiTheme="minorHAnsi" w:cstheme="minorHAnsi"/>
              </w:rPr>
              <w:t>uren</w:t>
            </w:r>
            <w:r w:rsidRPr="00374F44">
              <w:rPr>
                <w:rFonts w:asciiTheme="minorHAnsi" w:hAnsiTheme="minorHAnsi" w:cstheme="minorHAnsi"/>
              </w:rPr>
              <w:t xml:space="preserve"> aangeeft</w:t>
            </w:r>
          </w:p>
          <w:p w:rsidR="00374F44" w:rsidRPr="00374F44" w:rsidRDefault="00374F44" w:rsidP="00374F44">
            <w:pPr>
              <w:rPr>
                <w:rFonts w:asciiTheme="minorHAnsi" w:hAnsiTheme="minorHAnsi" w:cstheme="minorHAnsi"/>
                <w:b/>
              </w:rPr>
            </w:pPr>
            <w:r w:rsidRPr="00374F44">
              <w:rPr>
                <w:rFonts w:asciiTheme="minorHAnsi" w:hAnsiTheme="minorHAnsi" w:cstheme="minorHAnsi"/>
                <w:b/>
              </w:rPr>
              <w:t>6.1. Munten en biljetten benoemen</w:t>
            </w:r>
          </w:p>
          <w:p w:rsidR="00374F44" w:rsidRPr="00374F44" w:rsidRDefault="00374F44" w:rsidP="00374F44">
            <w:pPr>
              <w:rPr>
                <w:rFonts w:asciiTheme="minorHAnsi" w:hAnsiTheme="minorHAnsi" w:cstheme="minorHAnsi"/>
              </w:rPr>
            </w:pPr>
            <w:r w:rsidRPr="00374F44">
              <w:rPr>
                <w:rFonts w:asciiTheme="minorHAnsi" w:hAnsiTheme="minorHAnsi" w:cstheme="minorHAnsi"/>
              </w:rPr>
              <w:t xml:space="preserve">Herkent de munt van 1 euro </w:t>
            </w:r>
          </w:p>
          <w:p w:rsidR="00374F44" w:rsidRPr="00374F44" w:rsidRDefault="00374F44" w:rsidP="00374F44">
            <w:pPr>
              <w:rPr>
                <w:rFonts w:asciiTheme="minorHAnsi" w:hAnsiTheme="minorHAnsi" w:cstheme="minorHAnsi"/>
              </w:rPr>
            </w:pPr>
            <w:r w:rsidRPr="00374F44">
              <w:rPr>
                <w:rFonts w:asciiTheme="minorHAnsi" w:hAnsiTheme="minorHAnsi" w:cstheme="minorHAnsi"/>
              </w:rPr>
              <w:t xml:space="preserve">Begrijpt dat je moet betalen als je iets koopt </w:t>
            </w:r>
          </w:p>
        </w:tc>
        <w:tc>
          <w:tcPr>
            <w:tcW w:w="4803" w:type="dxa"/>
          </w:tcPr>
          <w:p w:rsidR="00374F44" w:rsidRPr="00374F44" w:rsidRDefault="00374F44" w:rsidP="00374F44">
            <w:pPr>
              <w:rPr>
                <w:rFonts w:asciiTheme="minorHAnsi" w:hAnsiTheme="minorHAnsi" w:cstheme="minorHAnsi"/>
                <w:b/>
              </w:rPr>
            </w:pPr>
            <w:r w:rsidRPr="00374F44">
              <w:rPr>
                <w:rFonts w:asciiTheme="minorHAnsi" w:hAnsiTheme="minorHAnsi" w:cstheme="minorHAnsi"/>
                <w:b/>
              </w:rPr>
              <w:t>2.2. Cijfers en getallen</w:t>
            </w:r>
            <w:r w:rsidRPr="00374F44">
              <w:rPr>
                <w:rFonts w:asciiTheme="minorHAnsi" w:hAnsiTheme="minorHAnsi" w:cstheme="minorHAnsi"/>
                <w:b/>
              </w:rPr>
              <w:tab/>
            </w:r>
          </w:p>
          <w:p w:rsidR="00374F44" w:rsidRPr="00374F44" w:rsidRDefault="00374F44" w:rsidP="00374F44">
            <w:pPr>
              <w:rPr>
                <w:rFonts w:asciiTheme="minorHAnsi" w:hAnsiTheme="minorHAnsi" w:cstheme="minorHAnsi"/>
              </w:rPr>
            </w:pPr>
            <w:r w:rsidRPr="00374F44">
              <w:rPr>
                <w:rFonts w:asciiTheme="minorHAnsi" w:hAnsiTheme="minorHAnsi" w:cstheme="minorHAnsi"/>
              </w:rPr>
              <w:t>Herkent en benoemt de getal-symbolen t/m 10</w:t>
            </w:r>
          </w:p>
          <w:p w:rsidR="00374F44" w:rsidRPr="00374F44" w:rsidRDefault="00374F44" w:rsidP="00374F44">
            <w:pPr>
              <w:rPr>
                <w:rFonts w:asciiTheme="minorHAnsi" w:hAnsiTheme="minorHAnsi" w:cstheme="minorHAnsi"/>
                <w:b/>
              </w:rPr>
            </w:pPr>
            <w:r w:rsidRPr="00374F44">
              <w:rPr>
                <w:rFonts w:asciiTheme="minorHAnsi" w:hAnsiTheme="minorHAnsi" w:cstheme="minorHAnsi"/>
                <w:b/>
              </w:rPr>
              <w:t>5.2   Kalender- en agendagebruik</w:t>
            </w:r>
          </w:p>
          <w:p w:rsidR="00374F44" w:rsidRPr="00374F44" w:rsidRDefault="00374F44" w:rsidP="00374F44">
            <w:pPr>
              <w:rPr>
                <w:rFonts w:asciiTheme="minorHAnsi" w:hAnsiTheme="minorHAnsi" w:cstheme="minorHAnsi"/>
              </w:rPr>
            </w:pPr>
            <w:r w:rsidRPr="00374F44">
              <w:rPr>
                <w:rFonts w:asciiTheme="minorHAnsi" w:hAnsiTheme="minorHAnsi" w:cstheme="minorHAnsi"/>
              </w:rPr>
              <w:t>Koppelt activiteiten aan een dag van de week (bijv. dinsdag muziek)</w:t>
            </w:r>
          </w:p>
        </w:tc>
      </w:tr>
      <w:tr w:rsidR="00374F44" w:rsidRPr="00A67C0A" w:rsidTr="008B7FDF">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1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1 periode 2</w:t>
            </w:r>
          </w:p>
        </w:tc>
      </w:tr>
      <w:tr w:rsidR="00E46B17" w:rsidRPr="00A67C0A" w:rsidTr="008B7FDF">
        <w:tc>
          <w:tcPr>
            <w:tcW w:w="4661" w:type="dxa"/>
            <w:gridSpan w:val="2"/>
          </w:tcPr>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 xml:space="preserve">Methode Rekenboog: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Kerndoel 1.3.4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Klokkijken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 Vroeger, nu en later</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2. Later</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Geldverkennen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 Spaarpot: geld sorteren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2. Elke dag (één) euro in je spaarpot</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5. Wat kun je voor ongeveer (één) euro kopen?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6. Past niet, wisselen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8. Schatten vergelijken</w:t>
            </w:r>
          </w:p>
          <w:p w:rsidR="00E46B17" w:rsidRPr="00A67C0A" w:rsidRDefault="00A67C0A" w:rsidP="00E46B17">
            <w:pPr>
              <w:pStyle w:val="Geenafstand"/>
              <w:rPr>
                <w:rFonts w:asciiTheme="minorHAnsi" w:hAnsiTheme="minorHAnsi" w:cstheme="minorHAnsi"/>
                <w:szCs w:val="18"/>
              </w:rPr>
            </w:pPr>
            <w:r>
              <w:rPr>
                <w:rFonts w:asciiTheme="minorHAnsi" w:hAnsiTheme="minorHAnsi" w:cstheme="minorHAnsi"/>
                <w:szCs w:val="18"/>
              </w:rPr>
              <w:t>9. Schatten zoeken: geld tellen</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Aanvullend materiaal:</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Hoeveelheden combineren met cijfers t/m 10: 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Tellen van 1 tot 10 met eieren: 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Tellen tot 10 met vingers: 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Begrijpt dat je moet betalen als je iets koopt: http://eurowijskids.nl/bank/sparen/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Bekers tellen tot 5: 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1,2,3 en 4 sorteren: </w:t>
            </w:r>
            <w:r w:rsidR="00A67C0A">
              <w:rPr>
                <w:rFonts w:asciiTheme="minorHAnsi" w:hAnsiTheme="minorHAnsi" w:cstheme="minorHAnsi"/>
                <w:szCs w:val="18"/>
              </w:rPr>
              <w:t xml:space="preserve">http://omnidu.nl/app/main.html </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App:</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De Cijfers en getallen LT</w:t>
            </w:r>
          </w:p>
          <w:p w:rsidR="00E46B17" w:rsidRPr="00A67C0A" w:rsidRDefault="00E46B17" w:rsidP="00E46B17">
            <w:pPr>
              <w:pStyle w:val="Geenafstand"/>
              <w:rPr>
                <w:rFonts w:asciiTheme="minorHAnsi" w:hAnsiTheme="minorHAnsi" w:cstheme="minorHAnsi"/>
                <w:szCs w:val="18"/>
                <w:lang w:val="en-US"/>
              </w:rPr>
            </w:pPr>
            <w:r w:rsidRPr="00A67C0A">
              <w:rPr>
                <w:rFonts w:asciiTheme="minorHAnsi" w:hAnsiTheme="minorHAnsi" w:cstheme="minorHAnsi"/>
                <w:szCs w:val="18"/>
                <w:lang w:val="en-US"/>
              </w:rPr>
              <w:t>Cijfers &amp; getallen Juf Jannie</w:t>
            </w:r>
          </w:p>
          <w:p w:rsidR="00E46B17" w:rsidRPr="00A67C0A" w:rsidRDefault="00E46B17" w:rsidP="00E46B17">
            <w:pPr>
              <w:pStyle w:val="Geenafstand"/>
              <w:rPr>
                <w:rFonts w:asciiTheme="minorHAnsi" w:hAnsiTheme="minorHAnsi" w:cstheme="minorHAnsi"/>
                <w:szCs w:val="18"/>
                <w:lang w:val="en-US"/>
              </w:rPr>
            </w:pPr>
            <w:r w:rsidRPr="00A67C0A">
              <w:rPr>
                <w:rFonts w:asciiTheme="minorHAnsi" w:hAnsiTheme="minorHAnsi" w:cstheme="minorHAnsi"/>
                <w:szCs w:val="18"/>
                <w:lang w:val="en-US"/>
              </w:rPr>
              <w:t>Kinderen ABC and Counting Connect the Dots</w:t>
            </w:r>
          </w:p>
        </w:tc>
        <w:tc>
          <w:tcPr>
            <w:tcW w:w="4803" w:type="dxa"/>
          </w:tcPr>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u w:val="single"/>
              </w:rPr>
              <w:t>Methode Rekenboog</w:t>
            </w:r>
            <w:r w:rsidRPr="00A67C0A">
              <w:rPr>
                <w:rFonts w:asciiTheme="minorHAnsi" w:hAnsiTheme="minorHAnsi" w:cstheme="minorHAnsi"/>
                <w:szCs w:val="18"/>
              </w:rPr>
              <w:t xml:space="preserve">: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Kerndoel 2.2.4 niveau 4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klokkijken en tijdsoriëntatie Niveau 4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6.</w:t>
            </w:r>
            <w:r w:rsidR="00A67C0A">
              <w:rPr>
                <w:rFonts w:asciiTheme="minorHAnsi" w:hAnsiTheme="minorHAnsi" w:cstheme="minorHAnsi"/>
                <w:szCs w:val="18"/>
              </w:rPr>
              <w:t xml:space="preserve"> Op dinsdag hebben we muziekles</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Aanvullend materiaal:</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Bekers tellen tot 5: 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1,2,3 en 4 sorteren: http://omnidu.nl/a</w:t>
            </w:r>
            <w:r w:rsidR="00A67C0A">
              <w:rPr>
                <w:rFonts w:asciiTheme="minorHAnsi" w:hAnsiTheme="minorHAnsi" w:cstheme="minorHAnsi"/>
                <w:szCs w:val="18"/>
              </w:rPr>
              <w:t xml:space="preserve">pp/main.html </w:t>
            </w:r>
          </w:p>
          <w:p w:rsidR="00E46B17" w:rsidRPr="00A67C0A" w:rsidRDefault="00E46B17" w:rsidP="00E46B17">
            <w:pPr>
              <w:pStyle w:val="Geenafstand"/>
              <w:rPr>
                <w:rFonts w:asciiTheme="minorHAnsi" w:hAnsiTheme="minorHAnsi" w:cstheme="minorHAnsi"/>
                <w:szCs w:val="18"/>
                <w:u w:val="single"/>
                <w:lang w:val="en-US"/>
              </w:rPr>
            </w:pPr>
            <w:r w:rsidRPr="00A67C0A">
              <w:rPr>
                <w:rFonts w:asciiTheme="minorHAnsi" w:hAnsiTheme="minorHAnsi" w:cstheme="minorHAnsi"/>
                <w:szCs w:val="18"/>
                <w:u w:val="single"/>
                <w:lang w:val="en-US"/>
              </w:rPr>
              <w:t>App:</w:t>
            </w:r>
          </w:p>
          <w:p w:rsidR="00E46B17" w:rsidRPr="00A67C0A" w:rsidRDefault="00E46B17" w:rsidP="00E46B17">
            <w:pPr>
              <w:pStyle w:val="Geenafstand"/>
              <w:rPr>
                <w:rFonts w:asciiTheme="minorHAnsi" w:hAnsiTheme="minorHAnsi" w:cstheme="minorHAnsi"/>
                <w:szCs w:val="18"/>
                <w:lang w:val="en-US"/>
              </w:rPr>
            </w:pPr>
            <w:r w:rsidRPr="00A67C0A">
              <w:rPr>
                <w:rFonts w:asciiTheme="minorHAnsi" w:hAnsiTheme="minorHAnsi" w:cstheme="minorHAnsi"/>
                <w:szCs w:val="18"/>
                <w:lang w:val="en-US"/>
              </w:rPr>
              <w:t>Cijfers &amp; getallen Juf Jannie</w:t>
            </w:r>
          </w:p>
          <w:p w:rsidR="00E46B17" w:rsidRPr="00A67C0A" w:rsidRDefault="00E46B17" w:rsidP="00E46B17">
            <w:pPr>
              <w:pStyle w:val="Geenafstand"/>
              <w:rPr>
                <w:rFonts w:asciiTheme="minorHAnsi" w:hAnsiTheme="minorHAnsi" w:cstheme="minorHAnsi"/>
                <w:szCs w:val="18"/>
                <w:lang w:val="en-US"/>
              </w:rPr>
            </w:pPr>
            <w:r w:rsidRPr="00A67C0A">
              <w:rPr>
                <w:rFonts w:asciiTheme="minorHAnsi" w:hAnsiTheme="minorHAnsi" w:cstheme="minorHAnsi"/>
                <w:szCs w:val="18"/>
                <w:lang w:val="en-US"/>
              </w:rPr>
              <w:t>Kinderen ABC and Counting Connect the Dots</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De volgorde van cijfers oefenen door cijfers te verbinden waardoor een plaatje ontstaat. </w:t>
            </w:r>
          </w:p>
        </w:tc>
      </w:tr>
      <w:tr w:rsidR="00374F44" w:rsidRPr="00A67C0A" w:rsidTr="008B7FDF">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2 periode 1</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4)</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2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4)</w:t>
            </w:r>
          </w:p>
        </w:tc>
      </w:tr>
      <w:tr w:rsidR="005F3016" w:rsidRPr="00A67C0A" w:rsidTr="008B7FDF">
        <w:tc>
          <w:tcPr>
            <w:tcW w:w="4661" w:type="dxa"/>
            <w:gridSpan w:val="2"/>
          </w:tcPr>
          <w:p w:rsidR="008B7FDF" w:rsidRPr="005F3016" w:rsidRDefault="008B7FDF" w:rsidP="008B7FDF">
            <w:pPr>
              <w:rPr>
                <w:rFonts w:asciiTheme="minorHAnsi" w:hAnsiTheme="minorHAnsi" w:cstheme="minorHAnsi"/>
                <w:b/>
              </w:rPr>
            </w:pPr>
            <w:r w:rsidRPr="005F3016">
              <w:rPr>
                <w:rFonts w:asciiTheme="minorHAnsi" w:hAnsiTheme="minorHAnsi" w:cstheme="minorHAnsi"/>
                <w:b/>
              </w:rPr>
              <w:t>1.1. Aangeven van aantallen en het uitvoeren van bewerkingen</w:t>
            </w:r>
          </w:p>
          <w:p w:rsidR="008B7FDF" w:rsidRPr="005F3016" w:rsidRDefault="008B7FDF" w:rsidP="008B7FDF">
            <w:pPr>
              <w:rPr>
                <w:rFonts w:asciiTheme="minorHAnsi" w:hAnsiTheme="minorHAnsi" w:cstheme="minorHAnsi"/>
              </w:rPr>
            </w:pPr>
            <w:r w:rsidRPr="005F3016">
              <w:rPr>
                <w:rFonts w:asciiTheme="minorHAnsi" w:hAnsiTheme="minorHAnsi" w:cstheme="minorHAnsi"/>
              </w:rPr>
              <w:t>Weet binnen de context wat bedoeld wordt met een half</w:t>
            </w:r>
          </w:p>
          <w:p w:rsidR="008B7FDF" w:rsidRPr="005F3016" w:rsidRDefault="008B7FDF" w:rsidP="008B7FDF">
            <w:pPr>
              <w:rPr>
                <w:rFonts w:asciiTheme="minorHAnsi" w:hAnsiTheme="minorHAnsi" w:cstheme="minorHAnsi"/>
              </w:rPr>
            </w:pPr>
            <w:r w:rsidRPr="005F3016">
              <w:rPr>
                <w:rFonts w:asciiTheme="minorHAnsi" w:hAnsiTheme="minorHAnsi" w:cstheme="minorHAnsi"/>
              </w:rPr>
              <w:t>Weet binnen de context wat bedoeld wordt met eerlijk verdelen</w:t>
            </w:r>
          </w:p>
          <w:p w:rsidR="005F3016" w:rsidRPr="005F3016" w:rsidRDefault="005F3016" w:rsidP="00856965">
            <w:pPr>
              <w:rPr>
                <w:rFonts w:asciiTheme="minorHAnsi" w:hAnsiTheme="minorHAnsi" w:cstheme="minorHAnsi"/>
                <w:b/>
              </w:rPr>
            </w:pPr>
            <w:r w:rsidRPr="005F3016">
              <w:rPr>
                <w:rFonts w:asciiTheme="minorHAnsi" w:hAnsiTheme="minorHAnsi" w:cstheme="minorHAnsi"/>
                <w:b/>
              </w:rPr>
              <w:t>1.2. Koppeling hoeveelheden aan getallen</w:t>
            </w:r>
          </w:p>
          <w:p w:rsidR="005F3016" w:rsidRPr="005F3016" w:rsidRDefault="005F3016" w:rsidP="00856965">
            <w:pPr>
              <w:rPr>
                <w:rFonts w:asciiTheme="minorHAnsi" w:hAnsiTheme="minorHAnsi" w:cstheme="minorHAnsi"/>
              </w:rPr>
            </w:pPr>
            <w:r w:rsidRPr="005F3016">
              <w:rPr>
                <w:rFonts w:asciiTheme="minorHAnsi" w:hAnsiTheme="minorHAnsi" w:cstheme="minorHAnsi"/>
              </w:rPr>
              <w:t>Koppelt getalsymbolen t/m 10 aan hoeveelheden en andersom</w:t>
            </w:r>
          </w:p>
          <w:p w:rsidR="005F3016" w:rsidRPr="005F3016" w:rsidRDefault="005F3016" w:rsidP="00856965">
            <w:pPr>
              <w:rPr>
                <w:rFonts w:asciiTheme="minorHAnsi" w:hAnsiTheme="minorHAnsi" w:cstheme="minorHAnsi"/>
                <w:b/>
              </w:rPr>
            </w:pPr>
            <w:r w:rsidRPr="005F3016">
              <w:rPr>
                <w:rFonts w:asciiTheme="minorHAnsi" w:hAnsiTheme="minorHAnsi" w:cstheme="minorHAnsi"/>
                <w:b/>
              </w:rPr>
              <w:t>5.1.  Klokkijken</w:t>
            </w:r>
          </w:p>
          <w:p w:rsidR="005F3016" w:rsidRPr="005F3016" w:rsidRDefault="005F3016" w:rsidP="00856965">
            <w:pPr>
              <w:rPr>
                <w:rFonts w:asciiTheme="minorHAnsi" w:hAnsiTheme="minorHAnsi" w:cstheme="minorHAnsi"/>
              </w:rPr>
            </w:pPr>
            <w:r w:rsidRPr="005F3016">
              <w:rPr>
                <w:rFonts w:asciiTheme="minorHAnsi" w:hAnsiTheme="minorHAnsi" w:cstheme="minorHAnsi"/>
              </w:rPr>
              <w:t>Kent de begrippen ochtend, middag, avond, nacht en koppelt daar activiteiten aan</w:t>
            </w:r>
          </w:p>
          <w:p w:rsidR="005F3016" w:rsidRPr="005F3016" w:rsidRDefault="005F3016" w:rsidP="00856965">
            <w:pPr>
              <w:rPr>
                <w:rFonts w:asciiTheme="minorHAnsi" w:hAnsiTheme="minorHAnsi" w:cstheme="minorHAnsi"/>
                <w:b/>
              </w:rPr>
            </w:pPr>
            <w:r w:rsidRPr="005F3016">
              <w:rPr>
                <w:rFonts w:asciiTheme="minorHAnsi" w:hAnsiTheme="minorHAnsi" w:cstheme="minorHAnsi"/>
                <w:b/>
              </w:rPr>
              <w:t>6.1. Munten en biljetten benoemen</w:t>
            </w:r>
          </w:p>
          <w:p w:rsidR="005F3016" w:rsidRPr="005F3016" w:rsidRDefault="005F3016" w:rsidP="00856965">
            <w:pPr>
              <w:rPr>
                <w:rFonts w:asciiTheme="minorHAnsi" w:hAnsiTheme="minorHAnsi" w:cstheme="minorHAnsi"/>
              </w:rPr>
            </w:pPr>
            <w:r w:rsidRPr="005F3016">
              <w:rPr>
                <w:rFonts w:asciiTheme="minorHAnsi" w:hAnsiTheme="minorHAnsi" w:cstheme="minorHAnsi"/>
              </w:rPr>
              <w:lastRenderedPageBreak/>
              <w:t>Betaalt binnen een context met hele euro’s</w:t>
            </w:r>
          </w:p>
          <w:p w:rsidR="005F3016" w:rsidRPr="005F3016" w:rsidRDefault="005F3016" w:rsidP="00856965">
            <w:pPr>
              <w:rPr>
                <w:rFonts w:asciiTheme="minorHAnsi" w:hAnsiTheme="minorHAnsi" w:cstheme="minorHAnsi"/>
              </w:rPr>
            </w:pPr>
            <w:r w:rsidRPr="005F3016">
              <w:rPr>
                <w:rFonts w:asciiTheme="minorHAnsi" w:hAnsiTheme="minorHAnsi" w:cstheme="minorHAnsi"/>
              </w:rPr>
              <w:t>Herkent biljetten/munten als betaalmiddel</w:t>
            </w:r>
          </w:p>
        </w:tc>
        <w:tc>
          <w:tcPr>
            <w:tcW w:w="4803" w:type="dxa"/>
          </w:tcPr>
          <w:p w:rsidR="008B7FDF" w:rsidRPr="008B7FDF" w:rsidRDefault="008B7FDF" w:rsidP="008B7FDF">
            <w:pPr>
              <w:pStyle w:val="Geenafstand"/>
              <w:rPr>
                <w:rFonts w:asciiTheme="minorHAnsi" w:hAnsiTheme="minorHAnsi" w:cstheme="minorHAnsi"/>
                <w:b/>
              </w:rPr>
            </w:pPr>
            <w:r w:rsidRPr="008B7FDF">
              <w:rPr>
                <w:rFonts w:asciiTheme="minorHAnsi" w:hAnsiTheme="minorHAnsi" w:cstheme="minorHAnsi"/>
                <w:b/>
              </w:rPr>
              <w:lastRenderedPageBreak/>
              <w:t>2.2. Cijfers en getallen</w:t>
            </w:r>
          </w:p>
          <w:p w:rsidR="008B7FDF" w:rsidRPr="008B7FDF" w:rsidRDefault="008B7FDF" w:rsidP="008B7FDF">
            <w:pPr>
              <w:pStyle w:val="Geenafstand"/>
              <w:rPr>
                <w:rFonts w:asciiTheme="minorHAnsi" w:hAnsiTheme="minorHAnsi" w:cstheme="minorHAnsi"/>
              </w:rPr>
            </w:pPr>
            <w:r w:rsidRPr="008B7FDF">
              <w:rPr>
                <w:rFonts w:asciiTheme="minorHAnsi" w:hAnsiTheme="minorHAnsi" w:cstheme="minorHAnsi"/>
              </w:rPr>
              <w:t>Zet getallen t/m 10 in de juiste volgorde</w:t>
            </w:r>
          </w:p>
          <w:p w:rsidR="005F3016" w:rsidRPr="005F3016" w:rsidRDefault="005F3016" w:rsidP="00856965">
            <w:pPr>
              <w:rPr>
                <w:rFonts w:asciiTheme="minorHAnsi" w:hAnsiTheme="minorHAnsi" w:cstheme="minorHAnsi"/>
                <w:b/>
              </w:rPr>
            </w:pPr>
            <w:r w:rsidRPr="005F3016">
              <w:rPr>
                <w:rFonts w:asciiTheme="minorHAnsi" w:hAnsiTheme="minorHAnsi" w:cstheme="minorHAnsi"/>
                <w:b/>
              </w:rPr>
              <w:t>2.3. Handig rekenen</w:t>
            </w:r>
          </w:p>
          <w:p w:rsidR="005F3016" w:rsidRPr="005F3016" w:rsidRDefault="005F3016" w:rsidP="00856965">
            <w:pPr>
              <w:rPr>
                <w:rFonts w:asciiTheme="minorHAnsi" w:hAnsiTheme="minorHAnsi" w:cstheme="minorHAnsi"/>
              </w:rPr>
            </w:pPr>
            <w:r w:rsidRPr="005F3016">
              <w:rPr>
                <w:rFonts w:asciiTheme="minorHAnsi" w:hAnsiTheme="minorHAnsi" w:cstheme="minorHAnsi"/>
              </w:rPr>
              <w:t>Bepaalt op basis van getalbeelden (t/m 10) of er iets bijgekomen/afgegaan  is</w:t>
            </w:r>
          </w:p>
          <w:p w:rsidR="005F3016" w:rsidRPr="005F3016" w:rsidRDefault="005F3016" w:rsidP="00856965">
            <w:pPr>
              <w:rPr>
                <w:rFonts w:asciiTheme="minorHAnsi" w:hAnsiTheme="minorHAnsi" w:cstheme="minorHAnsi"/>
                <w:b/>
              </w:rPr>
            </w:pPr>
            <w:r w:rsidRPr="005F3016">
              <w:rPr>
                <w:rFonts w:asciiTheme="minorHAnsi" w:hAnsiTheme="minorHAnsi" w:cstheme="minorHAnsi"/>
                <w:b/>
              </w:rPr>
              <w:t>5.2   Kalender- en agendagebruik</w:t>
            </w:r>
          </w:p>
          <w:p w:rsidR="005F3016" w:rsidRPr="005F3016" w:rsidRDefault="005F3016" w:rsidP="00856965">
            <w:pPr>
              <w:rPr>
                <w:rFonts w:asciiTheme="minorHAnsi" w:hAnsiTheme="minorHAnsi" w:cstheme="minorHAnsi"/>
              </w:rPr>
            </w:pPr>
            <w:r w:rsidRPr="005F3016">
              <w:rPr>
                <w:rFonts w:asciiTheme="minorHAnsi" w:hAnsiTheme="minorHAnsi" w:cstheme="minorHAnsi"/>
              </w:rPr>
              <w:t>Benoemt/koppelt seizoensnamen aan een beleving/gebeurtenis (in de winter is het koud, in de herfst vallen de bladeren etc.</w:t>
            </w:r>
          </w:p>
        </w:tc>
      </w:tr>
      <w:tr w:rsidR="00374F44" w:rsidRPr="00A67C0A" w:rsidTr="008B7FDF">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2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2 periode 2</w:t>
            </w:r>
          </w:p>
        </w:tc>
      </w:tr>
      <w:tr w:rsidR="00E46B17" w:rsidRPr="00A67C0A" w:rsidTr="008B7FDF">
        <w:tc>
          <w:tcPr>
            <w:tcW w:w="4661" w:type="dxa"/>
            <w:gridSpan w:val="2"/>
          </w:tcPr>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 xml:space="preserve">Methode Rekenboog: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Kerndoel 1.2.4 (zie digiplein)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klokkijken en tijdsoriëntatie niveau 4 (zie digipelin)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4. Ochtend, middag, avond en nacht</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geldverkennen niveau 4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3. Vrijmarkt in de klas</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4. Afrekenen met euromunten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7. Afrekenen met munten van twee euro</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Aanvullend materiaal:</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Hoeveelheden combineren met cijfers t/m 10: 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Tellen van 1 tot 10 met eieren: 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Tellen tot 10 met vingers: </w:t>
            </w:r>
            <w:r w:rsidR="00A67C0A">
              <w:rPr>
                <w:rFonts w:asciiTheme="minorHAnsi" w:hAnsiTheme="minorHAnsi" w:cstheme="minorHAnsi"/>
                <w:szCs w:val="18"/>
              </w:rPr>
              <w:t xml:space="preserve">http://omnidu.nl/app/main.html </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App:</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De Cijfers en getallen LT</w:t>
            </w:r>
          </w:p>
        </w:tc>
        <w:tc>
          <w:tcPr>
            <w:tcW w:w="4803" w:type="dxa"/>
          </w:tcPr>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u w:val="single"/>
              </w:rPr>
              <w:t>Methode Rekenboog</w:t>
            </w:r>
            <w:r w:rsidRPr="00A67C0A">
              <w:rPr>
                <w:rFonts w:asciiTheme="minorHAnsi" w:hAnsiTheme="minorHAnsi" w:cstheme="minorHAnsi"/>
                <w:szCs w:val="18"/>
              </w:rPr>
              <w:t>:</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begripsvorming Optellen en aftrekken niveau 4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5. Groente voor de soep</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12. Eieren roven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13. Borden vergelijken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klokkijken en tijdsoriëntatie Niveau 4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8. </w:t>
            </w:r>
            <w:r w:rsidR="00A67C0A">
              <w:rPr>
                <w:rFonts w:asciiTheme="minorHAnsi" w:hAnsiTheme="minorHAnsi" w:cstheme="minorHAnsi"/>
                <w:szCs w:val="18"/>
              </w:rPr>
              <w:t>De bladeren vallen van de bomen</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App:</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Counting game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Het koppelen van getalsymbolen aan hoeveelheden. </w:t>
            </w:r>
          </w:p>
        </w:tc>
      </w:tr>
      <w:tr w:rsidR="00374F44" w:rsidRPr="00A67C0A" w:rsidTr="008B7FDF">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3 periode 1</w:t>
            </w:r>
            <w:r w:rsidR="00D13BCD">
              <w:rPr>
                <w:rFonts w:asciiTheme="minorHAnsi" w:hAnsiTheme="minorHAnsi" w:cstheme="minorHAnsi"/>
                <w:b/>
                <w:szCs w:val="18"/>
              </w:rPr>
              <w:t xml:space="preserve"> (niveau 5</w:t>
            </w:r>
            <w:r w:rsidR="00D13BCD" w:rsidRPr="00D13BCD">
              <w:rPr>
                <w:rFonts w:asciiTheme="minorHAnsi" w:hAnsiTheme="minorHAnsi" w:cstheme="minorHAnsi"/>
                <w:b/>
                <w:szCs w:val="18"/>
              </w:rPr>
              <w:t>)</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3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5)</w:t>
            </w:r>
          </w:p>
        </w:tc>
      </w:tr>
      <w:tr w:rsidR="005F3016" w:rsidRPr="00A67C0A" w:rsidTr="008B7FDF">
        <w:tc>
          <w:tcPr>
            <w:tcW w:w="4661" w:type="dxa"/>
            <w:gridSpan w:val="2"/>
          </w:tcPr>
          <w:p w:rsidR="005F3016" w:rsidRPr="005F3016" w:rsidRDefault="005F3016" w:rsidP="00856965">
            <w:pPr>
              <w:rPr>
                <w:rFonts w:asciiTheme="minorHAnsi" w:hAnsiTheme="minorHAnsi" w:cstheme="minorHAnsi"/>
                <w:b/>
              </w:rPr>
            </w:pPr>
            <w:r w:rsidRPr="005F3016">
              <w:rPr>
                <w:rFonts w:asciiTheme="minorHAnsi" w:hAnsiTheme="minorHAnsi" w:cstheme="minorHAnsi"/>
                <w:b/>
              </w:rPr>
              <w:t>1.2. Koppeling hoeveelheden aan getallen</w:t>
            </w:r>
          </w:p>
          <w:p w:rsidR="005F3016" w:rsidRPr="005F3016" w:rsidRDefault="005F3016" w:rsidP="00856965">
            <w:pPr>
              <w:rPr>
                <w:rFonts w:asciiTheme="minorHAnsi" w:hAnsiTheme="minorHAnsi" w:cstheme="minorHAnsi"/>
              </w:rPr>
            </w:pPr>
            <w:r w:rsidRPr="005F3016">
              <w:rPr>
                <w:rFonts w:asciiTheme="minorHAnsi" w:hAnsiTheme="minorHAnsi" w:cstheme="minorHAnsi"/>
              </w:rPr>
              <w:t>Herke</w:t>
            </w:r>
            <w:r w:rsidR="008B7FDF">
              <w:rPr>
                <w:rFonts w:asciiTheme="minorHAnsi" w:hAnsiTheme="minorHAnsi" w:cstheme="minorHAnsi"/>
              </w:rPr>
              <w:t>nt en benoemt getalbeelden t/m 10</w:t>
            </w:r>
            <w:r w:rsidRPr="005F3016">
              <w:rPr>
                <w:rFonts w:asciiTheme="minorHAnsi" w:hAnsiTheme="minorHAnsi" w:cstheme="minorHAnsi"/>
              </w:rPr>
              <w:t xml:space="preserve"> (dobbelsteen, vingers, eierdozen)</w:t>
            </w:r>
          </w:p>
          <w:p w:rsidR="005F3016" w:rsidRPr="005F3016" w:rsidRDefault="005F3016" w:rsidP="00856965">
            <w:pPr>
              <w:rPr>
                <w:rFonts w:asciiTheme="minorHAnsi" w:hAnsiTheme="minorHAnsi" w:cstheme="minorHAnsi"/>
                <w:b/>
              </w:rPr>
            </w:pPr>
            <w:r w:rsidRPr="005F3016">
              <w:rPr>
                <w:rFonts w:asciiTheme="minorHAnsi" w:hAnsiTheme="minorHAnsi" w:cstheme="minorHAnsi"/>
                <w:b/>
              </w:rPr>
              <w:t>4.1. Lengte</w:t>
            </w:r>
          </w:p>
          <w:p w:rsidR="005F3016" w:rsidRPr="005F3016" w:rsidRDefault="005F3016" w:rsidP="00856965">
            <w:pPr>
              <w:rPr>
                <w:rFonts w:asciiTheme="minorHAnsi" w:hAnsiTheme="minorHAnsi" w:cstheme="minorHAnsi"/>
                <w:b/>
              </w:rPr>
            </w:pPr>
            <w:r w:rsidRPr="005F3016">
              <w:rPr>
                <w:rFonts w:asciiTheme="minorHAnsi" w:hAnsiTheme="minorHAnsi" w:cstheme="minorHAnsi"/>
              </w:rPr>
              <w:t>Ordent lengtes via vergelijken</w:t>
            </w:r>
          </w:p>
          <w:p w:rsidR="005F3016" w:rsidRPr="005F3016" w:rsidRDefault="005F3016" w:rsidP="00856965">
            <w:pPr>
              <w:rPr>
                <w:rFonts w:asciiTheme="minorHAnsi" w:hAnsiTheme="minorHAnsi" w:cstheme="minorHAnsi"/>
                <w:b/>
              </w:rPr>
            </w:pPr>
            <w:r w:rsidRPr="005F3016">
              <w:rPr>
                <w:rFonts w:asciiTheme="minorHAnsi" w:hAnsiTheme="minorHAnsi" w:cstheme="minorHAnsi"/>
                <w:b/>
              </w:rPr>
              <w:t>6.1. Munten en biljetten benoemen</w:t>
            </w:r>
          </w:p>
          <w:p w:rsidR="005F3016" w:rsidRPr="005F3016" w:rsidRDefault="005F3016" w:rsidP="00856965">
            <w:pPr>
              <w:rPr>
                <w:rFonts w:asciiTheme="minorHAnsi" w:hAnsiTheme="minorHAnsi" w:cstheme="minorHAnsi"/>
              </w:rPr>
            </w:pPr>
            <w:r w:rsidRPr="005F3016">
              <w:rPr>
                <w:rFonts w:asciiTheme="minorHAnsi" w:hAnsiTheme="minorHAnsi" w:cstheme="minorHAnsi"/>
              </w:rPr>
              <w:t xml:space="preserve">Herkent de munt van 2 euro </w:t>
            </w:r>
          </w:p>
        </w:tc>
        <w:tc>
          <w:tcPr>
            <w:tcW w:w="4803" w:type="dxa"/>
          </w:tcPr>
          <w:p w:rsidR="005F3016" w:rsidRPr="005F3016" w:rsidRDefault="005F3016" w:rsidP="00856965">
            <w:pPr>
              <w:rPr>
                <w:rFonts w:asciiTheme="minorHAnsi" w:hAnsiTheme="minorHAnsi" w:cstheme="minorHAnsi"/>
                <w:b/>
              </w:rPr>
            </w:pPr>
            <w:r w:rsidRPr="005F3016">
              <w:rPr>
                <w:rFonts w:asciiTheme="minorHAnsi" w:hAnsiTheme="minorHAnsi" w:cstheme="minorHAnsi"/>
                <w:b/>
              </w:rPr>
              <w:t>2.3. Handig rekenen</w:t>
            </w:r>
          </w:p>
          <w:p w:rsidR="005F3016" w:rsidRPr="005F3016" w:rsidRDefault="005F3016" w:rsidP="00856965">
            <w:pPr>
              <w:rPr>
                <w:rFonts w:asciiTheme="minorHAnsi" w:hAnsiTheme="minorHAnsi" w:cstheme="minorHAnsi"/>
              </w:rPr>
            </w:pPr>
            <w:r w:rsidRPr="005F3016">
              <w:rPr>
                <w:rFonts w:asciiTheme="minorHAnsi" w:hAnsiTheme="minorHAnsi" w:cstheme="minorHAnsi"/>
              </w:rPr>
              <w:t>Stelt hoeveelheden t/m 10 m.b.v. concreet materiaal samen</w:t>
            </w:r>
          </w:p>
          <w:p w:rsidR="005F3016" w:rsidRPr="005F3016" w:rsidRDefault="005F3016" w:rsidP="00856965">
            <w:pPr>
              <w:rPr>
                <w:rFonts w:asciiTheme="minorHAnsi" w:hAnsiTheme="minorHAnsi" w:cstheme="minorHAnsi"/>
                <w:b/>
              </w:rPr>
            </w:pPr>
            <w:r w:rsidRPr="005F3016">
              <w:rPr>
                <w:rFonts w:asciiTheme="minorHAnsi" w:hAnsiTheme="minorHAnsi" w:cstheme="minorHAnsi"/>
                <w:b/>
              </w:rPr>
              <w:t>4.2. Gewicht</w:t>
            </w:r>
          </w:p>
          <w:p w:rsidR="005F3016" w:rsidRPr="005F3016" w:rsidRDefault="005F3016" w:rsidP="00856965">
            <w:pPr>
              <w:rPr>
                <w:rFonts w:asciiTheme="minorHAnsi" w:hAnsiTheme="minorHAnsi" w:cstheme="minorHAnsi"/>
              </w:rPr>
            </w:pPr>
            <w:r w:rsidRPr="005F3016">
              <w:rPr>
                <w:rFonts w:asciiTheme="minorHAnsi" w:hAnsiTheme="minorHAnsi" w:cstheme="minorHAnsi"/>
              </w:rPr>
              <w:t>Vergelijkt voorwerpen op gewicht en ordent deze (met de handen)</w:t>
            </w:r>
          </w:p>
          <w:p w:rsidR="005F3016" w:rsidRPr="005F3016" w:rsidRDefault="005F3016" w:rsidP="00856965">
            <w:pPr>
              <w:rPr>
                <w:rFonts w:asciiTheme="minorHAnsi" w:hAnsiTheme="minorHAnsi" w:cstheme="minorHAnsi"/>
                <w:b/>
              </w:rPr>
            </w:pPr>
            <w:r w:rsidRPr="005F3016">
              <w:rPr>
                <w:rFonts w:asciiTheme="minorHAnsi" w:hAnsiTheme="minorHAnsi" w:cstheme="minorHAnsi"/>
                <w:b/>
              </w:rPr>
              <w:t>5.2   Kalender- en agendagebruik</w:t>
            </w:r>
          </w:p>
          <w:p w:rsidR="005F3016" w:rsidRPr="005F3016" w:rsidRDefault="005F3016" w:rsidP="00856965">
            <w:pPr>
              <w:rPr>
                <w:rFonts w:asciiTheme="minorHAnsi" w:hAnsiTheme="minorHAnsi" w:cstheme="minorHAnsi"/>
              </w:rPr>
            </w:pPr>
            <w:r w:rsidRPr="005F3016">
              <w:rPr>
                <w:rFonts w:asciiTheme="minorHAnsi" w:hAnsiTheme="minorHAnsi" w:cstheme="minorHAnsi"/>
              </w:rPr>
              <w:t>Benoemt de dagen van de week op volgorde</w:t>
            </w:r>
          </w:p>
          <w:p w:rsidR="005F3016" w:rsidRPr="005F3016" w:rsidRDefault="005F3016" w:rsidP="00856965">
            <w:pPr>
              <w:rPr>
                <w:rFonts w:asciiTheme="minorHAnsi" w:hAnsiTheme="minorHAnsi" w:cstheme="minorHAnsi"/>
                <w:b/>
              </w:rPr>
            </w:pPr>
            <w:r w:rsidRPr="005F3016">
              <w:rPr>
                <w:rFonts w:asciiTheme="minorHAnsi" w:hAnsiTheme="minorHAnsi" w:cstheme="minorHAnsi"/>
                <w:b/>
              </w:rPr>
              <w:t>6.2. Bedragen aflezen, afronden en vergelijken</w:t>
            </w:r>
          </w:p>
          <w:p w:rsidR="005F3016" w:rsidRPr="005F3016" w:rsidRDefault="00FB607D" w:rsidP="00856965">
            <w:pPr>
              <w:rPr>
                <w:rFonts w:asciiTheme="minorHAnsi" w:hAnsiTheme="minorHAnsi" w:cstheme="minorHAnsi"/>
              </w:rPr>
            </w:pPr>
            <w:r>
              <w:rPr>
                <w:rFonts w:asciiTheme="minorHAnsi" w:hAnsiTheme="minorHAnsi" w:cstheme="minorHAnsi"/>
              </w:rPr>
              <w:t>Weet hoe geldbedragen</w:t>
            </w:r>
            <w:r w:rsidR="005F3016" w:rsidRPr="005F3016">
              <w:rPr>
                <w:rFonts w:asciiTheme="minorHAnsi" w:hAnsiTheme="minorHAnsi" w:cstheme="minorHAnsi"/>
              </w:rPr>
              <w:t xml:space="preserve"> globaal eruit zien (bijv. op prijsstickers/ reclamefolders)</w:t>
            </w:r>
          </w:p>
        </w:tc>
      </w:tr>
      <w:tr w:rsidR="00374F44" w:rsidRPr="00A67C0A" w:rsidTr="008B7FDF">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3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3 periode 2</w:t>
            </w:r>
          </w:p>
        </w:tc>
      </w:tr>
      <w:tr w:rsidR="00E46B17" w:rsidRPr="00A67C0A" w:rsidTr="008B7FDF">
        <w:tc>
          <w:tcPr>
            <w:tcW w:w="4661" w:type="dxa"/>
            <w:gridSpan w:val="2"/>
          </w:tcPr>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 xml:space="preserve">Methode Rekenboog: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Kerndoel 1.1.4 Niveau 4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5. Lieveheersbeestje 2: evenveel stippen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62. Lieveheersbeestjes maken met een spiegel</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65. Wat is dit? Halve voorwerpen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66. Kiwi’s snijden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68. Spiegels: van halve naar hele</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70. Dubbelvouwen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Kerndoel 1.2.4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meten van lengte niveau 5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 Wie de schoen past….</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2. Hoe groot is jouw voet?</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4. Wie heeft het langste/kortste stuk?</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geldverkennen niveau 5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 Past niet, wisselen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2. Afrekenen met munten van twee euro</w:t>
            </w:r>
          </w:p>
        </w:tc>
        <w:tc>
          <w:tcPr>
            <w:tcW w:w="4803" w:type="dxa"/>
          </w:tcPr>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 xml:space="preserve">Methode Rekenboog: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rekenlintjes niveau 5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5. Goochelen met Rekenlintjes</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meten van gewicht niveau 5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 Wat is zwaarder?</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2. Even groot, ook even zwaar?</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Kalender niveau 5 (zie digiplein)</w:t>
            </w:r>
          </w:p>
          <w:p w:rsidR="00E46B17" w:rsidRPr="00A67C0A" w:rsidRDefault="00A67C0A" w:rsidP="00E46B17">
            <w:pPr>
              <w:pStyle w:val="Geenafstand"/>
              <w:rPr>
                <w:rFonts w:asciiTheme="minorHAnsi" w:hAnsiTheme="minorHAnsi" w:cstheme="minorHAnsi"/>
                <w:szCs w:val="18"/>
              </w:rPr>
            </w:pPr>
            <w:r>
              <w:rPr>
                <w:rFonts w:asciiTheme="minorHAnsi" w:hAnsiTheme="minorHAnsi" w:cstheme="minorHAnsi"/>
                <w:szCs w:val="18"/>
              </w:rPr>
              <w:t>1. De dagen van de week</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Computerprogramma Maatwerk rekenen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(te vinden: Leerlingenaccount maatwerk rekenen groen </w:t>
            </w:r>
            <w:r w:rsidRPr="00A67C0A">
              <w:rPr>
                <w:rFonts w:asciiTheme="minorHAnsi" w:hAnsiTheme="minorHAnsi" w:cstheme="minorHAnsi"/>
                <w:szCs w:val="18"/>
              </w:rPr>
              <w:t xml:space="preserve"> leerlingengedeelte.)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1. Optellen en aftrekken t/m 10 </w:t>
            </w:r>
          </w:p>
          <w:p w:rsidR="00E46B17" w:rsidRPr="00A67C0A" w:rsidRDefault="00A67C0A" w:rsidP="00E46B17">
            <w:pPr>
              <w:pStyle w:val="Geenafstand"/>
              <w:rPr>
                <w:rFonts w:asciiTheme="minorHAnsi" w:hAnsiTheme="minorHAnsi" w:cstheme="minorHAnsi"/>
                <w:szCs w:val="18"/>
              </w:rPr>
            </w:pPr>
            <w:r>
              <w:rPr>
                <w:rFonts w:asciiTheme="minorHAnsi" w:hAnsiTheme="minorHAnsi" w:cstheme="minorHAnsi"/>
                <w:szCs w:val="18"/>
              </w:rPr>
              <w:t>Oefenen: op straat</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Aanvullend materiaal:</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Hoeveelheden combineren met cijfers t/m 10:</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Tellen van 1 tot 10 met eieren: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Tellen tot 10 met vingers:</w:t>
            </w:r>
          </w:p>
          <w:p w:rsidR="00E46B17" w:rsidRPr="00A67C0A" w:rsidRDefault="00A67C0A" w:rsidP="00E46B17">
            <w:pPr>
              <w:pStyle w:val="Geenafstand"/>
              <w:rPr>
                <w:rFonts w:asciiTheme="minorHAnsi" w:hAnsiTheme="minorHAnsi" w:cstheme="minorHAnsi"/>
                <w:szCs w:val="18"/>
              </w:rPr>
            </w:pPr>
            <w:r>
              <w:rPr>
                <w:rFonts w:asciiTheme="minorHAnsi" w:hAnsiTheme="minorHAnsi" w:cstheme="minorHAnsi"/>
                <w:szCs w:val="18"/>
              </w:rPr>
              <w:t xml:space="preserve">http://omnidu.nl/app/main.html </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App:</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Rekenspel voor optellen en aftrekken voorwerpen en getallen</w:t>
            </w:r>
          </w:p>
        </w:tc>
      </w:tr>
      <w:tr w:rsidR="00374F44" w:rsidRPr="00A67C0A" w:rsidTr="008B7FDF">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4 periode 1</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5)</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4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5)</w:t>
            </w:r>
          </w:p>
        </w:tc>
      </w:tr>
      <w:tr w:rsidR="00856965" w:rsidRPr="00A67C0A" w:rsidTr="008B7FDF">
        <w:tc>
          <w:tcPr>
            <w:tcW w:w="4661" w:type="dxa"/>
            <w:gridSpan w:val="2"/>
          </w:tcPr>
          <w:p w:rsidR="00856965" w:rsidRPr="00856965" w:rsidRDefault="00856965" w:rsidP="00856965">
            <w:pPr>
              <w:rPr>
                <w:rFonts w:asciiTheme="minorHAnsi" w:hAnsiTheme="minorHAnsi" w:cstheme="minorHAnsi"/>
                <w:b/>
              </w:rPr>
            </w:pPr>
            <w:r w:rsidRPr="00856965">
              <w:rPr>
                <w:rFonts w:asciiTheme="minorHAnsi" w:hAnsiTheme="minorHAnsi" w:cstheme="minorHAnsi"/>
                <w:b/>
              </w:rPr>
              <w:t>1.3. Ordenen van hoeveelheden</w:t>
            </w:r>
          </w:p>
          <w:p w:rsidR="00856965" w:rsidRPr="00856965" w:rsidRDefault="00856965" w:rsidP="00856965">
            <w:pPr>
              <w:rPr>
                <w:rFonts w:asciiTheme="minorHAnsi" w:hAnsiTheme="minorHAnsi" w:cstheme="minorHAnsi"/>
              </w:rPr>
            </w:pPr>
            <w:r w:rsidRPr="00856965">
              <w:rPr>
                <w:rFonts w:asciiTheme="minorHAnsi" w:hAnsiTheme="minorHAnsi" w:cstheme="minorHAnsi"/>
              </w:rPr>
              <w:t xml:space="preserve">Vergelijkt 2 verschillende hoeveelheden t/m 10 op basis van getallen en benoemt  wat meer is </w:t>
            </w:r>
          </w:p>
          <w:p w:rsidR="00856965" w:rsidRPr="00856965" w:rsidRDefault="00856965" w:rsidP="00856965">
            <w:pPr>
              <w:rPr>
                <w:rFonts w:asciiTheme="minorHAnsi" w:hAnsiTheme="minorHAnsi" w:cstheme="minorHAnsi"/>
                <w:b/>
              </w:rPr>
            </w:pPr>
            <w:r w:rsidRPr="00856965">
              <w:rPr>
                <w:rFonts w:asciiTheme="minorHAnsi" w:hAnsiTheme="minorHAnsi" w:cstheme="minorHAnsi"/>
                <w:b/>
              </w:rPr>
              <w:t xml:space="preserve">2.3. Handig rekenen </w:t>
            </w:r>
          </w:p>
          <w:p w:rsidR="00856965" w:rsidRPr="00856965" w:rsidRDefault="00856965" w:rsidP="00856965">
            <w:pPr>
              <w:rPr>
                <w:rFonts w:asciiTheme="minorHAnsi" w:hAnsiTheme="minorHAnsi" w:cstheme="minorHAnsi"/>
              </w:rPr>
            </w:pPr>
            <w:r w:rsidRPr="00856965">
              <w:rPr>
                <w:rFonts w:asciiTheme="minorHAnsi" w:hAnsiTheme="minorHAnsi" w:cstheme="minorHAnsi"/>
              </w:rPr>
              <w:t>Stelt hoeveelheden t/m 10 met behulp van concreet materiaal samen</w:t>
            </w:r>
          </w:p>
          <w:p w:rsidR="00856965" w:rsidRPr="00856965" w:rsidRDefault="00856965" w:rsidP="00856965">
            <w:pPr>
              <w:rPr>
                <w:rFonts w:asciiTheme="minorHAnsi" w:hAnsiTheme="minorHAnsi" w:cstheme="minorHAnsi"/>
                <w:b/>
              </w:rPr>
            </w:pPr>
            <w:r w:rsidRPr="00856965">
              <w:rPr>
                <w:rFonts w:asciiTheme="minorHAnsi" w:hAnsiTheme="minorHAnsi" w:cstheme="minorHAnsi"/>
                <w:b/>
              </w:rPr>
              <w:t>5.1.  Klokkijken</w:t>
            </w:r>
          </w:p>
          <w:p w:rsidR="00856965" w:rsidRPr="00856965" w:rsidRDefault="00856965" w:rsidP="00856965">
            <w:pPr>
              <w:rPr>
                <w:rFonts w:asciiTheme="minorHAnsi" w:hAnsiTheme="minorHAnsi" w:cstheme="minorHAnsi"/>
              </w:rPr>
            </w:pPr>
            <w:r w:rsidRPr="00856965">
              <w:rPr>
                <w:rFonts w:asciiTheme="minorHAnsi" w:hAnsiTheme="minorHAnsi" w:cstheme="minorHAnsi"/>
              </w:rPr>
              <w:t xml:space="preserve">Geeft het verschil aan tussen de grote (minuten) en de </w:t>
            </w:r>
            <w:r w:rsidRPr="00856965">
              <w:rPr>
                <w:rFonts w:asciiTheme="minorHAnsi" w:hAnsiTheme="minorHAnsi" w:cstheme="minorHAnsi"/>
              </w:rPr>
              <w:lastRenderedPageBreak/>
              <w:t>kleine wijzer (uren)</w:t>
            </w:r>
          </w:p>
        </w:tc>
        <w:tc>
          <w:tcPr>
            <w:tcW w:w="4803" w:type="dxa"/>
          </w:tcPr>
          <w:p w:rsidR="00856965" w:rsidRPr="00856965" w:rsidRDefault="00856965" w:rsidP="00856965">
            <w:pPr>
              <w:rPr>
                <w:rFonts w:asciiTheme="minorHAnsi" w:hAnsiTheme="minorHAnsi" w:cstheme="minorHAnsi"/>
                <w:b/>
              </w:rPr>
            </w:pPr>
            <w:r w:rsidRPr="00856965">
              <w:rPr>
                <w:rFonts w:asciiTheme="minorHAnsi" w:hAnsiTheme="minorHAnsi" w:cstheme="minorHAnsi"/>
                <w:b/>
              </w:rPr>
              <w:lastRenderedPageBreak/>
              <w:t>5.2   Kalender- en agendagebruik</w:t>
            </w:r>
          </w:p>
          <w:p w:rsidR="00856965" w:rsidRPr="00856965" w:rsidRDefault="00856965" w:rsidP="00856965">
            <w:pPr>
              <w:rPr>
                <w:rFonts w:asciiTheme="minorHAnsi" w:hAnsiTheme="minorHAnsi" w:cstheme="minorHAnsi"/>
              </w:rPr>
            </w:pPr>
            <w:r w:rsidRPr="00856965">
              <w:rPr>
                <w:rFonts w:asciiTheme="minorHAnsi" w:hAnsiTheme="minorHAnsi" w:cstheme="minorHAnsi"/>
              </w:rPr>
              <w:t>Benoemt de dag van vandaag, gisteren, morgen</w:t>
            </w:r>
          </w:p>
          <w:p w:rsidR="00856965" w:rsidRPr="00856965" w:rsidRDefault="00856965" w:rsidP="00856965">
            <w:pPr>
              <w:rPr>
                <w:rFonts w:asciiTheme="minorHAnsi" w:hAnsiTheme="minorHAnsi" w:cstheme="minorHAnsi"/>
              </w:rPr>
            </w:pPr>
            <w:r w:rsidRPr="00856965">
              <w:rPr>
                <w:rFonts w:asciiTheme="minorHAnsi" w:hAnsiTheme="minorHAnsi" w:cstheme="minorHAnsi"/>
                <w:b/>
              </w:rPr>
              <w:t>6.3. Waarde aangeven van munten en biljetten</w:t>
            </w:r>
          </w:p>
          <w:p w:rsidR="00856965" w:rsidRPr="00856965" w:rsidRDefault="00856965" w:rsidP="00856965">
            <w:pPr>
              <w:rPr>
                <w:rFonts w:asciiTheme="minorHAnsi" w:hAnsiTheme="minorHAnsi" w:cstheme="minorHAnsi"/>
              </w:rPr>
            </w:pPr>
            <w:r w:rsidRPr="00856965">
              <w:rPr>
                <w:rFonts w:asciiTheme="minorHAnsi" w:hAnsiTheme="minorHAnsi" w:cstheme="minorHAnsi"/>
              </w:rPr>
              <w:t>Vertelt wat je kunt kopen voor 1 euro</w:t>
            </w:r>
          </w:p>
        </w:tc>
      </w:tr>
      <w:tr w:rsidR="00374F44" w:rsidRPr="00A67C0A" w:rsidTr="008B7FDF">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4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4 periode 2</w:t>
            </w:r>
          </w:p>
        </w:tc>
      </w:tr>
      <w:tr w:rsidR="00E46B17" w:rsidRPr="00A67C0A" w:rsidTr="008B7FDF">
        <w:tc>
          <w:tcPr>
            <w:tcW w:w="4661" w:type="dxa"/>
            <w:gridSpan w:val="2"/>
          </w:tcPr>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 xml:space="preserve">Methode Rekenboog: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rekenlintjes niveau 5 (zie digiplein)</w:t>
            </w:r>
          </w:p>
          <w:p w:rsidR="00E46B17" w:rsidRPr="00A67C0A" w:rsidRDefault="00A67C0A" w:rsidP="00E46B17">
            <w:pPr>
              <w:pStyle w:val="Geenafstand"/>
              <w:rPr>
                <w:rFonts w:asciiTheme="minorHAnsi" w:hAnsiTheme="minorHAnsi" w:cstheme="minorHAnsi"/>
                <w:szCs w:val="18"/>
              </w:rPr>
            </w:pPr>
            <w:r>
              <w:rPr>
                <w:rFonts w:asciiTheme="minorHAnsi" w:hAnsiTheme="minorHAnsi" w:cstheme="minorHAnsi"/>
                <w:szCs w:val="18"/>
              </w:rPr>
              <w:t>5. Goochelen met Rekenlintjes</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Computerprogramma Maatwerk rekenen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(te vinden: Leerlingenaccount maatwerk rekenen groen)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1. Optellen en aftrekken t/m 10 </w:t>
            </w:r>
          </w:p>
          <w:p w:rsidR="00E46B17" w:rsidRPr="00A67C0A" w:rsidRDefault="00A67C0A" w:rsidP="00E46B17">
            <w:pPr>
              <w:pStyle w:val="Geenafstand"/>
              <w:rPr>
                <w:rFonts w:asciiTheme="minorHAnsi" w:hAnsiTheme="minorHAnsi" w:cstheme="minorHAnsi"/>
                <w:szCs w:val="18"/>
              </w:rPr>
            </w:pPr>
            <w:r>
              <w:rPr>
                <w:rFonts w:asciiTheme="minorHAnsi" w:hAnsiTheme="minorHAnsi" w:cstheme="minorHAnsi"/>
                <w:szCs w:val="18"/>
              </w:rPr>
              <w:t>Oefenen: op straat</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Aanvullend materiaal:</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Hoeveelheden combineren met cijfers t/m 10:</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Tellen van 1 tot 10 met eieren: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http://omnidu.nl/app/main.html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Tellen tot 10 met vingers:</w:t>
            </w:r>
          </w:p>
          <w:p w:rsidR="00E46B17" w:rsidRPr="00A67C0A" w:rsidRDefault="00A67C0A" w:rsidP="00E46B17">
            <w:pPr>
              <w:pStyle w:val="Geenafstand"/>
              <w:rPr>
                <w:rFonts w:asciiTheme="minorHAnsi" w:hAnsiTheme="minorHAnsi" w:cstheme="minorHAnsi"/>
                <w:szCs w:val="18"/>
              </w:rPr>
            </w:pPr>
            <w:r>
              <w:rPr>
                <w:rFonts w:asciiTheme="minorHAnsi" w:hAnsiTheme="minorHAnsi" w:cstheme="minorHAnsi"/>
                <w:szCs w:val="18"/>
              </w:rPr>
              <w:t xml:space="preserve">http://omnidu.nl/app/main.html </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App:</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Rekenspel voor optellen en aftrekken voorwerpen en getallen</w:t>
            </w:r>
          </w:p>
        </w:tc>
        <w:tc>
          <w:tcPr>
            <w:tcW w:w="4803" w:type="dxa"/>
          </w:tcPr>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 xml:space="preserve">Methode Rekenboog: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geldverkennen niveau 5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3. Schatten vergelijken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4. Schatten zoeken: geld tellen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u w:val="single"/>
              </w:rPr>
              <w:t>Methode Promotie rekenen en wiskunde:</w:t>
            </w:r>
            <w:r w:rsidRPr="00A67C0A">
              <w:rPr>
                <w:rFonts w:asciiTheme="minorHAnsi" w:hAnsiTheme="minorHAnsi" w:cstheme="minorHAnsi"/>
                <w:szCs w:val="18"/>
              </w:rPr>
              <w:t xml:space="preserve"> Werkboek tijd</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 De kalender</w:t>
            </w:r>
          </w:p>
        </w:tc>
      </w:tr>
      <w:tr w:rsidR="00374F44" w:rsidRPr="00A67C0A" w:rsidTr="008B7FDF">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5 periode 1</w:t>
            </w:r>
            <w:r w:rsidR="00D13BCD">
              <w:rPr>
                <w:rFonts w:asciiTheme="minorHAnsi" w:hAnsiTheme="minorHAnsi" w:cstheme="minorHAnsi"/>
                <w:b/>
                <w:szCs w:val="18"/>
              </w:rPr>
              <w:t xml:space="preserve"> (niveau 6</w:t>
            </w:r>
            <w:r w:rsidR="00D13BCD" w:rsidRPr="00D13BCD">
              <w:rPr>
                <w:rFonts w:asciiTheme="minorHAnsi" w:hAnsiTheme="minorHAnsi" w:cstheme="minorHAnsi"/>
                <w:b/>
                <w:szCs w:val="18"/>
              </w:rPr>
              <w:t>)</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5</w:t>
            </w:r>
            <w:r w:rsidR="005F3016" w:rsidRPr="00856965">
              <w:rPr>
                <w:rFonts w:asciiTheme="minorHAnsi" w:hAnsiTheme="minorHAnsi" w:cstheme="minorHAnsi"/>
                <w:b/>
                <w:szCs w:val="18"/>
              </w:rPr>
              <w:t xml:space="preserve">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6)</w:t>
            </w:r>
          </w:p>
        </w:tc>
      </w:tr>
      <w:tr w:rsidR="00856965" w:rsidRPr="00A67C0A" w:rsidTr="008B7FDF">
        <w:tc>
          <w:tcPr>
            <w:tcW w:w="4661" w:type="dxa"/>
            <w:gridSpan w:val="2"/>
          </w:tcPr>
          <w:p w:rsidR="00856965" w:rsidRPr="00856965" w:rsidRDefault="00856965" w:rsidP="00856965">
            <w:pPr>
              <w:rPr>
                <w:rFonts w:asciiTheme="minorHAnsi" w:hAnsiTheme="minorHAnsi" w:cstheme="minorHAnsi"/>
                <w:b/>
              </w:rPr>
            </w:pPr>
            <w:r w:rsidRPr="00856965">
              <w:rPr>
                <w:rFonts w:asciiTheme="minorHAnsi" w:hAnsiTheme="minorHAnsi" w:cstheme="minorHAnsi"/>
                <w:b/>
              </w:rPr>
              <w:t>1.2. Koppeling hoeveelheden aan getallen</w:t>
            </w:r>
          </w:p>
          <w:p w:rsidR="00856965" w:rsidRPr="00856965" w:rsidRDefault="00856965" w:rsidP="00856965">
            <w:pPr>
              <w:rPr>
                <w:rFonts w:asciiTheme="minorHAnsi" w:hAnsiTheme="minorHAnsi" w:cstheme="minorHAnsi"/>
              </w:rPr>
            </w:pPr>
            <w:r w:rsidRPr="00856965">
              <w:rPr>
                <w:rFonts w:asciiTheme="minorHAnsi" w:hAnsiTheme="minorHAnsi" w:cstheme="minorHAnsi"/>
              </w:rPr>
              <w:t>Telt hoeveelheden t/m 20</w:t>
            </w:r>
          </w:p>
          <w:p w:rsidR="00856965" w:rsidRPr="00856965" w:rsidRDefault="00856965" w:rsidP="00856965">
            <w:pPr>
              <w:rPr>
                <w:rFonts w:asciiTheme="minorHAnsi" w:hAnsiTheme="minorHAnsi" w:cstheme="minorHAnsi"/>
                <w:b/>
              </w:rPr>
            </w:pPr>
            <w:r w:rsidRPr="00856965">
              <w:rPr>
                <w:rFonts w:asciiTheme="minorHAnsi" w:hAnsiTheme="minorHAnsi" w:cstheme="minorHAnsi"/>
                <w:b/>
              </w:rPr>
              <w:t>4.1. Lengte</w:t>
            </w:r>
          </w:p>
          <w:p w:rsidR="00856965" w:rsidRPr="00856965" w:rsidRDefault="00856965" w:rsidP="00856965">
            <w:pPr>
              <w:rPr>
                <w:rFonts w:asciiTheme="minorHAnsi" w:hAnsiTheme="minorHAnsi" w:cstheme="minorHAnsi"/>
              </w:rPr>
            </w:pPr>
            <w:r w:rsidRPr="00856965">
              <w:rPr>
                <w:rFonts w:asciiTheme="minorHAnsi" w:hAnsiTheme="minorHAnsi" w:cstheme="minorHAnsi"/>
              </w:rPr>
              <w:t>Vergelijkt lengtes m.b.v. een touw/strook</w:t>
            </w:r>
          </w:p>
          <w:p w:rsidR="00856965" w:rsidRPr="00856965" w:rsidRDefault="00856965" w:rsidP="00856965">
            <w:pPr>
              <w:rPr>
                <w:rFonts w:asciiTheme="minorHAnsi" w:hAnsiTheme="minorHAnsi" w:cstheme="minorHAnsi"/>
                <w:b/>
              </w:rPr>
            </w:pPr>
            <w:r w:rsidRPr="00856965">
              <w:rPr>
                <w:rFonts w:asciiTheme="minorHAnsi" w:hAnsiTheme="minorHAnsi" w:cstheme="minorHAnsi"/>
                <w:b/>
              </w:rPr>
              <w:t>5.1.  Klokkijken</w:t>
            </w:r>
          </w:p>
          <w:p w:rsidR="00856965" w:rsidRPr="00856965" w:rsidRDefault="00856965" w:rsidP="00856965">
            <w:pPr>
              <w:rPr>
                <w:rFonts w:asciiTheme="minorHAnsi" w:hAnsiTheme="minorHAnsi" w:cstheme="minorHAnsi"/>
              </w:rPr>
            </w:pPr>
            <w:r w:rsidRPr="00856965">
              <w:rPr>
                <w:rFonts w:asciiTheme="minorHAnsi" w:hAnsiTheme="minorHAnsi" w:cstheme="minorHAnsi"/>
              </w:rPr>
              <w:t>Leest hele uren af</w:t>
            </w:r>
          </w:p>
          <w:p w:rsidR="00856965" w:rsidRPr="00856965" w:rsidRDefault="00856965" w:rsidP="00856965">
            <w:pPr>
              <w:rPr>
                <w:rFonts w:asciiTheme="minorHAnsi" w:hAnsiTheme="minorHAnsi" w:cstheme="minorHAnsi"/>
                <w:b/>
              </w:rPr>
            </w:pPr>
            <w:r w:rsidRPr="00856965">
              <w:rPr>
                <w:rFonts w:asciiTheme="minorHAnsi" w:hAnsiTheme="minorHAnsi" w:cstheme="minorHAnsi"/>
                <w:b/>
              </w:rPr>
              <w:t>6.1.  Munten en biljetten noemen</w:t>
            </w:r>
          </w:p>
          <w:p w:rsidR="00856965" w:rsidRPr="00856965" w:rsidRDefault="00856965" w:rsidP="00856965">
            <w:pPr>
              <w:rPr>
                <w:rFonts w:asciiTheme="minorHAnsi" w:hAnsiTheme="minorHAnsi" w:cstheme="minorHAnsi"/>
              </w:rPr>
            </w:pPr>
            <w:r w:rsidRPr="00856965">
              <w:rPr>
                <w:rFonts w:asciiTheme="minorHAnsi" w:hAnsiTheme="minorHAnsi" w:cstheme="minorHAnsi"/>
              </w:rPr>
              <w:t>Stelt bedragen tot 10 euro samen met munten van 1 en 2 euro</w:t>
            </w:r>
          </w:p>
        </w:tc>
        <w:tc>
          <w:tcPr>
            <w:tcW w:w="4803" w:type="dxa"/>
          </w:tcPr>
          <w:p w:rsidR="00856965" w:rsidRPr="00856965" w:rsidRDefault="00856965" w:rsidP="00856965">
            <w:pPr>
              <w:rPr>
                <w:rFonts w:asciiTheme="minorHAnsi" w:hAnsiTheme="minorHAnsi" w:cstheme="minorHAnsi"/>
                <w:b/>
              </w:rPr>
            </w:pPr>
            <w:r w:rsidRPr="00856965">
              <w:rPr>
                <w:rFonts w:asciiTheme="minorHAnsi" w:hAnsiTheme="minorHAnsi" w:cstheme="minorHAnsi"/>
                <w:b/>
              </w:rPr>
              <w:t>2.3. Handig rekenen</w:t>
            </w:r>
          </w:p>
          <w:p w:rsidR="00856965" w:rsidRPr="00856965" w:rsidRDefault="00856965" w:rsidP="00856965">
            <w:pPr>
              <w:rPr>
                <w:rFonts w:asciiTheme="minorHAnsi" w:hAnsiTheme="minorHAnsi" w:cstheme="minorHAnsi"/>
              </w:rPr>
            </w:pPr>
            <w:r w:rsidRPr="00856965">
              <w:rPr>
                <w:rFonts w:asciiTheme="minorHAnsi" w:hAnsiTheme="minorHAnsi" w:cstheme="minorHAnsi"/>
              </w:rPr>
              <w:t>Voegt hoeveelheden (incl. vingers) samen en haalt deze weg om de totale hoeveelheid te bepalen (t/m 10) door handig gebruik te maken van de 5- structuur</w:t>
            </w:r>
          </w:p>
          <w:p w:rsidR="00856965" w:rsidRPr="00856965" w:rsidRDefault="00856965" w:rsidP="00856965">
            <w:pPr>
              <w:rPr>
                <w:rFonts w:asciiTheme="minorHAnsi" w:hAnsiTheme="minorHAnsi" w:cstheme="minorHAnsi"/>
                <w:b/>
              </w:rPr>
            </w:pPr>
            <w:r w:rsidRPr="00856965">
              <w:rPr>
                <w:rFonts w:asciiTheme="minorHAnsi" w:hAnsiTheme="minorHAnsi" w:cstheme="minorHAnsi"/>
                <w:b/>
              </w:rPr>
              <w:t>6.2.  Bedragen aflezen, afronden en vergelijken</w:t>
            </w:r>
          </w:p>
          <w:p w:rsidR="00856965" w:rsidRPr="00856965" w:rsidRDefault="00856965" w:rsidP="00856965">
            <w:pPr>
              <w:rPr>
                <w:rFonts w:asciiTheme="minorHAnsi" w:hAnsiTheme="minorHAnsi" w:cstheme="minorHAnsi"/>
              </w:rPr>
            </w:pPr>
            <w:r w:rsidRPr="00856965">
              <w:rPr>
                <w:rFonts w:asciiTheme="minorHAnsi" w:hAnsiTheme="minorHAnsi" w:cstheme="minorHAnsi"/>
              </w:rPr>
              <w:t>Hanteert binnen een context actie begrippen als: (te) duur-duurder, goedkoop-goedkoper</w:t>
            </w:r>
          </w:p>
          <w:p w:rsidR="00856965" w:rsidRPr="00856965" w:rsidRDefault="00856965" w:rsidP="00856965">
            <w:pPr>
              <w:rPr>
                <w:rFonts w:asciiTheme="minorHAnsi" w:hAnsiTheme="minorHAnsi" w:cstheme="minorHAnsi"/>
              </w:rPr>
            </w:pPr>
          </w:p>
        </w:tc>
      </w:tr>
      <w:tr w:rsidR="005F3016" w:rsidRPr="00A67C0A" w:rsidTr="008B7FDF">
        <w:tc>
          <w:tcPr>
            <w:tcW w:w="4661" w:type="dxa"/>
            <w:gridSpan w:val="2"/>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5 periode 1</w:t>
            </w:r>
          </w:p>
        </w:tc>
        <w:tc>
          <w:tcPr>
            <w:tcW w:w="4803" w:type="dxa"/>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5 periode 2</w:t>
            </w:r>
          </w:p>
        </w:tc>
      </w:tr>
      <w:tr w:rsidR="00E46B17" w:rsidRPr="00A67C0A" w:rsidTr="008B7FDF">
        <w:tc>
          <w:tcPr>
            <w:tcW w:w="4661" w:type="dxa"/>
            <w:gridSpan w:val="2"/>
          </w:tcPr>
          <w:p w:rsidR="00E46B17" w:rsidRPr="00A67C0A" w:rsidRDefault="00A67C0A"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M</w:t>
            </w:r>
            <w:r w:rsidR="00E46B17" w:rsidRPr="00A67C0A">
              <w:rPr>
                <w:rFonts w:asciiTheme="minorHAnsi" w:hAnsiTheme="minorHAnsi" w:cstheme="minorHAnsi"/>
                <w:szCs w:val="18"/>
                <w:u w:val="single"/>
              </w:rPr>
              <w:t xml:space="preserve">ethode Rekenboog: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de eierdoos niveau 5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 Verkenning van de eierdoos</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2. 1 erin en 1 eruit</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3. Hoeveel eieren?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4. Flitsen met de eierdoos</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5. Hoe ziet de doos er van binnen uit?</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6. Wat is er gebeurd? {erbij)</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7. Wat is er gebeurd? {eraf)</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8. Wat is er gebeurd? {erbij en eraf door elkaar)</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9. De doos is dicht {erbij)</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10. De doos is dicht {eraf)</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11. De doos is dicht {erbij en eraf door elkaar)</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12. Erbij: hoeveel eieren in de doos?</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meten lengte niveau 6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5. Wie is de langste?</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6. Langer of korter?</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7. Hoe dichtbij gooi jij? (1)</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klokkijken niveau 6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 Het is 12 uur</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2.Kloktijden en kralenketting</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3. Kloktijden en de dobbelsteen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4. Welk klokkaartje hoort erbij?</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5. Hoe laat sta je op?</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Katern geldrekenen niveau 6 (zie digiplein)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 Hoe kun je betalen?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2. Iets kopen voor € 5</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3. Iets kopen voor € 10</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4. Kleding betalen</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Computerprogramma Maatwerk rekenen</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(te vinden: Leerlingenaccount maatwerk rekenen groen) </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1. Oriëntatie in de getallen t/m 10</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lastRenderedPageBreak/>
              <w:t xml:space="preserve">Oefeningen met diersymbool ‘vis’, ‘kat’, ‘hond’ en ‘kind’. </w:t>
            </w:r>
          </w:p>
          <w:p w:rsidR="00E46B17" w:rsidRPr="00A67C0A" w:rsidRDefault="00E46B17" w:rsidP="00E46B17">
            <w:pPr>
              <w:pStyle w:val="Geenafstand"/>
              <w:rPr>
                <w:rFonts w:asciiTheme="minorHAnsi" w:hAnsiTheme="minorHAnsi" w:cstheme="minorHAnsi"/>
                <w:szCs w:val="18"/>
                <w:u w:val="single"/>
              </w:rPr>
            </w:pPr>
            <w:r w:rsidRPr="00A67C0A">
              <w:rPr>
                <w:rFonts w:asciiTheme="minorHAnsi" w:hAnsiTheme="minorHAnsi" w:cstheme="minorHAnsi"/>
                <w:szCs w:val="18"/>
                <w:u w:val="single"/>
              </w:rPr>
              <w:t>Aanvullend materiaal:</w:t>
            </w:r>
          </w:p>
          <w:p w:rsidR="00E46B17" w:rsidRPr="00A67C0A" w:rsidRDefault="00E46B17" w:rsidP="00E46B17">
            <w:pPr>
              <w:pStyle w:val="Geenafstand"/>
              <w:rPr>
                <w:rFonts w:asciiTheme="minorHAnsi" w:hAnsiTheme="minorHAnsi" w:cstheme="minorHAnsi"/>
                <w:szCs w:val="18"/>
              </w:rPr>
            </w:pPr>
            <w:r w:rsidRPr="00A67C0A">
              <w:rPr>
                <w:rFonts w:asciiTheme="minorHAnsi" w:hAnsiTheme="minorHAnsi" w:cstheme="minorHAnsi"/>
                <w:szCs w:val="18"/>
              </w:rPr>
              <w:t xml:space="preserve">Leest hele uren af http://omnidu.nl/app/main.html </w:t>
            </w:r>
          </w:p>
        </w:tc>
        <w:tc>
          <w:tcPr>
            <w:tcW w:w="4803" w:type="dxa"/>
          </w:tcPr>
          <w:p w:rsid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u w:val="single"/>
              </w:rPr>
              <w:lastRenderedPageBreak/>
              <w:t>Methode Rekenboog</w:t>
            </w:r>
            <w:r w:rsidRPr="00A67C0A">
              <w:rPr>
                <w:rFonts w:asciiTheme="minorHAnsi" w:hAnsiTheme="minorHAnsi" w:cstheme="minorHAnsi"/>
                <w:szCs w:val="18"/>
              </w:rPr>
              <w:t xml:space="preserve">: </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Katern de eierdoos niveau 6 (zie digiplein)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 Hoe ziet de doos er van binnen uit?</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2. Wat is er gebeurd? (erbij)</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3. Wat is er gebeurd? (eraf)</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4. Wat is er gebeurd? (erbij en eraf door elkaar)</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5. De doos is dicht (erbij)</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6. De doos is dicht (eraf)</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7. De doos is dicht {erbij en eraf door elkaar)</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8. Erbij: hoeveel eieren in de doos?</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9. Eraf: hoeveel eieren in de doos?</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10. Erbij en eraf: hoeveel eieren in de doos?</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11. Erbij en eraf tegelijk: hoeveel eieren in de doos?</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 xml:space="preserve">12. </w:t>
            </w:r>
            <w:r>
              <w:rPr>
                <w:rFonts w:asciiTheme="minorHAnsi" w:hAnsiTheme="minorHAnsi" w:cstheme="minorHAnsi"/>
                <w:szCs w:val="18"/>
              </w:rPr>
              <w:t>Wat is het verschil?</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u w:val="single"/>
              </w:rPr>
              <w:t>Methode Welgeteld deel 2 van de serie Geldwerk</w:t>
            </w:r>
            <w:r w:rsidRPr="00A67C0A">
              <w:rPr>
                <w:rFonts w:asciiTheme="minorHAnsi" w:hAnsiTheme="minorHAnsi" w:cstheme="minorHAnsi"/>
                <w:szCs w:val="18"/>
              </w:rPr>
              <w:t xml:space="preserve"> Kopieerboek</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Verjaardag 1- Het verlanglijstje</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 xml:space="preserve">Verjaardag 2 </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Verjaardag 3 – Trakteren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Kamp 1– Waar gaan we naar toe?</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Kamp 2– Hoe gaan we naar het kamp?</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Kamp 3 – Het kamp kost geld</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Kamp 4- Wat eten we?</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Kamp 5- Wat doen we vandaag?</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Eten 4- De broodmaaltijd</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Eten 5- De warme maaltijd</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Eten 6- Hoeveel kost gezond eten?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Eten 7- Dit betaal je voor voeding als je zuinig bent</w:t>
            </w:r>
          </w:p>
          <w:p w:rsidR="00A67C0A" w:rsidRPr="00A67C0A" w:rsidRDefault="00A67C0A" w:rsidP="00A67C0A">
            <w:pPr>
              <w:pStyle w:val="Geenafstand"/>
              <w:rPr>
                <w:rFonts w:asciiTheme="minorHAnsi" w:hAnsiTheme="minorHAnsi" w:cstheme="minorHAnsi"/>
                <w:szCs w:val="18"/>
              </w:rPr>
            </w:pPr>
            <w:r>
              <w:rPr>
                <w:rFonts w:asciiTheme="minorHAnsi" w:hAnsiTheme="minorHAnsi" w:cstheme="minorHAnsi"/>
                <w:szCs w:val="18"/>
              </w:rPr>
              <w:t>Eten 8- Let op de prijzen</w:t>
            </w:r>
          </w:p>
          <w:p w:rsidR="00A67C0A" w:rsidRPr="00A67C0A" w:rsidRDefault="00A67C0A" w:rsidP="00A67C0A">
            <w:pPr>
              <w:pStyle w:val="Geenafstand"/>
              <w:rPr>
                <w:rFonts w:asciiTheme="minorHAnsi" w:hAnsiTheme="minorHAnsi" w:cstheme="minorHAnsi"/>
                <w:szCs w:val="18"/>
                <w:u w:val="single"/>
              </w:rPr>
            </w:pPr>
            <w:r w:rsidRPr="00A67C0A">
              <w:rPr>
                <w:rFonts w:asciiTheme="minorHAnsi" w:hAnsiTheme="minorHAnsi" w:cstheme="minorHAnsi"/>
                <w:szCs w:val="18"/>
                <w:u w:val="single"/>
              </w:rPr>
              <w:t>Aanvullend materiaal:</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Hoe bespaar je geld:</w:t>
            </w:r>
          </w:p>
          <w:p w:rsidR="00E46B17"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http://www.schooltv.nl/video/hoeveel-kun-je-besparen-bij-</w:t>
            </w:r>
            <w:r w:rsidRPr="00A67C0A">
              <w:rPr>
                <w:rFonts w:asciiTheme="minorHAnsi" w:hAnsiTheme="minorHAnsi" w:cstheme="minorHAnsi"/>
                <w:szCs w:val="18"/>
              </w:rPr>
              <w:lastRenderedPageBreak/>
              <w:t xml:space="preserve">het-douchen-bespaar-geld-door-korter-te-douchen/playlist/25/ </w:t>
            </w:r>
          </w:p>
        </w:tc>
      </w:tr>
      <w:tr w:rsidR="00374F44" w:rsidRPr="00A67C0A" w:rsidTr="008B7FDF">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lastRenderedPageBreak/>
              <w:t>Leerroute 2: Doelen leerjaar 6 periode 1</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6)</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6</w:t>
            </w:r>
            <w:r w:rsidR="005F3016" w:rsidRPr="00856965">
              <w:rPr>
                <w:rFonts w:asciiTheme="minorHAnsi" w:hAnsiTheme="minorHAnsi" w:cstheme="minorHAnsi"/>
                <w:b/>
                <w:szCs w:val="18"/>
              </w:rPr>
              <w:t xml:space="preserve">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6)</w:t>
            </w:r>
          </w:p>
        </w:tc>
      </w:tr>
      <w:tr w:rsidR="00856965" w:rsidRPr="00A67C0A" w:rsidTr="008B7FDF">
        <w:tc>
          <w:tcPr>
            <w:tcW w:w="4661" w:type="dxa"/>
            <w:gridSpan w:val="2"/>
          </w:tcPr>
          <w:p w:rsidR="00856965" w:rsidRPr="00856965" w:rsidRDefault="00856965" w:rsidP="00856965">
            <w:pPr>
              <w:rPr>
                <w:rFonts w:asciiTheme="minorHAnsi" w:hAnsiTheme="minorHAnsi" w:cstheme="minorHAnsi"/>
                <w:b/>
              </w:rPr>
            </w:pPr>
            <w:r w:rsidRPr="00856965">
              <w:rPr>
                <w:rFonts w:asciiTheme="minorHAnsi" w:hAnsiTheme="minorHAnsi" w:cstheme="minorHAnsi"/>
                <w:b/>
              </w:rPr>
              <w:t>1..2. Koppeling hoeveelheden aan getallen</w:t>
            </w:r>
          </w:p>
          <w:p w:rsidR="00856965" w:rsidRPr="00856965" w:rsidRDefault="00856965" w:rsidP="00856965">
            <w:pPr>
              <w:rPr>
                <w:rFonts w:asciiTheme="minorHAnsi" w:hAnsiTheme="minorHAnsi" w:cstheme="minorHAnsi"/>
              </w:rPr>
            </w:pPr>
            <w:r w:rsidRPr="00856965">
              <w:rPr>
                <w:rFonts w:asciiTheme="minorHAnsi" w:hAnsiTheme="minorHAnsi" w:cstheme="minorHAnsi"/>
              </w:rPr>
              <w:t>Koppelt getalsymbolen t/m 20 aan hoeveelheden en andersom</w:t>
            </w:r>
          </w:p>
          <w:p w:rsidR="00856965" w:rsidRPr="00856965" w:rsidRDefault="00856965" w:rsidP="00856965">
            <w:pPr>
              <w:rPr>
                <w:rFonts w:asciiTheme="minorHAnsi" w:hAnsiTheme="minorHAnsi" w:cstheme="minorHAnsi"/>
                <w:b/>
              </w:rPr>
            </w:pPr>
            <w:r w:rsidRPr="00856965">
              <w:rPr>
                <w:rFonts w:asciiTheme="minorHAnsi" w:hAnsiTheme="minorHAnsi" w:cstheme="minorHAnsi"/>
                <w:b/>
              </w:rPr>
              <w:t>5.1.  Klokkijken</w:t>
            </w:r>
          </w:p>
          <w:p w:rsidR="00856965" w:rsidRPr="00856965" w:rsidRDefault="00856965" w:rsidP="00856965">
            <w:pPr>
              <w:rPr>
                <w:rFonts w:asciiTheme="minorHAnsi" w:hAnsiTheme="minorHAnsi" w:cstheme="minorHAnsi"/>
              </w:rPr>
            </w:pPr>
            <w:r w:rsidRPr="00856965">
              <w:rPr>
                <w:rFonts w:asciiTheme="minorHAnsi" w:hAnsiTheme="minorHAnsi" w:cstheme="minorHAnsi"/>
              </w:rPr>
              <w:t>Koppelt dagelijkse activiteiten aan de hele uren</w:t>
            </w:r>
          </w:p>
          <w:p w:rsidR="00856965" w:rsidRPr="00856965" w:rsidRDefault="00856965" w:rsidP="00856965">
            <w:pPr>
              <w:rPr>
                <w:rFonts w:asciiTheme="minorHAnsi" w:hAnsiTheme="minorHAnsi" w:cstheme="minorHAnsi"/>
                <w:b/>
              </w:rPr>
            </w:pPr>
            <w:r w:rsidRPr="00856965">
              <w:rPr>
                <w:rFonts w:asciiTheme="minorHAnsi" w:hAnsiTheme="minorHAnsi" w:cstheme="minorHAnsi"/>
                <w:b/>
              </w:rPr>
              <w:t>6.1.  Munten en biljetten noemen</w:t>
            </w:r>
          </w:p>
          <w:p w:rsidR="00856965" w:rsidRPr="00856965" w:rsidRDefault="00856965" w:rsidP="00856965">
            <w:pPr>
              <w:rPr>
                <w:rFonts w:asciiTheme="minorHAnsi" w:hAnsiTheme="minorHAnsi" w:cstheme="minorHAnsi"/>
              </w:rPr>
            </w:pPr>
            <w:r w:rsidRPr="00856965">
              <w:rPr>
                <w:rFonts w:asciiTheme="minorHAnsi" w:hAnsiTheme="minorHAnsi" w:cstheme="minorHAnsi"/>
              </w:rPr>
              <w:t>Stelt bedragen t/m 10 euro samen met munten van 1 en 2 euro en een biljet van 5 euro (niveau 7)</w:t>
            </w:r>
          </w:p>
        </w:tc>
        <w:tc>
          <w:tcPr>
            <w:tcW w:w="4803" w:type="dxa"/>
          </w:tcPr>
          <w:p w:rsidR="00856965" w:rsidRPr="00856965" w:rsidRDefault="00856965" w:rsidP="00856965">
            <w:pPr>
              <w:rPr>
                <w:rFonts w:asciiTheme="minorHAnsi" w:hAnsiTheme="minorHAnsi" w:cstheme="minorHAnsi"/>
                <w:b/>
              </w:rPr>
            </w:pPr>
            <w:r w:rsidRPr="00856965">
              <w:rPr>
                <w:rFonts w:asciiTheme="minorHAnsi" w:hAnsiTheme="minorHAnsi" w:cstheme="minorHAnsi"/>
                <w:b/>
              </w:rPr>
              <w:t>2.4. Handig rekenen</w:t>
            </w:r>
          </w:p>
          <w:p w:rsidR="00856965" w:rsidRPr="00856965" w:rsidRDefault="00856965" w:rsidP="00856965">
            <w:pPr>
              <w:rPr>
                <w:rFonts w:asciiTheme="minorHAnsi" w:hAnsiTheme="minorHAnsi" w:cstheme="minorHAnsi"/>
              </w:rPr>
            </w:pPr>
            <w:r w:rsidRPr="00856965">
              <w:rPr>
                <w:rFonts w:asciiTheme="minorHAnsi" w:hAnsiTheme="minorHAnsi" w:cstheme="minorHAnsi"/>
              </w:rPr>
              <w:t>Verdeelt vanuit een context hoeveelheden t/m 10 in 2 of meer groepjes</w:t>
            </w:r>
          </w:p>
          <w:p w:rsidR="00856965" w:rsidRPr="00856965" w:rsidRDefault="00856965" w:rsidP="00856965">
            <w:pPr>
              <w:rPr>
                <w:rFonts w:asciiTheme="minorHAnsi" w:hAnsiTheme="minorHAnsi" w:cstheme="minorHAnsi"/>
                <w:b/>
              </w:rPr>
            </w:pPr>
            <w:r w:rsidRPr="00856965">
              <w:rPr>
                <w:rFonts w:asciiTheme="minorHAnsi" w:hAnsiTheme="minorHAnsi" w:cstheme="minorHAnsi"/>
                <w:b/>
              </w:rPr>
              <w:t>6.3.  Waarde aangeven van munten en biljetten</w:t>
            </w:r>
          </w:p>
          <w:p w:rsidR="00856965" w:rsidRPr="00856965" w:rsidRDefault="00856965" w:rsidP="00856965">
            <w:pPr>
              <w:rPr>
                <w:rFonts w:asciiTheme="minorHAnsi" w:hAnsiTheme="minorHAnsi" w:cstheme="minorHAnsi"/>
              </w:rPr>
            </w:pPr>
            <w:r w:rsidRPr="00856965">
              <w:rPr>
                <w:rFonts w:asciiTheme="minorHAnsi" w:hAnsiTheme="minorHAnsi" w:cstheme="minorHAnsi"/>
              </w:rPr>
              <w:t>Weet dat 2 losse euromunten evenveel waard zijn als een munt van 2 euro (niveau 5)</w:t>
            </w:r>
          </w:p>
          <w:p w:rsidR="00856965" w:rsidRPr="00856965" w:rsidRDefault="00856965" w:rsidP="00856965">
            <w:pPr>
              <w:rPr>
                <w:rFonts w:asciiTheme="minorHAnsi" w:hAnsiTheme="minorHAnsi" w:cstheme="minorHAnsi"/>
              </w:rPr>
            </w:pPr>
          </w:p>
        </w:tc>
      </w:tr>
      <w:tr w:rsidR="005F3016" w:rsidRPr="00A67C0A" w:rsidTr="008B7FDF">
        <w:tc>
          <w:tcPr>
            <w:tcW w:w="4661" w:type="dxa"/>
            <w:gridSpan w:val="2"/>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6 periode 1</w:t>
            </w:r>
          </w:p>
        </w:tc>
        <w:tc>
          <w:tcPr>
            <w:tcW w:w="4803" w:type="dxa"/>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6 periode 2</w:t>
            </w:r>
          </w:p>
        </w:tc>
      </w:tr>
      <w:tr w:rsidR="00E46B17" w:rsidRPr="00A67C0A" w:rsidTr="008B7FDF">
        <w:tc>
          <w:tcPr>
            <w:tcW w:w="4661" w:type="dxa"/>
            <w:gridSpan w:val="2"/>
          </w:tcPr>
          <w:p w:rsidR="00A67C0A" w:rsidRPr="00A67C0A" w:rsidRDefault="00A67C0A" w:rsidP="00A67C0A">
            <w:pPr>
              <w:pStyle w:val="Geenafstand"/>
              <w:rPr>
                <w:rFonts w:asciiTheme="minorHAnsi" w:hAnsiTheme="minorHAnsi" w:cstheme="minorHAnsi"/>
                <w:szCs w:val="18"/>
                <w:u w:val="single"/>
              </w:rPr>
            </w:pPr>
            <w:r w:rsidRPr="00A67C0A">
              <w:rPr>
                <w:rFonts w:asciiTheme="minorHAnsi" w:hAnsiTheme="minorHAnsi" w:cstheme="minorHAnsi"/>
                <w:szCs w:val="18"/>
                <w:u w:val="single"/>
              </w:rPr>
              <w:t xml:space="preserve">Methode Rekenboog: </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Katern eierdozen (2) niveau 6 (zie digiplein)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 Samen 10</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2. Getalbeelden t/m 20 met eierdozen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3. Getalbeelden t/m 20 met eierdozen (herhaling)</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4. Optellen met zichtbare aantallen tussen 10 en 20</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5. Aftrekken met zichtbare aantallen tussen 10 en 20</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6. Optellen en aftrekken door elkaar met zichtbare aantallen tussen 10 en 20</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7. Optellen tussen 10 en 20 met dichte dozen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8. Aftrekken tussen 10 en 20 met dichte dozen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9. Optellen en aftrekken door elkaar tussen 10 en 20 met dichte dozen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Katern klokkijken niveau 6 (zie digiplein)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5. Hoe laat sta je op?</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Katern Geldrekenen niveau 7 (zie digiplein)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 xml:space="preserve">1. Iets kopen voor € 10 met euromunten en briefjes </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2. Winkelen:</w:t>
            </w:r>
            <w:r>
              <w:rPr>
                <w:rFonts w:asciiTheme="minorHAnsi" w:hAnsiTheme="minorHAnsi" w:cstheme="minorHAnsi"/>
                <w:szCs w:val="18"/>
              </w:rPr>
              <w:t xml:space="preserve"> wat kost het bij elkaar? </w:t>
            </w:r>
          </w:p>
          <w:p w:rsidR="00A67C0A" w:rsidRPr="00A67C0A" w:rsidRDefault="00A67C0A" w:rsidP="00A67C0A">
            <w:pPr>
              <w:pStyle w:val="Geenafstand"/>
              <w:rPr>
                <w:rFonts w:asciiTheme="minorHAnsi" w:hAnsiTheme="minorHAnsi" w:cstheme="minorHAnsi"/>
                <w:szCs w:val="18"/>
                <w:u w:val="single"/>
              </w:rPr>
            </w:pPr>
            <w:r w:rsidRPr="00A67C0A">
              <w:rPr>
                <w:rFonts w:asciiTheme="minorHAnsi" w:hAnsiTheme="minorHAnsi" w:cstheme="minorHAnsi"/>
                <w:szCs w:val="18"/>
                <w:u w:val="single"/>
              </w:rPr>
              <w:t xml:space="preserve">Methode Kies &amp; Reken </w:t>
            </w:r>
          </w:p>
          <w:p w:rsidR="00A67C0A" w:rsidRPr="00A67C0A" w:rsidRDefault="00A67C0A" w:rsidP="00A67C0A">
            <w:pPr>
              <w:pStyle w:val="Geenafstand"/>
              <w:rPr>
                <w:rFonts w:asciiTheme="minorHAnsi" w:hAnsiTheme="minorHAnsi" w:cstheme="minorHAnsi"/>
                <w:szCs w:val="18"/>
              </w:rPr>
            </w:pPr>
            <w:r>
              <w:rPr>
                <w:rFonts w:asciiTheme="minorHAnsi" w:hAnsiTheme="minorHAnsi" w:cstheme="minorHAnsi"/>
                <w:szCs w:val="18"/>
              </w:rPr>
              <w:t>Werkblok spelenderwijs rekenen</w:t>
            </w:r>
          </w:p>
          <w:p w:rsidR="00A67C0A" w:rsidRPr="00A67C0A" w:rsidRDefault="00A67C0A" w:rsidP="00A67C0A">
            <w:pPr>
              <w:pStyle w:val="Geenafstand"/>
              <w:rPr>
                <w:rFonts w:asciiTheme="minorHAnsi" w:hAnsiTheme="minorHAnsi" w:cstheme="minorHAnsi"/>
                <w:szCs w:val="18"/>
                <w:u w:val="single"/>
              </w:rPr>
            </w:pPr>
            <w:r w:rsidRPr="00A67C0A">
              <w:rPr>
                <w:rFonts w:asciiTheme="minorHAnsi" w:hAnsiTheme="minorHAnsi" w:cstheme="minorHAnsi"/>
                <w:szCs w:val="18"/>
                <w:u w:val="single"/>
              </w:rPr>
              <w:t>App:</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Klok coach en Moji klok Le</w:t>
            </w:r>
            <w:r>
              <w:rPr>
                <w:rFonts w:asciiTheme="minorHAnsi" w:hAnsiTheme="minorHAnsi" w:cstheme="minorHAnsi"/>
                <w:szCs w:val="18"/>
              </w:rPr>
              <w:t xml:space="preserve">ren klokkijken op eigen niveau </w:t>
            </w:r>
          </w:p>
          <w:p w:rsidR="00A67C0A" w:rsidRPr="00A67C0A" w:rsidRDefault="00A67C0A" w:rsidP="00A67C0A">
            <w:pPr>
              <w:pStyle w:val="Geenafstand"/>
              <w:rPr>
                <w:rFonts w:asciiTheme="minorHAnsi" w:hAnsiTheme="minorHAnsi" w:cstheme="minorHAnsi"/>
                <w:szCs w:val="18"/>
                <w:u w:val="single"/>
              </w:rPr>
            </w:pPr>
            <w:r w:rsidRPr="00A67C0A">
              <w:rPr>
                <w:rFonts w:asciiTheme="minorHAnsi" w:hAnsiTheme="minorHAnsi" w:cstheme="minorHAnsi"/>
                <w:szCs w:val="18"/>
                <w:u w:val="single"/>
              </w:rPr>
              <w:t>Aanvullend materiaal:</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Doeplaat week van het geld:</w:t>
            </w:r>
          </w:p>
          <w:p w:rsidR="00A67C0A" w:rsidRPr="00A67C0A" w:rsidRDefault="00DF4C19" w:rsidP="00A67C0A">
            <w:pPr>
              <w:pStyle w:val="Geenafstand"/>
              <w:rPr>
                <w:rFonts w:asciiTheme="minorHAnsi" w:hAnsiTheme="minorHAnsi" w:cstheme="minorHAnsi"/>
                <w:szCs w:val="18"/>
              </w:rPr>
            </w:pPr>
            <w:hyperlink r:id="rId6" w:history="1">
              <w:r w:rsidR="00A67C0A" w:rsidRPr="00A67C0A">
                <w:rPr>
                  <w:rStyle w:val="Hyperlink"/>
                  <w:rFonts w:asciiTheme="minorHAnsi" w:hAnsiTheme="minorHAnsi" w:cstheme="minorHAnsi"/>
                  <w:szCs w:val="18"/>
                </w:rPr>
                <w:t>http://www.weekvanhetgeld.nl/sites/</w:t>
              </w:r>
            </w:hyperlink>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default/files/Doeplaat%20Week%20van%20het%20</w:t>
            </w:r>
          </w:p>
          <w:p w:rsidR="00E46B17"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geld.pdf</w:t>
            </w:r>
          </w:p>
        </w:tc>
        <w:tc>
          <w:tcPr>
            <w:tcW w:w="4803" w:type="dxa"/>
          </w:tcPr>
          <w:p w:rsidR="00A67C0A" w:rsidRPr="00A67C0A" w:rsidRDefault="00A67C0A" w:rsidP="00A67C0A">
            <w:pPr>
              <w:pStyle w:val="Geenafstand"/>
              <w:rPr>
                <w:rFonts w:asciiTheme="minorHAnsi" w:hAnsiTheme="minorHAnsi" w:cstheme="minorHAnsi"/>
                <w:szCs w:val="18"/>
                <w:u w:val="single"/>
              </w:rPr>
            </w:pPr>
            <w:r w:rsidRPr="00A67C0A">
              <w:rPr>
                <w:rFonts w:asciiTheme="minorHAnsi" w:hAnsiTheme="minorHAnsi" w:cstheme="minorHAnsi"/>
                <w:szCs w:val="18"/>
                <w:u w:val="single"/>
              </w:rPr>
              <w:t>Methode Rekenboog:</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Katern Werken met vingerbeelden niveau 6 (zie digiplein)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 Gevarieerd oefenen met vingerbeelden (3)</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2. Wat is er gebeurd? (erbij)</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3. Eraf: hoeveel vingers zijn het nu?</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4. Wat is er gebeurd? (eraf)</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5. Erbij of eraf: hoeveel vingers zijn het nu?</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6. Wat is er gebeurd? (erbij of eraf)</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7. Hoeveelheden optellen0</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8. Hoeveelheden aftrekken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Katern rekenlintjes niveau 6 (zie digiplein)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1.Goochelen met Rekenlintjes</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2. Goochelen met Rekenlintjes (tweetallen)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Katern De eierdoos niveau 6 (zie digiplein)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 Hoe ziet de doos er van binnen uit?</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2. Wat is er gebeurd? (erbij)</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3. Wat is er gebeurd? (eraf)</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4. Wat is er gebeurd? (erbij en eraf door elkaar)</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5. De doos is dicht (erbij)6</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6. De doos is dicht (eraf)</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7. De doos is dicht (erbij en eraf door elkaar)</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8. Erbij: hoeveel eieren in de doos?</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9. Eraf: hoeveel eieren in de doos?</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10. Erbij en eraf: hoeveel eieren in de doos?</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11. Erbij en eraf tegelijk: hoeveel eieren in de doos?</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12. Wat is het verschil?</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Katern Geldverkennen niveau 5 (zie digiplein)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1. Past niet, wisselen</w:t>
            </w:r>
          </w:p>
          <w:p w:rsidR="00A67C0A"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3. Schatten vergelijken</w:t>
            </w:r>
          </w:p>
          <w:p w:rsidR="00E46B17" w:rsidRPr="00A67C0A" w:rsidRDefault="00A67C0A" w:rsidP="00A67C0A">
            <w:pPr>
              <w:pStyle w:val="Geenafstand"/>
              <w:rPr>
                <w:rFonts w:asciiTheme="minorHAnsi" w:hAnsiTheme="minorHAnsi" w:cstheme="minorHAnsi"/>
                <w:szCs w:val="18"/>
              </w:rPr>
            </w:pPr>
            <w:r w:rsidRPr="00A67C0A">
              <w:rPr>
                <w:rFonts w:asciiTheme="minorHAnsi" w:hAnsiTheme="minorHAnsi" w:cstheme="minorHAnsi"/>
                <w:szCs w:val="18"/>
              </w:rPr>
              <w:t>4. Schatten zoeken: geld tellen</w:t>
            </w:r>
          </w:p>
        </w:tc>
      </w:tr>
      <w:tr w:rsidR="00A27AF9" w:rsidRPr="00A67C0A" w:rsidTr="008B7FDF">
        <w:tc>
          <w:tcPr>
            <w:tcW w:w="1809" w:type="dxa"/>
            <w:shd w:val="clear" w:color="auto" w:fill="FF0000"/>
          </w:tcPr>
          <w:p w:rsidR="00A27AF9" w:rsidRPr="00A67C0A" w:rsidRDefault="00A27AF9"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Leertijd</w:t>
            </w:r>
          </w:p>
        </w:tc>
        <w:tc>
          <w:tcPr>
            <w:tcW w:w="7655" w:type="dxa"/>
            <w:gridSpan w:val="2"/>
          </w:tcPr>
          <w:p w:rsidR="00A27AF9" w:rsidRDefault="00DB2F59" w:rsidP="00A27AF9">
            <w:pPr>
              <w:rPr>
                <w:rFonts w:asciiTheme="minorHAnsi" w:hAnsiTheme="minorHAnsi" w:cstheme="minorHAnsi"/>
                <w:szCs w:val="18"/>
              </w:rPr>
            </w:pPr>
            <w:r>
              <w:rPr>
                <w:rFonts w:asciiTheme="minorHAnsi" w:hAnsiTheme="minorHAnsi" w:cstheme="minorHAnsi"/>
                <w:szCs w:val="18"/>
              </w:rPr>
              <w:t xml:space="preserve">Onderbouw:    </w:t>
            </w:r>
            <w:r w:rsidR="00A27AF9" w:rsidRPr="00A67C0A">
              <w:rPr>
                <w:rFonts w:asciiTheme="minorHAnsi" w:hAnsiTheme="minorHAnsi" w:cstheme="minorHAnsi"/>
                <w:szCs w:val="18"/>
              </w:rPr>
              <w:t>Per week: 2 lesuren van 45 minuten of</w:t>
            </w:r>
            <w:r>
              <w:rPr>
                <w:rFonts w:asciiTheme="minorHAnsi" w:hAnsiTheme="minorHAnsi" w:cstheme="minorHAnsi"/>
                <w:szCs w:val="18"/>
              </w:rPr>
              <w:t xml:space="preserve"> 1.5 uur </w:t>
            </w:r>
          </w:p>
          <w:p w:rsidR="00DB2F59" w:rsidRDefault="00DB2F59" w:rsidP="00A27AF9">
            <w:pPr>
              <w:rPr>
                <w:rFonts w:asciiTheme="minorHAnsi" w:hAnsiTheme="minorHAnsi" w:cstheme="minorHAnsi"/>
                <w:szCs w:val="18"/>
              </w:rPr>
            </w:pPr>
            <w:r>
              <w:rPr>
                <w:rFonts w:asciiTheme="minorHAnsi" w:hAnsiTheme="minorHAnsi" w:cstheme="minorHAnsi"/>
                <w:szCs w:val="18"/>
              </w:rPr>
              <w:t xml:space="preserve">Middenbouw: </w:t>
            </w:r>
            <w:r w:rsidR="00602F3C" w:rsidRPr="00602F3C">
              <w:rPr>
                <w:rFonts w:asciiTheme="minorHAnsi" w:hAnsiTheme="minorHAnsi" w:cstheme="minorHAnsi"/>
                <w:szCs w:val="18"/>
              </w:rPr>
              <w:t>Per week: 1 lesuur van 45 minuten</w:t>
            </w:r>
          </w:p>
          <w:p w:rsidR="00A27AF9" w:rsidRPr="00A67C0A" w:rsidRDefault="00DB2F59" w:rsidP="00DE12F6">
            <w:pPr>
              <w:rPr>
                <w:rFonts w:asciiTheme="minorHAnsi" w:hAnsiTheme="minorHAnsi" w:cstheme="minorHAnsi"/>
                <w:szCs w:val="18"/>
              </w:rPr>
            </w:pPr>
            <w:r>
              <w:rPr>
                <w:rFonts w:asciiTheme="minorHAnsi" w:hAnsiTheme="minorHAnsi" w:cstheme="minorHAnsi"/>
                <w:szCs w:val="18"/>
              </w:rPr>
              <w:t xml:space="preserve">Bovenbouw:    </w:t>
            </w:r>
            <w:r w:rsidRPr="00DB2F59">
              <w:rPr>
                <w:rFonts w:asciiTheme="minorHAnsi" w:hAnsiTheme="minorHAnsi" w:cstheme="minorHAnsi"/>
                <w:szCs w:val="18"/>
              </w:rPr>
              <w:t>Per week: 1 lesuur van 45 minuten</w:t>
            </w:r>
            <w:r w:rsidR="00602F3C">
              <w:rPr>
                <w:rFonts w:asciiTheme="minorHAnsi" w:hAnsiTheme="minorHAnsi" w:cstheme="minorHAnsi"/>
                <w:szCs w:val="18"/>
              </w:rPr>
              <w:t xml:space="preserve"> </w:t>
            </w:r>
            <w:r w:rsidR="00DE12F6">
              <w:rPr>
                <w:rFonts w:asciiTheme="minorHAnsi" w:hAnsiTheme="minorHAnsi" w:cstheme="minorHAnsi"/>
                <w:szCs w:val="18"/>
              </w:rPr>
              <w:t>(zie lesurentabel</w:t>
            </w:r>
            <w:r w:rsidR="00A27AF9" w:rsidRPr="00A67C0A">
              <w:rPr>
                <w:rFonts w:asciiTheme="minorHAnsi" w:hAnsiTheme="minorHAnsi" w:cstheme="minorHAnsi"/>
                <w:szCs w:val="18"/>
              </w:rPr>
              <w:t xml:space="preserve"> VSO DOS) </w:t>
            </w:r>
          </w:p>
        </w:tc>
      </w:tr>
      <w:tr w:rsidR="00AE1300" w:rsidRPr="00A67C0A" w:rsidTr="008B7FDF">
        <w:tc>
          <w:tcPr>
            <w:tcW w:w="1809" w:type="dxa"/>
            <w:shd w:val="clear" w:color="auto" w:fill="FF0000"/>
          </w:tcPr>
          <w:p w:rsidR="00AE1300" w:rsidRPr="00A67C0A" w:rsidRDefault="00AE130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 xml:space="preserve">Didactisch </w:t>
            </w:r>
          </w:p>
        </w:tc>
        <w:tc>
          <w:tcPr>
            <w:tcW w:w="7655" w:type="dxa"/>
            <w:gridSpan w:val="2"/>
          </w:tcPr>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Zorgt voor de inhoud van iedere les volgens het directe instructiemodel (DIM) (activeren voorkennis, aangeven doel van de les, (verlengde) instructie, begeleide (in)oefening, zelfstandige verwerking, evaluatie) </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Hanteert concreet taalgebruik, vermijdt lange zinnen, bevestigt de leerling in wat hij kan. </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Gebruikt visuele ondersteuning d.m.v. picto’s, gebaren,  foto’s, stappenplan, extra materialen/(digitale)hulpmiddelen.  </w:t>
            </w:r>
          </w:p>
          <w:p w:rsidR="00AE1300" w:rsidRPr="00A67C0A" w:rsidRDefault="00AE1300" w:rsidP="001F2AF5">
            <w:pPr>
              <w:rPr>
                <w:rFonts w:asciiTheme="minorHAnsi" w:hAnsiTheme="minorHAnsi" w:cstheme="minorHAnsi"/>
                <w:szCs w:val="18"/>
              </w:rPr>
            </w:pPr>
            <w:r w:rsidRPr="00A67C0A">
              <w:rPr>
                <w:rFonts w:asciiTheme="minorHAnsi" w:hAnsiTheme="minorHAnsi" w:cstheme="minorHAnsi"/>
                <w:szCs w:val="18"/>
              </w:rPr>
              <w:t xml:space="preserve">Garandeert afwisseling en uitdaging gericht op de belevingswereld van de leerling. </w:t>
            </w:r>
          </w:p>
          <w:p w:rsidR="00CE3D01" w:rsidRDefault="00AE1300" w:rsidP="00893B68">
            <w:pPr>
              <w:rPr>
                <w:rFonts w:asciiTheme="minorHAnsi" w:hAnsiTheme="minorHAnsi" w:cstheme="minorHAnsi"/>
                <w:szCs w:val="18"/>
              </w:rPr>
            </w:pPr>
            <w:r w:rsidRPr="00A67C0A">
              <w:rPr>
                <w:rFonts w:asciiTheme="minorHAnsi" w:hAnsiTheme="minorHAnsi" w:cstheme="minorHAnsi"/>
                <w:szCs w:val="18"/>
              </w:rPr>
              <w:t>Is in staat onderwijs aan</w:t>
            </w:r>
            <w:r w:rsidR="00CE3D01">
              <w:rPr>
                <w:rFonts w:asciiTheme="minorHAnsi" w:hAnsiTheme="minorHAnsi" w:cstheme="minorHAnsi"/>
                <w:szCs w:val="18"/>
              </w:rPr>
              <w:t>.</w:t>
            </w:r>
          </w:p>
          <w:p w:rsidR="00CE3D01" w:rsidRPr="00A67C0A" w:rsidRDefault="00CE3D01" w:rsidP="00CE3D01">
            <w:pPr>
              <w:rPr>
                <w:rFonts w:asciiTheme="minorHAnsi" w:hAnsiTheme="minorHAnsi" w:cstheme="minorHAnsi"/>
                <w:szCs w:val="18"/>
              </w:rPr>
            </w:pPr>
            <w:r w:rsidRPr="00CE3D01">
              <w:rPr>
                <w:rFonts w:asciiTheme="minorHAnsi" w:hAnsiTheme="minorHAnsi" w:cstheme="minorHAnsi"/>
                <w:szCs w:val="18"/>
              </w:rPr>
              <w:t>Ana</w:t>
            </w:r>
            <w:r>
              <w:rPr>
                <w:rFonts w:asciiTheme="minorHAnsi" w:hAnsiTheme="minorHAnsi" w:cstheme="minorHAnsi"/>
                <w:szCs w:val="18"/>
              </w:rPr>
              <w:t>lyseert de geplande observatie</w:t>
            </w:r>
            <w:r w:rsidRPr="00CE3D01">
              <w:rPr>
                <w:rFonts w:asciiTheme="minorHAnsi" w:hAnsiTheme="minorHAnsi" w:cstheme="minorHAnsi"/>
                <w:szCs w:val="18"/>
              </w:rPr>
              <w:t xml:space="preserve">. Hieruit haalt hij met welk onderdeel of onderdelen een leerling moeite heeft. Dit onderdeel of deze onderdelen worden extra aangeboden/geoefend met de leerling(en). </w:t>
            </w:r>
            <w:r w:rsidR="00AE1300" w:rsidRPr="00A67C0A">
              <w:rPr>
                <w:rFonts w:asciiTheme="minorHAnsi" w:hAnsiTheme="minorHAnsi" w:cstheme="minorHAnsi"/>
                <w:szCs w:val="18"/>
              </w:rPr>
              <w:t xml:space="preserve">te bieden via verschillende zintuigen (sensomotorische integratie) </w:t>
            </w:r>
          </w:p>
        </w:tc>
      </w:tr>
      <w:tr w:rsidR="00AE1300" w:rsidRPr="00A67C0A" w:rsidTr="008B7FDF">
        <w:tc>
          <w:tcPr>
            <w:tcW w:w="1809" w:type="dxa"/>
            <w:shd w:val="clear" w:color="auto" w:fill="FF0000"/>
          </w:tcPr>
          <w:p w:rsidR="00AE1300" w:rsidRPr="00A67C0A" w:rsidRDefault="00AE130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Pedagogisch</w:t>
            </w:r>
          </w:p>
        </w:tc>
        <w:tc>
          <w:tcPr>
            <w:tcW w:w="7655" w:type="dxa"/>
            <w:gridSpan w:val="2"/>
          </w:tcPr>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lastRenderedPageBreak/>
              <w:t>Geeft positieve feedback (complimenten), formuleert gewenst gedrag, heeft aandacht voor het oplossen van conflicten (respectvol omgaan met elkaar) en/of observeert leerlingen.</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Is alert op over- en onderschatting.</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Anticipeert en treedt adequaat op bij over- en onderprikkeling.</w:t>
            </w:r>
          </w:p>
          <w:p w:rsidR="00AE1300" w:rsidRPr="00A67C0A" w:rsidRDefault="00AE1300" w:rsidP="00EC563B">
            <w:pPr>
              <w:rPr>
                <w:rFonts w:asciiTheme="minorHAnsi" w:hAnsiTheme="minorHAnsi" w:cstheme="minorHAnsi"/>
                <w:szCs w:val="18"/>
              </w:rPr>
            </w:pPr>
            <w:r w:rsidRPr="00A67C0A">
              <w:rPr>
                <w:rFonts w:asciiTheme="minorHAnsi" w:hAnsiTheme="minorHAnsi" w:cstheme="minorHAnsi"/>
                <w:szCs w:val="18"/>
              </w:rPr>
              <w:t>Zet in op wat de leerling (zelf) kan en biedt van daaruit nieuwe vaardigheden of kennis aan en stelt daarbij duidelijke kaders.</w:t>
            </w:r>
          </w:p>
          <w:p w:rsidR="00AE1300" w:rsidRPr="00A67C0A" w:rsidRDefault="00AE1300" w:rsidP="00EC563B">
            <w:pPr>
              <w:rPr>
                <w:rFonts w:asciiTheme="minorHAnsi" w:hAnsiTheme="minorHAnsi" w:cstheme="minorHAnsi"/>
                <w:szCs w:val="18"/>
              </w:rPr>
            </w:pPr>
            <w:r w:rsidRPr="00A67C0A">
              <w:rPr>
                <w:rFonts w:asciiTheme="minorHAnsi" w:hAnsiTheme="minorHAnsi" w:cstheme="minorHAnsi"/>
                <w:szCs w:val="18"/>
              </w:rPr>
              <w:t xml:space="preserve">Hanteert de gedragscode (‘dichtbij en op afstand’). </w:t>
            </w:r>
          </w:p>
        </w:tc>
      </w:tr>
      <w:tr w:rsidR="00AE1300" w:rsidRPr="00A67C0A" w:rsidTr="008B7FDF">
        <w:tc>
          <w:tcPr>
            <w:tcW w:w="1809" w:type="dxa"/>
            <w:shd w:val="clear" w:color="auto" w:fill="FF0000"/>
          </w:tcPr>
          <w:p w:rsidR="00AE1300" w:rsidRPr="00A67C0A" w:rsidRDefault="00AE130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lastRenderedPageBreak/>
              <w:t>Klassenmanagement</w:t>
            </w:r>
          </w:p>
        </w:tc>
        <w:tc>
          <w:tcPr>
            <w:tcW w:w="7655" w:type="dxa"/>
            <w:gridSpan w:val="2"/>
          </w:tcPr>
          <w:p w:rsidR="00AE1300" w:rsidRPr="00A67C0A" w:rsidRDefault="00AE1300" w:rsidP="00AA292C">
            <w:pPr>
              <w:rPr>
                <w:rFonts w:asciiTheme="minorHAnsi" w:hAnsiTheme="minorHAnsi" w:cstheme="minorHAnsi"/>
                <w:szCs w:val="18"/>
              </w:rPr>
            </w:pPr>
            <w:r w:rsidRPr="00A67C0A">
              <w:rPr>
                <w:rFonts w:asciiTheme="minorHAnsi" w:hAnsiTheme="minorHAnsi" w:cstheme="minorHAnsi"/>
                <w:szCs w:val="18"/>
              </w:rPr>
              <w:t xml:space="preserve">De leraar </w:t>
            </w:r>
          </w:p>
          <w:p w:rsidR="00AE1300" w:rsidRPr="00A67C0A" w:rsidRDefault="00AE1300" w:rsidP="00AA292C">
            <w:pPr>
              <w:rPr>
                <w:rFonts w:asciiTheme="minorHAnsi" w:hAnsiTheme="minorHAnsi" w:cstheme="minorHAnsi"/>
                <w:szCs w:val="18"/>
              </w:rPr>
            </w:pPr>
            <w:r w:rsidRPr="00A67C0A">
              <w:rPr>
                <w:rFonts w:asciiTheme="minorHAnsi" w:hAnsiTheme="minorHAnsi" w:cstheme="minorHAnsi"/>
                <w:szCs w:val="18"/>
              </w:rPr>
              <w:t>Richt het  lokaal/omgeving  in aangepast aan de onderwijsbehoefte/ veiligheid/niveau van</w:t>
            </w:r>
            <w:r w:rsidRPr="00A67C0A">
              <w:rPr>
                <w:rFonts w:asciiTheme="minorHAnsi" w:hAnsiTheme="minorHAnsi" w:cstheme="minorHAnsi"/>
                <w:color w:val="0070C0"/>
                <w:szCs w:val="18"/>
              </w:rPr>
              <w:t xml:space="preserve"> </w:t>
            </w:r>
            <w:r w:rsidRPr="00A67C0A">
              <w:rPr>
                <w:rFonts w:asciiTheme="minorHAnsi" w:hAnsiTheme="minorHAnsi" w:cstheme="minorHAnsi"/>
                <w:szCs w:val="18"/>
              </w:rPr>
              <w:t>de leerling.</w:t>
            </w:r>
          </w:p>
          <w:p w:rsidR="00AE1300" w:rsidRPr="00A67C0A" w:rsidRDefault="00AE1300" w:rsidP="00C24F84">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AE1300" w:rsidRPr="00A67C0A" w:rsidRDefault="00AE1300" w:rsidP="00C24F84">
            <w:pPr>
              <w:rPr>
                <w:rFonts w:asciiTheme="minorHAnsi" w:hAnsiTheme="minorHAnsi" w:cstheme="minorHAnsi"/>
                <w:szCs w:val="18"/>
              </w:rPr>
            </w:pPr>
            <w:r w:rsidRPr="00A67C0A">
              <w:rPr>
                <w:rFonts w:asciiTheme="minorHAnsi" w:hAnsiTheme="minorHAnsi" w:cstheme="minorHAnsi"/>
                <w:szCs w:val="18"/>
              </w:rPr>
              <w:t>Zorgt dat medische gegevens, groepsplannen en (week)planning in de klassenmap of op een afgesproken plek liggen.</w:t>
            </w:r>
          </w:p>
          <w:p w:rsidR="00AE1300" w:rsidRPr="00A67C0A" w:rsidRDefault="00AE1300" w:rsidP="00C24F84">
            <w:pPr>
              <w:rPr>
                <w:rFonts w:asciiTheme="minorHAnsi" w:hAnsiTheme="minorHAnsi" w:cstheme="minorHAnsi"/>
                <w:szCs w:val="18"/>
              </w:rPr>
            </w:pPr>
            <w:r w:rsidRPr="00A67C0A">
              <w:rPr>
                <w:rFonts w:asciiTheme="minorHAnsi" w:hAnsiTheme="minorHAnsi" w:cstheme="minorHAnsi"/>
                <w:szCs w:val="18"/>
              </w:rPr>
              <w:t xml:space="preserve">Zorgt voor de inhoud van de les en organisatie van werkvormen (verlengde instructie, om en om instructie, instructietafel, subgroepjes, groepsdoorbrekend, tutoring, duoleren, preteaching, reteaching). </w:t>
            </w:r>
          </w:p>
          <w:p w:rsidR="00AE1300" w:rsidRPr="00A67C0A" w:rsidRDefault="00C3633D" w:rsidP="00C24F84">
            <w:pPr>
              <w:rPr>
                <w:rFonts w:asciiTheme="minorHAnsi" w:hAnsiTheme="minorHAnsi" w:cstheme="minorHAnsi"/>
                <w:color w:val="FF0000"/>
                <w:szCs w:val="18"/>
              </w:rPr>
            </w:pPr>
            <w:r w:rsidRPr="00C3633D">
              <w:rPr>
                <w:rFonts w:asciiTheme="minorHAnsi" w:hAnsiTheme="minorHAnsi" w:cstheme="minorHAnsi"/>
                <w:szCs w:val="18"/>
              </w:rPr>
              <w:t xml:space="preserve">MB en BB: </w:t>
            </w:r>
            <w:r w:rsidR="00AE1300" w:rsidRPr="00A67C0A">
              <w:rPr>
                <w:rFonts w:asciiTheme="minorHAnsi" w:hAnsiTheme="minorHAnsi" w:cstheme="minorHAnsi"/>
                <w:szCs w:val="18"/>
              </w:rPr>
              <w:t xml:space="preserve">Plant de cognitieve vakken op een ander tijdstip in dezelfde week als een leerling in de midden- en bovenbouw die dag op stage is. </w:t>
            </w:r>
          </w:p>
        </w:tc>
      </w:tr>
      <w:tr w:rsidR="00AE1300" w:rsidRPr="00A67C0A" w:rsidTr="008B7FDF">
        <w:tc>
          <w:tcPr>
            <w:tcW w:w="1809" w:type="dxa"/>
            <w:shd w:val="clear" w:color="auto" w:fill="FF0000"/>
          </w:tcPr>
          <w:p w:rsidR="00AE1300" w:rsidRPr="00A67C0A" w:rsidRDefault="00AE130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Geplande observatie</w:t>
            </w:r>
          </w:p>
          <w:p w:rsidR="00AE1300" w:rsidRPr="00A67C0A" w:rsidRDefault="00AE1300" w:rsidP="00050B2B">
            <w:pPr>
              <w:rPr>
                <w:rFonts w:asciiTheme="minorHAnsi" w:hAnsiTheme="minorHAnsi" w:cstheme="minorHAnsi"/>
                <w:b/>
                <w:color w:val="FFFFFF" w:themeColor="background1"/>
                <w:szCs w:val="18"/>
              </w:rPr>
            </w:pPr>
          </w:p>
        </w:tc>
        <w:tc>
          <w:tcPr>
            <w:tcW w:w="7655" w:type="dxa"/>
            <w:gridSpan w:val="2"/>
          </w:tcPr>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AE1300" w:rsidRPr="00A67C0A" w:rsidRDefault="00AE1300" w:rsidP="005F1791">
            <w:pPr>
              <w:rPr>
                <w:rFonts w:asciiTheme="minorHAnsi" w:hAnsiTheme="minorHAnsi" w:cstheme="minorHAnsi"/>
                <w:szCs w:val="18"/>
              </w:rPr>
            </w:pPr>
            <w:r w:rsidRPr="00A67C0A">
              <w:rPr>
                <w:rFonts w:asciiTheme="minorHAnsi" w:hAnsiTheme="minorHAnsi" w:cstheme="minorHAnsi"/>
                <w:szCs w:val="18"/>
              </w:rPr>
              <w:t>De leraar evalueert aan het einde van de periode (toetsweken)  de hoofddoelen en subdoelen d.m.v. geplande observatie of CITO-VSO dagbesteding. Bij de observaties wordt gebruik gemaakt van het document. ‘Criteria doel wel-niet behaald. Werkt</w:t>
            </w:r>
            <w:r w:rsidRPr="00A67C0A">
              <w:rPr>
                <w:rFonts w:asciiTheme="minorHAnsi" w:hAnsiTheme="minorHAnsi" w:cstheme="minorHAnsi"/>
                <w:color w:val="948A54" w:themeColor="background2" w:themeShade="80"/>
                <w:szCs w:val="18"/>
              </w:rPr>
              <w:t xml:space="preserve"> </w:t>
            </w:r>
            <w:r w:rsidRPr="00A67C0A">
              <w:rPr>
                <w:rFonts w:asciiTheme="minorHAnsi" w:hAnsiTheme="minorHAnsi" w:cstheme="minorHAnsi"/>
                <w:szCs w:val="18"/>
              </w:rPr>
              <w:t xml:space="preserve">het VSO met modules, kunnen de hoofd- en subdoelen na iedere module- periode geëvalueerd worden. Heeft de leerling 3 van de 5 opgaven goed, is het doel behaald.  </w:t>
            </w:r>
          </w:p>
        </w:tc>
      </w:tr>
    </w:tbl>
    <w:p w:rsidR="00507B8E" w:rsidRDefault="00507B8E" w:rsidP="00412091">
      <w:pPr>
        <w:pStyle w:val="Geenafstand"/>
        <w:rPr>
          <w:rFonts w:asciiTheme="minorHAnsi" w:hAnsiTheme="minorHAnsi" w:cstheme="minorHAnsi"/>
          <w:b/>
          <w:szCs w:val="18"/>
          <w:u w:val="single"/>
        </w:rPr>
      </w:pPr>
    </w:p>
    <w:p w:rsidR="00412091" w:rsidRPr="00A67C0A" w:rsidRDefault="00507B8E" w:rsidP="00507B8E">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464" w:type="dxa"/>
        <w:tblLook w:val="04A0" w:firstRow="1" w:lastRow="0" w:firstColumn="1" w:lastColumn="0" w:noHBand="0" w:noVBand="1"/>
      </w:tblPr>
      <w:tblGrid>
        <w:gridCol w:w="1951"/>
        <w:gridCol w:w="2710"/>
        <w:gridCol w:w="4803"/>
      </w:tblGrid>
      <w:tr w:rsidR="00856965" w:rsidRPr="00A67C0A" w:rsidTr="00181F0E">
        <w:tc>
          <w:tcPr>
            <w:tcW w:w="4661" w:type="dxa"/>
            <w:gridSpan w:val="2"/>
            <w:shd w:val="clear" w:color="auto" w:fill="FFFF00"/>
          </w:tcPr>
          <w:p w:rsidR="00856965" w:rsidRPr="00A67C0A" w:rsidRDefault="00856965" w:rsidP="00D13BCD">
            <w:pPr>
              <w:pStyle w:val="Geenafstand"/>
              <w:rPr>
                <w:rFonts w:asciiTheme="minorHAnsi" w:hAnsiTheme="minorHAnsi" w:cstheme="minorHAnsi"/>
                <w:b/>
                <w:szCs w:val="18"/>
              </w:rPr>
            </w:pPr>
            <w:r w:rsidRPr="00A67C0A">
              <w:rPr>
                <w:rFonts w:asciiTheme="minorHAnsi" w:hAnsiTheme="minorHAnsi" w:cstheme="minorHAnsi"/>
                <w:b/>
                <w:szCs w:val="18"/>
              </w:rPr>
              <w:lastRenderedPageBreak/>
              <w:t xml:space="preserve">Leerroute 3: </w:t>
            </w:r>
            <w:r>
              <w:rPr>
                <w:rFonts w:asciiTheme="minorHAnsi" w:hAnsiTheme="minorHAnsi" w:cstheme="minorHAnsi"/>
                <w:b/>
                <w:szCs w:val="18"/>
              </w:rPr>
              <w:t>Doelen leerjaar 1 periode 1</w:t>
            </w:r>
            <w:r w:rsidR="00D13BCD">
              <w:rPr>
                <w:rFonts w:asciiTheme="minorHAnsi" w:hAnsiTheme="minorHAnsi" w:cstheme="minorHAnsi"/>
                <w:b/>
                <w:szCs w:val="18"/>
              </w:rPr>
              <w:t xml:space="preserve"> (niveau 6)</w:t>
            </w:r>
          </w:p>
        </w:tc>
        <w:tc>
          <w:tcPr>
            <w:tcW w:w="4803" w:type="dxa"/>
            <w:shd w:val="clear" w:color="auto" w:fill="FFFF00"/>
          </w:tcPr>
          <w:p w:rsidR="00856965" w:rsidRPr="00A67C0A" w:rsidRDefault="00856965" w:rsidP="00856965">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 xml:space="preserve">Doelen </w:t>
            </w:r>
            <w:r w:rsidR="00D13BCD">
              <w:rPr>
                <w:rFonts w:asciiTheme="minorHAnsi" w:hAnsiTheme="minorHAnsi" w:cstheme="minorHAnsi"/>
                <w:b/>
                <w:szCs w:val="18"/>
              </w:rPr>
              <w:t>niveau 6 l</w:t>
            </w:r>
            <w:r>
              <w:rPr>
                <w:rFonts w:asciiTheme="minorHAnsi" w:hAnsiTheme="minorHAnsi" w:cstheme="minorHAnsi"/>
                <w:b/>
                <w:szCs w:val="18"/>
              </w:rPr>
              <w:t>eerjaar 1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 xml:space="preserve">niveau 6 </w:t>
            </w:r>
            <w:r w:rsidR="00D13BCD">
              <w:rPr>
                <w:rFonts w:asciiTheme="minorHAnsi" w:hAnsiTheme="minorHAnsi" w:cstheme="minorHAnsi"/>
                <w:b/>
                <w:szCs w:val="18"/>
              </w:rPr>
              <w:t>)</w:t>
            </w:r>
          </w:p>
        </w:tc>
      </w:tr>
      <w:tr w:rsidR="00D13BCD" w:rsidRPr="00A67C0A" w:rsidTr="00181F0E">
        <w:tc>
          <w:tcPr>
            <w:tcW w:w="4661" w:type="dxa"/>
            <w:gridSpan w:val="2"/>
            <w:shd w:val="clear" w:color="auto" w:fill="auto"/>
          </w:tcPr>
          <w:p w:rsidR="00D13BCD" w:rsidRPr="00D13BCD" w:rsidRDefault="00D13BCD" w:rsidP="00507B8E">
            <w:pPr>
              <w:rPr>
                <w:rFonts w:asciiTheme="minorHAnsi" w:hAnsiTheme="minorHAnsi" w:cstheme="minorHAnsi"/>
                <w:b/>
                <w:szCs w:val="18"/>
              </w:rPr>
            </w:pPr>
            <w:r w:rsidRPr="00D13BCD">
              <w:rPr>
                <w:rFonts w:asciiTheme="minorHAnsi" w:hAnsiTheme="minorHAnsi" w:cstheme="minorHAnsi"/>
                <w:b/>
                <w:szCs w:val="18"/>
              </w:rPr>
              <w:t>1.2. Koppeling hoeveelheden aan getallen</w:t>
            </w:r>
          </w:p>
          <w:p w:rsidR="00D13BCD" w:rsidRPr="00D13BCD" w:rsidRDefault="00D13BCD" w:rsidP="00507B8E">
            <w:pPr>
              <w:rPr>
                <w:rFonts w:asciiTheme="minorHAnsi" w:hAnsiTheme="minorHAnsi" w:cstheme="minorHAnsi"/>
                <w:szCs w:val="18"/>
              </w:rPr>
            </w:pPr>
            <w:r w:rsidRPr="00D13BCD">
              <w:rPr>
                <w:rFonts w:asciiTheme="minorHAnsi" w:hAnsiTheme="minorHAnsi" w:cstheme="minorHAnsi"/>
                <w:szCs w:val="18"/>
              </w:rPr>
              <w:t xml:space="preserve">Koppelt getalsymbolen t/m 20 aan hoeveelheden en andersom </w:t>
            </w:r>
          </w:p>
          <w:p w:rsidR="00D13BCD" w:rsidRPr="00D13BCD" w:rsidRDefault="00D13BCD" w:rsidP="00507B8E">
            <w:pPr>
              <w:rPr>
                <w:rFonts w:asciiTheme="minorHAnsi" w:hAnsiTheme="minorHAnsi" w:cstheme="minorHAnsi"/>
                <w:b/>
                <w:szCs w:val="18"/>
              </w:rPr>
            </w:pPr>
            <w:r w:rsidRPr="00D13BCD">
              <w:rPr>
                <w:rFonts w:asciiTheme="minorHAnsi" w:hAnsiTheme="minorHAnsi" w:cstheme="minorHAnsi"/>
                <w:b/>
                <w:szCs w:val="18"/>
              </w:rPr>
              <w:t>4.1. Lengte</w:t>
            </w:r>
          </w:p>
          <w:p w:rsidR="00D13BCD" w:rsidRPr="00D13BCD" w:rsidRDefault="00D13BCD" w:rsidP="00507B8E">
            <w:pPr>
              <w:rPr>
                <w:rFonts w:asciiTheme="minorHAnsi" w:hAnsiTheme="minorHAnsi" w:cstheme="minorHAnsi"/>
                <w:szCs w:val="18"/>
              </w:rPr>
            </w:pPr>
            <w:r w:rsidRPr="00D13BCD">
              <w:rPr>
                <w:rFonts w:asciiTheme="minorHAnsi" w:hAnsiTheme="minorHAnsi" w:cstheme="minorHAnsi"/>
                <w:szCs w:val="18"/>
              </w:rPr>
              <w:t xml:space="preserve">Vergelijkt lengtes met behulp van een touw/ strook </w:t>
            </w:r>
          </w:p>
          <w:p w:rsidR="00D13BCD" w:rsidRPr="00D13BCD" w:rsidRDefault="00D13BCD" w:rsidP="00507B8E">
            <w:pPr>
              <w:rPr>
                <w:rFonts w:asciiTheme="minorHAnsi" w:hAnsiTheme="minorHAnsi" w:cstheme="minorHAnsi"/>
                <w:b/>
                <w:szCs w:val="18"/>
              </w:rPr>
            </w:pPr>
            <w:r w:rsidRPr="00D13BCD">
              <w:rPr>
                <w:rFonts w:asciiTheme="minorHAnsi" w:hAnsiTheme="minorHAnsi" w:cstheme="minorHAnsi"/>
                <w:b/>
                <w:szCs w:val="18"/>
              </w:rPr>
              <w:t>5.1.  Klokkijken</w:t>
            </w:r>
          </w:p>
          <w:p w:rsidR="00D13BCD" w:rsidRPr="00D13BCD" w:rsidRDefault="00D13BCD" w:rsidP="00507B8E">
            <w:pPr>
              <w:rPr>
                <w:rFonts w:asciiTheme="minorHAnsi" w:hAnsiTheme="minorHAnsi" w:cstheme="minorHAnsi"/>
                <w:szCs w:val="18"/>
              </w:rPr>
            </w:pPr>
            <w:r w:rsidRPr="00D13BCD">
              <w:rPr>
                <w:rFonts w:asciiTheme="minorHAnsi" w:hAnsiTheme="minorHAnsi" w:cstheme="minorHAnsi"/>
                <w:szCs w:val="18"/>
              </w:rPr>
              <w:t>Leest hele uren af</w:t>
            </w:r>
          </w:p>
          <w:p w:rsidR="00D13BCD" w:rsidRPr="00D13BCD" w:rsidRDefault="00D13BCD" w:rsidP="00507B8E">
            <w:pPr>
              <w:rPr>
                <w:rFonts w:asciiTheme="minorHAnsi" w:hAnsiTheme="minorHAnsi" w:cstheme="minorHAnsi"/>
                <w:szCs w:val="18"/>
              </w:rPr>
            </w:pPr>
            <w:r w:rsidRPr="00D13BCD">
              <w:rPr>
                <w:rFonts w:asciiTheme="minorHAnsi" w:hAnsiTheme="minorHAnsi" w:cstheme="minorHAnsi"/>
                <w:szCs w:val="18"/>
              </w:rPr>
              <w:t xml:space="preserve">Koppelt dagelijkse activiteiten aan de hele uren </w:t>
            </w:r>
          </w:p>
          <w:p w:rsidR="00D13BCD" w:rsidRPr="00D13BCD" w:rsidRDefault="00D13BCD" w:rsidP="00507B8E">
            <w:pPr>
              <w:rPr>
                <w:rFonts w:asciiTheme="minorHAnsi" w:hAnsiTheme="minorHAnsi" w:cstheme="minorHAnsi"/>
                <w:b/>
                <w:szCs w:val="18"/>
              </w:rPr>
            </w:pPr>
            <w:r w:rsidRPr="00D13BCD">
              <w:rPr>
                <w:rFonts w:asciiTheme="minorHAnsi" w:hAnsiTheme="minorHAnsi" w:cstheme="minorHAnsi"/>
                <w:b/>
                <w:szCs w:val="18"/>
              </w:rPr>
              <w:t>6.1. Munten en biljetten benoemen</w:t>
            </w:r>
          </w:p>
          <w:p w:rsidR="00D13BCD" w:rsidRPr="00D13BCD" w:rsidRDefault="00D13BCD" w:rsidP="00507B8E">
            <w:pPr>
              <w:rPr>
                <w:rFonts w:asciiTheme="minorHAnsi" w:hAnsiTheme="minorHAnsi" w:cstheme="minorHAnsi"/>
                <w:szCs w:val="18"/>
              </w:rPr>
            </w:pPr>
            <w:r w:rsidRPr="00D13BCD">
              <w:rPr>
                <w:rFonts w:asciiTheme="minorHAnsi" w:hAnsiTheme="minorHAnsi" w:cstheme="minorHAnsi"/>
                <w:szCs w:val="18"/>
              </w:rPr>
              <w:t xml:space="preserve">Stelt bedragen tot 10 euro samen met munten van 1 en 2 euro </w:t>
            </w:r>
          </w:p>
        </w:tc>
        <w:tc>
          <w:tcPr>
            <w:tcW w:w="4803" w:type="dxa"/>
            <w:shd w:val="clear" w:color="auto" w:fill="auto"/>
          </w:tcPr>
          <w:p w:rsidR="00181F0E" w:rsidRPr="00D13BCD" w:rsidRDefault="00181F0E" w:rsidP="00181F0E">
            <w:pPr>
              <w:rPr>
                <w:rFonts w:asciiTheme="minorHAnsi" w:hAnsiTheme="minorHAnsi" w:cstheme="minorHAnsi"/>
                <w:b/>
                <w:szCs w:val="18"/>
              </w:rPr>
            </w:pPr>
            <w:r w:rsidRPr="00D13BCD">
              <w:rPr>
                <w:rFonts w:asciiTheme="minorHAnsi" w:hAnsiTheme="minorHAnsi" w:cstheme="minorHAnsi"/>
                <w:b/>
                <w:szCs w:val="18"/>
              </w:rPr>
              <w:t>2.2. Cijfers en getallen</w:t>
            </w:r>
            <w:r w:rsidRPr="00D13BCD">
              <w:rPr>
                <w:rFonts w:asciiTheme="minorHAnsi" w:hAnsiTheme="minorHAnsi" w:cstheme="minorHAnsi"/>
                <w:b/>
                <w:szCs w:val="18"/>
              </w:rPr>
              <w:tab/>
            </w:r>
          </w:p>
          <w:p w:rsidR="00181F0E" w:rsidRPr="00D13BCD" w:rsidRDefault="00181F0E" w:rsidP="00181F0E">
            <w:pPr>
              <w:rPr>
                <w:rFonts w:asciiTheme="minorHAnsi" w:hAnsiTheme="minorHAnsi" w:cstheme="minorHAnsi"/>
                <w:szCs w:val="18"/>
              </w:rPr>
            </w:pPr>
            <w:r w:rsidRPr="00D13BCD">
              <w:rPr>
                <w:rFonts w:asciiTheme="minorHAnsi" w:hAnsiTheme="minorHAnsi" w:cstheme="minorHAnsi"/>
                <w:szCs w:val="18"/>
              </w:rPr>
              <w:t xml:space="preserve">Herkent/benoemt /ordent/schrijft getallen t/m 20 </w:t>
            </w:r>
          </w:p>
          <w:p w:rsidR="00D13BCD" w:rsidRPr="00D13BCD" w:rsidRDefault="00D13BCD" w:rsidP="00507B8E">
            <w:pPr>
              <w:rPr>
                <w:rFonts w:asciiTheme="minorHAnsi" w:hAnsiTheme="minorHAnsi" w:cstheme="minorHAnsi"/>
                <w:b/>
                <w:szCs w:val="18"/>
              </w:rPr>
            </w:pPr>
            <w:r w:rsidRPr="00D13BCD">
              <w:rPr>
                <w:rFonts w:asciiTheme="minorHAnsi" w:hAnsiTheme="minorHAnsi" w:cstheme="minorHAnsi"/>
                <w:b/>
                <w:szCs w:val="18"/>
              </w:rPr>
              <w:t xml:space="preserve">2.3. Handig rekenen </w:t>
            </w:r>
          </w:p>
          <w:p w:rsidR="00D13BCD" w:rsidRPr="00D13BCD" w:rsidRDefault="00D13BCD" w:rsidP="00507B8E">
            <w:pPr>
              <w:rPr>
                <w:rFonts w:asciiTheme="minorHAnsi" w:hAnsiTheme="minorHAnsi" w:cstheme="minorHAnsi"/>
                <w:szCs w:val="18"/>
              </w:rPr>
            </w:pPr>
            <w:r w:rsidRPr="00D13BCD">
              <w:rPr>
                <w:rFonts w:asciiTheme="minorHAnsi" w:hAnsiTheme="minorHAnsi" w:cstheme="minorHAnsi"/>
                <w:szCs w:val="18"/>
              </w:rPr>
              <w:t xml:space="preserve">Voegt hoeveelheden (incl. vingers) samen en haalt deze weg om de totale hoeveelheid te bepalen (t/m 10) door  gebruik te maken van de 5-structuur </w:t>
            </w:r>
          </w:p>
          <w:p w:rsidR="00D13BCD" w:rsidRPr="00D13BCD" w:rsidRDefault="00D13BCD" w:rsidP="00507B8E">
            <w:pPr>
              <w:rPr>
                <w:rFonts w:asciiTheme="minorHAnsi" w:hAnsiTheme="minorHAnsi" w:cstheme="minorHAnsi"/>
                <w:b/>
                <w:szCs w:val="18"/>
              </w:rPr>
            </w:pPr>
            <w:r w:rsidRPr="00D13BCD">
              <w:rPr>
                <w:rFonts w:asciiTheme="minorHAnsi" w:hAnsiTheme="minorHAnsi" w:cstheme="minorHAnsi"/>
                <w:b/>
                <w:szCs w:val="18"/>
              </w:rPr>
              <w:t xml:space="preserve">4.2. Gewicht </w:t>
            </w:r>
          </w:p>
          <w:p w:rsidR="00D13BCD" w:rsidRPr="00D13BCD" w:rsidRDefault="00D13BCD" w:rsidP="00507B8E">
            <w:pPr>
              <w:pStyle w:val="Tekstopmerking"/>
              <w:rPr>
                <w:rFonts w:cstheme="minorHAnsi"/>
                <w:sz w:val="18"/>
                <w:szCs w:val="18"/>
              </w:rPr>
            </w:pPr>
            <w:r w:rsidRPr="00D13BCD">
              <w:rPr>
                <w:rFonts w:cstheme="minorHAnsi"/>
                <w:sz w:val="18"/>
                <w:szCs w:val="18"/>
              </w:rPr>
              <w:t>Vergelijkt 2 voorwerpen op gewicht door schattend wegen met de handen  en vergelijken met een balans</w:t>
            </w:r>
          </w:p>
          <w:p w:rsidR="00D13BCD" w:rsidRPr="00D13BCD" w:rsidRDefault="00D13BCD" w:rsidP="00507B8E">
            <w:pPr>
              <w:rPr>
                <w:rFonts w:asciiTheme="minorHAnsi" w:hAnsiTheme="minorHAnsi" w:cstheme="minorHAnsi"/>
                <w:szCs w:val="18"/>
              </w:rPr>
            </w:pPr>
            <w:r w:rsidRPr="00D13BCD">
              <w:rPr>
                <w:rFonts w:asciiTheme="minorHAnsi" w:hAnsiTheme="minorHAnsi" w:cstheme="minorHAnsi"/>
                <w:szCs w:val="18"/>
              </w:rPr>
              <w:t xml:space="preserve">Hanteert bij het gebruik van een balans het begrip even zwaar </w:t>
            </w:r>
          </w:p>
          <w:p w:rsidR="00D13BCD" w:rsidRPr="00D13BCD" w:rsidRDefault="00D13BCD" w:rsidP="00507B8E">
            <w:pPr>
              <w:rPr>
                <w:rFonts w:asciiTheme="minorHAnsi" w:hAnsiTheme="minorHAnsi" w:cstheme="minorHAnsi"/>
                <w:b/>
                <w:szCs w:val="18"/>
              </w:rPr>
            </w:pPr>
            <w:r w:rsidRPr="00D13BCD">
              <w:rPr>
                <w:rFonts w:asciiTheme="minorHAnsi" w:hAnsiTheme="minorHAnsi" w:cstheme="minorHAnsi"/>
                <w:b/>
                <w:szCs w:val="18"/>
              </w:rPr>
              <w:t>5.2   Kalender- en agendagebruik</w:t>
            </w:r>
          </w:p>
          <w:p w:rsidR="00D13BCD" w:rsidRPr="00D13BCD" w:rsidRDefault="00D13BCD" w:rsidP="00507B8E">
            <w:pPr>
              <w:rPr>
                <w:rFonts w:asciiTheme="minorHAnsi" w:hAnsiTheme="minorHAnsi" w:cstheme="minorHAnsi"/>
                <w:szCs w:val="18"/>
              </w:rPr>
            </w:pPr>
            <w:r w:rsidRPr="00D13BCD">
              <w:rPr>
                <w:rFonts w:asciiTheme="minorHAnsi" w:hAnsiTheme="minorHAnsi" w:cstheme="minorHAnsi"/>
                <w:szCs w:val="18"/>
              </w:rPr>
              <w:t xml:space="preserve">Benoemt de dag van vandaag, gisteren en die van morgen </w:t>
            </w:r>
          </w:p>
          <w:p w:rsidR="00D13BCD" w:rsidRPr="00D13BCD" w:rsidRDefault="00D13BCD" w:rsidP="00507B8E">
            <w:pPr>
              <w:rPr>
                <w:rFonts w:asciiTheme="minorHAnsi" w:hAnsiTheme="minorHAnsi" w:cstheme="minorHAnsi"/>
                <w:b/>
                <w:szCs w:val="18"/>
              </w:rPr>
            </w:pPr>
            <w:r w:rsidRPr="00D13BCD">
              <w:rPr>
                <w:rFonts w:asciiTheme="minorHAnsi" w:hAnsiTheme="minorHAnsi" w:cstheme="minorHAnsi"/>
                <w:b/>
                <w:szCs w:val="18"/>
              </w:rPr>
              <w:t>6.2. Bedragen aflezen, afronden en vergelijken</w:t>
            </w:r>
          </w:p>
          <w:p w:rsidR="00D13BCD" w:rsidRPr="00D13BCD" w:rsidRDefault="00D13BCD" w:rsidP="00507B8E">
            <w:pPr>
              <w:rPr>
                <w:rFonts w:asciiTheme="minorHAnsi" w:hAnsiTheme="minorHAnsi" w:cstheme="minorHAnsi"/>
                <w:szCs w:val="18"/>
              </w:rPr>
            </w:pPr>
            <w:r w:rsidRPr="00D13BCD">
              <w:rPr>
                <w:rFonts w:asciiTheme="minorHAnsi" w:hAnsiTheme="minorHAnsi" w:cstheme="minorHAnsi"/>
                <w:szCs w:val="18"/>
              </w:rPr>
              <w:t xml:space="preserve">Hanteert binnen een context actief begrippen als: (te) duur-duurder, goedkoop-goedkoper </w:t>
            </w:r>
          </w:p>
        </w:tc>
      </w:tr>
      <w:tr w:rsidR="00A67C0A" w:rsidRPr="00A67C0A" w:rsidTr="00181F0E">
        <w:tc>
          <w:tcPr>
            <w:tcW w:w="4661" w:type="dxa"/>
            <w:gridSpan w:val="2"/>
            <w:shd w:val="clear" w:color="auto" w:fill="FFFF00"/>
          </w:tcPr>
          <w:p w:rsidR="00A67C0A" w:rsidRPr="00A67C0A" w:rsidRDefault="00A67C0A" w:rsidP="00E46B17">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w:t>
            </w:r>
            <w:r w:rsidR="00856965">
              <w:rPr>
                <w:rFonts w:asciiTheme="minorHAnsi" w:hAnsiTheme="minorHAnsi" w:cstheme="minorHAnsi"/>
                <w:b/>
                <w:szCs w:val="18"/>
              </w:rPr>
              <w:t xml:space="preserve">leerjaar 1 </w:t>
            </w:r>
            <w:r>
              <w:rPr>
                <w:rFonts w:asciiTheme="minorHAnsi" w:hAnsiTheme="minorHAnsi" w:cstheme="minorHAnsi"/>
                <w:b/>
                <w:szCs w:val="18"/>
              </w:rPr>
              <w:t>periode 1</w:t>
            </w:r>
          </w:p>
        </w:tc>
        <w:tc>
          <w:tcPr>
            <w:tcW w:w="4803" w:type="dxa"/>
            <w:shd w:val="clear" w:color="auto" w:fill="FFFF00"/>
          </w:tcPr>
          <w:p w:rsidR="00A67C0A" w:rsidRPr="00A67C0A" w:rsidRDefault="00A67C0A" w:rsidP="00E46B17">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w:t>
            </w:r>
            <w:r w:rsidR="00856965">
              <w:rPr>
                <w:rFonts w:asciiTheme="minorHAnsi" w:hAnsiTheme="minorHAnsi" w:cstheme="minorHAnsi"/>
                <w:b/>
                <w:szCs w:val="18"/>
              </w:rPr>
              <w:t xml:space="preserve">leerjaar 1 </w:t>
            </w:r>
            <w:r>
              <w:rPr>
                <w:rFonts w:asciiTheme="minorHAnsi" w:hAnsiTheme="minorHAnsi" w:cstheme="minorHAnsi"/>
                <w:b/>
                <w:szCs w:val="18"/>
              </w:rPr>
              <w:t>periode 2</w:t>
            </w:r>
          </w:p>
        </w:tc>
      </w:tr>
      <w:tr w:rsidR="00CA3402" w:rsidRPr="00A67C0A" w:rsidTr="00181F0E">
        <w:tc>
          <w:tcPr>
            <w:tcW w:w="4661" w:type="dxa"/>
            <w:gridSpan w:val="2"/>
          </w:tcPr>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t xml:space="preserve">Methode Rekenboog: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eierdozen (2) (niveau 6)</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Samen 10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Getalbeelden t/m 20 met eierdozen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3. Getalbeelden t/m 20 met eierdozen (herhaling)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4. Optellen met zichtbare aantallen tussen 10 en 20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5. Aftrekken met zichtbare aantallen tussen 10 en 20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6. Optellen en aftrekken door elkaar met zichtbare aantallen tussen 10 en 20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 Optellen tussen 10 en 20 met dichte dozen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8. Aftrekken tussen 10 en 20 met dichte dozen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9. Optellen en aftrekken door elkaar tussen 10 en 20 met dichte dozen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20-kralenketting (niveau 6)</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6. Hoeveel kralen onder de doek</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 Getalkaartjes bij de 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8. Optellen met de 20 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9. Aftrekken met de 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meten van lengte (niveau 6)</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5. Wie is de langste?</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6. Langer of korter?</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 Hoe dichtbij gooi jij?</w:t>
            </w:r>
          </w:p>
        </w:tc>
        <w:tc>
          <w:tcPr>
            <w:tcW w:w="4803" w:type="dxa"/>
          </w:tcPr>
          <w:p w:rsidR="00CA3402" w:rsidRDefault="00CA3402" w:rsidP="00A67C0A">
            <w:pPr>
              <w:pStyle w:val="Geenafstand"/>
              <w:rPr>
                <w:rFonts w:asciiTheme="minorHAnsi" w:hAnsiTheme="minorHAnsi" w:cstheme="minorHAnsi"/>
                <w:b/>
                <w:szCs w:val="18"/>
              </w:rPr>
            </w:pPr>
            <w:r w:rsidRPr="00C3633D">
              <w:rPr>
                <w:rFonts w:asciiTheme="minorHAnsi" w:hAnsiTheme="minorHAnsi" w:cstheme="minorHAnsi"/>
                <w:b/>
                <w:szCs w:val="18"/>
              </w:rPr>
              <w:t xml:space="preserve">Leerjaar 1: </w:t>
            </w:r>
          </w:p>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t>Methode: Rekenboog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 Katern Werken met vingerbeelden (niveau 6)</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Gevarieerd oefenen met vingerbeelden (3)</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Wat is er gebeurd? (erbij)</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3. Eraf: hoeveel vingers zijn het nu?</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4. Wat is er gebeurd? (eraf)</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5. Erbij of eraf: hoeveel vingers zijn het nu?</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6. Wat is er gebeurd? (erbij of eraf)</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 Hoeveelheden optellen0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8. Hoeveelheden aftrekken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De eierdoos (niveau 6)</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Hoe ziet de doos er van binnen uit?</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Wat is er gebeurd? (erbij)</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3. Wat is er gebeurd? (eraf)</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4. Wat is er gebeurd? (erbij en eraf door elkaar)</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5. De doos is dicht (erbij)6</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6. De doos is dicht (eraf)</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 De doos is dicht (erbij en eraf door elkaar)</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8. Erbij: hoeveel eieren in de doos?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9. Eraf: hoeveel eieren in de doos?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10. Erbij en eraf: hoeveel eieren in de doos?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11. Erbij en eraf tegelijk: hoeveel eieren in de doos?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12. Wat is het verschil?</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 Katern meten van gewicht (niveau 6)</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Wegen met balans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Zelf wegen met een balans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Katern Kalender (niveau 6)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Gisteren, vandaag en morgen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geldrekenen (niveau 6)</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4. Kleding kopen</w:t>
            </w:r>
          </w:p>
        </w:tc>
      </w:tr>
      <w:tr w:rsidR="008052A8" w:rsidRPr="00A67C0A" w:rsidTr="00181F0E">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2 periode 1</w:t>
            </w:r>
            <w:r w:rsidR="00D13BCD">
              <w:rPr>
                <w:rFonts w:asciiTheme="minorHAnsi" w:hAnsiTheme="minorHAnsi" w:cstheme="minorHAnsi"/>
                <w:b/>
                <w:szCs w:val="18"/>
              </w:rPr>
              <w:t xml:space="preserve"> (niveau 6) </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2 periode 2</w:t>
            </w:r>
            <w:r w:rsidR="00D13BCD">
              <w:rPr>
                <w:rFonts w:asciiTheme="minorHAnsi" w:hAnsiTheme="minorHAnsi" w:cstheme="minorHAnsi"/>
                <w:b/>
                <w:szCs w:val="18"/>
              </w:rPr>
              <w:t xml:space="preserve"> (niveau 6)</w:t>
            </w:r>
          </w:p>
        </w:tc>
      </w:tr>
      <w:tr w:rsidR="00D13BCD" w:rsidRPr="00A67C0A" w:rsidTr="00181F0E">
        <w:tc>
          <w:tcPr>
            <w:tcW w:w="4661" w:type="dxa"/>
            <w:gridSpan w:val="2"/>
          </w:tcPr>
          <w:p w:rsidR="00D13BCD" w:rsidRPr="00D13BCD" w:rsidRDefault="00D13BCD" w:rsidP="00507B8E">
            <w:pPr>
              <w:rPr>
                <w:rFonts w:asciiTheme="minorHAnsi" w:hAnsiTheme="minorHAnsi" w:cstheme="minorHAnsi"/>
                <w:b/>
              </w:rPr>
            </w:pPr>
            <w:r w:rsidRPr="00D13BCD">
              <w:rPr>
                <w:rFonts w:asciiTheme="minorHAnsi" w:hAnsiTheme="minorHAnsi" w:cstheme="minorHAnsi"/>
                <w:b/>
              </w:rPr>
              <w:t>1.2. Koppeling hoeveelheden aan getallen</w:t>
            </w:r>
          </w:p>
          <w:p w:rsidR="00D13BCD" w:rsidRPr="00D13BCD" w:rsidRDefault="00D13BCD" w:rsidP="00507B8E">
            <w:pPr>
              <w:rPr>
                <w:rFonts w:asciiTheme="minorHAnsi" w:hAnsiTheme="minorHAnsi" w:cstheme="minorHAnsi"/>
              </w:rPr>
            </w:pPr>
            <w:r w:rsidRPr="00D13BCD">
              <w:rPr>
                <w:rFonts w:asciiTheme="minorHAnsi" w:hAnsiTheme="minorHAnsi" w:cstheme="minorHAnsi"/>
              </w:rPr>
              <w:t>Koppelt hoeveelheden aan getallen t/m 40 (niveau 7)</w:t>
            </w:r>
          </w:p>
          <w:p w:rsidR="00D13BCD" w:rsidRPr="00D13BCD" w:rsidRDefault="00D13BCD" w:rsidP="00507B8E">
            <w:pPr>
              <w:rPr>
                <w:rFonts w:asciiTheme="minorHAnsi" w:hAnsiTheme="minorHAnsi" w:cstheme="minorHAnsi"/>
              </w:rPr>
            </w:pPr>
            <w:r w:rsidRPr="00D13BCD">
              <w:rPr>
                <w:rFonts w:asciiTheme="minorHAnsi" w:hAnsiTheme="minorHAnsi" w:cstheme="minorHAnsi"/>
              </w:rPr>
              <w:t>Verdeelt getallen tussen 10 en 20 in tiental en eenheden (niveau 7)</w:t>
            </w:r>
          </w:p>
          <w:p w:rsidR="00D13BCD" w:rsidRPr="00D13BCD" w:rsidRDefault="00D13BCD" w:rsidP="00507B8E">
            <w:pPr>
              <w:rPr>
                <w:rFonts w:asciiTheme="minorHAnsi" w:hAnsiTheme="minorHAnsi" w:cstheme="minorHAnsi"/>
                <w:b/>
              </w:rPr>
            </w:pPr>
            <w:r w:rsidRPr="00D13BCD">
              <w:rPr>
                <w:rFonts w:asciiTheme="minorHAnsi" w:hAnsiTheme="minorHAnsi" w:cstheme="minorHAnsi"/>
                <w:b/>
              </w:rPr>
              <w:t>4.1. Lengte</w:t>
            </w:r>
          </w:p>
          <w:p w:rsidR="00D13BCD" w:rsidRPr="00D13BCD" w:rsidRDefault="00D13BCD" w:rsidP="00507B8E">
            <w:pPr>
              <w:rPr>
                <w:rFonts w:asciiTheme="minorHAnsi" w:hAnsiTheme="minorHAnsi" w:cstheme="minorHAnsi"/>
              </w:rPr>
            </w:pPr>
            <w:r w:rsidRPr="00D13BCD">
              <w:rPr>
                <w:rFonts w:asciiTheme="minorHAnsi" w:hAnsiTheme="minorHAnsi" w:cstheme="minorHAnsi"/>
              </w:rPr>
              <w:t>Meet afpassend met een natuurlijke maateenheid als voet, schoen en een strook en bepaalt de uitkomst (niveau 7)</w:t>
            </w:r>
          </w:p>
          <w:p w:rsidR="00D13BCD" w:rsidRPr="00D13BCD" w:rsidRDefault="00D13BCD" w:rsidP="00507B8E">
            <w:pPr>
              <w:rPr>
                <w:rFonts w:asciiTheme="minorHAnsi" w:hAnsiTheme="minorHAnsi" w:cstheme="minorHAnsi"/>
                <w:b/>
              </w:rPr>
            </w:pPr>
            <w:r w:rsidRPr="00D13BCD">
              <w:rPr>
                <w:rFonts w:asciiTheme="minorHAnsi" w:hAnsiTheme="minorHAnsi" w:cstheme="minorHAnsi"/>
                <w:b/>
              </w:rPr>
              <w:t>5.1.  Klokkijken</w:t>
            </w:r>
          </w:p>
          <w:p w:rsidR="00D13BCD" w:rsidRPr="00D13BCD" w:rsidRDefault="00D13BCD" w:rsidP="00507B8E">
            <w:pPr>
              <w:rPr>
                <w:rFonts w:asciiTheme="minorHAnsi" w:hAnsiTheme="minorHAnsi" w:cstheme="minorHAnsi"/>
              </w:rPr>
            </w:pPr>
            <w:r w:rsidRPr="00D13BCD">
              <w:rPr>
                <w:rFonts w:asciiTheme="minorHAnsi" w:hAnsiTheme="minorHAnsi" w:cstheme="minorHAnsi"/>
              </w:rPr>
              <w:t>Leest halve uren af (niveau 7)</w:t>
            </w:r>
          </w:p>
          <w:p w:rsidR="00D13BCD" w:rsidRPr="00D13BCD" w:rsidRDefault="00D13BCD" w:rsidP="00507B8E">
            <w:pPr>
              <w:rPr>
                <w:rFonts w:asciiTheme="minorHAnsi" w:hAnsiTheme="minorHAnsi" w:cstheme="minorHAnsi"/>
                <w:b/>
              </w:rPr>
            </w:pPr>
            <w:r w:rsidRPr="00D13BCD">
              <w:rPr>
                <w:rFonts w:asciiTheme="minorHAnsi" w:hAnsiTheme="minorHAnsi" w:cstheme="minorHAnsi"/>
                <w:b/>
              </w:rPr>
              <w:t>6.1. Munten en biljetten benoemen</w:t>
            </w:r>
          </w:p>
          <w:p w:rsidR="00D13BCD" w:rsidRPr="00D13BCD" w:rsidRDefault="00D13BCD" w:rsidP="00507B8E">
            <w:pPr>
              <w:rPr>
                <w:rFonts w:asciiTheme="minorHAnsi" w:hAnsiTheme="minorHAnsi" w:cstheme="minorHAnsi"/>
              </w:rPr>
            </w:pPr>
            <w:r w:rsidRPr="00D13BCD">
              <w:rPr>
                <w:rFonts w:asciiTheme="minorHAnsi" w:hAnsiTheme="minorHAnsi" w:cstheme="minorHAnsi"/>
              </w:rPr>
              <w:t>Stelt bedragen t/m 10 euro samen met munten van 1, 2 euro en 5 euro (niveau 7)</w:t>
            </w:r>
          </w:p>
        </w:tc>
        <w:tc>
          <w:tcPr>
            <w:tcW w:w="4803" w:type="dxa"/>
          </w:tcPr>
          <w:p w:rsidR="00181F0E" w:rsidRPr="00D13BCD" w:rsidRDefault="00181F0E" w:rsidP="00181F0E">
            <w:pPr>
              <w:rPr>
                <w:rFonts w:asciiTheme="minorHAnsi" w:hAnsiTheme="minorHAnsi" w:cstheme="minorHAnsi"/>
                <w:b/>
              </w:rPr>
            </w:pPr>
            <w:r w:rsidRPr="00D13BCD">
              <w:rPr>
                <w:rFonts w:asciiTheme="minorHAnsi" w:hAnsiTheme="minorHAnsi" w:cstheme="minorHAnsi"/>
                <w:b/>
              </w:rPr>
              <w:t>2.2. Cijfers en getallen</w:t>
            </w:r>
            <w:r w:rsidRPr="00D13BCD">
              <w:rPr>
                <w:rFonts w:asciiTheme="minorHAnsi" w:hAnsiTheme="minorHAnsi" w:cstheme="minorHAnsi"/>
                <w:b/>
              </w:rPr>
              <w:tab/>
            </w:r>
          </w:p>
          <w:p w:rsidR="00181F0E" w:rsidRPr="00D13BCD" w:rsidRDefault="00181F0E" w:rsidP="00181F0E">
            <w:pPr>
              <w:rPr>
                <w:rFonts w:asciiTheme="minorHAnsi" w:hAnsiTheme="minorHAnsi" w:cstheme="minorHAnsi"/>
              </w:rPr>
            </w:pPr>
            <w:r w:rsidRPr="00D13BCD">
              <w:rPr>
                <w:rFonts w:asciiTheme="minorHAnsi" w:hAnsiTheme="minorHAnsi" w:cstheme="minorHAnsi"/>
              </w:rPr>
              <w:t xml:space="preserve">Legt getallen t/m 20 in de juiste volgorde </w:t>
            </w:r>
          </w:p>
          <w:p w:rsidR="00181F0E" w:rsidRPr="00D13BCD" w:rsidRDefault="00181F0E" w:rsidP="00181F0E">
            <w:pPr>
              <w:rPr>
                <w:rFonts w:asciiTheme="minorHAnsi" w:hAnsiTheme="minorHAnsi" w:cstheme="minorHAnsi"/>
              </w:rPr>
            </w:pPr>
            <w:r w:rsidRPr="00D13BCD">
              <w:rPr>
                <w:rFonts w:asciiTheme="minorHAnsi" w:hAnsiTheme="minorHAnsi" w:cstheme="minorHAnsi"/>
              </w:rPr>
              <w:t xml:space="preserve">Kent de positie van de getallen t/m 20 ten opzichte van elkaar, aan de hand van een getallenlijn </w:t>
            </w:r>
          </w:p>
          <w:p w:rsidR="00D13BCD" w:rsidRPr="00D13BCD" w:rsidRDefault="00D13BCD" w:rsidP="00507B8E">
            <w:pPr>
              <w:rPr>
                <w:rFonts w:asciiTheme="minorHAnsi" w:hAnsiTheme="minorHAnsi" w:cstheme="minorHAnsi"/>
                <w:b/>
              </w:rPr>
            </w:pPr>
            <w:r w:rsidRPr="00D13BCD">
              <w:rPr>
                <w:rFonts w:asciiTheme="minorHAnsi" w:hAnsiTheme="minorHAnsi" w:cstheme="minorHAnsi"/>
                <w:b/>
              </w:rPr>
              <w:t xml:space="preserve">2.3. Handig rekenen </w:t>
            </w:r>
          </w:p>
          <w:p w:rsidR="00D13BCD" w:rsidRPr="00D13BCD" w:rsidRDefault="00D13BCD" w:rsidP="00507B8E">
            <w:pPr>
              <w:rPr>
                <w:rFonts w:asciiTheme="minorHAnsi" w:hAnsiTheme="minorHAnsi" w:cstheme="minorHAnsi"/>
              </w:rPr>
            </w:pPr>
            <w:r w:rsidRPr="00D13BCD">
              <w:rPr>
                <w:rFonts w:asciiTheme="minorHAnsi" w:hAnsiTheme="minorHAnsi" w:cstheme="minorHAnsi"/>
              </w:rPr>
              <w:t xml:space="preserve">Verdeelt vanuit een context hoeveelheden t/m 10 in twee of meer groepjes </w:t>
            </w:r>
          </w:p>
          <w:p w:rsidR="00D13BCD" w:rsidRPr="00D13BCD" w:rsidRDefault="00D13BCD" w:rsidP="00507B8E">
            <w:pPr>
              <w:rPr>
                <w:rFonts w:asciiTheme="minorHAnsi" w:hAnsiTheme="minorHAnsi" w:cstheme="minorHAnsi"/>
                <w:b/>
              </w:rPr>
            </w:pPr>
            <w:r w:rsidRPr="00D13BCD">
              <w:rPr>
                <w:rFonts w:asciiTheme="minorHAnsi" w:hAnsiTheme="minorHAnsi" w:cstheme="minorHAnsi"/>
                <w:b/>
              </w:rPr>
              <w:t xml:space="preserve">4.2. Gewicht </w:t>
            </w:r>
          </w:p>
          <w:p w:rsidR="00D13BCD" w:rsidRPr="00D13BCD" w:rsidRDefault="00D13BCD" w:rsidP="00507B8E">
            <w:pPr>
              <w:rPr>
                <w:rFonts w:asciiTheme="minorHAnsi" w:hAnsiTheme="minorHAnsi" w:cstheme="minorHAnsi"/>
              </w:rPr>
            </w:pPr>
            <w:r w:rsidRPr="00D13BCD">
              <w:rPr>
                <w:rFonts w:asciiTheme="minorHAnsi" w:hAnsiTheme="minorHAnsi" w:cstheme="minorHAnsi"/>
              </w:rPr>
              <w:t>Ordent meerdere voorwerpen op gewicht door wegen met een balans (niveau 7)</w:t>
            </w:r>
          </w:p>
          <w:p w:rsidR="00D13BCD" w:rsidRPr="00D13BCD" w:rsidRDefault="00D13BCD" w:rsidP="00507B8E">
            <w:pPr>
              <w:rPr>
                <w:rFonts w:asciiTheme="minorHAnsi" w:hAnsiTheme="minorHAnsi" w:cstheme="minorHAnsi"/>
                <w:b/>
              </w:rPr>
            </w:pPr>
            <w:r w:rsidRPr="00D13BCD">
              <w:rPr>
                <w:rFonts w:asciiTheme="minorHAnsi" w:hAnsiTheme="minorHAnsi" w:cstheme="minorHAnsi"/>
                <w:b/>
              </w:rPr>
              <w:t>5.2   Kalender- en agendagebruik</w:t>
            </w:r>
          </w:p>
          <w:p w:rsidR="00D13BCD" w:rsidRPr="00D13BCD" w:rsidRDefault="00D13BCD" w:rsidP="00507B8E">
            <w:pPr>
              <w:rPr>
                <w:rFonts w:asciiTheme="minorHAnsi" w:hAnsiTheme="minorHAnsi" w:cstheme="minorHAnsi"/>
              </w:rPr>
            </w:pPr>
            <w:r w:rsidRPr="00D13BCD">
              <w:rPr>
                <w:rFonts w:asciiTheme="minorHAnsi" w:hAnsiTheme="minorHAnsi" w:cstheme="minorHAnsi"/>
              </w:rPr>
              <w:t>Geeft aan dat een maand 4 weken heeft (niveau 7)</w:t>
            </w:r>
          </w:p>
          <w:p w:rsidR="00D13BCD" w:rsidRPr="00D13BCD" w:rsidRDefault="00D13BCD" w:rsidP="00507B8E">
            <w:pPr>
              <w:rPr>
                <w:rFonts w:asciiTheme="minorHAnsi" w:hAnsiTheme="minorHAnsi" w:cstheme="minorHAnsi"/>
              </w:rPr>
            </w:pPr>
            <w:r w:rsidRPr="00D13BCD">
              <w:rPr>
                <w:rFonts w:asciiTheme="minorHAnsi" w:hAnsiTheme="minorHAnsi" w:cstheme="minorHAnsi"/>
              </w:rPr>
              <w:t>Benoemt de volgorde van de seizoensnamen (niveau 7)</w:t>
            </w:r>
          </w:p>
        </w:tc>
      </w:tr>
      <w:tr w:rsidR="008052A8" w:rsidRPr="00A67C0A" w:rsidTr="00181F0E">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lastRenderedPageBreak/>
              <w:t>Leerroute 3: Methoden/middelen</w:t>
            </w:r>
            <w:r>
              <w:rPr>
                <w:rFonts w:asciiTheme="minorHAnsi" w:hAnsiTheme="minorHAnsi" w:cstheme="minorHAnsi"/>
                <w:b/>
                <w:szCs w:val="18"/>
              </w:rPr>
              <w:t xml:space="preserve"> leerjaar 2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2 periode 2</w:t>
            </w:r>
          </w:p>
        </w:tc>
      </w:tr>
      <w:tr w:rsidR="00CA3402" w:rsidRPr="00A67C0A" w:rsidTr="00181F0E">
        <w:tc>
          <w:tcPr>
            <w:tcW w:w="4661" w:type="dxa"/>
            <w:gridSpan w:val="2"/>
          </w:tcPr>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t>Methode Rekenboog: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Tellen tot 20 en verder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Verder tellen dan 20, misschien wel tot 100!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Tellen in sprongen van 10 (tot zover je kunt!)</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3.tellen in sprongen van 5 en 10 (tot zover je kunt!)</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4. Doortellen vanuit de 10 (tot 20 of nog verder.)</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5. Eentje minder (terugtellen van een bepaald getal)</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Getallenlijn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 Kaartjesgetallenlijn tot en met 12</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9. Getallenlijnspel tot en met 12</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10. Kaartjesgetallenlijn tot en met 15</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11. Zelf getallen tot en met 15 ophangen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12. Staan we in de goede volgorde?</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13. Welke plaats heb jij in de rij?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lengte meten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3. De slingers ophangen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9. Een A4-tje is vier ansichtkaarten groot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klokkijken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1. Het is half …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2. Halve uren met klokkaartjes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3. Hele en halve uren met klokkaartjes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Geldrekenen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1. Iets kopen voor € 10 met euromunten en briefjes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Wink</w:t>
            </w:r>
            <w:r>
              <w:rPr>
                <w:rFonts w:asciiTheme="minorHAnsi" w:hAnsiTheme="minorHAnsi" w:cstheme="minorHAnsi"/>
                <w:szCs w:val="18"/>
              </w:rPr>
              <w:t xml:space="preserve">elen: wat kost het bij elkaar? </w:t>
            </w:r>
          </w:p>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t xml:space="preserve">Methode Promotie: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Rekenen en wiskunde Werkboek meten 1</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Meten zonder meetgereedschap</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Naar de bioscoop</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Rekenen en wiskunde Werkboek tijd</w:t>
            </w:r>
          </w:p>
          <w:p w:rsidR="00C3633D" w:rsidRPr="00C3633D" w:rsidRDefault="00C3633D" w:rsidP="00C3633D">
            <w:pPr>
              <w:pStyle w:val="Geenafstand"/>
              <w:rPr>
                <w:rFonts w:asciiTheme="minorHAnsi" w:hAnsiTheme="minorHAnsi" w:cstheme="minorHAnsi"/>
                <w:szCs w:val="18"/>
              </w:rPr>
            </w:pPr>
            <w:r>
              <w:rPr>
                <w:rFonts w:asciiTheme="minorHAnsi" w:hAnsiTheme="minorHAnsi" w:cstheme="minorHAnsi"/>
                <w:szCs w:val="18"/>
              </w:rPr>
              <w:t>3. Tijden</w:t>
            </w:r>
          </w:p>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t>Aanvullend materiaal:</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h</w:t>
            </w:r>
            <w:r>
              <w:rPr>
                <w:rFonts w:asciiTheme="minorHAnsi" w:hAnsiTheme="minorHAnsi" w:cstheme="minorHAnsi"/>
                <w:szCs w:val="18"/>
              </w:rPr>
              <w:t xml:space="preserve">ttp://omnidu.nl/app/main.html# </w:t>
            </w:r>
          </w:p>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t>App:</w:t>
            </w:r>
          </w:p>
          <w:p w:rsidR="00C3633D" w:rsidRPr="00C3633D" w:rsidRDefault="00C3633D" w:rsidP="00A67C0A">
            <w:pPr>
              <w:pStyle w:val="Geenafstand"/>
              <w:rPr>
                <w:rFonts w:asciiTheme="minorHAnsi" w:hAnsiTheme="minorHAnsi" w:cstheme="minorHAnsi"/>
                <w:szCs w:val="18"/>
              </w:rPr>
            </w:pPr>
            <w:r w:rsidRPr="00C3633D">
              <w:rPr>
                <w:rFonts w:asciiTheme="minorHAnsi" w:hAnsiTheme="minorHAnsi" w:cstheme="minorHAnsi"/>
                <w:szCs w:val="18"/>
              </w:rPr>
              <w:t>Klok coach en Moji klok Le</w:t>
            </w:r>
            <w:r>
              <w:rPr>
                <w:rFonts w:asciiTheme="minorHAnsi" w:hAnsiTheme="minorHAnsi" w:cstheme="minorHAnsi"/>
                <w:szCs w:val="18"/>
              </w:rPr>
              <w:t xml:space="preserve">ren klokkijken op eigen niveau </w:t>
            </w:r>
          </w:p>
        </w:tc>
        <w:tc>
          <w:tcPr>
            <w:tcW w:w="4803" w:type="dxa"/>
          </w:tcPr>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t xml:space="preserve">Methode Rekenboog: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rekenlintjes (niveau 6)</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Googelen met rekenlintjes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meten van gewicht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5. Meer dingen wegen met een balans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6. Blokjes om mee te wegen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Kalender (niveau 7)</w:t>
            </w:r>
          </w:p>
          <w:p w:rsidR="00C3633D" w:rsidRPr="00C3633D" w:rsidRDefault="00C3633D" w:rsidP="00C3633D">
            <w:pPr>
              <w:pStyle w:val="Geenafstand"/>
              <w:rPr>
                <w:rFonts w:asciiTheme="minorHAnsi" w:hAnsiTheme="minorHAnsi" w:cstheme="minorHAnsi"/>
                <w:b/>
                <w:szCs w:val="18"/>
              </w:rPr>
            </w:pPr>
            <w:r w:rsidRPr="00C3633D">
              <w:rPr>
                <w:rFonts w:asciiTheme="minorHAnsi" w:hAnsiTheme="minorHAnsi" w:cstheme="minorHAnsi"/>
                <w:szCs w:val="18"/>
              </w:rPr>
              <w:t>1. Lente, zomer, herfst, winter</w:t>
            </w:r>
          </w:p>
        </w:tc>
      </w:tr>
      <w:tr w:rsidR="008052A8" w:rsidRPr="00A67C0A" w:rsidTr="00181F0E">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3 periode 1</w:t>
            </w:r>
            <w:r w:rsidR="00D13BCD">
              <w:rPr>
                <w:rFonts w:asciiTheme="minorHAnsi" w:hAnsiTheme="minorHAnsi" w:cstheme="minorHAnsi"/>
                <w:b/>
                <w:szCs w:val="18"/>
              </w:rPr>
              <w:t xml:space="preserve"> (niveau 7)</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3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7)</w:t>
            </w:r>
          </w:p>
        </w:tc>
      </w:tr>
      <w:tr w:rsidR="006E6BA9" w:rsidRPr="00A67C0A" w:rsidTr="00181F0E">
        <w:tc>
          <w:tcPr>
            <w:tcW w:w="4661" w:type="dxa"/>
            <w:gridSpan w:val="2"/>
          </w:tcPr>
          <w:p w:rsidR="006E6BA9" w:rsidRPr="006E6BA9" w:rsidRDefault="006E6BA9" w:rsidP="00507B8E">
            <w:pPr>
              <w:rPr>
                <w:rFonts w:asciiTheme="minorHAnsi" w:hAnsiTheme="minorHAnsi" w:cstheme="minorHAnsi"/>
                <w:b/>
              </w:rPr>
            </w:pPr>
            <w:r w:rsidRPr="006E6BA9">
              <w:rPr>
                <w:rFonts w:asciiTheme="minorHAnsi" w:hAnsiTheme="minorHAnsi" w:cstheme="minorHAnsi"/>
                <w:b/>
              </w:rPr>
              <w:t>1.2. Koppeling hoeveelheden aan getallen</w:t>
            </w:r>
          </w:p>
          <w:p w:rsidR="006E6BA9" w:rsidRPr="006E6BA9" w:rsidRDefault="006E6BA9" w:rsidP="00507B8E">
            <w:pPr>
              <w:rPr>
                <w:rFonts w:asciiTheme="minorHAnsi" w:hAnsiTheme="minorHAnsi" w:cstheme="minorHAnsi"/>
              </w:rPr>
            </w:pPr>
            <w:r w:rsidRPr="006E6BA9">
              <w:rPr>
                <w:rFonts w:asciiTheme="minorHAnsi" w:hAnsiTheme="minorHAnsi" w:cstheme="minorHAnsi"/>
              </w:rPr>
              <w:t xml:space="preserve">Verdeelt getallen tussen 10 en 20 in tiental en eenheden </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5.1.  Klokkijken</w:t>
            </w:r>
          </w:p>
          <w:p w:rsidR="006E6BA9" w:rsidRPr="006E6BA9" w:rsidRDefault="006E6BA9" w:rsidP="00507B8E">
            <w:pPr>
              <w:rPr>
                <w:rFonts w:asciiTheme="minorHAnsi" w:hAnsiTheme="minorHAnsi" w:cstheme="minorHAnsi"/>
              </w:rPr>
            </w:pPr>
            <w:r w:rsidRPr="006E6BA9">
              <w:rPr>
                <w:rFonts w:asciiTheme="minorHAnsi" w:hAnsiTheme="minorHAnsi" w:cstheme="minorHAnsi"/>
              </w:rPr>
              <w:t>Leest kwart voor en kwart over af (niveau 8)</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6.1. Munten en biljetten benoemen</w:t>
            </w:r>
          </w:p>
          <w:p w:rsidR="006E6BA9" w:rsidRPr="006E6BA9" w:rsidRDefault="006E6BA9" w:rsidP="00507B8E">
            <w:pPr>
              <w:rPr>
                <w:rFonts w:asciiTheme="minorHAnsi" w:hAnsiTheme="minorHAnsi" w:cstheme="minorHAnsi"/>
              </w:rPr>
            </w:pPr>
            <w:r w:rsidRPr="006E6BA9">
              <w:rPr>
                <w:rFonts w:asciiTheme="minorHAnsi" w:hAnsiTheme="minorHAnsi" w:cstheme="minorHAnsi"/>
              </w:rPr>
              <w:t>Stelt bedragen t/m 20 euro samen met munten van 1 en 2 euro en biljetten van 5 en 10 euro (niveau 8)</w:t>
            </w:r>
          </w:p>
        </w:tc>
        <w:tc>
          <w:tcPr>
            <w:tcW w:w="4803" w:type="dxa"/>
          </w:tcPr>
          <w:p w:rsidR="00181F0E" w:rsidRPr="006E6BA9" w:rsidRDefault="00181F0E" w:rsidP="00181F0E">
            <w:pPr>
              <w:rPr>
                <w:rFonts w:asciiTheme="minorHAnsi" w:hAnsiTheme="minorHAnsi" w:cstheme="minorHAnsi"/>
                <w:b/>
              </w:rPr>
            </w:pPr>
            <w:r w:rsidRPr="006E6BA9">
              <w:rPr>
                <w:rFonts w:asciiTheme="minorHAnsi" w:hAnsiTheme="minorHAnsi" w:cstheme="minorHAnsi"/>
                <w:b/>
              </w:rPr>
              <w:t>2.2. Cijfers en getallen</w:t>
            </w:r>
            <w:r w:rsidRPr="006E6BA9">
              <w:rPr>
                <w:rFonts w:asciiTheme="minorHAnsi" w:hAnsiTheme="minorHAnsi" w:cstheme="minorHAnsi"/>
                <w:b/>
              </w:rPr>
              <w:tab/>
            </w:r>
          </w:p>
          <w:p w:rsidR="00181F0E" w:rsidRPr="006E6BA9" w:rsidRDefault="00181F0E" w:rsidP="00181F0E">
            <w:pPr>
              <w:rPr>
                <w:rFonts w:asciiTheme="minorHAnsi" w:hAnsiTheme="minorHAnsi" w:cstheme="minorHAnsi"/>
              </w:rPr>
            </w:pPr>
            <w:r w:rsidRPr="006E6BA9">
              <w:rPr>
                <w:rFonts w:asciiTheme="minorHAnsi" w:hAnsiTheme="minorHAnsi" w:cstheme="minorHAnsi"/>
              </w:rPr>
              <w:t xml:space="preserve">Herkent/benoemt/,ordent/schrijft de tientallen t/m 100 </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 xml:space="preserve">2.3. Handig rekenen </w:t>
            </w:r>
          </w:p>
          <w:p w:rsidR="006E6BA9" w:rsidRPr="006E6BA9" w:rsidRDefault="006E6BA9" w:rsidP="00507B8E">
            <w:pPr>
              <w:rPr>
                <w:rFonts w:asciiTheme="minorHAnsi" w:hAnsiTheme="minorHAnsi" w:cstheme="minorHAnsi"/>
              </w:rPr>
            </w:pPr>
            <w:r w:rsidRPr="006E6BA9">
              <w:rPr>
                <w:rFonts w:asciiTheme="minorHAnsi" w:hAnsiTheme="minorHAnsi" w:cstheme="minorHAnsi"/>
              </w:rPr>
              <w:t>Stelt hoeveelheden t/m 20 samen met behulp van concreet materiaal (met een 5- of 10-structuur)</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 xml:space="preserve">4.2. Gewicht </w:t>
            </w:r>
          </w:p>
          <w:p w:rsidR="006E6BA9" w:rsidRPr="006E6BA9" w:rsidRDefault="006E6BA9" w:rsidP="00507B8E">
            <w:pPr>
              <w:rPr>
                <w:rFonts w:asciiTheme="minorHAnsi" w:hAnsiTheme="minorHAnsi" w:cstheme="minorHAnsi"/>
              </w:rPr>
            </w:pPr>
            <w:r w:rsidRPr="006E6BA9">
              <w:rPr>
                <w:rFonts w:asciiTheme="minorHAnsi" w:hAnsiTheme="minorHAnsi" w:cstheme="minorHAnsi"/>
              </w:rPr>
              <w:t>Heeft kennis van de standaardmaat kilogram (kg) (niveau 8)</w:t>
            </w:r>
          </w:p>
          <w:p w:rsidR="006E6BA9" w:rsidRDefault="006E6BA9" w:rsidP="00507B8E">
            <w:pPr>
              <w:rPr>
                <w:rFonts w:asciiTheme="minorHAnsi" w:hAnsiTheme="minorHAnsi" w:cstheme="minorHAnsi"/>
              </w:rPr>
            </w:pPr>
            <w:r w:rsidRPr="006E6BA9">
              <w:rPr>
                <w:rFonts w:asciiTheme="minorHAnsi" w:hAnsiTheme="minorHAnsi" w:cstheme="minorHAnsi"/>
              </w:rPr>
              <w:t>Heeft referenties van de kilogram (bijv. een pak suiker) (niveau 8)</w:t>
            </w:r>
          </w:p>
          <w:p w:rsidR="00181F0E" w:rsidRPr="006E6BA9" w:rsidRDefault="00181F0E" w:rsidP="00181F0E">
            <w:pPr>
              <w:rPr>
                <w:rFonts w:asciiTheme="minorHAnsi" w:hAnsiTheme="minorHAnsi" w:cstheme="minorHAnsi"/>
                <w:b/>
              </w:rPr>
            </w:pPr>
            <w:r w:rsidRPr="006E6BA9">
              <w:rPr>
                <w:rFonts w:asciiTheme="minorHAnsi" w:hAnsiTheme="minorHAnsi" w:cstheme="minorHAnsi"/>
                <w:b/>
              </w:rPr>
              <w:t>4.3. Inhoud</w:t>
            </w:r>
          </w:p>
          <w:p w:rsidR="00181F0E" w:rsidRPr="006E6BA9" w:rsidRDefault="00181F0E" w:rsidP="00507B8E">
            <w:pPr>
              <w:rPr>
                <w:rFonts w:asciiTheme="minorHAnsi" w:hAnsiTheme="minorHAnsi" w:cstheme="minorHAnsi"/>
              </w:rPr>
            </w:pPr>
            <w:r w:rsidRPr="006E6BA9">
              <w:rPr>
                <w:rFonts w:asciiTheme="minorHAnsi" w:hAnsiTheme="minorHAnsi" w:cstheme="minorHAnsi"/>
              </w:rPr>
              <w:t xml:space="preserve">Vergelijkt inhouden door afpassen met behulp van een natuurlijke maateenheid als een kopje, een lepel of een schepje </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5.2   Kalender- en agendagebruik</w:t>
            </w:r>
          </w:p>
          <w:p w:rsidR="006E6BA9" w:rsidRPr="006E6BA9" w:rsidRDefault="006E6BA9" w:rsidP="00507B8E">
            <w:pPr>
              <w:rPr>
                <w:rFonts w:asciiTheme="minorHAnsi" w:hAnsiTheme="minorHAnsi" w:cstheme="minorHAnsi"/>
              </w:rPr>
            </w:pPr>
            <w:r w:rsidRPr="006E6BA9">
              <w:rPr>
                <w:rFonts w:asciiTheme="minorHAnsi" w:hAnsiTheme="minorHAnsi" w:cstheme="minorHAnsi"/>
              </w:rPr>
              <w:t>Kent de begrippen overmorgen en eergisteren (niveau 8)</w:t>
            </w:r>
          </w:p>
          <w:p w:rsidR="006E6BA9" w:rsidRPr="006E6BA9" w:rsidRDefault="006E6BA9" w:rsidP="00507B8E">
            <w:pPr>
              <w:rPr>
                <w:rFonts w:asciiTheme="minorHAnsi" w:hAnsiTheme="minorHAnsi" w:cstheme="minorHAnsi"/>
              </w:rPr>
            </w:pPr>
            <w:r w:rsidRPr="006E6BA9">
              <w:rPr>
                <w:rFonts w:asciiTheme="minorHAnsi" w:hAnsiTheme="minorHAnsi" w:cstheme="minorHAnsi"/>
              </w:rPr>
              <w:t>Geeft aan dat een jaar 12 maanden heeft (niveau 8)</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6.2. Bedragen aflezen, afronden en vergelijken</w:t>
            </w:r>
          </w:p>
          <w:p w:rsidR="006E6BA9" w:rsidRPr="006E6BA9" w:rsidRDefault="006E6BA9" w:rsidP="00507B8E">
            <w:pPr>
              <w:rPr>
                <w:rFonts w:asciiTheme="minorHAnsi" w:hAnsiTheme="minorHAnsi" w:cstheme="minorHAnsi"/>
              </w:rPr>
            </w:pPr>
            <w:r w:rsidRPr="006E6BA9">
              <w:rPr>
                <w:rFonts w:asciiTheme="minorHAnsi" w:hAnsiTheme="minorHAnsi" w:cstheme="minorHAnsi"/>
              </w:rPr>
              <w:t xml:space="preserve">Leest ronde bedragen af t/m 20 euro, noteert deze en vergelijkt deze </w:t>
            </w:r>
          </w:p>
        </w:tc>
      </w:tr>
      <w:tr w:rsidR="008052A8" w:rsidRPr="00A67C0A" w:rsidTr="00181F0E">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3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3 periode 2</w:t>
            </w:r>
          </w:p>
        </w:tc>
      </w:tr>
      <w:tr w:rsidR="00CA3402" w:rsidRPr="00A67C0A" w:rsidTr="00181F0E">
        <w:tc>
          <w:tcPr>
            <w:tcW w:w="4661" w:type="dxa"/>
            <w:gridSpan w:val="2"/>
          </w:tcPr>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t xml:space="preserve">Methode Rekenboog: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Tellen tot 20 en verder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Verder tellen dan 20, misschien wel tot 100!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Tellen in sprongen van 10 (tot zover je kunt!)</w:t>
            </w:r>
          </w:p>
          <w:p w:rsidR="00C3633D" w:rsidRPr="00C3633D" w:rsidRDefault="00D11D41" w:rsidP="00C3633D">
            <w:pPr>
              <w:pStyle w:val="Geenafstand"/>
              <w:rPr>
                <w:rFonts w:asciiTheme="minorHAnsi" w:hAnsiTheme="minorHAnsi" w:cstheme="minorHAnsi"/>
                <w:szCs w:val="18"/>
              </w:rPr>
            </w:pPr>
            <w:r>
              <w:rPr>
                <w:rFonts w:asciiTheme="minorHAnsi" w:hAnsiTheme="minorHAnsi" w:cstheme="minorHAnsi"/>
                <w:szCs w:val="18"/>
              </w:rPr>
              <w:t>3. T</w:t>
            </w:r>
            <w:r w:rsidR="00C3633D" w:rsidRPr="00C3633D">
              <w:rPr>
                <w:rFonts w:asciiTheme="minorHAnsi" w:hAnsiTheme="minorHAnsi" w:cstheme="minorHAnsi"/>
                <w:szCs w:val="18"/>
              </w:rPr>
              <w:t>ellen in sprongen van 5 en 10 (tot zover je kunt!)</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4. Doortellen vanuit de 10 (tot 20 of nog verder.)</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lastRenderedPageBreak/>
              <w:t>5. Eentje minder (terugtellen van een bepaald getal)</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eierdozen 2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Getalbeelden tot en met 20 met eierdozen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klokkijken (niveau 8)</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3. Kwart over …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4. Kwart voor …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geldrekenen (niveau 8)</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1. Iets te eten bestellen voor € 20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en betalen met euromunten en briefjes</w:t>
            </w:r>
          </w:p>
        </w:tc>
        <w:tc>
          <w:tcPr>
            <w:tcW w:w="4803" w:type="dxa"/>
          </w:tcPr>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lastRenderedPageBreak/>
              <w:t xml:space="preserve">Methode Rekenboog: </w:t>
            </w:r>
          </w:p>
          <w:p w:rsidR="00C3633D" w:rsidRPr="00C3633D" w:rsidRDefault="00C3633D" w:rsidP="00C3633D">
            <w:pPr>
              <w:pStyle w:val="Geenafstand"/>
              <w:rPr>
                <w:rFonts w:asciiTheme="minorHAnsi" w:hAnsiTheme="minorHAnsi" w:cstheme="minorHAnsi"/>
                <w:szCs w:val="18"/>
              </w:rPr>
            </w:pPr>
            <w:r>
              <w:rPr>
                <w:rFonts w:asciiTheme="minorHAnsi" w:hAnsiTheme="minorHAnsi" w:cstheme="minorHAnsi"/>
                <w:szCs w:val="18"/>
              </w:rPr>
              <w:t>K</w:t>
            </w:r>
            <w:r w:rsidRPr="00C3633D">
              <w:rPr>
                <w:rFonts w:asciiTheme="minorHAnsi" w:hAnsiTheme="minorHAnsi" w:cstheme="minorHAnsi"/>
                <w:szCs w:val="18"/>
              </w:rPr>
              <w:t>atern 20-Kralenketting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3. Hoeveelheden op de 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4. Raadspelletje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Wat heb je nodig voor een kerstlunch?</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6. Hoeveel kralen onder de doek</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lastRenderedPageBreak/>
              <w:t>7. Getalkaartjes bij de 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8. Optellen met de 20-kralenketting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9. Aftrekken met de 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 Katern gewicht meten( niveau 8)</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Een pak suiker kost een kilo</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2. Mag ik een kilootje aardappelen?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3. Zwaarder of lichter dan een kilogram?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13. De balans, de weegschaal en de unster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Kalender (niveau 8)</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5. Een jaar heeft 12 maanden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geldrekenen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3. Spullen prijzen voor de vrijmarkt </w:t>
            </w:r>
          </w:p>
        </w:tc>
      </w:tr>
      <w:tr w:rsidR="008052A8" w:rsidRPr="00A67C0A" w:rsidTr="00181F0E">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lastRenderedPageBreak/>
              <w:t xml:space="preserve">Leerroute 3: </w:t>
            </w:r>
            <w:r>
              <w:rPr>
                <w:rFonts w:asciiTheme="minorHAnsi" w:hAnsiTheme="minorHAnsi" w:cstheme="minorHAnsi"/>
                <w:b/>
                <w:szCs w:val="18"/>
              </w:rPr>
              <w:t>Doelen leerjaar 4 periode 1</w:t>
            </w:r>
            <w:r w:rsidR="00D13BCD">
              <w:rPr>
                <w:rFonts w:asciiTheme="minorHAnsi" w:hAnsiTheme="minorHAnsi" w:cstheme="minorHAnsi"/>
                <w:b/>
                <w:szCs w:val="18"/>
              </w:rPr>
              <w:t xml:space="preserve"> (niveau 7)</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4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7)</w:t>
            </w:r>
          </w:p>
        </w:tc>
      </w:tr>
      <w:tr w:rsidR="006E6BA9" w:rsidRPr="00A67C0A" w:rsidTr="00181F0E">
        <w:tc>
          <w:tcPr>
            <w:tcW w:w="4661" w:type="dxa"/>
            <w:gridSpan w:val="2"/>
            <w:shd w:val="clear" w:color="auto" w:fill="auto"/>
          </w:tcPr>
          <w:p w:rsidR="006E6BA9" w:rsidRPr="006E6BA9" w:rsidRDefault="006E6BA9" w:rsidP="00507B8E">
            <w:pPr>
              <w:rPr>
                <w:rFonts w:asciiTheme="minorHAnsi" w:hAnsiTheme="minorHAnsi" w:cstheme="minorHAnsi"/>
                <w:b/>
              </w:rPr>
            </w:pPr>
            <w:r w:rsidRPr="006E6BA9">
              <w:rPr>
                <w:rFonts w:asciiTheme="minorHAnsi" w:hAnsiTheme="minorHAnsi" w:cstheme="minorHAnsi"/>
                <w:b/>
              </w:rPr>
              <w:t>4.1. Lengte</w:t>
            </w:r>
          </w:p>
          <w:p w:rsidR="006E6BA9" w:rsidRPr="006E6BA9" w:rsidRDefault="006E6BA9" w:rsidP="00507B8E">
            <w:pPr>
              <w:rPr>
                <w:rFonts w:asciiTheme="minorHAnsi" w:hAnsiTheme="minorHAnsi" w:cstheme="minorHAnsi"/>
              </w:rPr>
            </w:pPr>
            <w:r w:rsidRPr="006E6BA9">
              <w:rPr>
                <w:rFonts w:asciiTheme="minorHAnsi" w:hAnsiTheme="minorHAnsi" w:cstheme="minorHAnsi"/>
              </w:rPr>
              <w:t>Gebruikt de begrippen meter (m) en centimeter (cm) in de juiste context (niveau 8)</w:t>
            </w:r>
          </w:p>
          <w:p w:rsidR="006E6BA9" w:rsidRPr="006E6BA9" w:rsidRDefault="006E6BA9" w:rsidP="00507B8E">
            <w:pPr>
              <w:rPr>
                <w:rFonts w:asciiTheme="minorHAnsi" w:hAnsiTheme="minorHAnsi" w:cstheme="minorHAnsi"/>
              </w:rPr>
            </w:pPr>
            <w:r w:rsidRPr="006E6BA9">
              <w:rPr>
                <w:rFonts w:asciiTheme="minorHAnsi" w:hAnsiTheme="minorHAnsi" w:cstheme="minorHAnsi"/>
              </w:rPr>
              <w:t>Geeft aan hoe groot een centimeter en een meter ongeveer is (niveau 8)</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5.1. Klokkijken</w:t>
            </w:r>
          </w:p>
          <w:p w:rsidR="006E6BA9" w:rsidRPr="006E6BA9" w:rsidRDefault="006E6BA9" w:rsidP="00507B8E">
            <w:pPr>
              <w:rPr>
                <w:rFonts w:asciiTheme="minorHAnsi" w:hAnsiTheme="minorHAnsi" w:cstheme="minorHAnsi"/>
              </w:rPr>
            </w:pPr>
            <w:r w:rsidRPr="006E6BA9">
              <w:rPr>
                <w:rFonts w:asciiTheme="minorHAnsi" w:hAnsiTheme="minorHAnsi" w:cstheme="minorHAnsi"/>
              </w:rPr>
              <w:t>Weet hoe lang een kwartier duurt (niveau 8)</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6.1. Munten en biljetten benoemen</w:t>
            </w:r>
          </w:p>
          <w:p w:rsidR="006E6BA9" w:rsidRPr="006E6BA9" w:rsidRDefault="006E6BA9" w:rsidP="00507B8E">
            <w:pPr>
              <w:spacing w:line="280" w:lineRule="atLeast"/>
              <w:rPr>
                <w:rFonts w:asciiTheme="minorHAnsi" w:eastAsia="MS Mincho" w:hAnsiTheme="minorHAnsi" w:cstheme="minorHAnsi"/>
                <w:color w:val="000000"/>
              </w:rPr>
            </w:pPr>
            <w:r w:rsidRPr="006E6BA9">
              <w:rPr>
                <w:rFonts w:asciiTheme="minorHAnsi" w:hAnsiTheme="minorHAnsi" w:cstheme="minorHAnsi"/>
              </w:rPr>
              <w:t>Betaalt binnen een context en weet wanneer er geld teruggegeven wordt (niveau 8)</w:t>
            </w:r>
          </w:p>
        </w:tc>
        <w:tc>
          <w:tcPr>
            <w:tcW w:w="4803" w:type="dxa"/>
            <w:shd w:val="clear" w:color="auto" w:fill="auto"/>
          </w:tcPr>
          <w:p w:rsidR="00181F0E" w:rsidRPr="006E6BA9" w:rsidRDefault="00181F0E" w:rsidP="00181F0E">
            <w:pPr>
              <w:rPr>
                <w:rFonts w:asciiTheme="minorHAnsi" w:hAnsiTheme="minorHAnsi" w:cstheme="minorHAnsi"/>
                <w:b/>
              </w:rPr>
            </w:pPr>
            <w:r w:rsidRPr="006E6BA9">
              <w:rPr>
                <w:rFonts w:asciiTheme="minorHAnsi" w:hAnsiTheme="minorHAnsi" w:cstheme="minorHAnsi"/>
                <w:b/>
              </w:rPr>
              <w:t>1.2. Cijfers en getallen</w:t>
            </w:r>
            <w:r w:rsidRPr="006E6BA9">
              <w:rPr>
                <w:rFonts w:asciiTheme="minorHAnsi" w:hAnsiTheme="minorHAnsi" w:cstheme="minorHAnsi"/>
                <w:b/>
              </w:rPr>
              <w:tab/>
            </w:r>
          </w:p>
          <w:p w:rsidR="00181F0E" w:rsidRPr="006E6BA9" w:rsidRDefault="00181F0E" w:rsidP="00181F0E">
            <w:pPr>
              <w:rPr>
                <w:rFonts w:asciiTheme="minorHAnsi" w:hAnsiTheme="minorHAnsi" w:cstheme="minorHAnsi"/>
              </w:rPr>
            </w:pPr>
            <w:r w:rsidRPr="006E6BA9">
              <w:rPr>
                <w:rFonts w:asciiTheme="minorHAnsi" w:hAnsiTheme="minorHAnsi" w:cstheme="minorHAnsi"/>
              </w:rPr>
              <w:t>Koppelt hoeveelheden aan getallen t/m 100</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 xml:space="preserve">2.3. Handig rekenen </w:t>
            </w:r>
          </w:p>
          <w:p w:rsidR="006E6BA9" w:rsidRPr="006E6BA9" w:rsidRDefault="006E6BA9" w:rsidP="00507B8E">
            <w:pPr>
              <w:rPr>
                <w:rFonts w:asciiTheme="minorHAnsi" w:hAnsiTheme="minorHAnsi" w:cstheme="minorHAnsi"/>
              </w:rPr>
            </w:pPr>
            <w:r w:rsidRPr="006E6BA9">
              <w:rPr>
                <w:rFonts w:asciiTheme="minorHAnsi" w:hAnsiTheme="minorHAnsi" w:cstheme="minorHAnsi"/>
              </w:rPr>
              <w:t>Stelt hoeveelheden t/m 100 samen met behulp van concreet materiaal (met een 10-structuur) (niveau 8)</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 xml:space="preserve">4.2. Gewicht </w:t>
            </w:r>
          </w:p>
          <w:p w:rsidR="006E6BA9" w:rsidRPr="006E6BA9" w:rsidRDefault="006E6BA9" w:rsidP="00507B8E">
            <w:pPr>
              <w:rPr>
                <w:rFonts w:asciiTheme="minorHAnsi" w:hAnsiTheme="minorHAnsi" w:cstheme="minorHAnsi"/>
              </w:rPr>
            </w:pPr>
            <w:r w:rsidRPr="006E6BA9">
              <w:rPr>
                <w:rFonts w:asciiTheme="minorHAnsi" w:hAnsiTheme="minorHAnsi" w:cstheme="minorHAnsi"/>
              </w:rPr>
              <w:t>Weet dat de weegschaal gebruikt wordt om te wegen  (niveau 8)</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4.3. Inhoud</w:t>
            </w:r>
          </w:p>
          <w:p w:rsidR="006E6BA9" w:rsidRPr="006E6BA9" w:rsidRDefault="006E6BA9" w:rsidP="00507B8E">
            <w:pPr>
              <w:rPr>
                <w:rFonts w:asciiTheme="minorHAnsi" w:hAnsiTheme="minorHAnsi" w:cstheme="minorHAnsi"/>
              </w:rPr>
            </w:pPr>
            <w:r w:rsidRPr="006E6BA9">
              <w:rPr>
                <w:rFonts w:asciiTheme="minorHAnsi" w:hAnsiTheme="minorHAnsi" w:cstheme="minorHAnsi"/>
              </w:rPr>
              <w:t>Vergelijkt inhouden door afpassen m.b.v. een natuurlijke maateenheid (kopje, lepel, schepje)</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6.3.  Waarde aangeven van munten en biljetten</w:t>
            </w:r>
          </w:p>
          <w:p w:rsidR="006E6BA9" w:rsidRPr="006E6BA9" w:rsidRDefault="006E6BA9" w:rsidP="00507B8E">
            <w:pPr>
              <w:rPr>
                <w:rFonts w:asciiTheme="minorHAnsi" w:hAnsiTheme="minorHAnsi" w:cstheme="minorHAnsi"/>
              </w:rPr>
            </w:pPr>
            <w:r w:rsidRPr="006E6BA9">
              <w:rPr>
                <w:rFonts w:asciiTheme="minorHAnsi" w:hAnsiTheme="minorHAnsi" w:cstheme="minorHAnsi"/>
              </w:rPr>
              <w:t xml:space="preserve">Weet dat 5 munten van 1 euro evenveel waard zijn als een biljet van 5 euro </w:t>
            </w:r>
          </w:p>
        </w:tc>
      </w:tr>
      <w:tr w:rsidR="008052A8" w:rsidRPr="00A67C0A" w:rsidTr="00181F0E">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4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4 periode 2</w:t>
            </w:r>
          </w:p>
        </w:tc>
      </w:tr>
      <w:tr w:rsidR="00CA3402" w:rsidRPr="00A67C0A" w:rsidTr="00181F0E">
        <w:tc>
          <w:tcPr>
            <w:tcW w:w="4661" w:type="dxa"/>
            <w:gridSpan w:val="2"/>
          </w:tcPr>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t xml:space="preserve">Methode Rekenboog: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100-Kralenketting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Wat een lange 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Hoeveelheden op de 100-kralenketting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3. Raadspelletje</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4. Tellen in sprongen van 10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5. Doortellen en terugtellen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6. Splitsen met de 100-kralenketting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 Evenveel als op het getalkaartje</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8. Laten zien hoeveel dat is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9. Evenveel kralen als je moet betalen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meten lengte  niveau 8</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11. Meten met een meterlat (1)</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12. Meten met een meterlat (2)</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13. De vijfmeterstrook (1)</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14. De vijfmeterstrook (2)</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15. Wat is een centimeter?</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16. Meten met je meetlint: ronde dingen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klokkijken niveau 8</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Een uur is 60 minuten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Een uur is twee keer een half uur</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geldrekenen niveau 8</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1. Iets te eten bestellen voor € 20 </w:t>
            </w:r>
          </w:p>
          <w:p w:rsid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en betalen met euromunten en briefjes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Methode Startrekenen Instap (Deviant:)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Hoofdstuk 1: Getallen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1.1 De betekenis van getallen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1.2 Getallen tot 10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1.3 Getallen tot 20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1.4 Getallen tot 100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Hoofdstuk 7: Klokkijken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7.1 Wat is tijd?</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7.2 De klok met wijzers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7.3 De digitale klok</w:t>
            </w:r>
          </w:p>
        </w:tc>
        <w:tc>
          <w:tcPr>
            <w:tcW w:w="4803" w:type="dxa"/>
          </w:tcPr>
          <w:p w:rsidR="00C3633D" w:rsidRPr="00C3633D" w:rsidRDefault="00C3633D" w:rsidP="00C3633D">
            <w:pPr>
              <w:pStyle w:val="Geenafstand"/>
              <w:rPr>
                <w:rFonts w:asciiTheme="minorHAnsi" w:hAnsiTheme="minorHAnsi" w:cstheme="minorHAnsi"/>
                <w:szCs w:val="18"/>
                <w:u w:val="single"/>
              </w:rPr>
            </w:pPr>
            <w:r w:rsidRPr="00C3633D">
              <w:rPr>
                <w:rFonts w:asciiTheme="minorHAnsi" w:hAnsiTheme="minorHAnsi" w:cstheme="minorHAnsi"/>
                <w:szCs w:val="18"/>
                <w:u w:val="single"/>
              </w:rPr>
              <w:t xml:space="preserve">Methode Rekenboog: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100-Kralenketting (niveau 8)</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1. Wat een lange 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2. Hoeveelheden op de 100-kralenketting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3. Raadspelletje</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4. Tellen in sprongen van 10</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5. Doortellen en terugtellen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6. Splitsen met de 100-kralenketting</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7. Evenveel als op het getalkaartje</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8. Laten zien hoeveel dat is</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9. Evenveel kralen als je moet betalen</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gewicht meten (niveau 8)</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13 De balans, de weegschaal en de unster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Katern geldrekenen (niveau 7)</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1. Iets kopen voor € 10 met euromunten en briefjes </w:t>
            </w:r>
          </w:p>
          <w:p w:rsidR="00C3633D" w:rsidRPr="00C3633D" w:rsidRDefault="00C3633D" w:rsidP="00C3633D">
            <w:pPr>
              <w:pStyle w:val="Geenafstand"/>
              <w:rPr>
                <w:rFonts w:asciiTheme="minorHAnsi" w:hAnsiTheme="minorHAnsi" w:cstheme="minorHAnsi"/>
                <w:szCs w:val="18"/>
              </w:rPr>
            </w:pPr>
            <w:r w:rsidRPr="00C3633D">
              <w:rPr>
                <w:rFonts w:asciiTheme="minorHAnsi" w:hAnsiTheme="minorHAnsi" w:cstheme="minorHAnsi"/>
                <w:szCs w:val="18"/>
              </w:rPr>
              <w:t xml:space="preserve">2. Winkelen: wat kost het bij elkaar? </w:t>
            </w:r>
          </w:p>
        </w:tc>
      </w:tr>
      <w:tr w:rsidR="008052A8" w:rsidRPr="00A67C0A" w:rsidTr="00181F0E">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lastRenderedPageBreak/>
              <w:t xml:space="preserve">Leerroute 3: </w:t>
            </w:r>
            <w:r>
              <w:rPr>
                <w:rFonts w:asciiTheme="minorHAnsi" w:hAnsiTheme="minorHAnsi" w:cstheme="minorHAnsi"/>
                <w:b/>
                <w:szCs w:val="18"/>
              </w:rPr>
              <w:t>Doelen leerjaar 5 periode 1</w:t>
            </w:r>
            <w:r w:rsidR="00D13BCD">
              <w:rPr>
                <w:rFonts w:asciiTheme="minorHAnsi" w:hAnsiTheme="minorHAnsi" w:cstheme="minorHAnsi"/>
                <w:b/>
                <w:szCs w:val="18"/>
              </w:rPr>
              <w:t xml:space="preserve"> (niveau 8</w:t>
            </w:r>
            <w:r w:rsidR="00D13BCD" w:rsidRPr="00D13BCD">
              <w:rPr>
                <w:rFonts w:asciiTheme="minorHAnsi" w:hAnsiTheme="minorHAnsi" w:cstheme="minorHAnsi"/>
                <w:b/>
                <w:szCs w:val="18"/>
              </w:rPr>
              <w:t>)</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5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8)</w:t>
            </w:r>
          </w:p>
        </w:tc>
      </w:tr>
      <w:tr w:rsidR="006E6BA9" w:rsidRPr="00A67C0A" w:rsidTr="00181F0E">
        <w:tc>
          <w:tcPr>
            <w:tcW w:w="4661" w:type="dxa"/>
            <w:gridSpan w:val="2"/>
          </w:tcPr>
          <w:p w:rsidR="006E6BA9" w:rsidRPr="006E6BA9" w:rsidRDefault="006E6BA9" w:rsidP="00507B8E">
            <w:pPr>
              <w:rPr>
                <w:rFonts w:asciiTheme="minorHAnsi" w:hAnsiTheme="minorHAnsi" w:cstheme="minorHAnsi"/>
                <w:b/>
              </w:rPr>
            </w:pPr>
            <w:r w:rsidRPr="006E6BA9">
              <w:rPr>
                <w:rFonts w:asciiTheme="minorHAnsi" w:hAnsiTheme="minorHAnsi" w:cstheme="minorHAnsi"/>
                <w:b/>
              </w:rPr>
              <w:t>4.1. Lengte</w:t>
            </w:r>
          </w:p>
          <w:p w:rsidR="006E6BA9" w:rsidRPr="006E6BA9" w:rsidRDefault="006E6BA9" w:rsidP="00507B8E">
            <w:pPr>
              <w:rPr>
                <w:rFonts w:asciiTheme="minorHAnsi" w:hAnsiTheme="minorHAnsi" w:cstheme="minorHAnsi"/>
              </w:rPr>
            </w:pPr>
            <w:r w:rsidRPr="006E6BA9">
              <w:rPr>
                <w:rFonts w:asciiTheme="minorHAnsi" w:hAnsiTheme="minorHAnsi" w:cstheme="minorHAnsi"/>
              </w:rPr>
              <w:t xml:space="preserve">Gebruikt een meetlint (tot 100 centimeter) en een liniaal </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5.1.  Klokkijken</w:t>
            </w:r>
          </w:p>
          <w:p w:rsidR="006E6BA9" w:rsidRPr="006E6BA9" w:rsidRDefault="006E6BA9" w:rsidP="00507B8E">
            <w:pPr>
              <w:rPr>
                <w:rFonts w:asciiTheme="minorHAnsi" w:hAnsiTheme="minorHAnsi" w:cstheme="minorHAnsi"/>
              </w:rPr>
            </w:pPr>
            <w:r w:rsidRPr="006E6BA9">
              <w:rPr>
                <w:rFonts w:asciiTheme="minorHAnsi" w:hAnsiTheme="minorHAnsi" w:cstheme="minorHAnsi"/>
              </w:rPr>
              <w:t>Kijkt globaal klok (het is bijna kwart voor, het is net 10 uur geweest)</w:t>
            </w:r>
          </w:p>
          <w:p w:rsidR="006E6BA9" w:rsidRPr="006E6BA9" w:rsidRDefault="006E6BA9" w:rsidP="00507B8E">
            <w:pPr>
              <w:rPr>
                <w:rFonts w:asciiTheme="minorHAnsi" w:eastAsia="MS Mincho" w:hAnsiTheme="minorHAnsi" w:cstheme="minorHAnsi"/>
                <w:b/>
                <w:color w:val="000000"/>
              </w:rPr>
            </w:pPr>
            <w:r w:rsidRPr="006E6BA9">
              <w:rPr>
                <w:rFonts w:asciiTheme="minorHAnsi" w:eastAsia="MS Mincho" w:hAnsiTheme="minorHAnsi" w:cstheme="minorHAnsi"/>
                <w:b/>
                <w:color w:val="000000"/>
              </w:rPr>
              <w:t>6.1.  Munten en biljetten benoemen</w:t>
            </w:r>
          </w:p>
          <w:p w:rsidR="006E6BA9" w:rsidRPr="006E6BA9" w:rsidRDefault="006E6BA9" w:rsidP="00507B8E">
            <w:pPr>
              <w:rPr>
                <w:rFonts w:asciiTheme="minorHAnsi" w:hAnsiTheme="minorHAnsi" w:cstheme="minorHAnsi"/>
              </w:rPr>
            </w:pPr>
            <w:r w:rsidRPr="006E6BA9">
              <w:rPr>
                <w:rFonts w:asciiTheme="minorHAnsi" w:eastAsia="MS Mincho" w:hAnsiTheme="minorHAnsi" w:cstheme="minorHAnsi"/>
                <w:color w:val="000000"/>
              </w:rPr>
              <w:t>Weet bij betalen van ronde bedragen t/m 20 euro hoeveel geld teruggegeven wordt (niveau 9)</w:t>
            </w:r>
          </w:p>
        </w:tc>
        <w:tc>
          <w:tcPr>
            <w:tcW w:w="4803" w:type="dxa"/>
          </w:tcPr>
          <w:p w:rsidR="00181F0E" w:rsidRPr="006E6BA9" w:rsidRDefault="00181F0E" w:rsidP="00181F0E">
            <w:pPr>
              <w:rPr>
                <w:rFonts w:asciiTheme="minorHAnsi" w:hAnsiTheme="minorHAnsi" w:cstheme="minorHAnsi"/>
                <w:b/>
              </w:rPr>
            </w:pPr>
            <w:r w:rsidRPr="006E6BA9">
              <w:rPr>
                <w:rFonts w:asciiTheme="minorHAnsi" w:hAnsiTheme="minorHAnsi" w:cstheme="minorHAnsi"/>
                <w:b/>
              </w:rPr>
              <w:t>2.2. Cijfers en getallen</w:t>
            </w:r>
            <w:r w:rsidRPr="006E6BA9">
              <w:rPr>
                <w:rFonts w:asciiTheme="minorHAnsi" w:hAnsiTheme="minorHAnsi" w:cstheme="minorHAnsi"/>
                <w:b/>
              </w:rPr>
              <w:tab/>
            </w:r>
          </w:p>
          <w:p w:rsidR="00181F0E" w:rsidRPr="006E6BA9" w:rsidRDefault="00181F0E" w:rsidP="00181F0E">
            <w:pPr>
              <w:rPr>
                <w:rFonts w:asciiTheme="minorHAnsi" w:hAnsiTheme="minorHAnsi" w:cstheme="minorHAnsi"/>
              </w:rPr>
            </w:pPr>
            <w:r w:rsidRPr="006E6BA9">
              <w:rPr>
                <w:rFonts w:asciiTheme="minorHAnsi" w:hAnsiTheme="minorHAnsi" w:cstheme="minorHAnsi"/>
              </w:rPr>
              <w:t xml:space="preserve">Herkent/benoemt/schrijft getallen t/m 100 </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 xml:space="preserve">2.3. Handig rekenen </w:t>
            </w:r>
          </w:p>
          <w:p w:rsidR="006E6BA9" w:rsidRPr="006E6BA9" w:rsidRDefault="006E6BA9" w:rsidP="00507B8E">
            <w:pPr>
              <w:rPr>
                <w:rFonts w:asciiTheme="minorHAnsi" w:hAnsiTheme="minorHAnsi" w:cstheme="minorHAnsi"/>
              </w:rPr>
            </w:pPr>
            <w:r w:rsidRPr="006E6BA9">
              <w:rPr>
                <w:rFonts w:asciiTheme="minorHAnsi" w:hAnsiTheme="minorHAnsi" w:cstheme="minorHAnsi"/>
              </w:rPr>
              <w:t xml:space="preserve">Vult aan tot het volgende tiental bij hoeveelheden t/m 100  </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 xml:space="preserve">4.2. Gewicht </w:t>
            </w:r>
          </w:p>
          <w:p w:rsidR="006E6BA9" w:rsidRPr="006E6BA9" w:rsidRDefault="006E6BA9" w:rsidP="00507B8E">
            <w:pPr>
              <w:rPr>
                <w:rFonts w:asciiTheme="minorHAnsi" w:hAnsiTheme="minorHAnsi" w:cstheme="minorHAnsi"/>
              </w:rPr>
            </w:pPr>
            <w:r w:rsidRPr="006E6BA9">
              <w:rPr>
                <w:rFonts w:asciiTheme="minorHAnsi" w:hAnsiTheme="minorHAnsi" w:cstheme="minorHAnsi"/>
              </w:rPr>
              <w:t>Weet dat de weegschaal gebruikt wordt om te wegen</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4.3. Inhoud</w:t>
            </w:r>
          </w:p>
          <w:p w:rsidR="006E6BA9" w:rsidRPr="006E6BA9" w:rsidRDefault="006E6BA9" w:rsidP="00507B8E">
            <w:pPr>
              <w:rPr>
                <w:rFonts w:asciiTheme="minorHAnsi" w:hAnsiTheme="minorHAnsi" w:cstheme="minorHAnsi"/>
              </w:rPr>
            </w:pPr>
            <w:r w:rsidRPr="006E6BA9">
              <w:rPr>
                <w:rFonts w:asciiTheme="minorHAnsi" w:hAnsiTheme="minorHAnsi" w:cstheme="minorHAnsi"/>
              </w:rPr>
              <w:t xml:space="preserve">Heeft kennis van de standaardmaat liter (l) </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5.2.  Kalender en agenda gebruik</w:t>
            </w:r>
          </w:p>
          <w:p w:rsidR="006E6BA9" w:rsidRPr="006E6BA9" w:rsidRDefault="006E6BA9" w:rsidP="00507B8E">
            <w:pPr>
              <w:rPr>
                <w:rFonts w:asciiTheme="minorHAnsi" w:hAnsiTheme="minorHAnsi" w:cstheme="minorHAnsi"/>
              </w:rPr>
            </w:pPr>
            <w:r w:rsidRPr="006E6BA9">
              <w:rPr>
                <w:rFonts w:asciiTheme="minorHAnsi" w:hAnsiTheme="minorHAnsi" w:cstheme="minorHAnsi"/>
              </w:rPr>
              <w:t>Zoekt een dag in de agenda op</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6.3.  Waarde aangeven van munten en biljetten</w:t>
            </w:r>
          </w:p>
          <w:p w:rsidR="006E6BA9" w:rsidRPr="006E6BA9" w:rsidRDefault="006E6BA9" w:rsidP="00507B8E">
            <w:pPr>
              <w:rPr>
                <w:rFonts w:asciiTheme="minorHAnsi" w:hAnsiTheme="minorHAnsi" w:cstheme="minorHAnsi"/>
              </w:rPr>
            </w:pPr>
            <w:r w:rsidRPr="006E6BA9">
              <w:rPr>
                <w:rFonts w:asciiTheme="minorHAnsi" w:hAnsiTheme="minorHAnsi" w:cstheme="minorHAnsi"/>
              </w:rPr>
              <w:t xml:space="preserve">Wisselt biljetten van 5 en 10 euro </w:t>
            </w:r>
          </w:p>
          <w:p w:rsidR="006E6BA9" w:rsidRPr="006E6BA9" w:rsidRDefault="006E6BA9" w:rsidP="00507B8E">
            <w:pPr>
              <w:rPr>
                <w:rFonts w:asciiTheme="minorHAnsi" w:hAnsiTheme="minorHAnsi" w:cstheme="minorHAnsi"/>
              </w:rPr>
            </w:pPr>
            <w:r w:rsidRPr="006E6BA9">
              <w:rPr>
                <w:rFonts w:asciiTheme="minorHAnsi" w:hAnsiTheme="minorHAnsi" w:cstheme="minorHAnsi"/>
              </w:rPr>
              <w:t xml:space="preserve">Vertelt wat je kunt kopen voor ongeveer 2, 5, 10 en 20 euro </w:t>
            </w:r>
          </w:p>
        </w:tc>
      </w:tr>
      <w:tr w:rsidR="008052A8" w:rsidRPr="00A67C0A" w:rsidTr="00181F0E">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5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5 periode 2</w:t>
            </w:r>
          </w:p>
        </w:tc>
      </w:tr>
      <w:tr w:rsidR="00CA3402" w:rsidRPr="00A67C0A" w:rsidTr="00181F0E">
        <w:tc>
          <w:tcPr>
            <w:tcW w:w="4661" w:type="dxa"/>
            <w:gridSpan w:val="2"/>
          </w:tcPr>
          <w:p w:rsidR="00A4166B" w:rsidRPr="00A4166B" w:rsidRDefault="00A4166B" w:rsidP="00A4166B">
            <w:pPr>
              <w:pStyle w:val="Geenafstand"/>
              <w:rPr>
                <w:rFonts w:asciiTheme="minorHAnsi" w:hAnsiTheme="minorHAnsi" w:cstheme="minorHAnsi"/>
                <w:szCs w:val="18"/>
                <w:u w:val="single"/>
              </w:rPr>
            </w:pPr>
            <w:r w:rsidRPr="00A4166B">
              <w:rPr>
                <w:rFonts w:asciiTheme="minorHAnsi" w:hAnsiTheme="minorHAnsi" w:cstheme="minorHAnsi"/>
                <w:szCs w:val="18"/>
                <w:u w:val="single"/>
              </w:rPr>
              <w:t>Methode Rekenboog:</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 Katern Getallenlijn  (niveau 8)</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18. Kaartjesgetallenlijn t/m 50</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19. Welke getallen liggen hiertussen (t/m 50)</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20. Raden op welke blz. je bent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gewicht meten niveau 8</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 Een pak suiker kost een kilo</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2. Mag ik een kilootje aardappelen?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3. Zwaarder of lichter dan een kilogram?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13. De balans, de weegschaal en de unster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klokkijken (niveau 9)</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12. Een  uur is 60 minuten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13. Een uur is 2x een half uur</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geldrekenen (niveau 9)</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8. Kopen in de supermarkt: krijg ik geld terug?</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Lengte niveau 8</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13. De vijfmeterstrook (1)</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14. De vijfmeterstrook (2)</w:t>
            </w:r>
          </w:p>
          <w:p w:rsidR="00C3633D"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16. Meten met je meetlint: ronde dingen</w:t>
            </w:r>
          </w:p>
          <w:p w:rsidR="00A4166B" w:rsidRPr="00A4166B" w:rsidRDefault="00A4166B" w:rsidP="00A4166B">
            <w:pPr>
              <w:pStyle w:val="Geenafstand"/>
              <w:rPr>
                <w:rFonts w:asciiTheme="minorHAnsi" w:hAnsiTheme="minorHAnsi" w:cstheme="minorHAnsi"/>
                <w:szCs w:val="18"/>
                <w:u w:val="single"/>
              </w:rPr>
            </w:pPr>
            <w:r w:rsidRPr="00A4166B">
              <w:rPr>
                <w:rFonts w:asciiTheme="minorHAnsi" w:hAnsiTheme="minorHAnsi" w:cstheme="minorHAnsi"/>
                <w:szCs w:val="18"/>
                <w:u w:val="single"/>
              </w:rPr>
              <w:t>Methode Startrekenen Instap (Deviant)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Hoofdstuk 2: Optellen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1.1 Optellen tot 10</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2.2 Optellen tot 20</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2.3 Optellen tot 100</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Hoofdstuk 3: Aftrekken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3.1 Aftrekken tot 10</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3.2 Aftrekken tot 20</w:t>
            </w:r>
          </w:p>
          <w:p w:rsidR="00A4166B" w:rsidRPr="00C3633D" w:rsidRDefault="00A4166B" w:rsidP="00A4166B">
            <w:pPr>
              <w:pStyle w:val="Geenafstand"/>
              <w:rPr>
                <w:rFonts w:asciiTheme="minorHAnsi" w:hAnsiTheme="minorHAnsi" w:cstheme="minorHAnsi"/>
                <w:szCs w:val="18"/>
              </w:rPr>
            </w:pPr>
            <w:r>
              <w:rPr>
                <w:rFonts w:asciiTheme="minorHAnsi" w:hAnsiTheme="minorHAnsi" w:cstheme="minorHAnsi"/>
                <w:szCs w:val="18"/>
              </w:rPr>
              <w:t>3.3 Aftrekken tot 100</w:t>
            </w:r>
          </w:p>
        </w:tc>
        <w:tc>
          <w:tcPr>
            <w:tcW w:w="4803" w:type="dxa"/>
          </w:tcPr>
          <w:p w:rsidR="00A4166B" w:rsidRPr="00A4166B" w:rsidRDefault="00A4166B" w:rsidP="00A4166B">
            <w:pPr>
              <w:pStyle w:val="Geenafstand"/>
              <w:rPr>
                <w:rFonts w:asciiTheme="minorHAnsi" w:hAnsiTheme="minorHAnsi" w:cstheme="minorHAnsi"/>
                <w:szCs w:val="18"/>
                <w:u w:val="single"/>
              </w:rPr>
            </w:pPr>
            <w:r w:rsidRPr="00A4166B">
              <w:rPr>
                <w:rFonts w:asciiTheme="minorHAnsi" w:hAnsiTheme="minorHAnsi" w:cstheme="minorHAnsi"/>
                <w:szCs w:val="18"/>
                <w:u w:val="single"/>
              </w:rPr>
              <w:t>Methode Rekenboog:</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100- kralenketting (niveau 8)</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 Splitsen met de 100-kralenketting</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Meten van inhoud niveau 8</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5. Introductie van de standaardmaat liter</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 Meten met de standaardmaat liter</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Kalender (niveau 10)</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3. De maand heeft een getal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4. 1-1-2009, welke dag en maand is het?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5. 09-09-09, wat betekent dat?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 Notatiewijzen van data</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7. In welke maand is dat gekocht?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9. Vandaag is het...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10. De kalender, een verdere verkenning</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13. Dagen, weken, maanden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Geldrekenen (niveau 8)</w:t>
            </w:r>
          </w:p>
          <w:p w:rsidR="00C3633D" w:rsidRPr="00C3633D"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7. Iets te eten bestellen voor € 20 en betalen met euromunten en briefjes</w:t>
            </w:r>
          </w:p>
        </w:tc>
      </w:tr>
      <w:tr w:rsidR="008052A8" w:rsidRPr="00A67C0A" w:rsidTr="00181F0E">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6 periode 1</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8)</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6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8)</w:t>
            </w:r>
          </w:p>
        </w:tc>
      </w:tr>
      <w:tr w:rsidR="006E6BA9" w:rsidRPr="00A67C0A" w:rsidTr="00181F0E">
        <w:tc>
          <w:tcPr>
            <w:tcW w:w="4661" w:type="dxa"/>
            <w:gridSpan w:val="2"/>
          </w:tcPr>
          <w:p w:rsidR="006E6BA9" w:rsidRPr="006E6BA9" w:rsidRDefault="006E6BA9" w:rsidP="00507B8E">
            <w:pPr>
              <w:rPr>
                <w:rFonts w:asciiTheme="minorHAnsi" w:hAnsiTheme="minorHAnsi" w:cstheme="minorHAnsi"/>
                <w:b/>
              </w:rPr>
            </w:pPr>
            <w:r w:rsidRPr="006E6BA9">
              <w:rPr>
                <w:rFonts w:asciiTheme="minorHAnsi" w:hAnsiTheme="minorHAnsi" w:cstheme="minorHAnsi"/>
                <w:b/>
              </w:rPr>
              <w:t>1.3.Ordenen van hoeveelheden</w:t>
            </w:r>
            <w:r w:rsidRPr="006E6BA9">
              <w:rPr>
                <w:rFonts w:asciiTheme="minorHAnsi" w:hAnsiTheme="minorHAnsi" w:cstheme="minorHAnsi"/>
                <w:b/>
              </w:rPr>
              <w:tab/>
            </w:r>
          </w:p>
          <w:p w:rsidR="006E6BA9" w:rsidRPr="006E6BA9" w:rsidRDefault="006E6BA9" w:rsidP="00507B8E">
            <w:pPr>
              <w:rPr>
                <w:rFonts w:asciiTheme="minorHAnsi" w:hAnsiTheme="minorHAnsi" w:cstheme="minorHAnsi"/>
              </w:rPr>
            </w:pPr>
            <w:r w:rsidRPr="006E6BA9">
              <w:rPr>
                <w:rFonts w:asciiTheme="minorHAnsi" w:hAnsiTheme="minorHAnsi" w:cstheme="minorHAnsi"/>
              </w:rPr>
              <w:t>Vergelijkt hoeveelheden tot 100, gekoppeld aan concrete hoeveelheden</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4.1. Lengte</w:t>
            </w:r>
          </w:p>
          <w:p w:rsidR="006E6BA9" w:rsidRPr="006E6BA9" w:rsidRDefault="006E6BA9" w:rsidP="00507B8E">
            <w:pPr>
              <w:rPr>
                <w:rFonts w:asciiTheme="minorHAnsi" w:hAnsiTheme="minorHAnsi" w:cstheme="minorHAnsi"/>
              </w:rPr>
            </w:pPr>
            <w:r w:rsidRPr="006E6BA9">
              <w:rPr>
                <w:rFonts w:asciiTheme="minorHAnsi" w:hAnsiTheme="minorHAnsi" w:cstheme="minorHAnsi"/>
              </w:rPr>
              <w:t>Heeft referenties van de meter en centimeter (een grote stap, dikte van de vinger, hoogte van een kamer)</w:t>
            </w:r>
          </w:p>
        </w:tc>
        <w:tc>
          <w:tcPr>
            <w:tcW w:w="4803" w:type="dxa"/>
          </w:tcPr>
          <w:p w:rsidR="00181F0E" w:rsidRPr="006E6BA9" w:rsidRDefault="00181F0E" w:rsidP="00181F0E">
            <w:pPr>
              <w:rPr>
                <w:rFonts w:asciiTheme="minorHAnsi" w:hAnsiTheme="minorHAnsi" w:cstheme="minorHAnsi"/>
                <w:b/>
              </w:rPr>
            </w:pPr>
            <w:r w:rsidRPr="006E6BA9">
              <w:rPr>
                <w:rFonts w:asciiTheme="minorHAnsi" w:hAnsiTheme="minorHAnsi" w:cstheme="minorHAnsi"/>
                <w:b/>
              </w:rPr>
              <w:t>2.2. Cijfers en getallen</w:t>
            </w:r>
            <w:r w:rsidRPr="006E6BA9">
              <w:rPr>
                <w:rFonts w:asciiTheme="minorHAnsi" w:hAnsiTheme="minorHAnsi" w:cstheme="minorHAnsi"/>
                <w:b/>
              </w:rPr>
              <w:tab/>
            </w:r>
          </w:p>
          <w:p w:rsidR="00181F0E" w:rsidRPr="006E6BA9" w:rsidRDefault="00181F0E" w:rsidP="00181F0E">
            <w:pPr>
              <w:rPr>
                <w:rFonts w:asciiTheme="minorHAnsi" w:hAnsiTheme="minorHAnsi" w:cstheme="minorHAnsi"/>
              </w:rPr>
            </w:pPr>
            <w:r w:rsidRPr="006E6BA9">
              <w:rPr>
                <w:rFonts w:asciiTheme="minorHAnsi" w:hAnsiTheme="minorHAnsi" w:cstheme="minorHAnsi"/>
              </w:rPr>
              <w:t xml:space="preserve">Kent de positie van de getallen t/m 100 op de getallenlijn ten opzichte van elkaar  </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2.3. Handig rekenen</w:t>
            </w:r>
          </w:p>
          <w:p w:rsidR="006E6BA9" w:rsidRPr="006E6BA9" w:rsidRDefault="006E6BA9" w:rsidP="00507B8E">
            <w:pPr>
              <w:rPr>
                <w:rFonts w:asciiTheme="minorHAnsi" w:hAnsiTheme="minorHAnsi" w:cstheme="minorHAnsi"/>
              </w:rPr>
            </w:pPr>
            <w:r w:rsidRPr="006E6BA9">
              <w:rPr>
                <w:rFonts w:asciiTheme="minorHAnsi" w:hAnsiTheme="minorHAnsi" w:cstheme="minorHAnsi"/>
              </w:rPr>
              <w:t>Gebruikt de rekenmachine als hulpmiddel voor optellen en aftrekken van hele getallen (niveau 9)</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4.3. Inhoud</w:t>
            </w:r>
          </w:p>
          <w:p w:rsidR="006E6BA9" w:rsidRPr="006E6BA9" w:rsidRDefault="006E6BA9" w:rsidP="00507B8E">
            <w:pPr>
              <w:rPr>
                <w:rFonts w:asciiTheme="minorHAnsi" w:hAnsiTheme="minorHAnsi" w:cstheme="minorHAnsi"/>
              </w:rPr>
            </w:pPr>
            <w:r w:rsidRPr="006E6BA9">
              <w:rPr>
                <w:rFonts w:asciiTheme="minorHAnsi" w:hAnsiTheme="minorHAnsi" w:cstheme="minorHAnsi"/>
              </w:rPr>
              <w:t xml:space="preserve">Heeft referenties van de liter (bijv. een pak melk) </w:t>
            </w:r>
          </w:p>
          <w:p w:rsidR="006E6BA9" w:rsidRPr="006E6BA9" w:rsidRDefault="006E6BA9" w:rsidP="00507B8E">
            <w:pPr>
              <w:rPr>
                <w:rFonts w:asciiTheme="minorHAnsi" w:hAnsiTheme="minorHAnsi" w:cstheme="minorHAnsi"/>
              </w:rPr>
            </w:pPr>
            <w:r w:rsidRPr="006E6BA9">
              <w:rPr>
                <w:rFonts w:asciiTheme="minorHAnsi" w:hAnsiTheme="minorHAnsi" w:cstheme="minorHAnsi"/>
              </w:rPr>
              <w:t xml:space="preserve">Meet inhoud met de standaardmaat liter </w:t>
            </w:r>
          </w:p>
          <w:p w:rsidR="006E6BA9" w:rsidRPr="006E6BA9" w:rsidRDefault="006E6BA9" w:rsidP="00507B8E">
            <w:pPr>
              <w:rPr>
                <w:rFonts w:asciiTheme="minorHAnsi" w:hAnsiTheme="minorHAnsi" w:cstheme="minorHAnsi"/>
                <w:b/>
              </w:rPr>
            </w:pPr>
            <w:r w:rsidRPr="006E6BA9">
              <w:rPr>
                <w:rFonts w:asciiTheme="minorHAnsi" w:hAnsiTheme="minorHAnsi" w:cstheme="minorHAnsi"/>
                <w:b/>
              </w:rPr>
              <w:t>6.2. Bedragen aflezen, afronden en vergelijken</w:t>
            </w:r>
          </w:p>
          <w:p w:rsidR="006E6BA9" w:rsidRPr="006E6BA9" w:rsidRDefault="006E6BA9" w:rsidP="00507B8E">
            <w:pPr>
              <w:rPr>
                <w:rFonts w:asciiTheme="minorHAnsi" w:hAnsiTheme="minorHAnsi" w:cstheme="minorHAnsi"/>
              </w:rPr>
            </w:pPr>
            <w:r w:rsidRPr="006E6BA9">
              <w:rPr>
                <w:rFonts w:asciiTheme="minorHAnsi" w:hAnsiTheme="minorHAnsi" w:cstheme="minorHAnsi"/>
              </w:rPr>
              <w:t>Leest ronde bedragen af t/m 100 euro, noteert deze en vergelijkt deze</w:t>
            </w:r>
          </w:p>
        </w:tc>
      </w:tr>
      <w:tr w:rsidR="008052A8" w:rsidRPr="00A67C0A" w:rsidTr="00181F0E">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6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6 periode 2</w:t>
            </w:r>
          </w:p>
        </w:tc>
      </w:tr>
      <w:tr w:rsidR="00CA3402" w:rsidRPr="00A67C0A" w:rsidTr="00181F0E">
        <w:tc>
          <w:tcPr>
            <w:tcW w:w="4661" w:type="dxa"/>
            <w:gridSpan w:val="2"/>
          </w:tcPr>
          <w:p w:rsidR="00CA3402" w:rsidRDefault="00CA3402" w:rsidP="00A67C0A">
            <w:pPr>
              <w:pStyle w:val="Geenafstand"/>
              <w:rPr>
                <w:rFonts w:asciiTheme="minorHAnsi" w:hAnsiTheme="minorHAnsi" w:cstheme="minorHAnsi"/>
                <w:b/>
                <w:szCs w:val="18"/>
              </w:rPr>
            </w:pPr>
            <w:r w:rsidRPr="00C3633D">
              <w:rPr>
                <w:rFonts w:asciiTheme="minorHAnsi" w:hAnsiTheme="minorHAnsi" w:cstheme="minorHAnsi"/>
                <w:b/>
                <w:szCs w:val="18"/>
              </w:rPr>
              <w:t xml:space="preserve">Leerjaar 6: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Methode Rekenboog: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100-kralenketting niveau 8</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 Wat een lange kralenketting!</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2. Hoeveelheden op de 100-kralenketting</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lastRenderedPageBreak/>
              <w:t>3. Raadspelletje</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4. Tellen in sprongen van 10</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5. Doortellen en terugtellen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 Splitsen met de 100-kralenketting</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7. Evenveel als op het getalkaartje</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8. Laat zien hoeveel dat is</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9. Evenveel kralen als je moet betalen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Getallenlijn  niveau 8</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18. Kaartjesgetallenlijn t/m 50</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19. Welke getallen liggen hiertussen (t/m 50)</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20. Raden op welke blz. je bent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Lengte (niveau 8)</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11. Meten met een meterlat (1)</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12. Meten met een meterlat (2)</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15. Wat is een centimeter?</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gewicht niveau 9</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4. Wat geeft de wijzer aan?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5. Mijn tas gaat kapot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 Een grote en een kleine doos</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7. Ik ga op reis en ik neem mee</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8. Kan ik dit optillen?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9. Hoeveel kilo kan ik optillen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10. Hoeveel kilo weeg ik?</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11. Aankomen en afvallen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15. Is popcorn  lichter dan koffiebonen?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18. Niet zwaarder dan 10 kilo</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23. De weegschaal en de unster</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klokkijken (niveau  9)</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 Het is bijna kwart voor 1</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2. Te vroeg of te laat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3. Op digitijd naar de tandarts</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4. Een computerrooster maken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5. Een seconde duurt heel kort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 Elke seconde telt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7. Hoe lang duurt een minuut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8. Secondenwerk</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9. De stroom is uitgevallen</w:t>
            </w:r>
          </w:p>
          <w:p w:rsidR="00C3633D" w:rsidRPr="00C3633D"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10. Hoe laat kom je?</w:t>
            </w:r>
          </w:p>
        </w:tc>
        <w:tc>
          <w:tcPr>
            <w:tcW w:w="4803" w:type="dxa"/>
          </w:tcPr>
          <w:p w:rsidR="00A4166B" w:rsidRPr="00A4166B" w:rsidRDefault="00CA3402" w:rsidP="00A4166B">
            <w:pPr>
              <w:pStyle w:val="Geenafstand"/>
              <w:rPr>
                <w:rFonts w:asciiTheme="minorHAnsi" w:hAnsiTheme="minorHAnsi" w:cstheme="minorHAnsi"/>
                <w:b/>
                <w:szCs w:val="18"/>
              </w:rPr>
            </w:pPr>
            <w:r w:rsidRPr="00C3633D">
              <w:rPr>
                <w:rFonts w:asciiTheme="minorHAnsi" w:hAnsiTheme="minorHAnsi" w:cstheme="minorHAnsi"/>
                <w:b/>
                <w:szCs w:val="18"/>
              </w:rPr>
              <w:lastRenderedPageBreak/>
              <w:t xml:space="preserve">Leerjaar 6: </w:t>
            </w:r>
          </w:p>
          <w:p w:rsidR="00A4166B" w:rsidRPr="00A4166B" w:rsidRDefault="00A4166B" w:rsidP="00A4166B">
            <w:pPr>
              <w:pStyle w:val="Geenafstand"/>
              <w:rPr>
                <w:rFonts w:asciiTheme="minorHAnsi" w:hAnsiTheme="minorHAnsi" w:cstheme="minorHAnsi"/>
                <w:szCs w:val="18"/>
                <w:u w:val="single"/>
              </w:rPr>
            </w:pPr>
            <w:r w:rsidRPr="00A4166B">
              <w:rPr>
                <w:rFonts w:asciiTheme="minorHAnsi" w:hAnsiTheme="minorHAnsi" w:cstheme="minorHAnsi"/>
                <w:szCs w:val="18"/>
                <w:u w:val="single"/>
              </w:rPr>
              <w:t xml:space="preserve">Methode Rekenboog: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inhoud  (niveau 8)</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5. Introductie van de standaardmaat liter</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 Meten met de standaardmaat liter</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lastRenderedPageBreak/>
              <w:t>Katern Kalender (niveau 9)</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15. Op welke dag valt de 15e van deze maand?</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16. Op welke dag valt de 1e van de maand?</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17. De eerste zondag van de maand</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Katern Geldrekenen (niveau )8</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 Iets te eten bestellen voor € 20 en betalen met euromunten en biljetten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2. Kopen in de supermarkt: krijg ik geld terug?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3. Nieuwe biljetten: € 20, € 50 en € 100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4. € 36: hoeveel briefjes van € 10 en hoeveel munten van € 1?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5. € 86 is meer dan € 68 </w:t>
            </w:r>
          </w:p>
          <w:p w:rsidR="00A4166B" w:rsidRPr="00A4166B" w:rsidRDefault="00A4166B" w:rsidP="00A4166B">
            <w:pPr>
              <w:pStyle w:val="Geenafstand"/>
              <w:rPr>
                <w:rFonts w:asciiTheme="minorHAnsi" w:hAnsiTheme="minorHAnsi" w:cstheme="minorHAnsi"/>
                <w:szCs w:val="18"/>
                <w:u w:val="single"/>
              </w:rPr>
            </w:pPr>
            <w:r w:rsidRPr="00A4166B">
              <w:rPr>
                <w:rFonts w:asciiTheme="minorHAnsi" w:hAnsiTheme="minorHAnsi" w:cstheme="minorHAnsi"/>
                <w:szCs w:val="18"/>
                <w:u w:val="single"/>
              </w:rPr>
              <w:t>Methode Startrekenen Instap (Deviant)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Hoofdstuk 6: Geld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6.1 Munten en biljetten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6.2 Geld wisselen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6.3 Geld optellen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6.4 Betalen</w:t>
            </w:r>
          </w:p>
          <w:p w:rsidR="00A4166B" w:rsidRPr="00A4166B" w:rsidRDefault="00A4166B" w:rsidP="00A4166B">
            <w:pPr>
              <w:pStyle w:val="Geenafstand"/>
              <w:rPr>
                <w:rFonts w:asciiTheme="minorHAnsi" w:hAnsiTheme="minorHAnsi" w:cstheme="minorHAnsi"/>
                <w:szCs w:val="18"/>
                <w:u w:val="single"/>
              </w:rPr>
            </w:pPr>
            <w:r w:rsidRPr="00A4166B">
              <w:rPr>
                <w:rFonts w:asciiTheme="minorHAnsi" w:hAnsiTheme="minorHAnsi" w:cstheme="minorHAnsi"/>
                <w:szCs w:val="18"/>
                <w:u w:val="single"/>
              </w:rPr>
              <w:t xml:space="preserve">Methode Promotie: </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Rekenen en wiskunde werkboek zakrekenmachine</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1. Een krantenwijk</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2. Kaartjes kopen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3. Tijd</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4. Rekenen met geld</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5. Tuinieren</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6. Het restaurant</w:t>
            </w:r>
          </w:p>
          <w:p w:rsidR="00A4166B" w:rsidRPr="00A4166B"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7. Samen een dagje uit</w:t>
            </w:r>
          </w:p>
          <w:p w:rsidR="00C3633D" w:rsidRPr="00C3633D" w:rsidRDefault="00A4166B" w:rsidP="00A4166B">
            <w:pPr>
              <w:pStyle w:val="Geenafstand"/>
              <w:rPr>
                <w:rFonts w:asciiTheme="minorHAnsi" w:hAnsiTheme="minorHAnsi" w:cstheme="minorHAnsi"/>
                <w:szCs w:val="18"/>
              </w:rPr>
            </w:pPr>
            <w:r w:rsidRPr="00A4166B">
              <w:rPr>
                <w:rFonts w:asciiTheme="minorHAnsi" w:hAnsiTheme="minorHAnsi" w:cstheme="minorHAnsi"/>
                <w:szCs w:val="18"/>
              </w:rPr>
              <w:t xml:space="preserve">8. Inkopen doen </w:t>
            </w:r>
          </w:p>
        </w:tc>
      </w:tr>
      <w:tr w:rsidR="00C3633D" w:rsidRPr="00A67C0A" w:rsidTr="00181F0E">
        <w:tc>
          <w:tcPr>
            <w:tcW w:w="1951" w:type="dxa"/>
            <w:shd w:val="clear" w:color="auto" w:fill="FFFF00"/>
          </w:tcPr>
          <w:p w:rsidR="00C3633D" w:rsidRPr="00A67C0A" w:rsidRDefault="00C3633D" w:rsidP="00050B2B">
            <w:pPr>
              <w:rPr>
                <w:rFonts w:asciiTheme="minorHAnsi" w:hAnsiTheme="minorHAnsi" w:cstheme="minorHAnsi"/>
                <w:b/>
                <w:szCs w:val="18"/>
              </w:rPr>
            </w:pPr>
            <w:r>
              <w:rPr>
                <w:rFonts w:asciiTheme="minorHAnsi" w:hAnsiTheme="minorHAnsi" w:cstheme="minorHAnsi"/>
                <w:b/>
                <w:szCs w:val="18"/>
              </w:rPr>
              <w:lastRenderedPageBreak/>
              <w:t>Leertijd</w:t>
            </w:r>
          </w:p>
        </w:tc>
        <w:tc>
          <w:tcPr>
            <w:tcW w:w="7513" w:type="dxa"/>
            <w:gridSpan w:val="2"/>
          </w:tcPr>
          <w:p w:rsidR="00C3633D" w:rsidRPr="00C3633D" w:rsidRDefault="00C3633D" w:rsidP="00C3633D">
            <w:pPr>
              <w:rPr>
                <w:rFonts w:asciiTheme="minorHAnsi" w:hAnsiTheme="minorHAnsi" w:cstheme="minorHAnsi"/>
                <w:szCs w:val="18"/>
                <w:u w:val="single"/>
              </w:rPr>
            </w:pPr>
            <w:r w:rsidRPr="00C3633D">
              <w:rPr>
                <w:rFonts w:asciiTheme="minorHAnsi" w:hAnsiTheme="minorHAnsi" w:cstheme="minorHAnsi"/>
                <w:szCs w:val="18"/>
                <w:u w:val="single"/>
              </w:rPr>
              <w:t xml:space="preserve">Uitstroom dagbesteding: </w:t>
            </w:r>
          </w:p>
          <w:p w:rsidR="00C3633D" w:rsidRPr="00C3633D" w:rsidRDefault="00111D7A" w:rsidP="00C3633D">
            <w:pPr>
              <w:rPr>
                <w:rFonts w:asciiTheme="minorHAnsi" w:hAnsiTheme="minorHAnsi" w:cstheme="minorHAnsi"/>
                <w:szCs w:val="18"/>
              </w:rPr>
            </w:pPr>
            <w:r>
              <w:rPr>
                <w:rFonts w:asciiTheme="minorHAnsi" w:hAnsiTheme="minorHAnsi" w:cstheme="minorHAnsi"/>
                <w:szCs w:val="18"/>
              </w:rPr>
              <w:t xml:space="preserve">Onderbouw;    </w:t>
            </w:r>
            <w:r w:rsidR="00C3633D" w:rsidRPr="00C3633D">
              <w:rPr>
                <w:rFonts w:asciiTheme="minorHAnsi" w:hAnsiTheme="minorHAnsi" w:cstheme="minorHAnsi"/>
                <w:szCs w:val="18"/>
              </w:rPr>
              <w:t xml:space="preserve">Per week: 2 lesuren van 45 minuten of 1.5 uur rekenen </w:t>
            </w:r>
          </w:p>
          <w:p w:rsidR="00111D7A" w:rsidRDefault="00111D7A" w:rsidP="00111D7A">
            <w:pPr>
              <w:rPr>
                <w:rFonts w:asciiTheme="minorHAnsi" w:hAnsiTheme="minorHAnsi" w:cstheme="minorHAnsi"/>
                <w:szCs w:val="18"/>
              </w:rPr>
            </w:pPr>
            <w:r>
              <w:rPr>
                <w:rFonts w:asciiTheme="minorHAnsi" w:hAnsiTheme="minorHAnsi" w:cstheme="minorHAnsi"/>
                <w:szCs w:val="18"/>
              </w:rPr>
              <w:t xml:space="preserve">Middenbouw: </w:t>
            </w:r>
            <w:r w:rsidRPr="00111D7A">
              <w:rPr>
                <w:rFonts w:asciiTheme="minorHAnsi" w:hAnsiTheme="minorHAnsi" w:cstheme="minorHAnsi"/>
                <w:szCs w:val="18"/>
              </w:rPr>
              <w:t>Per week: 1 lesuur va</w:t>
            </w:r>
            <w:r>
              <w:rPr>
                <w:rFonts w:asciiTheme="minorHAnsi" w:hAnsiTheme="minorHAnsi" w:cstheme="minorHAnsi"/>
                <w:szCs w:val="18"/>
              </w:rPr>
              <w:t xml:space="preserve">n 45 minuten </w:t>
            </w:r>
            <w:r w:rsidRPr="00111D7A">
              <w:rPr>
                <w:rFonts w:asciiTheme="minorHAnsi" w:hAnsiTheme="minorHAnsi" w:cstheme="minorHAnsi"/>
                <w:szCs w:val="18"/>
              </w:rPr>
              <w:t xml:space="preserve"> </w:t>
            </w:r>
          </w:p>
          <w:p w:rsidR="00111D7A" w:rsidRPr="00111D7A" w:rsidRDefault="00111D7A" w:rsidP="00111D7A">
            <w:pPr>
              <w:rPr>
                <w:rFonts w:asciiTheme="minorHAnsi" w:hAnsiTheme="minorHAnsi" w:cstheme="minorHAnsi"/>
                <w:szCs w:val="18"/>
              </w:rPr>
            </w:pPr>
            <w:r>
              <w:rPr>
                <w:rFonts w:asciiTheme="minorHAnsi" w:hAnsiTheme="minorHAnsi" w:cstheme="minorHAnsi"/>
                <w:szCs w:val="18"/>
              </w:rPr>
              <w:t xml:space="preserve">Bovenbouw:    </w:t>
            </w:r>
            <w:r w:rsidRPr="00111D7A">
              <w:rPr>
                <w:rFonts w:asciiTheme="minorHAnsi" w:hAnsiTheme="minorHAnsi" w:cstheme="minorHAnsi"/>
                <w:szCs w:val="18"/>
              </w:rPr>
              <w:t>Per week: 1 lesuur van 45 minuten (zie lesurentabel lesrooster VSO DOS)</w:t>
            </w:r>
          </w:p>
          <w:p w:rsidR="00C3633D" w:rsidRPr="00C3633D" w:rsidRDefault="00C3633D" w:rsidP="00C3633D">
            <w:pPr>
              <w:rPr>
                <w:rFonts w:asciiTheme="minorHAnsi" w:hAnsiTheme="minorHAnsi" w:cstheme="minorHAnsi"/>
                <w:szCs w:val="18"/>
                <w:u w:val="single"/>
              </w:rPr>
            </w:pPr>
            <w:r w:rsidRPr="00C3633D">
              <w:rPr>
                <w:rFonts w:asciiTheme="minorHAnsi" w:hAnsiTheme="minorHAnsi" w:cstheme="minorHAnsi"/>
                <w:szCs w:val="18"/>
                <w:u w:val="single"/>
              </w:rPr>
              <w:t xml:space="preserve">Uitstroom arbeid: </w:t>
            </w:r>
          </w:p>
          <w:p w:rsidR="00C3633D" w:rsidRDefault="00111D7A" w:rsidP="00C3633D">
            <w:pPr>
              <w:rPr>
                <w:rFonts w:asciiTheme="minorHAnsi" w:hAnsiTheme="minorHAnsi" w:cstheme="minorHAnsi"/>
                <w:szCs w:val="18"/>
              </w:rPr>
            </w:pPr>
            <w:r>
              <w:rPr>
                <w:rFonts w:asciiTheme="minorHAnsi" w:hAnsiTheme="minorHAnsi" w:cstheme="minorHAnsi"/>
                <w:szCs w:val="18"/>
              </w:rPr>
              <w:t xml:space="preserve">Onderbouw:    </w:t>
            </w:r>
            <w:r w:rsidR="00C3633D" w:rsidRPr="00C3633D">
              <w:rPr>
                <w:rFonts w:asciiTheme="minorHAnsi" w:hAnsiTheme="minorHAnsi" w:cstheme="minorHAnsi"/>
                <w:szCs w:val="18"/>
              </w:rPr>
              <w:t xml:space="preserve">Per week: 4 lesuren van 45 minuten of 3 uur rekenen </w:t>
            </w:r>
          </w:p>
          <w:p w:rsidR="00111D7A" w:rsidRPr="00C3633D" w:rsidRDefault="00111D7A" w:rsidP="00C3633D">
            <w:pPr>
              <w:rPr>
                <w:rFonts w:asciiTheme="minorHAnsi" w:hAnsiTheme="minorHAnsi" w:cstheme="minorHAnsi"/>
                <w:szCs w:val="18"/>
              </w:rPr>
            </w:pPr>
            <w:r>
              <w:rPr>
                <w:rFonts w:asciiTheme="minorHAnsi" w:hAnsiTheme="minorHAnsi" w:cstheme="minorHAnsi"/>
                <w:szCs w:val="18"/>
              </w:rPr>
              <w:t xml:space="preserve">Middenbouw: </w:t>
            </w:r>
            <w:r w:rsidRPr="00111D7A">
              <w:rPr>
                <w:rFonts w:asciiTheme="minorHAnsi" w:hAnsiTheme="minorHAnsi" w:cstheme="minorHAnsi"/>
                <w:szCs w:val="18"/>
              </w:rPr>
              <w:t xml:space="preserve">Per week: 3 lesuren van 45 minuten of 2.15 uur  </w:t>
            </w:r>
          </w:p>
          <w:p w:rsidR="00C3633D" w:rsidRPr="00A67C0A" w:rsidRDefault="00111D7A" w:rsidP="00DB34E2">
            <w:pPr>
              <w:rPr>
                <w:rFonts w:asciiTheme="minorHAnsi" w:hAnsiTheme="minorHAnsi" w:cstheme="minorHAnsi"/>
                <w:szCs w:val="18"/>
              </w:rPr>
            </w:pPr>
            <w:r>
              <w:rPr>
                <w:rFonts w:asciiTheme="minorHAnsi" w:hAnsiTheme="minorHAnsi" w:cstheme="minorHAnsi"/>
                <w:szCs w:val="18"/>
              </w:rPr>
              <w:t xml:space="preserve">Bovenbouw:    </w:t>
            </w:r>
            <w:r w:rsidRPr="00111D7A">
              <w:rPr>
                <w:rFonts w:asciiTheme="minorHAnsi" w:hAnsiTheme="minorHAnsi" w:cstheme="minorHAnsi"/>
                <w:szCs w:val="18"/>
              </w:rPr>
              <w:t>Per week: 1 lesuur v</w:t>
            </w:r>
            <w:r w:rsidR="00DB34E2">
              <w:rPr>
                <w:rFonts w:asciiTheme="minorHAnsi" w:hAnsiTheme="minorHAnsi" w:cstheme="minorHAnsi"/>
                <w:szCs w:val="18"/>
              </w:rPr>
              <w:t>an 45 minuten (zie lesurentabel</w:t>
            </w:r>
            <w:r w:rsidRPr="00111D7A">
              <w:rPr>
                <w:rFonts w:asciiTheme="minorHAnsi" w:hAnsiTheme="minorHAnsi" w:cstheme="minorHAnsi"/>
                <w:szCs w:val="18"/>
              </w:rPr>
              <w:t xml:space="preserve"> VSO DOS)</w:t>
            </w:r>
          </w:p>
        </w:tc>
      </w:tr>
      <w:tr w:rsidR="00412091" w:rsidRPr="00A67C0A" w:rsidTr="00181F0E">
        <w:tc>
          <w:tcPr>
            <w:tcW w:w="1951" w:type="dxa"/>
            <w:shd w:val="clear" w:color="auto" w:fill="FFFF00"/>
          </w:tcPr>
          <w:p w:rsidR="00753A13"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p w:rsidR="00753A13" w:rsidRPr="00A67C0A" w:rsidRDefault="00753A13" w:rsidP="00050B2B">
            <w:pPr>
              <w:rPr>
                <w:rFonts w:asciiTheme="minorHAnsi" w:hAnsiTheme="minorHAnsi" w:cstheme="minorHAnsi"/>
                <w:b/>
                <w:szCs w:val="18"/>
              </w:rPr>
            </w:pPr>
          </w:p>
        </w:tc>
        <w:tc>
          <w:tcPr>
            <w:tcW w:w="7513" w:type="dxa"/>
            <w:gridSpan w:val="2"/>
          </w:tcPr>
          <w:p w:rsidR="00C24F84" w:rsidRPr="00A67C0A" w:rsidRDefault="00C24F84"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412091" w:rsidRPr="00A67C0A" w:rsidRDefault="00C24F84" w:rsidP="00050B2B">
            <w:pPr>
              <w:rPr>
                <w:rFonts w:asciiTheme="minorHAnsi" w:hAnsiTheme="minorHAnsi" w:cstheme="minorHAnsi"/>
                <w:szCs w:val="18"/>
              </w:rPr>
            </w:pPr>
            <w:r w:rsidRPr="00A67C0A">
              <w:rPr>
                <w:rFonts w:asciiTheme="minorHAnsi" w:hAnsiTheme="minorHAnsi" w:cstheme="minorHAnsi"/>
                <w:szCs w:val="18"/>
              </w:rPr>
              <w:t>Z</w:t>
            </w:r>
            <w:r w:rsidR="00412091" w:rsidRPr="00A67C0A">
              <w:rPr>
                <w:rFonts w:asciiTheme="minorHAnsi" w:hAnsiTheme="minorHAnsi" w:cstheme="minorHAnsi"/>
                <w:szCs w:val="18"/>
              </w:rPr>
              <w:t xml:space="preserve">orgt voor de inhoud van de les volgens het directe instructiemodel (DIM) (activeren voorkennis, aangeven doel van de les, (verlengde) instructie, begeleide (in)oefening, zelfstandige verwerking, evaluatie) </w:t>
            </w:r>
          </w:p>
          <w:p w:rsidR="0071387A" w:rsidRPr="00A67C0A" w:rsidRDefault="0071387A" w:rsidP="00050B2B">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C24F84" w:rsidRPr="00A67C0A" w:rsidRDefault="00C24F84" w:rsidP="00050B2B">
            <w:pPr>
              <w:rPr>
                <w:rFonts w:asciiTheme="minorHAnsi" w:hAnsiTheme="minorHAnsi" w:cstheme="minorHAnsi"/>
                <w:szCs w:val="18"/>
              </w:rPr>
            </w:pPr>
            <w:r w:rsidRPr="00A67C0A">
              <w:rPr>
                <w:rFonts w:asciiTheme="minorHAnsi" w:hAnsiTheme="minorHAnsi" w:cstheme="minorHAnsi"/>
                <w:szCs w:val="18"/>
              </w:rPr>
              <w:t>H</w:t>
            </w:r>
            <w:r w:rsidR="00412091" w:rsidRPr="00A67C0A">
              <w:rPr>
                <w:rFonts w:asciiTheme="minorHAnsi" w:hAnsiTheme="minorHAnsi" w:cstheme="minorHAnsi"/>
                <w:szCs w:val="18"/>
              </w:rPr>
              <w:t xml:space="preserve">anteert concreet taalgebruik, </w:t>
            </w:r>
            <w:r w:rsidRPr="00A67C0A">
              <w:rPr>
                <w:rFonts w:asciiTheme="minorHAnsi" w:hAnsiTheme="minorHAnsi" w:cstheme="minorHAnsi"/>
                <w:szCs w:val="18"/>
              </w:rPr>
              <w:t>gebruikt korte</w:t>
            </w:r>
            <w:r w:rsidR="00412091" w:rsidRPr="00A67C0A">
              <w:rPr>
                <w:rFonts w:asciiTheme="minorHAnsi" w:hAnsiTheme="minorHAnsi" w:cstheme="minorHAnsi"/>
                <w:szCs w:val="18"/>
              </w:rPr>
              <w:t xml:space="preserve"> zinnen. </w:t>
            </w:r>
          </w:p>
          <w:p w:rsidR="00C24F84" w:rsidRPr="00A67C0A" w:rsidRDefault="00C24F84" w:rsidP="00050B2B">
            <w:pPr>
              <w:rPr>
                <w:rFonts w:asciiTheme="minorHAnsi" w:hAnsiTheme="minorHAnsi" w:cstheme="minorHAnsi"/>
                <w:szCs w:val="18"/>
              </w:rPr>
            </w:pPr>
            <w:r w:rsidRPr="00A67C0A">
              <w:rPr>
                <w:rFonts w:asciiTheme="minorHAnsi" w:hAnsiTheme="minorHAnsi" w:cstheme="minorHAnsi"/>
                <w:szCs w:val="18"/>
              </w:rPr>
              <w:t>G</w:t>
            </w:r>
            <w:r w:rsidR="00412091" w:rsidRPr="00A67C0A">
              <w:rPr>
                <w:rFonts w:asciiTheme="minorHAnsi" w:hAnsiTheme="minorHAnsi" w:cstheme="minorHAnsi"/>
                <w:szCs w:val="18"/>
              </w:rPr>
              <w:t xml:space="preserve">arandeert afwisseling en uitdaging en zorgt voor betekenisvolle taken en inhoud. </w:t>
            </w:r>
          </w:p>
          <w:p w:rsidR="0071387A" w:rsidRPr="00A67C0A" w:rsidRDefault="0071387A" w:rsidP="00050B2B">
            <w:pPr>
              <w:rPr>
                <w:rFonts w:asciiTheme="minorHAnsi" w:hAnsiTheme="minorHAnsi" w:cstheme="minorHAnsi"/>
                <w:szCs w:val="18"/>
              </w:rPr>
            </w:pPr>
            <w:r w:rsidRPr="00A67C0A">
              <w:rPr>
                <w:rFonts w:asciiTheme="minorHAnsi" w:hAnsiTheme="minorHAnsi" w:cstheme="minorHAnsi"/>
                <w:szCs w:val="18"/>
              </w:rPr>
              <w:t>Gebruikt waar nodig visuele ondersteuning d.m.v. picto’s, gebaren,  foto’s</w:t>
            </w:r>
            <w:r w:rsidR="001E6F40" w:rsidRPr="00A67C0A">
              <w:rPr>
                <w:rFonts w:asciiTheme="minorHAnsi" w:hAnsiTheme="minorHAnsi" w:cstheme="minorHAnsi"/>
                <w:szCs w:val="18"/>
              </w:rPr>
              <w:t>, stappenplan, extra materialen/(</w:t>
            </w:r>
            <w:r w:rsidRPr="00A67C0A">
              <w:rPr>
                <w:rFonts w:asciiTheme="minorHAnsi" w:hAnsiTheme="minorHAnsi" w:cstheme="minorHAnsi"/>
                <w:szCs w:val="18"/>
              </w:rPr>
              <w:t>digitale</w:t>
            </w:r>
            <w:r w:rsidR="001E6F40" w:rsidRPr="00A67C0A">
              <w:rPr>
                <w:rFonts w:asciiTheme="minorHAnsi" w:hAnsiTheme="minorHAnsi" w:cstheme="minorHAnsi"/>
                <w:szCs w:val="18"/>
              </w:rPr>
              <w:t>)</w:t>
            </w:r>
            <w:r w:rsidRPr="00A67C0A">
              <w:rPr>
                <w:rFonts w:asciiTheme="minorHAnsi" w:hAnsiTheme="minorHAnsi" w:cstheme="minorHAnsi"/>
                <w:szCs w:val="18"/>
              </w:rPr>
              <w:t xml:space="preserve"> </w:t>
            </w:r>
            <w:r w:rsidR="001E6F40" w:rsidRPr="00A67C0A">
              <w:rPr>
                <w:rFonts w:asciiTheme="minorHAnsi" w:hAnsiTheme="minorHAnsi" w:cstheme="minorHAnsi"/>
                <w:szCs w:val="18"/>
              </w:rPr>
              <w:t>hulp</w:t>
            </w:r>
            <w:r w:rsidRPr="00A67C0A">
              <w:rPr>
                <w:rFonts w:asciiTheme="minorHAnsi" w:hAnsiTheme="minorHAnsi" w:cstheme="minorHAnsi"/>
                <w:szCs w:val="18"/>
              </w:rPr>
              <w:t xml:space="preserve">middelen.  </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D</w:t>
            </w:r>
            <w:r w:rsidR="00412091" w:rsidRPr="00A67C0A">
              <w:rPr>
                <w:rFonts w:asciiTheme="minorHAnsi" w:hAnsiTheme="minorHAnsi" w:cstheme="minorHAnsi"/>
                <w:szCs w:val="18"/>
              </w:rPr>
              <w:t xml:space="preserve">aagt de leerlingen uit keuzes te maken en zelfstandig het werk te plannen. </w:t>
            </w:r>
          </w:p>
          <w:p w:rsidR="00AA292C" w:rsidRPr="00A67C0A" w:rsidRDefault="0088126B" w:rsidP="0088126B">
            <w:pPr>
              <w:rPr>
                <w:rFonts w:asciiTheme="minorHAnsi" w:hAnsiTheme="minorHAnsi" w:cstheme="minorHAnsi"/>
                <w:szCs w:val="18"/>
              </w:rPr>
            </w:pPr>
            <w:r w:rsidRPr="00A67C0A">
              <w:rPr>
                <w:rFonts w:asciiTheme="minorHAnsi" w:hAnsiTheme="minorHAnsi" w:cstheme="minorHAnsi"/>
                <w:szCs w:val="18"/>
              </w:rPr>
              <w:t xml:space="preserve">Analyseert de geplande observatie, methode gebonden toetsen en CIT-VSO </w:t>
            </w:r>
            <w:r w:rsidR="00893B68" w:rsidRPr="00A67C0A">
              <w:rPr>
                <w:rFonts w:asciiTheme="minorHAnsi" w:hAnsiTheme="minorHAnsi" w:cstheme="minorHAnsi"/>
                <w:szCs w:val="18"/>
              </w:rPr>
              <w:t>dagbesteding</w:t>
            </w:r>
            <w:r w:rsidRPr="00A67C0A">
              <w:rPr>
                <w:rFonts w:asciiTheme="minorHAnsi" w:hAnsiTheme="minorHAnsi" w:cstheme="minorHAnsi"/>
                <w:szCs w:val="18"/>
              </w:rPr>
              <w:t xml:space="preserve">. </w:t>
            </w:r>
            <w:r w:rsidR="00893B68" w:rsidRPr="00A67C0A">
              <w:rPr>
                <w:rFonts w:asciiTheme="minorHAnsi" w:hAnsiTheme="minorHAnsi" w:cstheme="minorHAnsi"/>
                <w:szCs w:val="18"/>
              </w:rPr>
              <w:t xml:space="preserve"> </w:t>
            </w:r>
            <w:r w:rsidR="00AA292C" w:rsidRPr="00A67C0A">
              <w:rPr>
                <w:rFonts w:asciiTheme="minorHAnsi" w:hAnsiTheme="minorHAnsi" w:cstheme="minorHAnsi"/>
                <w:szCs w:val="18"/>
              </w:rPr>
              <w:t>Hieruit haalt hij</w:t>
            </w:r>
            <w:r w:rsidR="00C95816" w:rsidRPr="00A67C0A">
              <w:rPr>
                <w:rFonts w:asciiTheme="minorHAnsi" w:hAnsiTheme="minorHAnsi" w:cstheme="minorHAnsi"/>
                <w:szCs w:val="18"/>
              </w:rPr>
              <w:t xml:space="preserve"> met</w:t>
            </w:r>
            <w:r w:rsidR="00AA292C" w:rsidRPr="00A67C0A">
              <w:rPr>
                <w:rFonts w:asciiTheme="minorHAnsi" w:hAnsiTheme="minorHAnsi" w:cstheme="minorHAnsi"/>
                <w:szCs w:val="18"/>
              </w:rPr>
              <w:t xml:space="preserve"> welk onderdeel of onderdelen een leerling moeite heeft. Dit onderdeel of deze onderdelen worden extra aangeboden/geoefend met de leerling(en).</w:t>
            </w:r>
            <w:r w:rsidR="00227DCF" w:rsidRPr="00A67C0A">
              <w:rPr>
                <w:rFonts w:asciiTheme="minorHAnsi" w:hAnsiTheme="minorHAnsi" w:cstheme="minorHAnsi"/>
                <w:szCs w:val="18"/>
              </w:rPr>
              <w:t xml:space="preserve"> </w:t>
            </w:r>
          </w:p>
        </w:tc>
      </w:tr>
      <w:tr w:rsidR="00412091" w:rsidRPr="00A67C0A" w:rsidTr="00181F0E">
        <w:tc>
          <w:tcPr>
            <w:tcW w:w="1951" w:type="dxa"/>
            <w:shd w:val="clear" w:color="auto" w:fill="FFFF0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Pedagogisch</w:t>
            </w:r>
          </w:p>
        </w:tc>
        <w:tc>
          <w:tcPr>
            <w:tcW w:w="7513" w:type="dxa"/>
            <w:gridSpan w:val="2"/>
          </w:tcPr>
          <w:p w:rsidR="0071387A" w:rsidRPr="00A67C0A" w:rsidRDefault="00AA292C"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AA292C" w:rsidRPr="00A67C0A" w:rsidRDefault="0071387A" w:rsidP="00050B2B">
            <w:pPr>
              <w:rPr>
                <w:rFonts w:asciiTheme="minorHAnsi" w:hAnsiTheme="minorHAnsi" w:cstheme="minorHAnsi"/>
                <w:szCs w:val="18"/>
              </w:rPr>
            </w:pPr>
            <w:r w:rsidRPr="00A67C0A">
              <w:rPr>
                <w:rFonts w:asciiTheme="minorHAnsi" w:hAnsiTheme="minorHAnsi" w:cstheme="minorHAnsi"/>
                <w:szCs w:val="18"/>
              </w:rPr>
              <w:t>P</w:t>
            </w:r>
            <w:r w:rsidR="00AA292C" w:rsidRPr="00A67C0A">
              <w:rPr>
                <w:rFonts w:asciiTheme="minorHAnsi" w:hAnsiTheme="minorHAnsi" w:cstheme="minorHAnsi"/>
                <w:szCs w:val="18"/>
              </w:rPr>
              <w:t>ast de  principes van betekenisvol en in de context leren toe  (leren toepassen van je kennis en vaardigheden in de praktijk of tijdens praktische opdrachten in of vanuit de klas).</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lastRenderedPageBreak/>
              <w:t>G</w:t>
            </w:r>
            <w:r w:rsidR="00412091" w:rsidRPr="00A67C0A">
              <w:rPr>
                <w:rFonts w:asciiTheme="minorHAnsi" w:hAnsiTheme="minorHAnsi" w:cstheme="minorHAnsi"/>
                <w:szCs w:val="18"/>
              </w:rPr>
              <w:t>eeft positieve feedback</w:t>
            </w:r>
            <w:r w:rsidR="00893B68" w:rsidRPr="00A67C0A">
              <w:rPr>
                <w:rFonts w:asciiTheme="minorHAnsi" w:hAnsiTheme="minorHAnsi" w:cstheme="minorHAnsi"/>
                <w:szCs w:val="18"/>
              </w:rPr>
              <w:t xml:space="preserve"> (complimenten) </w:t>
            </w:r>
            <w:r w:rsidR="00412091" w:rsidRPr="00A67C0A">
              <w:rPr>
                <w:rFonts w:asciiTheme="minorHAnsi" w:hAnsiTheme="minorHAnsi" w:cstheme="minorHAnsi"/>
                <w:szCs w:val="18"/>
              </w:rPr>
              <w:t>, formuleert gewenst gedrag, heeft aandacht voor het oplossen van conflicten (</w:t>
            </w:r>
            <w:r w:rsidR="00AA292C" w:rsidRPr="00A67C0A">
              <w:rPr>
                <w:rFonts w:asciiTheme="minorHAnsi" w:hAnsiTheme="minorHAnsi" w:cstheme="minorHAnsi"/>
                <w:szCs w:val="18"/>
              </w:rPr>
              <w:t xml:space="preserve">respectvol omgaan met elkaar) </w:t>
            </w:r>
            <w:r w:rsidR="00412091" w:rsidRPr="00A67C0A">
              <w:rPr>
                <w:rFonts w:asciiTheme="minorHAnsi" w:hAnsiTheme="minorHAnsi" w:cstheme="minorHAnsi"/>
                <w:szCs w:val="18"/>
              </w:rPr>
              <w:t xml:space="preserve">observeert leerlingen. </w:t>
            </w:r>
          </w:p>
          <w:p w:rsidR="0071387A" w:rsidRPr="00A67C0A" w:rsidRDefault="00893B68" w:rsidP="0054524B">
            <w:pPr>
              <w:tabs>
                <w:tab w:val="left" w:pos="4350"/>
              </w:tabs>
              <w:rPr>
                <w:rFonts w:asciiTheme="minorHAnsi" w:hAnsiTheme="minorHAnsi" w:cstheme="minorHAnsi"/>
                <w:szCs w:val="18"/>
              </w:rPr>
            </w:pPr>
            <w:r w:rsidRPr="00A67C0A">
              <w:rPr>
                <w:rFonts w:asciiTheme="minorHAnsi" w:hAnsiTheme="minorHAnsi" w:cstheme="minorHAnsi"/>
                <w:szCs w:val="18"/>
              </w:rPr>
              <w:t>Is alert op over-</w:t>
            </w:r>
            <w:r w:rsidR="00227DCF" w:rsidRPr="00A67C0A">
              <w:rPr>
                <w:rFonts w:asciiTheme="minorHAnsi" w:hAnsiTheme="minorHAnsi" w:cstheme="minorHAnsi"/>
                <w:szCs w:val="18"/>
              </w:rPr>
              <w:t xml:space="preserve"> en onderschatting.</w:t>
            </w:r>
          </w:p>
          <w:p w:rsidR="00412091" w:rsidRPr="00A67C0A" w:rsidRDefault="0071387A" w:rsidP="0054524B">
            <w:pPr>
              <w:tabs>
                <w:tab w:val="left" w:pos="4350"/>
              </w:tabs>
              <w:rPr>
                <w:rFonts w:asciiTheme="minorHAnsi" w:hAnsiTheme="minorHAnsi" w:cstheme="minorHAnsi"/>
                <w:szCs w:val="18"/>
              </w:rPr>
            </w:pPr>
            <w:r w:rsidRPr="00A67C0A">
              <w:rPr>
                <w:rFonts w:asciiTheme="minorHAnsi" w:hAnsiTheme="minorHAnsi" w:cstheme="minorHAnsi"/>
                <w:szCs w:val="18"/>
              </w:rPr>
              <w:t>A</w:t>
            </w:r>
            <w:r w:rsidR="0054524B" w:rsidRPr="00A67C0A">
              <w:rPr>
                <w:rFonts w:asciiTheme="minorHAnsi" w:hAnsiTheme="minorHAnsi" w:cstheme="minorHAnsi"/>
                <w:szCs w:val="18"/>
              </w:rPr>
              <w:t>nticipeert en treedt adequaat op bij over</w:t>
            </w:r>
            <w:r w:rsidR="00893B68" w:rsidRPr="00A67C0A">
              <w:rPr>
                <w:rFonts w:asciiTheme="minorHAnsi" w:hAnsiTheme="minorHAnsi" w:cstheme="minorHAnsi"/>
                <w:szCs w:val="18"/>
              </w:rPr>
              <w:t>- en onder</w:t>
            </w:r>
            <w:r w:rsidR="0054524B" w:rsidRPr="00A67C0A">
              <w:rPr>
                <w:rFonts w:asciiTheme="minorHAnsi" w:hAnsiTheme="minorHAnsi" w:cstheme="minorHAnsi"/>
                <w:szCs w:val="18"/>
              </w:rPr>
              <w:t>prikkeling.</w:t>
            </w:r>
            <w:r w:rsidR="0054524B" w:rsidRPr="00A67C0A">
              <w:rPr>
                <w:rFonts w:asciiTheme="minorHAnsi" w:hAnsiTheme="minorHAnsi" w:cstheme="minorHAnsi"/>
                <w:szCs w:val="18"/>
              </w:rPr>
              <w:tab/>
            </w:r>
          </w:p>
          <w:p w:rsidR="00412091" w:rsidRPr="00A67C0A" w:rsidRDefault="00AA292C" w:rsidP="00050B2B">
            <w:pPr>
              <w:rPr>
                <w:rFonts w:asciiTheme="minorHAnsi" w:hAnsiTheme="minorHAnsi" w:cstheme="minorHAnsi"/>
                <w:szCs w:val="18"/>
              </w:rPr>
            </w:pPr>
            <w:r w:rsidRPr="00A67C0A">
              <w:rPr>
                <w:rFonts w:asciiTheme="minorHAnsi" w:hAnsiTheme="minorHAnsi" w:cstheme="minorHAnsi"/>
                <w:szCs w:val="18"/>
              </w:rPr>
              <w:t>De leraar w</w:t>
            </w:r>
            <w:r w:rsidR="00412091" w:rsidRPr="00A67C0A">
              <w:rPr>
                <w:rFonts w:asciiTheme="minorHAnsi" w:hAnsiTheme="minorHAnsi" w:cstheme="minorHAnsi"/>
                <w:szCs w:val="18"/>
              </w:rPr>
              <w:t>aardeert vaardigheid én denkproces van de leerling.</w:t>
            </w:r>
          </w:p>
          <w:p w:rsidR="0054524B" w:rsidRPr="00A67C0A" w:rsidRDefault="0071387A" w:rsidP="00050B2B">
            <w:pPr>
              <w:rPr>
                <w:rFonts w:asciiTheme="minorHAnsi" w:hAnsiTheme="minorHAnsi" w:cstheme="minorHAnsi"/>
                <w:szCs w:val="18"/>
              </w:rPr>
            </w:pPr>
            <w:r w:rsidRPr="00A67C0A">
              <w:rPr>
                <w:rFonts w:asciiTheme="minorHAnsi" w:hAnsiTheme="minorHAnsi" w:cstheme="minorHAnsi"/>
                <w:szCs w:val="18"/>
              </w:rPr>
              <w:t>H</w:t>
            </w:r>
            <w:r w:rsidR="0054524B" w:rsidRPr="00A67C0A">
              <w:rPr>
                <w:rFonts w:asciiTheme="minorHAnsi" w:hAnsiTheme="minorHAnsi" w:cstheme="minorHAnsi"/>
                <w:szCs w:val="18"/>
              </w:rPr>
              <w:t xml:space="preserve">anteert de gedragscode (‘dichtbij en op afstand’). </w:t>
            </w:r>
          </w:p>
        </w:tc>
      </w:tr>
      <w:tr w:rsidR="00412091" w:rsidRPr="00A67C0A" w:rsidTr="00181F0E">
        <w:tc>
          <w:tcPr>
            <w:tcW w:w="1951" w:type="dxa"/>
            <w:shd w:val="clear" w:color="auto" w:fill="FFFF0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lastRenderedPageBreak/>
              <w:t>Klassenmanagement</w:t>
            </w:r>
          </w:p>
          <w:p w:rsidR="00753A13" w:rsidRPr="00A67C0A" w:rsidRDefault="00753A13" w:rsidP="00050B2B">
            <w:pPr>
              <w:rPr>
                <w:rFonts w:asciiTheme="minorHAnsi" w:hAnsiTheme="minorHAnsi" w:cstheme="minorHAnsi"/>
                <w:b/>
                <w:szCs w:val="18"/>
              </w:rPr>
            </w:pPr>
          </w:p>
        </w:tc>
        <w:tc>
          <w:tcPr>
            <w:tcW w:w="7513" w:type="dxa"/>
            <w:gridSpan w:val="2"/>
          </w:tcPr>
          <w:p w:rsidR="0071387A" w:rsidRPr="00A67C0A" w:rsidRDefault="0054524B" w:rsidP="00AA292C">
            <w:pPr>
              <w:rPr>
                <w:rFonts w:asciiTheme="minorHAnsi" w:hAnsiTheme="minorHAnsi" w:cstheme="minorHAnsi"/>
                <w:szCs w:val="18"/>
              </w:rPr>
            </w:pPr>
            <w:r w:rsidRPr="00A67C0A">
              <w:rPr>
                <w:rFonts w:asciiTheme="minorHAnsi" w:hAnsiTheme="minorHAnsi" w:cstheme="minorHAnsi"/>
                <w:szCs w:val="18"/>
              </w:rPr>
              <w:t xml:space="preserve">De leraar </w:t>
            </w:r>
          </w:p>
          <w:p w:rsidR="00AA292C" w:rsidRPr="00A67C0A" w:rsidRDefault="0071387A" w:rsidP="00AA292C">
            <w:pPr>
              <w:rPr>
                <w:rFonts w:asciiTheme="minorHAnsi" w:hAnsiTheme="minorHAnsi" w:cstheme="minorHAnsi"/>
                <w:szCs w:val="18"/>
              </w:rPr>
            </w:pPr>
            <w:r w:rsidRPr="00A67C0A">
              <w:rPr>
                <w:rFonts w:asciiTheme="minorHAnsi" w:hAnsiTheme="minorHAnsi" w:cstheme="minorHAnsi"/>
                <w:szCs w:val="18"/>
              </w:rPr>
              <w:t>R</w:t>
            </w:r>
            <w:r w:rsidR="0054524B" w:rsidRPr="00A67C0A">
              <w:rPr>
                <w:rFonts w:asciiTheme="minorHAnsi" w:hAnsiTheme="minorHAnsi" w:cstheme="minorHAnsi"/>
                <w:szCs w:val="18"/>
              </w:rPr>
              <w:t>icht het  lokaal/omgeving</w:t>
            </w:r>
            <w:r w:rsidR="00AA292C" w:rsidRPr="00A67C0A">
              <w:rPr>
                <w:rFonts w:asciiTheme="minorHAnsi" w:hAnsiTheme="minorHAnsi" w:cstheme="minorHAnsi"/>
                <w:szCs w:val="18"/>
              </w:rPr>
              <w:t xml:space="preserve"> in aangepast aan de onderwijsbehoefte </w:t>
            </w:r>
            <w:r w:rsidR="00E26A8B" w:rsidRPr="00A67C0A">
              <w:rPr>
                <w:rFonts w:asciiTheme="minorHAnsi" w:hAnsiTheme="minorHAnsi" w:cstheme="minorHAnsi"/>
                <w:szCs w:val="18"/>
              </w:rPr>
              <w:t xml:space="preserve">/veiligheid/niveau </w:t>
            </w:r>
            <w:r w:rsidR="00AA292C" w:rsidRPr="00A67C0A">
              <w:rPr>
                <w:rFonts w:asciiTheme="minorHAnsi" w:hAnsiTheme="minorHAnsi" w:cstheme="minorHAnsi"/>
                <w:szCs w:val="18"/>
              </w:rPr>
              <w:t>van de leerling</w:t>
            </w:r>
            <w:r w:rsidRPr="00A67C0A">
              <w:rPr>
                <w:rFonts w:asciiTheme="minorHAnsi" w:hAnsiTheme="minorHAnsi" w:cstheme="minorHAnsi"/>
                <w:szCs w:val="18"/>
              </w:rPr>
              <w:t>.</w:t>
            </w:r>
          </w:p>
          <w:p w:rsidR="0071387A" w:rsidRPr="00A67C0A" w:rsidRDefault="0071387A" w:rsidP="0071387A">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893B68" w:rsidRPr="00A67C0A" w:rsidRDefault="0071387A" w:rsidP="0071387A">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893B68"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rsidR="00753A13" w:rsidRPr="00A67C0A" w:rsidRDefault="00893B68" w:rsidP="0071387A">
            <w:pPr>
              <w:rPr>
                <w:rFonts w:asciiTheme="minorHAnsi" w:hAnsiTheme="minorHAnsi" w:cstheme="minorHAnsi"/>
                <w:szCs w:val="18"/>
              </w:rPr>
            </w:pPr>
            <w:r w:rsidRPr="00A67C0A">
              <w:rPr>
                <w:rFonts w:asciiTheme="minorHAnsi" w:hAnsiTheme="minorHAnsi" w:cstheme="minorHAnsi"/>
                <w:szCs w:val="18"/>
              </w:rPr>
              <w:t>Z</w:t>
            </w:r>
            <w:r w:rsidR="00AA292C" w:rsidRPr="00A67C0A">
              <w:rPr>
                <w:rFonts w:asciiTheme="minorHAnsi" w:hAnsiTheme="minorHAnsi" w:cstheme="minorHAnsi"/>
                <w:szCs w:val="18"/>
              </w:rPr>
              <w:t xml:space="preserve">orgt voor de inhoud van de les en organisatie van werkvormen (verlengde instructie, </w:t>
            </w:r>
            <w:r w:rsidRPr="00A67C0A">
              <w:rPr>
                <w:rFonts w:asciiTheme="minorHAnsi" w:hAnsiTheme="minorHAnsi" w:cstheme="minorHAnsi"/>
                <w:szCs w:val="18"/>
              </w:rPr>
              <w:t xml:space="preserve">om en om instructie, </w:t>
            </w:r>
            <w:r w:rsidR="00AA292C" w:rsidRPr="00A67C0A">
              <w:rPr>
                <w:rFonts w:asciiTheme="minorHAnsi" w:hAnsiTheme="minorHAnsi" w:cstheme="minorHAnsi"/>
                <w:szCs w:val="18"/>
              </w:rPr>
              <w:t xml:space="preserve">instructietafel, subgroepjes, groepsdoorbrekend, tutoring, duoleren, preteaching, reteaching).  </w:t>
            </w:r>
          </w:p>
          <w:p w:rsidR="00412091" w:rsidRPr="00A67C0A" w:rsidRDefault="00C3633D" w:rsidP="0071387A">
            <w:pPr>
              <w:rPr>
                <w:rFonts w:asciiTheme="minorHAnsi" w:hAnsiTheme="minorHAnsi" w:cstheme="minorHAnsi"/>
                <w:szCs w:val="18"/>
              </w:rPr>
            </w:pPr>
            <w:r>
              <w:rPr>
                <w:rFonts w:asciiTheme="minorHAnsi" w:hAnsiTheme="minorHAnsi" w:cstheme="minorHAnsi"/>
                <w:szCs w:val="18"/>
              </w:rPr>
              <w:t xml:space="preserve">MB en BB: </w:t>
            </w:r>
            <w:r w:rsidR="0071387A" w:rsidRPr="00A67C0A">
              <w:rPr>
                <w:rFonts w:asciiTheme="minorHAnsi" w:hAnsiTheme="minorHAnsi" w:cstheme="minorHAnsi"/>
                <w:szCs w:val="18"/>
              </w:rPr>
              <w:t>P</w:t>
            </w:r>
            <w:r w:rsidR="00AA292C" w:rsidRPr="00A67C0A">
              <w:rPr>
                <w:rFonts w:asciiTheme="minorHAnsi" w:hAnsiTheme="minorHAnsi" w:cstheme="minorHAnsi"/>
                <w:szCs w:val="18"/>
              </w:rPr>
              <w:t>lant de cognitieve vakken op een ander tijdstip in dezelfde week als een leerling in de midden- en bovenbouw die dag op stage is.</w:t>
            </w:r>
            <w:r w:rsidR="002B180F" w:rsidRPr="00A67C0A">
              <w:rPr>
                <w:rFonts w:asciiTheme="minorHAnsi" w:hAnsiTheme="minorHAnsi" w:cstheme="minorHAnsi"/>
                <w:szCs w:val="18"/>
              </w:rPr>
              <w:t xml:space="preserve"> </w:t>
            </w:r>
          </w:p>
        </w:tc>
      </w:tr>
      <w:tr w:rsidR="00412091" w:rsidRPr="00A67C0A" w:rsidTr="00181F0E">
        <w:tc>
          <w:tcPr>
            <w:tcW w:w="1951" w:type="dxa"/>
            <w:shd w:val="clear" w:color="auto" w:fill="FFFF0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Geplande observatie</w:t>
            </w:r>
          </w:p>
          <w:p w:rsidR="00753A13" w:rsidRPr="00A67C0A" w:rsidRDefault="00753A13" w:rsidP="00050B2B">
            <w:pPr>
              <w:rPr>
                <w:rFonts w:asciiTheme="minorHAnsi" w:hAnsiTheme="minorHAnsi" w:cstheme="minorHAnsi"/>
                <w:b/>
                <w:szCs w:val="18"/>
              </w:rPr>
            </w:pPr>
          </w:p>
        </w:tc>
        <w:tc>
          <w:tcPr>
            <w:tcW w:w="7513" w:type="dxa"/>
            <w:gridSpan w:val="2"/>
          </w:tcPr>
          <w:p w:rsidR="00E453EC" w:rsidRPr="00A67C0A" w:rsidRDefault="00215E30" w:rsidP="005F1791">
            <w:pPr>
              <w:rPr>
                <w:rFonts w:asciiTheme="minorHAnsi" w:hAnsiTheme="minorHAnsi" w:cstheme="minorHAnsi"/>
                <w:szCs w:val="18"/>
              </w:rPr>
            </w:pPr>
            <w:r w:rsidRPr="00A67C0A">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r w:rsidR="005F1791" w:rsidRPr="00A67C0A">
              <w:rPr>
                <w:rFonts w:asciiTheme="minorHAnsi" w:hAnsiTheme="minorHAnsi" w:cstheme="minorHAnsi"/>
                <w:szCs w:val="18"/>
              </w:rPr>
              <w:t>De leraar evalueert aan het einde van de periode (toetsweken)  de hoofddoelen en subdoelen d.m.v. geplande observatie, methode gebonden toetsen of CITO. Bij de observaties wordt gebruik gemaakt van het document. ‘Criteria doel wel-niet behaald</w:t>
            </w:r>
            <w:r w:rsidR="00753A13" w:rsidRPr="00A67C0A">
              <w:rPr>
                <w:rFonts w:asciiTheme="minorHAnsi" w:hAnsiTheme="minorHAnsi" w:cstheme="minorHAnsi"/>
                <w:szCs w:val="18"/>
              </w:rPr>
              <w:t xml:space="preserve"> </w:t>
            </w:r>
            <w:r w:rsidRPr="00A67C0A">
              <w:rPr>
                <w:rFonts w:asciiTheme="minorHAnsi" w:hAnsiTheme="minorHAnsi" w:cstheme="minorHAnsi"/>
                <w:szCs w:val="18"/>
              </w:rPr>
              <w:t>Werkt het VSO met modules, kunnen de hoofd- en subdoelen na iedere module- periode geëvalueerd worden .</w:t>
            </w:r>
            <w:r w:rsidR="00B70F7A" w:rsidRPr="00A67C0A">
              <w:rPr>
                <w:rFonts w:asciiTheme="minorHAnsi" w:hAnsiTheme="minorHAnsi" w:cstheme="minorHAnsi"/>
                <w:szCs w:val="18"/>
              </w:rPr>
              <w:t xml:space="preserve"> </w:t>
            </w:r>
            <w:r w:rsidR="00E453EC" w:rsidRPr="00A67C0A">
              <w:rPr>
                <w:rFonts w:asciiTheme="minorHAnsi" w:hAnsiTheme="minorHAnsi" w:cstheme="minorHAnsi"/>
                <w:szCs w:val="18"/>
              </w:rPr>
              <w:t xml:space="preserve">Heeft de leerling 3 van de 5 opgaven goed, is het doel behaald. </w:t>
            </w:r>
          </w:p>
        </w:tc>
      </w:tr>
    </w:tbl>
    <w:p w:rsidR="00507B8E" w:rsidRDefault="00507B8E" w:rsidP="00412091">
      <w:pPr>
        <w:pStyle w:val="Geenafstand"/>
        <w:rPr>
          <w:rFonts w:asciiTheme="minorHAnsi" w:hAnsiTheme="minorHAnsi" w:cstheme="minorHAnsi"/>
          <w:b/>
          <w:szCs w:val="18"/>
          <w:u w:val="single"/>
        </w:rPr>
      </w:pPr>
    </w:p>
    <w:p w:rsidR="00EC7076" w:rsidRPr="00A67C0A" w:rsidRDefault="00507B8E" w:rsidP="00507B8E">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322" w:type="dxa"/>
        <w:tblLook w:val="04A0" w:firstRow="1" w:lastRow="0" w:firstColumn="1" w:lastColumn="0" w:noHBand="0" w:noVBand="1"/>
      </w:tblPr>
      <w:tblGrid>
        <w:gridCol w:w="1951"/>
        <w:gridCol w:w="2710"/>
        <w:gridCol w:w="4661"/>
      </w:tblGrid>
      <w:tr w:rsidR="00507B8E" w:rsidRPr="00A67C0A" w:rsidTr="009001E5">
        <w:tc>
          <w:tcPr>
            <w:tcW w:w="4661" w:type="dxa"/>
            <w:gridSpan w:val="2"/>
            <w:shd w:val="clear" w:color="auto" w:fill="00B0F0"/>
          </w:tcPr>
          <w:p w:rsidR="00507B8E" w:rsidRPr="00A67C0A" w:rsidRDefault="00507B8E" w:rsidP="00A4166B">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1 periode 1 (niveau 9)</w:t>
            </w:r>
          </w:p>
        </w:tc>
        <w:tc>
          <w:tcPr>
            <w:tcW w:w="4661" w:type="dxa"/>
            <w:shd w:val="clear" w:color="auto" w:fill="00B0F0"/>
          </w:tcPr>
          <w:p w:rsidR="00507B8E" w:rsidRPr="00A67C0A" w:rsidRDefault="00507B8E" w:rsidP="00A4166B">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1 periode 2 (niveau 9</w:t>
            </w:r>
            <w:r w:rsidRPr="00507B8E">
              <w:rPr>
                <w:rFonts w:asciiTheme="minorHAnsi" w:hAnsiTheme="minorHAnsi" w:cstheme="minorHAnsi"/>
                <w:b/>
                <w:szCs w:val="18"/>
              </w:rPr>
              <w:t>)</w:t>
            </w:r>
          </w:p>
        </w:tc>
      </w:tr>
      <w:tr w:rsidR="00507B8E" w:rsidRPr="00A67C0A" w:rsidTr="00507B8E">
        <w:tc>
          <w:tcPr>
            <w:tcW w:w="4661" w:type="dxa"/>
            <w:gridSpan w:val="2"/>
            <w:shd w:val="clear" w:color="auto" w:fill="auto"/>
          </w:tcPr>
          <w:p w:rsidR="00507B8E" w:rsidRPr="00507B8E" w:rsidRDefault="00507B8E" w:rsidP="00507B8E">
            <w:pPr>
              <w:rPr>
                <w:rFonts w:asciiTheme="minorHAnsi" w:hAnsiTheme="minorHAnsi" w:cstheme="minorHAnsi"/>
                <w:b/>
              </w:rPr>
            </w:pPr>
            <w:r w:rsidRPr="00507B8E">
              <w:rPr>
                <w:rFonts w:asciiTheme="minorHAnsi" w:hAnsiTheme="minorHAnsi" w:cstheme="minorHAnsi"/>
                <w:b/>
              </w:rPr>
              <w:t>1.1. Aangeven van aantallen en het uitvoeren van bewerkingen</w:t>
            </w:r>
          </w:p>
          <w:p w:rsidR="00507B8E" w:rsidRPr="00507B8E" w:rsidRDefault="00507B8E" w:rsidP="00507B8E">
            <w:pPr>
              <w:rPr>
                <w:rFonts w:asciiTheme="minorHAnsi" w:hAnsiTheme="minorHAnsi" w:cstheme="minorHAnsi"/>
              </w:rPr>
            </w:pPr>
            <w:r w:rsidRPr="00507B8E">
              <w:rPr>
                <w:rFonts w:asciiTheme="minorHAnsi" w:hAnsiTheme="minorHAnsi" w:cstheme="minorHAnsi"/>
              </w:rPr>
              <w:t>Splitst/voegt getallen samen door het tiental heen (12 splitsen in 4 en 8)</w:t>
            </w:r>
          </w:p>
          <w:p w:rsidR="00507B8E" w:rsidRPr="00507B8E" w:rsidRDefault="00507B8E" w:rsidP="00507B8E">
            <w:pPr>
              <w:rPr>
                <w:rFonts w:asciiTheme="minorHAnsi" w:hAnsiTheme="minorHAnsi" w:cstheme="minorHAnsi"/>
              </w:rPr>
            </w:pPr>
            <w:r w:rsidRPr="00507B8E">
              <w:rPr>
                <w:rFonts w:asciiTheme="minorHAnsi" w:hAnsiTheme="minorHAnsi" w:cstheme="minorHAnsi"/>
              </w:rPr>
              <w:t>Vermenigvuldigt/deelt met het getal 2 (voorwerpen/getallen/getallen)</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1.3.Ordenen van hoeveelheden</w:t>
            </w:r>
          </w:p>
          <w:p w:rsidR="00507B8E" w:rsidRPr="00507B8E" w:rsidRDefault="00507B8E" w:rsidP="00507B8E">
            <w:pPr>
              <w:rPr>
                <w:rFonts w:asciiTheme="minorHAnsi" w:hAnsiTheme="minorHAnsi" w:cstheme="minorHAnsi"/>
              </w:rPr>
            </w:pPr>
            <w:r w:rsidRPr="00507B8E">
              <w:rPr>
                <w:rFonts w:asciiTheme="minorHAnsi" w:hAnsiTheme="minorHAnsi" w:cstheme="minorHAnsi"/>
              </w:rPr>
              <w:t>Vergelijkt hoeveelheden tot 200 in context van geld en meten</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4.1. Lengte</w:t>
            </w:r>
          </w:p>
          <w:p w:rsidR="00507B8E" w:rsidRPr="00507B8E" w:rsidRDefault="00507B8E" w:rsidP="00507B8E">
            <w:pPr>
              <w:rPr>
                <w:rFonts w:asciiTheme="minorHAnsi" w:hAnsiTheme="minorHAnsi" w:cstheme="minorHAnsi"/>
              </w:rPr>
            </w:pPr>
            <w:r w:rsidRPr="00507B8E">
              <w:rPr>
                <w:rFonts w:asciiTheme="minorHAnsi" w:hAnsiTheme="minorHAnsi" w:cstheme="minorHAnsi"/>
              </w:rPr>
              <w:t>Meet lengte op en benoemt deze m.b.v. standaardmaten (meters en/of centimeters)</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5.1.  Klokkijken</w:t>
            </w:r>
          </w:p>
          <w:p w:rsidR="00507B8E" w:rsidRPr="00507B8E" w:rsidRDefault="00507B8E" w:rsidP="00507B8E">
            <w:pPr>
              <w:rPr>
                <w:rFonts w:asciiTheme="minorHAnsi" w:hAnsiTheme="minorHAnsi" w:cstheme="minorHAnsi"/>
              </w:rPr>
            </w:pPr>
            <w:r w:rsidRPr="00507B8E">
              <w:rPr>
                <w:rFonts w:asciiTheme="minorHAnsi" w:hAnsiTheme="minorHAnsi" w:cstheme="minorHAnsi"/>
              </w:rPr>
              <w:t>Kijkt globaal klok (het is bijna kwart voor, het is net tien uur geweest)</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6.1. Munten en biljetten benoemen</w:t>
            </w:r>
          </w:p>
          <w:p w:rsidR="00507B8E" w:rsidRPr="00507B8E" w:rsidRDefault="00507B8E" w:rsidP="00507B8E">
            <w:pPr>
              <w:rPr>
                <w:rFonts w:asciiTheme="minorHAnsi" w:hAnsiTheme="minorHAnsi" w:cstheme="minorHAnsi"/>
              </w:rPr>
            </w:pPr>
            <w:r w:rsidRPr="00507B8E">
              <w:rPr>
                <w:rFonts w:asciiTheme="minorHAnsi" w:hAnsiTheme="minorHAnsi" w:cstheme="minorHAnsi"/>
              </w:rPr>
              <w:t>Weet bij het betalen van ronde bedragen tot en met 20 euro hoeveel geld er teruggeven wordt</w:t>
            </w:r>
          </w:p>
        </w:tc>
        <w:tc>
          <w:tcPr>
            <w:tcW w:w="4661" w:type="dxa"/>
            <w:shd w:val="clear" w:color="auto" w:fill="auto"/>
          </w:tcPr>
          <w:p w:rsidR="00507B8E" w:rsidRPr="00507B8E" w:rsidRDefault="00507B8E" w:rsidP="00507B8E">
            <w:pPr>
              <w:rPr>
                <w:rFonts w:asciiTheme="minorHAnsi" w:hAnsiTheme="minorHAnsi" w:cstheme="minorHAnsi"/>
                <w:b/>
              </w:rPr>
            </w:pPr>
            <w:r w:rsidRPr="00507B8E">
              <w:rPr>
                <w:rFonts w:asciiTheme="minorHAnsi" w:hAnsiTheme="minorHAnsi" w:cstheme="minorHAnsi"/>
                <w:b/>
              </w:rPr>
              <w:t>2.2. Cijfers en getallen</w:t>
            </w:r>
            <w:r w:rsidRPr="00507B8E">
              <w:rPr>
                <w:rFonts w:asciiTheme="minorHAnsi" w:hAnsiTheme="minorHAnsi" w:cstheme="minorHAnsi"/>
                <w:b/>
              </w:rPr>
              <w:tab/>
            </w:r>
          </w:p>
          <w:p w:rsidR="00507B8E" w:rsidRPr="00507B8E" w:rsidRDefault="00507B8E" w:rsidP="00507B8E">
            <w:pPr>
              <w:rPr>
                <w:rFonts w:asciiTheme="minorHAnsi" w:hAnsiTheme="minorHAnsi" w:cstheme="minorHAnsi"/>
              </w:rPr>
            </w:pPr>
            <w:r w:rsidRPr="00507B8E">
              <w:rPr>
                <w:rFonts w:asciiTheme="minorHAnsi" w:hAnsiTheme="minorHAnsi" w:cstheme="minorHAnsi"/>
              </w:rPr>
              <w:t>Kent de positie van de getallen t/m 200 op de getallenlijn ten opzichte van elkaar</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2.3. Handig rekenen</w:t>
            </w:r>
          </w:p>
          <w:p w:rsidR="00507B8E" w:rsidRPr="00507B8E" w:rsidRDefault="00507B8E" w:rsidP="00507B8E">
            <w:pPr>
              <w:rPr>
                <w:rFonts w:asciiTheme="minorHAnsi" w:hAnsiTheme="minorHAnsi" w:cstheme="minorHAnsi"/>
              </w:rPr>
            </w:pPr>
            <w:r w:rsidRPr="00507B8E">
              <w:rPr>
                <w:rFonts w:asciiTheme="minorHAnsi" w:hAnsiTheme="minorHAnsi" w:cstheme="minorHAnsi"/>
              </w:rPr>
              <w:t xml:space="preserve">Gebruikt de rekenmachine als hulpmiddel voor optellen/aftrekken van hele getallen </w:t>
            </w:r>
          </w:p>
          <w:p w:rsidR="00507B8E" w:rsidRPr="00507B8E" w:rsidRDefault="00507B8E" w:rsidP="00507B8E">
            <w:pPr>
              <w:rPr>
                <w:rFonts w:asciiTheme="minorHAnsi" w:hAnsiTheme="minorHAnsi" w:cstheme="minorHAnsi"/>
              </w:rPr>
            </w:pPr>
            <w:r w:rsidRPr="00507B8E">
              <w:rPr>
                <w:rFonts w:asciiTheme="minorHAnsi" w:hAnsiTheme="minorHAnsi" w:cstheme="minorHAnsi"/>
              </w:rPr>
              <w:t>Gebruikt de knoppen +, - en = functioneel</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 xml:space="preserve">4.2. Gewicht </w:t>
            </w:r>
          </w:p>
          <w:p w:rsidR="00507B8E" w:rsidRPr="00507B8E" w:rsidRDefault="00507B8E" w:rsidP="00507B8E">
            <w:pPr>
              <w:rPr>
                <w:rFonts w:asciiTheme="minorHAnsi" w:hAnsiTheme="minorHAnsi" w:cstheme="minorHAnsi"/>
              </w:rPr>
            </w:pPr>
            <w:r w:rsidRPr="00507B8E">
              <w:rPr>
                <w:rFonts w:asciiTheme="minorHAnsi" w:hAnsiTheme="minorHAnsi" w:cstheme="minorHAnsi"/>
              </w:rPr>
              <w:t>Weet dat grootte en gewicht niet altijd samenhangen</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4.3. Inhoud</w:t>
            </w:r>
          </w:p>
          <w:p w:rsidR="00507B8E" w:rsidRPr="00507B8E" w:rsidRDefault="00507B8E" w:rsidP="00507B8E">
            <w:pPr>
              <w:rPr>
                <w:rFonts w:asciiTheme="minorHAnsi" w:hAnsiTheme="minorHAnsi" w:cstheme="minorHAnsi"/>
              </w:rPr>
            </w:pPr>
            <w:r w:rsidRPr="00507B8E">
              <w:rPr>
                <w:rFonts w:asciiTheme="minorHAnsi" w:hAnsiTheme="minorHAnsi" w:cstheme="minorHAnsi"/>
              </w:rPr>
              <w:t>Gaat om met natuurlijke inhoudsmaten (bijv. theelepel, scheutje, eetlepel, dopje)</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 xml:space="preserve">4.4. Temperatuur </w:t>
            </w:r>
          </w:p>
          <w:p w:rsidR="00507B8E" w:rsidRPr="00507B8E" w:rsidRDefault="00507B8E" w:rsidP="00507B8E">
            <w:pPr>
              <w:rPr>
                <w:rFonts w:asciiTheme="minorHAnsi" w:hAnsiTheme="minorHAnsi" w:cstheme="minorHAnsi"/>
              </w:rPr>
            </w:pPr>
            <w:r w:rsidRPr="00507B8E">
              <w:rPr>
                <w:rFonts w:asciiTheme="minorHAnsi" w:hAnsiTheme="minorHAnsi" w:cstheme="minorHAnsi"/>
              </w:rPr>
              <w:t>Heeft kennis van de begrippen (lichaams)temperatuur en koorts, thermometer</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5.2   Kalender- en agendagebruik</w:t>
            </w:r>
          </w:p>
          <w:p w:rsidR="00507B8E" w:rsidRPr="00507B8E" w:rsidRDefault="00507B8E" w:rsidP="00507B8E">
            <w:pPr>
              <w:rPr>
                <w:rFonts w:asciiTheme="minorHAnsi" w:hAnsiTheme="minorHAnsi" w:cstheme="minorHAnsi"/>
              </w:rPr>
            </w:pPr>
            <w:r w:rsidRPr="00507B8E">
              <w:rPr>
                <w:rFonts w:asciiTheme="minorHAnsi" w:hAnsiTheme="minorHAnsi" w:cstheme="minorHAnsi"/>
              </w:rPr>
              <w:t>Weet welke dag het is en wijst deze aan op de kalender</w:t>
            </w:r>
          </w:p>
          <w:p w:rsidR="00507B8E" w:rsidRPr="00507B8E" w:rsidRDefault="00507B8E" w:rsidP="00507B8E">
            <w:pPr>
              <w:rPr>
                <w:rFonts w:asciiTheme="minorHAnsi" w:hAnsiTheme="minorHAnsi" w:cstheme="minorHAnsi"/>
              </w:rPr>
            </w:pPr>
            <w:r w:rsidRPr="00507B8E">
              <w:rPr>
                <w:rFonts w:asciiTheme="minorHAnsi" w:hAnsiTheme="minorHAnsi" w:cstheme="minorHAnsi"/>
              </w:rPr>
              <w:t>Wijst bepaalde feesten en gebeurtenissen aan op de kalender</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6.2. Bedragen aflezen, afronden en vergelijken</w:t>
            </w:r>
          </w:p>
          <w:p w:rsidR="00507B8E" w:rsidRPr="00507B8E" w:rsidRDefault="00507B8E" w:rsidP="00507B8E">
            <w:pPr>
              <w:rPr>
                <w:rFonts w:asciiTheme="minorHAnsi" w:hAnsiTheme="minorHAnsi" w:cstheme="minorHAnsi"/>
              </w:rPr>
            </w:pPr>
            <w:r w:rsidRPr="00507B8E">
              <w:rPr>
                <w:rFonts w:asciiTheme="minorHAnsi" w:hAnsiTheme="minorHAnsi" w:cstheme="minorHAnsi"/>
              </w:rPr>
              <w:t xml:space="preserve">Rondt bedragen naar boven af in hele euro’s </w:t>
            </w:r>
          </w:p>
          <w:p w:rsidR="00507B8E" w:rsidRPr="00507B8E" w:rsidRDefault="00507B8E" w:rsidP="00507B8E">
            <w:pPr>
              <w:rPr>
                <w:rFonts w:asciiTheme="minorHAnsi" w:hAnsiTheme="minorHAnsi" w:cstheme="minorHAnsi"/>
                <w:b/>
              </w:rPr>
            </w:pPr>
            <w:r w:rsidRPr="00507B8E">
              <w:rPr>
                <w:rFonts w:asciiTheme="minorHAnsi" w:hAnsiTheme="minorHAnsi" w:cstheme="minorHAnsi"/>
                <w:b/>
              </w:rPr>
              <w:t>6.3.  Waarde aangeven van munten en biljetten</w:t>
            </w:r>
          </w:p>
          <w:p w:rsidR="00507B8E" w:rsidRPr="00507B8E" w:rsidRDefault="00507B8E" w:rsidP="00507B8E">
            <w:pPr>
              <w:rPr>
                <w:rFonts w:asciiTheme="minorHAnsi" w:hAnsiTheme="minorHAnsi" w:cstheme="minorHAnsi"/>
              </w:rPr>
            </w:pPr>
            <w:r w:rsidRPr="00507B8E">
              <w:rPr>
                <w:rFonts w:asciiTheme="minorHAnsi" w:hAnsiTheme="minorHAnsi" w:cstheme="minorHAnsi"/>
              </w:rPr>
              <w:t xml:space="preserve">Vertelt wat je kunt kopen voor ongeveer 50 en 100 euro </w:t>
            </w:r>
          </w:p>
        </w:tc>
      </w:tr>
      <w:tr w:rsidR="00C3633D" w:rsidRPr="00A67C0A" w:rsidTr="009001E5">
        <w:tc>
          <w:tcPr>
            <w:tcW w:w="4661" w:type="dxa"/>
            <w:gridSpan w:val="2"/>
            <w:shd w:val="clear" w:color="auto" w:fill="00B0F0"/>
          </w:tcPr>
          <w:p w:rsidR="00C3633D" w:rsidRPr="00A67C0A" w:rsidRDefault="00507B8E" w:rsidP="00A4166B">
            <w:pPr>
              <w:pStyle w:val="Geenafstand"/>
              <w:rPr>
                <w:rFonts w:asciiTheme="minorHAnsi" w:hAnsiTheme="minorHAnsi" w:cstheme="minorHAnsi"/>
                <w:b/>
                <w:szCs w:val="18"/>
              </w:rPr>
            </w:pPr>
            <w:r>
              <w:rPr>
                <w:rFonts w:asciiTheme="minorHAnsi" w:hAnsiTheme="minorHAnsi" w:cstheme="minorHAnsi"/>
                <w:b/>
                <w:szCs w:val="18"/>
              </w:rPr>
              <w:t>Leerroute 4</w:t>
            </w:r>
            <w:r w:rsidR="00C3633D" w:rsidRPr="00A67C0A">
              <w:rPr>
                <w:rFonts w:asciiTheme="minorHAnsi" w:hAnsiTheme="minorHAnsi" w:cstheme="minorHAnsi"/>
                <w:b/>
                <w:szCs w:val="18"/>
              </w:rPr>
              <w:t>: Methoden/middelen</w:t>
            </w:r>
            <w:r w:rsidR="00C3633D">
              <w:rPr>
                <w:rFonts w:asciiTheme="minorHAnsi" w:hAnsiTheme="minorHAnsi" w:cstheme="minorHAnsi"/>
                <w:b/>
                <w:szCs w:val="18"/>
              </w:rPr>
              <w:t xml:space="preserve"> </w:t>
            </w:r>
            <w:r>
              <w:rPr>
                <w:rFonts w:asciiTheme="minorHAnsi" w:hAnsiTheme="minorHAnsi" w:cstheme="minorHAnsi"/>
                <w:b/>
                <w:szCs w:val="18"/>
              </w:rPr>
              <w:t xml:space="preserve">leerjaar 1 </w:t>
            </w:r>
            <w:r w:rsidR="00C3633D">
              <w:rPr>
                <w:rFonts w:asciiTheme="minorHAnsi" w:hAnsiTheme="minorHAnsi" w:cstheme="minorHAnsi"/>
                <w:b/>
                <w:szCs w:val="18"/>
              </w:rPr>
              <w:t>periode 1</w:t>
            </w:r>
          </w:p>
        </w:tc>
        <w:tc>
          <w:tcPr>
            <w:tcW w:w="4661" w:type="dxa"/>
            <w:shd w:val="clear" w:color="auto" w:fill="00B0F0"/>
          </w:tcPr>
          <w:p w:rsidR="00C3633D" w:rsidRPr="00A67C0A" w:rsidRDefault="00507B8E" w:rsidP="00A4166B">
            <w:pPr>
              <w:pStyle w:val="Geenafstand"/>
              <w:rPr>
                <w:rFonts w:asciiTheme="minorHAnsi" w:hAnsiTheme="minorHAnsi" w:cstheme="minorHAnsi"/>
                <w:b/>
                <w:szCs w:val="18"/>
              </w:rPr>
            </w:pPr>
            <w:r>
              <w:rPr>
                <w:rFonts w:asciiTheme="minorHAnsi" w:hAnsiTheme="minorHAnsi" w:cstheme="minorHAnsi"/>
                <w:b/>
                <w:szCs w:val="18"/>
              </w:rPr>
              <w:t>Leerroute 4</w:t>
            </w:r>
            <w:r w:rsidR="00C3633D" w:rsidRPr="00A67C0A">
              <w:rPr>
                <w:rFonts w:asciiTheme="minorHAnsi" w:hAnsiTheme="minorHAnsi" w:cstheme="minorHAnsi"/>
                <w:b/>
                <w:szCs w:val="18"/>
              </w:rPr>
              <w:t>: Methoden/middelen</w:t>
            </w:r>
            <w:r w:rsidR="00C3633D">
              <w:rPr>
                <w:rFonts w:asciiTheme="minorHAnsi" w:hAnsiTheme="minorHAnsi" w:cstheme="minorHAnsi"/>
                <w:b/>
                <w:szCs w:val="18"/>
              </w:rPr>
              <w:t xml:space="preserve"> </w:t>
            </w:r>
            <w:r>
              <w:rPr>
                <w:rFonts w:asciiTheme="minorHAnsi" w:hAnsiTheme="minorHAnsi" w:cstheme="minorHAnsi"/>
                <w:b/>
                <w:szCs w:val="18"/>
              </w:rPr>
              <w:t xml:space="preserve">leerjaar 1 </w:t>
            </w:r>
            <w:r w:rsidR="00C3633D">
              <w:rPr>
                <w:rFonts w:asciiTheme="minorHAnsi" w:hAnsiTheme="minorHAnsi" w:cstheme="minorHAnsi"/>
                <w:b/>
                <w:szCs w:val="18"/>
              </w:rPr>
              <w:t>periode 2</w:t>
            </w:r>
          </w:p>
        </w:tc>
      </w:tr>
      <w:tr w:rsidR="00C3633D" w:rsidRPr="00A67C0A" w:rsidTr="009001E5">
        <w:tc>
          <w:tcPr>
            <w:tcW w:w="4661" w:type="dxa"/>
            <w:gridSpan w:val="2"/>
          </w:tcPr>
          <w:p w:rsidR="00C3633D" w:rsidRDefault="00C3633D" w:rsidP="00A4166B">
            <w:pPr>
              <w:pStyle w:val="Geenafstand"/>
              <w:rPr>
                <w:rFonts w:asciiTheme="minorHAnsi" w:hAnsiTheme="minorHAnsi" w:cstheme="minorHAnsi"/>
                <w:b/>
                <w:szCs w:val="18"/>
              </w:rPr>
            </w:pPr>
            <w:r w:rsidRPr="00CF1CCB">
              <w:rPr>
                <w:rFonts w:asciiTheme="minorHAnsi" w:hAnsiTheme="minorHAnsi" w:cstheme="minorHAnsi"/>
                <w:b/>
                <w:szCs w:val="18"/>
              </w:rPr>
              <w:t xml:space="preserve">Leerjaar 1: </w:t>
            </w:r>
          </w:p>
          <w:p w:rsidR="00CF1CCB" w:rsidRPr="00CF1CCB" w:rsidRDefault="00CF1CCB" w:rsidP="00CF1CCB">
            <w:pPr>
              <w:pStyle w:val="Geenafstand"/>
              <w:rPr>
                <w:rFonts w:asciiTheme="minorHAnsi" w:hAnsiTheme="minorHAnsi" w:cstheme="minorHAnsi"/>
                <w:szCs w:val="18"/>
                <w:u w:val="single"/>
              </w:rPr>
            </w:pPr>
            <w:r w:rsidRPr="00CF1CCB">
              <w:rPr>
                <w:rFonts w:asciiTheme="minorHAnsi" w:hAnsiTheme="minorHAnsi" w:cstheme="minorHAnsi"/>
                <w:szCs w:val="18"/>
                <w:u w:val="single"/>
              </w:rPr>
              <w:t xml:space="preserve">Methode Rekenboog: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hoeveelheidbegrippen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5. De lengte van de tafel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Wat zie je op een afstand van 150 meter?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lengte meten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Felicitatiekaarten maken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De grootte van de foto</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8. Een A4-tje is 30 centimeter lang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10. Hoe lang is dit potlood?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11. Op grote voet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12. Teken een lijn van 23 cm</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13. Een riem om je taille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14. Lichaamslengte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18. Per meter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21. Lichaamslengte, deel 2: in een grafiek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22. Hoogspringen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23. Verboden te duiken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24. Diepte meten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klokkijken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Het is bijna kwart voor 1</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Te vroeg of te laat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Op digitijd naar de tandarts</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Een computerrooster maken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Een seconde duurt heel kort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Elke seconde telt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7. Hoe lang duurt een minuut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8. Secondenwerk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9. De stroom is uitgevallen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10. Hoe laat kom je?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geldrekenen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8. Kopen in de supermarkt: krijg ik geld terug</w:t>
            </w:r>
          </w:p>
        </w:tc>
        <w:tc>
          <w:tcPr>
            <w:tcW w:w="4661" w:type="dxa"/>
          </w:tcPr>
          <w:p w:rsidR="00C3633D" w:rsidRDefault="00C3633D" w:rsidP="00A4166B">
            <w:pPr>
              <w:pStyle w:val="Geenafstand"/>
              <w:rPr>
                <w:rFonts w:asciiTheme="minorHAnsi" w:hAnsiTheme="minorHAnsi" w:cstheme="minorHAnsi"/>
                <w:b/>
                <w:szCs w:val="18"/>
              </w:rPr>
            </w:pPr>
            <w:r w:rsidRPr="00CF1CCB">
              <w:rPr>
                <w:rFonts w:asciiTheme="minorHAnsi" w:hAnsiTheme="minorHAnsi" w:cstheme="minorHAnsi"/>
                <w:b/>
                <w:szCs w:val="18"/>
              </w:rPr>
              <w:t xml:space="preserve">Leerjaar 1: </w:t>
            </w:r>
          </w:p>
          <w:p w:rsidR="00CF1CCB" w:rsidRPr="00CF1CCB" w:rsidRDefault="00CF1CCB" w:rsidP="00CF1CCB">
            <w:pPr>
              <w:pStyle w:val="Geenafstand"/>
              <w:rPr>
                <w:rFonts w:asciiTheme="minorHAnsi" w:hAnsiTheme="minorHAnsi" w:cstheme="minorHAnsi"/>
                <w:szCs w:val="18"/>
                <w:u w:val="single"/>
              </w:rPr>
            </w:pPr>
            <w:r>
              <w:rPr>
                <w:rFonts w:asciiTheme="minorHAnsi" w:hAnsiTheme="minorHAnsi" w:cstheme="minorHAnsi"/>
                <w:szCs w:val="18"/>
                <w:u w:val="single"/>
              </w:rPr>
              <w:t>M</w:t>
            </w:r>
            <w:r w:rsidRPr="00CF1CCB">
              <w:rPr>
                <w:rFonts w:asciiTheme="minorHAnsi" w:hAnsiTheme="minorHAnsi" w:cstheme="minorHAnsi"/>
                <w:szCs w:val="18"/>
                <w:u w:val="single"/>
              </w:rPr>
              <w:t xml:space="preserve">ethode Rekenboog: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Katern Rekenhandelingen uitvoeren (niveau 9)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Een getal onder de 200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de Rekenmachine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Rekenmachine, intro</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Rekenmachine, vervolg intro</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Rekenmachine, kale sommen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Rekenmachine, meer kale sommen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7. Rekenmachine, uit je hoofd?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8. Rekenmachine kassabonnen plus</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9. Rekenmachine, kassabonnen min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13. Rekenmachine, 3 boodschappen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gewicht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Wat geeft de wijzer aan?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Mijn tas gaat kapot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Een grote en een kleine doos</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7. Ik ga op reis en ik neem mee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8. Kan ik dit optillen?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9. Hoeveel kilo kan ik optillen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10. Hoeveel kilo weeg ik?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11. Aankomen en afvallen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15. Is popcorn  lichter dan koffiebonen?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18. Niet zwaarder dan 10 kilo</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23. De weegschaal en de unster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inhoud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Een theelepel</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Een scheutje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In ruim water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Een dopje plantenvoeding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Hoeveel dopjes gaan er in?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Koffie zetten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tabellen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Wat is de temperatuur vandaag?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Lekker weertje vandaag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kalender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Overal zijn data</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lastRenderedPageBreak/>
              <w:t>2. De maanden op de kalender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De maand heeft een getal</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1-1-2009, welke dag en maand is het?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09-09-09, wat betekent dat?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Notatiewijzen van data</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7. In welke maand is dat gekocht?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8. De verjaardagskalender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9. Vandaag is het...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10. De kalender, een verdere verkenning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11. De seizoenen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12. In welk seizoen ben je jarig?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13. Dagen, weken, maanden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14. Hoeveel dagen heeft een maand?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15. Op welke dag valt de 15e van deze maand?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16. Op welke dag valt de 1e van de maand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17. De eerste zondag van de maand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Geld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Wat staat er allemaal op mijn kassabon?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Naar het Pretpark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7. Het kost meer dan een hele euro</w:t>
            </w:r>
          </w:p>
          <w:p w:rsidR="00CF1CCB" w:rsidRPr="00CF1CCB" w:rsidRDefault="00CF1CCB" w:rsidP="00CF1CCB">
            <w:pPr>
              <w:pStyle w:val="Geenafstand"/>
              <w:rPr>
                <w:rFonts w:asciiTheme="minorHAnsi" w:hAnsiTheme="minorHAnsi" w:cstheme="minorHAnsi"/>
                <w:szCs w:val="18"/>
                <w:u w:val="single"/>
              </w:rPr>
            </w:pPr>
            <w:r w:rsidRPr="00CF1CCB">
              <w:rPr>
                <w:rFonts w:asciiTheme="minorHAnsi" w:hAnsiTheme="minorHAnsi" w:cstheme="minorHAnsi"/>
                <w:szCs w:val="18"/>
                <w:u w:val="single"/>
              </w:rPr>
              <w:t xml:space="preserve">Methode Promotie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Rekenen en wiskunde werkboek zakrekenmachine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Een krantenwijk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Kaartjes kopen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Tijd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Rekenen met geld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Tuinieren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Het restaurant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7. Samen een dagje uit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8. Inkopen doen </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2 periode 1 (niveau 9)</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2 periode 2 (niveau 9</w:t>
            </w:r>
            <w:r w:rsidRPr="00507B8E">
              <w:rPr>
                <w:rFonts w:asciiTheme="minorHAnsi" w:hAnsiTheme="minorHAnsi" w:cstheme="minorHAnsi"/>
                <w:b/>
                <w:szCs w:val="18"/>
              </w:rPr>
              <w:t>)</w:t>
            </w:r>
          </w:p>
        </w:tc>
      </w:tr>
      <w:tr w:rsidR="006B54B2" w:rsidRPr="00A67C0A" w:rsidTr="009001E5">
        <w:tc>
          <w:tcPr>
            <w:tcW w:w="4661" w:type="dxa"/>
            <w:gridSpan w:val="2"/>
          </w:tcPr>
          <w:p w:rsidR="006B54B2" w:rsidRPr="006B54B2" w:rsidRDefault="006B54B2" w:rsidP="00181F0E">
            <w:pPr>
              <w:rPr>
                <w:rFonts w:asciiTheme="minorHAnsi" w:hAnsiTheme="minorHAnsi" w:cstheme="minorHAnsi"/>
                <w:b/>
              </w:rPr>
            </w:pPr>
            <w:r w:rsidRPr="006B54B2">
              <w:rPr>
                <w:rFonts w:asciiTheme="minorHAnsi" w:hAnsiTheme="minorHAnsi" w:cstheme="minorHAnsi"/>
                <w:b/>
              </w:rPr>
              <w:t>1.1. Aangeven van aantallen en het uitvoeren van bewerkingen</w:t>
            </w:r>
          </w:p>
          <w:p w:rsidR="006B54B2" w:rsidRPr="006B54B2" w:rsidRDefault="006B54B2" w:rsidP="00181F0E">
            <w:pPr>
              <w:rPr>
                <w:rFonts w:asciiTheme="minorHAnsi" w:hAnsiTheme="minorHAnsi" w:cstheme="minorHAnsi"/>
              </w:rPr>
            </w:pPr>
            <w:r w:rsidRPr="006B54B2">
              <w:rPr>
                <w:rFonts w:asciiTheme="minorHAnsi" w:hAnsiTheme="minorHAnsi" w:cstheme="minorHAnsi"/>
              </w:rPr>
              <w:t>Verdeelt vanuit een context een concrete hoeveelheid tussen 2 of meer leerlingen en vertelt aan het einde van de handeling hoeveel iedereen krijgt</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1.2. Koppeling hoeveelheden aan getallen</w:t>
            </w:r>
          </w:p>
          <w:p w:rsidR="006B54B2" w:rsidRPr="006B54B2" w:rsidRDefault="006B54B2" w:rsidP="00181F0E">
            <w:pPr>
              <w:rPr>
                <w:rFonts w:asciiTheme="minorHAnsi" w:hAnsiTheme="minorHAnsi" w:cstheme="minorHAnsi"/>
              </w:rPr>
            </w:pPr>
            <w:r w:rsidRPr="006B54B2">
              <w:rPr>
                <w:rFonts w:asciiTheme="minorHAnsi" w:hAnsiTheme="minorHAnsi" w:cstheme="minorHAnsi"/>
              </w:rPr>
              <w:t>Koppelt hoeveelheden aan getallen t/m 200 in reële situaties (in de context van geld en meten)</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1.3. Ordenen van hoeveelheden</w:t>
            </w:r>
          </w:p>
          <w:p w:rsidR="006B54B2" w:rsidRPr="006B54B2" w:rsidRDefault="006B54B2" w:rsidP="00181F0E">
            <w:pPr>
              <w:rPr>
                <w:rFonts w:asciiTheme="minorHAnsi" w:hAnsiTheme="minorHAnsi" w:cstheme="minorHAnsi"/>
              </w:rPr>
            </w:pPr>
            <w:r w:rsidRPr="006B54B2">
              <w:rPr>
                <w:rFonts w:asciiTheme="minorHAnsi" w:hAnsiTheme="minorHAnsi" w:cstheme="minorHAnsi"/>
              </w:rPr>
              <w:t>Gebruikt tabellen om gegevens te ordenen</w:t>
            </w:r>
            <w:r w:rsidRPr="006B54B2">
              <w:rPr>
                <w:rFonts w:asciiTheme="minorHAnsi" w:hAnsiTheme="minorHAnsi" w:cstheme="minorHAnsi"/>
              </w:rPr>
              <w:tab/>
            </w:r>
            <w:r w:rsidRPr="006B54B2">
              <w:rPr>
                <w:rFonts w:asciiTheme="minorHAnsi" w:hAnsiTheme="minorHAnsi" w:cstheme="minorHAnsi"/>
              </w:rPr>
              <w:tab/>
            </w:r>
          </w:p>
          <w:p w:rsidR="006B54B2" w:rsidRPr="006B54B2" w:rsidRDefault="006B54B2" w:rsidP="00181F0E">
            <w:pPr>
              <w:rPr>
                <w:rFonts w:asciiTheme="minorHAnsi" w:hAnsiTheme="minorHAnsi" w:cstheme="minorHAnsi"/>
                <w:b/>
              </w:rPr>
            </w:pPr>
            <w:r w:rsidRPr="006B54B2">
              <w:rPr>
                <w:rFonts w:asciiTheme="minorHAnsi" w:hAnsiTheme="minorHAnsi" w:cstheme="minorHAnsi"/>
                <w:b/>
              </w:rPr>
              <w:t>4.1. Lengte</w:t>
            </w:r>
          </w:p>
          <w:p w:rsidR="006B54B2" w:rsidRPr="006B54B2" w:rsidRDefault="006B54B2" w:rsidP="00181F0E">
            <w:pPr>
              <w:rPr>
                <w:rFonts w:asciiTheme="minorHAnsi" w:hAnsiTheme="minorHAnsi" w:cstheme="minorHAnsi"/>
              </w:rPr>
            </w:pPr>
            <w:r w:rsidRPr="006B54B2">
              <w:rPr>
                <w:rFonts w:asciiTheme="minorHAnsi" w:hAnsiTheme="minorHAnsi" w:cstheme="minorHAnsi"/>
              </w:rPr>
              <w:t xml:space="preserve">Gebruikt verschillende meetinstrumenten (duimstok, rolmaat, liniaal, meetlint) </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5.1.  Klokkijken</w:t>
            </w:r>
          </w:p>
          <w:p w:rsidR="006B54B2" w:rsidRPr="006B54B2" w:rsidRDefault="006B54B2" w:rsidP="00181F0E">
            <w:pPr>
              <w:rPr>
                <w:rFonts w:asciiTheme="minorHAnsi" w:hAnsiTheme="minorHAnsi" w:cstheme="minorHAnsi"/>
              </w:rPr>
            </w:pPr>
            <w:r w:rsidRPr="006B54B2">
              <w:rPr>
                <w:rFonts w:asciiTheme="minorHAnsi" w:hAnsiTheme="minorHAnsi" w:cstheme="minorHAnsi"/>
              </w:rPr>
              <w:t>Leest de tijd tot 12:00 uur af op een digitale klok (het is 8 uur en 25 minuten)</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6.1. Munten en biljetten benoemen</w:t>
            </w:r>
          </w:p>
          <w:p w:rsidR="006B54B2" w:rsidRPr="006B54B2" w:rsidRDefault="006B54B2" w:rsidP="00181F0E">
            <w:pPr>
              <w:rPr>
                <w:rFonts w:asciiTheme="minorHAnsi" w:hAnsiTheme="minorHAnsi" w:cstheme="minorHAnsi"/>
                <w:b/>
              </w:rPr>
            </w:pPr>
            <w:r w:rsidRPr="006B54B2">
              <w:rPr>
                <w:rFonts w:asciiTheme="minorHAnsi" w:hAnsiTheme="minorHAnsi" w:cstheme="minorHAnsi"/>
              </w:rPr>
              <w:t xml:space="preserve">Stelt bedragen tot en met 1 euro samen met munten van 1, 2, 5, 10, 20, 50 eurocent </w:t>
            </w:r>
          </w:p>
          <w:p w:rsidR="006B54B2" w:rsidRPr="006B54B2" w:rsidRDefault="006B54B2" w:rsidP="00181F0E">
            <w:pPr>
              <w:rPr>
                <w:rFonts w:asciiTheme="minorHAnsi" w:hAnsiTheme="minorHAnsi" w:cstheme="minorHAnsi"/>
              </w:rPr>
            </w:pPr>
          </w:p>
        </w:tc>
        <w:tc>
          <w:tcPr>
            <w:tcW w:w="4661" w:type="dxa"/>
          </w:tcPr>
          <w:p w:rsidR="006B54B2" w:rsidRPr="006B54B2" w:rsidRDefault="006B54B2" w:rsidP="00181F0E">
            <w:pPr>
              <w:rPr>
                <w:rFonts w:asciiTheme="minorHAnsi" w:hAnsiTheme="minorHAnsi" w:cstheme="minorHAnsi"/>
                <w:b/>
              </w:rPr>
            </w:pPr>
            <w:r w:rsidRPr="006B54B2">
              <w:rPr>
                <w:rFonts w:asciiTheme="minorHAnsi" w:hAnsiTheme="minorHAnsi" w:cstheme="minorHAnsi"/>
                <w:b/>
              </w:rPr>
              <w:t>2.2. Cijfers en getallen</w:t>
            </w:r>
            <w:r w:rsidRPr="006B54B2">
              <w:rPr>
                <w:rFonts w:asciiTheme="minorHAnsi" w:hAnsiTheme="minorHAnsi" w:cstheme="minorHAnsi"/>
                <w:b/>
              </w:rPr>
              <w:tab/>
            </w:r>
          </w:p>
          <w:p w:rsidR="006B54B2" w:rsidRPr="006B54B2" w:rsidRDefault="006B54B2" w:rsidP="00181F0E">
            <w:pPr>
              <w:rPr>
                <w:rFonts w:asciiTheme="minorHAnsi" w:hAnsiTheme="minorHAnsi" w:cstheme="minorHAnsi"/>
              </w:rPr>
            </w:pPr>
            <w:r w:rsidRPr="006B54B2">
              <w:rPr>
                <w:rFonts w:asciiTheme="minorHAnsi" w:hAnsiTheme="minorHAnsi" w:cstheme="minorHAnsi"/>
              </w:rPr>
              <w:t>Herkent/benoemt/schrijft getallen t/m 200</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2.3. Handig rekenen </w:t>
            </w:r>
          </w:p>
          <w:p w:rsidR="006B54B2" w:rsidRPr="006B54B2" w:rsidRDefault="006B54B2" w:rsidP="00181F0E">
            <w:pPr>
              <w:rPr>
                <w:rFonts w:asciiTheme="minorHAnsi" w:hAnsiTheme="minorHAnsi" w:cstheme="minorHAnsi"/>
              </w:rPr>
            </w:pPr>
            <w:r w:rsidRPr="006B54B2">
              <w:rPr>
                <w:rFonts w:asciiTheme="minorHAnsi" w:hAnsiTheme="minorHAnsi" w:cstheme="minorHAnsi"/>
              </w:rPr>
              <w:t>Telt op/trekt af met tientallen in het getallengebied tussen 20 en 100 i(n de context van geld)</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4.2. Gewicht </w:t>
            </w:r>
          </w:p>
          <w:p w:rsidR="006B54B2" w:rsidRPr="006B54B2" w:rsidRDefault="006B54B2" w:rsidP="00181F0E">
            <w:pPr>
              <w:rPr>
                <w:rFonts w:asciiTheme="minorHAnsi" w:hAnsiTheme="minorHAnsi" w:cstheme="minorHAnsi"/>
              </w:rPr>
            </w:pPr>
            <w:r w:rsidRPr="006B54B2">
              <w:rPr>
                <w:rFonts w:asciiTheme="minorHAnsi" w:hAnsiTheme="minorHAnsi" w:cstheme="minorHAnsi"/>
              </w:rPr>
              <w:t xml:space="preserve">Leest de analoge en de digitale personenweegschaal af en noteert het resultaat in kilogrammen </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4.4. Temperatuur </w:t>
            </w:r>
          </w:p>
          <w:p w:rsidR="006B54B2" w:rsidRPr="006B54B2" w:rsidRDefault="006B54B2" w:rsidP="00181F0E">
            <w:pPr>
              <w:rPr>
                <w:rFonts w:asciiTheme="minorHAnsi" w:hAnsiTheme="minorHAnsi" w:cstheme="minorHAnsi"/>
              </w:rPr>
            </w:pPr>
            <w:r w:rsidRPr="006B54B2">
              <w:rPr>
                <w:rFonts w:asciiTheme="minorHAnsi" w:hAnsiTheme="minorHAnsi" w:cstheme="minorHAnsi"/>
              </w:rPr>
              <w:t>Leest de buiten- en binnentemperatuur (boven 0 C) af op een analoge en een digitale thermometer</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5.2   Kalender- en agendagebruik</w:t>
            </w:r>
          </w:p>
          <w:p w:rsidR="006B54B2" w:rsidRPr="006B54B2" w:rsidRDefault="006B54B2" w:rsidP="00181F0E">
            <w:pPr>
              <w:rPr>
                <w:rFonts w:asciiTheme="minorHAnsi" w:hAnsiTheme="minorHAnsi" w:cstheme="minorHAnsi"/>
              </w:rPr>
            </w:pPr>
            <w:r w:rsidRPr="006B54B2">
              <w:rPr>
                <w:rFonts w:asciiTheme="minorHAnsi" w:hAnsiTheme="minorHAnsi" w:cstheme="minorHAnsi"/>
              </w:rPr>
              <w:t>Kent de volgende kalenderfeiten:</w:t>
            </w:r>
          </w:p>
          <w:p w:rsidR="006B54B2" w:rsidRPr="006B54B2" w:rsidRDefault="006B54B2" w:rsidP="00181F0E">
            <w:pPr>
              <w:rPr>
                <w:rFonts w:asciiTheme="minorHAnsi" w:hAnsiTheme="minorHAnsi" w:cstheme="minorHAnsi"/>
              </w:rPr>
            </w:pPr>
            <w:r w:rsidRPr="006B54B2">
              <w:rPr>
                <w:rFonts w:asciiTheme="minorHAnsi" w:hAnsiTheme="minorHAnsi" w:cstheme="minorHAnsi"/>
              </w:rPr>
              <w:t>-</w:t>
            </w:r>
            <w:r w:rsidRPr="006B54B2">
              <w:rPr>
                <w:rFonts w:asciiTheme="minorHAnsi" w:hAnsiTheme="minorHAnsi" w:cstheme="minorHAnsi"/>
              </w:rPr>
              <w:tab/>
              <w:t>1 jaar = 52 weken</w:t>
            </w:r>
          </w:p>
          <w:p w:rsidR="006B54B2" w:rsidRPr="006B54B2" w:rsidRDefault="006B54B2" w:rsidP="00181F0E">
            <w:pPr>
              <w:rPr>
                <w:rFonts w:asciiTheme="minorHAnsi" w:hAnsiTheme="minorHAnsi" w:cstheme="minorHAnsi"/>
              </w:rPr>
            </w:pPr>
            <w:r w:rsidRPr="006B54B2">
              <w:rPr>
                <w:rFonts w:asciiTheme="minorHAnsi" w:hAnsiTheme="minorHAnsi" w:cstheme="minorHAnsi"/>
              </w:rPr>
              <w:t>-</w:t>
            </w:r>
            <w:r w:rsidRPr="006B54B2">
              <w:rPr>
                <w:rFonts w:asciiTheme="minorHAnsi" w:hAnsiTheme="minorHAnsi" w:cstheme="minorHAnsi"/>
              </w:rPr>
              <w:tab/>
              <w:t>1 jaar = 12 maanden</w:t>
            </w:r>
          </w:p>
          <w:p w:rsidR="006B54B2" w:rsidRPr="006B54B2" w:rsidRDefault="006B54B2" w:rsidP="00181F0E">
            <w:pPr>
              <w:rPr>
                <w:rFonts w:asciiTheme="minorHAnsi" w:hAnsiTheme="minorHAnsi" w:cstheme="minorHAnsi"/>
              </w:rPr>
            </w:pPr>
            <w:r w:rsidRPr="006B54B2">
              <w:rPr>
                <w:rFonts w:asciiTheme="minorHAnsi" w:hAnsiTheme="minorHAnsi" w:cstheme="minorHAnsi"/>
              </w:rPr>
              <w:t>-</w:t>
            </w:r>
            <w:r w:rsidRPr="006B54B2">
              <w:rPr>
                <w:rFonts w:asciiTheme="minorHAnsi" w:hAnsiTheme="minorHAnsi" w:cstheme="minorHAnsi"/>
              </w:rPr>
              <w:tab/>
              <w:t>1 maand = ca. 30 dagen</w:t>
            </w:r>
          </w:p>
          <w:p w:rsidR="006B54B2" w:rsidRPr="006B54B2" w:rsidRDefault="006B54B2" w:rsidP="00181F0E">
            <w:pPr>
              <w:rPr>
                <w:rFonts w:asciiTheme="minorHAnsi" w:hAnsiTheme="minorHAnsi" w:cstheme="minorHAnsi"/>
              </w:rPr>
            </w:pPr>
            <w:r w:rsidRPr="006B54B2">
              <w:rPr>
                <w:rFonts w:asciiTheme="minorHAnsi" w:hAnsiTheme="minorHAnsi" w:cstheme="minorHAnsi"/>
              </w:rPr>
              <w:t>-</w:t>
            </w:r>
            <w:r w:rsidRPr="006B54B2">
              <w:rPr>
                <w:rFonts w:asciiTheme="minorHAnsi" w:hAnsiTheme="minorHAnsi" w:cstheme="minorHAnsi"/>
              </w:rPr>
              <w:tab/>
              <w:t xml:space="preserve">1 jaar = 365 dagen </w:t>
            </w:r>
          </w:p>
          <w:p w:rsidR="006B54B2" w:rsidRPr="006B54B2" w:rsidRDefault="006B54B2" w:rsidP="00181F0E">
            <w:pPr>
              <w:rPr>
                <w:rFonts w:asciiTheme="minorHAnsi" w:hAnsiTheme="minorHAnsi" w:cstheme="minorHAnsi"/>
              </w:rPr>
            </w:pPr>
            <w:r w:rsidRPr="006B54B2">
              <w:rPr>
                <w:rFonts w:asciiTheme="minorHAnsi" w:hAnsiTheme="minorHAnsi" w:cstheme="minorHAnsi"/>
              </w:rPr>
              <w:t>Herkent verschillende notaties van data</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6.2. Bedragen aflezen, afronden en vergelijken</w:t>
            </w:r>
          </w:p>
          <w:p w:rsidR="006B54B2" w:rsidRPr="006B54B2" w:rsidRDefault="006B54B2" w:rsidP="00181F0E">
            <w:pPr>
              <w:rPr>
                <w:rFonts w:asciiTheme="minorHAnsi" w:hAnsiTheme="minorHAnsi" w:cstheme="minorHAnsi"/>
              </w:rPr>
            </w:pPr>
            <w:r w:rsidRPr="006B54B2">
              <w:rPr>
                <w:rFonts w:asciiTheme="minorHAnsi" w:hAnsiTheme="minorHAnsi" w:cstheme="minorHAnsi"/>
              </w:rPr>
              <w:t>Weet dat achter de komma de centen staan</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2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2</w:t>
            </w:r>
            <w:r w:rsidR="006D3146">
              <w:rPr>
                <w:rFonts w:asciiTheme="minorHAnsi" w:hAnsiTheme="minorHAnsi" w:cstheme="minorHAnsi"/>
                <w:b/>
                <w:szCs w:val="18"/>
              </w:rPr>
              <w:t xml:space="preserve"> </w:t>
            </w:r>
            <w:r>
              <w:rPr>
                <w:rFonts w:asciiTheme="minorHAnsi" w:hAnsiTheme="minorHAnsi" w:cstheme="minorHAnsi"/>
                <w:b/>
                <w:szCs w:val="18"/>
              </w:rPr>
              <w:t>periode 2</w:t>
            </w:r>
          </w:p>
        </w:tc>
      </w:tr>
      <w:tr w:rsidR="00C3633D" w:rsidRPr="00A67C0A" w:rsidTr="009001E5">
        <w:tc>
          <w:tcPr>
            <w:tcW w:w="4661" w:type="dxa"/>
            <w:gridSpan w:val="2"/>
          </w:tcPr>
          <w:p w:rsidR="00CF1CCB" w:rsidRPr="00CF1CCB" w:rsidRDefault="00CF1CCB" w:rsidP="00CF1CCB">
            <w:pPr>
              <w:pStyle w:val="Geenafstand"/>
              <w:rPr>
                <w:rFonts w:asciiTheme="minorHAnsi" w:hAnsiTheme="minorHAnsi" w:cstheme="minorHAnsi"/>
                <w:szCs w:val="18"/>
                <w:u w:val="single"/>
              </w:rPr>
            </w:pPr>
            <w:r w:rsidRPr="00CF1CCB">
              <w:rPr>
                <w:rFonts w:asciiTheme="minorHAnsi" w:hAnsiTheme="minorHAnsi" w:cstheme="minorHAnsi"/>
                <w:szCs w:val="18"/>
                <w:u w:val="single"/>
              </w:rPr>
              <w:t xml:space="preserve">Methode Rekenboog: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Katern Lengte meten (niveau 9)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14. Lichaamslengte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21. Lichaamslengte, deel 2: in een grafiek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Hoeveelheidsbegrippen,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11. Raamhoogte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tabellen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Wat is de temperatuur vandaag?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Lekker weertje vandaag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Klusjes in school</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lastRenderedPageBreak/>
              <w:t>4. Een werkschema voor deze week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Darts en sjoelen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Stage of school</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7. Werkschema voor deze week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8. Reizen met de bus</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Lengte meten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Welk meetinstrument heb ik nodig voor deze lengte?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11. Op grote voet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12. Teken een lijn van 23 cm.</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13. Een riem om je taille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16. Een riem is lang en breed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 Katern klokkijken en tijd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Op digitijd bij de tandarts</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Een computerrooster maken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geld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Collectebus</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Kun je een euro wisselen?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Wat heb ik in mijn spaarpot?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Wat staat er allemaal op mijn kassabon?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Naar het pretpark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7. </w:t>
            </w:r>
            <w:r>
              <w:rPr>
                <w:rFonts w:asciiTheme="minorHAnsi" w:hAnsiTheme="minorHAnsi" w:cstheme="minorHAnsi"/>
                <w:szCs w:val="18"/>
              </w:rPr>
              <w:t>Het kost meer dan één hele euro</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u w:val="single"/>
              </w:rPr>
              <w:t>Methode Aan de slag met de euro</w:t>
            </w:r>
            <w:r w:rsidRPr="00CF1CCB">
              <w:rPr>
                <w:rFonts w:asciiTheme="minorHAnsi" w:hAnsiTheme="minorHAnsi" w:cstheme="minorHAnsi"/>
                <w:szCs w:val="18"/>
              </w:rPr>
              <w:t xml:space="preserve"> Opdrachten DNB</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http://www.dnb.nl/over-dnb/onderwijs/basisonderwijs/aan-de-slag-met-de-euro/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Hoe zien euromunten eruit?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Wie betaalt er met de euro?</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Wat is de waarde?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Hoe ziet een eurobiljet eruit?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Echt of vals?</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Kun jij wisselen?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7. Kun jij eerlijk delen?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8. Hoeveel heb je betaald?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9. Heb je al genoeg gespaard?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10. Wat staat er op het prijskaartje?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11. Hoeveel wisselgeld krijg je terug?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12. Hoe duur zijn de boodschappen?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13. Wie is de rijkste?</w:t>
            </w:r>
          </w:p>
        </w:tc>
        <w:tc>
          <w:tcPr>
            <w:tcW w:w="4661" w:type="dxa"/>
          </w:tcPr>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u w:val="single"/>
              </w:rPr>
              <w:lastRenderedPageBreak/>
              <w:t>Methode Startrekenen Vooraf: deel A</w:t>
            </w:r>
            <w:r w:rsidRPr="00CF1CCB">
              <w:rPr>
                <w:rFonts w:asciiTheme="minorHAnsi" w:hAnsiTheme="minorHAnsi" w:cstheme="minorHAnsi"/>
                <w:szCs w:val="18"/>
              </w:rPr>
              <w:t xml:space="preserve"> (Deviant)</w:t>
            </w:r>
          </w:p>
          <w:p w:rsidR="00CF1CCB" w:rsidRPr="00CF1CCB" w:rsidRDefault="00CF1CCB" w:rsidP="00CF1CCB">
            <w:pPr>
              <w:pStyle w:val="Geenafstand"/>
              <w:rPr>
                <w:rFonts w:asciiTheme="minorHAnsi" w:hAnsiTheme="minorHAnsi" w:cstheme="minorHAnsi"/>
                <w:szCs w:val="18"/>
              </w:rPr>
            </w:pPr>
            <w:r>
              <w:rPr>
                <w:rFonts w:asciiTheme="minorHAnsi" w:hAnsiTheme="minorHAnsi" w:cstheme="minorHAnsi"/>
                <w:szCs w:val="18"/>
              </w:rPr>
              <w:t>Hoofdstuk 6: Geld</w:t>
            </w:r>
          </w:p>
          <w:p w:rsidR="00CF1CCB" w:rsidRPr="00CF1CCB" w:rsidRDefault="00CF1CCB" w:rsidP="00CF1CCB">
            <w:pPr>
              <w:pStyle w:val="Geenafstand"/>
              <w:rPr>
                <w:rFonts w:asciiTheme="minorHAnsi" w:hAnsiTheme="minorHAnsi" w:cstheme="minorHAnsi"/>
                <w:szCs w:val="18"/>
                <w:u w:val="single"/>
              </w:rPr>
            </w:pPr>
            <w:r w:rsidRPr="00CF1CCB">
              <w:rPr>
                <w:rFonts w:asciiTheme="minorHAnsi" w:hAnsiTheme="minorHAnsi" w:cstheme="minorHAnsi"/>
                <w:szCs w:val="18"/>
                <w:u w:val="single"/>
              </w:rPr>
              <w:t xml:space="preserve">Methode Rekenboog: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Katern Rekenhandelingen uitvoeren (niveau 9)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Een getal onder de 200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gewicht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Wat geeft de wijzer aan?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Mijn tas gaat kapot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Een grote en een kleine doos</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7. Ik ga op reis en ik neem mee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lastRenderedPageBreak/>
              <w:t>8. Kan ik dit optillen?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9. Hoeveel kilo kan ik optillen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10. Hoeveel kilo weeg ik?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11. Aankomen en afvallen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15. Is popcorn  lichter dan koffiebonen?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18. Niet zwaarder dan 10 kilo</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23. De weegschaal en de unster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tabellen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Wat is de temperatuur vandaag?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Lekker weertje vandaag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Kalender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3. De maand heeft een getal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4. 1-1-2009, welke dag en maand is het?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5. 09-09-09, wat betekent dat?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6. Notatiewijzen van data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7. In welke maand is dat gekocht?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9. Vandaag is het...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10. De kalender, een verdere verkenning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13. Dagen, weken, maanden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14. Hoeveel dagen heeft een maand?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15. Op welke dag valt de 15e  van deze maand?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16. Op welke dag valt de 1e van de maand?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17. De eerste zondag van de maand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Geld (niveau 9)</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Wat staat er allemaal op mijn kassabon?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Naar het Pretpark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7. Het kost meer dan een hele euro</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3 periode 1 (niveau 10)</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3 periode 2 (niveau 10</w:t>
            </w:r>
            <w:r w:rsidRPr="00507B8E">
              <w:rPr>
                <w:rFonts w:asciiTheme="minorHAnsi" w:hAnsiTheme="minorHAnsi" w:cstheme="minorHAnsi"/>
                <w:b/>
                <w:szCs w:val="18"/>
              </w:rPr>
              <w:t>)</w:t>
            </w:r>
          </w:p>
        </w:tc>
      </w:tr>
      <w:tr w:rsidR="006B54B2" w:rsidRPr="00A67C0A" w:rsidTr="009001E5">
        <w:tc>
          <w:tcPr>
            <w:tcW w:w="4661" w:type="dxa"/>
            <w:gridSpan w:val="2"/>
          </w:tcPr>
          <w:p w:rsidR="006B54B2" w:rsidRPr="006B54B2" w:rsidRDefault="006B54B2" w:rsidP="00181F0E">
            <w:pPr>
              <w:rPr>
                <w:rFonts w:asciiTheme="minorHAnsi" w:hAnsiTheme="minorHAnsi" w:cstheme="minorHAnsi"/>
                <w:b/>
              </w:rPr>
            </w:pPr>
            <w:r w:rsidRPr="006B54B2">
              <w:rPr>
                <w:rFonts w:asciiTheme="minorHAnsi" w:hAnsiTheme="minorHAnsi" w:cstheme="minorHAnsi"/>
                <w:b/>
              </w:rPr>
              <w:t>1.1. Aangeven van aantallen en het uitvoeren van bewerkingen</w:t>
            </w:r>
          </w:p>
          <w:p w:rsidR="006B54B2" w:rsidRPr="006B54B2" w:rsidRDefault="006B54B2" w:rsidP="00181F0E">
            <w:pPr>
              <w:rPr>
                <w:rFonts w:asciiTheme="minorHAnsi" w:hAnsiTheme="minorHAnsi" w:cstheme="minorHAnsi"/>
              </w:rPr>
            </w:pPr>
            <w:r w:rsidRPr="006B54B2">
              <w:rPr>
                <w:rFonts w:asciiTheme="minorHAnsi" w:hAnsiTheme="minorHAnsi" w:cstheme="minorHAnsi"/>
              </w:rPr>
              <w:t>Herkent de begrippen verdubbelen/halveren/in vieren delen in een context</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1.2. Koppeling hoeveelheden aan getallen</w:t>
            </w:r>
          </w:p>
          <w:p w:rsidR="006B54B2" w:rsidRPr="006B54B2" w:rsidRDefault="006B54B2" w:rsidP="00181F0E">
            <w:pPr>
              <w:rPr>
                <w:rFonts w:asciiTheme="minorHAnsi" w:hAnsiTheme="minorHAnsi" w:cstheme="minorHAnsi"/>
              </w:rPr>
            </w:pPr>
            <w:r w:rsidRPr="006B54B2">
              <w:rPr>
                <w:rFonts w:asciiTheme="minorHAnsi" w:hAnsiTheme="minorHAnsi" w:cstheme="minorHAnsi"/>
              </w:rPr>
              <w:t>Koppelt hoeveelheden aan getallen t/m 1000 in reële situaties (in context van geld en meten)</w:t>
            </w:r>
            <w:r w:rsidRPr="006B54B2">
              <w:rPr>
                <w:rFonts w:asciiTheme="minorHAnsi" w:hAnsiTheme="minorHAnsi" w:cstheme="minorHAnsi"/>
                <w:b/>
              </w:rPr>
              <w:tab/>
            </w:r>
          </w:p>
          <w:p w:rsidR="006B54B2" w:rsidRPr="006B54B2" w:rsidRDefault="006B54B2" w:rsidP="00181F0E">
            <w:pPr>
              <w:rPr>
                <w:rFonts w:asciiTheme="minorHAnsi" w:hAnsiTheme="minorHAnsi" w:cstheme="minorHAnsi"/>
                <w:b/>
              </w:rPr>
            </w:pPr>
            <w:r w:rsidRPr="006B54B2">
              <w:rPr>
                <w:rFonts w:asciiTheme="minorHAnsi" w:hAnsiTheme="minorHAnsi" w:cstheme="minorHAnsi"/>
                <w:b/>
              </w:rPr>
              <w:t>1.3. Ordenen van hoeveelheden</w:t>
            </w:r>
          </w:p>
          <w:p w:rsidR="006B54B2" w:rsidRPr="006B54B2" w:rsidRDefault="006B54B2" w:rsidP="00181F0E">
            <w:pPr>
              <w:rPr>
                <w:rFonts w:asciiTheme="minorHAnsi" w:hAnsiTheme="minorHAnsi" w:cstheme="minorHAnsi"/>
              </w:rPr>
            </w:pPr>
            <w:r w:rsidRPr="006B54B2">
              <w:rPr>
                <w:rFonts w:asciiTheme="minorHAnsi" w:hAnsiTheme="minorHAnsi" w:cstheme="minorHAnsi"/>
              </w:rPr>
              <w:t>Vermenigvuldigt/deelt met het getal  3 (voorwerpen/getallen/getallen)</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4.1. Lengte</w:t>
            </w:r>
          </w:p>
          <w:p w:rsidR="006B54B2" w:rsidRPr="006B54B2" w:rsidRDefault="006B54B2" w:rsidP="00181F0E">
            <w:pPr>
              <w:rPr>
                <w:rFonts w:asciiTheme="minorHAnsi" w:hAnsiTheme="minorHAnsi" w:cstheme="minorHAnsi"/>
              </w:rPr>
            </w:pPr>
            <w:r w:rsidRPr="006B54B2">
              <w:rPr>
                <w:rFonts w:asciiTheme="minorHAnsi" w:hAnsiTheme="minorHAnsi" w:cstheme="minorHAnsi"/>
              </w:rPr>
              <w:t xml:space="preserve">Gebruikt verschillende meetinstrumenten (duimstok, rolmaat, liniaal, meetlint) </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5.1.  Klokkijken</w:t>
            </w:r>
          </w:p>
          <w:p w:rsidR="006B54B2" w:rsidRPr="006B54B2" w:rsidRDefault="006B54B2" w:rsidP="00181F0E">
            <w:pPr>
              <w:rPr>
                <w:rFonts w:asciiTheme="minorHAnsi" w:hAnsiTheme="minorHAnsi" w:cstheme="minorHAnsi"/>
              </w:rPr>
            </w:pPr>
            <w:r w:rsidRPr="006B54B2">
              <w:rPr>
                <w:rFonts w:asciiTheme="minorHAnsi" w:hAnsiTheme="minorHAnsi" w:cstheme="minorHAnsi"/>
              </w:rPr>
              <w:t>Verbindt analoge en digitale tijden met een dagindeling (hele/halve uren)</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6.1. Munten en biljetten benoemen</w:t>
            </w:r>
          </w:p>
          <w:p w:rsidR="006B54B2" w:rsidRPr="006B54B2" w:rsidRDefault="006B54B2" w:rsidP="00181F0E">
            <w:pPr>
              <w:rPr>
                <w:rFonts w:asciiTheme="minorHAnsi" w:hAnsiTheme="minorHAnsi" w:cstheme="minorHAnsi"/>
              </w:rPr>
            </w:pPr>
            <w:r w:rsidRPr="006B54B2">
              <w:rPr>
                <w:rFonts w:asciiTheme="minorHAnsi" w:hAnsiTheme="minorHAnsi" w:cstheme="minorHAnsi"/>
              </w:rPr>
              <w:t>Stelt bedragen t/m 10 euro samen met munten en biljetten, ook bedragen met een komma</w:t>
            </w:r>
          </w:p>
        </w:tc>
        <w:tc>
          <w:tcPr>
            <w:tcW w:w="4661" w:type="dxa"/>
          </w:tcPr>
          <w:p w:rsidR="006B54B2" w:rsidRPr="006B54B2" w:rsidRDefault="006B54B2" w:rsidP="00181F0E">
            <w:pPr>
              <w:rPr>
                <w:rFonts w:asciiTheme="minorHAnsi" w:hAnsiTheme="minorHAnsi" w:cstheme="minorHAnsi"/>
                <w:b/>
              </w:rPr>
            </w:pPr>
            <w:r w:rsidRPr="006B54B2">
              <w:rPr>
                <w:rFonts w:asciiTheme="minorHAnsi" w:hAnsiTheme="minorHAnsi" w:cstheme="minorHAnsi"/>
                <w:b/>
              </w:rPr>
              <w:t>2.2. Cijfers en getallen</w:t>
            </w:r>
          </w:p>
          <w:p w:rsidR="006B54B2" w:rsidRPr="006B54B2" w:rsidRDefault="006B54B2" w:rsidP="00181F0E">
            <w:pPr>
              <w:rPr>
                <w:rFonts w:asciiTheme="minorHAnsi" w:hAnsiTheme="minorHAnsi" w:cstheme="minorHAnsi"/>
              </w:rPr>
            </w:pPr>
            <w:r w:rsidRPr="006B54B2">
              <w:rPr>
                <w:rFonts w:asciiTheme="minorHAnsi" w:hAnsiTheme="minorHAnsi" w:cstheme="minorHAnsi"/>
              </w:rPr>
              <w:t>Splitst en voegt getallen samen door het honderdtal heen (115 is 100+10+5)</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2.3. Handig rekenen </w:t>
            </w:r>
          </w:p>
          <w:p w:rsidR="006B54B2" w:rsidRPr="006B54B2" w:rsidRDefault="006B54B2" w:rsidP="00181F0E">
            <w:pPr>
              <w:rPr>
                <w:rFonts w:asciiTheme="minorHAnsi" w:hAnsiTheme="minorHAnsi" w:cstheme="minorHAnsi"/>
              </w:rPr>
            </w:pPr>
            <w:r w:rsidRPr="006B54B2">
              <w:rPr>
                <w:rFonts w:asciiTheme="minorHAnsi" w:hAnsiTheme="minorHAnsi" w:cstheme="minorHAnsi"/>
              </w:rPr>
              <w:t>Gebruikt de rekenmachine als hulpmiddel voor optellen/aftrekken van kommagetallen</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4.2. Gewicht </w:t>
            </w:r>
          </w:p>
          <w:p w:rsidR="006B54B2" w:rsidRPr="006B54B2" w:rsidRDefault="006B54B2" w:rsidP="00181F0E">
            <w:pPr>
              <w:rPr>
                <w:rFonts w:asciiTheme="minorHAnsi" w:hAnsiTheme="minorHAnsi" w:cstheme="minorHAnsi"/>
              </w:rPr>
            </w:pPr>
            <w:r w:rsidRPr="006B54B2">
              <w:rPr>
                <w:rFonts w:asciiTheme="minorHAnsi" w:hAnsiTheme="minorHAnsi" w:cstheme="minorHAnsi"/>
              </w:rPr>
              <w:t xml:space="preserve">Leest de analoge en de digitale keukenweegschaal af en noteert het resultaat in grammen </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4.3. Inhoud</w:t>
            </w:r>
          </w:p>
          <w:p w:rsidR="006B54B2" w:rsidRPr="006B54B2" w:rsidRDefault="006B54B2" w:rsidP="00181F0E">
            <w:pPr>
              <w:rPr>
                <w:rFonts w:asciiTheme="minorHAnsi" w:hAnsiTheme="minorHAnsi" w:cstheme="minorHAnsi"/>
              </w:rPr>
            </w:pPr>
            <w:r w:rsidRPr="006B54B2">
              <w:rPr>
                <w:rFonts w:asciiTheme="minorHAnsi" w:hAnsiTheme="minorHAnsi" w:cstheme="minorHAnsi"/>
              </w:rPr>
              <w:t xml:space="preserve">Heeft enkele referentiematen, zoals een blikje (330 ml) en een emmer (10 l) </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4.4. Temperatuur </w:t>
            </w:r>
          </w:p>
          <w:p w:rsidR="006B54B2" w:rsidRPr="006B54B2" w:rsidRDefault="006B54B2" w:rsidP="00181F0E">
            <w:pPr>
              <w:rPr>
                <w:rFonts w:asciiTheme="minorHAnsi" w:hAnsiTheme="minorHAnsi" w:cstheme="minorHAnsi"/>
              </w:rPr>
            </w:pPr>
            <w:r w:rsidRPr="006B54B2">
              <w:rPr>
                <w:rFonts w:asciiTheme="minorHAnsi" w:hAnsiTheme="minorHAnsi" w:cstheme="minorHAnsi"/>
              </w:rPr>
              <w:t>Stelt de thermostaat van een cv/oven/magnetron in op de gewenste temperatuur</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5.2   Kalender- en agendagebruik</w:t>
            </w:r>
          </w:p>
          <w:p w:rsidR="006B54B2" w:rsidRPr="006B54B2" w:rsidRDefault="006B54B2" w:rsidP="00181F0E">
            <w:pPr>
              <w:rPr>
                <w:rFonts w:asciiTheme="minorHAnsi" w:hAnsiTheme="minorHAnsi" w:cstheme="minorHAnsi"/>
              </w:rPr>
            </w:pPr>
            <w:r w:rsidRPr="006B54B2">
              <w:rPr>
                <w:rFonts w:asciiTheme="minorHAnsi" w:hAnsiTheme="minorHAnsi" w:cstheme="minorHAnsi"/>
              </w:rPr>
              <w:t>Zoekt een dag in de agenda op</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6.2. Bedragen aflezen, afronden en vergelijken</w:t>
            </w:r>
          </w:p>
          <w:p w:rsidR="006B54B2" w:rsidRPr="006B54B2" w:rsidRDefault="006B54B2" w:rsidP="00181F0E">
            <w:pPr>
              <w:rPr>
                <w:rFonts w:asciiTheme="minorHAnsi" w:hAnsiTheme="minorHAnsi" w:cstheme="minorHAnsi"/>
              </w:rPr>
            </w:pPr>
            <w:r w:rsidRPr="006B54B2">
              <w:rPr>
                <w:rFonts w:asciiTheme="minorHAnsi" w:hAnsiTheme="minorHAnsi" w:cstheme="minorHAnsi"/>
              </w:rPr>
              <w:t>Noteert een bedrag boven 1 euro noteren als kommagetal en euroteken</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2</w:t>
            </w:r>
          </w:p>
        </w:tc>
      </w:tr>
      <w:tr w:rsidR="00C3633D" w:rsidRPr="00A67C0A" w:rsidTr="009001E5">
        <w:tc>
          <w:tcPr>
            <w:tcW w:w="4661" w:type="dxa"/>
            <w:gridSpan w:val="2"/>
          </w:tcPr>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u w:val="single"/>
              </w:rPr>
              <w:t>Methode Startrekenen Vooraf: Deel A</w:t>
            </w:r>
            <w:r w:rsidRPr="00CF1CCB">
              <w:rPr>
                <w:rFonts w:asciiTheme="minorHAnsi" w:hAnsiTheme="minorHAnsi" w:cstheme="minorHAnsi"/>
                <w:szCs w:val="18"/>
              </w:rPr>
              <w:t xml:space="preserve"> (Deviant)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Hoofdstuk 1: Getallen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Hoofdstuk 2: Optellen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lastRenderedPageBreak/>
              <w:t>Hoofdstuk 3: Aftrekken</w:t>
            </w:r>
          </w:p>
          <w:p w:rsidR="00CF1CCB" w:rsidRPr="00CF1CCB" w:rsidRDefault="00CF1CCB" w:rsidP="00CF1CCB">
            <w:pPr>
              <w:pStyle w:val="Geenafstand"/>
              <w:rPr>
                <w:rFonts w:asciiTheme="minorHAnsi" w:hAnsiTheme="minorHAnsi" w:cstheme="minorHAnsi"/>
                <w:szCs w:val="18"/>
              </w:rPr>
            </w:pPr>
            <w:r>
              <w:rPr>
                <w:rFonts w:asciiTheme="minorHAnsi" w:hAnsiTheme="minorHAnsi" w:cstheme="minorHAnsi"/>
                <w:szCs w:val="18"/>
              </w:rPr>
              <w:t>Hoofdstuk 4: Vermenigvuldigen</w:t>
            </w:r>
          </w:p>
          <w:p w:rsidR="00CF1CCB" w:rsidRPr="00CF1CCB" w:rsidRDefault="00CF1CCB" w:rsidP="00CF1CCB">
            <w:pPr>
              <w:pStyle w:val="Geenafstand"/>
              <w:rPr>
                <w:rFonts w:asciiTheme="minorHAnsi" w:hAnsiTheme="minorHAnsi" w:cstheme="minorHAnsi"/>
                <w:szCs w:val="18"/>
                <w:u w:val="single"/>
              </w:rPr>
            </w:pPr>
            <w:r w:rsidRPr="00CF1CCB">
              <w:rPr>
                <w:rFonts w:asciiTheme="minorHAnsi" w:hAnsiTheme="minorHAnsi" w:cstheme="minorHAnsi"/>
                <w:szCs w:val="18"/>
                <w:u w:val="single"/>
              </w:rPr>
              <w:t xml:space="preserve">Methode Rekenboog: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Hoeveelheidsbegrippen herkennen en gebruiken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In vieren delen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2. Bloemkoolsoep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Hoeveelheidsbegrippen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Verdubbelen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Lengte meten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Welk meetinstrument heb ik nodig voor deze lengte?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11. Op grote voet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klokkijken en tijd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11. Is de winkel open?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12. Bij de bushalte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13. De tijd op mijn mobiel</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14. TV programma’s</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15. Hoe laat begint de film</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geld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Wat staa</w:t>
            </w:r>
            <w:r>
              <w:rPr>
                <w:rFonts w:asciiTheme="minorHAnsi" w:hAnsiTheme="minorHAnsi" w:cstheme="minorHAnsi"/>
                <w:szCs w:val="18"/>
              </w:rPr>
              <w:t>t er allemaal op mijn kassabon?</w:t>
            </w:r>
          </w:p>
          <w:p w:rsidR="00CF1CCB" w:rsidRPr="00CF1CCB" w:rsidRDefault="00CF1CCB" w:rsidP="00CF1CCB">
            <w:pPr>
              <w:pStyle w:val="Geenafstand"/>
              <w:rPr>
                <w:rFonts w:asciiTheme="minorHAnsi" w:hAnsiTheme="minorHAnsi" w:cstheme="minorHAnsi"/>
                <w:szCs w:val="18"/>
                <w:u w:val="single"/>
              </w:rPr>
            </w:pPr>
            <w:r w:rsidRPr="00CF1CCB">
              <w:rPr>
                <w:rFonts w:asciiTheme="minorHAnsi" w:hAnsiTheme="minorHAnsi" w:cstheme="minorHAnsi"/>
                <w:szCs w:val="18"/>
                <w:u w:val="single"/>
              </w:rPr>
              <w:t xml:space="preserve">Methode Promotie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Rekenen en wiskunde Werkboek uurwerk</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De dag in 4 delen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 24 uren in 1 dag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Het uur in kleine stukjes verdelen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1 uur heeft 4 kwartieren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Rekenen en wiskunde Werkboek tijd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Op tijd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5. Ben ik te laat?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Rekenen en Wiskunde Werkboek Geld</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 De geldautomaat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2. Shoppen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Rekenen met munten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4. Schrijfwijze van euro’s en centen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5. Betalen en teruggeven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6. Afronden</w:t>
            </w:r>
          </w:p>
          <w:p w:rsidR="00CF1CCB" w:rsidRPr="00CF1CCB" w:rsidRDefault="00CF1CCB" w:rsidP="00CF1CCB">
            <w:pPr>
              <w:pStyle w:val="Geenafstand"/>
              <w:rPr>
                <w:rFonts w:asciiTheme="minorHAnsi" w:hAnsiTheme="minorHAnsi" w:cstheme="minorHAnsi"/>
                <w:szCs w:val="18"/>
              </w:rPr>
            </w:pPr>
            <w:r>
              <w:rPr>
                <w:rFonts w:asciiTheme="minorHAnsi" w:hAnsiTheme="minorHAnsi" w:cstheme="minorHAnsi"/>
                <w:szCs w:val="18"/>
              </w:rPr>
              <w:t xml:space="preserve">7. Kun jij dit? </w:t>
            </w:r>
          </w:p>
          <w:p w:rsidR="00CF1CCB" w:rsidRPr="00CF1CCB" w:rsidRDefault="00CF1CCB" w:rsidP="00CF1CCB">
            <w:pPr>
              <w:pStyle w:val="Geenafstand"/>
              <w:rPr>
                <w:rFonts w:asciiTheme="minorHAnsi" w:hAnsiTheme="minorHAnsi" w:cstheme="minorHAnsi"/>
                <w:szCs w:val="18"/>
                <w:u w:val="single"/>
              </w:rPr>
            </w:pPr>
            <w:r w:rsidRPr="00CF1CCB">
              <w:rPr>
                <w:rFonts w:asciiTheme="minorHAnsi" w:hAnsiTheme="minorHAnsi" w:cstheme="minorHAnsi"/>
                <w:szCs w:val="18"/>
                <w:u w:val="single"/>
              </w:rPr>
              <w:t>Aanvullend materiaal:</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Spel optellen en wisselgeld:</w:t>
            </w:r>
          </w:p>
          <w:p w:rsidR="00CF1CCB" w:rsidRDefault="00DF4C19" w:rsidP="00CF1CCB">
            <w:pPr>
              <w:pStyle w:val="Geenafstand"/>
              <w:rPr>
                <w:rFonts w:asciiTheme="minorHAnsi" w:hAnsiTheme="minorHAnsi" w:cstheme="minorHAnsi"/>
                <w:szCs w:val="18"/>
              </w:rPr>
            </w:pPr>
            <w:hyperlink r:id="rId7" w:history="1">
              <w:r w:rsidR="00CF1CCB" w:rsidRPr="00535BCD">
                <w:rPr>
                  <w:rStyle w:val="Hyperlink"/>
                  <w:rFonts w:asciiTheme="minorHAnsi" w:hAnsiTheme="minorHAnsi" w:cstheme="minorHAnsi"/>
                  <w:szCs w:val="18"/>
                </w:rPr>
                <w:t>http://thiememeulenhoff.dsens.net/rekenspellen/</w:t>
              </w:r>
            </w:hyperlink>
          </w:p>
          <w:p w:rsidR="00CF1CCB" w:rsidRPr="00F8628E" w:rsidRDefault="00CF1CCB" w:rsidP="00CF1CCB">
            <w:pPr>
              <w:pStyle w:val="Geenafstand"/>
              <w:rPr>
                <w:rFonts w:asciiTheme="minorHAnsi" w:hAnsiTheme="minorHAnsi" w:cstheme="minorHAnsi"/>
                <w:szCs w:val="18"/>
                <w:lang w:val="en-US"/>
              </w:rPr>
            </w:pPr>
            <w:r w:rsidRPr="00F8628E">
              <w:rPr>
                <w:rFonts w:asciiTheme="minorHAnsi" w:hAnsiTheme="minorHAnsi" w:cstheme="minorHAnsi"/>
                <w:szCs w:val="18"/>
                <w:lang w:val="en-US"/>
              </w:rPr>
              <w:t xml:space="preserve">standalone.php?xmlfile=0/spel03.xml </w:t>
            </w:r>
          </w:p>
          <w:p w:rsidR="00CF1CCB" w:rsidRPr="00F8628E" w:rsidRDefault="00CF1CCB" w:rsidP="00CF1CCB">
            <w:pPr>
              <w:pStyle w:val="Geenafstand"/>
              <w:rPr>
                <w:rFonts w:asciiTheme="minorHAnsi" w:hAnsiTheme="minorHAnsi" w:cstheme="minorHAnsi"/>
                <w:szCs w:val="18"/>
                <w:u w:val="single"/>
                <w:lang w:val="en-US"/>
              </w:rPr>
            </w:pPr>
            <w:r w:rsidRPr="00F8628E">
              <w:rPr>
                <w:rFonts w:asciiTheme="minorHAnsi" w:hAnsiTheme="minorHAnsi" w:cstheme="minorHAnsi"/>
                <w:szCs w:val="18"/>
                <w:u w:val="single"/>
                <w:lang w:val="en-US"/>
              </w:rPr>
              <w:t>App:</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Klok coach en Moji klok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Leren klokkijken op eigen niveau Cash Desk Lite. Oefenen met het teruggeven van geld d.m.v. </w:t>
            </w:r>
            <w:r>
              <w:rPr>
                <w:rFonts w:asciiTheme="minorHAnsi" w:hAnsiTheme="minorHAnsi" w:cstheme="minorHAnsi"/>
                <w:szCs w:val="18"/>
              </w:rPr>
              <w:t>een kassa</w:t>
            </w:r>
          </w:p>
        </w:tc>
        <w:tc>
          <w:tcPr>
            <w:tcW w:w="4661" w:type="dxa"/>
          </w:tcPr>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u w:val="single"/>
              </w:rPr>
              <w:lastRenderedPageBreak/>
              <w:t>Methode Startrekenen Vooraf: Deel  A</w:t>
            </w:r>
            <w:r w:rsidRPr="00CF1CCB">
              <w:rPr>
                <w:rFonts w:asciiTheme="minorHAnsi" w:hAnsiTheme="minorHAnsi" w:cstheme="minorHAnsi"/>
                <w:szCs w:val="18"/>
              </w:rPr>
              <w:t xml:space="preserve"> (Deviant)</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Hoofdstuk 7: Kommagetallen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Extra: Hoofdstuk 5: Delen</w:t>
            </w:r>
          </w:p>
          <w:p w:rsidR="00CF1CCB" w:rsidRPr="00CF1CCB" w:rsidRDefault="00CF1CCB" w:rsidP="00CF1CCB">
            <w:pPr>
              <w:pStyle w:val="Geenafstand"/>
              <w:rPr>
                <w:rFonts w:asciiTheme="minorHAnsi" w:hAnsiTheme="minorHAnsi" w:cstheme="minorHAnsi"/>
                <w:szCs w:val="18"/>
                <w:u w:val="single"/>
              </w:rPr>
            </w:pPr>
            <w:r w:rsidRPr="00CF1CCB">
              <w:rPr>
                <w:rFonts w:asciiTheme="minorHAnsi" w:hAnsiTheme="minorHAnsi" w:cstheme="minorHAnsi"/>
                <w:szCs w:val="18"/>
                <w:u w:val="single"/>
              </w:rPr>
              <w:lastRenderedPageBreak/>
              <w:t>Methode Rekenboog:</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De rekenmachine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8. Kassabonnen plus</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9. Kassenbonnen min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12. Groot geld leggen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13. 3boodschappen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gewicht meten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12. De keukenweegschaal instellen op 0 gram</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13. De balans, de weegschaal en de unster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14. Wat weegt precies hetzelfde?</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15. Is popcorn lichter dan koffiebonen?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16. De kale pieper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17. Is de brief te zwaar?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19. Wat moet ik kopen, die grote of die kleine zak aardappelen?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20. Wat is ietsje meer?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21. Uitlekgewicht, wat is dat? (les 1)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22. Uitlekgewicht (les 2)</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23. De weegschaal en de unster</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 Katern inhoud meten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11. Een blikje cola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12. Tandenpoetsen met de kraan open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Temperatuur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 De temperatuur van de oven instellen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Kalender (niveau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18. Een nieuwe agenda!</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19. Ik zoek het op in mijn agenda</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20. Afspraken in je agenda zetten</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31. De agenda van je mobiel</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Katern geld (nvieau 10)</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http://rekenboog.slo.nl/lessen/nogniet/geld/9-12_pakket_geld_totaal.pdf/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Wat staat er allemaal op mijn kassabon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 xml:space="preserve">Hoe schrijf je 1 euro 50 cent op? </w:t>
            </w:r>
          </w:p>
          <w:p w:rsidR="00CF1CCB" w:rsidRPr="00CF1CCB" w:rsidRDefault="00CF1CCB" w:rsidP="00CF1CCB">
            <w:pPr>
              <w:pStyle w:val="Geenafstand"/>
              <w:rPr>
                <w:rFonts w:asciiTheme="minorHAnsi" w:hAnsiTheme="minorHAnsi" w:cstheme="minorHAnsi"/>
                <w:szCs w:val="18"/>
              </w:rPr>
            </w:pPr>
            <w:r w:rsidRPr="00CF1CCB">
              <w:rPr>
                <w:rFonts w:asciiTheme="minorHAnsi" w:hAnsiTheme="minorHAnsi" w:cstheme="minorHAnsi"/>
                <w:szCs w:val="18"/>
              </w:rPr>
              <w:t>Tot achter de komma noteren</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4 periode 1 (niveau 10)</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4 periode 2 (niveau 10</w:t>
            </w:r>
            <w:r w:rsidRPr="00507B8E">
              <w:rPr>
                <w:rFonts w:asciiTheme="minorHAnsi" w:hAnsiTheme="minorHAnsi" w:cstheme="minorHAnsi"/>
                <w:b/>
                <w:szCs w:val="18"/>
              </w:rPr>
              <w:t>)</w:t>
            </w:r>
          </w:p>
        </w:tc>
      </w:tr>
      <w:tr w:rsidR="006B54B2" w:rsidRPr="00A67C0A" w:rsidTr="009001E5">
        <w:tc>
          <w:tcPr>
            <w:tcW w:w="4661" w:type="dxa"/>
            <w:gridSpan w:val="2"/>
          </w:tcPr>
          <w:p w:rsidR="006B54B2" w:rsidRPr="006B54B2" w:rsidRDefault="006B54B2" w:rsidP="00181F0E">
            <w:pPr>
              <w:rPr>
                <w:rFonts w:asciiTheme="minorHAnsi" w:hAnsiTheme="minorHAnsi" w:cstheme="minorHAnsi"/>
                <w:b/>
              </w:rPr>
            </w:pPr>
            <w:r w:rsidRPr="006B54B2">
              <w:rPr>
                <w:rFonts w:asciiTheme="minorHAnsi" w:hAnsiTheme="minorHAnsi" w:cstheme="minorHAnsi"/>
                <w:b/>
              </w:rPr>
              <w:t>1.1. Aangeven van aantallen en het uitvoeren van bewerkingen</w:t>
            </w:r>
          </w:p>
          <w:p w:rsidR="006B54B2" w:rsidRPr="006B54B2" w:rsidRDefault="006B54B2" w:rsidP="00181F0E">
            <w:pPr>
              <w:rPr>
                <w:rFonts w:asciiTheme="minorHAnsi" w:hAnsiTheme="minorHAnsi" w:cstheme="minorHAnsi"/>
              </w:rPr>
            </w:pPr>
            <w:r w:rsidRPr="006B54B2">
              <w:rPr>
                <w:rFonts w:asciiTheme="minorHAnsi" w:hAnsiTheme="minorHAnsi" w:cstheme="minorHAnsi"/>
              </w:rPr>
              <w:t>Herkent de notatie ½, ¼ in een context</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1.3. Ordenen van hoeveelheden</w:t>
            </w:r>
          </w:p>
          <w:p w:rsidR="006B54B2" w:rsidRPr="006B54B2" w:rsidRDefault="006B54B2" w:rsidP="00181F0E">
            <w:pPr>
              <w:rPr>
                <w:rFonts w:asciiTheme="minorHAnsi" w:hAnsiTheme="minorHAnsi" w:cstheme="minorHAnsi"/>
              </w:rPr>
            </w:pPr>
            <w:r w:rsidRPr="006B54B2">
              <w:rPr>
                <w:rFonts w:asciiTheme="minorHAnsi" w:hAnsiTheme="minorHAnsi" w:cstheme="minorHAnsi"/>
              </w:rPr>
              <w:t>Vergelijkt hoeveelheden tot 1000 in context van geld en meten</w:t>
            </w:r>
            <w:r w:rsidRPr="006B54B2">
              <w:rPr>
                <w:rFonts w:asciiTheme="minorHAnsi" w:hAnsiTheme="minorHAnsi" w:cstheme="minorHAnsi"/>
              </w:rPr>
              <w:tab/>
            </w:r>
          </w:p>
          <w:p w:rsidR="006B54B2" w:rsidRPr="006B54B2" w:rsidRDefault="006B54B2" w:rsidP="00181F0E">
            <w:pPr>
              <w:rPr>
                <w:rFonts w:asciiTheme="minorHAnsi" w:hAnsiTheme="minorHAnsi" w:cstheme="minorHAnsi"/>
                <w:b/>
              </w:rPr>
            </w:pPr>
            <w:r w:rsidRPr="006B54B2">
              <w:rPr>
                <w:rFonts w:asciiTheme="minorHAnsi" w:hAnsiTheme="minorHAnsi" w:cstheme="minorHAnsi"/>
                <w:b/>
              </w:rPr>
              <w:t>4.1. Lengte</w:t>
            </w:r>
          </w:p>
          <w:p w:rsidR="006B54B2" w:rsidRPr="006B54B2" w:rsidRDefault="006B54B2" w:rsidP="00181F0E">
            <w:pPr>
              <w:rPr>
                <w:rFonts w:asciiTheme="minorHAnsi" w:hAnsiTheme="minorHAnsi" w:cstheme="minorHAnsi"/>
              </w:rPr>
            </w:pPr>
            <w:r w:rsidRPr="006B54B2">
              <w:rPr>
                <w:rFonts w:asciiTheme="minorHAnsi" w:hAnsiTheme="minorHAnsi" w:cstheme="minorHAnsi"/>
              </w:rPr>
              <w:t>Geeft betekenis aan een plattegrond</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5.1.  Klokkijken</w:t>
            </w:r>
          </w:p>
          <w:p w:rsidR="006B54B2" w:rsidRPr="006B54B2" w:rsidRDefault="006B54B2" w:rsidP="00181F0E">
            <w:pPr>
              <w:rPr>
                <w:rFonts w:asciiTheme="minorHAnsi" w:hAnsiTheme="minorHAnsi" w:cstheme="minorHAnsi"/>
              </w:rPr>
            </w:pPr>
            <w:r w:rsidRPr="006B54B2">
              <w:rPr>
                <w:rFonts w:asciiTheme="minorHAnsi" w:hAnsiTheme="minorHAnsi" w:cstheme="minorHAnsi"/>
              </w:rPr>
              <w:t>Leest/noteert digitale tijden t/m 24 in relatie met de analoge klok</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6.1.  Munten en biljetten benoemen</w:t>
            </w:r>
          </w:p>
          <w:p w:rsidR="006B54B2" w:rsidRPr="006B54B2" w:rsidRDefault="006B54B2" w:rsidP="00181F0E">
            <w:pPr>
              <w:rPr>
                <w:rFonts w:asciiTheme="minorHAnsi" w:hAnsiTheme="minorHAnsi" w:cstheme="minorHAnsi"/>
              </w:rPr>
            </w:pPr>
            <w:r w:rsidRPr="006B54B2">
              <w:rPr>
                <w:rFonts w:asciiTheme="minorHAnsi" w:hAnsiTheme="minorHAnsi" w:cstheme="minorHAnsi"/>
              </w:rPr>
              <w:t>Begrijpt veelvouden van 5, 10, 20 en 50 bij het optellen van kleingeld</w:t>
            </w:r>
          </w:p>
        </w:tc>
        <w:tc>
          <w:tcPr>
            <w:tcW w:w="4661" w:type="dxa"/>
          </w:tcPr>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2.3. Handig rekenen </w:t>
            </w:r>
          </w:p>
          <w:p w:rsidR="006B54B2" w:rsidRPr="006B54B2" w:rsidRDefault="006B54B2" w:rsidP="00181F0E">
            <w:pPr>
              <w:rPr>
                <w:rFonts w:asciiTheme="minorHAnsi" w:hAnsiTheme="minorHAnsi" w:cstheme="minorHAnsi"/>
              </w:rPr>
            </w:pPr>
            <w:r w:rsidRPr="006B54B2">
              <w:rPr>
                <w:rFonts w:asciiTheme="minorHAnsi" w:hAnsiTheme="minorHAnsi" w:cstheme="minorHAnsi"/>
              </w:rPr>
              <w:t xml:space="preserve">Telt op/trekt af met tientallen vanaf een willekeurig getal in het getallengebied tussen 20 en 100 in de context van geld </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4.2. Gewicht </w:t>
            </w:r>
          </w:p>
          <w:p w:rsidR="006B54B2" w:rsidRPr="006B54B2" w:rsidRDefault="006B54B2" w:rsidP="00181F0E">
            <w:pPr>
              <w:rPr>
                <w:rFonts w:asciiTheme="minorHAnsi" w:hAnsiTheme="minorHAnsi" w:cstheme="minorHAnsi"/>
              </w:rPr>
            </w:pPr>
            <w:r w:rsidRPr="006B54B2">
              <w:rPr>
                <w:rFonts w:asciiTheme="minorHAnsi" w:hAnsiTheme="minorHAnsi" w:cstheme="minorHAnsi"/>
              </w:rPr>
              <w:t>Weegt op een weegschaal een bepaalde hoeveelheid in kilogrammen af</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4.3. Inhoud</w:t>
            </w:r>
          </w:p>
          <w:p w:rsidR="006B54B2" w:rsidRPr="006B54B2" w:rsidRDefault="006B54B2" w:rsidP="00181F0E">
            <w:pPr>
              <w:rPr>
                <w:rFonts w:asciiTheme="minorHAnsi" w:hAnsiTheme="minorHAnsi" w:cstheme="minorHAnsi"/>
              </w:rPr>
            </w:pPr>
            <w:r w:rsidRPr="006B54B2">
              <w:rPr>
                <w:rFonts w:asciiTheme="minorHAnsi" w:hAnsiTheme="minorHAnsi" w:cstheme="minorHAnsi"/>
              </w:rPr>
              <w:t>Leest een maatbeker af (l, dl, cl, ml)</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4.4. Temperatuur </w:t>
            </w:r>
          </w:p>
          <w:p w:rsidR="006B54B2" w:rsidRPr="006B54B2" w:rsidRDefault="006B54B2" w:rsidP="00181F0E">
            <w:pPr>
              <w:rPr>
                <w:rFonts w:asciiTheme="minorHAnsi" w:hAnsiTheme="minorHAnsi" w:cstheme="minorHAnsi"/>
              </w:rPr>
            </w:pPr>
            <w:r w:rsidRPr="006B54B2">
              <w:rPr>
                <w:rFonts w:asciiTheme="minorHAnsi" w:hAnsiTheme="minorHAnsi" w:cstheme="minorHAnsi"/>
              </w:rPr>
              <w:t xml:space="preserve">Kent de volgende temperatuurfeiten: </w:t>
            </w:r>
          </w:p>
          <w:p w:rsidR="006B54B2" w:rsidRPr="006B54B2" w:rsidRDefault="006B54B2" w:rsidP="00181F0E">
            <w:pPr>
              <w:rPr>
                <w:rFonts w:asciiTheme="minorHAnsi" w:hAnsiTheme="minorHAnsi" w:cstheme="minorHAnsi"/>
              </w:rPr>
            </w:pPr>
            <w:r w:rsidRPr="006B54B2">
              <w:rPr>
                <w:rFonts w:asciiTheme="minorHAnsi" w:hAnsiTheme="minorHAnsi" w:cstheme="minorHAnsi"/>
              </w:rPr>
              <w:t>-</w:t>
            </w:r>
            <w:r w:rsidRPr="006B54B2">
              <w:rPr>
                <w:rFonts w:asciiTheme="minorHAnsi" w:hAnsiTheme="minorHAnsi" w:cstheme="minorHAnsi"/>
              </w:rPr>
              <w:tab/>
              <w:t>vriespunt van water ligt bij 0</w:t>
            </w:r>
            <w:r w:rsidRPr="006B54B2">
              <w:rPr>
                <w:rFonts w:asciiTheme="minorHAnsi" w:hAnsiTheme="minorHAnsi" w:cstheme="minorHAnsi"/>
              </w:rPr>
              <w:t>C</w:t>
            </w:r>
          </w:p>
          <w:p w:rsidR="006B54B2" w:rsidRPr="006B54B2" w:rsidRDefault="006B54B2" w:rsidP="00181F0E">
            <w:pPr>
              <w:rPr>
                <w:rFonts w:asciiTheme="minorHAnsi" w:hAnsiTheme="minorHAnsi" w:cstheme="minorHAnsi"/>
              </w:rPr>
            </w:pPr>
            <w:r w:rsidRPr="006B54B2">
              <w:rPr>
                <w:rFonts w:asciiTheme="minorHAnsi" w:hAnsiTheme="minorHAnsi" w:cstheme="minorHAnsi"/>
              </w:rPr>
              <w:t>-</w:t>
            </w:r>
            <w:r w:rsidRPr="006B54B2">
              <w:rPr>
                <w:rFonts w:asciiTheme="minorHAnsi" w:hAnsiTheme="minorHAnsi" w:cstheme="minorHAnsi"/>
              </w:rPr>
              <w:tab/>
              <w:t>kookpunt ligt bij 100</w:t>
            </w:r>
            <w:r w:rsidRPr="006B54B2">
              <w:rPr>
                <w:rFonts w:asciiTheme="minorHAnsi" w:hAnsiTheme="minorHAnsi" w:cstheme="minorHAnsi"/>
              </w:rPr>
              <w:t>C</w:t>
            </w:r>
          </w:p>
          <w:p w:rsidR="006B54B2" w:rsidRPr="006B54B2" w:rsidRDefault="006B54B2" w:rsidP="00181F0E">
            <w:pPr>
              <w:rPr>
                <w:rFonts w:asciiTheme="minorHAnsi" w:hAnsiTheme="minorHAnsi" w:cstheme="minorHAnsi"/>
              </w:rPr>
            </w:pPr>
            <w:r w:rsidRPr="006B54B2">
              <w:rPr>
                <w:rFonts w:asciiTheme="minorHAnsi" w:hAnsiTheme="minorHAnsi" w:cstheme="minorHAnsi"/>
              </w:rPr>
              <w:t>-</w:t>
            </w:r>
            <w:r w:rsidRPr="006B54B2">
              <w:rPr>
                <w:rFonts w:asciiTheme="minorHAnsi" w:hAnsiTheme="minorHAnsi" w:cstheme="minorHAnsi"/>
              </w:rPr>
              <w:tab/>
              <w:t>gezonde lichaamstemperatuur is ongeveer 37</w:t>
            </w:r>
            <w:r w:rsidRPr="006B54B2">
              <w:rPr>
                <w:rFonts w:asciiTheme="minorHAnsi" w:hAnsiTheme="minorHAnsi" w:cstheme="minorHAnsi"/>
              </w:rPr>
              <w:t></w:t>
            </w:r>
          </w:p>
          <w:p w:rsidR="006B54B2" w:rsidRPr="006B54B2" w:rsidRDefault="006B54B2" w:rsidP="00181F0E">
            <w:pPr>
              <w:rPr>
                <w:rFonts w:asciiTheme="minorHAnsi" w:hAnsiTheme="minorHAnsi" w:cstheme="minorHAnsi"/>
              </w:rPr>
            </w:pPr>
            <w:r w:rsidRPr="006B54B2">
              <w:rPr>
                <w:rFonts w:asciiTheme="minorHAnsi" w:hAnsiTheme="minorHAnsi" w:cstheme="minorHAnsi"/>
              </w:rPr>
              <w:t>-</w:t>
            </w:r>
            <w:r w:rsidRPr="006B54B2">
              <w:rPr>
                <w:rFonts w:asciiTheme="minorHAnsi" w:hAnsiTheme="minorHAnsi" w:cstheme="minorHAnsi"/>
              </w:rPr>
              <w:tab/>
              <w:t>kamertemperatuur is ongeveer 20</w:t>
            </w:r>
            <w:r w:rsidRPr="006B54B2">
              <w:rPr>
                <w:rFonts w:asciiTheme="minorHAnsi" w:hAnsiTheme="minorHAnsi" w:cstheme="minorHAnsi"/>
              </w:rPr>
              <w:t>C</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5.2   Kalender- en agendagebruik</w:t>
            </w:r>
          </w:p>
          <w:p w:rsidR="006B54B2" w:rsidRPr="006B54B2" w:rsidRDefault="006B54B2" w:rsidP="00181F0E">
            <w:pPr>
              <w:rPr>
                <w:rFonts w:asciiTheme="minorHAnsi" w:hAnsiTheme="minorHAnsi" w:cstheme="minorHAnsi"/>
              </w:rPr>
            </w:pPr>
            <w:r w:rsidRPr="006B54B2">
              <w:rPr>
                <w:rFonts w:asciiTheme="minorHAnsi" w:hAnsiTheme="minorHAnsi" w:cstheme="minorHAnsi"/>
              </w:rPr>
              <w:t>Vult activiteiten in de agenda in en leest deze af</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lastRenderedPageBreak/>
              <w:t>6.3.  Waarde aangeven van munten en biljetten</w:t>
            </w:r>
          </w:p>
          <w:p w:rsidR="006B54B2" w:rsidRPr="006B54B2" w:rsidRDefault="006B54B2" w:rsidP="00181F0E">
            <w:pPr>
              <w:rPr>
                <w:rFonts w:asciiTheme="minorHAnsi" w:hAnsiTheme="minorHAnsi" w:cstheme="minorHAnsi"/>
              </w:rPr>
            </w:pPr>
            <w:r w:rsidRPr="006B54B2">
              <w:rPr>
                <w:rFonts w:asciiTheme="minorHAnsi" w:hAnsiTheme="minorHAnsi" w:cstheme="minorHAnsi"/>
              </w:rPr>
              <w:t>Bepaalt de waarde van een kleine hoeveelheid munten en een bankbiljet</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lastRenderedPageBreak/>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4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4</w:t>
            </w:r>
            <w:r w:rsidR="006D3146">
              <w:rPr>
                <w:rFonts w:asciiTheme="minorHAnsi" w:hAnsiTheme="minorHAnsi" w:cstheme="minorHAnsi"/>
                <w:b/>
                <w:szCs w:val="18"/>
              </w:rPr>
              <w:t xml:space="preserve"> </w:t>
            </w:r>
            <w:r>
              <w:rPr>
                <w:rFonts w:asciiTheme="minorHAnsi" w:hAnsiTheme="minorHAnsi" w:cstheme="minorHAnsi"/>
                <w:b/>
                <w:szCs w:val="18"/>
              </w:rPr>
              <w:t>periode 2</w:t>
            </w:r>
          </w:p>
        </w:tc>
      </w:tr>
      <w:tr w:rsidR="00C3633D" w:rsidRPr="00A67C0A" w:rsidTr="009001E5">
        <w:tc>
          <w:tcPr>
            <w:tcW w:w="4661" w:type="dxa"/>
            <w:gridSpan w:val="2"/>
          </w:tcPr>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Startrekenen Vooraf: deel B</w:t>
            </w:r>
            <w:r w:rsidRPr="009E7DD3">
              <w:rPr>
                <w:rFonts w:asciiTheme="minorHAnsi" w:hAnsiTheme="minorHAnsi" w:cstheme="minorHAnsi"/>
                <w:szCs w:val="18"/>
              </w:rPr>
              <w:t xml:space="preserve"> (Deviant)</w:t>
            </w:r>
          </w:p>
          <w:p w:rsidR="009E7DD3" w:rsidRPr="009E7DD3" w:rsidRDefault="009E7DD3" w:rsidP="009E7DD3">
            <w:pPr>
              <w:pStyle w:val="Geenafstand"/>
              <w:rPr>
                <w:rFonts w:asciiTheme="minorHAnsi" w:hAnsiTheme="minorHAnsi" w:cstheme="minorHAnsi"/>
                <w:szCs w:val="18"/>
              </w:rPr>
            </w:pPr>
            <w:r>
              <w:rPr>
                <w:rFonts w:asciiTheme="minorHAnsi" w:hAnsiTheme="minorHAnsi" w:cstheme="minorHAnsi"/>
                <w:szCs w:val="18"/>
              </w:rPr>
              <w:t>Hoofdstuk 11: Tijd</w:t>
            </w:r>
          </w:p>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t>Methode Rekenboog:</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Hoeveelheidsbegrippen herkennen en gebruiken (niveau 10)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 Bloemkoolsoep</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klokkijken en tijd (niveau 10)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11. Is de winkel open?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12. Bij de bushalte</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13. De tijd op mijn mobiel</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14. TV programma’s</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15. Hoe laat begint de film</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 Katern Plattegronden (niveau 10)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 Wat zie je vanuit de lucht?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 Naar een pretpark!</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3. Plattegrond van een pretpark</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 Naar de dierentuin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Geld: (niveau 10)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1.Collectebus</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 Kun je één euro wisselen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3. I</w:t>
            </w:r>
            <w:r>
              <w:rPr>
                <w:rFonts w:asciiTheme="minorHAnsi" w:hAnsiTheme="minorHAnsi" w:cstheme="minorHAnsi"/>
                <w:szCs w:val="18"/>
              </w:rPr>
              <w:t>k zoek een cadeau onder de € 10</w:t>
            </w:r>
          </w:p>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t xml:space="preserve">Methode Promotie: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Rekenen en wiskunde Werkboek tijd</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 Op tijd</w:t>
            </w:r>
          </w:p>
          <w:p w:rsidR="00CF1CCB" w:rsidRPr="00CF1CCB"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5. Ben ik te laat?  </w:t>
            </w:r>
          </w:p>
        </w:tc>
        <w:tc>
          <w:tcPr>
            <w:tcW w:w="4661" w:type="dxa"/>
          </w:tcPr>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Startrekenen Vooraf: Deel B</w:t>
            </w:r>
            <w:r w:rsidRPr="009E7DD3">
              <w:rPr>
                <w:rFonts w:asciiTheme="minorHAnsi" w:hAnsiTheme="minorHAnsi" w:cstheme="minorHAnsi"/>
                <w:szCs w:val="18"/>
              </w:rPr>
              <w:t xml:space="preserve"> (Deviant)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w:t>
            </w:r>
            <w:r>
              <w:rPr>
                <w:rFonts w:asciiTheme="minorHAnsi" w:hAnsiTheme="minorHAnsi" w:cstheme="minorHAnsi"/>
                <w:szCs w:val="18"/>
              </w:rPr>
              <w:t>dstuk 10. Maten en hoeveelheden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Rekenboog</w:t>
            </w:r>
            <w:r w:rsidRPr="009E7DD3">
              <w:rPr>
                <w:rFonts w:asciiTheme="minorHAnsi" w:hAnsiTheme="minorHAnsi" w:cstheme="minorHAnsi"/>
                <w:szCs w:val="18"/>
              </w:rPr>
              <w:t xml:space="preserve">: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De rekenmachine (niveau 10)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8. Kassabonnen plus</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9. Kassenbonnen min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12. Groot geld leggen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13. 3boodschappen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Kalender(niveau 10)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18. Een nieuwe agenda!</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19. Ik zoek het op in mijn agenda</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20. Afspraken in je agenda zetten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31. De agenda van je mobiel</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Geld (niveau 10)</w:t>
            </w:r>
          </w:p>
          <w:p w:rsidR="00CF1CCB" w:rsidRPr="00CF1CCB"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5. Mijn pak is veel goedkoper</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 Doelen leerjaar 5 periode 1 (niveau 11)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5 periode 2 (niveau 11</w:t>
            </w:r>
            <w:r w:rsidRPr="00507B8E">
              <w:rPr>
                <w:rFonts w:asciiTheme="minorHAnsi" w:hAnsiTheme="minorHAnsi" w:cstheme="minorHAnsi"/>
                <w:b/>
                <w:szCs w:val="18"/>
              </w:rPr>
              <w:t>)</w:t>
            </w:r>
          </w:p>
        </w:tc>
      </w:tr>
      <w:tr w:rsidR="006B54B2" w:rsidRPr="00A67C0A" w:rsidTr="009001E5">
        <w:tc>
          <w:tcPr>
            <w:tcW w:w="4661" w:type="dxa"/>
            <w:gridSpan w:val="2"/>
          </w:tcPr>
          <w:p w:rsidR="006B54B2" w:rsidRPr="006B54B2" w:rsidRDefault="006B54B2" w:rsidP="00181F0E">
            <w:pPr>
              <w:rPr>
                <w:rFonts w:asciiTheme="minorHAnsi" w:hAnsiTheme="minorHAnsi" w:cstheme="minorHAnsi"/>
                <w:b/>
              </w:rPr>
            </w:pPr>
            <w:r w:rsidRPr="006B54B2">
              <w:rPr>
                <w:rFonts w:asciiTheme="minorHAnsi" w:hAnsiTheme="minorHAnsi" w:cstheme="minorHAnsi"/>
                <w:b/>
              </w:rPr>
              <w:t>4.1. Lengte</w:t>
            </w:r>
          </w:p>
          <w:p w:rsidR="006B54B2" w:rsidRPr="006B54B2" w:rsidRDefault="006B54B2" w:rsidP="00181F0E">
            <w:pPr>
              <w:rPr>
                <w:rFonts w:asciiTheme="minorHAnsi" w:hAnsiTheme="minorHAnsi" w:cstheme="minorHAnsi"/>
              </w:rPr>
            </w:pPr>
            <w:r w:rsidRPr="006B54B2">
              <w:rPr>
                <w:rFonts w:asciiTheme="minorHAnsi" w:hAnsiTheme="minorHAnsi" w:cstheme="minorHAnsi"/>
              </w:rPr>
              <w:t>Heeft referenties van de millimeter (hagelslagkorrel, dikte van nagel, etc.)</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5.1. Klokkijken</w:t>
            </w:r>
          </w:p>
          <w:p w:rsidR="006B54B2" w:rsidRPr="006B54B2" w:rsidRDefault="006B54B2" w:rsidP="00181F0E">
            <w:pPr>
              <w:rPr>
                <w:rFonts w:asciiTheme="minorHAnsi" w:hAnsiTheme="minorHAnsi" w:cstheme="minorHAnsi"/>
              </w:rPr>
            </w:pPr>
            <w:r w:rsidRPr="006B54B2">
              <w:rPr>
                <w:rFonts w:asciiTheme="minorHAnsi" w:hAnsiTheme="minorHAnsi" w:cstheme="minorHAnsi"/>
              </w:rPr>
              <w:t>Stelt een (kook)wekker in</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6.1. Munten en biljetten benoemen</w:t>
            </w:r>
          </w:p>
          <w:p w:rsidR="006B54B2" w:rsidRPr="006B54B2" w:rsidRDefault="006B54B2" w:rsidP="00181F0E">
            <w:pPr>
              <w:rPr>
                <w:rFonts w:asciiTheme="minorHAnsi" w:hAnsiTheme="minorHAnsi" w:cstheme="minorHAnsi"/>
              </w:rPr>
            </w:pPr>
            <w:r w:rsidRPr="006B54B2">
              <w:rPr>
                <w:rFonts w:asciiTheme="minorHAnsi" w:hAnsiTheme="minorHAnsi" w:cstheme="minorHAnsi"/>
              </w:rPr>
              <w:t>Stelt bedragen tot en met 20 euro samen met munten en biljetten, ook bedragen met een komma</w:t>
            </w:r>
          </w:p>
          <w:p w:rsidR="006B54B2" w:rsidRPr="006B54B2" w:rsidRDefault="006B54B2" w:rsidP="00181F0E">
            <w:pPr>
              <w:rPr>
                <w:rFonts w:asciiTheme="minorHAnsi" w:hAnsiTheme="minorHAnsi" w:cstheme="minorHAnsi"/>
              </w:rPr>
            </w:pPr>
          </w:p>
        </w:tc>
        <w:tc>
          <w:tcPr>
            <w:tcW w:w="4661" w:type="dxa"/>
          </w:tcPr>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4.2. Gewicht </w:t>
            </w:r>
          </w:p>
          <w:p w:rsidR="006B54B2" w:rsidRPr="006B54B2" w:rsidRDefault="006B54B2" w:rsidP="00181F0E">
            <w:pPr>
              <w:rPr>
                <w:rFonts w:asciiTheme="minorHAnsi" w:hAnsiTheme="minorHAnsi" w:cstheme="minorHAnsi"/>
              </w:rPr>
            </w:pPr>
            <w:r w:rsidRPr="006B54B2">
              <w:rPr>
                <w:rFonts w:asciiTheme="minorHAnsi" w:hAnsiTheme="minorHAnsi" w:cstheme="minorHAnsi"/>
              </w:rPr>
              <w:t>Weegt op een keukenweegschaal een bepaalde hoeveelheid in grammen af</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5.2   Kalender- en agendagebruik</w:t>
            </w:r>
          </w:p>
          <w:p w:rsidR="006B54B2" w:rsidRPr="006B54B2" w:rsidRDefault="006B54B2" w:rsidP="00181F0E">
            <w:pPr>
              <w:rPr>
                <w:rFonts w:asciiTheme="minorHAnsi" w:hAnsiTheme="minorHAnsi" w:cstheme="minorHAnsi"/>
              </w:rPr>
            </w:pPr>
            <w:r w:rsidRPr="006B54B2">
              <w:rPr>
                <w:rFonts w:asciiTheme="minorHAnsi" w:hAnsiTheme="minorHAnsi" w:cstheme="minorHAnsi"/>
              </w:rPr>
              <w:t>Leest en noteert een datum op verschillende manieren</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6.2. Bedragen aflezen, afronden en vergelijken</w:t>
            </w:r>
          </w:p>
          <w:p w:rsidR="006B54B2" w:rsidRPr="006B54B2" w:rsidRDefault="006B54B2" w:rsidP="00181F0E">
            <w:pPr>
              <w:rPr>
                <w:rFonts w:asciiTheme="minorHAnsi" w:hAnsiTheme="minorHAnsi" w:cstheme="minorHAnsi"/>
              </w:rPr>
            </w:pPr>
            <w:r w:rsidRPr="006B54B2">
              <w:rPr>
                <w:rFonts w:asciiTheme="minorHAnsi" w:hAnsiTheme="minorHAnsi" w:cstheme="minorHAnsi"/>
              </w:rPr>
              <w:t>Noteert een bedrag onder 1 euro als kommagetal en met het euroteken</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 xml:space="preserve">6.4. Elektronisch betalen </w:t>
            </w:r>
          </w:p>
          <w:p w:rsidR="006B54B2" w:rsidRPr="006B54B2" w:rsidRDefault="006B54B2" w:rsidP="00181F0E">
            <w:pPr>
              <w:rPr>
                <w:rFonts w:asciiTheme="minorHAnsi" w:hAnsiTheme="minorHAnsi" w:cstheme="minorHAnsi"/>
              </w:rPr>
            </w:pPr>
            <w:r w:rsidRPr="006B54B2">
              <w:rPr>
                <w:rFonts w:asciiTheme="minorHAnsi" w:hAnsiTheme="minorHAnsi" w:cstheme="minorHAnsi"/>
              </w:rPr>
              <w:t>Neemt met een pasje geld op en betaalt hiermee</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2</w:t>
            </w:r>
          </w:p>
        </w:tc>
      </w:tr>
      <w:tr w:rsidR="00C3633D" w:rsidRPr="00A67C0A" w:rsidTr="009001E5">
        <w:tc>
          <w:tcPr>
            <w:tcW w:w="4661" w:type="dxa"/>
            <w:gridSpan w:val="2"/>
          </w:tcPr>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t xml:space="preserve">Methode Rekenboog: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lengte meten (niveau 11)</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28. Op de millimeter precies</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 Katern Kokkijken en tijd (niveau 11)</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9. De stroom is uitgevallen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13. De tijd op mijn mobiel!</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16. De kookwekker</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17. Het alarm op mijn mobieltje</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 Katern geld (niveau 11)</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 Wat staa</w:t>
            </w:r>
            <w:r>
              <w:rPr>
                <w:rFonts w:asciiTheme="minorHAnsi" w:hAnsiTheme="minorHAnsi" w:cstheme="minorHAnsi"/>
                <w:szCs w:val="18"/>
              </w:rPr>
              <w:t>t er allemaal op mijn kassabon?</w:t>
            </w:r>
          </w:p>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t xml:space="preserve">Methode Promotie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Rekenen en Wiskunde Werkboek Geld</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 De geldautomaat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2. Shoppen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3. Rekenen met munten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 Schrijfwijze van euro’s en centen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5. Betalen en teruggeven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 Afronden</w:t>
            </w:r>
          </w:p>
          <w:p w:rsidR="009E7DD3" w:rsidRPr="009E7DD3" w:rsidRDefault="009E7DD3" w:rsidP="009E7DD3">
            <w:pPr>
              <w:pStyle w:val="Geenafstand"/>
              <w:rPr>
                <w:rFonts w:asciiTheme="minorHAnsi" w:hAnsiTheme="minorHAnsi" w:cstheme="minorHAnsi"/>
                <w:szCs w:val="18"/>
              </w:rPr>
            </w:pPr>
            <w:r>
              <w:rPr>
                <w:rFonts w:asciiTheme="minorHAnsi" w:hAnsiTheme="minorHAnsi" w:cstheme="minorHAnsi"/>
                <w:szCs w:val="18"/>
              </w:rPr>
              <w:t xml:space="preserve">7. Kun jij dit? </w:t>
            </w:r>
          </w:p>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t>Aanvullend materiaal:</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Spel optellen en wisselgeld:</w:t>
            </w:r>
          </w:p>
          <w:p w:rsidR="009E7DD3" w:rsidRDefault="00DF4C19" w:rsidP="009E7DD3">
            <w:pPr>
              <w:pStyle w:val="Geenafstand"/>
              <w:rPr>
                <w:rFonts w:asciiTheme="minorHAnsi" w:hAnsiTheme="minorHAnsi" w:cstheme="minorHAnsi"/>
                <w:szCs w:val="18"/>
              </w:rPr>
            </w:pPr>
            <w:hyperlink r:id="rId8" w:history="1">
              <w:r w:rsidR="009E7DD3" w:rsidRPr="00535BCD">
                <w:rPr>
                  <w:rStyle w:val="Hyperlink"/>
                  <w:rFonts w:asciiTheme="minorHAnsi" w:hAnsiTheme="minorHAnsi" w:cstheme="minorHAnsi"/>
                  <w:szCs w:val="18"/>
                </w:rPr>
                <w:t>http://thiememeulenhoff.dsens.net/rekenspellen/</w:t>
              </w:r>
            </w:hyperlink>
          </w:p>
          <w:p w:rsidR="009E7DD3" w:rsidRPr="00F8628E" w:rsidRDefault="009E7DD3" w:rsidP="009E7DD3">
            <w:pPr>
              <w:pStyle w:val="Geenafstand"/>
              <w:rPr>
                <w:rFonts w:asciiTheme="minorHAnsi" w:hAnsiTheme="minorHAnsi" w:cstheme="minorHAnsi"/>
                <w:szCs w:val="18"/>
                <w:lang w:val="en-US"/>
              </w:rPr>
            </w:pPr>
            <w:r w:rsidRPr="00F8628E">
              <w:rPr>
                <w:rFonts w:asciiTheme="minorHAnsi" w:hAnsiTheme="minorHAnsi" w:cstheme="minorHAnsi"/>
                <w:szCs w:val="18"/>
                <w:lang w:val="en-US"/>
              </w:rPr>
              <w:t xml:space="preserve">standalone.php?xmlfile=0/spel03.xml </w:t>
            </w:r>
          </w:p>
          <w:p w:rsidR="009E7DD3" w:rsidRPr="00F8628E" w:rsidRDefault="009E7DD3" w:rsidP="009E7DD3">
            <w:pPr>
              <w:pStyle w:val="Geenafstand"/>
              <w:rPr>
                <w:rFonts w:asciiTheme="minorHAnsi" w:hAnsiTheme="minorHAnsi" w:cstheme="minorHAnsi"/>
                <w:szCs w:val="18"/>
                <w:u w:val="single"/>
                <w:lang w:val="en-US"/>
              </w:rPr>
            </w:pPr>
            <w:r w:rsidRPr="00F8628E">
              <w:rPr>
                <w:rFonts w:asciiTheme="minorHAnsi" w:hAnsiTheme="minorHAnsi" w:cstheme="minorHAnsi"/>
                <w:szCs w:val="18"/>
                <w:u w:val="single"/>
                <w:lang w:val="en-US"/>
              </w:rPr>
              <w:t>App:</w:t>
            </w:r>
          </w:p>
          <w:p w:rsidR="00CF1CCB" w:rsidRPr="00CF1CCB"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Cash Desk Lite. Oefenen met het teruggeven van geld d.m.v. een kassa. </w:t>
            </w:r>
          </w:p>
        </w:tc>
        <w:tc>
          <w:tcPr>
            <w:tcW w:w="4661" w:type="dxa"/>
          </w:tcPr>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lastRenderedPageBreak/>
              <w:t xml:space="preserve">Methode Rekenboog: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gewicht meten (niveau 11)</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12. de keukenweegschaal instellen op 0 gram</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25. 200 gram groenten per dag</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26. Een ons jonge kaas</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27. Afwegen bij de groenteman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28. Per kilo of het echte gewicht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29. Zo zwaar als een olifant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Kalender (niveau 11)</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3. Een maand heeft een getal</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 1-1-2009, welke dag en maand is het?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5. 09-09-09, wat betekent dat?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 Notatiewijze van data</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7. In welke maand is dit gekocht?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22. De weken van de maand staan anders geschreven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26. Wat staa</w:t>
            </w:r>
            <w:r>
              <w:rPr>
                <w:rFonts w:asciiTheme="minorHAnsi" w:hAnsiTheme="minorHAnsi" w:cstheme="minorHAnsi"/>
                <w:szCs w:val="18"/>
              </w:rPr>
              <w:t>t er allemaal op mijn kassabon?</w:t>
            </w:r>
          </w:p>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t xml:space="preserve">Methode Promotie </w:t>
            </w:r>
          </w:p>
          <w:p w:rsidR="009E7DD3" w:rsidRPr="009E7DD3" w:rsidRDefault="009E7DD3" w:rsidP="009E7DD3">
            <w:pPr>
              <w:pStyle w:val="Geenafstand"/>
              <w:rPr>
                <w:rFonts w:asciiTheme="minorHAnsi" w:hAnsiTheme="minorHAnsi" w:cstheme="minorHAnsi"/>
                <w:szCs w:val="18"/>
              </w:rPr>
            </w:pPr>
            <w:r>
              <w:rPr>
                <w:rFonts w:asciiTheme="minorHAnsi" w:hAnsiTheme="minorHAnsi" w:cstheme="minorHAnsi"/>
                <w:szCs w:val="18"/>
              </w:rPr>
              <w:t>R</w:t>
            </w:r>
            <w:r w:rsidRPr="009E7DD3">
              <w:rPr>
                <w:rFonts w:asciiTheme="minorHAnsi" w:hAnsiTheme="minorHAnsi" w:cstheme="minorHAnsi"/>
                <w:szCs w:val="18"/>
              </w:rPr>
              <w:t>ekenen en wiskunde Werkboek wegen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 Au! Rugzak!</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 Kilootje</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3. Boodschappen doen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lastRenderedPageBreak/>
              <w:t>4. Post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5. Wegen in de keuken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 Zwaargewichten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7. Een kindje!</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8. Wat is mijn gewicht?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Rekenen en Wiskunde Werkboek Geld</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 De geldautomaat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2. Shoppen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3. Rekenen met munten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 Schrijfwijze van euro’s en centen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5. Betalen en teruggeven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 Afronden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7. Kun jij dit?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Cultuur en Maatschappij infoboek 1 thema 4: ik betaal!</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 Waardevol of waardeloos?</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 Ons geld</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3. Je eigen geld</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 Betalen met contant geld</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5. Een rekening openen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 Pinnen en chippen</w:t>
            </w:r>
          </w:p>
          <w:p w:rsidR="009E7DD3" w:rsidRPr="009E7DD3" w:rsidRDefault="009E7DD3" w:rsidP="009E7DD3">
            <w:pPr>
              <w:pStyle w:val="Geenafstand"/>
              <w:rPr>
                <w:rFonts w:asciiTheme="minorHAnsi" w:hAnsiTheme="minorHAnsi" w:cstheme="minorHAnsi"/>
                <w:szCs w:val="18"/>
              </w:rPr>
            </w:pPr>
            <w:r>
              <w:rPr>
                <w:rFonts w:asciiTheme="minorHAnsi" w:hAnsiTheme="minorHAnsi" w:cstheme="minorHAnsi"/>
                <w:szCs w:val="18"/>
              </w:rPr>
              <w:t>7. Bewaar het overzicht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Leerwerkboek Bankier met Plezier Deel 3 van de serie Geldwerk</w:t>
            </w:r>
            <w:r w:rsidRPr="009E7DD3">
              <w:rPr>
                <w:rFonts w:asciiTheme="minorHAnsi" w:hAnsiTheme="minorHAnsi" w:cstheme="minorHAnsi"/>
                <w:szCs w:val="18"/>
              </w:rPr>
              <w:t xml:space="preserve"> (Ontwikkelcentrum)</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Blad 10. Het bankpasje</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Blad 11. Waarschuwing: pasje kwijt, pasje verloren? Laat het de bank direct weten!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Blad 14/15. De geldautomaat</w:t>
            </w:r>
          </w:p>
          <w:p w:rsidR="00CF1CCB" w:rsidRPr="00CF1CCB"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Blad 25. Geld van de bank halen</w:t>
            </w:r>
          </w:p>
        </w:tc>
      </w:tr>
      <w:tr w:rsidR="00507B8E" w:rsidRPr="00507B8E"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6 periode 1 (niveau 11)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6 periode 2 (niveau 11</w:t>
            </w:r>
            <w:r w:rsidRPr="00507B8E">
              <w:rPr>
                <w:rFonts w:asciiTheme="minorHAnsi" w:hAnsiTheme="minorHAnsi" w:cstheme="minorHAnsi"/>
                <w:b/>
                <w:szCs w:val="18"/>
              </w:rPr>
              <w:t>)</w:t>
            </w:r>
          </w:p>
        </w:tc>
      </w:tr>
      <w:tr w:rsidR="006B54B2" w:rsidRPr="00507B8E" w:rsidTr="009001E5">
        <w:tc>
          <w:tcPr>
            <w:tcW w:w="4661" w:type="dxa"/>
            <w:gridSpan w:val="2"/>
          </w:tcPr>
          <w:p w:rsidR="006B54B2" w:rsidRPr="006B54B2" w:rsidRDefault="006B54B2" w:rsidP="00181F0E">
            <w:pPr>
              <w:rPr>
                <w:rFonts w:asciiTheme="minorHAnsi" w:hAnsiTheme="minorHAnsi" w:cstheme="minorHAnsi"/>
                <w:b/>
              </w:rPr>
            </w:pPr>
            <w:r w:rsidRPr="006B54B2">
              <w:rPr>
                <w:rFonts w:asciiTheme="minorHAnsi" w:hAnsiTheme="minorHAnsi" w:cstheme="minorHAnsi"/>
                <w:b/>
              </w:rPr>
              <w:t>4.1. Lengte</w:t>
            </w:r>
          </w:p>
          <w:p w:rsidR="006B54B2" w:rsidRPr="006B54B2" w:rsidRDefault="006B54B2" w:rsidP="00181F0E">
            <w:pPr>
              <w:rPr>
                <w:rFonts w:asciiTheme="minorHAnsi" w:hAnsiTheme="minorHAnsi" w:cstheme="minorHAnsi"/>
              </w:rPr>
            </w:pPr>
            <w:r w:rsidRPr="006B54B2">
              <w:rPr>
                <w:rFonts w:asciiTheme="minorHAnsi" w:hAnsiTheme="minorHAnsi" w:cstheme="minorHAnsi"/>
              </w:rPr>
              <w:t>Interpreteert een plattegrond</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5.1. Klokkijken</w:t>
            </w:r>
          </w:p>
          <w:p w:rsidR="006B54B2" w:rsidRPr="006B54B2" w:rsidRDefault="006B54B2" w:rsidP="00181F0E">
            <w:pPr>
              <w:rPr>
                <w:rFonts w:asciiTheme="minorHAnsi" w:hAnsiTheme="minorHAnsi" w:cstheme="minorHAnsi"/>
              </w:rPr>
            </w:pPr>
            <w:r w:rsidRPr="006B54B2">
              <w:rPr>
                <w:rFonts w:asciiTheme="minorHAnsi" w:hAnsiTheme="minorHAnsi" w:cstheme="minorHAnsi"/>
              </w:rPr>
              <w:t>Kiest een passende tijdseenheid bij een gebeurtenis (bijv. seconde, uur, dag)</w:t>
            </w:r>
          </w:p>
          <w:p w:rsidR="006B54B2" w:rsidRPr="006B54B2" w:rsidRDefault="006B54B2" w:rsidP="00181F0E">
            <w:pPr>
              <w:rPr>
                <w:rFonts w:asciiTheme="minorHAnsi" w:hAnsiTheme="minorHAnsi" w:cstheme="minorHAnsi"/>
              </w:rPr>
            </w:pPr>
          </w:p>
          <w:p w:rsidR="006B54B2" w:rsidRPr="006B54B2" w:rsidRDefault="006B54B2" w:rsidP="00181F0E">
            <w:pPr>
              <w:rPr>
                <w:rFonts w:asciiTheme="minorHAnsi" w:hAnsiTheme="minorHAnsi" w:cstheme="minorHAnsi"/>
              </w:rPr>
            </w:pPr>
          </w:p>
        </w:tc>
        <w:tc>
          <w:tcPr>
            <w:tcW w:w="4661" w:type="dxa"/>
          </w:tcPr>
          <w:p w:rsidR="006B54B2" w:rsidRPr="006B54B2" w:rsidRDefault="006B54B2" w:rsidP="00181F0E">
            <w:pPr>
              <w:rPr>
                <w:rFonts w:asciiTheme="minorHAnsi" w:hAnsiTheme="minorHAnsi" w:cstheme="minorHAnsi"/>
                <w:b/>
              </w:rPr>
            </w:pPr>
            <w:r w:rsidRPr="006B54B2">
              <w:rPr>
                <w:rFonts w:asciiTheme="minorHAnsi" w:hAnsiTheme="minorHAnsi" w:cstheme="minorHAnsi"/>
                <w:b/>
              </w:rPr>
              <w:t>4.3. Inhoud</w:t>
            </w:r>
          </w:p>
          <w:p w:rsidR="006B54B2" w:rsidRPr="006B54B2" w:rsidRDefault="006B54B2" w:rsidP="00181F0E">
            <w:pPr>
              <w:rPr>
                <w:rFonts w:asciiTheme="minorHAnsi" w:hAnsiTheme="minorHAnsi" w:cstheme="minorHAnsi"/>
              </w:rPr>
            </w:pPr>
            <w:r w:rsidRPr="006B54B2">
              <w:rPr>
                <w:rFonts w:asciiTheme="minorHAnsi" w:hAnsiTheme="minorHAnsi" w:cstheme="minorHAnsi"/>
              </w:rPr>
              <w:t>Vult een maatbeker met een bepaalde hoeveelheid (recept)</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6.2. Bedragen aflezen, afronden en vergelijken</w:t>
            </w:r>
          </w:p>
          <w:p w:rsidR="006B54B2" w:rsidRPr="006B54B2" w:rsidRDefault="006B54B2" w:rsidP="00181F0E">
            <w:pPr>
              <w:rPr>
                <w:rFonts w:asciiTheme="minorHAnsi" w:hAnsiTheme="minorHAnsi" w:cstheme="minorHAnsi"/>
              </w:rPr>
            </w:pPr>
            <w:r w:rsidRPr="006B54B2">
              <w:rPr>
                <w:rFonts w:asciiTheme="minorHAnsi" w:hAnsiTheme="minorHAnsi" w:cstheme="minorHAnsi"/>
              </w:rPr>
              <w:t>Vergelijkt de waarde van bedragen tot en met 20 euro met een komma</w:t>
            </w:r>
          </w:p>
          <w:p w:rsidR="006B54B2" w:rsidRPr="006B54B2" w:rsidRDefault="006B54B2" w:rsidP="00181F0E">
            <w:pPr>
              <w:rPr>
                <w:rFonts w:asciiTheme="minorHAnsi" w:hAnsiTheme="minorHAnsi" w:cstheme="minorHAnsi"/>
                <w:b/>
              </w:rPr>
            </w:pPr>
            <w:r w:rsidRPr="006B54B2">
              <w:rPr>
                <w:rFonts w:asciiTheme="minorHAnsi" w:hAnsiTheme="minorHAnsi" w:cstheme="minorHAnsi"/>
                <w:b/>
              </w:rPr>
              <w:t>6.3.  Waarde aangeven van munten en biljetten</w:t>
            </w:r>
          </w:p>
          <w:p w:rsidR="006B54B2" w:rsidRPr="006B54B2" w:rsidRDefault="006B54B2" w:rsidP="00181F0E">
            <w:pPr>
              <w:rPr>
                <w:rFonts w:asciiTheme="minorHAnsi" w:hAnsiTheme="minorHAnsi" w:cstheme="minorHAnsi"/>
              </w:rPr>
            </w:pPr>
            <w:r w:rsidRPr="006B54B2">
              <w:rPr>
                <w:rFonts w:asciiTheme="minorHAnsi" w:hAnsiTheme="minorHAnsi" w:cstheme="minorHAnsi"/>
              </w:rPr>
              <w:t>Wisselt biljetten van 20 en 50 euro</w:t>
            </w:r>
          </w:p>
        </w:tc>
      </w:tr>
      <w:tr w:rsidR="00507B8E" w:rsidRPr="00507B8E"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6</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2</w:t>
            </w:r>
          </w:p>
        </w:tc>
      </w:tr>
      <w:tr w:rsidR="00C3633D" w:rsidRPr="008B7FDF" w:rsidTr="009001E5">
        <w:tc>
          <w:tcPr>
            <w:tcW w:w="4661" w:type="dxa"/>
            <w:gridSpan w:val="2"/>
          </w:tcPr>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t xml:space="preserve">Methode Rekenboog: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Plattegronden  (niveau 11)</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 Wat zie je vanuit de lucht?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 Naar het pretpark!</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3. Plattegrond van een pretpark</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4. Naar de dierentuin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Klokkijken en tijd (niveau 11)</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 Elke seconde telt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8. Secondenwerk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18. Seconden, minuten of uren</w:t>
            </w:r>
          </w:p>
          <w:p w:rsidR="00CF1CCB" w:rsidRPr="00CF1CCB"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19. Hoe lang duurt het van hier naar daar?</w:t>
            </w:r>
          </w:p>
        </w:tc>
        <w:tc>
          <w:tcPr>
            <w:tcW w:w="4661" w:type="dxa"/>
          </w:tcPr>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t xml:space="preserve">Methode Rekenboog: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inhoud meten (iveau 11)</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15. 500 ml bouillon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16. Tanken met je scooter</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Katern Geld (niveau 11)</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5. Wat staat er allemaal </w:t>
            </w:r>
            <w:r>
              <w:rPr>
                <w:rFonts w:asciiTheme="minorHAnsi" w:hAnsiTheme="minorHAnsi" w:cstheme="minorHAnsi"/>
                <w:szCs w:val="18"/>
              </w:rPr>
              <w:t>op mijn kassabon</w:t>
            </w:r>
          </w:p>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t xml:space="preserve">Aanvullend materiaal: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Bedragen afronden:</w:t>
            </w:r>
          </w:p>
          <w:p w:rsidR="009E7DD3" w:rsidRDefault="00DF4C19" w:rsidP="009E7DD3">
            <w:pPr>
              <w:pStyle w:val="Geenafstand"/>
              <w:rPr>
                <w:rFonts w:asciiTheme="minorHAnsi" w:hAnsiTheme="minorHAnsi" w:cstheme="minorHAnsi"/>
                <w:szCs w:val="18"/>
              </w:rPr>
            </w:pPr>
            <w:hyperlink r:id="rId9" w:history="1">
              <w:r w:rsidR="009E7DD3" w:rsidRPr="00535BCD">
                <w:rPr>
                  <w:rStyle w:val="Hyperlink"/>
                  <w:rFonts w:asciiTheme="minorHAnsi" w:hAnsiTheme="minorHAnsi" w:cstheme="minorHAnsi"/>
                  <w:szCs w:val="18"/>
                </w:rPr>
                <w:t>http://www.digipuzzle.net/animals/monkeys/puzzles/</w:t>
              </w:r>
            </w:hyperlink>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click</w:t>
            </w:r>
            <w:r>
              <w:rPr>
                <w:rFonts w:asciiTheme="minorHAnsi" w:hAnsiTheme="minorHAnsi" w:cstheme="minorHAnsi"/>
                <w:szCs w:val="18"/>
              </w:rPr>
              <w:t xml:space="preserve">math_moneyrounding_eduspel.htm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Geldbedragen uitschrijven: </w:t>
            </w:r>
          </w:p>
          <w:p w:rsidR="009E7DD3" w:rsidRDefault="00DF4C19" w:rsidP="009E7DD3">
            <w:pPr>
              <w:pStyle w:val="Geenafstand"/>
              <w:rPr>
                <w:rFonts w:asciiTheme="minorHAnsi" w:hAnsiTheme="minorHAnsi" w:cstheme="minorHAnsi"/>
                <w:szCs w:val="18"/>
              </w:rPr>
            </w:pPr>
            <w:hyperlink r:id="rId10" w:history="1">
              <w:r w:rsidR="009E7DD3" w:rsidRPr="00535BCD">
                <w:rPr>
                  <w:rStyle w:val="Hyperlink"/>
                  <w:rFonts w:asciiTheme="minorHAnsi" w:hAnsiTheme="minorHAnsi" w:cstheme="minorHAnsi"/>
                  <w:szCs w:val="18"/>
                </w:rPr>
                <w:t>http://thiememeulenhoff.dsens.net/rekenspellen/</w:t>
              </w:r>
            </w:hyperlink>
          </w:p>
          <w:p w:rsidR="00CF1CCB" w:rsidRPr="00F8628E" w:rsidRDefault="009E7DD3" w:rsidP="009E7DD3">
            <w:pPr>
              <w:pStyle w:val="Geenafstand"/>
              <w:rPr>
                <w:rFonts w:asciiTheme="minorHAnsi" w:hAnsiTheme="minorHAnsi" w:cstheme="minorHAnsi"/>
                <w:szCs w:val="18"/>
                <w:lang w:val="en-US"/>
              </w:rPr>
            </w:pPr>
            <w:r w:rsidRPr="00F8628E">
              <w:rPr>
                <w:rFonts w:asciiTheme="minorHAnsi" w:hAnsiTheme="minorHAnsi" w:cstheme="minorHAnsi"/>
                <w:szCs w:val="18"/>
                <w:lang w:val="en-US"/>
              </w:rPr>
              <w:t>standalone.php?xmlfile=0/spel06.xml</w:t>
            </w:r>
          </w:p>
        </w:tc>
      </w:tr>
      <w:tr w:rsidR="00A9366C" w:rsidRPr="00A67C0A" w:rsidTr="009001E5">
        <w:tc>
          <w:tcPr>
            <w:tcW w:w="1951" w:type="dxa"/>
            <w:shd w:val="clear" w:color="auto" w:fill="00B0F0"/>
          </w:tcPr>
          <w:p w:rsidR="00A9366C" w:rsidRPr="00A67C0A" w:rsidRDefault="00A9366C" w:rsidP="00050B2B">
            <w:pPr>
              <w:rPr>
                <w:rFonts w:asciiTheme="minorHAnsi" w:hAnsiTheme="minorHAnsi" w:cstheme="minorHAnsi"/>
                <w:b/>
                <w:szCs w:val="18"/>
              </w:rPr>
            </w:pPr>
            <w:r>
              <w:rPr>
                <w:rFonts w:asciiTheme="minorHAnsi" w:hAnsiTheme="minorHAnsi" w:cstheme="minorHAnsi"/>
                <w:b/>
                <w:szCs w:val="18"/>
              </w:rPr>
              <w:t>Leertijd</w:t>
            </w:r>
          </w:p>
        </w:tc>
        <w:tc>
          <w:tcPr>
            <w:tcW w:w="7371" w:type="dxa"/>
            <w:gridSpan w:val="2"/>
          </w:tcPr>
          <w:p w:rsidR="00A9366C" w:rsidRDefault="00927F57" w:rsidP="00927F57">
            <w:pPr>
              <w:rPr>
                <w:rFonts w:asciiTheme="minorHAnsi" w:hAnsiTheme="minorHAnsi" w:cstheme="minorHAnsi"/>
                <w:szCs w:val="18"/>
              </w:rPr>
            </w:pPr>
            <w:r>
              <w:rPr>
                <w:rFonts w:asciiTheme="minorHAnsi" w:hAnsiTheme="minorHAnsi" w:cstheme="minorHAnsi"/>
                <w:szCs w:val="18"/>
              </w:rPr>
              <w:t xml:space="preserve">Onderbouw:   </w:t>
            </w:r>
            <w:r w:rsidR="00CF1CCB" w:rsidRPr="00CF1CCB">
              <w:rPr>
                <w:rFonts w:asciiTheme="minorHAnsi" w:hAnsiTheme="minorHAnsi" w:cstheme="minorHAnsi"/>
                <w:szCs w:val="18"/>
              </w:rPr>
              <w:t>Per week: 4 lesuren v</w:t>
            </w:r>
            <w:r>
              <w:rPr>
                <w:rFonts w:asciiTheme="minorHAnsi" w:hAnsiTheme="minorHAnsi" w:cstheme="minorHAnsi"/>
                <w:szCs w:val="18"/>
              </w:rPr>
              <w:t xml:space="preserve">an 45 minuten of 3 uur </w:t>
            </w:r>
          </w:p>
          <w:p w:rsidR="00927F57" w:rsidRDefault="00927F57" w:rsidP="00927F57">
            <w:pPr>
              <w:rPr>
                <w:rFonts w:asciiTheme="minorHAnsi" w:hAnsiTheme="minorHAnsi" w:cstheme="minorHAnsi"/>
                <w:szCs w:val="18"/>
              </w:rPr>
            </w:pPr>
            <w:r>
              <w:rPr>
                <w:rFonts w:asciiTheme="minorHAnsi" w:hAnsiTheme="minorHAnsi" w:cstheme="minorHAnsi"/>
                <w:szCs w:val="18"/>
              </w:rPr>
              <w:t>Middenbouw: P</w:t>
            </w:r>
            <w:r w:rsidRPr="00927F57">
              <w:rPr>
                <w:rFonts w:asciiTheme="minorHAnsi" w:hAnsiTheme="minorHAnsi" w:cstheme="minorHAnsi"/>
                <w:szCs w:val="18"/>
              </w:rPr>
              <w:t>er week: 3 lesuren van 45 mi</w:t>
            </w:r>
            <w:r>
              <w:rPr>
                <w:rFonts w:asciiTheme="minorHAnsi" w:hAnsiTheme="minorHAnsi" w:cstheme="minorHAnsi"/>
                <w:szCs w:val="18"/>
              </w:rPr>
              <w:t>nuten of 2.15 uur</w:t>
            </w:r>
            <w:r w:rsidRPr="00927F57">
              <w:rPr>
                <w:rFonts w:asciiTheme="minorHAnsi" w:hAnsiTheme="minorHAnsi" w:cstheme="minorHAnsi"/>
                <w:szCs w:val="18"/>
              </w:rPr>
              <w:t xml:space="preserve"> </w:t>
            </w:r>
          </w:p>
          <w:p w:rsidR="00927F57" w:rsidRPr="00927F57" w:rsidRDefault="00927F57" w:rsidP="00DB34E2">
            <w:pPr>
              <w:rPr>
                <w:rFonts w:asciiTheme="minorHAnsi" w:hAnsiTheme="minorHAnsi" w:cstheme="minorHAnsi"/>
                <w:szCs w:val="18"/>
              </w:rPr>
            </w:pPr>
            <w:r>
              <w:rPr>
                <w:rFonts w:asciiTheme="minorHAnsi" w:hAnsiTheme="minorHAnsi" w:cstheme="minorHAnsi"/>
                <w:szCs w:val="18"/>
              </w:rPr>
              <w:t>Bovenbouw:    P</w:t>
            </w:r>
            <w:r w:rsidRPr="00927F57">
              <w:rPr>
                <w:rFonts w:asciiTheme="minorHAnsi" w:hAnsiTheme="minorHAnsi" w:cstheme="minorHAnsi"/>
                <w:szCs w:val="18"/>
              </w:rPr>
              <w:t>er</w:t>
            </w:r>
            <w:r>
              <w:rPr>
                <w:rFonts w:asciiTheme="minorHAnsi" w:hAnsiTheme="minorHAnsi" w:cstheme="minorHAnsi"/>
                <w:szCs w:val="18"/>
              </w:rPr>
              <w:t xml:space="preserve"> week: 1 lesuur van 45 minuten  </w:t>
            </w:r>
            <w:r w:rsidRPr="00927F57">
              <w:rPr>
                <w:rFonts w:asciiTheme="minorHAnsi" w:hAnsiTheme="minorHAnsi" w:cstheme="minorHAnsi"/>
                <w:szCs w:val="18"/>
              </w:rPr>
              <w:t>(zie lesurentabel</w:t>
            </w:r>
            <w:r w:rsidR="00DB34E2">
              <w:rPr>
                <w:rFonts w:asciiTheme="minorHAnsi" w:hAnsiTheme="minorHAnsi" w:cstheme="minorHAnsi"/>
                <w:szCs w:val="18"/>
              </w:rPr>
              <w:t xml:space="preserve"> </w:t>
            </w:r>
            <w:r w:rsidRPr="00927F57">
              <w:rPr>
                <w:rFonts w:asciiTheme="minorHAnsi" w:hAnsiTheme="minorHAnsi" w:cstheme="minorHAnsi"/>
                <w:szCs w:val="18"/>
              </w:rPr>
              <w:t xml:space="preserve">VSO DOS)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tc>
        <w:tc>
          <w:tcPr>
            <w:tcW w:w="7371" w:type="dxa"/>
            <w:gridSpan w:val="2"/>
          </w:tcPr>
          <w:p w:rsidR="0071387A" w:rsidRPr="00A67C0A" w:rsidRDefault="00412091"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Z</w:t>
            </w:r>
            <w:r w:rsidR="00412091" w:rsidRPr="00A67C0A">
              <w:rPr>
                <w:rFonts w:asciiTheme="minorHAnsi" w:hAnsiTheme="minorHAnsi" w:cstheme="minorHAnsi"/>
                <w:szCs w:val="18"/>
              </w:rPr>
              <w:t xml:space="preserve">orgt voor de inhoud van de les volgens het directe instructiemodel (DIM) (activeren voorkennis, aangeven doel van de les, (verlengde) instructie, begeleide (in)oefening, zelfstandige verwerking, evaluatie) </w:t>
            </w:r>
          </w:p>
          <w:p w:rsidR="0071387A" w:rsidRPr="00A67C0A" w:rsidRDefault="0071387A" w:rsidP="008E356C">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71387A" w:rsidRPr="00A67C0A" w:rsidRDefault="0071387A" w:rsidP="008E356C">
            <w:pPr>
              <w:rPr>
                <w:rFonts w:asciiTheme="minorHAnsi" w:hAnsiTheme="minorHAnsi" w:cstheme="minorHAnsi"/>
                <w:szCs w:val="18"/>
              </w:rPr>
            </w:pPr>
            <w:r w:rsidRPr="00A67C0A">
              <w:rPr>
                <w:rFonts w:asciiTheme="minorHAnsi" w:hAnsiTheme="minorHAnsi" w:cstheme="minorHAnsi"/>
                <w:szCs w:val="18"/>
              </w:rPr>
              <w:t>F</w:t>
            </w:r>
            <w:r w:rsidR="001458B6" w:rsidRPr="00A67C0A">
              <w:rPr>
                <w:rFonts w:asciiTheme="minorHAnsi" w:hAnsiTheme="minorHAnsi" w:cstheme="minorHAnsi"/>
                <w:szCs w:val="18"/>
              </w:rPr>
              <w:t xml:space="preserve">ocust op de </w:t>
            </w:r>
            <w:r w:rsidR="00412091" w:rsidRPr="00A67C0A">
              <w:rPr>
                <w:rFonts w:asciiTheme="minorHAnsi" w:hAnsiTheme="minorHAnsi" w:cstheme="minorHAnsi"/>
                <w:szCs w:val="18"/>
              </w:rPr>
              <w:t>zelfstandi</w:t>
            </w:r>
            <w:r w:rsidR="00DE6641" w:rsidRPr="00A67C0A">
              <w:rPr>
                <w:rFonts w:asciiTheme="minorHAnsi" w:hAnsiTheme="minorHAnsi" w:cstheme="minorHAnsi"/>
                <w:szCs w:val="18"/>
              </w:rPr>
              <w:t xml:space="preserve">ge verwerking, zelfreflectie, </w:t>
            </w:r>
            <w:r w:rsidR="00412091" w:rsidRPr="00A67C0A">
              <w:rPr>
                <w:rFonts w:asciiTheme="minorHAnsi" w:hAnsiTheme="minorHAnsi" w:cstheme="minorHAnsi"/>
                <w:szCs w:val="18"/>
              </w:rPr>
              <w:t>biedt ruimte om eigen keuzes te maken en</w:t>
            </w:r>
            <w:r w:rsidR="001458B6" w:rsidRPr="00A67C0A">
              <w:rPr>
                <w:rFonts w:asciiTheme="minorHAnsi" w:hAnsiTheme="minorHAnsi" w:cstheme="minorHAnsi"/>
                <w:szCs w:val="18"/>
              </w:rPr>
              <w:t xml:space="preserve"> bespreekt met de leerling </w:t>
            </w:r>
            <w:r w:rsidR="00412091" w:rsidRPr="00A67C0A">
              <w:rPr>
                <w:rFonts w:asciiTheme="minorHAnsi" w:hAnsiTheme="minorHAnsi" w:cstheme="minorHAnsi"/>
                <w:szCs w:val="18"/>
              </w:rPr>
              <w:t xml:space="preserve"> de keuzes en </w:t>
            </w:r>
            <w:r w:rsidR="001458B6" w:rsidRPr="00A67C0A">
              <w:rPr>
                <w:rFonts w:asciiTheme="minorHAnsi" w:hAnsiTheme="minorHAnsi" w:cstheme="minorHAnsi"/>
                <w:szCs w:val="18"/>
              </w:rPr>
              <w:t>het zelfstandig plannen van het werk</w:t>
            </w:r>
            <w:r w:rsidR="00412091" w:rsidRPr="00A67C0A">
              <w:rPr>
                <w:rFonts w:asciiTheme="minorHAnsi" w:hAnsiTheme="minorHAnsi" w:cstheme="minorHAnsi"/>
                <w:szCs w:val="18"/>
              </w:rPr>
              <w:t xml:space="preserve">. </w:t>
            </w:r>
            <w:r w:rsidR="00227DCF" w:rsidRPr="00A67C0A">
              <w:rPr>
                <w:rFonts w:asciiTheme="minorHAnsi" w:hAnsiTheme="minorHAnsi" w:cstheme="minorHAnsi"/>
                <w:szCs w:val="18"/>
              </w:rPr>
              <w:t xml:space="preserve">  </w:t>
            </w:r>
          </w:p>
          <w:p w:rsidR="00227DCF" w:rsidRPr="00A67C0A" w:rsidRDefault="0071387A" w:rsidP="008E356C">
            <w:pPr>
              <w:rPr>
                <w:rFonts w:asciiTheme="minorHAnsi" w:hAnsiTheme="minorHAnsi" w:cstheme="minorHAnsi"/>
                <w:szCs w:val="18"/>
              </w:rPr>
            </w:pPr>
            <w:r w:rsidRPr="00A67C0A">
              <w:rPr>
                <w:rFonts w:asciiTheme="minorHAnsi" w:hAnsiTheme="minorHAnsi" w:cstheme="minorHAnsi"/>
                <w:szCs w:val="18"/>
              </w:rPr>
              <w:t xml:space="preserve">Gebruikt waar nodig visuele ondersteuning d.m.v. picto’s, gebaren,  foto’s </w:t>
            </w:r>
            <w:r w:rsidR="001E6F40" w:rsidRPr="00A67C0A">
              <w:rPr>
                <w:rFonts w:asciiTheme="minorHAnsi" w:hAnsiTheme="minorHAnsi" w:cstheme="minorHAnsi"/>
                <w:szCs w:val="18"/>
              </w:rPr>
              <w:t xml:space="preserve">stappenplan, extra materialen/(digitale) hulpmiddelen.  </w:t>
            </w:r>
          </w:p>
          <w:p w:rsidR="008E356C" w:rsidRPr="00A67C0A" w:rsidRDefault="0088126B" w:rsidP="0071387A">
            <w:pPr>
              <w:rPr>
                <w:rFonts w:asciiTheme="minorHAnsi" w:hAnsiTheme="minorHAnsi" w:cstheme="minorHAnsi"/>
                <w:szCs w:val="18"/>
              </w:rPr>
            </w:pPr>
            <w:r w:rsidRPr="00A67C0A">
              <w:rPr>
                <w:rFonts w:asciiTheme="minorHAnsi" w:hAnsiTheme="minorHAnsi" w:cstheme="minorHAnsi"/>
                <w:szCs w:val="18"/>
              </w:rPr>
              <w:lastRenderedPageBreak/>
              <w:t xml:space="preserve">Analyseert de geplande observatie, methode gebonden toetsen en CITO. </w:t>
            </w:r>
            <w:r w:rsidR="008E356C" w:rsidRPr="00A67C0A">
              <w:rPr>
                <w:rFonts w:asciiTheme="minorHAnsi" w:hAnsiTheme="minorHAnsi" w:cstheme="minorHAnsi"/>
                <w:szCs w:val="18"/>
              </w:rPr>
              <w:t xml:space="preserve">Hieruit haalt hij </w:t>
            </w:r>
            <w:r w:rsidR="00C95816" w:rsidRPr="00A67C0A">
              <w:rPr>
                <w:rFonts w:asciiTheme="minorHAnsi" w:hAnsiTheme="minorHAnsi" w:cstheme="minorHAnsi"/>
                <w:szCs w:val="18"/>
              </w:rPr>
              <w:t xml:space="preserve">met </w:t>
            </w:r>
            <w:r w:rsidR="008E356C" w:rsidRPr="00A67C0A">
              <w:rPr>
                <w:rFonts w:asciiTheme="minorHAnsi" w:hAnsiTheme="minorHAnsi" w:cstheme="minorHAnsi"/>
                <w:szCs w:val="18"/>
              </w:rPr>
              <w:t>welk onderdeel of onderdelen een leerling moeite heeft. Dit onderdeel of deze onderdelen worden extra aangeboden/geoefend met de leerling(en).</w:t>
            </w:r>
            <w:r w:rsidR="001458B6" w:rsidRPr="00A67C0A">
              <w:rPr>
                <w:rFonts w:asciiTheme="minorHAnsi" w:hAnsiTheme="minorHAnsi" w:cstheme="minorHAnsi"/>
                <w:szCs w:val="18"/>
              </w:rPr>
              <w:t xml:space="preserve">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lastRenderedPageBreak/>
              <w:t>Pedagogisch</w:t>
            </w:r>
          </w:p>
        </w:tc>
        <w:tc>
          <w:tcPr>
            <w:tcW w:w="7371" w:type="dxa"/>
            <w:gridSpan w:val="2"/>
          </w:tcPr>
          <w:p w:rsidR="0071387A" w:rsidRPr="00A67C0A" w:rsidRDefault="00412091"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91120A" w:rsidRPr="00A67C0A" w:rsidRDefault="0091120A"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G</w:t>
            </w:r>
            <w:r w:rsidR="00412091" w:rsidRPr="00A67C0A">
              <w:rPr>
                <w:rFonts w:asciiTheme="minorHAnsi" w:hAnsiTheme="minorHAnsi" w:cstheme="minorHAnsi"/>
                <w:szCs w:val="18"/>
              </w:rPr>
              <w:t>eeft positieve feedback, formuleert gewenst gedrag</w:t>
            </w:r>
            <w:r w:rsidR="00E26A8B" w:rsidRPr="00A67C0A">
              <w:rPr>
                <w:rFonts w:asciiTheme="minorHAnsi" w:hAnsiTheme="minorHAnsi" w:cstheme="minorHAnsi"/>
                <w:szCs w:val="18"/>
              </w:rPr>
              <w:t xml:space="preserve"> (complimenten)</w:t>
            </w:r>
            <w:r w:rsidR="00412091" w:rsidRPr="00A67C0A">
              <w:rPr>
                <w:rFonts w:asciiTheme="minorHAnsi" w:hAnsiTheme="minorHAnsi" w:cstheme="minorHAnsi"/>
                <w:szCs w:val="18"/>
              </w:rPr>
              <w:t xml:space="preserve">, heeft aandacht voor het oplossen van conflicten (respectvol omgaan met elkaar)  en/of observeert leerlingen. </w:t>
            </w:r>
          </w:p>
          <w:p w:rsidR="00227DCF" w:rsidRPr="00A67C0A" w:rsidRDefault="00227DCF" w:rsidP="00227DCF">
            <w:pPr>
              <w:rPr>
                <w:rFonts w:asciiTheme="minorHAnsi" w:hAnsiTheme="minorHAnsi" w:cstheme="minorHAnsi"/>
                <w:szCs w:val="18"/>
              </w:rPr>
            </w:pPr>
            <w:r w:rsidRPr="00A67C0A">
              <w:rPr>
                <w:rFonts w:asciiTheme="minorHAnsi" w:hAnsiTheme="minorHAnsi" w:cstheme="minorHAnsi"/>
                <w:szCs w:val="18"/>
              </w:rPr>
              <w:t xml:space="preserve">Is alert op </w:t>
            </w:r>
            <w:r w:rsidR="00E26A8B" w:rsidRPr="00A67C0A">
              <w:rPr>
                <w:rFonts w:asciiTheme="minorHAnsi" w:hAnsiTheme="minorHAnsi" w:cstheme="minorHAnsi"/>
                <w:szCs w:val="18"/>
              </w:rPr>
              <w:t>over-</w:t>
            </w:r>
            <w:r w:rsidRPr="00A67C0A">
              <w:rPr>
                <w:rFonts w:asciiTheme="minorHAnsi" w:hAnsiTheme="minorHAnsi" w:cstheme="minorHAnsi"/>
                <w:szCs w:val="18"/>
              </w:rPr>
              <w:t xml:space="preserve"> en onderschatting.</w:t>
            </w:r>
          </w:p>
          <w:p w:rsidR="00412091" w:rsidRPr="00A67C0A" w:rsidRDefault="0091120A" w:rsidP="00BD0F54">
            <w:pPr>
              <w:rPr>
                <w:rFonts w:asciiTheme="minorHAnsi" w:hAnsiTheme="minorHAnsi" w:cstheme="minorHAnsi"/>
                <w:szCs w:val="18"/>
              </w:rPr>
            </w:pPr>
            <w:r w:rsidRPr="00A67C0A">
              <w:rPr>
                <w:rFonts w:asciiTheme="minorHAnsi" w:hAnsiTheme="minorHAnsi" w:cstheme="minorHAnsi"/>
                <w:szCs w:val="18"/>
              </w:rPr>
              <w:t>S</w:t>
            </w:r>
            <w:r w:rsidR="00BD0F54" w:rsidRPr="00A67C0A">
              <w:rPr>
                <w:rFonts w:asciiTheme="minorHAnsi" w:hAnsiTheme="minorHAnsi" w:cstheme="minorHAnsi"/>
                <w:szCs w:val="18"/>
              </w:rPr>
              <w:t>timuleert het samenwerken met andere leerlingen</w:t>
            </w:r>
            <w:r w:rsidR="0043708D" w:rsidRPr="00A67C0A">
              <w:rPr>
                <w:rFonts w:asciiTheme="minorHAnsi" w:hAnsiTheme="minorHAnsi" w:cstheme="minorHAnsi"/>
                <w:szCs w:val="18"/>
              </w:rPr>
              <w:t>.</w:t>
            </w:r>
          </w:p>
          <w:p w:rsidR="0043708D" w:rsidRPr="00A67C0A" w:rsidRDefault="0091120A" w:rsidP="00BD0F54">
            <w:pPr>
              <w:rPr>
                <w:rFonts w:asciiTheme="minorHAnsi" w:hAnsiTheme="minorHAnsi" w:cstheme="minorHAnsi"/>
                <w:szCs w:val="18"/>
              </w:rPr>
            </w:pPr>
            <w:r w:rsidRPr="00A67C0A">
              <w:rPr>
                <w:rFonts w:asciiTheme="minorHAnsi" w:hAnsiTheme="minorHAnsi" w:cstheme="minorHAnsi"/>
                <w:szCs w:val="18"/>
              </w:rPr>
              <w:t>Hecht waarde aan het</w:t>
            </w:r>
            <w:r w:rsidR="0043708D" w:rsidRPr="00A67C0A">
              <w:rPr>
                <w:rFonts w:asciiTheme="minorHAnsi" w:hAnsiTheme="minorHAnsi" w:cstheme="minorHAnsi"/>
                <w:szCs w:val="18"/>
              </w:rPr>
              <w:t xml:space="preserve"> denkproces van de leerling.</w:t>
            </w:r>
          </w:p>
          <w:p w:rsidR="00215E30" w:rsidRPr="00A67C0A" w:rsidRDefault="0091120A" w:rsidP="00BD0F54">
            <w:pPr>
              <w:rPr>
                <w:rFonts w:asciiTheme="minorHAnsi" w:hAnsiTheme="minorHAnsi" w:cstheme="minorHAnsi"/>
                <w:szCs w:val="18"/>
              </w:rPr>
            </w:pPr>
            <w:r w:rsidRPr="00A67C0A">
              <w:rPr>
                <w:rFonts w:asciiTheme="minorHAnsi" w:hAnsiTheme="minorHAnsi" w:cstheme="minorHAnsi"/>
                <w:szCs w:val="18"/>
              </w:rPr>
              <w:t>H</w:t>
            </w:r>
            <w:r w:rsidR="00215E30" w:rsidRPr="00A67C0A">
              <w:rPr>
                <w:rFonts w:asciiTheme="minorHAnsi" w:hAnsiTheme="minorHAnsi" w:cstheme="minorHAnsi"/>
                <w:szCs w:val="18"/>
              </w:rPr>
              <w:t xml:space="preserve">anteert de gedragscode (‘dichtbij en op afstand’).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Klassenmanagement</w:t>
            </w:r>
          </w:p>
        </w:tc>
        <w:tc>
          <w:tcPr>
            <w:tcW w:w="7371" w:type="dxa"/>
            <w:gridSpan w:val="2"/>
          </w:tcPr>
          <w:p w:rsidR="0091120A" w:rsidRPr="00A67C0A" w:rsidRDefault="00491860" w:rsidP="00491860">
            <w:pPr>
              <w:rPr>
                <w:rFonts w:asciiTheme="minorHAnsi" w:hAnsiTheme="minorHAnsi" w:cstheme="minorHAnsi"/>
                <w:szCs w:val="18"/>
              </w:rPr>
            </w:pPr>
            <w:r w:rsidRPr="00A67C0A">
              <w:rPr>
                <w:rFonts w:asciiTheme="minorHAnsi" w:hAnsiTheme="minorHAnsi" w:cstheme="minorHAnsi"/>
                <w:szCs w:val="18"/>
              </w:rPr>
              <w:t xml:space="preserve">De </w:t>
            </w:r>
            <w:r w:rsidR="0091120A" w:rsidRPr="00A67C0A">
              <w:rPr>
                <w:rFonts w:asciiTheme="minorHAnsi" w:hAnsiTheme="minorHAnsi" w:cstheme="minorHAnsi"/>
                <w:szCs w:val="18"/>
              </w:rPr>
              <w:t xml:space="preserve">leraar </w:t>
            </w:r>
          </w:p>
          <w:p w:rsidR="00491860" w:rsidRPr="00A67C0A" w:rsidRDefault="0091120A" w:rsidP="00491860">
            <w:pPr>
              <w:rPr>
                <w:rFonts w:asciiTheme="minorHAnsi" w:hAnsiTheme="minorHAnsi" w:cstheme="minorHAnsi"/>
                <w:szCs w:val="18"/>
              </w:rPr>
            </w:pPr>
            <w:r w:rsidRPr="00A67C0A">
              <w:rPr>
                <w:rFonts w:asciiTheme="minorHAnsi" w:hAnsiTheme="minorHAnsi" w:cstheme="minorHAnsi"/>
                <w:szCs w:val="18"/>
              </w:rPr>
              <w:t>R</w:t>
            </w:r>
            <w:r w:rsidR="00491860" w:rsidRPr="00A67C0A">
              <w:rPr>
                <w:rFonts w:asciiTheme="minorHAnsi" w:hAnsiTheme="minorHAnsi" w:cstheme="minorHAnsi"/>
                <w:szCs w:val="18"/>
              </w:rPr>
              <w:t>icht het  lokaal/omgeving in aangepast aan de onderwijsbehoefte /veiligheid</w:t>
            </w:r>
            <w:r w:rsidR="00E26A8B" w:rsidRPr="00A67C0A">
              <w:rPr>
                <w:rFonts w:asciiTheme="minorHAnsi" w:hAnsiTheme="minorHAnsi" w:cstheme="minorHAnsi"/>
                <w:szCs w:val="18"/>
              </w:rPr>
              <w:t>/niveau</w:t>
            </w:r>
            <w:r w:rsidR="00491860" w:rsidRPr="00A67C0A">
              <w:rPr>
                <w:rFonts w:asciiTheme="minorHAnsi" w:hAnsiTheme="minorHAnsi" w:cstheme="minorHAnsi"/>
                <w:szCs w:val="18"/>
              </w:rPr>
              <w:t xml:space="preserve"> van de leerling</w:t>
            </w:r>
          </w:p>
          <w:p w:rsidR="0071387A" w:rsidRPr="00A67C0A" w:rsidRDefault="0071387A" w:rsidP="0071387A">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BE682E" w:rsidRPr="00A67C0A" w:rsidRDefault="0071387A" w:rsidP="0071387A">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E26A8B"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rsidR="00FB153B" w:rsidRPr="00A67C0A" w:rsidRDefault="00BE682E" w:rsidP="0071387A">
            <w:pPr>
              <w:rPr>
                <w:rFonts w:asciiTheme="minorHAnsi" w:hAnsiTheme="minorHAnsi" w:cstheme="minorHAnsi"/>
                <w:szCs w:val="18"/>
              </w:rPr>
            </w:pPr>
            <w:r w:rsidRPr="00A67C0A">
              <w:rPr>
                <w:rFonts w:asciiTheme="minorHAnsi" w:hAnsiTheme="minorHAnsi" w:cstheme="minorHAnsi"/>
                <w:szCs w:val="18"/>
              </w:rPr>
              <w:t>Z</w:t>
            </w:r>
            <w:r w:rsidR="00FB153B" w:rsidRPr="00A67C0A">
              <w:rPr>
                <w:rFonts w:asciiTheme="minorHAnsi" w:hAnsiTheme="minorHAnsi" w:cstheme="minorHAnsi"/>
                <w:szCs w:val="18"/>
              </w:rPr>
              <w:t xml:space="preserve">orgt voor de inhoud van de les en organisatie van werkvormen (verlengde instructie, instructietafel, subgroepjes, groepsdoorbrekend, tutoring, duoleren, preteaching, reteaching).  </w:t>
            </w:r>
          </w:p>
          <w:p w:rsidR="00FB153B" w:rsidRPr="00A67C0A" w:rsidRDefault="009001E5" w:rsidP="0091120A">
            <w:pPr>
              <w:rPr>
                <w:rFonts w:asciiTheme="minorHAnsi" w:hAnsiTheme="minorHAnsi" w:cstheme="minorHAnsi"/>
                <w:color w:val="FF0000"/>
                <w:szCs w:val="18"/>
              </w:rPr>
            </w:pPr>
            <w:r w:rsidRPr="009001E5">
              <w:rPr>
                <w:rFonts w:asciiTheme="minorHAnsi" w:hAnsiTheme="minorHAnsi" w:cstheme="minorHAnsi"/>
                <w:szCs w:val="18"/>
              </w:rPr>
              <w:t>MB en BB:</w:t>
            </w:r>
            <w:r w:rsidR="00E26A8B" w:rsidRPr="009001E5">
              <w:rPr>
                <w:rFonts w:asciiTheme="minorHAnsi" w:hAnsiTheme="minorHAnsi" w:cstheme="minorHAnsi"/>
                <w:szCs w:val="18"/>
              </w:rPr>
              <w:t xml:space="preserve">  </w:t>
            </w:r>
            <w:r w:rsidR="009D3006" w:rsidRPr="00A67C0A">
              <w:rPr>
                <w:rFonts w:asciiTheme="minorHAnsi" w:hAnsiTheme="minorHAnsi" w:cstheme="minorHAnsi"/>
                <w:szCs w:val="18"/>
              </w:rPr>
              <w:t>P</w:t>
            </w:r>
            <w:r w:rsidR="00FB153B" w:rsidRPr="00A67C0A">
              <w:rPr>
                <w:rFonts w:asciiTheme="minorHAnsi" w:hAnsiTheme="minorHAnsi" w:cstheme="minorHAnsi"/>
                <w:szCs w:val="18"/>
              </w:rPr>
              <w:t>lant de cognitieve vakken op een ander tijdstip in dezelfde week als een leerling in de midden- en bovenbouw die dag op stage is</w:t>
            </w:r>
            <w:r w:rsidR="00FB153B" w:rsidRPr="00A67C0A">
              <w:rPr>
                <w:rFonts w:asciiTheme="minorHAnsi" w:hAnsiTheme="minorHAnsi" w:cstheme="minorHAnsi"/>
                <w:color w:val="FF0000"/>
                <w:szCs w:val="18"/>
              </w:rPr>
              <w:t xml:space="preserve">.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Geplande observatie</w:t>
            </w:r>
          </w:p>
        </w:tc>
        <w:tc>
          <w:tcPr>
            <w:tcW w:w="7371" w:type="dxa"/>
            <w:gridSpan w:val="2"/>
          </w:tcPr>
          <w:p w:rsidR="0091120A" w:rsidRPr="00A67C0A" w:rsidRDefault="0091120A" w:rsidP="0091120A">
            <w:pPr>
              <w:rPr>
                <w:rFonts w:asciiTheme="minorHAnsi" w:hAnsiTheme="minorHAnsi" w:cstheme="minorHAnsi"/>
                <w:szCs w:val="18"/>
              </w:rPr>
            </w:pPr>
            <w:r w:rsidRPr="00A67C0A">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E453EC" w:rsidRPr="00A67C0A" w:rsidRDefault="005F1791" w:rsidP="005F1791">
            <w:pPr>
              <w:rPr>
                <w:rFonts w:asciiTheme="minorHAnsi" w:hAnsiTheme="minorHAnsi" w:cstheme="minorHAnsi"/>
                <w:szCs w:val="18"/>
              </w:rPr>
            </w:pPr>
            <w:r w:rsidRPr="00A67C0A">
              <w:rPr>
                <w:rFonts w:asciiTheme="minorHAnsi" w:hAnsiTheme="minorHAnsi" w:cstheme="minorHAnsi"/>
                <w:szCs w:val="18"/>
              </w:rPr>
              <w:t>De leraar evalueert aan het einde van de periode (toetsweken)  de hoofddoelen en subdoelen d.m.v. geplande observatie, methode gebonden toetsen of CITO. Bij de observaties wordt gebruik gemaakt van het document. ‘Criteria doel wel-niet behaald.</w:t>
            </w:r>
            <w:r w:rsidR="00B70F7A" w:rsidRPr="00A67C0A">
              <w:rPr>
                <w:rFonts w:asciiTheme="minorHAnsi" w:hAnsiTheme="minorHAnsi" w:cstheme="minorHAnsi"/>
                <w:szCs w:val="18"/>
              </w:rPr>
              <w:t xml:space="preserve"> </w:t>
            </w:r>
            <w:r w:rsidR="0091120A" w:rsidRPr="00A67C0A">
              <w:rPr>
                <w:rFonts w:asciiTheme="minorHAnsi" w:hAnsiTheme="minorHAnsi" w:cstheme="minorHAnsi"/>
                <w:szCs w:val="18"/>
              </w:rPr>
              <w:t>Werkt het VSO met modules, kunnen de hoofd- en subdoelen na iedere module- periode geëvalueerd worden .</w:t>
            </w:r>
            <w:r w:rsidR="00B70F7A" w:rsidRPr="00A67C0A">
              <w:rPr>
                <w:rFonts w:asciiTheme="minorHAnsi" w:hAnsiTheme="minorHAnsi" w:cstheme="minorHAnsi"/>
                <w:szCs w:val="18"/>
              </w:rPr>
              <w:t xml:space="preserve"> </w:t>
            </w:r>
            <w:r w:rsidR="00E453EC" w:rsidRPr="00A67C0A">
              <w:rPr>
                <w:rFonts w:asciiTheme="minorHAnsi" w:hAnsiTheme="minorHAnsi" w:cstheme="minorHAnsi"/>
                <w:szCs w:val="18"/>
              </w:rPr>
              <w:t xml:space="preserve">Heeft de leerling 3 van de 5 opgaven goed, is het doel behaald. </w:t>
            </w:r>
          </w:p>
        </w:tc>
      </w:tr>
    </w:tbl>
    <w:p w:rsidR="0091120A" w:rsidRPr="00A67C0A" w:rsidRDefault="0091120A" w:rsidP="00050B2B">
      <w:pPr>
        <w:pStyle w:val="Geenafstand"/>
        <w:rPr>
          <w:rFonts w:asciiTheme="minorHAnsi" w:hAnsiTheme="minorHAnsi" w:cstheme="minorHAnsi"/>
          <w:b/>
          <w:szCs w:val="18"/>
          <w:u w:val="single"/>
        </w:rPr>
      </w:pPr>
    </w:p>
    <w:p w:rsidR="005B4B1B" w:rsidRPr="00A67C0A" w:rsidRDefault="005B4B1B" w:rsidP="00050B2B">
      <w:pPr>
        <w:pStyle w:val="Geenafstand"/>
        <w:rPr>
          <w:rFonts w:asciiTheme="minorHAnsi" w:hAnsiTheme="minorHAnsi" w:cstheme="minorHAnsi"/>
          <w:b/>
          <w:szCs w:val="18"/>
          <w:u w:val="single"/>
        </w:rPr>
      </w:pPr>
    </w:p>
    <w:p w:rsidR="00EC7076" w:rsidRPr="00A67C0A" w:rsidRDefault="00927F57" w:rsidP="00927F57">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322" w:type="dxa"/>
        <w:tblLook w:val="04A0" w:firstRow="1" w:lastRow="0" w:firstColumn="1" w:lastColumn="0" w:noHBand="0" w:noVBand="1"/>
      </w:tblPr>
      <w:tblGrid>
        <w:gridCol w:w="1951"/>
        <w:gridCol w:w="2710"/>
        <w:gridCol w:w="4627"/>
        <w:gridCol w:w="34"/>
      </w:tblGrid>
      <w:tr w:rsidR="006B54B2" w:rsidRPr="00A67C0A" w:rsidTr="00C3633D">
        <w:tc>
          <w:tcPr>
            <w:tcW w:w="4661" w:type="dxa"/>
            <w:gridSpan w:val="2"/>
            <w:shd w:val="clear" w:color="auto" w:fill="92D050"/>
          </w:tcPr>
          <w:p w:rsidR="006B54B2" w:rsidRPr="00A67C0A" w:rsidRDefault="006B54B2" w:rsidP="006B54B2">
            <w:pPr>
              <w:pStyle w:val="Geenafstand"/>
              <w:rPr>
                <w:rFonts w:asciiTheme="minorHAnsi" w:hAnsiTheme="minorHAnsi" w:cstheme="minorHAnsi"/>
                <w:b/>
                <w:szCs w:val="18"/>
              </w:rPr>
            </w:pPr>
            <w:r>
              <w:rPr>
                <w:rFonts w:asciiTheme="minorHAnsi" w:hAnsiTheme="minorHAnsi" w:cstheme="minorHAnsi"/>
                <w:b/>
                <w:szCs w:val="18"/>
              </w:rPr>
              <w:lastRenderedPageBreak/>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1 periode 1 (niveau 10)</w:t>
            </w:r>
          </w:p>
        </w:tc>
        <w:tc>
          <w:tcPr>
            <w:tcW w:w="4661" w:type="dxa"/>
            <w:gridSpan w:val="2"/>
            <w:shd w:val="clear" w:color="auto" w:fill="92D050"/>
          </w:tcPr>
          <w:p w:rsidR="006B54B2" w:rsidRPr="00A67C0A" w:rsidRDefault="006B54B2" w:rsidP="006B54B2">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w:t>
            </w:r>
            <w:r w:rsidR="00051E03">
              <w:rPr>
                <w:rFonts w:asciiTheme="minorHAnsi" w:hAnsiTheme="minorHAnsi" w:cstheme="minorHAnsi"/>
                <w:b/>
                <w:szCs w:val="18"/>
              </w:rPr>
              <w:t xml:space="preserve"> </w:t>
            </w:r>
            <w:r>
              <w:rPr>
                <w:rFonts w:asciiTheme="minorHAnsi" w:hAnsiTheme="minorHAnsi" w:cstheme="minorHAnsi"/>
                <w:b/>
                <w:szCs w:val="18"/>
              </w:rPr>
              <w:t>leerjaar 1 periode 2 (niveau 10)</w:t>
            </w:r>
          </w:p>
        </w:tc>
      </w:tr>
      <w:tr w:rsidR="00772522" w:rsidRPr="00A67C0A" w:rsidTr="00C3633D">
        <w:tc>
          <w:tcPr>
            <w:tcW w:w="4661" w:type="dxa"/>
            <w:gridSpan w:val="2"/>
          </w:tcPr>
          <w:p w:rsidR="00772522" w:rsidRPr="00B52B8F" w:rsidRDefault="00772522" w:rsidP="00181F0E">
            <w:pPr>
              <w:rPr>
                <w:rFonts w:ascii="Calibri" w:hAnsi="Calibri"/>
                <w:b/>
                <w:color w:val="000000"/>
              </w:rPr>
            </w:pPr>
            <w:r w:rsidRPr="00B52B8F">
              <w:rPr>
                <w:rFonts w:ascii="Calibri" w:hAnsi="Calibri"/>
                <w:b/>
                <w:color w:val="000000"/>
              </w:rPr>
              <w:t>1.1. Optellen en aftrekken</w:t>
            </w:r>
          </w:p>
          <w:p w:rsidR="00772522" w:rsidRPr="00513124" w:rsidRDefault="00772522" w:rsidP="00181F0E">
            <w:pPr>
              <w:rPr>
                <w:rFonts w:ascii="Calibri" w:hAnsi="Calibri"/>
                <w:color w:val="000000"/>
              </w:rPr>
            </w:pPr>
            <w:r>
              <w:rPr>
                <w:rFonts w:ascii="Calibri" w:hAnsi="Calibri"/>
                <w:color w:val="000000"/>
              </w:rPr>
              <w:t>Rekent optel /aftreksommen tot 100 uit (m.b.v. rijgstrategie, splitsstrategie, of handig; al dan niet met de lege getallenlijn, kladblaadje)</w:t>
            </w:r>
          </w:p>
          <w:p w:rsidR="00772522" w:rsidRPr="00B52B8F" w:rsidRDefault="00772522" w:rsidP="00181F0E">
            <w:pPr>
              <w:rPr>
                <w:rFonts w:ascii="Calibri" w:hAnsi="Calibri"/>
                <w:b/>
                <w:color w:val="000000"/>
              </w:rPr>
            </w:pPr>
            <w:r w:rsidRPr="00B52B8F">
              <w:rPr>
                <w:rFonts w:ascii="Calibri" w:hAnsi="Calibri"/>
                <w:b/>
                <w:color w:val="000000"/>
              </w:rPr>
              <w:t>1.2. Vermenigvuldigen</w:t>
            </w:r>
            <w:r>
              <w:rPr>
                <w:rFonts w:ascii="Calibri" w:hAnsi="Calibri"/>
                <w:b/>
                <w:color w:val="000000"/>
              </w:rPr>
              <w:t xml:space="preserve"> en delen</w:t>
            </w:r>
          </w:p>
          <w:p w:rsidR="00772522" w:rsidRPr="00513124" w:rsidRDefault="00772522" w:rsidP="00181F0E">
            <w:pPr>
              <w:rPr>
                <w:rFonts w:ascii="Calibri" w:hAnsi="Calibri"/>
                <w:color w:val="000000"/>
              </w:rPr>
            </w:pPr>
            <w:r>
              <w:rPr>
                <w:rFonts w:ascii="Calibri" w:hAnsi="Calibri"/>
                <w:color w:val="000000"/>
              </w:rPr>
              <w:t>Zegt de tafel van 2, 5, en 10 uit het hoofd op, ook door elkaar</w:t>
            </w:r>
          </w:p>
          <w:p w:rsidR="00772522" w:rsidRPr="00B52B8F" w:rsidRDefault="00772522" w:rsidP="00181F0E">
            <w:pPr>
              <w:rPr>
                <w:rFonts w:ascii="Calibri" w:hAnsi="Calibri"/>
                <w:b/>
                <w:color w:val="000000"/>
              </w:rPr>
            </w:pPr>
            <w:r w:rsidRPr="00B52B8F">
              <w:rPr>
                <w:rFonts w:ascii="Calibri" w:hAnsi="Calibri"/>
                <w:b/>
                <w:color w:val="000000"/>
              </w:rPr>
              <w:t>1.3. Schattend rekenen</w:t>
            </w:r>
          </w:p>
          <w:p w:rsidR="00772522" w:rsidRDefault="00772522" w:rsidP="00181F0E">
            <w:pPr>
              <w:rPr>
                <w:rFonts w:ascii="Calibri" w:hAnsi="Calibri"/>
                <w:color w:val="000000"/>
              </w:rPr>
            </w:pPr>
            <w:r>
              <w:rPr>
                <w:rFonts w:ascii="Calibri" w:hAnsi="Calibri"/>
                <w:color w:val="000000"/>
              </w:rPr>
              <w:t>Geeft een reële betekenis aan getallen tot 1000</w:t>
            </w:r>
          </w:p>
          <w:p w:rsidR="00772522" w:rsidRPr="00513124" w:rsidRDefault="00772522" w:rsidP="00181F0E">
            <w:pPr>
              <w:rPr>
                <w:i/>
              </w:rPr>
            </w:pPr>
            <w:r w:rsidRPr="00B52B8F">
              <w:rPr>
                <w:rFonts w:ascii="Calibri" w:hAnsi="Calibri"/>
                <w:b/>
                <w:color w:val="000000"/>
              </w:rPr>
              <w:t>8.1. Geldrekenen</w:t>
            </w:r>
            <w:r>
              <w:rPr>
                <w:rFonts w:ascii="Calibri" w:hAnsi="Calibri"/>
                <w:b/>
                <w:color w:val="000000"/>
              </w:rPr>
              <w:br/>
            </w:r>
            <w:r>
              <w:rPr>
                <w:rFonts w:ascii="Calibri" w:hAnsi="Calibri"/>
                <w:color w:val="000000"/>
              </w:rPr>
              <w:t>Benoemt euromunten en briefjes.</w:t>
            </w:r>
          </w:p>
          <w:p w:rsidR="00772522" w:rsidRPr="00513124" w:rsidRDefault="00772522" w:rsidP="00181F0E">
            <w:pPr>
              <w:rPr>
                <w:rFonts w:ascii="Calibri" w:hAnsi="Calibri"/>
                <w:color w:val="000000"/>
              </w:rPr>
            </w:pPr>
            <w:r>
              <w:rPr>
                <w:rFonts w:ascii="Calibri" w:hAnsi="Calibri"/>
                <w:color w:val="000000"/>
              </w:rPr>
              <w:t xml:space="preserve">Legt uit dat een briefje van 5 (10, 20, ..) een waarde heeft van 5 losse euromunten (waarde versus aantal) </w:t>
            </w:r>
          </w:p>
          <w:p w:rsidR="00772522" w:rsidRPr="00B52B8F" w:rsidRDefault="00772522" w:rsidP="00181F0E">
            <w:pPr>
              <w:rPr>
                <w:rFonts w:ascii="Calibri" w:hAnsi="Calibri"/>
                <w:b/>
                <w:color w:val="000000"/>
              </w:rPr>
            </w:pPr>
            <w:r w:rsidRPr="00B52B8F">
              <w:rPr>
                <w:rFonts w:ascii="Calibri" w:hAnsi="Calibri"/>
                <w:b/>
                <w:color w:val="000000"/>
              </w:rPr>
              <w:t>7.1. Meten van tijd (klokkijken en kalender</w:t>
            </w:r>
            <w:r>
              <w:rPr>
                <w:rFonts w:ascii="Calibri" w:hAnsi="Calibri"/>
                <w:b/>
                <w:color w:val="000000"/>
              </w:rPr>
              <w:t>)</w:t>
            </w:r>
            <w:r w:rsidRPr="00B52B8F">
              <w:rPr>
                <w:rFonts w:ascii="Calibri" w:hAnsi="Calibri"/>
                <w:b/>
                <w:color w:val="000000"/>
              </w:rPr>
              <w:t xml:space="preserve">  </w:t>
            </w:r>
          </w:p>
          <w:p w:rsidR="00772522" w:rsidRDefault="00772522" w:rsidP="00181F0E">
            <w:pPr>
              <w:rPr>
                <w:rFonts w:ascii="Calibri" w:hAnsi="Calibri"/>
                <w:color w:val="000000"/>
              </w:rPr>
            </w:pPr>
            <w:r>
              <w:rPr>
                <w:rFonts w:ascii="Calibri" w:hAnsi="Calibri"/>
                <w:color w:val="000000"/>
              </w:rPr>
              <w:t xml:space="preserve">Zegt hoeveel maanden, weken en dagen er in een jaar zitten; legt uit hoeveel dagen iedere maand heeft </w:t>
            </w:r>
          </w:p>
          <w:p w:rsidR="00772522" w:rsidRPr="00513124" w:rsidRDefault="00772522" w:rsidP="00181F0E">
            <w:pPr>
              <w:rPr>
                <w:rFonts w:ascii="Calibri" w:hAnsi="Calibri"/>
                <w:color w:val="000000"/>
              </w:rPr>
            </w:pPr>
            <w:r>
              <w:rPr>
                <w:rFonts w:ascii="Calibri" w:hAnsi="Calibri"/>
                <w:color w:val="000000"/>
              </w:rPr>
              <w:t>Benoemt hele en halve uren en kwartieren op klok met cijfers</w:t>
            </w:r>
          </w:p>
        </w:tc>
        <w:tc>
          <w:tcPr>
            <w:tcW w:w="4661" w:type="dxa"/>
            <w:gridSpan w:val="2"/>
          </w:tcPr>
          <w:p w:rsidR="00772522" w:rsidRPr="00B52B8F" w:rsidRDefault="00772522" w:rsidP="00181F0E">
            <w:pPr>
              <w:rPr>
                <w:i/>
              </w:rPr>
            </w:pPr>
            <w:r w:rsidRPr="00B52B8F">
              <w:rPr>
                <w:rFonts w:ascii="Calibri" w:hAnsi="Calibri"/>
                <w:b/>
                <w:color w:val="000000"/>
              </w:rPr>
              <w:t>3.1. Rekenmachine</w:t>
            </w:r>
          </w:p>
          <w:p w:rsidR="00772522" w:rsidRPr="00513124" w:rsidRDefault="00772522" w:rsidP="00181F0E">
            <w:pPr>
              <w:rPr>
                <w:rFonts w:ascii="Calibri" w:hAnsi="Calibri"/>
                <w:color w:val="000000"/>
              </w:rPr>
            </w:pPr>
            <w:r>
              <w:rPr>
                <w:rFonts w:ascii="Calibri" w:hAnsi="Calibri"/>
                <w:color w:val="000000"/>
              </w:rPr>
              <w:t xml:space="preserve">Legt uit welke knoppen op de rekenmachine zitten </w:t>
            </w:r>
          </w:p>
          <w:p w:rsidR="00772522" w:rsidRPr="00B52B8F" w:rsidRDefault="00772522" w:rsidP="00181F0E">
            <w:pPr>
              <w:rPr>
                <w:rFonts w:ascii="Calibri" w:hAnsi="Calibri"/>
                <w:b/>
                <w:color w:val="000000"/>
              </w:rPr>
            </w:pPr>
            <w:r w:rsidRPr="00B52B8F">
              <w:rPr>
                <w:rFonts w:ascii="Calibri" w:hAnsi="Calibri"/>
                <w:b/>
                <w:color w:val="000000"/>
              </w:rPr>
              <w:t xml:space="preserve">4.1.(Eenvoudige) breuken, kommagetallen, procenten, verhoudingen </w:t>
            </w:r>
          </w:p>
          <w:p w:rsidR="00772522" w:rsidRPr="00513124" w:rsidRDefault="00772522" w:rsidP="00181F0E">
            <w:pPr>
              <w:rPr>
                <w:rFonts w:ascii="Calibri" w:hAnsi="Calibri"/>
                <w:color w:val="000000"/>
              </w:rPr>
            </w:pPr>
            <w:r>
              <w:rPr>
                <w:rFonts w:ascii="Calibri" w:hAnsi="Calibri"/>
                <w:color w:val="000000"/>
              </w:rPr>
              <w:t xml:space="preserve">Noemt enkele breuken in woorden: ‘klokbreuken’, kwartaal, kwartje. </w:t>
            </w:r>
          </w:p>
          <w:p w:rsidR="00772522" w:rsidRPr="00B52B8F" w:rsidRDefault="00772522" w:rsidP="00181F0E">
            <w:pPr>
              <w:rPr>
                <w:rFonts w:ascii="Calibri" w:hAnsi="Calibri"/>
                <w:b/>
                <w:color w:val="000000"/>
              </w:rPr>
            </w:pPr>
            <w:r w:rsidRPr="00B52B8F">
              <w:rPr>
                <w:rFonts w:ascii="Calibri" w:hAnsi="Calibri"/>
                <w:b/>
                <w:color w:val="000000"/>
              </w:rPr>
              <w:t>5.1. Ruimtelijke oriëntatie en ruimtelijk redeneren</w:t>
            </w:r>
          </w:p>
          <w:p w:rsidR="00772522" w:rsidRPr="00513124" w:rsidRDefault="00772522" w:rsidP="00181F0E">
            <w:pPr>
              <w:rPr>
                <w:rFonts w:ascii="Calibri" w:hAnsi="Calibri"/>
                <w:color w:val="000000"/>
              </w:rPr>
            </w:pPr>
            <w:r>
              <w:rPr>
                <w:rFonts w:ascii="Calibri" w:hAnsi="Calibri"/>
                <w:color w:val="000000"/>
              </w:rPr>
              <w:t>Bepaalt vanuit welk standpunt een foto is genomen</w:t>
            </w:r>
          </w:p>
          <w:p w:rsidR="00772522" w:rsidRPr="00B52B8F" w:rsidRDefault="00772522" w:rsidP="00181F0E">
            <w:pPr>
              <w:rPr>
                <w:rFonts w:ascii="Calibri" w:hAnsi="Calibri"/>
                <w:b/>
                <w:color w:val="000000"/>
              </w:rPr>
            </w:pPr>
            <w:r w:rsidRPr="00B52B8F">
              <w:rPr>
                <w:rFonts w:ascii="Calibri" w:hAnsi="Calibri"/>
                <w:b/>
                <w:color w:val="000000"/>
              </w:rPr>
              <w:t>6.1. Meten van lengte, inhoud, gewicht, oppervlakte, temperatuur</w:t>
            </w:r>
          </w:p>
          <w:p w:rsidR="00772522" w:rsidRDefault="00772522" w:rsidP="00181F0E">
            <w:pPr>
              <w:rPr>
                <w:rFonts w:ascii="Calibri" w:hAnsi="Calibri"/>
                <w:color w:val="000000"/>
              </w:rPr>
            </w:pPr>
            <w:r>
              <w:rPr>
                <w:rFonts w:ascii="Calibri" w:hAnsi="Calibri"/>
                <w:color w:val="000000"/>
              </w:rPr>
              <w:t>Gebruikt de standaardmaten kilometer, meter en centimeter; kilogram en gram; liter</w:t>
            </w:r>
          </w:p>
          <w:p w:rsidR="00772522" w:rsidRDefault="00772522" w:rsidP="00181F0E">
            <w:pPr>
              <w:rPr>
                <w:b/>
              </w:rPr>
            </w:pPr>
          </w:p>
          <w:p w:rsidR="00772522" w:rsidRPr="00B52B8F" w:rsidRDefault="00772522" w:rsidP="00181F0E">
            <w:pPr>
              <w:rPr>
                <w:b/>
              </w:rPr>
            </w:pPr>
          </w:p>
        </w:tc>
      </w:tr>
      <w:tr w:rsidR="006B54B2" w:rsidRPr="00A67C0A" w:rsidTr="006B54B2">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1 periode 1</w:t>
            </w:r>
          </w:p>
        </w:tc>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1 periode 2</w:t>
            </w:r>
          </w:p>
        </w:tc>
      </w:tr>
      <w:tr w:rsidR="00C3633D" w:rsidRPr="00A67C0A" w:rsidTr="00C3633D">
        <w:tc>
          <w:tcPr>
            <w:tcW w:w="4661" w:type="dxa"/>
            <w:gridSpan w:val="2"/>
          </w:tcPr>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Startrekenen Instap: rekenen tot 100</w:t>
            </w:r>
            <w:r w:rsidRPr="009E7DD3">
              <w:rPr>
                <w:rFonts w:asciiTheme="minorHAnsi" w:hAnsiTheme="minorHAnsi" w:cstheme="minorHAnsi"/>
                <w:szCs w:val="18"/>
              </w:rPr>
              <w:t xml:space="preserve"> (Deviant)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 Getallen: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1.4 Getallen tot 100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Hoofdstuk 2 Optellen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2.3 Optellen tot 100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Hoofdstuk 3 Aftrekken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3.3 Aftrekken tot 100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4 Vermenigvuldigen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4.1 Rijen en groepjes</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4.2 Keersommen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4.3 De tafels van 1, 2, 5 en 10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6 Geld</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6.1 Munten en biljetten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6.2 Geld wisselen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7 Klokkijken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7.1 Wat is tijd?</w:t>
            </w:r>
          </w:p>
          <w:p w:rsidR="009E7DD3" w:rsidRPr="009E7DD3" w:rsidRDefault="009E7DD3" w:rsidP="009E7DD3">
            <w:pPr>
              <w:pStyle w:val="Geenafstand"/>
              <w:rPr>
                <w:rFonts w:asciiTheme="minorHAnsi" w:hAnsiTheme="minorHAnsi" w:cstheme="minorHAnsi"/>
                <w:szCs w:val="18"/>
              </w:rPr>
            </w:pPr>
            <w:r>
              <w:rPr>
                <w:rFonts w:asciiTheme="minorHAnsi" w:hAnsiTheme="minorHAnsi" w:cstheme="minorHAnsi"/>
                <w:szCs w:val="18"/>
              </w:rPr>
              <w:t>7.2 De klok met wijzers</w:t>
            </w:r>
          </w:p>
          <w:p w:rsidR="009E7DD3" w:rsidRPr="009E7DD3" w:rsidRDefault="009E7DD3" w:rsidP="009E7DD3">
            <w:pPr>
              <w:pStyle w:val="Geenafstand"/>
              <w:rPr>
                <w:rFonts w:asciiTheme="minorHAnsi" w:hAnsiTheme="minorHAnsi" w:cstheme="minorHAnsi"/>
                <w:szCs w:val="18"/>
                <w:u w:val="single"/>
              </w:rPr>
            </w:pPr>
            <w:r w:rsidRPr="009E7DD3">
              <w:rPr>
                <w:rFonts w:asciiTheme="minorHAnsi" w:hAnsiTheme="minorHAnsi" w:cstheme="minorHAnsi"/>
                <w:szCs w:val="18"/>
                <w:u w:val="single"/>
              </w:rPr>
              <w:t>Methode Startrekenen Vooraf: deel A (Deviant)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 Getallen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1.1 De betekenis van getallen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1.2 Getallen tot 100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1.3 Getallen tot 1000</w:t>
            </w:r>
          </w:p>
        </w:tc>
        <w:tc>
          <w:tcPr>
            <w:tcW w:w="4661" w:type="dxa"/>
            <w:gridSpan w:val="2"/>
          </w:tcPr>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Startrekenen Vooraf: deel A</w:t>
            </w:r>
            <w:r w:rsidRPr="009E7DD3">
              <w:rPr>
                <w:rFonts w:asciiTheme="minorHAnsi" w:hAnsiTheme="minorHAnsi" w:cstheme="minorHAnsi"/>
                <w:szCs w:val="18"/>
              </w:rPr>
              <w:t xml:space="preserve"> (Deviant)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 Getallen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1.4 Getallen op de rekenmachine</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Methode Startrekenen Vooraf: deel B (Deviant)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11 Tijd</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12 Kaarten en routes</w:t>
            </w:r>
          </w:p>
        </w:tc>
      </w:tr>
      <w:tr w:rsidR="006B54B2" w:rsidRPr="00A67C0A" w:rsidTr="006B54B2">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2 periode 1 (niveau 11)</w:t>
            </w:r>
          </w:p>
        </w:tc>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w:t>
            </w:r>
            <w:r w:rsidR="00051E03">
              <w:rPr>
                <w:rFonts w:asciiTheme="minorHAnsi" w:hAnsiTheme="minorHAnsi" w:cstheme="minorHAnsi"/>
                <w:b/>
                <w:szCs w:val="18"/>
              </w:rPr>
              <w:t xml:space="preserve"> </w:t>
            </w:r>
            <w:r>
              <w:rPr>
                <w:rFonts w:asciiTheme="minorHAnsi" w:hAnsiTheme="minorHAnsi" w:cstheme="minorHAnsi"/>
                <w:b/>
                <w:szCs w:val="18"/>
              </w:rPr>
              <w:t>leerjaar 2 periode 2 (niveau 11)</w:t>
            </w:r>
          </w:p>
        </w:tc>
      </w:tr>
      <w:tr w:rsidR="00772522" w:rsidRPr="00A67C0A" w:rsidTr="00C3633D">
        <w:tc>
          <w:tcPr>
            <w:tcW w:w="4661" w:type="dxa"/>
            <w:gridSpan w:val="2"/>
          </w:tcPr>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1.1. Optellen en aftrekken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Positioneert getallen tot 1000 globaal op de getallenlijn met alleen honderdtallen (bv 438 ligt tussen 400 en 500, dichterbij 400 dan bij 500, iets voorbij de helft van 400 en 450)</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1.2. Vermenigvuldigen en delen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Beschrijft een afgebeelde situatie (3 pakjes van 4 krentenbollen) in de vorm van een vermenigvuldigsom (3x4)</w:t>
            </w:r>
          </w:p>
          <w:p w:rsidR="00772522" w:rsidRPr="00772522" w:rsidRDefault="00772522" w:rsidP="00181F0E">
            <w:pPr>
              <w:rPr>
                <w:rFonts w:asciiTheme="minorHAnsi" w:hAnsiTheme="minorHAnsi" w:cstheme="minorHAnsi"/>
                <w:b/>
              </w:rPr>
            </w:pPr>
            <w:r w:rsidRPr="00772522">
              <w:rPr>
                <w:rFonts w:asciiTheme="minorHAnsi" w:hAnsiTheme="minorHAnsi" w:cstheme="minorHAnsi"/>
                <w:b/>
              </w:rPr>
              <w:t>1.3. Schattend rekenen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Beredeneert of de uitkomst van een berekening meer of minder dan 100 is</w:t>
            </w:r>
          </w:p>
          <w:p w:rsidR="00772522" w:rsidRPr="00772522" w:rsidRDefault="00772522" w:rsidP="00181F0E">
            <w:pPr>
              <w:rPr>
                <w:rFonts w:asciiTheme="minorHAnsi" w:hAnsiTheme="minorHAnsi" w:cstheme="minorHAnsi"/>
                <w:i/>
              </w:rPr>
            </w:pPr>
            <w:r w:rsidRPr="00772522">
              <w:rPr>
                <w:rFonts w:asciiTheme="minorHAnsi" w:hAnsiTheme="minorHAnsi" w:cstheme="minorHAnsi"/>
                <w:b/>
                <w:color w:val="000000"/>
              </w:rPr>
              <w:t>8.1. Geldrekenen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Stelt een bedrag &lt; 100 op verschillende manieren samen met briefjes van 10, 20 en 50 en met losse euro's en 2-euromunten</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 xml:space="preserve">7.1. Meten van tijd (klokkijken en kalender)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Heeft enig besef van tijdsduur: een uur, half uur of een kwartier is bv reistijd van huis naar school, een minuut tandenpoetsen, seconde duurt een tel</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lastRenderedPageBreak/>
              <w:t>Benoemt de kloktijd vanuit 'ankerpunten' als "het is bijna half 6" of "het is net elf uur geweest"</w:t>
            </w:r>
          </w:p>
        </w:tc>
        <w:tc>
          <w:tcPr>
            <w:tcW w:w="4661" w:type="dxa"/>
            <w:gridSpan w:val="2"/>
          </w:tcPr>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lastRenderedPageBreak/>
              <w:t xml:space="preserve">4.1.(Eenvoudige) breuken, kommagetallen, procenten, verhoudingen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Benoemt enkele breuken vanuit een context: halve taart, kwart pizza, 1/3 dropveter. </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 xml:space="preserve">5.1. Ruimtelijke </w:t>
            </w:r>
            <w:r w:rsidR="006D3146" w:rsidRPr="00772522">
              <w:rPr>
                <w:rFonts w:asciiTheme="minorHAnsi" w:hAnsiTheme="minorHAnsi" w:cstheme="minorHAnsi"/>
                <w:b/>
                <w:color w:val="000000"/>
              </w:rPr>
              <w:t>oriëntatie</w:t>
            </w:r>
            <w:r w:rsidRPr="00772522">
              <w:rPr>
                <w:rFonts w:asciiTheme="minorHAnsi" w:hAnsiTheme="minorHAnsi" w:cstheme="minorHAnsi"/>
                <w:b/>
                <w:color w:val="000000"/>
              </w:rPr>
              <w:t xml:space="preserve"> en ruimtelijk redeneren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Legt relatie tussen tekening en bovenaanzicht en tussen luchtfoto en plattegrond</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6.1. Meten van lengte, inhoud, gewicht, oppervlakte, temperatuur</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Benoemt verschillende referentiematen:  1 flinke stap ~ 1 meter; een pak suiker is 1 kilo; een pak melk is 1 liter; een etage ~ 3 m hoog</w:t>
            </w:r>
          </w:p>
          <w:p w:rsidR="00772522" w:rsidRPr="00772522" w:rsidRDefault="00772522" w:rsidP="00181F0E">
            <w:pPr>
              <w:rPr>
                <w:rFonts w:asciiTheme="minorHAnsi" w:hAnsiTheme="minorHAnsi" w:cstheme="minorHAnsi"/>
                <w:b/>
              </w:rPr>
            </w:pPr>
          </w:p>
          <w:p w:rsidR="00772522" w:rsidRPr="00772522" w:rsidRDefault="00772522" w:rsidP="00181F0E">
            <w:pPr>
              <w:rPr>
                <w:rFonts w:asciiTheme="minorHAnsi" w:hAnsiTheme="minorHAnsi" w:cstheme="minorHAnsi"/>
                <w:b/>
              </w:rPr>
            </w:pPr>
          </w:p>
        </w:tc>
      </w:tr>
      <w:tr w:rsidR="00051E03" w:rsidRPr="00A67C0A" w:rsidTr="00051E03">
        <w:tc>
          <w:tcPr>
            <w:tcW w:w="4661" w:type="dxa"/>
            <w:gridSpan w:val="2"/>
            <w:shd w:val="clear" w:color="auto" w:fill="92D050"/>
          </w:tcPr>
          <w:p w:rsidR="00051E03" w:rsidRPr="00A67C0A" w:rsidRDefault="00051E03"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2 periode 1</w:t>
            </w:r>
          </w:p>
        </w:tc>
        <w:tc>
          <w:tcPr>
            <w:tcW w:w="4661" w:type="dxa"/>
            <w:gridSpan w:val="2"/>
            <w:shd w:val="clear" w:color="auto" w:fill="92D050"/>
          </w:tcPr>
          <w:p w:rsidR="00051E03" w:rsidRPr="00A67C0A" w:rsidRDefault="00051E03"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2 periode 2</w:t>
            </w:r>
          </w:p>
        </w:tc>
      </w:tr>
      <w:tr w:rsidR="00C3633D" w:rsidRPr="00A67C0A" w:rsidTr="00C3633D">
        <w:tc>
          <w:tcPr>
            <w:tcW w:w="4661" w:type="dxa"/>
            <w:gridSpan w:val="2"/>
          </w:tcPr>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Startrekenen Vooraf: deel A</w:t>
            </w:r>
            <w:r w:rsidRPr="009E7DD3">
              <w:rPr>
                <w:rFonts w:asciiTheme="minorHAnsi" w:hAnsiTheme="minorHAnsi" w:cstheme="minorHAnsi"/>
                <w:szCs w:val="18"/>
              </w:rPr>
              <w:t xml:space="preserve"> (Deviant)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 Getallen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1.3 Getallen tot 1000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4 Vermenigvuldigen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4.1 Wat is vermenigvuldigen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4.2 De tafels</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6 Geld</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6.1 munten en biljetten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6.2 Geld optellen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Startrekenen 1F: deel B</w:t>
            </w:r>
            <w:r w:rsidRPr="009E7DD3">
              <w:rPr>
                <w:rFonts w:asciiTheme="minorHAnsi" w:hAnsiTheme="minorHAnsi" w:cstheme="minorHAnsi"/>
                <w:szCs w:val="18"/>
              </w:rPr>
              <w:t xml:space="preserve"> (Deviant)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11 Tijd</w:t>
            </w:r>
          </w:p>
        </w:tc>
        <w:tc>
          <w:tcPr>
            <w:tcW w:w="4661" w:type="dxa"/>
            <w:gridSpan w:val="2"/>
          </w:tcPr>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Startrekenen Vooraf: deel B</w:t>
            </w:r>
            <w:r w:rsidRPr="009E7DD3">
              <w:rPr>
                <w:rFonts w:asciiTheme="minorHAnsi" w:hAnsiTheme="minorHAnsi" w:cstheme="minorHAnsi"/>
                <w:szCs w:val="18"/>
              </w:rPr>
              <w:t xml:space="preserve"> (Deviant)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8 Breuken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8.1 Wat zijn breuken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8.2 Andere breuken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10 Maten en hoeveelheden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12 Kaarten en routes</w:t>
            </w:r>
          </w:p>
        </w:tc>
      </w:tr>
      <w:tr w:rsidR="006B54B2" w:rsidRPr="00A67C0A" w:rsidTr="006B54B2">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3 periode 1 (niveau 12)</w:t>
            </w:r>
          </w:p>
        </w:tc>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3 periode 2 (niveau 12)</w:t>
            </w:r>
          </w:p>
        </w:tc>
      </w:tr>
      <w:tr w:rsidR="00772522" w:rsidRPr="00A67C0A" w:rsidTr="00C3633D">
        <w:tc>
          <w:tcPr>
            <w:tcW w:w="4661" w:type="dxa"/>
            <w:gridSpan w:val="2"/>
          </w:tcPr>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1.1. Optellen en aftrekken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Rekent optel /aftreksommen tot 1000 uit (m.b.v. rijgstrategie, naar analogie, of handig; lege getallenlijn, kladblaadje, eventueel met RM)</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1.2. Vermenigvuldigen en delen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Legt uit/heeft inzicht in de omkeerstrategie uit (5x3=3x5; evt. met ondersteuning van een rechthoekmodel) en past deze toe (1xmeer en 1xminder)</w:t>
            </w:r>
          </w:p>
          <w:p w:rsidR="00772522" w:rsidRPr="00772522" w:rsidRDefault="00772522" w:rsidP="00181F0E">
            <w:pPr>
              <w:rPr>
                <w:rFonts w:asciiTheme="minorHAnsi" w:hAnsiTheme="minorHAnsi" w:cstheme="minorHAnsi"/>
                <w:b/>
              </w:rPr>
            </w:pPr>
            <w:r w:rsidRPr="00772522">
              <w:rPr>
                <w:rFonts w:asciiTheme="minorHAnsi" w:hAnsiTheme="minorHAnsi" w:cstheme="minorHAnsi"/>
                <w:b/>
              </w:rPr>
              <w:t>1.3. Schattend rekenen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Maakt een schatting hoeveel een product ongeveer zal kosten</w:t>
            </w:r>
          </w:p>
          <w:p w:rsidR="00772522" w:rsidRPr="00772522" w:rsidRDefault="00772522" w:rsidP="00181F0E">
            <w:pPr>
              <w:rPr>
                <w:rFonts w:asciiTheme="minorHAnsi" w:hAnsiTheme="minorHAnsi" w:cstheme="minorHAnsi"/>
                <w:i/>
              </w:rPr>
            </w:pPr>
            <w:r w:rsidRPr="00772522">
              <w:rPr>
                <w:rFonts w:asciiTheme="minorHAnsi" w:hAnsiTheme="minorHAnsi" w:cstheme="minorHAnsi"/>
                <w:b/>
                <w:color w:val="000000"/>
              </w:rPr>
              <w:t>8.1. Geldrekenen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Betaalt een bedrag als €245,- op verschillende manieren met briefgeld</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Vertelt dat er verschillende manieren van betalen zijn (contant, pinpas, chipknip, credit card, giraal geld)</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 xml:space="preserve">7.1. Meten van tijd (klokkijken en kalender)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Benoemt op cijferklok de minuten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Zet analoge tijd om in digitale tijd en andersom (hele/halve uren/kwartieren)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Maakt een globale tijdsplanning</w:t>
            </w:r>
          </w:p>
        </w:tc>
        <w:tc>
          <w:tcPr>
            <w:tcW w:w="4661" w:type="dxa"/>
            <w:gridSpan w:val="2"/>
          </w:tcPr>
          <w:p w:rsidR="00772522" w:rsidRPr="00772522" w:rsidRDefault="00772522" w:rsidP="00181F0E">
            <w:pPr>
              <w:rPr>
                <w:rFonts w:asciiTheme="minorHAnsi" w:hAnsiTheme="minorHAnsi" w:cstheme="minorHAnsi"/>
                <w:i/>
              </w:rPr>
            </w:pPr>
            <w:r w:rsidRPr="00772522">
              <w:rPr>
                <w:rFonts w:asciiTheme="minorHAnsi" w:hAnsiTheme="minorHAnsi" w:cstheme="minorHAnsi"/>
                <w:b/>
                <w:color w:val="000000"/>
              </w:rPr>
              <w:t>3.1. Rekenmachine</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Maakt verstandige keuze tussen zelf uitrekenen of RM gebruiken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Bedient  een rekenmachine en rekent hierop bewerkingen uit met behulp van de meest elementaire operatietoetsen (+, -, x , :)</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4.1.</w:t>
            </w:r>
            <w:r>
              <w:rPr>
                <w:rFonts w:asciiTheme="minorHAnsi" w:hAnsiTheme="minorHAnsi" w:cstheme="minorHAnsi"/>
                <w:b/>
                <w:color w:val="000000"/>
              </w:rPr>
              <w:t xml:space="preserve"> </w:t>
            </w:r>
            <w:r w:rsidRPr="00772522">
              <w:rPr>
                <w:rFonts w:asciiTheme="minorHAnsi" w:hAnsiTheme="minorHAnsi" w:cstheme="minorHAnsi"/>
                <w:b/>
                <w:color w:val="000000"/>
              </w:rPr>
              <w:t xml:space="preserve">(Eenvoudige) breuken, kommagetallen, procenten, verhoudingen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Verdeelt vanuit een context een banketstaaf (strook) of een taart/pizza (cirkel) in 2en, 3en, 4en, 5en, 10-en en benoemt de stukken als ½, ¼ etc. </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 xml:space="preserve">5.1. Ruimtelijke </w:t>
            </w:r>
            <w:r w:rsidR="006D3146" w:rsidRPr="00772522">
              <w:rPr>
                <w:rFonts w:asciiTheme="minorHAnsi" w:hAnsiTheme="minorHAnsi" w:cstheme="minorHAnsi"/>
                <w:b/>
                <w:color w:val="000000"/>
              </w:rPr>
              <w:t>oriëntatie</w:t>
            </w:r>
            <w:r w:rsidRPr="00772522">
              <w:rPr>
                <w:rFonts w:asciiTheme="minorHAnsi" w:hAnsiTheme="minorHAnsi" w:cstheme="minorHAnsi"/>
                <w:b/>
                <w:color w:val="000000"/>
              </w:rPr>
              <w:t xml:space="preserve"> en ruimtelijk redeneren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Tekent gelopen route op een plattegrond van klas of school</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6.1. Meten van lengte, inhoud, gewicht, oppervlakte, temperatuur</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Meet een voorwerp met een liniaal of meetlint, en noteert de uitkomst in m en cm (ook meettechniek: waar begin je?)</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Meet gewicht met (keuken) weegschaal in kilogram en gram; leest uitkomst af en noteert deze </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9.1. Informatieverwerking en statistiek (o.a. tabellen en grafieken)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Leest eenvoudige legenda (bv picto’s, atlas)</w:t>
            </w:r>
          </w:p>
        </w:tc>
      </w:tr>
      <w:tr w:rsidR="00051E03" w:rsidRPr="00A67C0A" w:rsidTr="00051E03">
        <w:tc>
          <w:tcPr>
            <w:tcW w:w="4661" w:type="dxa"/>
            <w:gridSpan w:val="2"/>
            <w:shd w:val="clear" w:color="auto" w:fill="92D050"/>
          </w:tcPr>
          <w:p w:rsidR="00051E03" w:rsidRPr="00A67C0A" w:rsidRDefault="00051E03"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1</w:t>
            </w:r>
          </w:p>
        </w:tc>
        <w:tc>
          <w:tcPr>
            <w:tcW w:w="4661" w:type="dxa"/>
            <w:gridSpan w:val="2"/>
            <w:shd w:val="clear" w:color="auto" w:fill="92D050"/>
          </w:tcPr>
          <w:p w:rsidR="00051E03" w:rsidRPr="00A67C0A" w:rsidRDefault="00051E03"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2</w:t>
            </w:r>
          </w:p>
        </w:tc>
      </w:tr>
      <w:tr w:rsidR="00C3633D" w:rsidRPr="00A67C0A" w:rsidTr="00C3633D">
        <w:tc>
          <w:tcPr>
            <w:tcW w:w="4661" w:type="dxa"/>
            <w:gridSpan w:val="2"/>
          </w:tcPr>
          <w:p w:rsidR="009E7DD3" w:rsidRPr="009E7DD3" w:rsidRDefault="009E7DD3" w:rsidP="009E7DD3">
            <w:pPr>
              <w:pStyle w:val="Geenafstand"/>
              <w:rPr>
                <w:rFonts w:asciiTheme="minorHAnsi" w:hAnsiTheme="minorHAnsi" w:cstheme="minorHAnsi"/>
                <w:b/>
                <w:szCs w:val="18"/>
              </w:rPr>
            </w:pPr>
            <w:r w:rsidRPr="009E7DD3">
              <w:rPr>
                <w:rFonts w:asciiTheme="minorHAnsi" w:hAnsiTheme="minorHAnsi" w:cstheme="minorHAnsi"/>
                <w:szCs w:val="18"/>
                <w:u w:val="single"/>
              </w:rPr>
              <w:t>Methode Startrekenen Vooraf: deel A (</w:t>
            </w:r>
            <w:r w:rsidRPr="009E7DD3">
              <w:rPr>
                <w:rFonts w:asciiTheme="minorHAnsi" w:hAnsiTheme="minorHAnsi" w:cstheme="minorHAnsi"/>
                <w:szCs w:val="18"/>
              </w:rPr>
              <w:t>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2 Optellen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2.3 Optellen tot 1000</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2.4 Optellen met de rekenmachine</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3 Aftrekken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3.3 Aftrekken tot 1000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3.4 Aftrekken met de rekenmachine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4 Vermenigvuldigen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4.3 Keersommen met grote getallen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4.4 Keersommen op de rekenmachine</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6 Geld</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6.3 Betalen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6.4 Geld op de rekenmachine</w:t>
            </w:r>
          </w:p>
          <w:p w:rsidR="009E7DD3" w:rsidRPr="009E7DD3" w:rsidRDefault="009E7DD3" w:rsidP="009E7DD3">
            <w:pPr>
              <w:pStyle w:val="Geenafstand"/>
              <w:rPr>
                <w:rFonts w:asciiTheme="minorHAnsi" w:hAnsiTheme="minorHAnsi" w:cstheme="minorHAnsi"/>
                <w:szCs w:val="18"/>
              </w:rPr>
            </w:pPr>
            <w:r w:rsidRPr="00927F57">
              <w:rPr>
                <w:rFonts w:asciiTheme="minorHAnsi" w:hAnsiTheme="minorHAnsi" w:cstheme="minorHAnsi"/>
                <w:szCs w:val="18"/>
                <w:u w:val="single"/>
              </w:rPr>
              <w:t>Methode Startrekenen Vooraf: deel B</w:t>
            </w:r>
            <w:r w:rsidRPr="009E7DD3">
              <w:rPr>
                <w:rFonts w:asciiTheme="minorHAnsi" w:hAnsiTheme="minorHAnsi" w:cstheme="minorHAnsi"/>
                <w:szCs w:val="18"/>
              </w:rPr>
              <w:t xml:space="preserve"> (Deviant)</w:t>
            </w:r>
          </w:p>
          <w:p w:rsidR="009E7DD3" w:rsidRPr="009E7DD3" w:rsidRDefault="009E7DD3" w:rsidP="009E7DD3">
            <w:pPr>
              <w:pStyle w:val="Geenafstand"/>
              <w:rPr>
                <w:rFonts w:asciiTheme="minorHAnsi" w:hAnsiTheme="minorHAnsi" w:cstheme="minorHAnsi"/>
                <w:b/>
                <w:szCs w:val="18"/>
              </w:rPr>
            </w:pPr>
            <w:r w:rsidRPr="009E7DD3">
              <w:rPr>
                <w:rFonts w:asciiTheme="minorHAnsi" w:hAnsiTheme="minorHAnsi" w:cstheme="minorHAnsi"/>
                <w:szCs w:val="18"/>
              </w:rPr>
              <w:t>Hoofdstuk 11 Tijd</w:t>
            </w:r>
          </w:p>
        </w:tc>
        <w:tc>
          <w:tcPr>
            <w:tcW w:w="4661" w:type="dxa"/>
            <w:gridSpan w:val="2"/>
          </w:tcPr>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Startrekenen Vooraf: deel B</w:t>
            </w:r>
            <w:r w:rsidRPr="009E7DD3">
              <w:rPr>
                <w:rFonts w:asciiTheme="minorHAnsi" w:hAnsiTheme="minorHAnsi" w:cstheme="minorHAnsi"/>
                <w:szCs w:val="18"/>
              </w:rPr>
              <w:t xml:space="preserve"> (Deviant)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8 Breuken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8.3 Gelijkwaardige breuken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 xml:space="preserve">8.4 Breuken op de getallenlijn </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10 Maten en hoeveelheden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12 Kaarten en Routes</w:t>
            </w:r>
          </w:p>
        </w:tc>
      </w:tr>
      <w:tr w:rsidR="006B54B2" w:rsidRPr="00A67C0A" w:rsidTr="006B54B2">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4 periode 1 (niveau 12)</w:t>
            </w:r>
          </w:p>
        </w:tc>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w:t>
            </w:r>
            <w:r w:rsidR="00051E03">
              <w:rPr>
                <w:rFonts w:asciiTheme="minorHAnsi" w:hAnsiTheme="minorHAnsi" w:cstheme="minorHAnsi"/>
                <w:b/>
                <w:szCs w:val="18"/>
              </w:rPr>
              <w:t xml:space="preserve"> </w:t>
            </w:r>
            <w:r>
              <w:rPr>
                <w:rFonts w:asciiTheme="minorHAnsi" w:hAnsiTheme="minorHAnsi" w:cstheme="minorHAnsi"/>
                <w:b/>
                <w:szCs w:val="18"/>
              </w:rPr>
              <w:t>leerjaar 4 periode 2 (niveau 12)</w:t>
            </w:r>
          </w:p>
        </w:tc>
      </w:tr>
      <w:tr w:rsidR="00772522" w:rsidRPr="00A67C0A" w:rsidTr="00C3633D">
        <w:tc>
          <w:tcPr>
            <w:tcW w:w="4661" w:type="dxa"/>
            <w:gridSpan w:val="2"/>
          </w:tcPr>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1.1. Optellen en aftrekken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Destilleert de bewerking uit een context, vertaalt die naar een som en rekent die uit (evt. met RM)</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1.2. Vermenigvuldigen en delen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Legt uit welke vermenigvuldigsom bij een vermenigvuldigsituatie past (ook ingewikkelder situaties als 12 doosjes met 24 potloden is 12x24; 5 uur werken voor €5,75 per uur is 5x5,75) RM als uitrekenhulp</w:t>
            </w:r>
          </w:p>
          <w:p w:rsidR="00772522" w:rsidRPr="00772522" w:rsidRDefault="00772522" w:rsidP="00181F0E">
            <w:pPr>
              <w:rPr>
                <w:rFonts w:asciiTheme="minorHAnsi" w:hAnsiTheme="minorHAnsi" w:cstheme="minorHAnsi"/>
                <w:b/>
              </w:rPr>
            </w:pPr>
            <w:r w:rsidRPr="00772522">
              <w:rPr>
                <w:rFonts w:asciiTheme="minorHAnsi" w:hAnsiTheme="minorHAnsi" w:cstheme="minorHAnsi"/>
                <w:b/>
              </w:rPr>
              <w:lastRenderedPageBreak/>
              <w:t>1.3. Schattend rekenen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Maakt een schatting hoeveel iets kost op basis van hele getallen (bv €79 en €99 en €39)</w:t>
            </w:r>
          </w:p>
          <w:p w:rsidR="00772522" w:rsidRPr="00772522" w:rsidRDefault="00772522" w:rsidP="00181F0E">
            <w:pPr>
              <w:rPr>
                <w:rFonts w:asciiTheme="minorHAnsi" w:hAnsiTheme="minorHAnsi" w:cstheme="minorHAnsi"/>
                <w:i/>
              </w:rPr>
            </w:pPr>
            <w:r w:rsidRPr="00772522">
              <w:rPr>
                <w:rFonts w:asciiTheme="minorHAnsi" w:hAnsiTheme="minorHAnsi" w:cstheme="minorHAnsi"/>
                <w:b/>
                <w:color w:val="000000"/>
              </w:rPr>
              <w:t>8.1. Geldrekenen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Legt uit hoe betalen met een pinpas in z’n werk gaat</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Past de begrippen ‘sparen’, ‘lenen’ en ‘schuld’ toe</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Houdt een eenvoudig huishoudboekje bij</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 xml:space="preserve">7.1. Meten van tijd (klokkijken en kalender)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Legt uit de hoeveelste maand bv augustus is en gebruikt dit bij datumaanduiding in cijfers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Legt datumaanduidingen zoals 7-5-2007 uit en koppelt data aan context (bv geboortedatum)</w:t>
            </w:r>
          </w:p>
        </w:tc>
        <w:tc>
          <w:tcPr>
            <w:tcW w:w="4661" w:type="dxa"/>
            <w:gridSpan w:val="2"/>
          </w:tcPr>
          <w:p w:rsidR="00772522" w:rsidRPr="00772522" w:rsidRDefault="00772522" w:rsidP="00181F0E">
            <w:pPr>
              <w:rPr>
                <w:rFonts w:asciiTheme="minorHAnsi" w:hAnsiTheme="minorHAnsi" w:cstheme="minorHAnsi"/>
                <w:i/>
              </w:rPr>
            </w:pPr>
            <w:r w:rsidRPr="00772522">
              <w:rPr>
                <w:rFonts w:asciiTheme="minorHAnsi" w:hAnsiTheme="minorHAnsi" w:cstheme="minorHAnsi"/>
                <w:b/>
                <w:color w:val="000000"/>
              </w:rPr>
              <w:lastRenderedPageBreak/>
              <w:t>3.1. Rekenmachine</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Destilleert bewerking uit context en lost deze met behulp van een rekenmachine op; beoordeelt de uitkomst kritisch (bv door een schatting te maken) </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 xml:space="preserve">4.1.(Eenvoudige) breuken, kommagetallen, procenten, verhoudingen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Legt onderlinge relaties uit: ¼ stuk banketstaaf is kleiner dan ½ stuk van dezelfde staaf.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lastRenderedPageBreak/>
              <w:t>Benoemt kommagetallen vanuit context (geld, temperatuur, meten)</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5.1. Ruimtelijke orientatie en ruimtelijk redeneren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Wijst route op een kaart van de eigen woonplaats aan</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6.1. Meten van lengte, inhoud, gewicht, oppervlakte, temperatuur</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Past enkele informele maten toe: snufje, scheutje, mespunt</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Meet/hanteert met maatbeker in l,  dl, cl, ml</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Leest thermometer af en noteert de uitkomst in °C</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9.1. Informatieverwerking en statistiek (o.a. tabellen en grafieken)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Gebruikt een tabel om informatie te ordenen</w:t>
            </w:r>
          </w:p>
          <w:p w:rsidR="00772522" w:rsidRPr="00772522" w:rsidRDefault="00772522" w:rsidP="00181F0E">
            <w:pPr>
              <w:rPr>
                <w:rFonts w:asciiTheme="minorHAnsi" w:hAnsiTheme="minorHAnsi" w:cstheme="minorHAnsi"/>
                <w:b/>
              </w:rPr>
            </w:pPr>
          </w:p>
        </w:tc>
      </w:tr>
      <w:tr w:rsidR="00051E03" w:rsidRPr="00A67C0A" w:rsidTr="00051E03">
        <w:tc>
          <w:tcPr>
            <w:tcW w:w="4661" w:type="dxa"/>
            <w:gridSpan w:val="2"/>
            <w:shd w:val="clear" w:color="auto" w:fill="92D050"/>
          </w:tcPr>
          <w:p w:rsidR="00051E03" w:rsidRPr="00A67C0A" w:rsidRDefault="00051E03" w:rsidP="00181F0E">
            <w:pPr>
              <w:pStyle w:val="Geenafstand"/>
              <w:rPr>
                <w:rFonts w:asciiTheme="minorHAnsi" w:hAnsiTheme="minorHAnsi" w:cstheme="minorHAnsi"/>
                <w:b/>
                <w:szCs w:val="18"/>
              </w:rPr>
            </w:pPr>
            <w:r>
              <w:rPr>
                <w:rFonts w:asciiTheme="minorHAnsi" w:hAnsiTheme="minorHAnsi" w:cstheme="minorHAnsi"/>
                <w:b/>
                <w:szCs w:val="18"/>
              </w:rPr>
              <w:lastRenderedPageBreak/>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4 periode 1</w:t>
            </w:r>
          </w:p>
        </w:tc>
        <w:tc>
          <w:tcPr>
            <w:tcW w:w="4661" w:type="dxa"/>
            <w:gridSpan w:val="2"/>
            <w:shd w:val="clear" w:color="auto" w:fill="92D050"/>
          </w:tcPr>
          <w:p w:rsidR="00051E03" w:rsidRPr="00A67C0A" w:rsidRDefault="00051E03"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4 periode 2</w:t>
            </w:r>
          </w:p>
        </w:tc>
      </w:tr>
      <w:tr w:rsidR="00C3633D" w:rsidRPr="00A67C0A" w:rsidTr="00C3633D">
        <w:tc>
          <w:tcPr>
            <w:tcW w:w="4661" w:type="dxa"/>
            <w:gridSpan w:val="2"/>
          </w:tcPr>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u w:val="single"/>
              </w:rPr>
              <w:t>Methode Startrekenen 1F: deel A</w:t>
            </w:r>
            <w:r w:rsidRPr="009E7DD3">
              <w:rPr>
                <w:rFonts w:asciiTheme="minorHAnsi" w:hAnsiTheme="minorHAnsi" w:cstheme="minorHAnsi"/>
                <w:szCs w:val="18"/>
              </w:rPr>
              <w:t xml:space="preserve"> (Deviant)</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Hoofdstuk 4 Vermenigvuldigen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4.1 Hoofdrekenen</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4.2 Afronden en schatten</w:t>
            </w:r>
          </w:p>
          <w:p w:rsidR="009E7DD3" w:rsidRPr="009E7DD3" w:rsidRDefault="009E7DD3" w:rsidP="009E7DD3">
            <w:pPr>
              <w:pStyle w:val="Geenafstand"/>
              <w:rPr>
                <w:rFonts w:asciiTheme="minorHAnsi" w:hAnsiTheme="minorHAnsi" w:cstheme="minorHAnsi"/>
                <w:szCs w:val="18"/>
              </w:rPr>
            </w:pPr>
            <w:r>
              <w:rPr>
                <w:rFonts w:asciiTheme="minorHAnsi" w:hAnsiTheme="minorHAnsi" w:cstheme="minorHAnsi"/>
                <w:szCs w:val="18"/>
              </w:rPr>
              <w:t>4.3 Vermenigvuldigen op papier</w:t>
            </w:r>
          </w:p>
          <w:p w:rsidR="009E7DD3" w:rsidRPr="00927F57" w:rsidRDefault="009E7DD3" w:rsidP="009E7DD3">
            <w:pPr>
              <w:pStyle w:val="Geenafstand"/>
              <w:rPr>
                <w:rFonts w:asciiTheme="minorHAnsi" w:hAnsiTheme="minorHAnsi" w:cstheme="minorHAnsi"/>
                <w:szCs w:val="18"/>
              </w:rPr>
            </w:pPr>
            <w:r w:rsidRPr="00927F57">
              <w:rPr>
                <w:rFonts w:asciiTheme="minorHAnsi" w:hAnsiTheme="minorHAnsi" w:cstheme="minorHAnsi"/>
                <w:szCs w:val="18"/>
              </w:rPr>
              <w:t>Methode: Promotie Rekenen en Wiskunde</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Werkboek zakrekenmachine</w:t>
            </w:r>
          </w:p>
          <w:p w:rsidR="009E7DD3" w:rsidRPr="009E7DD3" w:rsidRDefault="009E7DD3" w:rsidP="009E7DD3">
            <w:pPr>
              <w:pStyle w:val="Geenafstand"/>
              <w:rPr>
                <w:rFonts w:asciiTheme="minorHAnsi" w:hAnsiTheme="minorHAnsi" w:cstheme="minorHAnsi"/>
                <w:szCs w:val="18"/>
              </w:rPr>
            </w:pPr>
            <w:r w:rsidRPr="009E7DD3">
              <w:rPr>
                <w:rFonts w:asciiTheme="minorHAnsi" w:hAnsiTheme="minorHAnsi" w:cstheme="minorHAnsi"/>
                <w:szCs w:val="18"/>
              </w:rPr>
              <w:t>Werkboek Tijd</w:t>
            </w:r>
          </w:p>
        </w:tc>
        <w:tc>
          <w:tcPr>
            <w:tcW w:w="4661" w:type="dxa"/>
            <w:gridSpan w:val="2"/>
          </w:tcPr>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u w:val="single"/>
              </w:rPr>
              <w:t>Methode Startrekenen Vooraf: deel B</w:t>
            </w:r>
            <w:r w:rsidRPr="00927F57">
              <w:rPr>
                <w:rFonts w:asciiTheme="minorHAnsi" w:hAnsiTheme="minorHAnsi" w:cstheme="minorHAnsi"/>
                <w:szCs w:val="18"/>
              </w:rPr>
              <w:t xml:space="preserve"> (Deviant)</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8 Breuken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8.5 Rekenen met breuken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 xml:space="preserve">8.6 Breuken in de praktijk </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10 Maten en hoeveelheden</w:t>
            </w:r>
          </w:p>
          <w:p w:rsidR="009E7DD3" w:rsidRPr="009E7DD3"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12 Kaarten en Routes</w:t>
            </w:r>
          </w:p>
        </w:tc>
      </w:tr>
      <w:tr w:rsidR="006B54B2" w:rsidRPr="00A67C0A" w:rsidTr="006B54B2">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5 periode 1 (niveau 13)</w:t>
            </w:r>
          </w:p>
        </w:tc>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5 periode 2 (niveau 13)</w:t>
            </w:r>
          </w:p>
        </w:tc>
      </w:tr>
      <w:tr w:rsidR="00772522" w:rsidRPr="00A67C0A" w:rsidTr="00C3633D">
        <w:tc>
          <w:tcPr>
            <w:tcW w:w="4661" w:type="dxa"/>
            <w:gridSpan w:val="2"/>
          </w:tcPr>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1.1. Optellen en aftrekken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Positioneert getallen tot 10.000 globaal op een getallenlijn met alleen duizendtallen (bv 7780 ligt tussen 7000 en 8000; dichterbij 8000 dan bij 7000, ongeveer op de helft van 7500 en 8000)</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1.2. Vermenigvuldigen en delen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Vertaalt een contextsituatie naar een deelsom (bv 24 koeken in pakjes van 6 (groepjesmodel); 24 snoepjes verdelen over 6 kinderen (eerlijk verdelen): 24:6</w:t>
            </w:r>
          </w:p>
          <w:p w:rsidR="00772522" w:rsidRPr="00772522" w:rsidRDefault="00772522" w:rsidP="00181F0E">
            <w:pPr>
              <w:rPr>
                <w:rFonts w:asciiTheme="minorHAnsi" w:hAnsiTheme="minorHAnsi" w:cstheme="minorHAnsi"/>
                <w:b/>
              </w:rPr>
            </w:pPr>
            <w:r w:rsidRPr="00772522">
              <w:rPr>
                <w:rFonts w:asciiTheme="minorHAnsi" w:hAnsiTheme="minorHAnsi" w:cstheme="minorHAnsi"/>
                <w:b/>
              </w:rPr>
              <w:t>1.3. Schattend rekenen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Maakt gebruik van schattend rekenen als de situatie zich daartoe leent (ook met kommagetallen): €2,95+€3,98+€4,10, Heb ik genoeg aan 10 euro? </w:t>
            </w:r>
          </w:p>
          <w:p w:rsidR="00772522" w:rsidRPr="00772522" w:rsidRDefault="00772522" w:rsidP="00181F0E">
            <w:pPr>
              <w:rPr>
                <w:rFonts w:asciiTheme="minorHAnsi" w:hAnsiTheme="minorHAnsi" w:cstheme="minorHAnsi"/>
                <w:i/>
              </w:rPr>
            </w:pPr>
            <w:r w:rsidRPr="00772522">
              <w:rPr>
                <w:rFonts w:asciiTheme="minorHAnsi" w:hAnsiTheme="minorHAnsi" w:cstheme="minorHAnsi"/>
                <w:b/>
                <w:color w:val="000000"/>
              </w:rPr>
              <w:t>8.1. Geldrekenen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Leest een prijskaartje als € 1,25 ; € 25,50 ; € 0,95  en betaalt zo’n bedrag</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 xml:space="preserve">7.1. Meten van tijd (klokkijken en kalender)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Berekent tijd in contexten globaal (zoals het is 's avonds vijf voor half 9, als de trein vertrekt om 20:47, hoeveel tijd heb je dan nog?: ruim 20 minuten)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Zoekt data op kalender op en zoekt met behulp van kalender uit hoeveel dagen, weken, maanden iets nog duurt </w:t>
            </w:r>
          </w:p>
        </w:tc>
        <w:tc>
          <w:tcPr>
            <w:tcW w:w="4661" w:type="dxa"/>
            <w:gridSpan w:val="2"/>
          </w:tcPr>
          <w:p w:rsidR="00772522" w:rsidRPr="00772522" w:rsidRDefault="00772522" w:rsidP="00181F0E">
            <w:pPr>
              <w:rPr>
                <w:rFonts w:asciiTheme="minorHAnsi" w:hAnsiTheme="minorHAnsi" w:cstheme="minorHAnsi"/>
                <w:i/>
              </w:rPr>
            </w:pPr>
            <w:r w:rsidRPr="00772522">
              <w:rPr>
                <w:rFonts w:asciiTheme="minorHAnsi" w:hAnsiTheme="minorHAnsi" w:cstheme="minorHAnsi"/>
                <w:b/>
                <w:color w:val="000000"/>
              </w:rPr>
              <w:t>3.1. Rekenmachine</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Destilleert bewerking uit context en lost deze met behulp van een rekenmachine op; controleert de uitkomst door een schatting </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 xml:space="preserve">4.1.(Eenvoudige) breuken, kommagetallen, procenten, verhoudingen </w:t>
            </w:r>
            <w:r w:rsidRPr="00772522">
              <w:rPr>
                <w:rFonts w:asciiTheme="minorHAnsi" w:hAnsiTheme="minorHAnsi" w:cstheme="minorHAnsi"/>
                <w:color w:val="000000"/>
              </w:rPr>
              <w:t xml:space="preserve">Benoemt begrippen als driekwart en anderhalf. </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5.1. Ruimtelijke orientatie en ruimtelijk redeneren</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"Leest" plattegrond of kaart van een bepaalde streek, provincie, eiland en past daarbij schaalaanduidingen in woorden toe (1 centimeter is in werkelijkheid 1 kilometer) of gebruikt een schaallijntje</w:t>
            </w: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6.1. Meten van lengte, inhoud, gewicht, oppervlakte, temperatuur</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 xml:space="preserve">Benoemt de samenhang tussen gangbare maten: tussen km en m, tussen m en dm, cm, mm, tussen l en dl, cl, ml en tussen kg, g en mg. </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Legt uit dat bv een vierkante meter niet vierkant hoeft te zijn</w:t>
            </w:r>
          </w:p>
          <w:p w:rsidR="00772522" w:rsidRPr="00772522" w:rsidRDefault="00772522" w:rsidP="00181F0E">
            <w:pPr>
              <w:rPr>
                <w:rFonts w:asciiTheme="minorHAnsi" w:hAnsiTheme="minorHAnsi" w:cstheme="minorHAnsi"/>
                <w:b/>
                <w:color w:val="000000"/>
              </w:rPr>
            </w:pPr>
          </w:p>
          <w:p w:rsidR="00772522" w:rsidRPr="00772522" w:rsidRDefault="00772522" w:rsidP="00181F0E">
            <w:pPr>
              <w:rPr>
                <w:rFonts w:asciiTheme="minorHAnsi" w:hAnsiTheme="minorHAnsi" w:cstheme="minorHAnsi"/>
                <w:b/>
                <w:color w:val="000000"/>
              </w:rPr>
            </w:pPr>
            <w:r w:rsidRPr="00772522">
              <w:rPr>
                <w:rFonts w:asciiTheme="minorHAnsi" w:hAnsiTheme="minorHAnsi" w:cstheme="minorHAnsi"/>
                <w:b/>
                <w:color w:val="000000"/>
              </w:rPr>
              <w:t>9.1. Informatieverwerking en statistiek (o.a. tabellen en grafieken)</w:t>
            </w:r>
          </w:p>
          <w:p w:rsidR="00772522" w:rsidRPr="00772522" w:rsidRDefault="00772522" w:rsidP="00181F0E">
            <w:pPr>
              <w:rPr>
                <w:rFonts w:asciiTheme="minorHAnsi" w:hAnsiTheme="minorHAnsi" w:cstheme="minorHAnsi"/>
                <w:i/>
              </w:rPr>
            </w:pPr>
            <w:r w:rsidRPr="00772522">
              <w:rPr>
                <w:rFonts w:asciiTheme="minorHAnsi" w:hAnsiTheme="minorHAnsi" w:cstheme="minorHAnsi"/>
                <w:i/>
              </w:rPr>
              <w:t>Niveau 13</w:t>
            </w:r>
          </w:p>
          <w:p w:rsidR="00772522" w:rsidRPr="00772522" w:rsidRDefault="00772522" w:rsidP="00181F0E">
            <w:pPr>
              <w:rPr>
                <w:rFonts w:asciiTheme="minorHAnsi" w:hAnsiTheme="minorHAnsi" w:cstheme="minorHAnsi"/>
                <w:color w:val="000000"/>
              </w:rPr>
            </w:pPr>
            <w:r w:rsidRPr="00772522">
              <w:rPr>
                <w:rFonts w:asciiTheme="minorHAnsi" w:hAnsiTheme="minorHAnsi" w:cstheme="minorHAnsi"/>
                <w:color w:val="000000"/>
              </w:rPr>
              <w:t>Leest een dienstregeling als vorm van een veelvoorkomende tabel</w:t>
            </w:r>
          </w:p>
          <w:p w:rsidR="00772522" w:rsidRPr="00772522" w:rsidRDefault="00772522" w:rsidP="00181F0E">
            <w:pPr>
              <w:rPr>
                <w:rFonts w:asciiTheme="minorHAnsi" w:hAnsiTheme="minorHAnsi" w:cstheme="minorHAnsi"/>
                <w:b/>
              </w:rPr>
            </w:pPr>
          </w:p>
        </w:tc>
      </w:tr>
      <w:tr w:rsidR="00051E03" w:rsidRPr="00A67C0A" w:rsidTr="00051E03">
        <w:tc>
          <w:tcPr>
            <w:tcW w:w="4661" w:type="dxa"/>
            <w:gridSpan w:val="2"/>
            <w:shd w:val="clear" w:color="auto" w:fill="92D050"/>
          </w:tcPr>
          <w:p w:rsidR="00051E03" w:rsidRPr="00A67C0A" w:rsidRDefault="00051E03"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1</w:t>
            </w:r>
          </w:p>
        </w:tc>
        <w:tc>
          <w:tcPr>
            <w:tcW w:w="4661" w:type="dxa"/>
            <w:gridSpan w:val="2"/>
            <w:shd w:val="clear" w:color="auto" w:fill="92D050"/>
          </w:tcPr>
          <w:p w:rsidR="00051E03" w:rsidRPr="00A67C0A" w:rsidRDefault="00051E03"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2</w:t>
            </w:r>
          </w:p>
        </w:tc>
      </w:tr>
      <w:tr w:rsidR="00C3633D" w:rsidRPr="00A67C0A" w:rsidTr="00C3633D">
        <w:tc>
          <w:tcPr>
            <w:tcW w:w="4661" w:type="dxa"/>
            <w:gridSpan w:val="2"/>
          </w:tcPr>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u w:val="single"/>
              </w:rPr>
              <w:t>Methode Startrekenen 1F: deel A</w:t>
            </w:r>
            <w:r w:rsidRPr="00927F57">
              <w:rPr>
                <w:rFonts w:asciiTheme="minorHAnsi" w:hAnsiTheme="minorHAnsi" w:cstheme="minorHAnsi"/>
                <w:szCs w:val="18"/>
              </w:rPr>
              <w:t xml:space="preserve"> (Deviant)</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1 Getallen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1.1 Cijfers en getallen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1.2 Vergelijken van getallen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5 Delen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5.1 Deeltafels</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5.2 Afronden en schatten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5.3 Delen op papier</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u w:val="single"/>
              </w:rPr>
              <w:t>Methode Startrekenen 1F: deel B</w:t>
            </w:r>
            <w:r w:rsidRPr="00927F57">
              <w:rPr>
                <w:rFonts w:asciiTheme="minorHAnsi" w:hAnsiTheme="minorHAnsi" w:cstheme="minorHAnsi"/>
                <w:szCs w:val="18"/>
              </w:rPr>
              <w:t xml:space="preserve"> (Deviant)</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15 Tijd en temperatuur</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15.1 Tijd</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 xml:space="preserve">15.2 Tijd omrekenen </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u w:val="single"/>
              </w:rPr>
              <w:lastRenderedPageBreak/>
              <w:t xml:space="preserve">Methode: </w:t>
            </w:r>
            <w:r w:rsidRPr="00927F57">
              <w:rPr>
                <w:rFonts w:asciiTheme="minorHAnsi" w:hAnsiTheme="minorHAnsi" w:cstheme="minorHAnsi"/>
                <w:szCs w:val="18"/>
              </w:rPr>
              <w:t>Promotie Rekenen en Wiskunde</w:t>
            </w:r>
          </w:p>
          <w:p w:rsidR="009E7DD3" w:rsidRPr="009E7DD3"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 xml:space="preserve">Werkboek Geld </w:t>
            </w:r>
          </w:p>
        </w:tc>
        <w:tc>
          <w:tcPr>
            <w:tcW w:w="4661" w:type="dxa"/>
            <w:gridSpan w:val="2"/>
          </w:tcPr>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u w:val="single"/>
              </w:rPr>
              <w:lastRenderedPageBreak/>
              <w:t>Methode Startrekenen Vooraf: deel B</w:t>
            </w:r>
            <w:r w:rsidRPr="00927F57">
              <w:rPr>
                <w:rFonts w:asciiTheme="minorHAnsi" w:hAnsiTheme="minorHAnsi" w:cstheme="minorHAnsi"/>
                <w:szCs w:val="18"/>
              </w:rPr>
              <w:t xml:space="preserve"> (Deviant)</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9 Procenten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9.1 Wat zijn procenten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9.2 Eend deel van het geheel</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9.3 Procenten en breuken door elkaar</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10 Maten en hoeveelheden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12 Kaarten en Routes</w:t>
            </w:r>
          </w:p>
          <w:p w:rsidR="009E7DD3" w:rsidRPr="009E7DD3"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13 Tabellen en diagrammen</w:t>
            </w:r>
          </w:p>
        </w:tc>
      </w:tr>
      <w:tr w:rsidR="006B54B2" w:rsidRPr="00A67C0A" w:rsidTr="006B54B2">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6 periode 1 (niveau 13)</w:t>
            </w:r>
          </w:p>
        </w:tc>
        <w:tc>
          <w:tcPr>
            <w:tcW w:w="4661" w:type="dxa"/>
            <w:gridSpan w:val="2"/>
            <w:shd w:val="clear" w:color="auto" w:fill="92D050"/>
          </w:tcPr>
          <w:p w:rsidR="006B54B2" w:rsidRPr="00A67C0A" w:rsidRDefault="006B54B2"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6 periode 2 (niveau 13)</w:t>
            </w:r>
          </w:p>
        </w:tc>
      </w:tr>
      <w:tr w:rsidR="00772522" w:rsidRPr="00A67C0A" w:rsidTr="00C3633D">
        <w:tc>
          <w:tcPr>
            <w:tcW w:w="4661" w:type="dxa"/>
            <w:gridSpan w:val="2"/>
          </w:tcPr>
          <w:p w:rsidR="00772522" w:rsidRPr="00B52B8F" w:rsidRDefault="00772522" w:rsidP="00181F0E">
            <w:pPr>
              <w:rPr>
                <w:rFonts w:ascii="Calibri" w:hAnsi="Calibri"/>
                <w:b/>
                <w:color w:val="000000"/>
              </w:rPr>
            </w:pPr>
            <w:r w:rsidRPr="00B52B8F">
              <w:rPr>
                <w:rFonts w:ascii="Calibri" w:hAnsi="Calibri"/>
                <w:b/>
                <w:color w:val="000000"/>
              </w:rPr>
              <w:t>1.1. Optellen en aftrekken</w:t>
            </w:r>
          </w:p>
          <w:p w:rsidR="00772522" w:rsidRDefault="00772522" w:rsidP="00181F0E">
            <w:pPr>
              <w:rPr>
                <w:rFonts w:ascii="Calibri" w:hAnsi="Calibri"/>
                <w:color w:val="000000"/>
              </w:rPr>
            </w:pPr>
            <w:r>
              <w:rPr>
                <w:rFonts w:ascii="Calibri" w:hAnsi="Calibri"/>
                <w:color w:val="000000"/>
              </w:rPr>
              <w:t xml:space="preserve">Benoemt/schrijft hele getallen tot 100.000 </w:t>
            </w:r>
          </w:p>
          <w:p w:rsidR="00772522" w:rsidRPr="00513124" w:rsidRDefault="00772522" w:rsidP="00181F0E">
            <w:pPr>
              <w:rPr>
                <w:rFonts w:ascii="Calibri" w:hAnsi="Calibri"/>
                <w:color w:val="000000"/>
              </w:rPr>
            </w:pPr>
            <w:r>
              <w:rPr>
                <w:rFonts w:ascii="Calibri" w:hAnsi="Calibri"/>
                <w:color w:val="000000"/>
              </w:rPr>
              <w:t>Benoemt/schrijft grote getallen als miljoen/miljard</w:t>
            </w:r>
          </w:p>
          <w:p w:rsidR="00772522" w:rsidRPr="00B52B8F" w:rsidRDefault="00772522" w:rsidP="00181F0E">
            <w:pPr>
              <w:rPr>
                <w:rFonts w:ascii="Calibri" w:hAnsi="Calibri"/>
                <w:b/>
                <w:color w:val="000000"/>
              </w:rPr>
            </w:pPr>
            <w:r w:rsidRPr="00B52B8F">
              <w:rPr>
                <w:rFonts w:ascii="Calibri" w:hAnsi="Calibri"/>
                <w:b/>
                <w:color w:val="000000"/>
              </w:rPr>
              <w:t>1.2. Vermenigvuldigen</w:t>
            </w:r>
            <w:r>
              <w:rPr>
                <w:rFonts w:ascii="Calibri" w:hAnsi="Calibri"/>
                <w:b/>
                <w:color w:val="000000"/>
              </w:rPr>
              <w:t xml:space="preserve"> en delen</w:t>
            </w:r>
          </w:p>
          <w:p w:rsidR="00772522" w:rsidRPr="00513124" w:rsidRDefault="00772522" w:rsidP="00181F0E">
            <w:pPr>
              <w:rPr>
                <w:rFonts w:ascii="Calibri" w:hAnsi="Calibri"/>
                <w:color w:val="000000"/>
              </w:rPr>
            </w:pPr>
            <w:r>
              <w:rPr>
                <w:rFonts w:ascii="Calibri" w:hAnsi="Calibri"/>
                <w:color w:val="000000"/>
              </w:rPr>
              <w:t>Maakt een schatting van de uitkomst van een vermenigvuldiging (7x 81)</w:t>
            </w:r>
          </w:p>
          <w:p w:rsidR="00772522" w:rsidRPr="00B52B8F" w:rsidRDefault="00772522" w:rsidP="00181F0E">
            <w:pPr>
              <w:rPr>
                <w:i/>
              </w:rPr>
            </w:pPr>
            <w:r w:rsidRPr="00B52B8F">
              <w:rPr>
                <w:rFonts w:ascii="Calibri" w:hAnsi="Calibri"/>
                <w:b/>
                <w:color w:val="000000"/>
              </w:rPr>
              <w:t>8.1. Geldrekenen</w:t>
            </w:r>
          </w:p>
          <w:p w:rsidR="00772522" w:rsidRPr="00513124" w:rsidRDefault="00772522" w:rsidP="00181F0E">
            <w:pPr>
              <w:rPr>
                <w:rFonts w:ascii="Calibri" w:hAnsi="Calibri"/>
                <w:color w:val="000000"/>
              </w:rPr>
            </w:pPr>
            <w:r>
              <w:rPr>
                <w:rFonts w:ascii="Calibri" w:hAnsi="Calibri"/>
                <w:color w:val="000000"/>
              </w:rPr>
              <w:t>Maakt een weekoverzicht van inkomsten en uitgaven</w:t>
            </w:r>
          </w:p>
          <w:p w:rsidR="00772522" w:rsidRPr="00B52B8F" w:rsidRDefault="00772522" w:rsidP="00181F0E">
            <w:pPr>
              <w:rPr>
                <w:rFonts w:ascii="Calibri" w:hAnsi="Calibri"/>
                <w:b/>
                <w:color w:val="000000"/>
              </w:rPr>
            </w:pPr>
            <w:r w:rsidRPr="00B52B8F">
              <w:rPr>
                <w:rFonts w:ascii="Calibri" w:hAnsi="Calibri"/>
                <w:b/>
                <w:color w:val="000000"/>
              </w:rPr>
              <w:t>7.1. Meten van tijd (klokkijken en kalender</w:t>
            </w:r>
            <w:r>
              <w:rPr>
                <w:rFonts w:ascii="Calibri" w:hAnsi="Calibri"/>
                <w:b/>
                <w:color w:val="000000"/>
              </w:rPr>
              <w:t>)</w:t>
            </w:r>
            <w:r w:rsidRPr="00B52B8F">
              <w:rPr>
                <w:rFonts w:ascii="Calibri" w:hAnsi="Calibri"/>
                <w:b/>
                <w:color w:val="000000"/>
              </w:rPr>
              <w:t xml:space="preserve">  </w:t>
            </w:r>
          </w:p>
          <w:p w:rsidR="00772522" w:rsidRDefault="00772522" w:rsidP="00181F0E">
            <w:pPr>
              <w:rPr>
                <w:rFonts w:ascii="Calibri" w:hAnsi="Calibri"/>
                <w:color w:val="000000"/>
              </w:rPr>
            </w:pPr>
            <w:r>
              <w:rPr>
                <w:rFonts w:ascii="Calibri" w:hAnsi="Calibri"/>
                <w:color w:val="000000"/>
              </w:rPr>
              <w:t xml:space="preserve">Maakt een globale inschatting hoe lang een te maken reis ongeveer gaat duren </w:t>
            </w:r>
          </w:p>
          <w:p w:rsidR="00772522" w:rsidRDefault="00772522" w:rsidP="00181F0E"/>
        </w:tc>
        <w:tc>
          <w:tcPr>
            <w:tcW w:w="4661" w:type="dxa"/>
            <w:gridSpan w:val="2"/>
          </w:tcPr>
          <w:p w:rsidR="00772522" w:rsidRPr="00B52B8F" w:rsidRDefault="00772522" w:rsidP="00181F0E">
            <w:pPr>
              <w:rPr>
                <w:i/>
              </w:rPr>
            </w:pPr>
            <w:r w:rsidRPr="00B52B8F">
              <w:rPr>
                <w:rFonts w:ascii="Calibri" w:hAnsi="Calibri"/>
                <w:b/>
                <w:color w:val="000000"/>
              </w:rPr>
              <w:t>3.1. Rekenmachine</w:t>
            </w:r>
          </w:p>
          <w:p w:rsidR="00772522" w:rsidRPr="00513124" w:rsidRDefault="00772522" w:rsidP="00181F0E">
            <w:pPr>
              <w:rPr>
                <w:rFonts w:ascii="Calibri" w:hAnsi="Calibri"/>
                <w:color w:val="000000"/>
              </w:rPr>
            </w:pPr>
            <w:r>
              <w:rPr>
                <w:rFonts w:ascii="Calibri" w:hAnsi="Calibri"/>
                <w:color w:val="000000"/>
              </w:rPr>
              <w:t>Laat zien hoe de breukentoets werkt</w:t>
            </w:r>
          </w:p>
          <w:p w:rsidR="00772522" w:rsidRPr="00B52B8F" w:rsidRDefault="00772522" w:rsidP="00181F0E">
            <w:pPr>
              <w:rPr>
                <w:rFonts w:ascii="Calibri" w:hAnsi="Calibri"/>
                <w:b/>
                <w:color w:val="000000"/>
              </w:rPr>
            </w:pPr>
            <w:r w:rsidRPr="00B52B8F">
              <w:rPr>
                <w:rFonts w:ascii="Calibri" w:hAnsi="Calibri"/>
                <w:b/>
                <w:color w:val="000000"/>
              </w:rPr>
              <w:t xml:space="preserve">4.1.(Eenvoudige) breuken, kommagetallen, procenten, verhoudingen </w:t>
            </w:r>
          </w:p>
          <w:p w:rsidR="00772522" w:rsidRPr="00513124" w:rsidRDefault="00772522" w:rsidP="00181F0E">
            <w:pPr>
              <w:rPr>
                <w:rFonts w:ascii="Calibri" w:hAnsi="Calibri"/>
                <w:color w:val="000000"/>
              </w:rPr>
            </w:pPr>
            <w:r>
              <w:rPr>
                <w:rFonts w:ascii="Calibri" w:hAnsi="Calibri"/>
                <w:color w:val="000000"/>
              </w:rPr>
              <w:t xml:space="preserve">Benoemt het % teken; 100 %, 50 %, 25%, 10 %, 1 %; </w:t>
            </w:r>
          </w:p>
          <w:p w:rsidR="00772522" w:rsidRPr="00B52B8F" w:rsidRDefault="00772522" w:rsidP="00181F0E">
            <w:pPr>
              <w:rPr>
                <w:rFonts w:ascii="Calibri" w:hAnsi="Calibri"/>
                <w:b/>
                <w:color w:val="000000"/>
              </w:rPr>
            </w:pPr>
            <w:r w:rsidRPr="00B52B8F">
              <w:rPr>
                <w:rFonts w:ascii="Calibri" w:hAnsi="Calibri"/>
                <w:b/>
                <w:color w:val="000000"/>
              </w:rPr>
              <w:t>5.1. Ruimtelijke orientatie en ruimtelijk redeneren</w:t>
            </w:r>
          </w:p>
          <w:p w:rsidR="00772522" w:rsidRPr="00513124" w:rsidRDefault="00772522" w:rsidP="00181F0E">
            <w:pPr>
              <w:rPr>
                <w:rFonts w:ascii="Calibri" w:hAnsi="Calibri"/>
                <w:color w:val="000000"/>
              </w:rPr>
            </w:pPr>
            <w:r>
              <w:rPr>
                <w:rFonts w:ascii="Calibri" w:hAnsi="Calibri"/>
                <w:color w:val="000000"/>
              </w:rPr>
              <w:t>Bepaalt plaats m.b.v. coördinaten (bv in stratenboek; plaats in de bioscoop)</w:t>
            </w:r>
          </w:p>
          <w:p w:rsidR="00772522" w:rsidRPr="00B52B8F" w:rsidRDefault="00772522" w:rsidP="00181F0E">
            <w:pPr>
              <w:rPr>
                <w:rFonts w:ascii="Calibri" w:hAnsi="Calibri"/>
                <w:b/>
                <w:color w:val="000000"/>
              </w:rPr>
            </w:pPr>
            <w:r w:rsidRPr="00B52B8F">
              <w:rPr>
                <w:rFonts w:ascii="Calibri" w:hAnsi="Calibri"/>
                <w:b/>
                <w:color w:val="000000"/>
              </w:rPr>
              <w:t>6.1. Meten van lengte, inhoud, gewicht, oppervlakte, temperatuur</w:t>
            </w:r>
          </w:p>
          <w:p w:rsidR="00772522" w:rsidRPr="00513124" w:rsidRDefault="00772522" w:rsidP="00181F0E">
            <w:pPr>
              <w:rPr>
                <w:rFonts w:ascii="Calibri" w:hAnsi="Calibri"/>
                <w:color w:val="000000"/>
              </w:rPr>
            </w:pPr>
            <w:r>
              <w:rPr>
                <w:rFonts w:ascii="Calibri" w:hAnsi="Calibri"/>
                <w:color w:val="000000"/>
              </w:rPr>
              <w:t>Berekent bv hoeveel verf nodig is om een muur te verven (op de bus staat hoeveel vierkante meter je ermee kunt verven), de muur is bv 2,5 bij 5 m</w:t>
            </w:r>
          </w:p>
          <w:p w:rsidR="00772522" w:rsidRPr="002661B0" w:rsidRDefault="00772522" w:rsidP="00181F0E">
            <w:pPr>
              <w:rPr>
                <w:rFonts w:ascii="Calibri" w:hAnsi="Calibri"/>
                <w:b/>
                <w:color w:val="000000"/>
              </w:rPr>
            </w:pPr>
            <w:r w:rsidRPr="002661B0">
              <w:rPr>
                <w:rFonts w:ascii="Calibri" w:hAnsi="Calibri"/>
                <w:b/>
                <w:color w:val="000000"/>
              </w:rPr>
              <w:t>9.1. Informatieverwerking en statistiek (o.a. tabellen en grafieken)</w:t>
            </w:r>
          </w:p>
          <w:p w:rsidR="00772522" w:rsidRPr="00B52B8F" w:rsidRDefault="00772522" w:rsidP="00181F0E">
            <w:pPr>
              <w:rPr>
                <w:b/>
              </w:rPr>
            </w:pPr>
            <w:r>
              <w:rPr>
                <w:rFonts w:ascii="Calibri" w:hAnsi="Calibri"/>
                <w:color w:val="000000"/>
              </w:rPr>
              <w:t xml:space="preserve">Leest en interpreteert eenvoudige grafieken </w:t>
            </w:r>
          </w:p>
        </w:tc>
      </w:tr>
      <w:tr w:rsidR="00051E03" w:rsidRPr="00A67C0A" w:rsidTr="00051E03">
        <w:tc>
          <w:tcPr>
            <w:tcW w:w="4661" w:type="dxa"/>
            <w:gridSpan w:val="2"/>
            <w:shd w:val="clear" w:color="auto" w:fill="92D050"/>
          </w:tcPr>
          <w:p w:rsidR="00051E03" w:rsidRPr="00A67C0A" w:rsidRDefault="00051E03"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1</w:t>
            </w:r>
          </w:p>
        </w:tc>
        <w:tc>
          <w:tcPr>
            <w:tcW w:w="4661" w:type="dxa"/>
            <w:gridSpan w:val="2"/>
            <w:shd w:val="clear" w:color="auto" w:fill="92D050"/>
          </w:tcPr>
          <w:p w:rsidR="00051E03" w:rsidRPr="00A67C0A" w:rsidRDefault="00051E03" w:rsidP="00181F0E">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2</w:t>
            </w:r>
          </w:p>
        </w:tc>
      </w:tr>
      <w:tr w:rsidR="00C3633D" w:rsidRPr="00A67C0A" w:rsidTr="00C3633D">
        <w:tc>
          <w:tcPr>
            <w:tcW w:w="4661" w:type="dxa"/>
            <w:gridSpan w:val="2"/>
          </w:tcPr>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u w:val="single"/>
              </w:rPr>
              <w:t>Methode: Startrekenen 1F: deel A</w:t>
            </w:r>
            <w:r w:rsidRPr="00927F57">
              <w:rPr>
                <w:rFonts w:asciiTheme="minorHAnsi" w:hAnsiTheme="minorHAnsi" w:cstheme="minorHAnsi"/>
                <w:szCs w:val="18"/>
              </w:rPr>
              <w:t xml:space="preserve"> (Deviant)</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Hoofdstuk1: getallen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1.3 Grote getallen afronden</w:t>
            </w:r>
          </w:p>
          <w:p w:rsidR="00927F57" w:rsidRPr="00927F57" w:rsidRDefault="00927F57" w:rsidP="00927F57">
            <w:pPr>
              <w:pStyle w:val="Geenafstand"/>
              <w:rPr>
                <w:rFonts w:asciiTheme="minorHAnsi" w:hAnsiTheme="minorHAnsi" w:cstheme="minorHAnsi"/>
                <w:szCs w:val="18"/>
                <w:u w:val="single"/>
              </w:rPr>
            </w:pPr>
            <w:r w:rsidRPr="00927F57">
              <w:rPr>
                <w:rFonts w:asciiTheme="minorHAnsi" w:hAnsiTheme="minorHAnsi" w:cstheme="minorHAnsi"/>
                <w:szCs w:val="18"/>
                <w:u w:val="single"/>
              </w:rPr>
              <w:t>Methode: Promotie Rekenen en Wiskunde</w:t>
            </w:r>
          </w:p>
          <w:p w:rsidR="009E7DD3" w:rsidRPr="009E7DD3"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Werkboek Op jezelf</w:t>
            </w:r>
          </w:p>
        </w:tc>
        <w:tc>
          <w:tcPr>
            <w:tcW w:w="4661" w:type="dxa"/>
            <w:gridSpan w:val="2"/>
          </w:tcPr>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u w:val="single"/>
              </w:rPr>
              <w:t>Methode Startrekenen Vooraf. deel</w:t>
            </w:r>
            <w:r w:rsidRPr="00927F57">
              <w:rPr>
                <w:rFonts w:asciiTheme="minorHAnsi" w:hAnsiTheme="minorHAnsi" w:cstheme="minorHAnsi"/>
                <w:szCs w:val="18"/>
              </w:rPr>
              <w:t xml:space="preserve"> B (Deviant)</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9 Procenten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9.4 Rekenen met procenten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 xml:space="preserve">9.5 Procenten in de praktijk </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10 Maten en hoeveelheden</w:t>
            </w:r>
          </w:p>
          <w:p w:rsidR="00927F57" w:rsidRPr="00927F57"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12 Kaarten en Routes</w:t>
            </w:r>
          </w:p>
          <w:p w:rsidR="009E7DD3" w:rsidRPr="009E7DD3" w:rsidRDefault="00927F57" w:rsidP="00927F57">
            <w:pPr>
              <w:pStyle w:val="Geenafstand"/>
              <w:rPr>
                <w:rFonts w:asciiTheme="minorHAnsi" w:hAnsiTheme="minorHAnsi" w:cstheme="minorHAnsi"/>
                <w:szCs w:val="18"/>
              </w:rPr>
            </w:pPr>
            <w:r w:rsidRPr="00927F57">
              <w:rPr>
                <w:rFonts w:asciiTheme="minorHAnsi" w:hAnsiTheme="minorHAnsi" w:cstheme="minorHAnsi"/>
                <w:szCs w:val="18"/>
              </w:rPr>
              <w:t>Hoofdstuk 13 Tabellen en diagrammen</w:t>
            </w:r>
            <w:bookmarkStart w:id="0" w:name="_GoBack"/>
            <w:bookmarkEnd w:id="0"/>
          </w:p>
        </w:tc>
      </w:tr>
      <w:tr w:rsidR="00E61F55" w:rsidRPr="00A67C0A" w:rsidTr="00C3633D">
        <w:trPr>
          <w:gridAfter w:val="1"/>
          <w:wAfter w:w="34" w:type="dxa"/>
        </w:trPr>
        <w:tc>
          <w:tcPr>
            <w:tcW w:w="1951" w:type="dxa"/>
            <w:shd w:val="clear" w:color="auto" w:fill="92D050"/>
          </w:tcPr>
          <w:p w:rsidR="00E61F55" w:rsidRPr="00A67C0A" w:rsidRDefault="00E61F55" w:rsidP="00050B2B">
            <w:pPr>
              <w:rPr>
                <w:rFonts w:asciiTheme="minorHAnsi" w:hAnsiTheme="minorHAnsi" w:cstheme="minorHAnsi"/>
                <w:b/>
                <w:szCs w:val="18"/>
              </w:rPr>
            </w:pPr>
            <w:r>
              <w:rPr>
                <w:rFonts w:asciiTheme="minorHAnsi" w:hAnsiTheme="minorHAnsi" w:cstheme="minorHAnsi"/>
                <w:b/>
                <w:szCs w:val="18"/>
              </w:rPr>
              <w:t>Leertijd</w:t>
            </w:r>
          </w:p>
        </w:tc>
        <w:tc>
          <w:tcPr>
            <w:tcW w:w="7337" w:type="dxa"/>
            <w:gridSpan w:val="2"/>
          </w:tcPr>
          <w:p w:rsidR="00927F57" w:rsidRDefault="00927F57" w:rsidP="00927F57">
            <w:pPr>
              <w:rPr>
                <w:rFonts w:asciiTheme="minorHAnsi" w:hAnsiTheme="minorHAnsi" w:cstheme="minorHAnsi"/>
                <w:szCs w:val="18"/>
              </w:rPr>
            </w:pPr>
            <w:r>
              <w:rPr>
                <w:rFonts w:asciiTheme="minorHAnsi" w:hAnsiTheme="minorHAnsi" w:cstheme="minorHAnsi"/>
                <w:szCs w:val="18"/>
              </w:rPr>
              <w:t xml:space="preserve">Onderbouw: </w:t>
            </w:r>
            <w:r w:rsidRPr="00927F57">
              <w:rPr>
                <w:rFonts w:asciiTheme="minorHAnsi" w:hAnsiTheme="minorHAnsi" w:cstheme="minorHAnsi"/>
                <w:szCs w:val="18"/>
              </w:rPr>
              <w:t>Per week: 4 lesuren v</w:t>
            </w:r>
            <w:r>
              <w:rPr>
                <w:rFonts w:asciiTheme="minorHAnsi" w:hAnsiTheme="minorHAnsi" w:cstheme="minorHAnsi"/>
                <w:szCs w:val="18"/>
              </w:rPr>
              <w:t xml:space="preserve">an 45 minuten of 3 uur rekenen </w:t>
            </w:r>
          </w:p>
          <w:p w:rsidR="00927F57" w:rsidRPr="00927F57" w:rsidRDefault="00927F57" w:rsidP="00927F57">
            <w:pPr>
              <w:rPr>
                <w:rFonts w:asciiTheme="minorHAnsi" w:hAnsiTheme="minorHAnsi" w:cstheme="minorHAnsi"/>
                <w:szCs w:val="18"/>
              </w:rPr>
            </w:pPr>
            <w:r>
              <w:rPr>
                <w:rFonts w:asciiTheme="minorHAnsi" w:hAnsiTheme="minorHAnsi" w:cstheme="minorHAnsi"/>
                <w:szCs w:val="18"/>
              </w:rPr>
              <w:t xml:space="preserve">Middenbouw: </w:t>
            </w:r>
            <w:r w:rsidRPr="00927F57">
              <w:rPr>
                <w:rFonts w:asciiTheme="minorHAnsi" w:hAnsiTheme="minorHAnsi" w:cstheme="minorHAnsi"/>
                <w:szCs w:val="18"/>
              </w:rPr>
              <w:t xml:space="preserve">Per week: 3 lesuren van 45 minuten of 2.15 uur rekenen </w:t>
            </w:r>
          </w:p>
          <w:p w:rsidR="00E61F55" w:rsidRPr="00A67C0A" w:rsidRDefault="00927F57" w:rsidP="00DB34E2">
            <w:pPr>
              <w:rPr>
                <w:rFonts w:asciiTheme="minorHAnsi" w:hAnsiTheme="minorHAnsi" w:cstheme="minorHAnsi"/>
                <w:szCs w:val="18"/>
              </w:rPr>
            </w:pPr>
            <w:r>
              <w:rPr>
                <w:rFonts w:asciiTheme="minorHAnsi" w:hAnsiTheme="minorHAnsi" w:cstheme="minorHAnsi"/>
                <w:szCs w:val="18"/>
              </w:rPr>
              <w:t xml:space="preserve">Bovenbouw: </w:t>
            </w:r>
            <w:r w:rsidRPr="00927F57">
              <w:rPr>
                <w:rFonts w:asciiTheme="minorHAnsi" w:hAnsiTheme="minorHAnsi" w:cstheme="minorHAnsi"/>
                <w:szCs w:val="18"/>
              </w:rPr>
              <w:t>Per week: 1 lesuur van 45 minut</w:t>
            </w:r>
            <w:r>
              <w:rPr>
                <w:rFonts w:asciiTheme="minorHAnsi" w:hAnsiTheme="minorHAnsi" w:cstheme="minorHAnsi"/>
                <w:szCs w:val="18"/>
              </w:rPr>
              <w:t xml:space="preserve">en  </w:t>
            </w:r>
            <w:r w:rsidRPr="00927F57">
              <w:rPr>
                <w:rFonts w:asciiTheme="minorHAnsi" w:hAnsiTheme="minorHAnsi" w:cstheme="minorHAnsi"/>
                <w:szCs w:val="18"/>
              </w:rPr>
              <w:t>(zie lesurentabel</w:t>
            </w:r>
            <w:r w:rsidR="00DB34E2">
              <w:rPr>
                <w:rFonts w:asciiTheme="minorHAnsi" w:hAnsiTheme="minorHAnsi" w:cstheme="minorHAnsi"/>
                <w:szCs w:val="18"/>
              </w:rPr>
              <w:t xml:space="preserve"> </w:t>
            </w:r>
            <w:r w:rsidRPr="00927F57">
              <w:rPr>
                <w:rFonts w:asciiTheme="minorHAnsi" w:hAnsiTheme="minorHAnsi" w:cstheme="minorHAnsi"/>
                <w:szCs w:val="18"/>
              </w:rPr>
              <w:t xml:space="preserve">VSO DOS)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tc>
        <w:tc>
          <w:tcPr>
            <w:tcW w:w="7337" w:type="dxa"/>
            <w:gridSpan w:val="2"/>
          </w:tcPr>
          <w:p w:rsidR="00BE682E" w:rsidRPr="00A67C0A" w:rsidRDefault="00050B2B"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BE682E" w:rsidRPr="00A67C0A" w:rsidRDefault="00BE682E" w:rsidP="001458B6">
            <w:pPr>
              <w:rPr>
                <w:rFonts w:asciiTheme="minorHAnsi" w:hAnsiTheme="minorHAnsi" w:cstheme="minorHAnsi"/>
                <w:szCs w:val="18"/>
              </w:rPr>
            </w:pPr>
            <w:r w:rsidRPr="00A67C0A">
              <w:rPr>
                <w:rFonts w:asciiTheme="minorHAnsi" w:hAnsiTheme="minorHAnsi" w:cstheme="minorHAnsi"/>
                <w:szCs w:val="18"/>
              </w:rPr>
              <w:t>Z</w:t>
            </w:r>
            <w:r w:rsidR="00050B2B" w:rsidRPr="00A67C0A">
              <w:rPr>
                <w:rFonts w:asciiTheme="minorHAnsi" w:hAnsiTheme="minorHAnsi" w:cstheme="minorHAnsi"/>
                <w:szCs w:val="18"/>
              </w:rPr>
              <w:t>orgt voor de inhoud van de les volgens het directe instructiemodel (DIM) (activeren voorkennis, aangeven doel van de les, (verlengde) instructie, begeleide (in)oefening, zelfs</w:t>
            </w:r>
            <w:r w:rsidRPr="00A67C0A">
              <w:rPr>
                <w:rFonts w:asciiTheme="minorHAnsi" w:hAnsiTheme="minorHAnsi" w:cstheme="minorHAnsi"/>
                <w:szCs w:val="18"/>
              </w:rPr>
              <w:t xml:space="preserve">tandige verwerking, evaluatie) </w:t>
            </w:r>
          </w:p>
          <w:p w:rsidR="00BE682E" w:rsidRPr="00A67C0A" w:rsidRDefault="00BE682E" w:rsidP="001458B6">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71387A" w:rsidRPr="00A67C0A" w:rsidRDefault="00BE682E" w:rsidP="001458B6">
            <w:pPr>
              <w:rPr>
                <w:rFonts w:asciiTheme="minorHAnsi" w:hAnsiTheme="minorHAnsi" w:cstheme="minorHAnsi"/>
                <w:szCs w:val="18"/>
              </w:rPr>
            </w:pPr>
            <w:r w:rsidRPr="00A67C0A">
              <w:rPr>
                <w:rFonts w:asciiTheme="minorHAnsi" w:hAnsiTheme="minorHAnsi" w:cstheme="minorHAnsi"/>
                <w:szCs w:val="18"/>
              </w:rPr>
              <w:t>F</w:t>
            </w:r>
            <w:r w:rsidR="001458B6" w:rsidRPr="00A67C0A">
              <w:rPr>
                <w:rFonts w:asciiTheme="minorHAnsi" w:hAnsiTheme="minorHAnsi" w:cstheme="minorHAnsi"/>
                <w:szCs w:val="18"/>
              </w:rPr>
              <w:t xml:space="preserve">ocust op de zelfstandige verwerking, zelfreflectie, biedt ruimte om eigen keuzes te maken en bespreekt met de leerling  de keuzes en het zelfstandig plannen van het werk. </w:t>
            </w:r>
          </w:p>
          <w:p w:rsidR="001E6F40" w:rsidRPr="00A67C0A" w:rsidRDefault="0071387A" w:rsidP="00BE682E">
            <w:pPr>
              <w:rPr>
                <w:rFonts w:asciiTheme="minorHAnsi" w:hAnsiTheme="minorHAnsi" w:cstheme="minorHAnsi"/>
                <w:szCs w:val="18"/>
              </w:rPr>
            </w:pPr>
            <w:r w:rsidRPr="00A67C0A">
              <w:rPr>
                <w:rFonts w:asciiTheme="minorHAnsi" w:hAnsiTheme="minorHAnsi" w:cstheme="minorHAnsi"/>
                <w:szCs w:val="18"/>
              </w:rPr>
              <w:t>Gebruikt waar nodig visuele ondersteuning d.m.v. foto’s</w:t>
            </w:r>
            <w:r w:rsidR="001E6F40" w:rsidRPr="00A67C0A">
              <w:rPr>
                <w:rFonts w:asciiTheme="minorHAnsi" w:hAnsiTheme="minorHAnsi" w:cstheme="minorHAnsi"/>
                <w:szCs w:val="18"/>
              </w:rPr>
              <w:t>,</w:t>
            </w:r>
            <w:r w:rsidRPr="00A67C0A">
              <w:rPr>
                <w:rFonts w:asciiTheme="minorHAnsi" w:hAnsiTheme="minorHAnsi" w:cstheme="minorHAnsi"/>
                <w:szCs w:val="18"/>
              </w:rPr>
              <w:t xml:space="preserve"> </w:t>
            </w:r>
            <w:r w:rsidR="001E6F40" w:rsidRPr="00A67C0A">
              <w:rPr>
                <w:rFonts w:asciiTheme="minorHAnsi" w:hAnsiTheme="minorHAnsi" w:cstheme="minorHAnsi"/>
                <w:szCs w:val="18"/>
              </w:rPr>
              <w:t xml:space="preserve">stappenplan, extra materialen/(digitale) hulpmiddelen.  </w:t>
            </w:r>
          </w:p>
          <w:p w:rsidR="00050B2B" w:rsidRPr="00A67C0A" w:rsidRDefault="00BE682E" w:rsidP="00E26A8B">
            <w:pPr>
              <w:rPr>
                <w:rFonts w:asciiTheme="minorHAnsi" w:hAnsiTheme="minorHAnsi" w:cstheme="minorHAnsi"/>
                <w:szCs w:val="18"/>
              </w:rPr>
            </w:pPr>
            <w:r w:rsidRPr="00A67C0A">
              <w:rPr>
                <w:rFonts w:asciiTheme="minorHAnsi" w:hAnsiTheme="minorHAnsi" w:cstheme="minorHAnsi"/>
                <w:szCs w:val="18"/>
              </w:rPr>
              <w:t>A</w:t>
            </w:r>
            <w:r w:rsidR="00050B2B" w:rsidRPr="00A67C0A">
              <w:rPr>
                <w:rFonts w:asciiTheme="minorHAnsi" w:hAnsiTheme="minorHAnsi" w:cstheme="minorHAnsi"/>
                <w:szCs w:val="18"/>
              </w:rPr>
              <w:t xml:space="preserve">nalyseert de geplande observatie, </w:t>
            </w:r>
            <w:r w:rsidR="00E26A8B" w:rsidRPr="00A67C0A">
              <w:rPr>
                <w:rFonts w:asciiTheme="minorHAnsi" w:hAnsiTheme="minorHAnsi" w:cstheme="minorHAnsi"/>
                <w:szCs w:val="18"/>
              </w:rPr>
              <w:t xml:space="preserve">methode gebonden toetsen en CITO </w:t>
            </w:r>
            <w:r w:rsidR="00050B2B" w:rsidRPr="00A67C0A">
              <w:rPr>
                <w:rFonts w:asciiTheme="minorHAnsi" w:hAnsiTheme="minorHAnsi" w:cstheme="minorHAnsi"/>
                <w:szCs w:val="18"/>
              </w:rPr>
              <w:t>. Hieruit haalt hij</w:t>
            </w:r>
            <w:r w:rsidR="00C95816" w:rsidRPr="00A67C0A">
              <w:rPr>
                <w:rFonts w:asciiTheme="minorHAnsi" w:hAnsiTheme="minorHAnsi" w:cstheme="minorHAnsi"/>
                <w:szCs w:val="18"/>
              </w:rPr>
              <w:t xml:space="preserve"> met</w:t>
            </w:r>
            <w:r w:rsidR="00050B2B" w:rsidRPr="00A67C0A">
              <w:rPr>
                <w:rFonts w:asciiTheme="minorHAnsi" w:hAnsiTheme="minorHAnsi" w:cstheme="minorHAnsi"/>
                <w:szCs w:val="18"/>
              </w:rPr>
              <w:t xml:space="preserve"> welk onderdeel of onderdelen een leerling moeite heeft. Dit onderdeel of deze onderdelen worden extra aangeboden/geoefend met de leerling(en).</w:t>
            </w:r>
            <w:r w:rsidR="001458B6" w:rsidRPr="00A67C0A">
              <w:rPr>
                <w:rFonts w:asciiTheme="minorHAnsi" w:hAnsiTheme="minorHAnsi" w:cstheme="minorHAnsi"/>
                <w:szCs w:val="18"/>
              </w:rPr>
              <w:t xml:space="preserve">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Pedagogisch</w:t>
            </w:r>
          </w:p>
        </w:tc>
        <w:tc>
          <w:tcPr>
            <w:tcW w:w="7337" w:type="dxa"/>
            <w:gridSpan w:val="2"/>
          </w:tcPr>
          <w:p w:rsidR="0091120A" w:rsidRPr="00A67C0A" w:rsidRDefault="00050B2B"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91120A" w:rsidRPr="00A67C0A" w:rsidRDefault="0091120A"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050B2B" w:rsidRPr="00A67C0A" w:rsidRDefault="00BE682E" w:rsidP="00050B2B">
            <w:pPr>
              <w:rPr>
                <w:rFonts w:asciiTheme="minorHAnsi" w:hAnsiTheme="minorHAnsi" w:cstheme="minorHAnsi"/>
                <w:szCs w:val="18"/>
              </w:rPr>
            </w:pPr>
            <w:r w:rsidRPr="00A67C0A">
              <w:rPr>
                <w:rFonts w:asciiTheme="minorHAnsi" w:hAnsiTheme="minorHAnsi" w:cstheme="minorHAnsi"/>
                <w:szCs w:val="18"/>
              </w:rPr>
              <w:t>G</w:t>
            </w:r>
            <w:r w:rsidR="00050B2B" w:rsidRPr="00A67C0A">
              <w:rPr>
                <w:rFonts w:asciiTheme="minorHAnsi" w:hAnsiTheme="minorHAnsi" w:cstheme="minorHAnsi"/>
                <w:szCs w:val="18"/>
              </w:rPr>
              <w:t>eeft positieve feedback, formuleert gewenst gedrag</w:t>
            </w:r>
            <w:r w:rsidR="00E26A8B" w:rsidRPr="00A67C0A">
              <w:rPr>
                <w:rFonts w:asciiTheme="minorHAnsi" w:hAnsiTheme="minorHAnsi" w:cstheme="minorHAnsi"/>
                <w:szCs w:val="18"/>
              </w:rPr>
              <w:t xml:space="preserve"> (complimenten)</w:t>
            </w:r>
            <w:r w:rsidR="00050B2B" w:rsidRPr="00A67C0A">
              <w:rPr>
                <w:rFonts w:asciiTheme="minorHAnsi" w:hAnsiTheme="minorHAnsi" w:cstheme="minorHAnsi"/>
                <w:szCs w:val="18"/>
              </w:rPr>
              <w:t xml:space="preserve">, heeft aandacht voor het oplossen van conflicten (respectvol omgaan met elkaar)  en/of observeert leerlingen. </w:t>
            </w:r>
          </w:p>
          <w:p w:rsidR="00050B2B" w:rsidRPr="00A67C0A" w:rsidRDefault="00BE682E" w:rsidP="00050B2B">
            <w:pPr>
              <w:rPr>
                <w:rFonts w:asciiTheme="minorHAnsi" w:hAnsiTheme="minorHAnsi" w:cstheme="minorHAnsi"/>
                <w:szCs w:val="18"/>
              </w:rPr>
            </w:pPr>
            <w:r w:rsidRPr="00A67C0A">
              <w:rPr>
                <w:rFonts w:asciiTheme="minorHAnsi" w:hAnsiTheme="minorHAnsi" w:cstheme="minorHAnsi"/>
                <w:szCs w:val="18"/>
              </w:rPr>
              <w:t>S</w:t>
            </w:r>
            <w:r w:rsidR="00050B2B" w:rsidRPr="00A67C0A">
              <w:rPr>
                <w:rFonts w:asciiTheme="minorHAnsi" w:hAnsiTheme="minorHAnsi" w:cstheme="minorHAnsi"/>
                <w:szCs w:val="18"/>
              </w:rPr>
              <w:t>timuleert het samenwerken met andere leerlingen</w:t>
            </w:r>
            <w:r w:rsidR="0043708D" w:rsidRPr="00A67C0A">
              <w:rPr>
                <w:rFonts w:asciiTheme="minorHAnsi" w:hAnsiTheme="minorHAnsi" w:cstheme="minorHAnsi"/>
                <w:szCs w:val="18"/>
              </w:rPr>
              <w:t>.</w:t>
            </w:r>
          </w:p>
          <w:p w:rsidR="0043708D" w:rsidRPr="00A67C0A" w:rsidRDefault="00BE682E" w:rsidP="00050B2B">
            <w:pPr>
              <w:rPr>
                <w:rFonts w:asciiTheme="minorHAnsi" w:hAnsiTheme="minorHAnsi" w:cstheme="minorHAnsi"/>
                <w:szCs w:val="18"/>
              </w:rPr>
            </w:pPr>
            <w:r w:rsidRPr="00A67C0A">
              <w:rPr>
                <w:rFonts w:asciiTheme="minorHAnsi" w:hAnsiTheme="minorHAnsi" w:cstheme="minorHAnsi"/>
                <w:szCs w:val="18"/>
              </w:rPr>
              <w:t>S</w:t>
            </w:r>
            <w:r w:rsidR="0043708D" w:rsidRPr="00A67C0A">
              <w:rPr>
                <w:rFonts w:asciiTheme="minorHAnsi" w:hAnsiTheme="minorHAnsi" w:cstheme="minorHAnsi"/>
                <w:szCs w:val="18"/>
              </w:rPr>
              <w:t xml:space="preserve">timuleert het dragen van eigen verantwoordelijkheid. </w:t>
            </w:r>
          </w:p>
          <w:p w:rsidR="0043708D" w:rsidRPr="00A67C0A" w:rsidRDefault="00BE682E" w:rsidP="00050B2B">
            <w:pPr>
              <w:rPr>
                <w:rFonts w:asciiTheme="minorHAnsi" w:hAnsiTheme="minorHAnsi" w:cstheme="minorHAnsi"/>
                <w:szCs w:val="18"/>
              </w:rPr>
            </w:pPr>
            <w:r w:rsidRPr="00A67C0A">
              <w:rPr>
                <w:rFonts w:asciiTheme="minorHAnsi" w:hAnsiTheme="minorHAnsi" w:cstheme="minorHAnsi"/>
                <w:szCs w:val="18"/>
              </w:rPr>
              <w:t>Hecht waarde aan denkproces /strategieën/eigen mening van de leerling.</w:t>
            </w:r>
          </w:p>
          <w:p w:rsidR="00215E30" w:rsidRPr="00A67C0A" w:rsidRDefault="00BE682E" w:rsidP="00050B2B">
            <w:pPr>
              <w:rPr>
                <w:rFonts w:asciiTheme="minorHAnsi" w:hAnsiTheme="minorHAnsi" w:cstheme="minorHAnsi"/>
                <w:szCs w:val="18"/>
              </w:rPr>
            </w:pPr>
            <w:r w:rsidRPr="00A67C0A">
              <w:rPr>
                <w:rFonts w:asciiTheme="minorHAnsi" w:hAnsiTheme="minorHAnsi" w:cstheme="minorHAnsi"/>
                <w:szCs w:val="18"/>
              </w:rPr>
              <w:t>H</w:t>
            </w:r>
            <w:r w:rsidR="00215E30" w:rsidRPr="00A67C0A">
              <w:rPr>
                <w:rFonts w:asciiTheme="minorHAnsi" w:hAnsiTheme="minorHAnsi" w:cstheme="minorHAnsi"/>
                <w:szCs w:val="18"/>
              </w:rPr>
              <w:t xml:space="preserve">anteert de gedragscode (‘dichtbij en op afstand’).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Klassenmanagement</w:t>
            </w:r>
          </w:p>
        </w:tc>
        <w:tc>
          <w:tcPr>
            <w:tcW w:w="7337" w:type="dxa"/>
            <w:gridSpan w:val="2"/>
          </w:tcPr>
          <w:p w:rsidR="00BE682E" w:rsidRPr="00A67C0A" w:rsidRDefault="00491860" w:rsidP="00491860">
            <w:pPr>
              <w:rPr>
                <w:rFonts w:asciiTheme="minorHAnsi" w:hAnsiTheme="minorHAnsi" w:cstheme="minorHAnsi"/>
                <w:szCs w:val="18"/>
              </w:rPr>
            </w:pPr>
            <w:r w:rsidRPr="00A67C0A">
              <w:rPr>
                <w:rFonts w:asciiTheme="minorHAnsi" w:hAnsiTheme="minorHAnsi" w:cstheme="minorHAnsi"/>
                <w:szCs w:val="18"/>
              </w:rPr>
              <w:t xml:space="preserve">De leraar </w:t>
            </w:r>
          </w:p>
          <w:p w:rsidR="00491860" w:rsidRPr="00A67C0A" w:rsidRDefault="00BE682E" w:rsidP="00491860">
            <w:pPr>
              <w:rPr>
                <w:rFonts w:asciiTheme="minorHAnsi" w:hAnsiTheme="minorHAnsi" w:cstheme="minorHAnsi"/>
                <w:szCs w:val="18"/>
              </w:rPr>
            </w:pPr>
            <w:r w:rsidRPr="00A67C0A">
              <w:rPr>
                <w:rFonts w:asciiTheme="minorHAnsi" w:hAnsiTheme="minorHAnsi" w:cstheme="minorHAnsi"/>
                <w:szCs w:val="18"/>
              </w:rPr>
              <w:t>R</w:t>
            </w:r>
            <w:r w:rsidR="00491860" w:rsidRPr="00A67C0A">
              <w:rPr>
                <w:rFonts w:asciiTheme="minorHAnsi" w:hAnsiTheme="minorHAnsi" w:cstheme="minorHAnsi"/>
                <w:szCs w:val="18"/>
              </w:rPr>
              <w:t>icht het  lokaal/omgeving in aangepast aan de onderwijsbehoefte /veiligheid</w:t>
            </w:r>
            <w:r w:rsidR="00E26A8B" w:rsidRPr="00A67C0A">
              <w:rPr>
                <w:rFonts w:asciiTheme="minorHAnsi" w:hAnsiTheme="minorHAnsi" w:cstheme="minorHAnsi"/>
                <w:szCs w:val="18"/>
              </w:rPr>
              <w:t xml:space="preserve"> /niveau</w:t>
            </w:r>
            <w:r w:rsidR="00491860" w:rsidRPr="00A67C0A">
              <w:rPr>
                <w:rFonts w:asciiTheme="minorHAnsi" w:hAnsiTheme="minorHAnsi" w:cstheme="minorHAnsi"/>
                <w:szCs w:val="18"/>
              </w:rPr>
              <w:t xml:space="preserve"> van de leerling</w:t>
            </w:r>
          </w:p>
          <w:p w:rsidR="00BE682E" w:rsidRPr="00A67C0A" w:rsidRDefault="00BE682E" w:rsidP="00BE682E">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BE682E" w:rsidRPr="00A67C0A" w:rsidRDefault="00BE682E" w:rsidP="00BE682E">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E26A8B"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rsidR="00050B2B" w:rsidRPr="00A67C0A" w:rsidRDefault="00BE682E" w:rsidP="00BE682E">
            <w:pPr>
              <w:rPr>
                <w:rFonts w:asciiTheme="minorHAnsi" w:hAnsiTheme="minorHAnsi" w:cstheme="minorHAnsi"/>
                <w:szCs w:val="18"/>
              </w:rPr>
            </w:pPr>
            <w:r w:rsidRPr="00A67C0A">
              <w:rPr>
                <w:rFonts w:asciiTheme="minorHAnsi" w:hAnsiTheme="minorHAnsi" w:cstheme="minorHAnsi"/>
                <w:szCs w:val="18"/>
              </w:rPr>
              <w:t>Z</w:t>
            </w:r>
            <w:r w:rsidR="00050B2B" w:rsidRPr="00A67C0A">
              <w:rPr>
                <w:rFonts w:asciiTheme="minorHAnsi" w:hAnsiTheme="minorHAnsi" w:cstheme="minorHAnsi"/>
                <w:szCs w:val="18"/>
              </w:rPr>
              <w:t xml:space="preserve">orgt voor de inhoud van de les en organisatie van werkvormen (verlengde instructie, </w:t>
            </w:r>
            <w:r w:rsidR="00E26A8B" w:rsidRPr="00A67C0A">
              <w:rPr>
                <w:rFonts w:asciiTheme="minorHAnsi" w:hAnsiTheme="minorHAnsi" w:cstheme="minorHAnsi"/>
                <w:szCs w:val="18"/>
              </w:rPr>
              <w:t xml:space="preserve">om en om instructie, </w:t>
            </w:r>
            <w:r w:rsidR="00050B2B" w:rsidRPr="00A67C0A">
              <w:rPr>
                <w:rFonts w:asciiTheme="minorHAnsi" w:hAnsiTheme="minorHAnsi" w:cstheme="minorHAnsi"/>
                <w:szCs w:val="18"/>
              </w:rPr>
              <w:t xml:space="preserve">instructietafel, subgroepjes, groepsdoorbrekend, tutoring, duoleren, preteaching, reteaching).  </w:t>
            </w:r>
          </w:p>
          <w:p w:rsidR="00050B2B" w:rsidRPr="00A67C0A" w:rsidRDefault="00BE682E" w:rsidP="0091120A">
            <w:pPr>
              <w:rPr>
                <w:rFonts w:asciiTheme="minorHAnsi" w:hAnsiTheme="minorHAnsi" w:cstheme="minorHAnsi"/>
                <w:color w:val="FF0000"/>
                <w:szCs w:val="18"/>
              </w:rPr>
            </w:pPr>
            <w:r w:rsidRPr="00A67C0A">
              <w:rPr>
                <w:rFonts w:asciiTheme="minorHAnsi" w:hAnsiTheme="minorHAnsi" w:cstheme="minorHAnsi"/>
                <w:szCs w:val="18"/>
              </w:rPr>
              <w:t>P</w:t>
            </w:r>
            <w:r w:rsidR="00050B2B" w:rsidRPr="00A67C0A">
              <w:rPr>
                <w:rFonts w:asciiTheme="minorHAnsi" w:hAnsiTheme="minorHAnsi" w:cstheme="minorHAnsi"/>
                <w:szCs w:val="18"/>
              </w:rPr>
              <w:t xml:space="preserve">lant de cognitieve vakken op een ander tijdstip in dezelfde week als een leerling in de midden- </w:t>
            </w:r>
            <w:r w:rsidR="00050B2B" w:rsidRPr="00A67C0A">
              <w:rPr>
                <w:rFonts w:asciiTheme="minorHAnsi" w:hAnsiTheme="minorHAnsi" w:cstheme="minorHAnsi"/>
                <w:szCs w:val="18"/>
              </w:rPr>
              <w:lastRenderedPageBreak/>
              <w:t>en bovenbouw die dag op stage is</w:t>
            </w:r>
            <w:r w:rsidR="00050B2B" w:rsidRPr="00A67C0A">
              <w:rPr>
                <w:rFonts w:asciiTheme="minorHAnsi" w:hAnsiTheme="minorHAnsi" w:cstheme="minorHAnsi"/>
                <w:color w:val="FF0000"/>
                <w:szCs w:val="18"/>
              </w:rPr>
              <w:t xml:space="preserve">.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lastRenderedPageBreak/>
              <w:t>Geplande observatie</w:t>
            </w:r>
          </w:p>
        </w:tc>
        <w:tc>
          <w:tcPr>
            <w:tcW w:w="7337" w:type="dxa"/>
            <w:gridSpan w:val="2"/>
          </w:tcPr>
          <w:p w:rsidR="0091120A" w:rsidRPr="00A67C0A" w:rsidRDefault="0091120A" w:rsidP="0091120A">
            <w:pPr>
              <w:rPr>
                <w:rFonts w:asciiTheme="minorHAnsi" w:hAnsiTheme="minorHAnsi" w:cstheme="minorHAnsi"/>
                <w:szCs w:val="18"/>
              </w:rPr>
            </w:pPr>
            <w:r w:rsidRPr="00A67C0A">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E453EC" w:rsidRPr="00A67C0A" w:rsidRDefault="005F1791" w:rsidP="005F1791">
            <w:pPr>
              <w:rPr>
                <w:rFonts w:asciiTheme="minorHAnsi" w:hAnsiTheme="minorHAnsi" w:cstheme="minorHAnsi"/>
                <w:szCs w:val="18"/>
              </w:rPr>
            </w:pPr>
            <w:r w:rsidRPr="00A67C0A">
              <w:rPr>
                <w:rFonts w:asciiTheme="minorHAnsi" w:hAnsiTheme="minorHAnsi" w:cstheme="minorHAnsi"/>
                <w:szCs w:val="18"/>
              </w:rPr>
              <w:t xml:space="preserve">De leraar evalueert aan het einde van de periode (toetsweken)  de hoofddoelen en subdoelen d.m.v. geplande observatie, methode gebonden toetsen of CITO. Bij de observaties wordt gebruik gemaakt van het document ‘Criteria doel wel-niet behaald” </w:t>
            </w:r>
            <w:r w:rsidR="00F56573" w:rsidRPr="00A67C0A">
              <w:rPr>
                <w:rFonts w:asciiTheme="minorHAnsi" w:hAnsiTheme="minorHAnsi" w:cstheme="minorHAnsi"/>
                <w:szCs w:val="18"/>
              </w:rPr>
              <w:t xml:space="preserve">. </w:t>
            </w:r>
            <w:r w:rsidR="0091120A" w:rsidRPr="00A67C0A">
              <w:rPr>
                <w:rFonts w:asciiTheme="minorHAnsi" w:hAnsiTheme="minorHAnsi" w:cstheme="minorHAnsi"/>
                <w:szCs w:val="18"/>
              </w:rPr>
              <w:t>Werkt het VSO met modules, kunnen de hoofd- en subdoelen na iedere modul</w:t>
            </w:r>
            <w:r w:rsidR="00BE682E" w:rsidRPr="00A67C0A">
              <w:rPr>
                <w:rFonts w:asciiTheme="minorHAnsi" w:hAnsiTheme="minorHAnsi" w:cstheme="minorHAnsi"/>
                <w:szCs w:val="18"/>
              </w:rPr>
              <w:t>e- periode geëvalueerd worden .</w:t>
            </w:r>
            <w:r w:rsidR="00F56573" w:rsidRPr="00A67C0A">
              <w:rPr>
                <w:rFonts w:asciiTheme="minorHAnsi" w:hAnsiTheme="minorHAnsi" w:cstheme="minorHAnsi"/>
                <w:szCs w:val="18"/>
              </w:rPr>
              <w:t xml:space="preserve"> </w:t>
            </w:r>
            <w:r w:rsidR="00E453EC" w:rsidRPr="00A67C0A">
              <w:rPr>
                <w:rFonts w:asciiTheme="minorHAnsi" w:hAnsiTheme="minorHAnsi" w:cstheme="minorHAnsi"/>
                <w:szCs w:val="18"/>
              </w:rPr>
              <w:t xml:space="preserve">Heeft de leerling 3 van de 5 opgaven goed, is het doel behaald. </w:t>
            </w:r>
          </w:p>
        </w:tc>
      </w:tr>
    </w:tbl>
    <w:p w:rsidR="00050B2B" w:rsidRPr="00A67C0A" w:rsidRDefault="00050B2B" w:rsidP="0043708D">
      <w:pPr>
        <w:rPr>
          <w:rFonts w:asciiTheme="minorHAnsi" w:hAnsiTheme="minorHAnsi" w:cstheme="minorHAnsi"/>
          <w:szCs w:val="18"/>
        </w:rPr>
      </w:pPr>
    </w:p>
    <w:sectPr w:rsidR="00050B2B" w:rsidRPr="00A67C0A" w:rsidSect="00AE1300">
      <w:headerReference w:type="default" r:id="rId11"/>
      <w:footerReference w:type="default" r:id="rId12"/>
      <w:pgSz w:w="11906" w:h="16838"/>
      <w:pgMar w:top="872"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F0E" w:rsidRDefault="00181F0E">
      <w:pPr>
        <w:spacing w:after="0" w:line="240" w:lineRule="auto"/>
      </w:pPr>
      <w:r>
        <w:separator/>
      </w:r>
    </w:p>
  </w:endnote>
  <w:endnote w:type="continuationSeparator" w:id="0">
    <w:p w:rsidR="00181F0E" w:rsidRDefault="00181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39338"/>
      <w:docPartObj>
        <w:docPartGallery w:val="Page Numbers (Bottom of Page)"/>
        <w:docPartUnique/>
      </w:docPartObj>
    </w:sdtPr>
    <w:sdtEndPr/>
    <w:sdtContent>
      <w:p w:rsidR="00181F0E" w:rsidRDefault="00181F0E">
        <w:pPr>
          <w:pStyle w:val="Voettekst"/>
          <w:jc w:val="right"/>
        </w:pPr>
        <w:r>
          <w:fldChar w:fldCharType="begin"/>
        </w:r>
        <w:r>
          <w:instrText>PAGE   \* MERGEFORMAT</w:instrText>
        </w:r>
        <w:r>
          <w:fldChar w:fldCharType="separate"/>
        </w:r>
        <w:r w:rsidR="00DF4C19">
          <w:rPr>
            <w:noProof/>
          </w:rPr>
          <w:t>21</w:t>
        </w:r>
        <w:r>
          <w:fldChar w:fldCharType="end"/>
        </w:r>
      </w:p>
    </w:sdtContent>
  </w:sdt>
  <w:p w:rsidR="00181F0E" w:rsidRDefault="00181F0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F0E" w:rsidRDefault="00181F0E">
      <w:pPr>
        <w:spacing w:after="0" w:line="240" w:lineRule="auto"/>
      </w:pPr>
      <w:r>
        <w:separator/>
      </w:r>
    </w:p>
  </w:footnote>
  <w:footnote w:type="continuationSeparator" w:id="0">
    <w:p w:rsidR="00181F0E" w:rsidRDefault="00181F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F0E" w:rsidRDefault="00181F0E" w:rsidP="00050B2B">
    <w:pPr>
      <w:pStyle w:val="Koptekst"/>
      <w:jc w:val="right"/>
    </w:pPr>
    <w:r>
      <w:rPr>
        <w:noProof/>
        <w:lang w:eastAsia="nl-NL"/>
      </w:rPr>
      <w:drawing>
        <wp:inline distT="0" distB="0" distL="0" distR="0" wp14:anchorId="7F852C64" wp14:editId="3304F815">
          <wp:extent cx="1362075" cy="651711"/>
          <wp:effectExtent l="0" t="0" r="0" b="0"/>
          <wp:docPr id="1" name="Afbeelding 1" descr="De Onderwijs specialis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Onderwijs specialist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5171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91"/>
    <w:rsid w:val="00032521"/>
    <w:rsid w:val="00050B2B"/>
    <w:rsid w:val="00051E03"/>
    <w:rsid w:val="00074FD5"/>
    <w:rsid w:val="000F699A"/>
    <w:rsid w:val="00111D7A"/>
    <w:rsid w:val="001458B6"/>
    <w:rsid w:val="00181F0E"/>
    <w:rsid w:val="001A39D0"/>
    <w:rsid w:val="001A7531"/>
    <w:rsid w:val="001E1A34"/>
    <w:rsid w:val="001E6F40"/>
    <w:rsid w:val="001F08B0"/>
    <w:rsid w:val="001F2AF5"/>
    <w:rsid w:val="00215E30"/>
    <w:rsid w:val="00227DCF"/>
    <w:rsid w:val="002B180F"/>
    <w:rsid w:val="00374F44"/>
    <w:rsid w:val="00412091"/>
    <w:rsid w:val="0043708D"/>
    <w:rsid w:val="00491860"/>
    <w:rsid w:val="004E5E1C"/>
    <w:rsid w:val="00507B8E"/>
    <w:rsid w:val="00524F01"/>
    <w:rsid w:val="0054524B"/>
    <w:rsid w:val="005B4B1B"/>
    <w:rsid w:val="005F1791"/>
    <w:rsid w:val="005F3016"/>
    <w:rsid w:val="00602F3C"/>
    <w:rsid w:val="0063222D"/>
    <w:rsid w:val="006B243A"/>
    <w:rsid w:val="006B54B2"/>
    <w:rsid w:val="006D3146"/>
    <w:rsid w:val="006E0814"/>
    <w:rsid w:val="006E6BA9"/>
    <w:rsid w:val="006F33A8"/>
    <w:rsid w:val="0071387A"/>
    <w:rsid w:val="00745B5C"/>
    <w:rsid w:val="00753A13"/>
    <w:rsid w:val="0076538E"/>
    <w:rsid w:val="00772522"/>
    <w:rsid w:val="00793CBA"/>
    <w:rsid w:val="008052A8"/>
    <w:rsid w:val="00856965"/>
    <w:rsid w:val="00863E8C"/>
    <w:rsid w:val="0088126B"/>
    <w:rsid w:val="00893B68"/>
    <w:rsid w:val="008B7FDF"/>
    <w:rsid w:val="008E356C"/>
    <w:rsid w:val="008E5245"/>
    <w:rsid w:val="009001E5"/>
    <w:rsid w:val="0091120A"/>
    <w:rsid w:val="00927F57"/>
    <w:rsid w:val="009D3006"/>
    <w:rsid w:val="009D35C8"/>
    <w:rsid w:val="009E7DD3"/>
    <w:rsid w:val="00A27AF9"/>
    <w:rsid w:val="00A4166B"/>
    <w:rsid w:val="00A44553"/>
    <w:rsid w:val="00A67C0A"/>
    <w:rsid w:val="00A8134D"/>
    <w:rsid w:val="00A9366C"/>
    <w:rsid w:val="00AA292C"/>
    <w:rsid w:val="00AC0FC9"/>
    <w:rsid w:val="00AC7A2C"/>
    <w:rsid w:val="00AE1300"/>
    <w:rsid w:val="00B02F50"/>
    <w:rsid w:val="00B274BA"/>
    <w:rsid w:val="00B32C5D"/>
    <w:rsid w:val="00B36EDD"/>
    <w:rsid w:val="00B70F7A"/>
    <w:rsid w:val="00BD0F54"/>
    <w:rsid w:val="00BD3B98"/>
    <w:rsid w:val="00BE682E"/>
    <w:rsid w:val="00BF5D18"/>
    <w:rsid w:val="00C24F84"/>
    <w:rsid w:val="00C3633D"/>
    <w:rsid w:val="00C735C2"/>
    <w:rsid w:val="00C95816"/>
    <w:rsid w:val="00CA3402"/>
    <w:rsid w:val="00CE3D01"/>
    <w:rsid w:val="00CF1CCB"/>
    <w:rsid w:val="00D073D4"/>
    <w:rsid w:val="00D11D41"/>
    <w:rsid w:val="00D13BCD"/>
    <w:rsid w:val="00D51771"/>
    <w:rsid w:val="00DB2F59"/>
    <w:rsid w:val="00DB34E2"/>
    <w:rsid w:val="00DB6CCE"/>
    <w:rsid w:val="00DD1042"/>
    <w:rsid w:val="00DE12F6"/>
    <w:rsid w:val="00DE6641"/>
    <w:rsid w:val="00DF4C19"/>
    <w:rsid w:val="00E26A8B"/>
    <w:rsid w:val="00E36CCD"/>
    <w:rsid w:val="00E453EC"/>
    <w:rsid w:val="00E46B17"/>
    <w:rsid w:val="00E608C2"/>
    <w:rsid w:val="00E61F55"/>
    <w:rsid w:val="00EC563B"/>
    <w:rsid w:val="00EC7076"/>
    <w:rsid w:val="00F138EA"/>
    <w:rsid w:val="00F56573"/>
    <w:rsid w:val="00F8628E"/>
    <w:rsid w:val="00F92E74"/>
    <w:rsid w:val="00FB153B"/>
    <w:rsid w:val="00FB60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90342E-F5E2-4F03-8A1C-F6E58BFB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153B"/>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12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1209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2091"/>
    <w:rPr>
      <w:rFonts w:ascii="Verdana" w:hAnsi="Verdana"/>
      <w:sz w:val="18"/>
    </w:rPr>
  </w:style>
  <w:style w:type="paragraph" w:styleId="Geenafstand">
    <w:name w:val="No Spacing"/>
    <w:uiPriority w:val="1"/>
    <w:qFormat/>
    <w:rsid w:val="00412091"/>
    <w:pPr>
      <w:spacing w:after="0" w:line="240" w:lineRule="auto"/>
    </w:pPr>
    <w:rPr>
      <w:rFonts w:ascii="Verdana" w:hAnsi="Verdana"/>
      <w:sz w:val="18"/>
    </w:rPr>
  </w:style>
  <w:style w:type="paragraph" w:styleId="Ballontekst">
    <w:name w:val="Balloon Text"/>
    <w:basedOn w:val="Standaard"/>
    <w:link w:val="BallontekstChar"/>
    <w:uiPriority w:val="99"/>
    <w:semiHidden/>
    <w:unhideWhenUsed/>
    <w:rsid w:val="004120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2091"/>
    <w:rPr>
      <w:rFonts w:ascii="Tahoma" w:hAnsi="Tahoma" w:cs="Tahoma"/>
      <w:sz w:val="16"/>
      <w:szCs w:val="16"/>
    </w:rPr>
  </w:style>
  <w:style w:type="paragraph" w:styleId="Voettekst">
    <w:name w:val="footer"/>
    <w:basedOn w:val="Standaard"/>
    <w:link w:val="VoettekstChar"/>
    <w:uiPriority w:val="99"/>
    <w:unhideWhenUsed/>
    <w:rsid w:val="00D517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51771"/>
    <w:rPr>
      <w:rFonts w:ascii="Verdana" w:hAnsi="Verdana"/>
      <w:sz w:val="18"/>
    </w:rPr>
  </w:style>
  <w:style w:type="character" w:styleId="Hyperlink">
    <w:name w:val="Hyperlink"/>
    <w:basedOn w:val="Standaardalinea-lettertype"/>
    <w:uiPriority w:val="99"/>
    <w:unhideWhenUsed/>
    <w:rsid w:val="00A67C0A"/>
    <w:rPr>
      <w:color w:val="0000FF" w:themeColor="hyperlink"/>
      <w:u w:val="single"/>
    </w:rPr>
  </w:style>
  <w:style w:type="character" w:styleId="GevolgdeHyperlink">
    <w:name w:val="FollowedHyperlink"/>
    <w:basedOn w:val="Standaardalinea-lettertype"/>
    <w:uiPriority w:val="99"/>
    <w:semiHidden/>
    <w:unhideWhenUsed/>
    <w:rsid w:val="009E7DD3"/>
    <w:rPr>
      <w:color w:val="800080" w:themeColor="followedHyperlink"/>
      <w:u w:val="single"/>
    </w:rPr>
  </w:style>
  <w:style w:type="paragraph" w:styleId="Tekstopmerking">
    <w:name w:val="annotation text"/>
    <w:basedOn w:val="Standaard"/>
    <w:link w:val="TekstopmerkingChar"/>
    <w:uiPriority w:val="99"/>
    <w:semiHidden/>
    <w:unhideWhenUsed/>
    <w:rsid w:val="00B36EDD"/>
    <w:pPr>
      <w:spacing w:line="240" w:lineRule="auto"/>
    </w:pPr>
    <w:rPr>
      <w:rFonts w:asciiTheme="minorHAnsi" w:hAnsiTheme="minorHAnsi"/>
      <w:sz w:val="20"/>
      <w:szCs w:val="20"/>
    </w:rPr>
  </w:style>
  <w:style w:type="character" w:customStyle="1" w:styleId="TekstopmerkingChar">
    <w:name w:val="Tekst opmerking Char"/>
    <w:basedOn w:val="Standaardalinea-lettertype"/>
    <w:link w:val="Tekstopmerking"/>
    <w:uiPriority w:val="99"/>
    <w:semiHidden/>
    <w:rsid w:val="00B36EDD"/>
    <w:rPr>
      <w:sz w:val="20"/>
      <w:szCs w:val="20"/>
    </w:rPr>
  </w:style>
  <w:style w:type="character" w:styleId="Verwijzingopmerking">
    <w:name w:val="annotation reference"/>
    <w:basedOn w:val="Standaardalinea-lettertype"/>
    <w:uiPriority w:val="99"/>
    <w:semiHidden/>
    <w:unhideWhenUsed/>
    <w:rsid w:val="00DF4C19"/>
    <w:rPr>
      <w:sz w:val="16"/>
      <w:szCs w:val="16"/>
    </w:rPr>
  </w:style>
  <w:style w:type="paragraph" w:styleId="Onderwerpvanopmerking">
    <w:name w:val="annotation subject"/>
    <w:basedOn w:val="Tekstopmerking"/>
    <w:next w:val="Tekstopmerking"/>
    <w:link w:val="OnderwerpvanopmerkingChar"/>
    <w:uiPriority w:val="99"/>
    <w:semiHidden/>
    <w:unhideWhenUsed/>
    <w:rsid w:val="00DF4C19"/>
    <w:rPr>
      <w:rFonts w:ascii="Verdana" w:hAnsi="Verdana"/>
      <w:b/>
      <w:bCs/>
    </w:rPr>
  </w:style>
  <w:style w:type="character" w:customStyle="1" w:styleId="OnderwerpvanopmerkingChar">
    <w:name w:val="Onderwerp van opmerking Char"/>
    <w:basedOn w:val="TekstopmerkingChar"/>
    <w:link w:val="Onderwerpvanopmerking"/>
    <w:uiPriority w:val="99"/>
    <w:semiHidden/>
    <w:rsid w:val="00DF4C19"/>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196210">
      <w:bodyDiv w:val="1"/>
      <w:marLeft w:val="0"/>
      <w:marRight w:val="0"/>
      <w:marTop w:val="0"/>
      <w:marBottom w:val="0"/>
      <w:divBdr>
        <w:top w:val="none" w:sz="0" w:space="0" w:color="auto"/>
        <w:left w:val="none" w:sz="0" w:space="0" w:color="auto"/>
        <w:bottom w:val="none" w:sz="0" w:space="0" w:color="auto"/>
        <w:right w:val="none" w:sz="0" w:space="0" w:color="auto"/>
      </w:divBdr>
    </w:div>
    <w:div w:id="1084256603">
      <w:bodyDiv w:val="1"/>
      <w:marLeft w:val="0"/>
      <w:marRight w:val="0"/>
      <w:marTop w:val="0"/>
      <w:marBottom w:val="0"/>
      <w:divBdr>
        <w:top w:val="none" w:sz="0" w:space="0" w:color="auto"/>
        <w:left w:val="none" w:sz="0" w:space="0" w:color="auto"/>
        <w:bottom w:val="none" w:sz="0" w:space="0" w:color="auto"/>
        <w:right w:val="none" w:sz="0" w:space="0" w:color="auto"/>
      </w:divBdr>
    </w:div>
    <w:div w:id="1353536993">
      <w:bodyDiv w:val="1"/>
      <w:marLeft w:val="0"/>
      <w:marRight w:val="0"/>
      <w:marTop w:val="0"/>
      <w:marBottom w:val="0"/>
      <w:divBdr>
        <w:top w:val="none" w:sz="0" w:space="0" w:color="auto"/>
        <w:left w:val="none" w:sz="0" w:space="0" w:color="auto"/>
        <w:bottom w:val="none" w:sz="0" w:space="0" w:color="auto"/>
        <w:right w:val="none" w:sz="0" w:space="0" w:color="auto"/>
      </w:divBdr>
    </w:div>
    <w:div w:id="1655449790">
      <w:bodyDiv w:val="1"/>
      <w:marLeft w:val="0"/>
      <w:marRight w:val="0"/>
      <w:marTop w:val="0"/>
      <w:marBottom w:val="0"/>
      <w:divBdr>
        <w:top w:val="none" w:sz="0" w:space="0" w:color="auto"/>
        <w:left w:val="none" w:sz="0" w:space="0" w:color="auto"/>
        <w:bottom w:val="none" w:sz="0" w:space="0" w:color="auto"/>
        <w:right w:val="none" w:sz="0" w:space="0" w:color="auto"/>
      </w:divBdr>
    </w:div>
    <w:div w:id="174171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iememeulenhoff.dsens.net/rekenspelle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thiememeulenhoff.dsens.net/rekenspelle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eekvanhetgeld.nl/sites/"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thiememeulenhoff.dsens.net/rekenspellen/" TargetMode="External"/><Relationship Id="rId4" Type="http://schemas.openxmlformats.org/officeDocument/2006/relationships/footnotes" Target="footnotes.xml"/><Relationship Id="rId9" Type="http://schemas.openxmlformats.org/officeDocument/2006/relationships/hyperlink" Target="http://www.digipuzzle.net/animals/monkeys/puzzl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AAB02B93</Template>
  <TotalTime>180</TotalTime>
  <Pages>23</Pages>
  <Words>11438</Words>
  <Characters>62914</Characters>
  <Application>Microsoft Office Word</Application>
  <DocSecurity>0</DocSecurity>
  <Lines>524</Lines>
  <Paragraphs>148</Paragraphs>
  <ScaleCrop>false</ScaleCrop>
  <HeadingPairs>
    <vt:vector size="2" baseType="variant">
      <vt:variant>
        <vt:lpstr>Titel</vt:lpstr>
      </vt:variant>
      <vt:variant>
        <vt:i4>1</vt:i4>
      </vt:variant>
    </vt:vector>
  </HeadingPairs>
  <TitlesOfParts>
    <vt:vector size="1" baseType="lpstr">
      <vt:lpstr/>
    </vt:vector>
  </TitlesOfParts>
  <Company>De Onderwijsspecialisten</Company>
  <LinksUpToDate>false</LinksUpToDate>
  <CharactersWithSpaces>74204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Gerritsen, Marjolijn</dc:creator>
  <cp:lastModifiedBy>Berg, Anja van den</cp:lastModifiedBy>
  <cp:revision>36</cp:revision>
  <dcterms:created xsi:type="dcterms:W3CDTF">2016-09-19T11:51:00Z</dcterms:created>
  <dcterms:modified xsi:type="dcterms:W3CDTF">2016-11-08T14:14:00Z</dcterms:modified>
</cp:coreProperties>
</file>