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91" w:rsidRDefault="00A44553" w:rsidP="00412091">
      <w:pPr>
        <w:pStyle w:val="Geenafstand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 xml:space="preserve">VSO: </w:t>
      </w:r>
      <w:r w:rsidR="005147E3">
        <w:rPr>
          <w:rFonts w:asciiTheme="minorHAnsi" w:hAnsiTheme="minorHAnsi" w:cstheme="minorHAnsi"/>
          <w:b/>
          <w:sz w:val="28"/>
          <w:u w:val="single"/>
        </w:rPr>
        <w:t xml:space="preserve">Overzicht </w:t>
      </w:r>
      <w:r w:rsidR="00412091" w:rsidRPr="001F606A">
        <w:rPr>
          <w:rFonts w:asciiTheme="minorHAnsi" w:hAnsiTheme="minorHAnsi" w:cstheme="minorHAnsi"/>
          <w:b/>
          <w:sz w:val="28"/>
          <w:u w:val="single"/>
        </w:rPr>
        <w:t xml:space="preserve">Arrangementskaart </w:t>
      </w:r>
      <w:r w:rsidR="005147E3">
        <w:rPr>
          <w:rFonts w:asciiTheme="minorHAnsi" w:hAnsiTheme="minorHAnsi" w:cstheme="minorHAnsi"/>
          <w:b/>
          <w:sz w:val="28"/>
          <w:u w:val="single"/>
        </w:rPr>
        <w:t>LGO</w:t>
      </w:r>
    </w:p>
    <w:p w:rsidR="00316C25" w:rsidRDefault="00316C25" w:rsidP="00412091">
      <w:pPr>
        <w:pStyle w:val="Geenafstand"/>
        <w:rPr>
          <w:rFonts w:asciiTheme="minorHAnsi" w:hAnsiTheme="minorHAnsi" w:cstheme="minorHAnsi"/>
          <w:b/>
          <w:szCs w:val="18"/>
          <w:u w:val="single"/>
        </w:rPr>
      </w:pP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316C25" w:rsidRPr="00A8134D" w:rsidTr="004447C6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25" w:rsidRPr="00A8134D" w:rsidRDefault="00316C25" w:rsidP="004447C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8134D">
              <w:rPr>
                <w:rFonts w:asciiTheme="minorHAnsi" w:hAnsiTheme="minorHAnsi" w:cstheme="minorHAnsi"/>
                <w:b/>
                <w:szCs w:val="18"/>
              </w:rPr>
              <w:t>Schooljaar: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25" w:rsidRPr="00A8134D" w:rsidRDefault="00316C25" w:rsidP="004447C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8134D">
              <w:rPr>
                <w:rFonts w:asciiTheme="minorHAnsi" w:hAnsiTheme="minorHAnsi" w:cstheme="minorHAnsi"/>
                <w:b/>
                <w:szCs w:val="18"/>
              </w:rPr>
              <w:t>Groepsplannaam:</w:t>
            </w:r>
          </w:p>
        </w:tc>
      </w:tr>
      <w:tr w:rsidR="00316C25" w:rsidRPr="00A8134D" w:rsidTr="004447C6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25" w:rsidRPr="00A8134D" w:rsidRDefault="00316C25" w:rsidP="004447C6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A8134D">
              <w:rPr>
                <w:rFonts w:asciiTheme="minorHAnsi" w:hAnsiTheme="minorHAnsi" w:cstheme="minorHAnsi"/>
                <w:b/>
                <w:szCs w:val="18"/>
              </w:rPr>
              <w:t>Aanvullende onderwijsbehoefte</w:t>
            </w:r>
            <w:r w:rsidRPr="00A8134D">
              <w:rPr>
                <w:rFonts w:asciiTheme="minorHAnsi" w:hAnsiTheme="minorHAnsi" w:cstheme="minorHAnsi"/>
                <w:szCs w:val="18"/>
              </w:rPr>
              <w:t>:</w:t>
            </w:r>
          </w:p>
          <w:p w:rsidR="00316C25" w:rsidRPr="00A8134D" w:rsidRDefault="00316C25" w:rsidP="004447C6">
            <w:pPr>
              <w:pStyle w:val="Geenafstand"/>
              <w:rPr>
                <w:rFonts w:asciiTheme="minorHAnsi" w:hAnsiTheme="minorHAnsi" w:cstheme="minorHAnsi"/>
                <w:b/>
                <w:szCs w:val="18"/>
                <w:u w:val="single"/>
              </w:rPr>
            </w:pPr>
          </w:p>
        </w:tc>
      </w:tr>
      <w:tr w:rsidR="00316C25" w:rsidRPr="00A8134D" w:rsidTr="004447C6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C25" w:rsidRPr="00A8134D" w:rsidRDefault="00316C25" w:rsidP="004447C6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8134D">
              <w:rPr>
                <w:rFonts w:asciiTheme="minorHAnsi" w:hAnsiTheme="minorHAnsi" w:cstheme="minorHAnsi"/>
                <w:b/>
                <w:szCs w:val="18"/>
              </w:rPr>
              <w:t>Opmerkingen/aanvullingen:</w:t>
            </w:r>
          </w:p>
          <w:p w:rsidR="00316C25" w:rsidRPr="00A8134D" w:rsidRDefault="00316C25" w:rsidP="004447C6">
            <w:pPr>
              <w:pStyle w:val="Geenafstand"/>
              <w:rPr>
                <w:rFonts w:asciiTheme="minorHAnsi" w:hAnsiTheme="minorHAnsi" w:cstheme="minorHAnsi"/>
                <w:b/>
                <w:szCs w:val="18"/>
                <w:u w:val="single"/>
              </w:rPr>
            </w:pPr>
          </w:p>
        </w:tc>
      </w:tr>
    </w:tbl>
    <w:p w:rsidR="00316C25" w:rsidRPr="00316C25" w:rsidRDefault="00316C25" w:rsidP="00412091">
      <w:pPr>
        <w:pStyle w:val="Geenafstand"/>
        <w:rPr>
          <w:rFonts w:asciiTheme="minorHAnsi" w:hAnsiTheme="minorHAnsi" w:cstheme="minorHAnsi"/>
          <w:b/>
          <w:szCs w:val="18"/>
          <w:u w:val="single"/>
        </w:rPr>
      </w:pPr>
      <w:bookmarkStart w:id="0" w:name="_GoBack"/>
      <w:bookmarkEnd w:id="0"/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1809"/>
        <w:gridCol w:w="2852"/>
        <w:gridCol w:w="4803"/>
      </w:tblGrid>
      <w:tr w:rsidR="00E46B17" w:rsidTr="00856965">
        <w:tc>
          <w:tcPr>
            <w:tcW w:w="4661" w:type="dxa"/>
            <w:gridSpan w:val="2"/>
            <w:shd w:val="clear" w:color="auto" w:fill="FF0000"/>
          </w:tcPr>
          <w:p w:rsidR="00E46B17" w:rsidRPr="00856965" w:rsidRDefault="00E46B17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Leerroute 2: </w:t>
            </w:r>
            <w:r w:rsidR="00374F44" w:rsidRPr="00856965">
              <w:rPr>
                <w:rFonts w:asciiTheme="minorHAnsi" w:hAnsiTheme="minorHAnsi" w:cstheme="minorHAnsi"/>
                <w:b/>
                <w:szCs w:val="18"/>
              </w:rPr>
              <w:t>Doelen leerjaar 1 periode 1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(niveau 4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0000"/>
          </w:tcPr>
          <w:p w:rsidR="00E46B17" w:rsidRPr="00856965" w:rsidRDefault="00E46B17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 xml:space="preserve">Leerroute 2: </w:t>
            </w:r>
            <w:r w:rsidR="00374F44" w:rsidRPr="00856965">
              <w:rPr>
                <w:rFonts w:asciiTheme="minorHAnsi" w:hAnsiTheme="minorHAnsi" w:cstheme="minorHAnsi"/>
                <w:b/>
                <w:szCs w:val="18"/>
              </w:rPr>
              <w:t>Doelen leerjaar 1 periode 2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(niveau 4)</w:t>
            </w:r>
          </w:p>
        </w:tc>
      </w:tr>
      <w:tr w:rsidR="009B409F" w:rsidRPr="00A67C0A" w:rsidTr="00856965">
        <w:tc>
          <w:tcPr>
            <w:tcW w:w="4661" w:type="dxa"/>
            <w:gridSpan w:val="2"/>
          </w:tcPr>
          <w:p w:rsidR="009B409F" w:rsidRPr="009B409F" w:rsidRDefault="009B409F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9B409F">
              <w:rPr>
                <w:rFonts w:asciiTheme="minorHAnsi" w:eastAsia="MS Mincho" w:hAnsiTheme="minorHAnsi" w:cstheme="minorHAnsi"/>
                <w:b/>
                <w:color w:val="000000"/>
              </w:rPr>
              <w:t>1.1. Ervaringen delen</w:t>
            </w:r>
          </w:p>
          <w:p w:rsidR="009B409F" w:rsidRPr="009B409F" w:rsidRDefault="009B409F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9B409F">
              <w:rPr>
                <w:rFonts w:asciiTheme="minorHAnsi" w:eastAsia="MS Mincho" w:hAnsiTheme="minorHAnsi" w:cstheme="minorHAnsi"/>
                <w:color w:val="000000"/>
              </w:rPr>
              <w:t xml:space="preserve">Vertelt in de kring over iets dat hij zojuist op school heeft meegemaakt (korte tijd ertussen) </w:t>
            </w:r>
            <w:r w:rsidRPr="009B409F">
              <w:rPr>
                <w:rFonts w:asciiTheme="minorHAnsi" w:eastAsia="MS Mincho" w:hAnsiTheme="minorHAnsi" w:cstheme="minorHAnsi"/>
                <w:color w:val="000000"/>
              </w:rPr>
              <w:br/>
            </w:r>
            <w:r w:rsidRPr="009B409F">
              <w:rPr>
                <w:rFonts w:asciiTheme="minorHAnsi" w:eastAsia="MS Mincho" w:hAnsiTheme="minorHAnsi" w:cstheme="minorHAnsi"/>
                <w:b/>
                <w:color w:val="000000"/>
              </w:rPr>
              <w:t>4.3. Iemand iets vragen</w:t>
            </w:r>
          </w:p>
          <w:p w:rsidR="009B409F" w:rsidRPr="009B409F" w:rsidRDefault="009B409F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9B409F">
              <w:rPr>
                <w:rFonts w:asciiTheme="minorHAnsi" w:eastAsia="MS Mincho" w:hAnsiTheme="minorHAnsi" w:cstheme="minorHAnsi"/>
                <w:color w:val="000000"/>
              </w:rPr>
              <w:t>Vraagt om herhaling als iets niet wordt verstaan (wat? He?)</w:t>
            </w:r>
            <w:r w:rsidRPr="009B409F">
              <w:rPr>
                <w:rFonts w:asciiTheme="minorHAnsi" w:eastAsia="MS Mincho" w:hAnsiTheme="minorHAnsi" w:cstheme="minorHAnsi"/>
                <w:b/>
                <w:color w:val="000000"/>
              </w:rPr>
              <w:t xml:space="preserve"> </w:t>
            </w:r>
          </w:p>
          <w:p w:rsidR="009B409F" w:rsidRPr="009B409F" w:rsidRDefault="009B409F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9B409F">
              <w:rPr>
                <w:rFonts w:asciiTheme="minorHAnsi" w:eastAsia="MS Mincho" w:hAnsiTheme="minorHAnsi" w:cstheme="minorHAnsi"/>
                <w:color w:val="000000"/>
              </w:rPr>
              <w:t xml:space="preserve">Stelt een vraag aan een onbekende in een vertrouwde omgeving (wie ben </w:t>
            </w:r>
          </w:p>
          <w:p w:rsidR="009B409F" w:rsidRPr="009B409F" w:rsidRDefault="009B409F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9B409F">
              <w:rPr>
                <w:rFonts w:asciiTheme="minorHAnsi" w:eastAsia="MS Mincho" w:hAnsiTheme="minorHAnsi" w:cstheme="minorHAnsi"/>
                <w:color w:val="000000"/>
              </w:rPr>
              <w:t>jij?)</w:t>
            </w:r>
          </w:p>
          <w:p w:rsidR="009B409F" w:rsidRPr="009B409F" w:rsidRDefault="009B409F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9B409F">
              <w:rPr>
                <w:rFonts w:asciiTheme="minorHAnsi" w:eastAsia="MS Mincho" w:hAnsiTheme="minorHAnsi" w:cstheme="minorHAnsi"/>
                <w:b/>
                <w:color w:val="000000"/>
              </w:rPr>
              <w:t>4.5. Een gesprek voeren met een ander</w:t>
            </w:r>
          </w:p>
          <w:p w:rsidR="009B409F" w:rsidRPr="009B409F" w:rsidRDefault="009B409F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9B409F">
              <w:rPr>
                <w:rFonts w:asciiTheme="minorHAnsi" w:eastAsia="MS Mincho" w:hAnsiTheme="minorHAnsi" w:cstheme="minorHAnsi"/>
                <w:color w:val="000000"/>
              </w:rPr>
              <w:t>Vertelt iets in de kring als hij daartoe wordt uitgenodigd</w:t>
            </w:r>
          </w:p>
        </w:tc>
        <w:tc>
          <w:tcPr>
            <w:tcW w:w="4803" w:type="dxa"/>
          </w:tcPr>
          <w:p w:rsidR="009B409F" w:rsidRPr="009B409F" w:rsidRDefault="009B409F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9B409F">
              <w:rPr>
                <w:rFonts w:asciiTheme="minorHAnsi" w:eastAsia="MS Mincho" w:hAnsiTheme="minorHAnsi" w:cstheme="minorHAnsi"/>
                <w:b/>
                <w:color w:val="000000"/>
              </w:rPr>
              <w:t>4.1. Communicatieve voorwaarden</w:t>
            </w:r>
          </w:p>
          <w:p w:rsidR="009B409F" w:rsidRPr="009B409F" w:rsidRDefault="009B409F" w:rsidP="00FC10E7">
            <w:pPr>
              <w:pStyle w:val="Geenafstand"/>
              <w:rPr>
                <w:rFonts w:asciiTheme="minorHAnsi" w:eastAsia="MS Mincho" w:hAnsiTheme="minorHAnsi" w:cstheme="minorHAnsi"/>
              </w:rPr>
            </w:pPr>
            <w:r w:rsidRPr="009B409F">
              <w:rPr>
                <w:rFonts w:asciiTheme="minorHAnsi" w:eastAsia="MS Mincho" w:hAnsiTheme="minorHAnsi" w:cstheme="minorHAnsi"/>
                <w:color w:val="000000"/>
              </w:rPr>
              <w:t>Zit vijf minuten stil op een stoel bij het luisteren naar medeleerlingen (in kringgesprek</w:t>
            </w:r>
            <w:r w:rsidRPr="009B409F">
              <w:rPr>
                <w:rFonts w:asciiTheme="minorHAnsi" w:eastAsia="MS Mincho" w:hAnsiTheme="minorHAnsi" w:cstheme="minorHAnsi"/>
              </w:rPr>
              <w:t>)</w:t>
            </w:r>
          </w:p>
          <w:p w:rsidR="009B409F" w:rsidRPr="009B409F" w:rsidRDefault="009B409F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9B409F">
              <w:rPr>
                <w:rFonts w:asciiTheme="minorHAnsi" w:eastAsia="MS Mincho" w:hAnsiTheme="minorHAnsi" w:cstheme="minorHAnsi"/>
                <w:color w:val="000000"/>
              </w:rPr>
              <w:t>Kijkt een ander aan bij luisteren in een 1:1 situatie</w:t>
            </w:r>
          </w:p>
          <w:p w:rsidR="009B409F" w:rsidRPr="009B409F" w:rsidRDefault="009B409F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9B409F">
              <w:rPr>
                <w:rFonts w:asciiTheme="minorHAnsi" w:hAnsiTheme="minorHAnsi" w:cstheme="minorHAnsi"/>
                <w:b/>
              </w:rPr>
              <w:t>4.6. Sociale routines</w:t>
            </w:r>
          </w:p>
          <w:p w:rsidR="009B409F" w:rsidRPr="009B409F" w:rsidRDefault="009B409F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9B409F">
              <w:rPr>
                <w:rFonts w:asciiTheme="minorHAnsi" w:hAnsiTheme="minorHAnsi" w:cstheme="minorHAnsi"/>
              </w:rPr>
              <w:t xml:space="preserve">Bedankt/feliciteert  een ander (verschillende manieren) </w:t>
            </w:r>
          </w:p>
          <w:p w:rsidR="009B409F" w:rsidRPr="009B409F" w:rsidRDefault="009B409F" w:rsidP="00FC10E7">
            <w:pPr>
              <w:pStyle w:val="Geenafstand"/>
              <w:rPr>
                <w:rFonts w:asciiTheme="minorHAnsi" w:hAnsiTheme="minorHAnsi" w:cstheme="minorHAnsi"/>
              </w:rPr>
            </w:pPr>
          </w:p>
          <w:p w:rsidR="009B409F" w:rsidRPr="009B409F" w:rsidRDefault="009B409F" w:rsidP="00FC10E7">
            <w:pPr>
              <w:pStyle w:val="Geenafstand"/>
              <w:rPr>
                <w:rFonts w:asciiTheme="minorHAnsi" w:hAnsiTheme="minorHAnsi" w:cstheme="minorHAnsi"/>
              </w:rPr>
            </w:pPr>
          </w:p>
          <w:p w:rsidR="009B409F" w:rsidRPr="009B409F" w:rsidRDefault="009B409F" w:rsidP="00FC10E7">
            <w:pPr>
              <w:pStyle w:val="Geenafstand"/>
              <w:rPr>
                <w:rFonts w:asciiTheme="minorHAnsi" w:hAnsiTheme="minorHAnsi" w:cstheme="minorHAnsi"/>
              </w:rPr>
            </w:pPr>
          </w:p>
        </w:tc>
      </w:tr>
      <w:tr w:rsidR="00374F44" w:rsidRPr="00A67C0A" w:rsidTr="00856965">
        <w:tc>
          <w:tcPr>
            <w:tcW w:w="4661" w:type="dxa"/>
            <w:gridSpan w:val="2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Methoden/middelen leerjaar 1 periode 1</w:t>
            </w:r>
          </w:p>
        </w:tc>
        <w:tc>
          <w:tcPr>
            <w:tcW w:w="4803" w:type="dxa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Methoden/middelen leerjaar 1 periode 2</w:t>
            </w:r>
          </w:p>
        </w:tc>
      </w:tr>
      <w:tr w:rsidR="00E46B17" w:rsidRPr="00A67C0A" w:rsidTr="00856965">
        <w:tc>
          <w:tcPr>
            <w:tcW w:w="4661" w:type="dxa"/>
            <w:gridSpan w:val="2"/>
          </w:tcPr>
          <w:p w:rsidR="00674C7D" w:rsidRPr="00674C7D" w:rsidRDefault="00674C7D" w:rsidP="00674C7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674C7D">
              <w:rPr>
                <w:rFonts w:asciiTheme="minorHAnsi" w:hAnsiTheme="minorHAnsi" w:cstheme="minorHAnsi"/>
                <w:szCs w:val="18"/>
              </w:rPr>
              <w:t>Hoofdthema: Ik wie ben ik</w:t>
            </w:r>
          </w:p>
          <w:p w:rsidR="00674C7D" w:rsidRPr="00674C7D" w:rsidRDefault="00674C7D" w:rsidP="00674C7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674C7D">
              <w:rPr>
                <w:rFonts w:asciiTheme="minorHAnsi" w:hAnsiTheme="minorHAnsi" w:cstheme="minorHAnsi"/>
                <w:szCs w:val="18"/>
              </w:rPr>
              <w:t>- Iets vertellen</w:t>
            </w:r>
          </w:p>
          <w:p w:rsidR="00674C7D" w:rsidRPr="00674C7D" w:rsidRDefault="00674C7D" w:rsidP="00674C7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674C7D">
              <w:rPr>
                <w:rFonts w:asciiTheme="minorHAnsi" w:hAnsiTheme="minorHAnsi" w:cstheme="minorHAnsi"/>
                <w:szCs w:val="18"/>
              </w:rPr>
              <w:t>- Vragen stellen</w:t>
            </w:r>
          </w:p>
          <w:p w:rsidR="00E46B17" w:rsidRPr="005147E3" w:rsidRDefault="00674C7D" w:rsidP="00674C7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674C7D">
              <w:rPr>
                <w:rFonts w:asciiTheme="minorHAnsi" w:hAnsiTheme="minorHAnsi" w:cstheme="minorHAnsi"/>
                <w:szCs w:val="18"/>
                <w:u w:val="single"/>
              </w:rPr>
              <w:t>Methode: STIP-VSO</w:t>
            </w:r>
            <w:r w:rsidRPr="00674C7D">
              <w:rPr>
                <w:rFonts w:asciiTheme="minorHAnsi" w:hAnsiTheme="minorHAnsi" w:cstheme="minorHAnsi"/>
                <w:szCs w:val="18"/>
              </w:rPr>
              <w:t xml:space="preserve"> deel 1, map 1, project 1 Het loket</w:t>
            </w:r>
          </w:p>
        </w:tc>
        <w:tc>
          <w:tcPr>
            <w:tcW w:w="4803" w:type="dxa"/>
          </w:tcPr>
          <w:p w:rsidR="00674C7D" w:rsidRPr="00674C7D" w:rsidRDefault="00674C7D" w:rsidP="00674C7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674C7D">
              <w:rPr>
                <w:rFonts w:asciiTheme="minorHAnsi" w:hAnsiTheme="minorHAnsi" w:cstheme="minorHAnsi"/>
                <w:szCs w:val="18"/>
              </w:rPr>
              <w:t>Hoofdthema: Ik en de maatschappij</w:t>
            </w:r>
          </w:p>
          <w:p w:rsidR="00674C7D" w:rsidRPr="00674C7D" w:rsidRDefault="00674C7D" w:rsidP="00674C7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674C7D">
              <w:rPr>
                <w:rFonts w:asciiTheme="minorHAnsi" w:hAnsiTheme="minorHAnsi" w:cstheme="minorHAnsi"/>
                <w:szCs w:val="18"/>
              </w:rPr>
              <w:t>-Luisteren naar de ander</w:t>
            </w:r>
          </w:p>
          <w:p w:rsidR="00674C7D" w:rsidRPr="00674C7D" w:rsidRDefault="00674C7D" w:rsidP="00674C7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-Omgaan met de ander</w:t>
            </w:r>
          </w:p>
          <w:p w:rsidR="00E46B17" w:rsidRPr="00A67C0A" w:rsidRDefault="00674C7D" w:rsidP="00674C7D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674C7D">
              <w:rPr>
                <w:rFonts w:asciiTheme="minorHAnsi" w:hAnsiTheme="minorHAnsi" w:cstheme="minorHAnsi"/>
                <w:szCs w:val="18"/>
                <w:u w:val="single"/>
              </w:rPr>
              <w:t>Methode: STIP-VSO</w:t>
            </w:r>
            <w:r w:rsidRPr="00674C7D">
              <w:rPr>
                <w:rFonts w:asciiTheme="minorHAnsi" w:hAnsiTheme="minorHAnsi" w:cstheme="minorHAnsi"/>
                <w:szCs w:val="18"/>
              </w:rPr>
              <w:t xml:space="preserve"> deel 1, map 1, project 4 Ik zie er Leuk uit</w:t>
            </w:r>
          </w:p>
        </w:tc>
      </w:tr>
      <w:tr w:rsidR="00374F44" w:rsidRPr="00A67C0A" w:rsidTr="00856965">
        <w:tc>
          <w:tcPr>
            <w:tcW w:w="4661" w:type="dxa"/>
            <w:gridSpan w:val="2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Doelen leerjaar 2 periode 1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(niveau 4)</w:t>
            </w:r>
          </w:p>
        </w:tc>
        <w:tc>
          <w:tcPr>
            <w:tcW w:w="4803" w:type="dxa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Doelen leerjaar 2 periode 2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(niveau 4)</w:t>
            </w:r>
          </w:p>
        </w:tc>
      </w:tr>
      <w:tr w:rsidR="00ED58D5" w:rsidRPr="00A67C0A" w:rsidTr="00856965">
        <w:tc>
          <w:tcPr>
            <w:tcW w:w="4661" w:type="dxa"/>
            <w:gridSpan w:val="2"/>
          </w:tcPr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ED58D5">
              <w:rPr>
                <w:rFonts w:asciiTheme="minorHAnsi" w:hAnsiTheme="minorHAnsi" w:cstheme="minorHAnsi"/>
                <w:b/>
              </w:rPr>
              <w:t>4.6. Sociale routines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ED58D5">
              <w:rPr>
                <w:rFonts w:asciiTheme="minorHAnsi" w:hAnsiTheme="minorHAnsi" w:cstheme="minorHAnsi"/>
              </w:rPr>
              <w:t>Verontschuldigt zich wanneer dat gepast is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b/>
                <w:color w:val="000000"/>
              </w:rPr>
              <w:t>5.1. Opkomen voor jezelf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color w:val="000000"/>
              </w:rPr>
              <w:t>Vertelt of hij een activiteit alleen of samen wil doen en met wie als de leraar hiernaar  vraagt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ED58D5">
              <w:rPr>
                <w:rFonts w:asciiTheme="minorHAnsi" w:hAnsiTheme="minorHAnsi" w:cstheme="minorHAnsi"/>
                <w:b/>
              </w:rPr>
              <w:t>9.2. Omgaan met conflicten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ED58D5">
              <w:rPr>
                <w:rFonts w:asciiTheme="minorHAnsi" w:hAnsiTheme="minorHAnsi" w:cstheme="minorHAnsi"/>
              </w:rPr>
              <w:t>Laat non-verbaal merken dat ruzie voorbij is (hand geven, lachen, aankijken)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ED58D5">
              <w:rPr>
                <w:rFonts w:asciiTheme="minorHAnsi" w:hAnsiTheme="minorHAnsi" w:cstheme="minorHAnsi"/>
              </w:rPr>
              <w:t>Benoemt waarom hij een ander geen pijn mag doen</w:t>
            </w:r>
          </w:p>
        </w:tc>
        <w:tc>
          <w:tcPr>
            <w:tcW w:w="4803" w:type="dxa"/>
          </w:tcPr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ED58D5">
              <w:rPr>
                <w:rFonts w:asciiTheme="minorHAnsi" w:hAnsiTheme="minorHAnsi" w:cstheme="minorHAnsi"/>
                <w:b/>
              </w:rPr>
              <w:t>4.6. Sociale routines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ED58D5">
              <w:rPr>
                <w:rFonts w:asciiTheme="minorHAnsi" w:hAnsiTheme="minorHAnsi" w:cstheme="minorHAnsi"/>
              </w:rPr>
              <w:t>Verontschuldigt zich wanneer dat gepast is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b/>
                <w:color w:val="000000"/>
              </w:rPr>
              <w:t>5.1. Opkomen voor jezelf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color w:val="000000"/>
              </w:rPr>
              <w:t>Vertelt of hij een activiteit alleen of samen wil doen en met wie als de leraar hiernaar  vraagt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ED58D5">
              <w:rPr>
                <w:rFonts w:asciiTheme="minorHAnsi" w:hAnsiTheme="minorHAnsi" w:cstheme="minorHAnsi"/>
                <w:b/>
              </w:rPr>
              <w:t>9.2. Omgaan met conflicten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ED58D5">
              <w:rPr>
                <w:rFonts w:asciiTheme="minorHAnsi" w:hAnsiTheme="minorHAnsi" w:cstheme="minorHAnsi"/>
              </w:rPr>
              <w:t>Laat non-verbaal merken dat ruzie voorbij is (hand geven, lachen, aankijken)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ED58D5">
              <w:rPr>
                <w:rFonts w:asciiTheme="minorHAnsi" w:hAnsiTheme="minorHAnsi" w:cstheme="minorHAnsi"/>
              </w:rPr>
              <w:t>Benoemt waarom hij een ander geen pijn mag doen</w:t>
            </w:r>
          </w:p>
        </w:tc>
      </w:tr>
      <w:tr w:rsidR="00374F44" w:rsidRPr="00A67C0A" w:rsidTr="00856965">
        <w:tc>
          <w:tcPr>
            <w:tcW w:w="4661" w:type="dxa"/>
            <w:gridSpan w:val="2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Methoden/middelen leerjaar 2 periode 1</w:t>
            </w:r>
          </w:p>
        </w:tc>
        <w:tc>
          <w:tcPr>
            <w:tcW w:w="4803" w:type="dxa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Methoden/middelen leerjaar 2 periode 2</w:t>
            </w:r>
          </w:p>
        </w:tc>
      </w:tr>
      <w:tr w:rsidR="00E46B17" w:rsidRPr="00A67C0A" w:rsidTr="00856965">
        <w:tc>
          <w:tcPr>
            <w:tcW w:w="4661" w:type="dxa"/>
            <w:gridSpan w:val="2"/>
          </w:tcPr>
          <w:p w:rsidR="00FC10E7" w:rsidRPr="00FC10E7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</w:rPr>
              <w:t>Hoofdthema: Ik en mijn gedrag</w:t>
            </w:r>
          </w:p>
          <w:p w:rsidR="00FC10E7" w:rsidRPr="00FC10E7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</w:rPr>
              <w:t>- Omgaan met ruzie</w:t>
            </w:r>
          </w:p>
          <w:p w:rsidR="00FC10E7" w:rsidRPr="00FC10E7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- Voor jezelf opkomen</w:t>
            </w:r>
          </w:p>
          <w:p w:rsidR="00E46B17" w:rsidRPr="00A67C0A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  <w:u w:val="single"/>
              </w:rPr>
              <w:t>Methode: STIP-VSO</w:t>
            </w:r>
            <w:r w:rsidRPr="00FC10E7">
              <w:rPr>
                <w:rFonts w:asciiTheme="minorHAnsi" w:hAnsiTheme="minorHAnsi" w:cstheme="minorHAnsi"/>
                <w:szCs w:val="18"/>
              </w:rPr>
              <w:t xml:space="preserve"> deel 2, map 2, project 9 Samen praten</w:t>
            </w:r>
          </w:p>
        </w:tc>
        <w:tc>
          <w:tcPr>
            <w:tcW w:w="4803" w:type="dxa"/>
          </w:tcPr>
          <w:p w:rsidR="00FC10E7" w:rsidRPr="00FC10E7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</w:rPr>
              <w:t>Hoofdthema: Ik en de maatschappij</w:t>
            </w:r>
          </w:p>
          <w:p w:rsidR="00FC10E7" w:rsidRPr="00FC10E7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</w:rPr>
              <w:t>-Luisteren naar de ander</w:t>
            </w:r>
          </w:p>
          <w:p w:rsidR="00FC10E7" w:rsidRPr="00FC10E7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</w:rPr>
              <w:t>-Omgaan met de a</w:t>
            </w:r>
            <w:r>
              <w:rPr>
                <w:rFonts w:asciiTheme="minorHAnsi" w:hAnsiTheme="minorHAnsi" w:cstheme="minorHAnsi"/>
                <w:szCs w:val="18"/>
              </w:rPr>
              <w:t>nder</w:t>
            </w:r>
          </w:p>
          <w:p w:rsidR="00E46B17" w:rsidRPr="00A67C0A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  <w:u w:val="single"/>
              </w:rPr>
              <w:t>Methode: STIP-VSO</w:t>
            </w:r>
            <w:r w:rsidRPr="00FC10E7">
              <w:rPr>
                <w:rFonts w:asciiTheme="minorHAnsi" w:hAnsiTheme="minorHAnsi" w:cstheme="minorHAnsi"/>
                <w:szCs w:val="18"/>
              </w:rPr>
              <w:t xml:space="preserve"> deel 1, map 1, project 4 Ik zie er Leuk uit</w:t>
            </w:r>
          </w:p>
        </w:tc>
      </w:tr>
      <w:tr w:rsidR="00374F44" w:rsidRPr="00A67C0A" w:rsidTr="00856965">
        <w:tc>
          <w:tcPr>
            <w:tcW w:w="4661" w:type="dxa"/>
            <w:gridSpan w:val="2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Doelen leerjaar 3 periode 1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(niveau 5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Doelen leerjaar 3 periode 2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(niveau 5)</w:t>
            </w:r>
          </w:p>
        </w:tc>
      </w:tr>
      <w:tr w:rsidR="00ED58D5" w:rsidRPr="00A67C0A" w:rsidTr="00856965">
        <w:tc>
          <w:tcPr>
            <w:tcW w:w="4661" w:type="dxa"/>
            <w:gridSpan w:val="2"/>
          </w:tcPr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b/>
                <w:color w:val="000000"/>
              </w:rPr>
              <w:t>1.1. Ervaringen delen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color w:val="000000"/>
              </w:rPr>
              <w:t>Vraagt een bekende naar zijn gevoelens (waarom huil je?)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b/>
                <w:color w:val="000000"/>
              </w:rPr>
              <w:t>4.3.  Iemand iets vragen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color w:val="000000"/>
              </w:rPr>
              <w:t>Vraagt aan de leraar of hij hem iets mag vragen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color w:val="000000"/>
              </w:rPr>
              <w:t xml:space="preserve">Vraagt netjes om herhaling wanneer iets niet verstaan wordt (wat zegt u) 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ED58D5">
              <w:rPr>
                <w:rFonts w:asciiTheme="minorHAnsi" w:hAnsiTheme="minorHAnsi" w:cstheme="minorHAnsi"/>
                <w:b/>
              </w:rPr>
              <w:t>4.6. Sociale routines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ED58D5">
              <w:rPr>
                <w:rFonts w:asciiTheme="minorHAnsi" w:hAnsiTheme="minorHAnsi" w:cstheme="minorHAnsi"/>
              </w:rPr>
              <w:t>Stelt zich voor door zijn naam te noemen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</w:p>
        </w:tc>
        <w:tc>
          <w:tcPr>
            <w:tcW w:w="4803" w:type="dxa"/>
          </w:tcPr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b/>
                <w:color w:val="000000"/>
              </w:rPr>
              <w:t>4.1. Communicatieve voorwaarden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color w:val="000000"/>
              </w:rPr>
              <w:t>Kijkt andere leerlingen aan wanneer zij spreken en bij het zelf spreken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ED58D5">
              <w:rPr>
                <w:rFonts w:asciiTheme="minorHAnsi" w:hAnsiTheme="minorHAnsi" w:cstheme="minorHAnsi"/>
                <w:b/>
              </w:rPr>
              <w:t xml:space="preserve">4.4.  Iets zeggen tegen iemand 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ED58D5">
              <w:rPr>
                <w:rFonts w:asciiTheme="minorHAnsi" w:hAnsiTheme="minorHAnsi" w:cstheme="minorHAnsi"/>
              </w:rPr>
              <w:t xml:space="preserve">Hanteert de juiste aanspreekvorm voor bekende en onbekende gesprekspartners, bijv. jij/u 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ED58D5">
              <w:rPr>
                <w:rFonts w:asciiTheme="minorHAnsi" w:hAnsiTheme="minorHAnsi" w:cstheme="minorHAnsi"/>
                <w:b/>
              </w:rPr>
              <w:t>9.1. Respectvol en verantwoordelijk omgaan met anderen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ED58D5">
              <w:rPr>
                <w:rFonts w:asciiTheme="minorHAnsi" w:hAnsiTheme="minorHAnsi" w:cstheme="minorHAnsi"/>
              </w:rPr>
              <w:t xml:space="preserve">Geeft een complimentje over het uiterlijk of een product (mooie jas, mooi schilderij) </w:t>
            </w:r>
          </w:p>
        </w:tc>
      </w:tr>
      <w:tr w:rsidR="00374F44" w:rsidRPr="00A67C0A" w:rsidTr="00856965">
        <w:tc>
          <w:tcPr>
            <w:tcW w:w="4661" w:type="dxa"/>
            <w:gridSpan w:val="2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Methoden/middelen leerjaar 3 periode 1</w:t>
            </w:r>
          </w:p>
        </w:tc>
        <w:tc>
          <w:tcPr>
            <w:tcW w:w="4803" w:type="dxa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Methoden/middelen leerjaar 3 periode 2</w:t>
            </w:r>
          </w:p>
        </w:tc>
      </w:tr>
      <w:tr w:rsidR="00E46B17" w:rsidRPr="00A67C0A" w:rsidTr="00856965">
        <w:tc>
          <w:tcPr>
            <w:tcW w:w="4661" w:type="dxa"/>
            <w:gridSpan w:val="2"/>
          </w:tcPr>
          <w:p w:rsidR="00FC10E7" w:rsidRPr="00FC10E7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</w:rPr>
              <w:t>Hoofdthema: Ik wie ben ik</w:t>
            </w:r>
          </w:p>
          <w:p w:rsidR="00FC10E7" w:rsidRPr="00FC10E7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</w:rPr>
              <w:t>- Iets vragen</w:t>
            </w:r>
          </w:p>
          <w:p w:rsidR="00FC10E7" w:rsidRPr="00FC10E7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</w:rPr>
              <w:t>- Jezelf voorstellen</w:t>
            </w:r>
          </w:p>
          <w:p w:rsidR="00E46B17" w:rsidRPr="00A67C0A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</w:rPr>
              <w:t xml:space="preserve">Geen passende modules STIP-VSO. </w:t>
            </w:r>
          </w:p>
        </w:tc>
        <w:tc>
          <w:tcPr>
            <w:tcW w:w="4803" w:type="dxa"/>
          </w:tcPr>
          <w:p w:rsidR="00FC10E7" w:rsidRPr="00FC10E7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</w:rPr>
              <w:t>Hoofdthema: Ik en de maatschappij</w:t>
            </w:r>
          </w:p>
          <w:p w:rsidR="00FC10E7" w:rsidRPr="00FC10E7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</w:rPr>
              <w:t>-Informatie duidelijk overbrengen</w:t>
            </w:r>
          </w:p>
          <w:p w:rsidR="00E46B17" w:rsidRPr="00A67C0A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</w:rPr>
              <w:t>Geen passende modules STIP-VSO</w:t>
            </w:r>
          </w:p>
        </w:tc>
      </w:tr>
      <w:tr w:rsidR="00374F44" w:rsidRPr="00A67C0A" w:rsidTr="00856965">
        <w:tc>
          <w:tcPr>
            <w:tcW w:w="4661" w:type="dxa"/>
            <w:gridSpan w:val="2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Doelen leerjaar 4 periode 1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(niveau 5)</w:t>
            </w:r>
          </w:p>
        </w:tc>
        <w:tc>
          <w:tcPr>
            <w:tcW w:w="4803" w:type="dxa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Doelen leerjaar 4 periode 2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(niveau 5)</w:t>
            </w:r>
          </w:p>
        </w:tc>
      </w:tr>
      <w:tr w:rsidR="00ED58D5" w:rsidRPr="00A67C0A" w:rsidTr="00856965">
        <w:tc>
          <w:tcPr>
            <w:tcW w:w="4661" w:type="dxa"/>
            <w:gridSpan w:val="2"/>
          </w:tcPr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b/>
                <w:color w:val="000000"/>
              </w:rPr>
              <w:t>5.1. Opkomen voor jezelf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color w:val="000000"/>
              </w:rPr>
              <w:t>Vertelt of hij een activiteit alleen of samen wil doen en met wie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ED58D5">
              <w:rPr>
                <w:rFonts w:asciiTheme="minorHAnsi" w:hAnsiTheme="minorHAnsi" w:cstheme="minorHAnsi"/>
                <w:b/>
              </w:rPr>
              <w:t>9.2. Omgaan met conflicten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ED58D5">
              <w:rPr>
                <w:rFonts w:asciiTheme="minorHAnsi" w:hAnsiTheme="minorHAnsi" w:cstheme="minorHAnsi"/>
              </w:rPr>
              <w:t>Uit zijn boosheid zonder anderen fysiek pijn te doen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ED58D5">
              <w:rPr>
                <w:rFonts w:asciiTheme="minorHAnsi" w:hAnsiTheme="minorHAnsi" w:cstheme="minorHAnsi"/>
              </w:rPr>
              <w:t xml:space="preserve">Geeft verbaal aan dat de ruzie voorbij is (sorry, over?, </w:t>
            </w:r>
            <w:r w:rsidRPr="00ED58D5">
              <w:rPr>
                <w:rFonts w:asciiTheme="minorHAnsi" w:hAnsiTheme="minorHAnsi" w:cstheme="minorHAnsi"/>
              </w:rPr>
              <w:lastRenderedPageBreak/>
              <w:t>vrienden?)</w:t>
            </w:r>
          </w:p>
        </w:tc>
        <w:tc>
          <w:tcPr>
            <w:tcW w:w="4803" w:type="dxa"/>
          </w:tcPr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b/>
                <w:color w:val="000000"/>
              </w:rPr>
              <w:lastRenderedPageBreak/>
              <w:t>5.1. Opkomen voor jezelf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color w:val="000000"/>
              </w:rPr>
              <w:t>Vertelt of hij een activiteit alleen of samen wil doen en met wie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ED58D5">
              <w:rPr>
                <w:rFonts w:asciiTheme="minorHAnsi" w:hAnsiTheme="minorHAnsi" w:cstheme="minorHAnsi"/>
                <w:b/>
              </w:rPr>
              <w:t>9.2. Omgaan met conflicten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ED58D5">
              <w:rPr>
                <w:rFonts w:asciiTheme="minorHAnsi" w:hAnsiTheme="minorHAnsi" w:cstheme="minorHAnsi"/>
              </w:rPr>
              <w:t>Uit zijn boosheid zonder anderen fysiek pijn te doen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ED58D5">
              <w:rPr>
                <w:rFonts w:asciiTheme="minorHAnsi" w:hAnsiTheme="minorHAnsi" w:cstheme="minorHAnsi"/>
              </w:rPr>
              <w:t xml:space="preserve">Geeft verbaal aan dat de ruzie voorbij is (sorry, over?, </w:t>
            </w:r>
            <w:r w:rsidRPr="00ED58D5">
              <w:rPr>
                <w:rFonts w:asciiTheme="minorHAnsi" w:hAnsiTheme="minorHAnsi" w:cstheme="minorHAnsi"/>
              </w:rPr>
              <w:lastRenderedPageBreak/>
              <w:t>vrienden?)</w:t>
            </w:r>
          </w:p>
        </w:tc>
      </w:tr>
      <w:tr w:rsidR="00374F44" w:rsidRPr="00A67C0A" w:rsidTr="00856965">
        <w:tc>
          <w:tcPr>
            <w:tcW w:w="4661" w:type="dxa"/>
            <w:gridSpan w:val="2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lastRenderedPageBreak/>
              <w:t>Leerroute 2: Methoden/middelen leerjaar 4 periode 1</w:t>
            </w:r>
          </w:p>
        </w:tc>
        <w:tc>
          <w:tcPr>
            <w:tcW w:w="4803" w:type="dxa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Methoden/middelen leerjaar 4 periode 2</w:t>
            </w:r>
          </w:p>
        </w:tc>
      </w:tr>
      <w:tr w:rsidR="00E46B17" w:rsidRPr="00A67C0A" w:rsidTr="00856965">
        <w:tc>
          <w:tcPr>
            <w:tcW w:w="4661" w:type="dxa"/>
            <w:gridSpan w:val="2"/>
          </w:tcPr>
          <w:p w:rsidR="00FC10E7" w:rsidRPr="00FC10E7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</w:rPr>
              <w:t>Hoofdthema: Ik en mijn gedrag</w:t>
            </w:r>
          </w:p>
          <w:p w:rsidR="00FC10E7" w:rsidRPr="00FC10E7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</w:rPr>
              <w:t>- Opkomen voor jezelf</w:t>
            </w:r>
          </w:p>
          <w:p w:rsidR="00FC10E7" w:rsidRPr="00FC10E7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</w:rPr>
              <w:t>- Omgaan met ruzie</w:t>
            </w:r>
          </w:p>
          <w:p w:rsidR="00E46B17" w:rsidRPr="00A67C0A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  <w:u w:val="single"/>
              </w:rPr>
              <w:t>Methode: STIP-VSO</w:t>
            </w:r>
            <w:r w:rsidRPr="00FC10E7">
              <w:rPr>
                <w:rFonts w:asciiTheme="minorHAnsi" w:hAnsiTheme="minorHAnsi" w:cstheme="minorHAnsi"/>
                <w:szCs w:val="18"/>
              </w:rPr>
              <w:t xml:space="preserve"> deel 2, map 2, project 7 Met elkaar in één huis. </w:t>
            </w:r>
          </w:p>
        </w:tc>
        <w:tc>
          <w:tcPr>
            <w:tcW w:w="4803" w:type="dxa"/>
          </w:tcPr>
          <w:p w:rsidR="00FC10E7" w:rsidRPr="00FC10E7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</w:rPr>
              <w:t>Hoofdthema: Ik en de ander</w:t>
            </w:r>
          </w:p>
          <w:p w:rsidR="00FC10E7" w:rsidRPr="00FC10E7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</w:rPr>
              <w:t>- Een gesprek voeren</w:t>
            </w:r>
          </w:p>
          <w:p w:rsidR="00FC10E7" w:rsidRPr="00FC10E7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- Opkomen voor een ander</w:t>
            </w:r>
          </w:p>
          <w:p w:rsidR="00E46B17" w:rsidRPr="00A67C0A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  <w:u w:val="single"/>
              </w:rPr>
              <w:t>Methode: STIP-VSO</w:t>
            </w:r>
            <w:r w:rsidRPr="00FC10E7">
              <w:rPr>
                <w:rFonts w:asciiTheme="minorHAnsi" w:hAnsiTheme="minorHAnsi" w:cstheme="minorHAnsi"/>
                <w:szCs w:val="18"/>
              </w:rPr>
              <w:t xml:space="preserve"> deel 2, map 1, project 2 Visite krijgen. </w:t>
            </w:r>
          </w:p>
        </w:tc>
      </w:tr>
      <w:tr w:rsidR="00374F44" w:rsidRPr="00A67C0A" w:rsidTr="00856965">
        <w:tc>
          <w:tcPr>
            <w:tcW w:w="4661" w:type="dxa"/>
            <w:gridSpan w:val="2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Doelen leerjaar 5 periode 1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(niveau 6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  <w:tc>
          <w:tcPr>
            <w:tcW w:w="4803" w:type="dxa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Doelen leerjaar 5</w:t>
            </w:r>
            <w:r w:rsidR="005F3016"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(niveau 6)</w:t>
            </w:r>
          </w:p>
        </w:tc>
      </w:tr>
      <w:tr w:rsidR="00ED58D5" w:rsidRPr="00A67C0A" w:rsidTr="00856965">
        <w:tc>
          <w:tcPr>
            <w:tcW w:w="4661" w:type="dxa"/>
            <w:gridSpan w:val="2"/>
          </w:tcPr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b/>
                <w:color w:val="000000"/>
              </w:rPr>
              <w:t>1.1. Ervaringen delen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color w:val="00B050"/>
              </w:rPr>
            </w:pPr>
            <w:r w:rsidRPr="00ED58D5">
              <w:rPr>
                <w:rFonts w:asciiTheme="minorHAnsi" w:eastAsia="MS Mincho" w:hAnsiTheme="minorHAnsi" w:cstheme="minorHAnsi"/>
                <w:color w:val="000000"/>
              </w:rPr>
              <w:t>Vertelt over iets dat hij heeft beleefd en hoe hij zich daarbij voelde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color w:val="00B050"/>
              </w:rPr>
            </w:pPr>
            <w:r w:rsidRPr="00ED58D5">
              <w:rPr>
                <w:rFonts w:asciiTheme="minorHAnsi" w:eastAsia="MS Mincho" w:hAnsiTheme="minorHAnsi" w:cstheme="minorHAnsi"/>
                <w:color w:val="000000"/>
              </w:rPr>
              <w:t xml:space="preserve">Vertelt van welke specifieke situaties hij boos, verdrietig of bang wordt 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ED58D5">
              <w:rPr>
                <w:rFonts w:asciiTheme="minorHAnsi" w:hAnsiTheme="minorHAnsi" w:cstheme="minorHAnsi"/>
                <w:b/>
              </w:rPr>
              <w:t xml:space="preserve">4.4.  Iets zeggen tegen iemand 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color w:val="00B050"/>
              </w:rPr>
            </w:pPr>
            <w:r w:rsidRPr="00ED58D5">
              <w:rPr>
                <w:rFonts w:asciiTheme="minorHAnsi" w:hAnsiTheme="minorHAnsi" w:cstheme="minorHAnsi"/>
              </w:rPr>
              <w:t>Uit zijn gevoel richting een ander zonder uitleg (ik vind jou aardig/ lief, ik ben boos)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ED58D5">
              <w:rPr>
                <w:rFonts w:asciiTheme="minorHAnsi" w:hAnsiTheme="minorHAnsi" w:cstheme="minorHAnsi"/>
                <w:b/>
              </w:rPr>
              <w:t>9.1. Respectvol en verantwoordelijk omgaan met anderen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  <w:color w:val="FF0000"/>
              </w:rPr>
            </w:pPr>
            <w:r w:rsidRPr="00ED58D5">
              <w:rPr>
                <w:rFonts w:asciiTheme="minorHAnsi" w:hAnsiTheme="minorHAnsi" w:cstheme="minorHAnsi"/>
              </w:rPr>
              <w:t xml:space="preserve">Kent meerdere manieren om iemand te troosten (stil maar, arm omslaan, zakdoek halen) </w:t>
            </w:r>
          </w:p>
        </w:tc>
        <w:tc>
          <w:tcPr>
            <w:tcW w:w="4803" w:type="dxa"/>
          </w:tcPr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b/>
                <w:color w:val="000000"/>
              </w:rPr>
              <w:t>4.1. Communicatieve voorwaarden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color w:val="000000"/>
              </w:rPr>
              <w:t>Laat een ander uitspreken tijdens een gesprek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color w:val="000000"/>
              </w:rPr>
              <w:t xml:space="preserve">Switcht tussen verschillende sprekers (in kringgesprek) 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b/>
                <w:color w:val="000000"/>
              </w:rPr>
              <w:t>4.5. Een gesprek voeren met een ander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color w:val="000000"/>
              </w:rPr>
              <w:t>Geeft/neemt de beurt in een gesprek</w:t>
            </w:r>
            <w:r w:rsidRPr="00ED58D5">
              <w:rPr>
                <w:rFonts w:asciiTheme="minorHAnsi" w:hAnsiTheme="minorHAnsi" w:cstheme="minorHAnsi"/>
                <w:b/>
              </w:rPr>
              <w:br/>
              <w:t>4.6. Sociale routines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ED58D5">
              <w:rPr>
                <w:rFonts w:asciiTheme="minorHAnsi" w:hAnsiTheme="minorHAnsi" w:cstheme="minorHAnsi"/>
              </w:rPr>
              <w:t>Stelt zichzelf netjes voor (ik ben Wouter Smit)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ED58D5">
              <w:rPr>
                <w:rFonts w:asciiTheme="minorHAnsi" w:hAnsiTheme="minorHAnsi" w:cstheme="minorHAnsi"/>
                <w:b/>
              </w:rPr>
              <w:t>9.1. Respectvol en verantwoordelijk omgaan met anderen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ED58D5">
              <w:rPr>
                <w:rFonts w:asciiTheme="minorHAnsi" w:hAnsiTheme="minorHAnsi" w:cstheme="minorHAnsi"/>
              </w:rPr>
              <w:t>Deelt uit zichzelf iets met een ander</w:t>
            </w:r>
          </w:p>
        </w:tc>
      </w:tr>
      <w:tr w:rsidR="005F3016" w:rsidRPr="00A67C0A" w:rsidTr="00856965">
        <w:tc>
          <w:tcPr>
            <w:tcW w:w="4661" w:type="dxa"/>
            <w:gridSpan w:val="2"/>
            <w:shd w:val="clear" w:color="auto" w:fill="FF0000"/>
          </w:tcPr>
          <w:p w:rsidR="005F3016" w:rsidRPr="00856965" w:rsidRDefault="005F3016" w:rsidP="00856965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Methoden/middelen leerjaar 5 periode 1</w:t>
            </w:r>
          </w:p>
        </w:tc>
        <w:tc>
          <w:tcPr>
            <w:tcW w:w="4803" w:type="dxa"/>
            <w:shd w:val="clear" w:color="auto" w:fill="FF0000"/>
          </w:tcPr>
          <w:p w:rsidR="005F3016" w:rsidRPr="00856965" w:rsidRDefault="005F3016" w:rsidP="00856965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Methoden/middelen leerjaar 5 periode 2</w:t>
            </w:r>
          </w:p>
        </w:tc>
      </w:tr>
      <w:tr w:rsidR="00E46B17" w:rsidRPr="00A67C0A" w:rsidTr="00856965">
        <w:tc>
          <w:tcPr>
            <w:tcW w:w="4661" w:type="dxa"/>
            <w:gridSpan w:val="2"/>
          </w:tcPr>
          <w:p w:rsidR="00FC10E7" w:rsidRPr="00FC10E7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</w:rPr>
              <w:t>Hoofdthema: Ik wie ben ik</w:t>
            </w:r>
          </w:p>
          <w:p w:rsidR="00FC10E7" w:rsidRPr="00FC10E7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</w:rPr>
              <w:t>- Praten over gevoelens</w:t>
            </w:r>
          </w:p>
          <w:p w:rsidR="00E46B17" w:rsidRPr="00A67C0A" w:rsidRDefault="00FC10E7" w:rsidP="00FC10E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  <w:u w:val="single"/>
              </w:rPr>
              <w:t>Methode: STIP-VSO</w:t>
            </w:r>
            <w:r w:rsidRPr="00FC10E7">
              <w:rPr>
                <w:rFonts w:asciiTheme="minorHAnsi" w:hAnsiTheme="minorHAnsi" w:cstheme="minorHAnsi"/>
                <w:szCs w:val="18"/>
              </w:rPr>
              <w:t xml:space="preserve"> deel 3, map 1, project 2 Ziek zijn.</w:t>
            </w:r>
          </w:p>
        </w:tc>
        <w:tc>
          <w:tcPr>
            <w:tcW w:w="4803" w:type="dxa"/>
          </w:tcPr>
          <w:p w:rsidR="009B6161" w:rsidRPr="009B6161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9B6161">
              <w:rPr>
                <w:rFonts w:asciiTheme="minorHAnsi" w:hAnsiTheme="minorHAnsi" w:cstheme="minorHAnsi"/>
                <w:szCs w:val="18"/>
              </w:rPr>
              <w:t>Hoofdthema: Ik en de maatschappij</w:t>
            </w:r>
          </w:p>
          <w:p w:rsidR="009B6161" w:rsidRPr="009B6161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9B6161">
              <w:rPr>
                <w:rFonts w:asciiTheme="minorHAnsi" w:hAnsiTheme="minorHAnsi" w:cstheme="minorHAnsi"/>
                <w:szCs w:val="18"/>
              </w:rPr>
              <w:t>- Een gesprek voeren</w:t>
            </w:r>
          </w:p>
          <w:p w:rsidR="009B6161" w:rsidRPr="009B6161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- Jezelf voorstellen</w:t>
            </w:r>
          </w:p>
          <w:p w:rsidR="00E46B17" w:rsidRPr="00A67C0A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9B6161">
              <w:rPr>
                <w:rFonts w:asciiTheme="minorHAnsi" w:hAnsiTheme="minorHAnsi" w:cstheme="minorHAnsi"/>
                <w:szCs w:val="18"/>
                <w:u w:val="single"/>
              </w:rPr>
              <w:t>Methode: STIP-VSO</w:t>
            </w:r>
            <w:r w:rsidRPr="009B6161">
              <w:rPr>
                <w:rFonts w:asciiTheme="minorHAnsi" w:hAnsiTheme="minorHAnsi" w:cstheme="minorHAnsi"/>
                <w:szCs w:val="18"/>
              </w:rPr>
              <w:t xml:space="preserve"> deel 3, map 1, project 4 Bezoek ontvangen. </w:t>
            </w:r>
          </w:p>
        </w:tc>
      </w:tr>
      <w:tr w:rsidR="00374F44" w:rsidRPr="00A67C0A" w:rsidTr="00856965">
        <w:tc>
          <w:tcPr>
            <w:tcW w:w="4661" w:type="dxa"/>
            <w:gridSpan w:val="2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Doelen leerjaar 6 periode 1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(niveau 6)</w:t>
            </w:r>
          </w:p>
        </w:tc>
        <w:tc>
          <w:tcPr>
            <w:tcW w:w="4803" w:type="dxa"/>
            <w:shd w:val="clear" w:color="auto" w:fill="FF0000"/>
          </w:tcPr>
          <w:p w:rsidR="00374F44" w:rsidRPr="00856965" w:rsidRDefault="00374F44" w:rsidP="00374F44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Doelen leerjaar 6</w:t>
            </w:r>
            <w:r w:rsidR="005F3016" w:rsidRPr="00856965">
              <w:rPr>
                <w:rFonts w:asciiTheme="minorHAnsi" w:hAnsiTheme="minorHAnsi" w:cstheme="minorHAnsi"/>
                <w:b/>
                <w:szCs w:val="18"/>
              </w:rPr>
              <w:t xml:space="preserve"> periode 2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(niveau 6)</w:t>
            </w:r>
          </w:p>
        </w:tc>
      </w:tr>
      <w:tr w:rsidR="00ED58D5" w:rsidRPr="00A67C0A" w:rsidTr="00856965">
        <w:tc>
          <w:tcPr>
            <w:tcW w:w="4661" w:type="dxa"/>
            <w:gridSpan w:val="2"/>
          </w:tcPr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b/>
                <w:color w:val="000000"/>
              </w:rPr>
              <w:t>5.1. Opkomen voor jezelf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color w:val="000000"/>
              </w:rPr>
              <w:t>Zegt het als hij wordt overgeslagen of als iets dat beloofd is vergeten wordt</w:t>
            </w:r>
            <w:r w:rsidRPr="00ED58D5">
              <w:rPr>
                <w:rFonts w:asciiTheme="minorHAnsi" w:eastAsia="MS Mincho" w:hAnsiTheme="minorHAnsi" w:cstheme="minorHAnsi"/>
                <w:b/>
                <w:color w:val="F79646" w:themeColor="accent6"/>
              </w:rPr>
              <w:br/>
            </w:r>
            <w:r w:rsidRPr="00ED58D5">
              <w:rPr>
                <w:rFonts w:asciiTheme="minorHAnsi" w:hAnsiTheme="minorHAnsi" w:cstheme="minorHAnsi"/>
                <w:b/>
              </w:rPr>
              <w:t>9.2. Omgaan met conflicten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ED58D5">
              <w:rPr>
                <w:rFonts w:asciiTheme="minorHAnsi" w:hAnsiTheme="minorHAnsi" w:cstheme="minorHAnsi"/>
              </w:rPr>
              <w:t>Vertelt waarom hij boos is op een ander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ED58D5">
              <w:rPr>
                <w:rFonts w:asciiTheme="minorHAnsi" w:hAnsiTheme="minorHAnsi" w:cstheme="minorHAnsi"/>
              </w:rPr>
              <w:t>Biedt zijn excuses aan (met oogcontact) en past zijn gedrag daarna aan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ED58D5">
              <w:rPr>
                <w:rFonts w:asciiTheme="minorHAnsi" w:hAnsiTheme="minorHAnsi" w:cstheme="minorHAnsi"/>
              </w:rPr>
              <w:t>Benoemt manieren om rustig te blijven als hij boos is (diep ademhalen, weglopen)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</w:rPr>
            </w:pP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</w:p>
        </w:tc>
        <w:tc>
          <w:tcPr>
            <w:tcW w:w="4803" w:type="dxa"/>
          </w:tcPr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ED58D5">
              <w:rPr>
                <w:rFonts w:asciiTheme="minorHAnsi" w:hAnsiTheme="minorHAnsi" w:cstheme="minorHAnsi"/>
                <w:b/>
              </w:rPr>
              <w:t>4.2.  Non verbale communicatie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ED58D5">
              <w:rPr>
                <w:rFonts w:asciiTheme="minorHAnsi" w:hAnsiTheme="minorHAnsi" w:cstheme="minorHAnsi"/>
              </w:rPr>
              <w:t>Reageert op lichaamshouding van een medeleerling ((on)geïnteresseerde houding)</w:t>
            </w:r>
            <w:r w:rsidRPr="00ED58D5">
              <w:rPr>
                <w:rFonts w:asciiTheme="minorHAnsi" w:eastAsia="MS Mincho" w:hAnsiTheme="minorHAnsi" w:cstheme="minorHAnsi"/>
                <w:b/>
                <w:color w:val="000000"/>
              </w:rPr>
              <w:t xml:space="preserve"> 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b/>
                <w:color w:val="000000"/>
              </w:rPr>
              <w:t>4.3.  Iemand iets vragen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color w:val="000000"/>
              </w:rPr>
              <w:t xml:space="preserve">Vraagt om uitleg of verduidelijking wanneer hij iets niet begrijpt (hoe moet dat? Wat is dat?) 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b/>
                <w:color w:val="000000"/>
              </w:rPr>
              <w:t>8.1. Omgaan met gevoelens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ED58D5">
              <w:rPr>
                <w:rFonts w:asciiTheme="minorHAnsi" w:eastAsia="MS Mincho" w:hAnsiTheme="minorHAnsi" w:cstheme="minorHAnsi"/>
                <w:color w:val="000000"/>
              </w:rPr>
              <w:t>Verplaatst zich in de gevoelens van een ander (toont medeleven, lacht mee, troost)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ED58D5">
              <w:rPr>
                <w:rFonts w:asciiTheme="minorHAnsi" w:hAnsiTheme="minorHAnsi" w:cstheme="minorHAnsi"/>
                <w:b/>
              </w:rPr>
              <w:t>9.1. Respectvol en verantwoordelijk omgaan met anderen</w:t>
            </w:r>
          </w:p>
          <w:p w:rsidR="00ED58D5" w:rsidRPr="00ED58D5" w:rsidRDefault="00ED58D5" w:rsidP="00FC10E7">
            <w:pPr>
              <w:pStyle w:val="Geenafstand"/>
              <w:rPr>
                <w:rFonts w:asciiTheme="minorHAnsi" w:hAnsiTheme="minorHAnsi" w:cstheme="minorHAnsi"/>
                <w:color w:val="FF0000"/>
              </w:rPr>
            </w:pPr>
            <w:r w:rsidRPr="00ED58D5">
              <w:rPr>
                <w:rFonts w:asciiTheme="minorHAnsi" w:hAnsiTheme="minorHAnsi" w:cstheme="minorHAnsi"/>
              </w:rPr>
              <w:t xml:space="preserve">Nodigt een vriend uit om mee te doen </w:t>
            </w:r>
          </w:p>
        </w:tc>
      </w:tr>
      <w:tr w:rsidR="005F3016" w:rsidRPr="00A67C0A" w:rsidTr="00856965">
        <w:tc>
          <w:tcPr>
            <w:tcW w:w="4661" w:type="dxa"/>
            <w:gridSpan w:val="2"/>
            <w:shd w:val="clear" w:color="auto" w:fill="FF0000"/>
          </w:tcPr>
          <w:p w:rsidR="005F3016" w:rsidRPr="00856965" w:rsidRDefault="005F3016" w:rsidP="00856965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Methoden/middelen leerjaar 6 periode 1</w:t>
            </w:r>
          </w:p>
        </w:tc>
        <w:tc>
          <w:tcPr>
            <w:tcW w:w="4803" w:type="dxa"/>
            <w:shd w:val="clear" w:color="auto" w:fill="FF0000"/>
          </w:tcPr>
          <w:p w:rsidR="005F3016" w:rsidRPr="00856965" w:rsidRDefault="005F3016" w:rsidP="00856965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856965">
              <w:rPr>
                <w:rFonts w:asciiTheme="minorHAnsi" w:hAnsiTheme="minorHAnsi" w:cstheme="minorHAnsi"/>
                <w:b/>
                <w:szCs w:val="18"/>
              </w:rPr>
              <w:t>Leerroute 2: Methoden/middelen leerjaar 6 periode 2</w:t>
            </w:r>
          </w:p>
        </w:tc>
      </w:tr>
      <w:tr w:rsidR="00E46B17" w:rsidRPr="00A67C0A" w:rsidTr="00856965">
        <w:tc>
          <w:tcPr>
            <w:tcW w:w="4661" w:type="dxa"/>
            <w:gridSpan w:val="2"/>
          </w:tcPr>
          <w:p w:rsidR="009B6161" w:rsidRPr="009B6161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9B6161">
              <w:rPr>
                <w:rFonts w:asciiTheme="minorHAnsi" w:hAnsiTheme="minorHAnsi" w:cstheme="minorHAnsi"/>
                <w:szCs w:val="18"/>
              </w:rPr>
              <w:t>Hoofdthema: Ik en mijn gedrag</w:t>
            </w:r>
          </w:p>
          <w:p w:rsidR="009B6161" w:rsidRPr="009B6161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9B6161">
              <w:rPr>
                <w:rFonts w:asciiTheme="minorHAnsi" w:hAnsiTheme="minorHAnsi" w:cstheme="minorHAnsi"/>
                <w:szCs w:val="18"/>
              </w:rPr>
              <w:t>- Opkomen voor jezelf</w:t>
            </w:r>
          </w:p>
          <w:p w:rsidR="009B6161" w:rsidRPr="009B6161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- Omgaan met ruzie</w:t>
            </w:r>
          </w:p>
          <w:p w:rsidR="00E46B17" w:rsidRPr="00A67C0A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9B6161">
              <w:rPr>
                <w:rFonts w:asciiTheme="minorHAnsi" w:hAnsiTheme="minorHAnsi" w:cstheme="minorHAnsi"/>
                <w:szCs w:val="18"/>
                <w:u w:val="single"/>
              </w:rPr>
              <w:t>Methode: STIP-VSO</w:t>
            </w:r>
            <w:r w:rsidRPr="009B6161">
              <w:rPr>
                <w:rFonts w:asciiTheme="minorHAnsi" w:hAnsiTheme="minorHAnsi" w:cstheme="minorHAnsi"/>
                <w:szCs w:val="18"/>
              </w:rPr>
              <w:t xml:space="preserve"> deel 3, map 2, project 7 Samen televisie kijken. </w:t>
            </w:r>
          </w:p>
        </w:tc>
        <w:tc>
          <w:tcPr>
            <w:tcW w:w="4803" w:type="dxa"/>
          </w:tcPr>
          <w:p w:rsidR="009B6161" w:rsidRPr="009B6161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9B6161">
              <w:rPr>
                <w:rFonts w:asciiTheme="minorHAnsi" w:hAnsiTheme="minorHAnsi" w:cstheme="minorHAnsi"/>
                <w:szCs w:val="18"/>
              </w:rPr>
              <w:t>Hoofdthema: Ik en de ander</w:t>
            </w:r>
          </w:p>
          <w:p w:rsidR="009B6161" w:rsidRPr="009B6161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9B6161">
              <w:rPr>
                <w:rFonts w:asciiTheme="minorHAnsi" w:hAnsiTheme="minorHAnsi" w:cstheme="minorHAnsi"/>
                <w:szCs w:val="18"/>
              </w:rPr>
              <w:t xml:space="preserve">- Wat wil de ander? </w:t>
            </w:r>
          </w:p>
          <w:p w:rsidR="009B6161" w:rsidRPr="009B6161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- Iets vragen aan een ander</w:t>
            </w:r>
          </w:p>
          <w:p w:rsidR="00E46B17" w:rsidRPr="00A67C0A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9B6161">
              <w:rPr>
                <w:rFonts w:asciiTheme="minorHAnsi" w:hAnsiTheme="minorHAnsi" w:cstheme="minorHAnsi"/>
                <w:szCs w:val="18"/>
                <w:u w:val="single"/>
              </w:rPr>
              <w:t>Methode: STIP-VSO</w:t>
            </w:r>
            <w:r w:rsidRPr="009B6161">
              <w:rPr>
                <w:rFonts w:asciiTheme="minorHAnsi" w:hAnsiTheme="minorHAnsi" w:cstheme="minorHAnsi"/>
                <w:szCs w:val="18"/>
              </w:rPr>
              <w:t xml:space="preserve"> deel 3, map 2, project 6 Iets uitlenen. </w:t>
            </w:r>
          </w:p>
        </w:tc>
      </w:tr>
      <w:tr w:rsidR="00A27AF9" w:rsidRPr="00A67C0A" w:rsidTr="00856965">
        <w:tc>
          <w:tcPr>
            <w:tcW w:w="1809" w:type="dxa"/>
            <w:shd w:val="clear" w:color="auto" w:fill="FF0000"/>
          </w:tcPr>
          <w:p w:rsidR="00A27AF9" w:rsidRPr="00A67C0A" w:rsidRDefault="00A27AF9" w:rsidP="00050B2B">
            <w:pPr>
              <w:rPr>
                <w:rFonts w:asciiTheme="minorHAnsi" w:hAnsiTheme="minorHAnsi" w:cstheme="minorHAnsi"/>
                <w:b/>
                <w:color w:val="FFFFFF" w:themeColor="background1"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color w:val="FFFFFF" w:themeColor="background1"/>
                <w:szCs w:val="18"/>
              </w:rPr>
              <w:t>Leertijd</w:t>
            </w:r>
          </w:p>
        </w:tc>
        <w:tc>
          <w:tcPr>
            <w:tcW w:w="7655" w:type="dxa"/>
            <w:gridSpan w:val="2"/>
          </w:tcPr>
          <w:p w:rsidR="00674C7D" w:rsidRDefault="00DB2F59" w:rsidP="00A27AF9">
            <w:pPr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Onderbouw:    </w:t>
            </w:r>
            <w:r w:rsidR="00674C7D" w:rsidRPr="00674C7D">
              <w:rPr>
                <w:rFonts w:asciiTheme="minorHAnsi" w:hAnsiTheme="minorHAnsi" w:cstheme="minorHAnsi"/>
                <w:szCs w:val="18"/>
              </w:rPr>
              <w:t>Per week: 3 lesuren van 45 minuten of 2.15 uur</w:t>
            </w:r>
          </w:p>
          <w:p w:rsidR="00DB2F59" w:rsidRPr="00FA76F1" w:rsidRDefault="00DB2F59" w:rsidP="00A27AF9">
            <w:pPr>
              <w:rPr>
                <w:rFonts w:asciiTheme="minorHAnsi" w:hAnsiTheme="minorHAnsi" w:cstheme="minorHAnsi"/>
                <w:szCs w:val="18"/>
                <w:highlight w:val="yellow"/>
              </w:rPr>
            </w:pPr>
            <w:r w:rsidRPr="00FC10E7">
              <w:rPr>
                <w:rFonts w:asciiTheme="minorHAnsi" w:hAnsiTheme="minorHAnsi" w:cstheme="minorHAnsi"/>
                <w:szCs w:val="18"/>
              </w:rPr>
              <w:t xml:space="preserve">Middenbouw: </w:t>
            </w:r>
            <w:r w:rsidR="00FC10E7" w:rsidRPr="00FC10E7">
              <w:rPr>
                <w:rFonts w:asciiTheme="minorHAnsi" w:hAnsiTheme="minorHAnsi" w:cstheme="minorHAnsi"/>
                <w:szCs w:val="18"/>
              </w:rPr>
              <w:t>Per week: 3 lesuren van 45 minuten of 2.15 uur</w:t>
            </w:r>
          </w:p>
          <w:p w:rsidR="00A27AF9" w:rsidRPr="00A67C0A" w:rsidRDefault="00DB2F59" w:rsidP="00A27AF9">
            <w:pPr>
              <w:rPr>
                <w:rFonts w:asciiTheme="minorHAnsi" w:hAnsiTheme="minorHAnsi" w:cstheme="minorHAnsi"/>
                <w:szCs w:val="18"/>
              </w:rPr>
            </w:pPr>
            <w:r w:rsidRPr="00FC10E7">
              <w:rPr>
                <w:rFonts w:asciiTheme="minorHAnsi" w:hAnsiTheme="minorHAnsi" w:cstheme="minorHAnsi"/>
                <w:szCs w:val="18"/>
              </w:rPr>
              <w:t xml:space="preserve">Bovenbouw:    </w:t>
            </w:r>
            <w:r w:rsidR="00FC10E7" w:rsidRPr="00FC10E7">
              <w:rPr>
                <w:rFonts w:asciiTheme="minorHAnsi" w:hAnsiTheme="minorHAnsi" w:cstheme="minorHAnsi"/>
                <w:szCs w:val="18"/>
              </w:rPr>
              <w:t>Per week: 3 lesuren van 45 minuten of 2.15 uur</w:t>
            </w:r>
            <w:r w:rsidR="00A27AF9" w:rsidRPr="00FC10E7">
              <w:rPr>
                <w:rFonts w:asciiTheme="minorHAnsi" w:hAnsiTheme="minorHAnsi" w:cstheme="minorHAnsi"/>
                <w:szCs w:val="18"/>
              </w:rPr>
              <w:t>(zie lesurentabel lesrooster VSO DOS)</w:t>
            </w:r>
            <w:r w:rsidR="00A27AF9" w:rsidRPr="00A67C0A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</w:tr>
      <w:tr w:rsidR="00AE1300" w:rsidRPr="00A67C0A" w:rsidTr="00856965">
        <w:tc>
          <w:tcPr>
            <w:tcW w:w="1809" w:type="dxa"/>
            <w:shd w:val="clear" w:color="auto" w:fill="FF0000"/>
          </w:tcPr>
          <w:p w:rsidR="00AE1300" w:rsidRPr="00A67C0A" w:rsidRDefault="00AE1300" w:rsidP="00050B2B">
            <w:pPr>
              <w:rPr>
                <w:rFonts w:asciiTheme="minorHAnsi" w:hAnsiTheme="minorHAnsi" w:cstheme="minorHAnsi"/>
                <w:b/>
                <w:color w:val="FFFFFF" w:themeColor="background1"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color w:val="FFFFFF" w:themeColor="background1"/>
                <w:szCs w:val="18"/>
              </w:rPr>
              <w:t xml:space="preserve">Didactisch </w:t>
            </w:r>
          </w:p>
        </w:tc>
        <w:tc>
          <w:tcPr>
            <w:tcW w:w="7655" w:type="dxa"/>
            <w:gridSpan w:val="2"/>
          </w:tcPr>
          <w:p w:rsidR="00674C7D" w:rsidRPr="00674C7D" w:rsidRDefault="00674C7D" w:rsidP="00674C7D">
            <w:pPr>
              <w:rPr>
                <w:rFonts w:asciiTheme="minorHAnsi" w:hAnsiTheme="minorHAnsi" w:cstheme="minorHAnsi"/>
                <w:szCs w:val="18"/>
              </w:rPr>
            </w:pPr>
            <w:r w:rsidRPr="00674C7D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674C7D" w:rsidRPr="00674C7D" w:rsidRDefault="00674C7D" w:rsidP="00674C7D">
            <w:pPr>
              <w:rPr>
                <w:rFonts w:asciiTheme="minorHAnsi" w:hAnsiTheme="minorHAnsi" w:cstheme="minorHAnsi"/>
                <w:szCs w:val="18"/>
              </w:rPr>
            </w:pPr>
            <w:r w:rsidRPr="00674C7D">
              <w:rPr>
                <w:rFonts w:asciiTheme="minorHAnsi" w:hAnsiTheme="minorHAnsi" w:cstheme="minorHAnsi"/>
                <w:szCs w:val="18"/>
              </w:rPr>
              <w:t xml:space="preserve">Zorgt voor de inhoud van iedere les volgens het directe instructiemodel (DIM) (activeren voorkennis, aangeven doel van de les, (verlengde) instructie, begeleide (in)oefening, zelfstandige verwerking, evaluatie) </w:t>
            </w:r>
          </w:p>
          <w:p w:rsidR="00674C7D" w:rsidRPr="00674C7D" w:rsidRDefault="00674C7D" w:rsidP="00674C7D">
            <w:pPr>
              <w:rPr>
                <w:rFonts w:asciiTheme="minorHAnsi" w:hAnsiTheme="minorHAnsi" w:cstheme="minorHAnsi"/>
                <w:szCs w:val="18"/>
              </w:rPr>
            </w:pPr>
            <w:r w:rsidRPr="00674C7D">
              <w:rPr>
                <w:rFonts w:asciiTheme="minorHAnsi" w:hAnsiTheme="minorHAnsi" w:cstheme="minorHAnsi"/>
                <w:szCs w:val="18"/>
              </w:rPr>
              <w:t xml:space="preserve">Biedt verdiepingsopdrachten aan waar de leerling dit aankan. </w:t>
            </w:r>
          </w:p>
          <w:p w:rsidR="00674C7D" w:rsidRPr="00674C7D" w:rsidRDefault="00674C7D" w:rsidP="00674C7D">
            <w:pPr>
              <w:rPr>
                <w:rFonts w:asciiTheme="minorHAnsi" w:hAnsiTheme="minorHAnsi" w:cstheme="minorHAnsi"/>
                <w:szCs w:val="18"/>
              </w:rPr>
            </w:pPr>
            <w:r w:rsidRPr="00674C7D">
              <w:rPr>
                <w:rFonts w:asciiTheme="minorHAnsi" w:hAnsiTheme="minorHAnsi" w:cstheme="minorHAnsi"/>
                <w:szCs w:val="18"/>
              </w:rPr>
              <w:t xml:space="preserve">Hanteert concreet taalgebruik, vermijdt lange zinnen, bevestigt de leerling in wat hij kan. </w:t>
            </w:r>
          </w:p>
          <w:p w:rsidR="00674C7D" w:rsidRPr="00674C7D" w:rsidRDefault="00674C7D" w:rsidP="00674C7D">
            <w:pPr>
              <w:rPr>
                <w:rFonts w:asciiTheme="minorHAnsi" w:hAnsiTheme="minorHAnsi" w:cstheme="minorHAnsi"/>
                <w:szCs w:val="18"/>
              </w:rPr>
            </w:pPr>
            <w:r w:rsidRPr="00674C7D">
              <w:rPr>
                <w:rFonts w:asciiTheme="minorHAnsi" w:hAnsiTheme="minorHAnsi" w:cstheme="minorHAnsi"/>
                <w:szCs w:val="18"/>
              </w:rPr>
              <w:t xml:space="preserve">Gebruikt visuele ondersteuning d.m.v. picto’s, gebaren,  foto’s, stappenplan, extra materialen/(digitale)hulpmiddelen.  </w:t>
            </w:r>
          </w:p>
          <w:p w:rsidR="00674C7D" w:rsidRPr="00674C7D" w:rsidRDefault="00674C7D" w:rsidP="00674C7D">
            <w:pPr>
              <w:rPr>
                <w:rFonts w:asciiTheme="minorHAnsi" w:hAnsiTheme="minorHAnsi" w:cstheme="minorHAnsi"/>
                <w:szCs w:val="18"/>
              </w:rPr>
            </w:pPr>
            <w:r w:rsidRPr="00674C7D">
              <w:rPr>
                <w:rFonts w:asciiTheme="minorHAnsi" w:hAnsiTheme="minorHAnsi" w:cstheme="minorHAnsi"/>
                <w:szCs w:val="18"/>
              </w:rPr>
              <w:t xml:space="preserve">Garandeert afwisseling en uitdaging gericht op de belevingswereld van de leerling. </w:t>
            </w:r>
          </w:p>
          <w:p w:rsidR="00AE1300" w:rsidRDefault="00674C7D" w:rsidP="00674C7D">
            <w:pPr>
              <w:rPr>
                <w:rFonts w:asciiTheme="minorHAnsi" w:hAnsiTheme="minorHAnsi" w:cstheme="minorHAnsi"/>
                <w:szCs w:val="18"/>
              </w:rPr>
            </w:pPr>
            <w:r w:rsidRPr="00674C7D">
              <w:rPr>
                <w:rFonts w:asciiTheme="minorHAnsi" w:hAnsiTheme="minorHAnsi" w:cstheme="minorHAnsi"/>
                <w:szCs w:val="18"/>
              </w:rPr>
              <w:t xml:space="preserve">Is in staat onderwijs aan te bieden via verschillende zintuigen (sensomotorische integratie) </w:t>
            </w:r>
          </w:p>
          <w:p w:rsidR="006F5263" w:rsidRPr="00A67C0A" w:rsidRDefault="006F5263" w:rsidP="006F5263">
            <w:pPr>
              <w:rPr>
                <w:rFonts w:asciiTheme="minorHAnsi" w:hAnsiTheme="minorHAnsi" w:cstheme="minorHAnsi"/>
                <w:szCs w:val="18"/>
              </w:rPr>
            </w:pPr>
            <w:r w:rsidRPr="006F5263">
              <w:rPr>
                <w:rFonts w:asciiTheme="minorHAnsi" w:hAnsiTheme="minorHAnsi" w:cstheme="minorHAnsi"/>
                <w:szCs w:val="18"/>
              </w:rPr>
              <w:t>Analy</w:t>
            </w:r>
            <w:r>
              <w:rPr>
                <w:rFonts w:asciiTheme="minorHAnsi" w:hAnsiTheme="minorHAnsi" w:cstheme="minorHAnsi"/>
                <w:szCs w:val="18"/>
              </w:rPr>
              <w:t>seert de geplande observatie.</w:t>
            </w:r>
            <w:r w:rsidRPr="006F5263">
              <w:rPr>
                <w:rFonts w:asciiTheme="minorHAnsi" w:hAnsiTheme="minorHAnsi" w:cstheme="minorHAnsi"/>
                <w:szCs w:val="18"/>
              </w:rPr>
              <w:t xml:space="preserve">. Hieruit haalt hij met welk onderdeel of onderdelen een leerling moeite heeft. Dit onderdeel of deze onderdelen worden extra aangeboden/geoefend met de leerling(en). </w:t>
            </w:r>
          </w:p>
        </w:tc>
      </w:tr>
      <w:tr w:rsidR="00AE1300" w:rsidRPr="00A67C0A" w:rsidTr="00856965">
        <w:tc>
          <w:tcPr>
            <w:tcW w:w="1809" w:type="dxa"/>
            <w:shd w:val="clear" w:color="auto" w:fill="FF0000"/>
          </w:tcPr>
          <w:p w:rsidR="00AE1300" w:rsidRPr="00A67C0A" w:rsidRDefault="00AE1300" w:rsidP="00050B2B">
            <w:pPr>
              <w:rPr>
                <w:rFonts w:asciiTheme="minorHAnsi" w:hAnsiTheme="minorHAnsi" w:cstheme="minorHAnsi"/>
                <w:b/>
                <w:color w:val="FFFFFF" w:themeColor="background1"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color w:val="FFFFFF" w:themeColor="background1"/>
                <w:szCs w:val="18"/>
              </w:rPr>
              <w:t>Pedagogisch</w:t>
            </w:r>
          </w:p>
        </w:tc>
        <w:tc>
          <w:tcPr>
            <w:tcW w:w="7655" w:type="dxa"/>
            <w:gridSpan w:val="2"/>
          </w:tcPr>
          <w:p w:rsidR="00AE1300" w:rsidRPr="00A67C0A" w:rsidRDefault="00AE1300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AE1300" w:rsidRPr="00A67C0A" w:rsidRDefault="00AE1300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Past de  principes van betekenisvol en in de context leren toe (leren toepassen van je kennis en vaardigheden in de praktijk of tijdens praktische opdrachten in of vanuit de klas).</w:t>
            </w:r>
          </w:p>
          <w:p w:rsidR="00AE1300" w:rsidRPr="00A67C0A" w:rsidRDefault="00AE1300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Geeft positieve feedback (complimenten), formuleert gewenst gedrag, heeft aandacht voor het oplossen van conflicten (respectvol omgaan met elkaar) en/of observeert leerlingen.</w:t>
            </w:r>
          </w:p>
          <w:p w:rsidR="00AE1300" w:rsidRPr="00A67C0A" w:rsidRDefault="00AE1300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Is alert op over- en onderschatting.</w:t>
            </w:r>
          </w:p>
          <w:p w:rsidR="00AE1300" w:rsidRPr="00A67C0A" w:rsidRDefault="00AE1300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Anticipeert en treedt adequaat op bij over- en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onderprikkeling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>.</w:t>
            </w:r>
          </w:p>
          <w:p w:rsidR="00AE1300" w:rsidRPr="00A67C0A" w:rsidRDefault="00AE1300" w:rsidP="00EC563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Zet in op wat de leerling (zelf) kan en biedt van daaruit nieuwe vaardigheden of kennis aan en stelt </w:t>
            </w:r>
            <w:r w:rsidRPr="00A67C0A">
              <w:rPr>
                <w:rFonts w:asciiTheme="minorHAnsi" w:hAnsiTheme="minorHAnsi" w:cstheme="minorHAnsi"/>
                <w:szCs w:val="18"/>
              </w:rPr>
              <w:lastRenderedPageBreak/>
              <w:t>daarbij duidelijke kaders.</w:t>
            </w:r>
          </w:p>
          <w:p w:rsidR="00AE1300" w:rsidRPr="00A67C0A" w:rsidRDefault="00AE1300" w:rsidP="00EC563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Hanteert de gedragscode (‘dichtbij en op afstand’). </w:t>
            </w:r>
          </w:p>
        </w:tc>
      </w:tr>
      <w:tr w:rsidR="00AE1300" w:rsidRPr="00A67C0A" w:rsidTr="00856965">
        <w:tc>
          <w:tcPr>
            <w:tcW w:w="1809" w:type="dxa"/>
            <w:shd w:val="clear" w:color="auto" w:fill="FF0000"/>
          </w:tcPr>
          <w:p w:rsidR="00AE1300" w:rsidRPr="00A67C0A" w:rsidRDefault="00AE1300" w:rsidP="00050B2B">
            <w:pPr>
              <w:rPr>
                <w:rFonts w:asciiTheme="minorHAnsi" w:hAnsiTheme="minorHAnsi" w:cstheme="minorHAnsi"/>
                <w:b/>
                <w:color w:val="FFFFFF" w:themeColor="background1"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color w:val="FFFFFF" w:themeColor="background1"/>
                <w:szCs w:val="18"/>
              </w:rPr>
              <w:lastRenderedPageBreak/>
              <w:t>Klassenmanagement</w:t>
            </w:r>
          </w:p>
        </w:tc>
        <w:tc>
          <w:tcPr>
            <w:tcW w:w="7655" w:type="dxa"/>
            <w:gridSpan w:val="2"/>
          </w:tcPr>
          <w:p w:rsidR="00AE1300" w:rsidRPr="00A67C0A" w:rsidRDefault="00AE1300" w:rsidP="00AA292C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AE1300" w:rsidRPr="00A67C0A" w:rsidRDefault="00AE1300" w:rsidP="00AA292C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Richt het  lokaal/omgeving  in aangepast aan de onderwijsbehoefte/ veiligheid/niveau van</w:t>
            </w:r>
            <w:r w:rsidRPr="00A67C0A">
              <w:rPr>
                <w:rFonts w:asciiTheme="minorHAnsi" w:hAnsiTheme="minorHAnsi" w:cstheme="minorHAnsi"/>
                <w:color w:val="0070C0"/>
                <w:szCs w:val="18"/>
              </w:rPr>
              <w:t xml:space="preserve"> </w:t>
            </w:r>
            <w:r w:rsidRPr="00A67C0A">
              <w:rPr>
                <w:rFonts w:asciiTheme="minorHAnsi" w:hAnsiTheme="minorHAnsi" w:cstheme="minorHAnsi"/>
                <w:szCs w:val="18"/>
              </w:rPr>
              <w:t>de leerling.</w:t>
            </w:r>
          </w:p>
          <w:p w:rsidR="00AE1300" w:rsidRPr="00A67C0A" w:rsidRDefault="00AE1300" w:rsidP="00C24F84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Zorgt dat de regels, afspraken, dagprogramma (picto’s/foto’s) op een zichtbare plek in de klas/school hangen.</w:t>
            </w:r>
          </w:p>
          <w:p w:rsidR="00AE1300" w:rsidRPr="00A67C0A" w:rsidRDefault="00AE1300" w:rsidP="00C24F84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Zorgt dat medische gegevens, groepsplannen en (week)planning in de klassenmap of op een afgesproken plek liggen.</w:t>
            </w:r>
          </w:p>
          <w:p w:rsidR="00AE1300" w:rsidRPr="00674C7D" w:rsidRDefault="00AE1300" w:rsidP="00C24F84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Zorgt voor de inhoud van de les en organisatie van werkvormen (verlengde instructie, om en om instructie, instructietafel,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subgroepjes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groepsdoorbrekend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tutoring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duoleren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preteaching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reteaching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). </w:t>
            </w:r>
          </w:p>
        </w:tc>
      </w:tr>
      <w:tr w:rsidR="00AE1300" w:rsidRPr="00A67C0A" w:rsidTr="00856965">
        <w:tc>
          <w:tcPr>
            <w:tcW w:w="1809" w:type="dxa"/>
            <w:shd w:val="clear" w:color="auto" w:fill="FF0000"/>
          </w:tcPr>
          <w:p w:rsidR="00AE1300" w:rsidRPr="00A67C0A" w:rsidRDefault="00AE1300" w:rsidP="00050B2B">
            <w:pPr>
              <w:rPr>
                <w:rFonts w:asciiTheme="minorHAnsi" w:hAnsiTheme="minorHAnsi" w:cstheme="minorHAnsi"/>
                <w:b/>
                <w:color w:val="FFFFFF" w:themeColor="background1"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color w:val="FFFFFF" w:themeColor="background1"/>
                <w:szCs w:val="18"/>
              </w:rPr>
              <w:t>Geplande observatie</w:t>
            </w:r>
          </w:p>
          <w:p w:rsidR="00AE1300" w:rsidRPr="00A67C0A" w:rsidRDefault="00AE1300" w:rsidP="00050B2B">
            <w:pPr>
              <w:rPr>
                <w:rFonts w:asciiTheme="minorHAnsi" w:hAnsiTheme="minorHAnsi" w:cstheme="minorHAnsi"/>
                <w:b/>
                <w:color w:val="FFFFFF" w:themeColor="background1"/>
                <w:szCs w:val="18"/>
              </w:rPr>
            </w:pPr>
          </w:p>
        </w:tc>
        <w:tc>
          <w:tcPr>
            <w:tcW w:w="7655" w:type="dxa"/>
            <w:gridSpan w:val="2"/>
          </w:tcPr>
          <w:p w:rsidR="00674C7D" w:rsidRPr="00674C7D" w:rsidRDefault="00674C7D" w:rsidP="00674C7D">
            <w:pPr>
              <w:rPr>
                <w:rFonts w:asciiTheme="minorHAnsi" w:hAnsiTheme="minorHAnsi" w:cstheme="minorHAnsi"/>
                <w:szCs w:val="18"/>
              </w:rPr>
            </w:pPr>
            <w:r w:rsidRPr="00674C7D">
              <w:rPr>
                <w:rFonts w:asciiTheme="minorHAnsi" w:hAnsiTheme="minorHAnsi" w:cstheme="minorHAnsi"/>
                <w:szCs w:val="18"/>
              </w:rPr>
              <w:t xml:space="preserve">Na ongeveer vier maanden wordt er bekeken welke doelen al wel/niet behaald zijn. Aan de nog niet behaalde doelen wordt dan in de laatste weken extra aandacht besteed. </w:t>
            </w:r>
          </w:p>
          <w:p w:rsidR="00AE1300" w:rsidRPr="00A67C0A" w:rsidRDefault="00674C7D" w:rsidP="00674C7D">
            <w:pPr>
              <w:rPr>
                <w:rFonts w:asciiTheme="minorHAnsi" w:hAnsiTheme="minorHAnsi" w:cstheme="minorHAnsi"/>
                <w:szCs w:val="18"/>
              </w:rPr>
            </w:pPr>
            <w:r w:rsidRPr="00674C7D">
              <w:rPr>
                <w:rFonts w:asciiTheme="minorHAnsi" w:hAnsiTheme="minorHAnsi" w:cstheme="minorHAnsi"/>
                <w:szCs w:val="18"/>
              </w:rPr>
              <w:t>De leraar evalueert aan het einde van de periode (</w:t>
            </w:r>
            <w:proofErr w:type="spellStart"/>
            <w:r w:rsidRPr="00674C7D">
              <w:rPr>
                <w:rFonts w:asciiTheme="minorHAnsi" w:hAnsiTheme="minorHAnsi" w:cstheme="minorHAnsi"/>
                <w:szCs w:val="18"/>
              </w:rPr>
              <w:t>toetsweken</w:t>
            </w:r>
            <w:proofErr w:type="spellEnd"/>
            <w:r w:rsidRPr="00674C7D">
              <w:rPr>
                <w:rFonts w:asciiTheme="minorHAnsi" w:hAnsiTheme="minorHAnsi" w:cstheme="minorHAnsi"/>
                <w:szCs w:val="18"/>
              </w:rPr>
              <w:t xml:space="preserve">)  de hoofddoelen en subdoelen d.m.v. geplande observatie. Bij de observaties wordt gebruik gemaakt van het document. ‘Criteria doel wel-niet behaald. Werkt het VSO met modules, kunnen de hoofd- en subdoelen na iedere module- periode geëvalueerd worden . Heeft de leerling 3 van de 5 opgaven goed, is het doel behaald.  </w:t>
            </w:r>
          </w:p>
        </w:tc>
      </w:tr>
    </w:tbl>
    <w:p w:rsidR="00507B8E" w:rsidRDefault="00507B8E" w:rsidP="00412091">
      <w:pPr>
        <w:pStyle w:val="Geenafstand"/>
        <w:rPr>
          <w:rFonts w:asciiTheme="minorHAnsi" w:hAnsiTheme="minorHAnsi" w:cstheme="minorHAnsi"/>
          <w:b/>
          <w:szCs w:val="18"/>
          <w:u w:val="single"/>
        </w:rPr>
      </w:pPr>
    </w:p>
    <w:p w:rsidR="00412091" w:rsidRPr="00A67C0A" w:rsidRDefault="00507B8E" w:rsidP="00507B8E">
      <w:pPr>
        <w:rPr>
          <w:rFonts w:asciiTheme="minorHAnsi" w:hAnsiTheme="minorHAnsi" w:cstheme="minorHAnsi"/>
          <w:b/>
          <w:szCs w:val="18"/>
          <w:u w:val="single"/>
        </w:rPr>
      </w:pPr>
      <w:r>
        <w:rPr>
          <w:rFonts w:asciiTheme="minorHAnsi" w:hAnsiTheme="minorHAnsi" w:cstheme="minorHAnsi"/>
          <w:b/>
          <w:szCs w:val="18"/>
          <w:u w:val="single"/>
        </w:rPr>
        <w:br w:type="page"/>
      </w:r>
    </w:p>
    <w:tbl>
      <w:tblPr>
        <w:tblStyle w:val="Tabelraster"/>
        <w:tblW w:w="9464" w:type="dxa"/>
        <w:tblLook w:val="04A0" w:firstRow="1" w:lastRow="0" w:firstColumn="1" w:lastColumn="0" w:noHBand="0" w:noVBand="1"/>
      </w:tblPr>
      <w:tblGrid>
        <w:gridCol w:w="1951"/>
        <w:gridCol w:w="2710"/>
        <w:gridCol w:w="4803"/>
      </w:tblGrid>
      <w:tr w:rsidR="00856965" w:rsidRPr="00A67C0A" w:rsidTr="00D13BCD">
        <w:tc>
          <w:tcPr>
            <w:tcW w:w="4661" w:type="dxa"/>
            <w:gridSpan w:val="2"/>
            <w:shd w:val="clear" w:color="auto" w:fill="FFFF00"/>
          </w:tcPr>
          <w:p w:rsidR="00856965" w:rsidRPr="00A67C0A" w:rsidRDefault="00856965" w:rsidP="00D13BCD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lastRenderedPageBreak/>
              <w:t xml:space="preserve">Leerroute 3: </w:t>
            </w:r>
            <w:r>
              <w:rPr>
                <w:rFonts w:asciiTheme="minorHAnsi" w:hAnsiTheme="minorHAnsi" w:cstheme="minorHAnsi"/>
                <w:b/>
                <w:szCs w:val="18"/>
              </w:rPr>
              <w:t>Doelen leerjaar 1 periode 1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(niveau 6)</w:t>
            </w:r>
          </w:p>
        </w:tc>
        <w:tc>
          <w:tcPr>
            <w:tcW w:w="4803" w:type="dxa"/>
            <w:shd w:val="clear" w:color="auto" w:fill="FFFF00"/>
          </w:tcPr>
          <w:p w:rsidR="00856965" w:rsidRPr="00A67C0A" w:rsidRDefault="00856965" w:rsidP="00856965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Leerroute 3: 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Doelen 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>niveau 6 l</w:t>
            </w:r>
            <w:r>
              <w:rPr>
                <w:rFonts w:asciiTheme="minorHAnsi" w:hAnsiTheme="minorHAnsi" w:cstheme="minorHAnsi"/>
                <w:b/>
                <w:szCs w:val="18"/>
              </w:rPr>
              <w:t>eerjaar 1 periode 2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(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 xml:space="preserve">niveau 6 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F340E2" w:rsidRPr="00A67C0A" w:rsidTr="00D13BCD">
        <w:tc>
          <w:tcPr>
            <w:tcW w:w="4661" w:type="dxa"/>
            <w:gridSpan w:val="2"/>
            <w:shd w:val="clear" w:color="auto" w:fill="auto"/>
          </w:tcPr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t>1.1. Ervaringen delen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 xml:space="preserve">Vertelt over iets dat hij heeft beleefd en hoe hij zich daarbij voelde.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 xml:space="preserve">Vertelt van welke specifieke situaties hij boos, verdrietig of bang wordt.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t>4.3. Iemand iets vragen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>Uit zijn gevoel richting een ander zonder uitleg (ik vind jou aardig/lief)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Vraagt om uitleg of verduidelijking wanneer hij iets niet begrijpt.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340E2">
              <w:rPr>
                <w:rFonts w:asciiTheme="minorHAnsi" w:hAnsiTheme="minorHAnsi" w:cstheme="minorHAnsi"/>
                <w:b/>
              </w:rPr>
              <w:t>4.6. Sociale routines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F340E2">
              <w:rPr>
                <w:rFonts w:asciiTheme="minorHAnsi" w:hAnsiTheme="minorHAnsi" w:cstheme="minorHAnsi"/>
              </w:rPr>
              <w:t>Gebruikt troostende woorden om een ander te troosten.</w:t>
            </w: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t xml:space="preserve">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t>8.1. Omgaan met gevoelens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 xml:space="preserve">Verplaatst zich in de gevoelens van een ander (toont medeleven, lacht mee, troost).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340E2">
              <w:rPr>
                <w:rFonts w:asciiTheme="minorHAnsi" w:hAnsiTheme="minorHAnsi" w:cstheme="minorHAnsi"/>
                <w:b/>
              </w:rPr>
              <w:t>9.1. Respectvol en verantwoordelijk omgaan met anderen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>Kent meerdere manieren om iemand te troosten (stil maar, arm omslaan, zakdoek halen).</w:t>
            </w:r>
          </w:p>
        </w:tc>
        <w:tc>
          <w:tcPr>
            <w:tcW w:w="4803" w:type="dxa"/>
            <w:shd w:val="clear" w:color="auto" w:fill="auto"/>
          </w:tcPr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t>4.1. Communicatieve voorwaarden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 xml:space="preserve">Laat een ander uitspreken tijdens een gesprek.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340E2">
              <w:rPr>
                <w:rFonts w:asciiTheme="minorHAnsi" w:hAnsiTheme="minorHAnsi" w:cstheme="minorHAnsi"/>
                <w:b/>
              </w:rPr>
              <w:t>4.6. Sociale routines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Stelt zichzelf netjes voor (ik ben Wouter Smit).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340E2">
              <w:rPr>
                <w:rFonts w:asciiTheme="minorHAnsi" w:hAnsiTheme="minorHAnsi" w:cstheme="minorHAnsi"/>
                <w:b/>
              </w:rPr>
              <w:t>9.1. Respectvol en verantwoordelijk omgaan met anderen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Nodigt een vriend uit om mee te doen.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Deelt uit zichzelf iets met een ander.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  <w:i/>
                <w:color w:val="F79646" w:themeColor="accent6"/>
              </w:rPr>
            </w:pP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B050"/>
              </w:rPr>
            </w:pP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B050"/>
              </w:rPr>
            </w:pP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</w:rPr>
            </w:pPr>
          </w:p>
        </w:tc>
      </w:tr>
      <w:tr w:rsidR="00A67C0A" w:rsidRPr="00A67C0A" w:rsidTr="00D13BCD">
        <w:tc>
          <w:tcPr>
            <w:tcW w:w="4661" w:type="dxa"/>
            <w:gridSpan w:val="2"/>
            <w:shd w:val="clear" w:color="auto" w:fill="FFFF00"/>
          </w:tcPr>
          <w:p w:rsidR="00A67C0A" w:rsidRPr="00A67C0A" w:rsidRDefault="00A67C0A" w:rsidP="00E46B1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Leerroute 3: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856965">
              <w:rPr>
                <w:rFonts w:asciiTheme="minorHAnsi" w:hAnsiTheme="minorHAnsi" w:cstheme="minorHAnsi"/>
                <w:b/>
                <w:szCs w:val="18"/>
              </w:rPr>
              <w:t xml:space="preserve">leerjaar 1 </w:t>
            </w:r>
            <w:r>
              <w:rPr>
                <w:rFonts w:asciiTheme="minorHAnsi" w:hAnsiTheme="minorHAnsi" w:cstheme="minorHAnsi"/>
                <w:b/>
                <w:szCs w:val="18"/>
              </w:rPr>
              <w:t>periode 1</w:t>
            </w:r>
          </w:p>
        </w:tc>
        <w:tc>
          <w:tcPr>
            <w:tcW w:w="4803" w:type="dxa"/>
            <w:shd w:val="clear" w:color="auto" w:fill="FFFF00"/>
          </w:tcPr>
          <w:p w:rsidR="00A67C0A" w:rsidRPr="00A67C0A" w:rsidRDefault="00A67C0A" w:rsidP="00E46B1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Leerroute 3: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856965">
              <w:rPr>
                <w:rFonts w:asciiTheme="minorHAnsi" w:hAnsiTheme="minorHAnsi" w:cstheme="minorHAnsi"/>
                <w:b/>
                <w:szCs w:val="18"/>
              </w:rPr>
              <w:t xml:space="preserve">leerjaar 1 </w:t>
            </w:r>
            <w:r>
              <w:rPr>
                <w:rFonts w:asciiTheme="minorHAnsi" w:hAnsiTheme="minorHAnsi" w:cstheme="minorHAnsi"/>
                <w:b/>
                <w:szCs w:val="18"/>
              </w:rPr>
              <w:t>periode 2</w:t>
            </w:r>
          </w:p>
        </w:tc>
      </w:tr>
      <w:tr w:rsidR="00CA3402" w:rsidRPr="00A67C0A" w:rsidTr="00D13BCD">
        <w:tc>
          <w:tcPr>
            <w:tcW w:w="4661" w:type="dxa"/>
            <w:gridSpan w:val="2"/>
          </w:tcPr>
          <w:p w:rsidR="009B6161" w:rsidRPr="009B6161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9B6161">
              <w:rPr>
                <w:rFonts w:asciiTheme="minorHAnsi" w:hAnsiTheme="minorHAnsi" w:cstheme="minorHAnsi"/>
                <w:szCs w:val="18"/>
              </w:rPr>
              <w:t>Hoofdthema: Ik wie ben ik</w:t>
            </w:r>
          </w:p>
          <w:p w:rsidR="009B6161" w:rsidRPr="009B6161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9B6161">
              <w:rPr>
                <w:rFonts w:asciiTheme="minorHAnsi" w:hAnsiTheme="minorHAnsi" w:cstheme="minorHAnsi"/>
                <w:szCs w:val="18"/>
              </w:rPr>
              <w:t>- Iets vertellen</w:t>
            </w:r>
          </w:p>
          <w:p w:rsidR="009B6161" w:rsidRPr="009B6161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9B6161">
              <w:rPr>
                <w:rFonts w:asciiTheme="minorHAnsi" w:hAnsiTheme="minorHAnsi" w:cstheme="minorHAnsi"/>
                <w:szCs w:val="18"/>
              </w:rPr>
              <w:t>- Omgaan met mijn gevoel</w:t>
            </w:r>
          </w:p>
          <w:p w:rsidR="009B6161" w:rsidRPr="009B6161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- Vragen stellen</w:t>
            </w:r>
          </w:p>
          <w:p w:rsidR="009B6161" w:rsidRPr="009B6161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9B6161">
              <w:rPr>
                <w:rFonts w:asciiTheme="minorHAnsi" w:hAnsiTheme="minorHAnsi" w:cstheme="minorHAnsi"/>
                <w:szCs w:val="18"/>
                <w:u w:val="single"/>
              </w:rPr>
              <w:t>Methode STIP VSO:</w:t>
            </w:r>
          </w:p>
          <w:p w:rsidR="009B6161" w:rsidRPr="009B6161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9B6161">
              <w:rPr>
                <w:rFonts w:asciiTheme="minorHAnsi" w:hAnsiTheme="minorHAnsi" w:cstheme="minorHAnsi"/>
                <w:szCs w:val="18"/>
              </w:rPr>
              <w:t>deel 1, map 1, project 1 Het loket</w:t>
            </w:r>
          </w:p>
          <w:p w:rsidR="00C3633D" w:rsidRPr="00C3633D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9B6161">
              <w:rPr>
                <w:rFonts w:asciiTheme="minorHAnsi" w:hAnsiTheme="minorHAnsi" w:cstheme="minorHAnsi"/>
                <w:szCs w:val="18"/>
              </w:rPr>
              <w:t>deel 1, map 2, project 7 Leven en dood</w:t>
            </w:r>
          </w:p>
        </w:tc>
        <w:tc>
          <w:tcPr>
            <w:tcW w:w="4803" w:type="dxa"/>
          </w:tcPr>
          <w:p w:rsidR="009B6161" w:rsidRPr="009B6161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9B6161">
              <w:rPr>
                <w:rFonts w:asciiTheme="minorHAnsi" w:hAnsiTheme="minorHAnsi" w:cstheme="minorHAnsi"/>
                <w:szCs w:val="18"/>
              </w:rPr>
              <w:t>Hoofdthema: Ik en de maatschappij/omgeving</w:t>
            </w:r>
          </w:p>
          <w:p w:rsidR="009B6161" w:rsidRPr="009B6161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9B6161">
              <w:rPr>
                <w:rFonts w:asciiTheme="minorHAnsi" w:hAnsiTheme="minorHAnsi" w:cstheme="minorHAnsi"/>
                <w:szCs w:val="18"/>
              </w:rPr>
              <w:t>- Luisteren naar de ander</w:t>
            </w:r>
          </w:p>
          <w:p w:rsidR="009B6161" w:rsidRPr="009B6161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9B6161">
              <w:rPr>
                <w:rFonts w:asciiTheme="minorHAnsi" w:hAnsiTheme="minorHAnsi" w:cstheme="minorHAnsi"/>
                <w:szCs w:val="18"/>
              </w:rPr>
              <w:t>- Omgaan met de ander</w:t>
            </w:r>
          </w:p>
          <w:p w:rsidR="009B6161" w:rsidRPr="009B6161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9B6161">
              <w:rPr>
                <w:rFonts w:asciiTheme="minorHAnsi" w:hAnsiTheme="minorHAnsi" w:cstheme="minorHAnsi"/>
                <w:szCs w:val="18"/>
              </w:rPr>
              <w:t>- Jezelf voorstellen</w:t>
            </w:r>
          </w:p>
          <w:p w:rsidR="009B6161" w:rsidRPr="009B6161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9B6161">
              <w:rPr>
                <w:rFonts w:asciiTheme="minorHAnsi" w:hAnsiTheme="minorHAnsi" w:cstheme="minorHAnsi"/>
                <w:szCs w:val="18"/>
                <w:u w:val="single"/>
              </w:rPr>
              <w:t>Methode STIP-VSO</w:t>
            </w:r>
          </w:p>
          <w:p w:rsidR="009B6161" w:rsidRPr="009B6161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9B6161">
              <w:rPr>
                <w:rFonts w:asciiTheme="minorHAnsi" w:hAnsiTheme="minorHAnsi" w:cstheme="minorHAnsi"/>
                <w:szCs w:val="18"/>
              </w:rPr>
              <w:t xml:space="preserve">deel 1, map 1, project 4 Ik zie er leuk uit.  </w:t>
            </w:r>
          </w:p>
          <w:p w:rsidR="00C3633D" w:rsidRPr="00C3633D" w:rsidRDefault="009B6161" w:rsidP="009B616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9B6161">
              <w:rPr>
                <w:rFonts w:asciiTheme="minorHAnsi" w:hAnsiTheme="minorHAnsi" w:cstheme="minorHAnsi"/>
                <w:szCs w:val="18"/>
              </w:rPr>
              <w:t xml:space="preserve">deel 1, map 2, project 10 Naar een club gaan. </w:t>
            </w:r>
          </w:p>
        </w:tc>
      </w:tr>
      <w:tr w:rsidR="008052A8" w:rsidRPr="00A67C0A" w:rsidTr="00D13BCD">
        <w:tc>
          <w:tcPr>
            <w:tcW w:w="4661" w:type="dxa"/>
            <w:gridSpan w:val="2"/>
            <w:shd w:val="clear" w:color="auto" w:fill="FFFF00"/>
          </w:tcPr>
          <w:p w:rsidR="008052A8" w:rsidRPr="00A67C0A" w:rsidRDefault="008052A8" w:rsidP="00B36EDD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Leerroute 3: </w:t>
            </w:r>
            <w:r>
              <w:rPr>
                <w:rFonts w:asciiTheme="minorHAnsi" w:hAnsiTheme="minorHAnsi" w:cstheme="minorHAnsi"/>
                <w:b/>
                <w:szCs w:val="18"/>
              </w:rPr>
              <w:t>Doelen leerjaar 2 periode 1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(niveau 6) </w:t>
            </w:r>
          </w:p>
        </w:tc>
        <w:tc>
          <w:tcPr>
            <w:tcW w:w="4803" w:type="dxa"/>
            <w:shd w:val="clear" w:color="auto" w:fill="FFFF00"/>
          </w:tcPr>
          <w:p w:rsidR="008052A8" w:rsidRPr="00A67C0A" w:rsidRDefault="008052A8" w:rsidP="00B36EDD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Leerroute 3: </w:t>
            </w:r>
            <w:r>
              <w:rPr>
                <w:rFonts w:asciiTheme="minorHAnsi" w:hAnsiTheme="minorHAnsi" w:cstheme="minorHAnsi"/>
                <w:b/>
                <w:szCs w:val="18"/>
              </w:rPr>
              <w:t>Doelen leerjaar 2 periode 2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(niveau 6)</w:t>
            </w:r>
          </w:p>
        </w:tc>
      </w:tr>
      <w:tr w:rsidR="00F340E2" w:rsidRPr="00A67C0A" w:rsidTr="00D13BCD">
        <w:tc>
          <w:tcPr>
            <w:tcW w:w="4661" w:type="dxa"/>
            <w:gridSpan w:val="2"/>
          </w:tcPr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t>5.1. Opkomen voor jezelf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>Zegt het als hij wordt overgeslagen of als iets dat beloofd is vergeten wordt.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340E2">
              <w:rPr>
                <w:rFonts w:asciiTheme="minorHAnsi" w:hAnsiTheme="minorHAnsi" w:cstheme="minorHAnsi"/>
                <w:b/>
              </w:rPr>
              <w:t>9.2. Omgaan met conflicten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Biedt zijn excuses aan (met oogcontact) en past zijn gedrag daarna aan.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>Vertelt waarom hij boos is op een ander.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Aanvaardt excuses van een ander.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Benoemt manieren om rustig te blijven als hij boos is (diep ademhalen, weglopen). </w:t>
            </w:r>
          </w:p>
        </w:tc>
        <w:tc>
          <w:tcPr>
            <w:tcW w:w="4803" w:type="dxa"/>
          </w:tcPr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t>4.1. Communicatieve voorwaarden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 xml:space="preserve">Laat een ander merken dat hij hem hoort (knikken, opkijken).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 xml:space="preserve">Switcht tussen verschillende sprekers (in kringgesprek).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t>4.2. Non verbale communicatie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>Reageert op lichaamshouding van een medeleerling (on)geïnteresseerde houding)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t>4.5. Een gesprek voeren met een ander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 xml:space="preserve">Begrijpt en gebruikt woorden om het gesprek op gang te houden.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 xml:space="preserve">Geeft en neemt de beurt in een gesprek. </w:t>
            </w:r>
          </w:p>
        </w:tc>
      </w:tr>
      <w:tr w:rsidR="008052A8" w:rsidRPr="00A67C0A" w:rsidTr="00D13BCD">
        <w:tc>
          <w:tcPr>
            <w:tcW w:w="4661" w:type="dxa"/>
            <w:gridSpan w:val="2"/>
            <w:shd w:val="clear" w:color="auto" w:fill="FFFF00"/>
          </w:tcPr>
          <w:p w:rsidR="008052A8" w:rsidRPr="00A67C0A" w:rsidRDefault="008052A8" w:rsidP="00B36EDD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Leerroute 3: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2 periode 1</w:t>
            </w:r>
          </w:p>
        </w:tc>
        <w:tc>
          <w:tcPr>
            <w:tcW w:w="4803" w:type="dxa"/>
            <w:shd w:val="clear" w:color="auto" w:fill="FFFF00"/>
          </w:tcPr>
          <w:p w:rsidR="008052A8" w:rsidRPr="00A67C0A" w:rsidRDefault="008052A8" w:rsidP="00B36EDD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Leerroute 3: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2 periode 2</w:t>
            </w:r>
          </w:p>
        </w:tc>
      </w:tr>
      <w:tr w:rsidR="00CA3402" w:rsidRPr="00A67C0A" w:rsidTr="00D13BCD">
        <w:tc>
          <w:tcPr>
            <w:tcW w:w="4661" w:type="dxa"/>
            <w:gridSpan w:val="2"/>
          </w:tcPr>
          <w:p w:rsidR="00B829D1" w:rsidRPr="00B829D1" w:rsidRDefault="00B829D1" w:rsidP="00B829D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829D1">
              <w:rPr>
                <w:rFonts w:asciiTheme="minorHAnsi" w:hAnsiTheme="minorHAnsi" w:cstheme="minorHAnsi"/>
                <w:szCs w:val="18"/>
              </w:rPr>
              <w:t>Hoofdthema: Ik en mijn gedrag</w:t>
            </w:r>
          </w:p>
          <w:p w:rsidR="00B829D1" w:rsidRPr="00B829D1" w:rsidRDefault="00B829D1" w:rsidP="00B829D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829D1">
              <w:rPr>
                <w:rFonts w:asciiTheme="minorHAnsi" w:hAnsiTheme="minorHAnsi" w:cstheme="minorHAnsi"/>
                <w:szCs w:val="18"/>
              </w:rPr>
              <w:t>- Voor jezelf opkomen</w:t>
            </w:r>
          </w:p>
          <w:p w:rsidR="00B829D1" w:rsidRPr="00B829D1" w:rsidRDefault="00B829D1" w:rsidP="00B829D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- Omgaan met ruzie</w:t>
            </w:r>
          </w:p>
          <w:p w:rsidR="00B829D1" w:rsidRPr="00B829D1" w:rsidRDefault="00B829D1" w:rsidP="00B829D1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B829D1">
              <w:rPr>
                <w:rFonts w:asciiTheme="minorHAnsi" w:hAnsiTheme="minorHAnsi" w:cstheme="minorHAnsi"/>
                <w:szCs w:val="18"/>
                <w:u w:val="single"/>
              </w:rPr>
              <w:t xml:space="preserve">Methode STIP-VSO </w:t>
            </w:r>
          </w:p>
          <w:p w:rsidR="00B829D1" w:rsidRPr="00B829D1" w:rsidRDefault="00B829D1" w:rsidP="00B829D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829D1">
              <w:rPr>
                <w:rFonts w:asciiTheme="minorHAnsi" w:hAnsiTheme="minorHAnsi" w:cstheme="minorHAnsi"/>
                <w:szCs w:val="18"/>
              </w:rPr>
              <w:t>deel 1, map 2, project 5 Kleren maken de man/vrouw.</w:t>
            </w:r>
          </w:p>
          <w:p w:rsidR="00C3633D" w:rsidRPr="00C3633D" w:rsidRDefault="00B829D1" w:rsidP="00B829D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829D1">
              <w:rPr>
                <w:rFonts w:asciiTheme="minorHAnsi" w:hAnsiTheme="minorHAnsi" w:cstheme="minorHAnsi"/>
                <w:szCs w:val="18"/>
              </w:rPr>
              <w:t>deel 2, map 2, project 9 Samen praten.</w:t>
            </w:r>
          </w:p>
        </w:tc>
        <w:tc>
          <w:tcPr>
            <w:tcW w:w="4803" w:type="dxa"/>
          </w:tcPr>
          <w:p w:rsidR="00B829D1" w:rsidRPr="00B829D1" w:rsidRDefault="00B829D1" w:rsidP="00B829D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829D1">
              <w:rPr>
                <w:rFonts w:asciiTheme="minorHAnsi" w:hAnsiTheme="minorHAnsi" w:cstheme="minorHAnsi"/>
                <w:szCs w:val="18"/>
              </w:rPr>
              <w:t>Hoofdthema: Ik en de ander</w:t>
            </w:r>
          </w:p>
          <w:p w:rsidR="00B829D1" w:rsidRPr="00B829D1" w:rsidRDefault="00B829D1" w:rsidP="00B829D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829D1">
              <w:rPr>
                <w:rFonts w:asciiTheme="minorHAnsi" w:hAnsiTheme="minorHAnsi" w:cstheme="minorHAnsi"/>
                <w:szCs w:val="18"/>
              </w:rPr>
              <w:t>- Lichaamshouding</w:t>
            </w:r>
          </w:p>
          <w:p w:rsidR="00B829D1" w:rsidRPr="00B829D1" w:rsidRDefault="00B829D1" w:rsidP="00B829D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829D1">
              <w:rPr>
                <w:rFonts w:asciiTheme="minorHAnsi" w:hAnsiTheme="minorHAnsi" w:cstheme="minorHAnsi"/>
                <w:szCs w:val="18"/>
              </w:rPr>
              <w:t>- Een gesprek voer</w:t>
            </w:r>
            <w:r>
              <w:rPr>
                <w:rFonts w:asciiTheme="minorHAnsi" w:hAnsiTheme="minorHAnsi" w:cstheme="minorHAnsi"/>
                <w:szCs w:val="18"/>
              </w:rPr>
              <w:t>en</w:t>
            </w:r>
          </w:p>
          <w:p w:rsidR="00B829D1" w:rsidRPr="00B829D1" w:rsidRDefault="00B829D1" w:rsidP="00B829D1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B829D1">
              <w:rPr>
                <w:rFonts w:asciiTheme="minorHAnsi" w:hAnsiTheme="minorHAnsi" w:cstheme="minorHAnsi"/>
                <w:szCs w:val="18"/>
                <w:u w:val="single"/>
              </w:rPr>
              <w:t xml:space="preserve">Methode STIP-VSO </w:t>
            </w:r>
          </w:p>
          <w:p w:rsidR="00B829D1" w:rsidRPr="00B829D1" w:rsidRDefault="00B829D1" w:rsidP="00B829D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829D1">
              <w:rPr>
                <w:rFonts w:asciiTheme="minorHAnsi" w:hAnsiTheme="minorHAnsi" w:cstheme="minorHAnsi"/>
                <w:szCs w:val="18"/>
              </w:rPr>
              <w:t>deel 1, map 1, project 2 In de keuken.</w:t>
            </w:r>
          </w:p>
          <w:p w:rsidR="00C3633D" w:rsidRPr="00C3633D" w:rsidRDefault="00B829D1" w:rsidP="00B829D1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B829D1">
              <w:rPr>
                <w:rFonts w:asciiTheme="minorHAnsi" w:hAnsiTheme="minorHAnsi" w:cstheme="minorHAnsi"/>
                <w:szCs w:val="18"/>
              </w:rPr>
              <w:t>deel 1, map 2, project 8 Ik houd me aan de afspraak.</w:t>
            </w:r>
            <w:r w:rsidRPr="00B829D1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</w:p>
        </w:tc>
      </w:tr>
      <w:tr w:rsidR="008052A8" w:rsidRPr="00A67C0A" w:rsidTr="00D13BCD">
        <w:tc>
          <w:tcPr>
            <w:tcW w:w="4661" w:type="dxa"/>
            <w:gridSpan w:val="2"/>
            <w:shd w:val="clear" w:color="auto" w:fill="FFFF00"/>
          </w:tcPr>
          <w:p w:rsidR="008052A8" w:rsidRPr="00A67C0A" w:rsidRDefault="008052A8" w:rsidP="00B36EDD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Leerroute 3: </w:t>
            </w:r>
            <w:r>
              <w:rPr>
                <w:rFonts w:asciiTheme="minorHAnsi" w:hAnsiTheme="minorHAnsi" w:cstheme="minorHAnsi"/>
                <w:b/>
                <w:szCs w:val="18"/>
              </w:rPr>
              <w:t>Doelen leerjaar 3 periode 1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(niveau 7)</w:t>
            </w:r>
          </w:p>
        </w:tc>
        <w:tc>
          <w:tcPr>
            <w:tcW w:w="4803" w:type="dxa"/>
            <w:shd w:val="clear" w:color="auto" w:fill="FFFF00"/>
          </w:tcPr>
          <w:p w:rsidR="008052A8" w:rsidRPr="00A67C0A" w:rsidRDefault="008052A8" w:rsidP="00B36EDD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Leerroute 3: </w:t>
            </w:r>
            <w:r>
              <w:rPr>
                <w:rFonts w:asciiTheme="minorHAnsi" w:hAnsiTheme="minorHAnsi" w:cstheme="minorHAnsi"/>
                <w:b/>
                <w:szCs w:val="18"/>
              </w:rPr>
              <w:t>Doelen leerjaar 3 periode 2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(niveau 7)</w:t>
            </w:r>
          </w:p>
        </w:tc>
      </w:tr>
      <w:tr w:rsidR="00F340E2" w:rsidRPr="00A67C0A" w:rsidTr="00D13BCD">
        <w:tc>
          <w:tcPr>
            <w:tcW w:w="4661" w:type="dxa"/>
            <w:gridSpan w:val="2"/>
          </w:tcPr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t>1.1. Ervaringen delen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>Vertelt over een buitenschoolse ervaring.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 xml:space="preserve">Deelt een soortgelijke ervaring met anderen (ik ben daar ook wel eens geweest).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t>8.1. Omgaan met gevoelens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 xml:space="preserve">Vertelt wat liegen en eerlijk zijn is.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 xml:space="preserve">Geeft adequaat aan dat hij zich wel of niet prettig voelt.  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 xml:space="preserve">Gaat adequaat om met gevoelens van verlegenheid en onzekerheid.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 xml:space="preserve">Gaat adequaat om met zijn gevoelens van jaloezie (herkent jaloezie, doet geen gemene dingen). </w:t>
            </w:r>
          </w:p>
        </w:tc>
        <w:tc>
          <w:tcPr>
            <w:tcW w:w="4803" w:type="dxa"/>
          </w:tcPr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hAnsiTheme="minorHAnsi" w:cstheme="minorHAnsi"/>
                <w:b/>
              </w:rPr>
              <w:t>4.2. Non verbale communicatie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Herkent en gebruikt veel voorkomende tekens, afbeeldingen, pictogrammen en gebaren (of andere geëigende middelen).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340E2">
              <w:rPr>
                <w:rFonts w:asciiTheme="minorHAnsi" w:hAnsiTheme="minorHAnsi" w:cstheme="minorHAnsi"/>
                <w:b/>
              </w:rPr>
              <w:t>4.4. Iets tegen iemand zeggen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Geeft informatie aan een bekende waarbij de te geven informatie geheel duidelijk is.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Geeft een bekende een waarschuwing (pas op voor die bal, hou op, ik word boos).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t>5.1. Opkomen voor jezelf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 xml:space="preserve">Komt voor zijn mening uit in een één op één gesprek zonder een reden te geven.   </w:t>
            </w:r>
          </w:p>
        </w:tc>
      </w:tr>
      <w:tr w:rsidR="008052A8" w:rsidRPr="00A67C0A" w:rsidTr="00D13BCD">
        <w:tc>
          <w:tcPr>
            <w:tcW w:w="4661" w:type="dxa"/>
            <w:gridSpan w:val="2"/>
            <w:shd w:val="clear" w:color="auto" w:fill="FFFF00"/>
          </w:tcPr>
          <w:p w:rsidR="008052A8" w:rsidRPr="00A67C0A" w:rsidRDefault="008052A8" w:rsidP="00B36EDD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Leerroute 3: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3 periode 1</w:t>
            </w:r>
          </w:p>
        </w:tc>
        <w:tc>
          <w:tcPr>
            <w:tcW w:w="4803" w:type="dxa"/>
            <w:shd w:val="clear" w:color="auto" w:fill="FFFF00"/>
          </w:tcPr>
          <w:p w:rsidR="008052A8" w:rsidRPr="00A67C0A" w:rsidRDefault="008052A8" w:rsidP="00B36EDD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Leerroute 3: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3 periode 2</w:t>
            </w:r>
          </w:p>
        </w:tc>
      </w:tr>
      <w:tr w:rsidR="00CA3402" w:rsidRPr="00A67C0A" w:rsidTr="00D13BCD">
        <w:tc>
          <w:tcPr>
            <w:tcW w:w="4661" w:type="dxa"/>
            <w:gridSpan w:val="2"/>
          </w:tcPr>
          <w:p w:rsidR="00B829D1" w:rsidRPr="00B829D1" w:rsidRDefault="00B829D1" w:rsidP="00B829D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829D1">
              <w:rPr>
                <w:rFonts w:asciiTheme="minorHAnsi" w:hAnsiTheme="minorHAnsi" w:cstheme="minorHAnsi"/>
                <w:szCs w:val="18"/>
              </w:rPr>
              <w:t>Hoofdthema: Ik wie ben ik</w:t>
            </w:r>
          </w:p>
          <w:p w:rsidR="00B829D1" w:rsidRPr="00B829D1" w:rsidRDefault="00B829D1" w:rsidP="00B829D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829D1">
              <w:rPr>
                <w:rFonts w:asciiTheme="minorHAnsi" w:hAnsiTheme="minorHAnsi" w:cstheme="minorHAnsi"/>
                <w:szCs w:val="18"/>
              </w:rPr>
              <w:t>- Eerlijk zijn</w:t>
            </w:r>
          </w:p>
          <w:p w:rsidR="00B829D1" w:rsidRPr="00B829D1" w:rsidRDefault="00B829D1" w:rsidP="00B829D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- Omgaan met mijn handicap</w:t>
            </w:r>
          </w:p>
          <w:p w:rsidR="00B829D1" w:rsidRPr="00B829D1" w:rsidRDefault="00B829D1" w:rsidP="00B829D1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B829D1">
              <w:rPr>
                <w:rFonts w:asciiTheme="minorHAnsi" w:hAnsiTheme="minorHAnsi" w:cstheme="minorHAnsi"/>
                <w:szCs w:val="18"/>
                <w:u w:val="single"/>
              </w:rPr>
              <w:t xml:space="preserve">Methode: STIP-VSO </w:t>
            </w:r>
          </w:p>
          <w:p w:rsidR="00B829D1" w:rsidRPr="00B829D1" w:rsidRDefault="00B829D1" w:rsidP="00B829D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829D1">
              <w:rPr>
                <w:rFonts w:asciiTheme="minorHAnsi" w:hAnsiTheme="minorHAnsi" w:cstheme="minorHAnsi"/>
                <w:szCs w:val="18"/>
              </w:rPr>
              <w:lastRenderedPageBreak/>
              <w:t xml:space="preserve">deel 2, map 1, project 3 Over geld en pinpas. </w:t>
            </w:r>
          </w:p>
          <w:p w:rsidR="00C3633D" w:rsidRPr="00C3633D" w:rsidRDefault="00B829D1" w:rsidP="00B829D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829D1">
              <w:rPr>
                <w:rFonts w:asciiTheme="minorHAnsi" w:hAnsiTheme="minorHAnsi" w:cstheme="minorHAnsi"/>
                <w:szCs w:val="18"/>
              </w:rPr>
              <w:t xml:space="preserve">deel 2, map 1, project 4 Omgaan met jouw of mijn handicap </w:t>
            </w:r>
          </w:p>
        </w:tc>
        <w:tc>
          <w:tcPr>
            <w:tcW w:w="4803" w:type="dxa"/>
          </w:tcPr>
          <w:p w:rsidR="00B829D1" w:rsidRPr="00B829D1" w:rsidRDefault="00B829D1" w:rsidP="00B829D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829D1">
              <w:rPr>
                <w:rFonts w:asciiTheme="minorHAnsi" w:hAnsiTheme="minorHAnsi" w:cstheme="minorHAnsi"/>
                <w:szCs w:val="18"/>
              </w:rPr>
              <w:lastRenderedPageBreak/>
              <w:t>Hoofdthema: Ik en de maatschappij</w:t>
            </w:r>
          </w:p>
          <w:p w:rsidR="00B829D1" w:rsidRPr="00B829D1" w:rsidRDefault="00B829D1" w:rsidP="00B829D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829D1">
              <w:rPr>
                <w:rFonts w:asciiTheme="minorHAnsi" w:hAnsiTheme="minorHAnsi" w:cstheme="minorHAnsi"/>
                <w:szCs w:val="18"/>
              </w:rPr>
              <w:t>- Je mening geven</w:t>
            </w:r>
          </w:p>
          <w:p w:rsidR="00B829D1" w:rsidRPr="00B829D1" w:rsidRDefault="00B829D1" w:rsidP="00B829D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829D1">
              <w:rPr>
                <w:rFonts w:asciiTheme="minorHAnsi" w:hAnsiTheme="minorHAnsi" w:cstheme="minorHAnsi"/>
                <w:szCs w:val="18"/>
              </w:rPr>
              <w:t>- I</w:t>
            </w:r>
            <w:r>
              <w:rPr>
                <w:rFonts w:asciiTheme="minorHAnsi" w:hAnsiTheme="minorHAnsi" w:cstheme="minorHAnsi"/>
                <w:szCs w:val="18"/>
              </w:rPr>
              <w:t>nformatie duidelijk overbrengen</w:t>
            </w:r>
          </w:p>
          <w:p w:rsidR="00B829D1" w:rsidRPr="00B829D1" w:rsidRDefault="00B829D1" w:rsidP="00B829D1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B829D1">
              <w:rPr>
                <w:rFonts w:asciiTheme="minorHAnsi" w:hAnsiTheme="minorHAnsi" w:cstheme="minorHAnsi"/>
                <w:szCs w:val="18"/>
                <w:u w:val="single"/>
              </w:rPr>
              <w:t xml:space="preserve">Methode: STIP-VSO </w:t>
            </w:r>
          </w:p>
          <w:p w:rsidR="00B829D1" w:rsidRPr="00B829D1" w:rsidRDefault="00B829D1" w:rsidP="00B829D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829D1">
              <w:rPr>
                <w:rFonts w:asciiTheme="minorHAnsi" w:hAnsiTheme="minorHAnsi" w:cstheme="minorHAnsi"/>
                <w:szCs w:val="18"/>
              </w:rPr>
              <w:lastRenderedPageBreak/>
              <w:t xml:space="preserve">deel 2, map 2, project 6 Samen een uitje plannen. </w:t>
            </w:r>
          </w:p>
          <w:p w:rsidR="00C3633D" w:rsidRPr="00C3633D" w:rsidRDefault="00B829D1" w:rsidP="00B829D1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B829D1">
              <w:rPr>
                <w:rFonts w:asciiTheme="minorHAnsi" w:hAnsiTheme="minorHAnsi" w:cstheme="minorHAnsi"/>
                <w:szCs w:val="18"/>
              </w:rPr>
              <w:t xml:space="preserve">deel 3, map 1, project 3 (Mobiele) telefoon. </w:t>
            </w:r>
          </w:p>
        </w:tc>
      </w:tr>
      <w:tr w:rsidR="008052A8" w:rsidRPr="00A67C0A" w:rsidTr="00D13BCD">
        <w:tc>
          <w:tcPr>
            <w:tcW w:w="4661" w:type="dxa"/>
            <w:gridSpan w:val="2"/>
            <w:shd w:val="clear" w:color="auto" w:fill="FFFF00"/>
          </w:tcPr>
          <w:p w:rsidR="008052A8" w:rsidRPr="00A67C0A" w:rsidRDefault="008052A8" w:rsidP="00B36EDD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lastRenderedPageBreak/>
              <w:t xml:space="preserve">Leerroute 3: </w:t>
            </w:r>
            <w:r>
              <w:rPr>
                <w:rFonts w:asciiTheme="minorHAnsi" w:hAnsiTheme="minorHAnsi" w:cstheme="minorHAnsi"/>
                <w:b/>
                <w:szCs w:val="18"/>
              </w:rPr>
              <w:t>Doelen leerjaar 4 periode 1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(niveau 7)</w:t>
            </w:r>
          </w:p>
        </w:tc>
        <w:tc>
          <w:tcPr>
            <w:tcW w:w="4803" w:type="dxa"/>
            <w:shd w:val="clear" w:color="auto" w:fill="FFFF00"/>
          </w:tcPr>
          <w:p w:rsidR="008052A8" w:rsidRPr="00A67C0A" w:rsidRDefault="008052A8" w:rsidP="00B36EDD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Leerroute 3: </w:t>
            </w:r>
            <w:r>
              <w:rPr>
                <w:rFonts w:asciiTheme="minorHAnsi" w:hAnsiTheme="minorHAnsi" w:cstheme="minorHAnsi"/>
                <w:b/>
                <w:szCs w:val="18"/>
              </w:rPr>
              <w:t>Doelen leerjaar 4 periode 2</w:t>
            </w:r>
            <w:r w:rsidR="00D13BCD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 w:rsidR="00D13BCD" w:rsidRPr="00D13BCD">
              <w:rPr>
                <w:rFonts w:asciiTheme="minorHAnsi" w:hAnsiTheme="minorHAnsi" w:cstheme="minorHAnsi"/>
                <w:b/>
                <w:szCs w:val="18"/>
              </w:rPr>
              <w:t>(niveau 7)</w:t>
            </w:r>
          </w:p>
        </w:tc>
      </w:tr>
      <w:tr w:rsidR="00F340E2" w:rsidRPr="00A67C0A" w:rsidTr="00D13BCD">
        <w:tc>
          <w:tcPr>
            <w:tcW w:w="4661" w:type="dxa"/>
            <w:gridSpan w:val="2"/>
            <w:shd w:val="clear" w:color="auto" w:fill="auto"/>
          </w:tcPr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t>5.1. Opkomen voor jezelf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 xml:space="preserve">Zegt het de ander als diegene onaardig doet.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340E2">
              <w:rPr>
                <w:rFonts w:asciiTheme="minorHAnsi" w:hAnsiTheme="minorHAnsi" w:cstheme="minorHAnsi"/>
                <w:b/>
              </w:rPr>
              <w:t>9.1. Respectvol en verantwoordelijk omgaan met anderen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Doet soms waar een medeleerling zin in heeft (stelt eigen wensen uit).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340E2">
              <w:rPr>
                <w:rFonts w:asciiTheme="minorHAnsi" w:hAnsiTheme="minorHAnsi" w:cstheme="minorHAnsi"/>
                <w:b/>
              </w:rPr>
              <w:t>9.2. Omgaan met conflicten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Laat een ander uitpraten bij het oplossen van een ruzie.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Vertelt na een ruzie waarom hij iets heeft gedaan.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Vertelt waarom een ander boos op hem is bij het vertonen van ongewenst gedrag.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Vertoont spijt en maakt het goed met een ander.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B050"/>
              </w:rPr>
            </w:pPr>
          </w:p>
        </w:tc>
        <w:tc>
          <w:tcPr>
            <w:tcW w:w="4803" w:type="dxa"/>
            <w:shd w:val="clear" w:color="auto" w:fill="auto"/>
          </w:tcPr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t>4.1. Communicatieve voorwaarden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 xml:space="preserve">Laat met lichaamstaal of verbaal merken dat hij de boodschap heeft begrepen. 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t xml:space="preserve">4.3. Iemand iets vragen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 xml:space="preserve">Stelt een wedervraag nadat hem iets gevraagd wordt ( en in welke klas zit jij?).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340E2">
              <w:rPr>
                <w:rFonts w:asciiTheme="minorHAnsi" w:hAnsiTheme="minorHAnsi" w:cstheme="minorHAnsi"/>
                <w:b/>
              </w:rPr>
              <w:t>4.4. Iets tegen iemand zeggen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Legt zijn gevoel richting een ander uit (ik vind jou lief, omdat je me helpt, ik ben boos, omdat…).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t>4.5. Een gesprek voeren met een ander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 xml:space="preserve">Neemt deel aan een eenvoudig gesprek met meerdere mensen.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340E2">
              <w:rPr>
                <w:rFonts w:asciiTheme="minorHAnsi" w:hAnsiTheme="minorHAnsi" w:cstheme="minorHAnsi"/>
                <w:b/>
              </w:rPr>
              <w:t>4.6. Sociale routines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Gebruikt woorden om beleefdheid uit te drukken (dank u, sorry, mag ik iets vragen).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340E2">
              <w:rPr>
                <w:rFonts w:asciiTheme="minorHAnsi" w:hAnsiTheme="minorHAnsi" w:cstheme="minorHAnsi"/>
                <w:b/>
              </w:rPr>
              <w:t>9.1. Respectvol en verantwoordelijk omgaan met anderen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Vertelt waarom het aardig is om een ander te troosten. </w:t>
            </w:r>
          </w:p>
          <w:p w:rsidR="00F340E2" w:rsidRPr="00F340E2" w:rsidRDefault="00F340E2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>Zegt het als een medeleerling wordt overgeslagen.</w:t>
            </w:r>
          </w:p>
        </w:tc>
      </w:tr>
      <w:tr w:rsidR="00F340E2" w:rsidRPr="00A67C0A" w:rsidTr="00D13BCD">
        <w:tc>
          <w:tcPr>
            <w:tcW w:w="4661" w:type="dxa"/>
            <w:gridSpan w:val="2"/>
            <w:shd w:val="clear" w:color="auto" w:fill="FFFF00"/>
          </w:tcPr>
          <w:p w:rsidR="00F340E2" w:rsidRPr="00A67C0A" w:rsidRDefault="00F340E2" w:rsidP="00FC10E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Leerroute 3: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4 periode 1</w:t>
            </w:r>
          </w:p>
        </w:tc>
        <w:tc>
          <w:tcPr>
            <w:tcW w:w="4803" w:type="dxa"/>
            <w:shd w:val="clear" w:color="auto" w:fill="FFFF00"/>
          </w:tcPr>
          <w:p w:rsidR="00F340E2" w:rsidRPr="00A67C0A" w:rsidRDefault="00F340E2" w:rsidP="00FC10E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Leerroute 3: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4 periode 2</w:t>
            </w:r>
          </w:p>
        </w:tc>
      </w:tr>
      <w:tr w:rsidR="0081436F" w:rsidRPr="00A67C0A" w:rsidTr="00D13BCD">
        <w:tc>
          <w:tcPr>
            <w:tcW w:w="4661" w:type="dxa"/>
            <w:gridSpan w:val="2"/>
          </w:tcPr>
          <w:p w:rsidR="0081436F" w:rsidRPr="00EA1100" w:rsidRDefault="0081436F" w:rsidP="00E44B9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A1100">
              <w:rPr>
                <w:rFonts w:asciiTheme="minorHAnsi" w:hAnsiTheme="minorHAnsi" w:cstheme="minorHAnsi"/>
                <w:szCs w:val="18"/>
              </w:rPr>
              <w:t>Hoofdthema: Ik en mijn gedrag</w:t>
            </w:r>
          </w:p>
          <w:p w:rsidR="0081436F" w:rsidRPr="00EA1100" w:rsidRDefault="0081436F" w:rsidP="00E44B9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A1100">
              <w:rPr>
                <w:rFonts w:asciiTheme="minorHAnsi" w:hAnsiTheme="minorHAnsi" w:cstheme="minorHAnsi"/>
                <w:szCs w:val="18"/>
              </w:rPr>
              <w:t>- Opkomen voor jezelf</w:t>
            </w:r>
          </w:p>
          <w:p w:rsidR="0081436F" w:rsidRPr="00EA1100" w:rsidRDefault="0081436F" w:rsidP="00E44B9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A1100">
              <w:rPr>
                <w:rFonts w:asciiTheme="minorHAnsi" w:hAnsiTheme="minorHAnsi" w:cstheme="minorHAnsi"/>
                <w:szCs w:val="18"/>
              </w:rPr>
              <w:t>- Omgaan met anderen</w:t>
            </w:r>
          </w:p>
          <w:p w:rsidR="0081436F" w:rsidRPr="00EA1100" w:rsidRDefault="0081436F" w:rsidP="00E44B9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- Omgaan met ruzie</w:t>
            </w:r>
          </w:p>
          <w:p w:rsidR="0081436F" w:rsidRPr="00EA1100" w:rsidRDefault="0081436F" w:rsidP="00E44B92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EA1100">
              <w:rPr>
                <w:rFonts w:asciiTheme="minorHAnsi" w:hAnsiTheme="minorHAnsi" w:cstheme="minorHAnsi"/>
                <w:szCs w:val="18"/>
                <w:u w:val="single"/>
              </w:rPr>
              <w:t xml:space="preserve">Methode: STIP-VSO </w:t>
            </w:r>
          </w:p>
          <w:p w:rsidR="0081436F" w:rsidRPr="00EA1100" w:rsidRDefault="0081436F" w:rsidP="00E44B9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A1100">
              <w:rPr>
                <w:rFonts w:asciiTheme="minorHAnsi" w:hAnsiTheme="minorHAnsi" w:cstheme="minorHAnsi"/>
                <w:szCs w:val="18"/>
              </w:rPr>
              <w:t>deel 2, map 2, project 7 Met elkaar in één huis.</w:t>
            </w:r>
          </w:p>
          <w:p w:rsidR="0081436F" w:rsidRPr="00C3633D" w:rsidRDefault="0081436F" w:rsidP="00E44B9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A1100">
              <w:rPr>
                <w:rFonts w:asciiTheme="minorHAnsi" w:hAnsiTheme="minorHAnsi" w:cstheme="minorHAnsi"/>
                <w:szCs w:val="18"/>
              </w:rPr>
              <w:t>deel 2, map 2, project 8 Contact op het werk.</w:t>
            </w:r>
          </w:p>
        </w:tc>
        <w:tc>
          <w:tcPr>
            <w:tcW w:w="4803" w:type="dxa"/>
          </w:tcPr>
          <w:p w:rsidR="0081436F" w:rsidRPr="0081436F" w:rsidRDefault="0081436F" w:rsidP="0081436F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1436F">
              <w:rPr>
                <w:rFonts w:asciiTheme="minorHAnsi" w:hAnsiTheme="minorHAnsi" w:cstheme="minorHAnsi"/>
                <w:szCs w:val="18"/>
              </w:rPr>
              <w:t>Hoofdthema: Ik en de ander</w:t>
            </w:r>
          </w:p>
          <w:p w:rsidR="0081436F" w:rsidRPr="0081436F" w:rsidRDefault="0081436F" w:rsidP="0081436F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1436F">
              <w:rPr>
                <w:rFonts w:asciiTheme="minorHAnsi" w:hAnsiTheme="minorHAnsi" w:cstheme="minorHAnsi"/>
                <w:szCs w:val="18"/>
              </w:rPr>
              <w:t>- Een gesprek voeren</w:t>
            </w:r>
          </w:p>
          <w:p w:rsidR="0081436F" w:rsidRPr="0081436F" w:rsidRDefault="0081436F" w:rsidP="0081436F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1436F">
              <w:rPr>
                <w:rFonts w:asciiTheme="minorHAnsi" w:hAnsiTheme="minorHAnsi" w:cstheme="minorHAnsi"/>
                <w:szCs w:val="18"/>
              </w:rPr>
              <w:t>- Opkomen voor een ander</w:t>
            </w:r>
          </w:p>
          <w:p w:rsidR="0081436F" w:rsidRPr="0081436F" w:rsidRDefault="0081436F" w:rsidP="0081436F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81436F">
              <w:rPr>
                <w:rFonts w:asciiTheme="minorHAnsi" w:hAnsiTheme="minorHAnsi" w:cstheme="minorHAnsi"/>
                <w:szCs w:val="18"/>
                <w:u w:val="single"/>
              </w:rPr>
              <w:t xml:space="preserve">Methode: STIP-VSO </w:t>
            </w:r>
          </w:p>
          <w:p w:rsidR="0081436F" w:rsidRPr="00C3633D" w:rsidRDefault="0081436F" w:rsidP="0081436F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1436F">
              <w:rPr>
                <w:rFonts w:asciiTheme="minorHAnsi" w:hAnsiTheme="minorHAnsi" w:cstheme="minorHAnsi"/>
                <w:szCs w:val="18"/>
              </w:rPr>
              <w:t>deel 2, map 1, project 2 Visite krijgen.</w:t>
            </w:r>
          </w:p>
        </w:tc>
      </w:tr>
      <w:tr w:rsidR="0081436F" w:rsidRPr="00A67C0A" w:rsidTr="00D13BCD">
        <w:tc>
          <w:tcPr>
            <w:tcW w:w="4661" w:type="dxa"/>
            <w:gridSpan w:val="2"/>
            <w:shd w:val="clear" w:color="auto" w:fill="FFFF00"/>
          </w:tcPr>
          <w:p w:rsidR="0081436F" w:rsidRPr="00A67C0A" w:rsidRDefault="0081436F" w:rsidP="00E44B9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Leerroute 3: 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Doelen leerjaar 6 periode 1 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(niveau 8)</w:t>
            </w:r>
          </w:p>
        </w:tc>
        <w:tc>
          <w:tcPr>
            <w:tcW w:w="4803" w:type="dxa"/>
            <w:shd w:val="clear" w:color="auto" w:fill="FFFF00"/>
          </w:tcPr>
          <w:p w:rsidR="0081436F" w:rsidRPr="00A67C0A" w:rsidRDefault="0081436F" w:rsidP="00B36EDD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Leerroute 3: 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Doelen leerjaar 5 periode 2 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(niveau 8)</w:t>
            </w:r>
          </w:p>
        </w:tc>
      </w:tr>
      <w:tr w:rsidR="0081436F" w:rsidRPr="00A67C0A" w:rsidTr="00D13BCD">
        <w:tc>
          <w:tcPr>
            <w:tcW w:w="4661" w:type="dxa"/>
            <w:gridSpan w:val="2"/>
          </w:tcPr>
          <w:p w:rsidR="0081436F" w:rsidRPr="00F340E2" w:rsidRDefault="0081436F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t>1.1. Ervaringen delen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 xml:space="preserve">Vraagt een ander naar een (buiten)schoolse ervaring. 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340E2">
              <w:rPr>
                <w:rFonts w:asciiTheme="minorHAnsi" w:hAnsiTheme="minorHAnsi" w:cstheme="minorHAnsi"/>
                <w:b/>
              </w:rPr>
              <w:t>4.2. Non verbale communicatie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Maakt d.m.v. eigen lichaamshouding en mimiek duidelijk dat iets belangrijk voor hem is. 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t>4.3. Iemand iets vragen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 xml:space="preserve">Vraagt een bekende naar zijn gevoelens en wensen (waarom ben je verdrietig?). 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t>8.1. Omgaan met gevoelens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eastAsia="MS Mincho" w:hAnsiTheme="minorHAnsi" w:cstheme="minorHAnsi"/>
                <w:i/>
                <w:color w:val="F79646" w:themeColor="accent6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>Toont verschil in omgang met familie, vrienden, kennissen, collega’s en vreemden (aanspreektoon, vertrouwen).</w:t>
            </w:r>
            <w:r w:rsidRPr="00F340E2">
              <w:rPr>
                <w:rFonts w:asciiTheme="minorHAnsi" w:eastAsia="MS Mincho" w:hAnsiTheme="minorHAnsi" w:cstheme="minorHAnsi"/>
                <w:color w:val="000000"/>
              </w:rPr>
              <w:br/>
            </w:r>
            <w:r w:rsidRPr="00F340E2">
              <w:rPr>
                <w:rFonts w:asciiTheme="minorHAnsi" w:hAnsiTheme="minorHAnsi" w:cstheme="minorHAnsi"/>
                <w:b/>
              </w:rPr>
              <w:t>9.1. Respectvol en verantwoordelijk omgaan met anderen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Vraagt een bekende naar zijn wensen. 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Betrekt een leerling die alleen is bij een activiteit. </w:t>
            </w:r>
          </w:p>
        </w:tc>
        <w:tc>
          <w:tcPr>
            <w:tcW w:w="4803" w:type="dxa"/>
          </w:tcPr>
          <w:p w:rsidR="0081436F" w:rsidRPr="00F340E2" w:rsidRDefault="0081436F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t>4.1. Communicatieve voorwaarden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 xml:space="preserve">Schat in een vrije situatie in wat een gepast moment van het beginnen van een conversatie is. 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340E2">
              <w:rPr>
                <w:rFonts w:asciiTheme="minorHAnsi" w:hAnsiTheme="minorHAnsi" w:cstheme="minorHAnsi"/>
                <w:b/>
              </w:rPr>
              <w:t>4.4. Iets tegen iemand zeggen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Geeft informatie aan een onbekende waarbij de te geven informatie geheel duidelijk is (in veilige context). 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Geeft een onbekende een waarschuwing (pas op, er komt een auto aan). 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t>4.5. Een gesprek voeren met een ander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>Maakt uit zichzelf een praatje met medeleerlingen.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340E2">
              <w:rPr>
                <w:rFonts w:asciiTheme="minorHAnsi" w:hAnsiTheme="minorHAnsi" w:cstheme="minorHAnsi"/>
                <w:b/>
              </w:rPr>
              <w:t>4.6. Sociale routines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Nodigt een ander uit, heet hem welkom en biedt hem iets aan. 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Stelt iemand anders voor. 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t>5.1. Opkomen voor jezelf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>Vertelt de reden als hij een voorstel van een ander afslaat.</w:t>
            </w:r>
          </w:p>
        </w:tc>
      </w:tr>
      <w:tr w:rsidR="0081436F" w:rsidRPr="00A67C0A" w:rsidTr="00D13BCD">
        <w:tc>
          <w:tcPr>
            <w:tcW w:w="4661" w:type="dxa"/>
            <w:gridSpan w:val="2"/>
            <w:shd w:val="clear" w:color="auto" w:fill="FFFF00"/>
          </w:tcPr>
          <w:p w:rsidR="0081436F" w:rsidRPr="00A67C0A" w:rsidRDefault="0081436F" w:rsidP="00B36EDD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Leerroute 3: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5 periode 1</w:t>
            </w:r>
          </w:p>
        </w:tc>
        <w:tc>
          <w:tcPr>
            <w:tcW w:w="4803" w:type="dxa"/>
            <w:shd w:val="clear" w:color="auto" w:fill="FFFF00"/>
          </w:tcPr>
          <w:p w:rsidR="0081436F" w:rsidRPr="00A67C0A" w:rsidRDefault="0081436F" w:rsidP="00B36EDD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Leerroute 3: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5 periode 2</w:t>
            </w:r>
          </w:p>
        </w:tc>
      </w:tr>
      <w:tr w:rsidR="0081436F" w:rsidRPr="00A67C0A" w:rsidTr="00D13BCD">
        <w:tc>
          <w:tcPr>
            <w:tcW w:w="4661" w:type="dxa"/>
            <w:gridSpan w:val="2"/>
          </w:tcPr>
          <w:p w:rsidR="0081436F" w:rsidRPr="0081436F" w:rsidRDefault="0081436F" w:rsidP="0081436F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1436F">
              <w:rPr>
                <w:rFonts w:asciiTheme="minorHAnsi" w:hAnsiTheme="minorHAnsi" w:cstheme="minorHAnsi"/>
                <w:szCs w:val="18"/>
              </w:rPr>
              <w:t xml:space="preserve">Hoofdthema: </w:t>
            </w:r>
          </w:p>
          <w:p w:rsidR="0081436F" w:rsidRPr="0081436F" w:rsidRDefault="0081436F" w:rsidP="0081436F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1436F">
              <w:rPr>
                <w:rFonts w:asciiTheme="minorHAnsi" w:hAnsiTheme="minorHAnsi" w:cstheme="minorHAnsi"/>
                <w:szCs w:val="18"/>
              </w:rPr>
              <w:t>- Praten over wat je meemaakt</w:t>
            </w:r>
          </w:p>
          <w:p w:rsidR="0081436F" w:rsidRPr="0081436F" w:rsidRDefault="0081436F" w:rsidP="0081436F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1436F">
              <w:rPr>
                <w:rFonts w:asciiTheme="minorHAnsi" w:hAnsiTheme="minorHAnsi" w:cstheme="minorHAnsi"/>
                <w:szCs w:val="18"/>
              </w:rPr>
              <w:t>- Vragen stellen</w:t>
            </w:r>
          </w:p>
          <w:p w:rsidR="0081436F" w:rsidRPr="0081436F" w:rsidRDefault="0081436F" w:rsidP="0081436F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- Praten over gevoelens</w:t>
            </w:r>
          </w:p>
          <w:p w:rsidR="0081436F" w:rsidRPr="0081436F" w:rsidRDefault="0081436F" w:rsidP="0081436F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81436F">
              <w:rPr>
                <w:rFonts w:asciiTheme="minorHAnsi" w:hAnsiTheme="minorHAnsi" w:cstheme="minorHAnsi"/>
                <w:szCs w:val="18"/>
                <w:u w:val="single"/>
              </w:rPr>
              <w:t xml:space="preserve">Methode; STIP-VSO </w:t>
            </w:r>
          </w:p>
          <w:p w:rsidR="0081436F" w:rsidRPr="0081436F" w:rsidRDefault="0081436F" w:rsidP="0081436F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1436F">
              <w:rPr>
                <w:rFonts w:asciiTheme="minorHAnsi" w:hAnsiTheme="minorHAnsi" w:cstheme="minorHAnsi"/>
                <w:szCs w:val="18"/>
              </w:rPr>
              <w:t>deel 3, map 1, project 2 Ziek zijn.</w:t>
            </w:r>
          </w:p>
          <w:p w:rsidR="0081436F" w:rsidRPr="00C3633D" w:rsidRDefault="0081436F" w:rsidP="0081436F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1436F">
              <w:rPr>
                <w:rFonts w:asciiTheme="minorHAnsi" w:hAnsiTheme="minorHAnsi" w:cstheme="minorHAnsi"/>
                <w:szCs w:val="18"/>
              </w:rPr>
              <w:t>deel 3, map 3, project 12 Uitkering en werk regelen.</w:t>
            </w:r>
          </w:p>
        </w:tc>
        <w:tc>
          <w:tcPr>
            <w:tcW w:w="4803" w:type="dxa"/>
          </w:tcPr>
          <w:p w:rsidR="0042592E" w:rsidRPr="0042592E" w:rsidRDefault="0042592E" w:rsidP="0042592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2592E">
              <w:rPr>
                <w:rFonts w:asciiTheme="minorHAnsi" w:hAnsiTheme="minorHAnsi" w:cstheme="minorHAnsi"/>
                <w:szCs w:val="18"/>
              </w:rPr>
              <w:t>Hoofdthema: Ik en de maatschappij</w:t>
            </w:r>
          </w:p>
          <w:p w:rsidR="0042592E" w:rsidRPr="0042592E" w:rsidRDefault="0042592E" w:rsidP="0042592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2592E">
              <w:rPr>
                <w:rFonts w:asciiTheme="minorHAnsi" w:hAnsiTheme="minorHAnsi" w:cstheme="minorHAnsi"/>
                <w:szCs w:val="18"/>
              </w:rPr>
              <w:t>- Informatie geven en vragen</w:t>
            </w:r>
          </w:p>
          <w:p w:rsidR="0042592E" w:rsidRPr="0042592E" w:rsidRDefault="0042592E" w:rsidP="0042592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- Een gesprek voeren </w:t>
            </w:r>
          </w:p>
          <w:p w:rsidR="0042592E" w:rsidRPr="0042592E" w:rsidRDefault="0042592E" w:rsidP="0042592E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42592E">
              <w:rPr>
                <w:rFonts w:asciiTheme="minorHAnsi" w:hAnsiTheme="minorHAnsi" w:cstheme="minorHAnsi"/>
                <w:szCs w:val="18"/>
                <w:u w:val="single"/>
              </w:rPr>
              <w:t xml:space="preserve">Methode; STIP-VSO </w:t>
            </w:r>
          </w:p>
          <w:p w:rsidR="0042592E" w:rsidRPr="0042592E" w:rsidRDefault="0042592E" w:rsidP="0042592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2592E">
              <w:rPr>
                <w:rFonts w:asciiTheme="minorHAnsi" w:hAnsiTheme="minorHAnsi" w:cstheme="minorHAnsi"/>
                <w:szCs w:val="18"/>
              </w:rPr>
              <w:t>deel 3, map 1, project 4 Bezoek ontvangen.</w:t>
            </w:r>
          </w:p>
          <w:p w:rsidR="0081436F" w:rsidRPr="00C3633D" w:rsidRDefault="0042592E" w:rsidP="0042592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2592E">
              <w:rPr>
                <w:rFonts w:asciiTheme="minorHAnsi" w:hAnsiTheme="minorHAnsi" w:cstheme="minorHAnsi"/>
                <w:szCs w:val="18"/>
              </w:rPr>
              <w:t>deel 3, map 2, project 8 Een huisdier houden.</w:t>
            </w:r>
          </w:p>
        </w:tc>
      </w:tr>
      <w:tr w:rsidR="0081436F" w:rsidRPr="00A67C0A" w:rsidTr="00D13BCD">
        <w:tc>
          <w:tcPr>
            <w:tcW w:w="4661" w:type="dxa"/>
            <w:gridSpan w:val="2"/>
            <w:shd w:val="clear" w:color="auto" w:fill="FFFF00"/>
          </w:tcPr>
          <w:p w:rsidR="0081436F" w:rsidRPr="00A67C0A" w:rsidRDefault="0081436F" w:rsidP="00B36EDD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803" w:type="dxa"/>
            <w:shd w:val="clear" w:color="auto" w:fill="FFFF00"/>
          </w:tcPr>
          <w:p w:rsidR="0081436F" w:rsidRPr="00A67C0A" w:rsidRDefault="0081436F" w:rsidP="00B36EDD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Leerroute 3: 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Doelen leerjaar 6 periode 2 </w:t>
            </w:r>
            <w:r w:rsidRPr="00D13BCD">
              <w:rPr>
                <w:rFonts w:asciiTheme="minorHAnsi" w:hAnsiTheme="minorHAnsi" w:cstheme="minorHAnsi"/>
                <w:b/>
                <w:szCs w:val="18"/>
              </w:rPr>
              <w:t>(niveau 8)</w:t>
            </w:r>
          </w:p>
        </w:tc>
      </w:tr>
      <w:tr w:rsidR="0081436F" w:rsidRPr="00A67C0A" w:rsidTr="00D13BCD">
        <w:tc>
          <w:tcPr>
            <w:tcW w:w="4661" w:type="dxa"/>
            <w:gridSpan w:val="2"/>
          </w:tcPr>
          <w:p w:rsidR="0081436F" w:rsidRPr="00F340E2" w:rsidRDefault="0081436F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t>5.1. Opkomen voor jezelf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 xml:space="preserve">Benoemt dat hij iets per ongeluk heeft gedaan. 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340E2">
              <w:rPr>
                <w:rFonts w:asciiTheme="minorHAnsi" w:hAnsiTheme="minorHAnsi" w:cstheme="minorHAnsi"/>
                <w:b/>
              </w:rPr>
              <w:t>9.2. Omgaan met conflicten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Verzint een oplossing bij ruzie. 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Gaat bij een ruzie in op wat de ander zegt. 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Corrigeert zijn gedrag als hij weet dat hij ongewenst gedrag vertoont (houdt op met mopperen). 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lastRenderedPageBreak/>
              <w:t>Weet welke gedragingen bij anderen boze reacties oproepen.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</w:p>
          <w:p w:rsidR="0081436F" w:rsidRPr="00F340E2" w:rsidRDefault="0081436F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</w:p>
        </w:tc>
        <w:tc>
          <w:tcPr>
            <w:tcW w:w="4803" w:type="dxa"/>
          </w:tcPr>
          <w:p w:rsidR="0081436F" w:rsidRPr="00F340E2" w:rsidRDefault="0081436F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lastRenderedPageBreak/>
              <w:t>1.1. Ervaringen delen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 xml:space="preserve">Legt zijn gevoel richting een ander uit. 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 xml:space="preserve">Schat juist in of een ander een situatie grappig vindt of niet. 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F340E2">
              <w:rPr>
                <w:rFonts w:asciiTheme="minorHAnsi" w:hAnsiTheme="minorHAnsi" w:cstheme="minorHAnsi"/>
                <w:b/>
              </w:rPr>
              <w:t>4.</w:t>
            </w:r>
            <w:r w:rsidRPr="00F340E2">
              <w:rPr>
                <w:rFonts w:asciiTheme="minorHAnsi" w:eastAsia="MS Mincho" w:hAnsiTheme="minorHAnsi" w:cstheme="minorHAnsi"/>
                <w:b/>
                <w:color w:val="000000"/>
              </w:rPr>
              <w:t>.5. Een gesprek voeren met een ander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F340E2">
              <w:rPr>
                <w:rFonts w:asciiTheme="minorHAnsi" w:eastAsia="MS Mincho" w:hAnsiTheme="minorHAnsi" w:cstheme="minorHAnsi"/>
                <w:color w:val="000000"/>
              </w:rPr>
              <w:t>Spreekt met anderen af wat er gedaan moet worden (ik leg de mat neer, doe jij de pion?).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F340E2">
              <w:rPr>
                <w:rFonts w:asciiTheme="minorHAnsi" w:hAnsiTheme="minorHAnsi" w:cstheme="minorHAnsi"/>
                <w:b/>
              </w:rPr>
              <w:t>9.1. Respectvol en verantwoordelijk omgaan met anderen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lastRenderedPageBreak/>
              <w:t xml:space="preserve">Komt voor een ander op (hij heeft het niet gedaan, hij heeft gelijk). </w:t>
            </w:r>
          </w:p>
          <w:p w:rsidR="0081436F" w:rsidRPr="00F340E2" w:rsidRDefault="0081436F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F340E2">
              <w:rPr>
                <w:rFonts w:asciiTheme="minorHAnsi" w:hAnsiTheme="minorHAnsi" w:cstheme="minorHAnsi"/>
              </w:rPr>
              <w:t xml:space="preserve">Trekt zich terug (accepteert) als een ander met rust gelaten wil worden of geen hulp wil. </w:t>
            </w:r>
          </w:p>
        </w:tc>
      </w:tr>
      <w:tr w:rsidR="0081436F" w:rsidRPr="00A67C0A" w:rsidTr="00D13BCD">
        <w:tc>
          <w:tcPr>
            <w:tcW w:w="4661" w:type="dxa"/>
            <w:gridSpan w:val="2"/>
            <w:shd w:val="clear" w:color="auto" w:fill="FFFF00"/>
          </w:tcPr>
          <w:p w:rsidR="0081436F" w:rsidRPr="00A67C0A" w:rsidRDefault="0081436F" w:rsidP="00B36EDD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lastRenderedPageBreak/>
              <w:t>Leerroute 3: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6 periode 1</w:t>
            </w:r>
          </w:p>
        </w:tc>
        <w:tc>
          <w:tcPr>
            <w:tcW w:w="4803" w:type="dxa"/>
            <w:shd w:val="clear" w:color="auto" w:fill="FFFF00"/>
          </w:tcPr>
          <w:p w:rsidR="0081436F" w:rsidRPr="00A67C0A" w:rsidRDefault="0081436F" w:rsidP="00B36EDD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Leerroute 3: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6 periode 2</w:t>
            </w:r>
          </w:p>
        </w:tc>
      </w:tr>
      <w:tr w:rsidR="0081436F" w:rsidRPr="00A67C0A" w:rsidTr="00D13BCD">
        <w:tc>
          <w:tcPr>
            <w:tcW w:w="4661" w:type="dxa"/>
            <w:gridSpan w:val="2"/>
          </w:tcPr>
          <w:p w:rsidR="0042592E" w:rsidRPr="0042592E" w:rsidRDefault="0042592E" w:rsidP="0042592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2592E">
              <w:rPr>
                <w:rFonts w:asciiTheme="minorHAnsi" w:hAnsiTheme="minorHAnsi" w:cstheme="minorHAnsi"/>
                <w:szCs w:val="18"/>
              </w:rPr>
              <w:t>Hoofdthema: Ik en mijn gedrag</w:t>
            </w:r>
          </w:p>
          <w:p w:rsidR="0042592E" w:rsidRPr="0042592E" w:rsidRDefault="0042592E" w:rsidP="0042592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2592E">
              <w:rPr>
                <w:rFonts w:asciiTheme="minorHAnsi" w:hAnsiTheme="minorHAnsi" w:cstheme="minorHAnsi"/>
                <w:szCs w:val="18"/>
              </w:rPr>
              <w:t>- Excuses aanbieden</w:t>
            </w:r>
          </w:p>
          <w:p w:rsidR="0042592E" w:rsidRPr="0042592E" w:rsidRDefault="0042592E" w:rsidP="0042592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2592E">
              <w:rPr>
                <w:rFonts w:asciiTheme="minorHAnsi" w:hAnsiTheme="minorHAnsi" w:cstheme="minorHAnsi"/>
                <w:szCs w:val="18"/>
              </w:rPr>
              <w:t>- Omgaan met ruzie</w:t>
            </w:r>
          </w:p>
          <w:p w:rsidR="0042592E" w:rsidRDefault="0042592E" w:rsidP="0042592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2592E">
              <w:rPr>
                <w:rFonts w:asciiTheme="minorHAnsi" w:hAnsiTheme="minorHAnsi" w:cstheme="minorHAnsi"/>
                <w:szCs w:val="18"/>
                <w:u w:val="single"/>
              </w:rPr>
              <w:t>Methode: STIP-VSO</w:t>
            </w:r>
            <w:r w:rsidRPr="0042592E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  <w:p w:rsidR="0081436F" w:rsidRPr="00C3633D" w:rsidRDefault="0042592E" w:rsidP="0042592E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42592E">
              <w:rPr>
                <w:rFonts w:asciiTheme="minorHAnsi" w:hAnsiTheme="minorHAnsi" w:cstheme="minorHAnsi"/>
                <w:szCs w:val="18"/>
              </w:rPr>
              <w:t xml:space="preserve">deel 3, map 2, project 7 Samen televisie kijken. </w:t>
            </w:r>
          </w:p>
        </w:tc>
        <w:tc>
          <w:tcPr>
            <w:tcW w:w="4803" w:type="dxa"/>
          </w:tcPr>
          <w:p w:rsidR="00E44B92" w:rsidRPr="00E44B92" w:rsidRDefault="00E44B92" w:rsidP="00E44B9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44B92">
              <w:rPr>
                <w:rFonts w:asciiTheme="minorHAnsi" w:hAnsiTheme="minorHAnsi" w:cstheme="minorHAnsi"/>
                <w:szCs w:val="18"/>
              </w:rPr>
              <w:t>Hoofdthema: Ik en de ander</w:t>
            </w:r>
          </w:p>
          <w:p w:rsidR="00E44B92" w:rsidRPr="00E44B92" w:rsidRDefault="00E44B92" w:rsidP="00E44B9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44B92">
              <w:rPr>
                <w:rFonts w:asciiTheme="minorHAnsi" w:hAnsiTheme="minorHAnsi" w:cstheme="minorHAnsi"/>
                <w:szCs w:val="18"/>
              </w:rPr>
              <w:t xml:space="preserve">- Wat wil de ander? </w:t>
            </w:r>
          </w:p>
          <w:p w:rsidR="00E44B92" w:rsidRPr="00E44B92" w:rsidRDefault="00E44B92" w:rsidP="00E44B9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- Overleggen met de ander</w:t>
            </w:r>
          </w:p>
          <w:p w:rsidR="00E44B92" w:rsidRPr="00E44B92" w:rsidRDefault="00E44B92" w:rsidP="00E44B92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E44B92">
              <w:rPr>
                <w:rFonts w:asciiTheme="minorHAnsi" w:hAnsiTheme="minorHAnsi" w:cstheme="minorHAnsi"/>
                <w:szCs w:val="18"/>
                <w:u w:val="single"/>
              </w:rPr>
              <w:t xml:space="preserve">Methode: STIP-VSO </w:t>
            </w:r>
          </w:p>
          <w:p w:rsidR="00E44B92" w:rsidRPr="00E44B92" w:rsidRDefault="00E44B92" w:rsidP="00E44B9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44B92">
              <w:rPr>
                <w:rFonts w:asciiTheme="minorHAnsi" w:hAnsiTheme="minorHAnsi" w:cstheme="minorHAnsi"/>
                <w:szCs w:val="18"/>
              </w:rPr>
              <w:t>deel 3, map 2, project 5 Eters krijgen.</w:t>
            </w:r>
          </w:p>
          <w:p w:rsidR="0081436F" w:rsidRPr="00C3633D" w:rsidRDefault="00E44B92" w:rsidP="00E44B92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E44B92">
              <w:rPr>
                <w:rFonts w:asciiTheme="minorHAnsi" w:hAnsiTheme="minorHAnsi" w:cstheme="minorHAnsi"/>
                <w:szCs w:val="18"/>
              </w:rPr>
              <w:t>deel 3, map 2, project 6 Iets (uit)lenen.</w:t>
            </w:r>
          </w:p>
        </w:tc>
      </w:tr>
      <w:tr w:rsidR="0081436F" w:rsidRPr="00A67C0A" w:rsidTr="00D13BCD">
        <w:tc>
          <w:tcPr>
            <w:tcW w:w="1951" w:type="dxa"/>
            <w:shd w:val="clear" w:color="auto" w:fill="FFFF00"/>
          </w:tcPr>
          <w:p w:rsidR="0081436F" w:rsidRPr="00A67C0A" w:rsidRDefault="0081436F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Leertijd</w:t>
            </w:r>
          </w:p>
        </w:tc>
        <w:tc>
          <w:tcPr>
            <w:tcW w:w="7513" w:type="dxa"/>
            <w:gridSpan w:val="2"/>
          </w:tcPr>
          <w:p w:rsidR="0081436F" w:rsidRPr="00E44B92" w:rsidRDefault="0081436F" w:rsidP="00C3633D">
            <w:pPr>
              <w:rPr>
                <w:rFonts w:asciiTheme="minorHAnsi" w:hAnsiTheme="minorHAnsi" w:cstheme="minorHAnsi"/>
                <w:szCs w:val="18"/>
                <w:u w:val="single"/>
              </w:rPr>
            </w:pPr>
            <w:r w:rsidRPr="00E44B92">
              <w:rPr>
                <w:rFonts w:asciiTheme="minorHAnsi" w:hAnsiTheme="minorHAnsi" w:cstheme="minorHAnsi"/>
                <w:szCs w:val="18"/>
                <w:u w:val="single"/>
              </w:rPr>
              <w:t xml:space="preserve">Uitstroom dagbesteding: </w:t>
            </w:r>
          </w:p>
          <w:p w:rsidR="00E44B92" w:rsidRPr="00E44B92" w:rsidRDefault="0081436F" w:rsidP="00111D7A">
            <w:pPr>
              <w:rPr>
                <w:rFonts w:asciiTheme="minorHAnsi" w:hAnsiTheme="minorHAnsi" w:cstheme="minorHAnsi"/>
                <w:szCs w:val="18"/>
              </w:rPr>
            </w:pPr>
            <w:r w:rsidRPr="00E44B92">
              <w:rPr>
                <w:rFonts w:asciiTheme="minorHAnsi" w:hAnsiTheme="minorHAnsi" w:cstheme="minorHAnsi"/>
                <w:szCs w:val="18"/>
              </w:rPr>
              <w:t xml:space="preserve">Onderbouw;    </w:t>
            </w:r>
            <w:r w:rsidR="00E44B92" w:rsidRPr="00E44B92">
              <w:rPr>
                <w:rFonts w:asciiTheme="minorHAnsi" w:hAnsiTheme="minorHAnsi" w:cstheme="minorHAnsi"/>
                <w:szCs w:val="18"/>
              </w:rPr>
              <w:t>Per week: 4 lesuren van 45 minuten of 3 uur</w:t>
            </w:r>
          </w:p>
          <w:p w:rsidR="0081436F" w:rsidRPr="00E44B92" w:rsidRDefault="0081436F" w:rsidP="00111D7A">
            <w:pPr>
              <w:rPr>
                <w:rFonts w:asciiTheme="minorHAnsi" w:hAnsiTheme="minorHAnsi" w:cstheme="minorHAnsi"/>
                <w:szCs w:val="18"/>
              </w:rPr>
            </w:pPr>
            <w:r w:rsidRPr="00E44B92">
              <w:rPr>
                <w:rFonts w:asciiTheme="minorHAnsi" w:hAnsiTheme="minorHAnsi" w:cstheme="minorHAnsi"/>
                <w:szCs w:val="18"/>
              </w:rPr>
              <w:t xml:space="preserve">Middenbouw: </w:t>
            </w:r>
            <w:r w:rsidR="00E44B92" w:rsidRPr="00E44B92">
              <w:rPr>
                <w:rFonts w:asciiTheme="minorHAnsi" w:hAnsiTheme="minorHAnsi" w:cstheme="minorHAnsi"/>
                <w:szCs w:val="18"/>
              </w:rPr>
              <w:t>Per week: 3 lesuren van 45 minuten of 2.15 uur</w:t>
            </w:r>
          </w:p>
          <w:p w:rsidR="0081436F" w:rsidRPr="00E44B92" w:rsidRDefault="0081436F" w:rsidP="00111D7A">
            <w:pPr>
              <w:rPr>
                <w:rFonts w:asciiTheme="minorHAnsi" w:hAnsiTheme="minorHAnsi" w:cstheme="minorHAnsi"/>
                <w:szCs w:val="18"/>
              </w:rPr>
            </w:pPr>
            <w:r w:rsidRPr="00E44B92">
              <w:rPr>
                <w:rFonts w:asciiTheme="minorHAnsi" w:hAnsiTheme="minorHAnsi" w:cstheme="minorHAnsi"/>
                <w:szCs w:val="18"/>
              </w:rPr>
              <w:t xml:space="preserve">Bovenbouw:    </w:t>
            </w:r>
            <w:r w:rsidR="00E44B92" w:rsidRPr="00E44B92">
              <w:rPr>
                <w:rFonts w:asciiTheme="minorHAnsi" w:hAnsiTheme="minorHAnsi" w:cstheme="minorHAnsi"/>
                <w:szCs w:val="18"/>
              </w:rPr>
              <w:t xml:space="preserve">Per week: 3 lesuren van 45 minuten of 2.15 uur </w:t>
            </w:r>
            <w:r w:rsidRPr="00E44B92">
              <w:rPr>
                <w:rFonts w:asciiTheme="minorHAnsi" w:hAnsiTheme="minorHAnsi" w:cstheme="minorHAnsi"/>
                <w:szCs w:val="18"/>
              </w:rPr>
              <w:t>(zie lesurentabel VSO DOS)</w:t>
            </w:r>
          </w:p>
          <w:p w:rsidR="0081436F" w:rsidRPr="00E44B92" w:rsidRDefault="0081436F" w:rsidP="00C3633D">
            <w:pPr>
              <w:rPr>
                <w:rFonts w:asciiTheme="minorHAnsi" w:hAnsiTheme="minorHAnsi" w:cstheme="minorHAnsi"/>
                <w:szCs w:val="18"/>
                <w:u w:val="single"/>
              </w:rPr>
            </w:pPr>
            <w:r w:rsidRPr="00E44B92">
              <w:rPr>
                <w:rFonts w:asciiTheme="minorHAnsi" w:hAnsiTheme="minorHAnsi" w:cstheme="minorHAnsi"/>
                <w:szCs w:val="18"/>
                <w:u w:val="single"/>
              </w:rPr>
              <w:t xml:space="preserve">Uitstroom arbeid: </w:t>
            </w:r>
          </w:p>
          <w:p w:rsidR="00E44B92" w:rsidRPr="00E44B92" w:rsidRDefault="0081436F" w:rsidP="00C3633D">
            <w:pPr>
              <w:rPr>
                <w:rFonts w:asciiTheme="minorHAnsi" w:hAnsiTheme="minorHAnsi" w:cstheme="minorHAnsi"/>
                <w:szCs w:val="18"/>
              </w:rPr>
            </w:pPr>
            <w:r w:rsidRPr="00E44B92">
              <w:rPr>
                <w:rFonts w:asciiTheme="minorHAnsi" w:hAnsiTheme="minorHAnsi" w:cstheme="minorHAnsi"/>
                <w:szCs w:val="18"/>
              </w:rPr>
              <w:t>Onderbouw</w:t>
            </w:r>
            <w:r w:rsidR="00E44B92" w:rsidRPr="00E44B92">
              <w:rPr>
                <w:rFonts w:asciiTheme="minorHAnsi" w:hAnsiTheme="minorHAnsi" w:cstheme="minorHAnsi"/>
                <w:szCs w:val="18"/>
              </w:rPr>
              <w:t>:    Per week: 3 lesuren van 45 minuten of 2.15 uur</w:t>
            </w:r>
          </w:p>
          <w:p w:rsidR="0081436F" w:rsidRPr="00E44B92" w:rsidRDefault="0081436F" w:rsidP="00C3633D">
            <w:pPr>
              <w:rPr>
                <w:rFonts w:asciiTheme="minorHAnsi" w:hAnsiTheme="minorHAnsi" w:cstheme="minorHAnsi"/>
                <w:szCs w:val="18"/>
              </w:rPr>
            </w:pPr>
            <w:r w:rsidRPr="00E44B92">
              <w:rPr>
                <w:rFonts w:asciiTheme="minorHAnsi" w:hAnsiTheme="minorHAnsi" w:cstheme="minorHAnsi"/>
                <w:szCs w:val="18"/>
              </w:rPr>
              <w:t xml:space="preserve">Middenbouw: </w:t>
            </w:r>
            <w:r w:rsidR="00E44B92" w:rsidRPr="00E44B92">
              <w:rPr>
                <w:rFonts w:asciiTheme="minorHAnsi" w:hAnsiTheme="minorHAnsi" w:cstheme="minorHAnsi"/>
                <w:szCs w:val="18"/>
              </w:rPr>
              <w:t xml:space="preserve">Per week: 2 lesuren van 45 minuten of 1.5 uur </w:t>
            </w:r>
          </w:p>
          <w:p w:rsidR="0081436F" w:rsidRPr="00A67C0A" w:rsidRDefault="0081436F" w:rsidP="001A59F0">
            <w:pPr>
              <w:rPr>
                <w:rFonts w:asciiTheme="minorHAnsi" w:hAnsiTheme="minorHAnsi" w:cstheme="minorHAnsi"/>
                <w:szCs w:val="18"/>
              </w:rPr>
            </w:pPr>
            <w:r w:rsidRPr="00E44B92">
              <w:rPr>
                <w:rFonts w:asciiTheme="minorHAnsi" w:hAnsiTheme="minorHAnsi" w:cstheme="minorHAnsi"/>
                <w:szCs w:val="18"/>
              </w:rPr>
              <w:t xml:space="preserve">Bovenbouw:    </w:t>
            </w:r>
            <w:r w:rsidR="00E44B92" w:rsidRPr="00E44B92">
              <w:rPr>
                <w:rFonts w:asciiTheme="minorHAnsi" w:hAnsiTheme="minorHAnsi" w:cstheme="minorHAnsi"/>
                <w:szCs w:val="18"/>
              </w:rPr>
              <w:t xml:space="preserve">Per week: 2 lesuren van 45 minuten of 1.5 uur </w:t>
            </w:r>
            <w:r w:rsidR="001A59F0">
              <w:rPr>
                <w:rFonts w:asciiTheme="minorHAnsi" w:hAnsiTheme="minorHAnsi" w:cstheme="minorHAnsi"/>
                <w:szCs w:val="18"/>
              </w:rPr>
              <w:t xml:space="preserve">(zie lesurentabel </w:t>
            </w:r>
            <w:r w:rsidRPr="00E44B92">
              <w:rPr>
                <w:rFonts w:asciiTheme="minorHAnsi" w:hAnsiTheme="minorHAnsi" w:cstheme="minorHAnsi"/>
                <w:szCs w:val="18"/>
              </w:rPr>
              <w:t>VSO DOS)</w:t>
            </w:r>
          </w:p>
        </w:tc>
      </w:tr>
      <w:tr w:rsidR="0081436F" w:rsidRPr="00A67C0A" w:rsidTr="00D13BCD">
        <w:tc>
          <w:tcPr>
            <w:tcW w:w="1951" w:type="dxa"/>
            <w:shd w:val="clear" w:color="auto" w:fill="FFFF00"/>
          </w:tcPr>
          <w:p w:rsidR="0081436F" w:rsidRPr="00A67C0A" w:rsidRDefault="0081436F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Didactisch </w:t>
            </w:r>
          </w:p>
          <w:p w:rsidR="0081436F" w:rsidRPr="00A67C0A" w:rsidRDefault="0081436F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513" w:type="dxa"/>
            <w:gridSpan w:val="2"/>
          </w:tcPr>
          <w:p w:rsidR="0081436F" w:rsidRPr="00A67C0A" w:rsidRDefault="0081436F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81436F" w:rsidRPr="00A67C0A" w:rsidRDefault="0081436F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Zorgt voor de inhoud van de les volgens het directe instructiemodel (DIM) (activeren voorkennis, aangeven doel van de les, (verlengde) instructie, begeleide (in)oefening, zelfstandige verwerking, evaluatie) </w:t>
            </w:r>
          </w:p>
          <w:p w:rsidR="0081436F" w:rsidRPr="00A67C0A" w:rsidRDefault="0081436F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Biedt verdiepingsopdrachten aan waar de leerling dit aankan. </w:t>
            </w:r>
          </w:p>
          <w:p w:rsidR="0081436F" w:rsidRPr="00A67C0A" w:rsidRDefault="0081436F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Hanteert concreet taalgebruik, gebruikt korte zinnen. </w:t>
            </w:r>
          </w:p>
          <w:p w:rsidR="0081436F" w:rsidRPr="00A67C0A" w:rsidRDefault="0081436F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Garandeert afwisseling en uitdaging en zorgt voor betekenisvolle taken en inhoud. </w:t>
            </w:r>
          </w:p>
          <w:p w:rsidR="0081436F" w:rsidRPr="00A67C0A" w:rsidRDefault="0081436F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Gebruikt waar nodig visuele ondersteuning d.m.v. picto’s, gebaren,  foto’s, stappenplan, extra materialen/(digitale) hulpmiddelen.  </w:t>
            </w:r>
          </w:p>
          <w:p w:rsidR="0081436F" w:rsidRPr="00A67C0A" w:rsidRDefault="0081436F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Daagt de leerlingen uit keuzes te maken en zelfstandig het werk te plannen. </w:t>
            </w:r>
          </w:p>
          <w:p w:rsidR="0081436F" w:rsidRPr="00A67C0A" w:rsidRDefault="0081436F" w:rsidP="0088126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Analyseert de geplande observatie, methode gebonden toetsen en CIT-VSO dagbesteding.  Hieruit haalt hij met welk onderdeel of onderdelen een leerling moeite heeft. Dit onderdeel of deze onderdelen worden extra aangeboden/geoefend met de leerling(en). </w:t>
            </w:r>
          </w:p>
        </w:tc>
      </w:tr>
      <w:tr w:rsidR="0081436F" w:rsidRPr="00A67C0A" w:rsidTr="00D13BCD">
        <w:tc>
          <w:tcPr>
            <w:tcW w:w="1951" w:type="dxa"/>
            <w:shd w:val="clear" w:color="auto" w:fill="FFFF00"/>
          </w:tcPr>
          <w:p w:rsidR="0081436F" w:rsidRPr="00A67C0A" w:rsidRDefault="0081436F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Pedagogisch</w:t>
            </w:r>
          </w:p>
        </w:tc>
        <w:tc>
          <w:tcPr>
            <w:tcW w:w="7513" w:type="dxa"/>
            <w:gridSpan w:val="2"/>
          </w:tcPr>
          <w:p w:rsidR="0081436F" w:rsidRPr="00A67C0A" w:rsidRDefault="0081436F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81436F" w:rsidRPr="00A67C0A" w:rsidRDefault="0081436F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Past de  principes van betekenisvol en in de context leren toe  (leren toepassen van je kennis en vaardigheden in de praktijk of tijdens praktische opdrachten in of vanuit de klas).</w:t>
            </w:r>
          </w:p>
          <w:p w:rsidR="0081436F" w:rsidRPr="00A67C0A" w:rsidRDefault="0081436F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Geeft positieve feedback (complimenten) , formuleert gewenst gedrag, heeft aandacht voor het oplossen van conflicten (respectvol omgaan met elkaar) observeert leerlingen. </w:t>
            </w:r>
          </w:p>
          <w:p w:rsidR="0081436F" w:rsidRPr="00A67C0A" w:rsidRDefault="0081436F" w:rsidP="0054524B">
            <w:pPr>
              <w:tabs>
                <w:tab w:val="left" w:pos="4350"/>
              </w:tabs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Is alert op over- en onderschatting.</w:t>
            </w:r>
          </w:p>
          <w:p w:rsidR="0081436F" w:rsidRPr="00A67C0A" w:rsidRDefault="0081436F" w:rsidP="0054524B">
            <w:pPr>
              <w:tabs>
                <w:tab w:val="left" w:pos="4350"/>
              </w:tabs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Anticipeert en treedt adequaat op bij over- en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onderprikkeling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>.</w:t>
            </w:r>
            <w:r w:rsidRPr="00A67C0A">
              <w:rPr>
                <w:rFonts w:asciiTheme="minorHAnsi" w:hAnsiTheme="minorHAnsi" w:cstheme="minorHAnsi"/>
                <w:szCs w:val="18"/>
              </w:rPr>
              <w:tab/>
            </w:r>
          </w:p>
          <w:p w:rsidR="0081436F" w:rsidRPr="00A67C0A" w:rsidRDefault="0081436F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De leraar waardeert vaardigheid én denkproces van de leerling.</w:t>
            </w:r>
          </w:p>
          <w:p w:rsidR="0081436F" w:rsidRPr="00A67C0A" w:rsidRDefault="0081436F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Hanteert de gedragscode (‘dichtbij en op afstand’). </w:t>
            </w:r>
          </w:p>
        </w:tc>
      </w:tr>
      <w:tr w:rsidR="0081436F" w:rsidRPr="00A67C0A" w:rsidTr="00D13BCD">
        <w:tc>
          <w:tcPr>
            <w:tcW w:w="1951" w:type="dxa"/>
            <w:shd w:val="clear" w:color="auto" w:fill="FFFF00"/>
          </w:tcPr>
          <w:p w:rsidR="0081436F" w:rsidRPr="00A67C0A" w:rsidRDefault="0081436F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Klassenmanagement</w:t>
            </w:r>
          </w:p>
          <w:p w:rsidR="0081436F" w:rsidRPr="00A67C0A" w:rsidRDefault="0081436F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513" w:type="dxa"/>
            <w:gridSpan w:val="2"/>
          </w:tcPr>
          <w:p w:rsidR="0081436F" w:rsidRPr="00A67C0A" w:rsidRDefault="0081436F" w:rsidP="00AA292C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81436F" w:rsidRPr="00A67C0A" w:rsidRDefault="0081436F" w:rsidP="00AA292C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Richt het  lokaal/omgeving in aangepast aan de onderwijsbehoefte /veiligheid/niveau van de leerling.</w:t>
            </w:r>
          </w:p>
          <w:p w:rsidR="0081436F" w:rsidRPr="00A67C0A" w:rsidRDefault="0081436F" w:rsidP="0071387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Zorgt dat de regels, afspraken, dagprogramma (picto’s/foto’s) op een zichtbare plek in de klas/school hangen.</w:t>
            </w:r>
          </w:p>
          <w:p w:rsidR="0081436F" w:rsidRPr="00A67C0A" w:rsidRDefault="0081436F" w:rsidP="0071387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Zorgt dat medische gegevens, groepsplannen en (week)planning in de klassenmap of op een afgesproken plek liggen.</w:t>
            </w:r>
          </w:p>
          <w:p w:rsidR="0081436F" w:rsidRPr="00A67C0A" w:rsidRDefault="0081436F" w:rsidP="0071387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Zorgt voor de inhoud van de les en organisatie van werkvormen (verlengde instructie, om en om instructie, instructietafel,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subgroepjes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groepsdoorbrekend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tutoring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duoleren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preteaching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reteaching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).  </w:t>
            </w:r>
          </w:p>
          <w:p w:rsidR="0081436F" w:rsidRPr="00A67C0A" w:rsidRDefault="0081436F" w:rsidP="0071387A">
            <w:pPr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MB en BB: </w:t>
            </w:r>
            <w:r w:rsidRPr="00A67C0A">
              <w:rPr>
                <w:rFonts w:asciiTheme="minorHAnsi" w:hAnsiTheme="minorHAnsi" w:cstheme="minorHAnsi"/>
                <w:szCs w:val="18"/>
              </w:rPr>
              <w:t xml:space="preserve">Plant de cognitieve vakken op een ander tijdstip in dezelfde week als een leerling in de midden- en bovenbouw die dag op stage is. </w:t>
            </w:r>
          </w:p>
        </w:tc>
      </w:tr>
      <w:tr w:rsidR="0081436F" w:rsidRPr="00A67C0A" w:rsidTr="00D13BCD">
        <w:tc>
          <w:tcPr>
            <w:tcW w:w="1951" w:type="dxa"/>
            <w:shd w:val="clear" w:color="auto" w:fill="FFFF00"/>
          </w:tcPr>
          <w:p w:rsidR="0081436F" w:rsidRPr="00A67C0A" w:rsidRDefault="0081436F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Geplande observatie</w:t>
            </w:r>
          </w:p>
          <w:p w:rsidR="0081436F" w:rsidRPr="00A67C0A" w:rsidRDefault="0081436F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7513" w:type="dxa"/>
            <w:gridSpan w:val="2"/>
          </w:tcPr>
          <w:p w:rsidR="0081436F" w:rsidRPr="00A67C0A" w:rsidRDefault="0081436F" w:rsidP="005F1791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Na ongeveer vier maanden wordt er bekeken welke doelen al wel/niet behaald zijn. Aan de nog niet behaalde doelen wordt dan in de laatste weken extra aandacht besteed. De leraar evalueert aan het einde van de periode (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toetsweken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 xml:space="preserve">)  de hoofddoelen en subdoelen d.m.v. geplande observatie, methode gebonden toetsen of CITO. Bij de observaties wordt gebruik gemaakt van het document. ‘Criteria doel wel-niet behaald Werkt het VSO met modules, kunnen de hoofd- en subdoelen na iedere module- periode geëvalueerd worden . Heeft de leerling 3 van de 5 opgaven goed, is het doel behaald. </w:t>
            </w:r>
          </w:p>
        </w:tc>
      </w:tr>
    </w:tbl>
    <w:p w:rsidR="00507B8E" w:rsidRDefault="00507B8E" w:rsidP="00412091">
      <w:pPr>
        <w:pStyle w:val="Geenafstand"/>
        <w:rPr>
          <w:rFonts w:asciiTheme="minorHAnsi" w:hAnsiTheme="minorHAnsi" w:cstheme="minorHAnsi"/>
          <w:b/>
          <w:szCs w:val="18"/>
          <w:u w:val="single"/>
        </w:rPr>
      </w:pPr>
    </w:p>
    <w:p w:rsidR="00EC7076" w:rsidRPr="00A67C0A" w:rsidRDefault="00507B8E" w:rsidP="00507B8E">
      <w:pPr>
        <w:rPr>
          <w:rFonts w:asciiTheme="minorHAnsi" w:hAnsiTheme="minorHAnsi" w:cstheme="minorHAnsi"/>
          <w:b/>
          <w:szCs w:val="18"/>
          <w:u w:val="single"/>
        </w:rPr>
      </w:pPr>
      <w:r>
        <w:rPr>
          <w:rFonts w:asciiTheme="minorHAnsi" w:hAnsiTheme="minorHAnsi" w:cstheme="minorHAnsi"/>
          <w:b/>
          <w:szCs w:val="18"/>
          <w:u w:val="single"/>
        </w:rPr>
        <w:br w:type="page"/>
      </w: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1951"/>
        <w:gridCol w:w="2710"/>
        <w:gridCol w:w="4661"/>
      </w:tblGrid>
      <w:tr w:rsidR="00507B8E" w:rsidRPr="00A67C0A" w:rsidTr="009001E5">
        <w:tc>
          <w:tcPr>
            <w:tcW w:w="4661" w:type="dxa"/>
            <w:gridSpan w:val="2"/>
            <w:shd w:val="clear" w:color="auto" w:fill="00B0F0"/>
          </w:tcPr>
          <w:p w:rsidR="00507B8E" w:rsidRPr="00A67C0A" w:rsidRDefault="00507B8E" w:rsidP="00A4166B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lastRenderedPageBreak/>
              <w:t>Leerroute 4: Doelen leerjaar 1 periode 1 (niveau 9)</w:t>
            </w:r>
          </w:p>
        </w:tc>
        <w:tc>
          <w:tcPr>
            <w:tcW w:w="4661" w:type="dxa"/>
            <w:shd w:val="clear" w:color="auto" w:fill="00B0F0"/>
          </w:tcPr>
          <w:p w:rsidR="00507B8E" w:rsidRPr="00A67C0A" w:rsidRDefault="00507B8E" w:rsidP="00A4166B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507B8E">
              <w:rPr>
                <w:rFonts w:asciiTheme="minorHAnsi" w:hAnsiTheme="minorHAnsi" w:cstheme="minorHAnsi"/>
                <w:b/>
                <w:szCs w:val="18"/>
              </w:rPr>
              <w:t>Leerrout</w:t>
            </w:r>
            <w:r>
              <w:rPr>
                <w:rFonts w:asciiTheme="minorHAnsi" w:hAnsiTheme="minorHAnsi" w:cstheme="minorHAnsi"/>
                <w:b/>
                <w:szCs w:val="18"/>
              </w:rPr>
              <w:t>e 4: Doelen leerjaar 1 periode 2 (niveau 9</w:t>
            </w:r>
            <w:r w:rsidRPr="00507B8E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D60133" w:rsidRPr="00A67C0A" w:rsidTr="00507B8E">
        <w:tc>
          <w:tcPr>
            <w:tcW w:w="4661" w:type="dxa"/>
            <w:gridSpan w:val="2"/>
            <w:shd w:val="clear" w:color="auto" w:fill="auto"/>
          </w:tcPr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b/>
                <w:color w:val="000000"/>
              </w:rPr>
              <w:t>1.1. Ervaringen delen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color w:val="000000"/>
              </w:rPr>
              <w:t xml:space="preserve">Vertelt wat hij die week op school heeft gedaan.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b/>
                <w:color w:val="000000"/>
              </w:rPr>
              <w:t>4.3. Iemand iets vragen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color w:val="000000"/>
              </w:rPr>
              <w:t>Vraagt iemand binnen eigen school om informatie (informele informatie).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D60133">
              <w:rPr>
                <w:rFonts w:asciiTheme="minorHAnsi" w:hAnsiTheme="minorHAnsi" w:cstheme="minorHAnsi"/>
                <w:b/>
              </w:rPr>
              <w:t>4.4. Iets tegen iemand zeggen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D60133">
              <w:rPr>
                <w:rFonts w:asciiTheme="minorHAnsi" w:hAnsiTheme="minorHAnsi" w:cstheme="minorHAnsi"/>
              </w:rPr>
              <w:t xml:space="preserve">Uit in een gesprek met een onbekende op een correcte manier zijn gevoelens en wensen (ik wil liever een andere taak doen).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b/>
                <w:color w:val="000000"/>
              </w:rPr>
              <w:t>8.1. Omgaan met gevoelens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color w:val="000000"/>
              </w:rPr>
              <w:t xml:space="preserve">Gaat adequaat om met gevoelens van nervositeit en onrust (heeft geduld, zoekt oplossing om rustig te worden).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strike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color w:val="000000"/>
              </w:rPr>
              <w:t xml:space="preserve">Gaat adequaat om met gevoelens van verlies en rouw (uit zich, praat erover als hij daar behoefte aan heeft). </w:t>
            </w:r>
            <w:r w:rsidRPr="00D60133">
              <w:rPr>
                <w:rFonts w:asciiTheme="minorHAnsi" w:eastAsia="MS Mincho" w:hAnsiTheme="minorHAnsi" w:cstheme="minorHAnsi"/>
                <w:strike/>
                <w:color w:val="000000"/>
              </w:rPr>
              <w:t xml:space="preserve">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D60133">
              <w:rPr>
                <w:rFonts w:asciiTheme="minorHAnsi" w:hAnsiTheme="minorHAnsi" w:cstheme="minorHAnsi"/>
                <w:b/>
              </w:rPr>
              <w:t>8.2 Omgaan met je mogelijkheden/beperkingen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D60133">
              <w:rPr>
                <w:rFonts w:asciiTheme="minorHAnsi" w:hAnsiTheme="minorHAnsi" w:cstheme="minorHAnsi"/>
              </w:rPr>
              <w:t xml:space="preserve">Accepteert het gebruik van bepaalde hulpmiddelen. </w:t>
            </w:r>
          </w:p>
        </w:tc>
        <w:tc>
          <w:tcPr>
            <w:tcW w:w="4661" w:type="dxa"/>
            <w:shd w:val="clear" w:color="auto" w:fill="auto"/>
          </w:tcPr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b/>
                <w:color w:val="000000"/>
              </w:rPr>
              <w:t>4.1. Communicatieve voorwaarden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color w:val="000000"/>
              </w:rPr>
              <w:t xml:space="preserve">Schat in een vrije situatie in wat een juist moment van luisteren is.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b/>
                <w:color w:val="000000"/>
              </w:rPr>
              <w:t>4.5. Een gesprek voeren met een ander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color w:val="000000"/>
              </w:rPr>
              <w:t xml:space="preserve">Bespreekt de meningen globaal vanuit de eigen mening.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color w:val="000000"/>
              </w:rPr>
              <w:t xml:space="preserve">Kan zich uiten (op een adequate wijze) in gesprekssituaties met gelijkwaardige interactiepartners en relatieve bekenden.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b/>
                <w:color w:val="000000"/>
              </w:rPr>
              <w:t>5.1. Opkomen voor jezelf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color w:val="000000"/>
              </w:rPr>
              <w:t xml:space="preserve">Geeft een motivatie voor zijn mening in een één op één gesprek.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color w:val="00B050"/>
              </w:rPr>
            </w:pP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color w:val="00B050"/>
              </w:rPr>
            </w:pP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color w:val="00B050"/>
              </w:rPr>
            </w:pP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  <w:color w:val="00B050"/>
              </w:rPr>
            </w:pPr>
          </w:p>
        </w:tc>
      </w:tr>
      <w:tr w:rsidR="00C3633D" w:rsidRPr="00A67C0A" w:rsidTr="009001E5">
        <w:tc>
          <w:tcPr>
            <w:tcW w:w="4661" w:type="dxa"/>
            <w:gridSpan w:val="2"/>
            <w:shd w:val="clear" w:color="auto" w:fill="00B0F0"/>
          </w:tcPr>
          <w:p w:rsidR="00C3633D" w:rsidRPr="00A67C0A" w:rsidRDefault="00507B8E" w:rsidP="00A4166B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="00C3633D" w:rsidRPr="00A67C0A">
              <w:rPr>
                <w:rFonts w:asciiTheme="minorHAnsi" w:hAnsiTheme="minorHAnsi" w:cstheme="minorHAnsi"/>
                <w:b/>
                <w:szCs w:val="18"/>
              </w:rPr>
              <w:t>: Methoden/middelen</w:t>
            </w:r>
            <w:r w:rsidR="00C3633D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leerjaar 1 </w:t>
            </w:r>
            <w:r w:rsidR="00C3633D">
              <w:rPr>
                <w:rFonts w:asciiTheme="minorHAnsi" w:hAnsiTheme="minorHAnsi" w:cstheme="minorHAnsi"/>
                <w:b/>
                <w:szCs w:val="18"/>
              </w:rPr>
              <w:t>periode 1</w:t>
            </w:r>
          </w:p>
        </w:tc>
        <w:tc>
          <w:tcPr>
            <w:tcW w:w="4661" w:type="dxa"/>
            <w:shd w:val="clear" w:color="auto" w:fill="00B0F0"/>
          </w:tcPr>
          <w:p w:rsidR="00C3633D" w:rsidRPr="00A67C0A" w:rsidRDefault="00507B8E" w:rsidP="00A4166B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="00C3633D" w:rsidRPr="00A67C0A">
              <w:rPr>
                <w:rFonts w:asciiTheme="minorHAnsi" w:hAnsiTheme="minorHAnsi" w:cstheme="minorHAnsi"/>
                <w:b/>
                <w:szCs w:val="18"/>
              </w:rPr>
              <w:t>: Methoden/middelen</w:t>
            </w:r>
            <w:r w:rsidR="00C3633D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leerjaar 1 </w:t>
            </w:r>
            <w:r w:rsidR="00C3633D">
              <w:rPr>
                <w:rFonts w:asciiTheme="minorHAnsi" w:hAnsiTheme="minorHAnsi" w:cstheme="minorHAnsi"/>
                <w:b/>
                <w:szCs w:val="18"/>
              </w:rPr>
              <w:t>periode 2</w:t>
            </w:r>
          </w:p>
        </w:tc>
      </w:tr>
      <w:tr w:rsidR="00C3633D" w:rsidRPr="00A67C0A" w:rsidTr="009001E5">
        <w:tc>
          <w:tcPr>
            <w:tcW w:w="4661" w:type="dxa"/>
            <w:gridSpan w:val="2"/>
          </w:tcPr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Hoofdthema: Ik wie ben ik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- Iets vertellen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- Vragen stellen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- Omgaan met mijn gevoel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 xml:space="preserve">- Wat wil ik? 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Cs w:val="18"/>
                <w:u w:val="single"/>
              </w:rPr>
              <w:t>Method</w:t>
            </w:r>
            <w:r w:rsidRPr="00DF590C">
              <w:rPr>
                <w:rFonts w:asciiTheme="minorHAnsi" w:hAnsiTheme="minorHAnsi" w:cstheme="minorHAnsi"/>
                <w:szCs w:val="18"/>
                <w:u w:val="single"/>
              </w:rPr>
              <w:t xml:space="preserve">e; STIP-VSO 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deel 1, map 1, project 1 Het loket</w:t>
            </w:r>
          </w:p>
          <w:p w:rsidR="00CF1CCB" w:rsidRPr="00CF1CCB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deel 1, map 2, project 7 Leven en dood</w:t>
            </w:r>
          </w:p>
        </w:tc>
        <w:tc>
          <w:tcPr>
            <w:tcW w:w="4661" w:type="dxa"/>
          </w:tcPr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Hoofdthema: Ik en de maatschappij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- Luisteren naar elkaar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- Je mening geven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DF590C">
              <w:rPr>
                <w:rFonts w:asciiTheme="minorHAnsi" w:hAnsiTheme="minorHAnsi" w:cstheme="minorHAnsi"/>
                <w:szCs w:val="18"/>
                <w:u w:val="single"/>
              </w:rPr>
              <w:t xml:space="preserve">Methode: STIP-VSO 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 xml:space="preserve">deel 1, map 1, project 4 Ik zie er leuk uit. </w:t>
            </w:r>
          </w:p>
          <w:p w:rsidR="00CF1CCB" w:rsidRPr="00CF1CCB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deel 1, map 2, project 10 Naar een club gaan.</w:t>
            </w:r>
          </w:p>
        </w:tc>
      </w:tr>
      <w:tr w:rsidR="00507B8E" w:rsidRPr="00A67C0A" w:rsidTr="00507B8E">
        <w:tc>
          <w:tcPr>
            <w:tcW w:w="4661" w:type="dxa"/>
            <w:gridSpan w:val="2"/>
            <w:shd w:val="clear" w:color="auto" w:fill="00B0F0"/>
          </w:tcPr>
          <w:p w:rsidR="00507B8E" w:rsidRPr="00A67C0A" w:rsidRDefault="00507B8E" w:rsidP="00507B8E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Doelen leerjaar 2 periode 1 (niveau 9)</w:t>
            </w:r>
          </w:p>
        </w:tc>
        <w:tc>
          <w:tcPr>
            <w:tcW w:w="4661" w:type="dxa"/>
            <w:shd w:val="clear" w:color="auto" w:fill="00B0F0"/>
          </w:tcPr>
          <w:p w:rsidR="00507B8E" w:rsidRPr="00A67C0A" w:rsidRDefault="00507B8E" w:rsidP="00507B8E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507B8E">
              <w:rPr>
                <w:rFonts w:asciiTheme="minorHAnsi" w:hAnsiTheme="minorHAnsi" w:cstheme="minorHAnsi"/>
                <w:b/>
                <w:szCs w:val="18"/>
              </w:rPr>
              <w:t>Leerrout</w:t>
            </w:r>
            <w:r>
              <w:rPr>
                <w:rFonts w:asciiTheme="minorHAnsi" w:hAnsiTheme="minorHAnsi" w:cstheme="minorHAnsi"/>
                <w:b/>
                <w:szCs w:val="18"/>
              </w:rPr>
              <w:t>e 4: Doelen leerjaar 2 periode 2 (niveau 9</w:t>
            </w:r>
            <w:r w:rsidRPr="00507B8E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D60133" w:rsidRPr="00A67C0A" w:rsidTr="009001E5">
        <w:tc>
          <w:tcPr>
            <w:tcW w:w="4661" w:type="dxa"/>
            <w:gridSpan w:val="2"/>
          </w:tcPr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i/>
                <w:color w:val="F79646" w:themeColor="accent6"/>
              </w:rPr>
            </w:pPr>
            <w:r w:rsidRPr="00D60133">
              <w:rPr>
                <w:rFonts w:asciiTheme="minorHAnsi" w:eastAsia="MS Mincho" w:hAnsiTheme="minorHAnsi" w:cstheme="minorHAnsi"/>
                <w:b/>
                <w:color w:val="000000"/>
              </w:rPr>
              <w:t>5.1. Opkomen voor jezelf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color w:val="000000"/>
              </w:rPr>
              <w:t>Komt voor zichzelf op wanneer hij onjuist behandeld wordt.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D60133">
              <w:rPr>
                <w:rFonts w:asciiTheme="minorHAnsi" w:hAnsiTheme="minorHAnsi" w:cstheme="minorHAnsi"/>
                <w:b/>
              </w:rPr>
              <w:t>9.1. Respectvol en verantwoordelijk omgaan met anderen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D60133">
              <w:rPr>
                <w:rFonts w:asciiTheme="minorHAnsi" w:hAnsiTheme="minorHAnsi" w:cstheme="minorHAnsi"/>
              </w:rPr>
              <w:t>Houdt rekening met de voorkeur van een ander.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D60133">
              <w:rPr>
                <w:rFonts w:asciiTheme="minorHAnsi" w:hAnsiTheme="minorHAnsi" w:cstheme="minorHAnsi"/>
              </w:rPr>
              <w:t xml:space="preserve">Geeft een complimentje over een handeling of gedrag.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D60133">
              <w:rPr>
                <w:rFonts w:asciiTheme="minorHAnsi" w:hAnsiTheme="minorHAnsi" w:cstheme="minorHAnsi"/>
              </w:rPr>
              <w:t xml:space="preserve">Reageert op een complimentje.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D60133">
              <w:rPr>
                <w:rFonts w:asciiTheme="minorHAnsi" w:hAnsiTheme="minorHAnsi" w:cstheme="minorHAnsi"/>
                <w:b/>
              </w:rPr>
              <w:t>9.2. Omgaan met conflicten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D60133">
              <w:rPr>
                <w:rFonts w:asciiTheme="minorHAnsi" w:hAnsiTheme="minorHAnsi" w:cstheme="minorHAnsi"/>
              </w:rPr>
              <w:t xml:space="preserve">Benoemt de oorzaak en het gevolg van eigen (agressief) gedrag.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D60133">
              <w:rPr>
                <w:rFonts w:asciiTheme="minorHAnsi" w:hAnsiTheme="minorHAnsi" w:cstheme="minorHAnsi"/>
              </w:rPr>
              <w:t xml:space="preserve">Vermijdt gedragingen die bij anderen boze reacties oproepen.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D60133">
              <w:rPr>
                <w:rFonts w:asciiTheme="minorHAnsi" w:hAnsiTheme="minorHAnsi" w:cstheme="minorHAnsi"/>
              </w:rPr>
              <w:t xml:space="preserve">Benoemt verschillende oorzaken en oplossingen bij ruzie. </w:t>
            </w:r>
          </w:p>
        </w:tc>
        <w:tc>
          <w:tcPr>
            <w:tcW w:w="4661" w:type="dxa"/>
          </w:tcPr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D60133">
              <w:rPr>
                <w:rFonts w:asciiTheme="minorHAnsi" w:hAnsiTheme="minorHAnsi" w:cstheme="minorHAnsi"/>
                <w:b/>
              </w:rPr>
              <w:t>4.2. Non verbale communicatie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D60133">
              <w:rPr>
                <w:rFonts w:asciiTheme="minorHAnsi" w:hAnsiTheme="minorHAnsi" w:cstheme="minorHAnsi"/>
              </w:rPr>
              <w:t xml:space="preserve">Heeft een bij de situatie passende lichaamshouding.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D60133">
              <w:rPr>
                <w:rFonts w:asciiTheme="minorHAnsi" w:hAnsiTheme="minorHAnsi" w:cstheme="minorHAnsi"/>
              </w:rPr>
              <w:t>Maakt contact met behulp van voor hem/haar geëigende middelen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b/>
                <w:color w:val="000000"/>
              </w:rPr>
              <w:t>4.5. Een gesprek voeren met een ander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</w:rPr>
            </w:pPr>
            <w:r w:rsidRPr="00D60133">
              <w:rPr>
                <w:rFonts w:asciiTheme="minorHAnsi" w:eastAsia="MS Mincho" w:hAnsiTheme="minorHAnsi" w:cstheme="minorHAnsi"/>
              </w:rPr>
              <w:t xml:space="preserve">Neemt deel aan een formeel gesprek met één gesprekspartner.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</w:rPr>
            </w:pPr>
            <w:r w:rsidRPr="00D60133">
              <w:rPr>
                <w:rFonts w:asciiTheme="minorHAnsi" w:eastAsia="MS Mincho" w:hAnsiTheme="minorHAnsi" w:cstheme="minorHAnsi"/>
              </w:rPr>
              <w:t xml:space="preserve">Past woordkeuze aan zijn gesprekspartner aan (verschil vrienden/volwassenen).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  <w:color w:val="00B050"/>
              </w:rPr>
            </w:pPr>
          </w:p>
        </w:tc>
      </w:tr>
      <w:tr w:rsidR="00507B8E" w:rsidRPr="00A67C0A" w:rsidTr="00507B8E">
        <w:tc>
          <w:tcPr>
            <w:tcW w:w="4661" w:type="dxa"/>
            <w:gridSpan w:val="2"/>
            <w:shd w:val="clear" w:color="auto" w:fill="00B0F0"/>
          </w:tcPr>
          <w:p w:rsidR="00507B8E" w:rsidRPr="00A67C0A" w:rsidRDefault="00507B8E" w:rsidP="00507B8E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>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2 periode 1</w:t>
            </w:r>
          </w:p>
        </w:tc>
        <w:tc>
          <w:tcPr>
            <w:tcW w:w="4661" w:type="dxa"/>
            <w:shd w:val="clear" w:color="auto" w:fill="00B0F0"/>
          </w:tcPr>
          <w:p w:rsidR="00507B8E" w:rsidRPr="00A67C0A" w:rsidRDefault="00507B8E" w:rsidP="00507B8E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>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2</w:t>
            </w:r>
            <w:r w:rsidR="006D3146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Cs w:val="18"/>
              </w:rPr>
              <w:t>periode 2</w:t>
            </w:r>
          </w:p>
        </w:tc>
      </w:tr>
      <w:tr w:rsidR="00C3633D" w:rsidRPr="00A67C0A" w:rsidTr="009001E5">
        <w:tc>
          <w:tcPr>
            <w:tcW w:w="4661" w:type="dxa"/>
            <w:gridSpan w:val="2"/>
          </w:tcPr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Hoofdthema: Ik en mijn gedrag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- Voor jezelf opkomen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- Omgaan met ruzie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- Complimenten geven en krijgen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DF590C">
              <w:rPr>
                <w:rFonts w:asciiTheme="minorHAnsi" w:hAnsiTheme="minorHAnsi" w:cstheme="minorHAnsi"/>
                <w:szCs w:val="18"/>
                <w:u w:val="single"/>
              </w:rPr>
              <w:t xml:space="preserve">Methode: STIP-VSO 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deel 1, map 2, project 5 Kleren maken de man/vrouw.</w:t>
            </w:r>
          </w:p>
          <w:p w:rsidR="00CF1CCB" w:rsidRPr="00CF1CCB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deel 2, map 2, project 9 Samen praten.</w:t>
            </w:r>
          </w:p>
        </w:tc>
        <w:tc>
          <w:tcPr>
            <w:tcW w:w="4661" w:type="dxa"/>
          </w:tcPr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Hoofdthema: Ik en de ander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- Lichaamshouding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- Een gesprek voeren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DF590C">
              <w:rPr>
                <w:rFonts w:asciiTheme="minorHAnsi" w:hAnsiTheme="minorHAnsi" w:cstheme="minorHAnsi"/>
                <w:szCs w:val="18"/>
                <w:u w:val="single"/>
              </w:rPr>
              <w:t xml:space="preserve">Methode STIP-VSO 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deel 1, map 1, project 2 In de keuken.</w:t>
            </w:r>
          </w:p>
          <w:p w:rsidR="00CF1CCB" w:rsidRPr="00CF1CCB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deel 1, map 2, project 8 Ik houd me aan de afspraak.</w:t>
            </w:r>
          </w:p>
        </w:tc>
      </w:tr>
      <w:tr w:rsidR="00507B8E" w:rsidRPr="00A67C0A" w:rsidTr="00507B8E">
        <w:tc>
          <w:tcPr>
            <w:tcW w:w="4661" w:type="dxa"/>
            <w:gridSpan w:val="2"/>
            <w:shd w:val="clear" w:color="auto" w:fill="00B0F0"/>
          </w:tcPr>
          <w:p w:rsidR="00507B8E" w:rsidRPr="00A67C0A" w:rsidRDefault="00507B8E" w:rsidP="00507B8E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Doelen leerjaar 3 periode 1 (niveau 10)</w:t>
            </w:r>
          </w:p>
        </w:tc>
        <w:tc>
          <w:tcPr>
            <w:tcW w:w="4661" w:type="dxa"/>
            <w:shd w:val="clear" w:color="auto" w:fill="00B0F0"/>
          </w:tcPr>
          <w:p w:rsidR="00507B8E" w:rsidRPr="00A67C0A" w:rsidRDefault="00507B8E" w:rsidP="00507B8E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507B8E">
              <w:rPr>
                <w:rFonts w:asciiTheme="minorHAnsi" w:hAnsiTheme="minorHAnsi" w:cstheme="minorHAnsi"/>
                <w:b/>
                <w:szCs w:val="18"/>
              </w:rPr>
              <w:t>Leerrout</w:t>
            </w:r>
            <w:r>
              <w:rPr>
                <w:rFonts w:asciiTheme="minorHAnsi" w:hAnsiTheme="minorHAnsi" w:cstheme="minorHAnsi"/>
                <w:b/>
                <w:szCs w:val="18"/>
              </w:rPr>
              <w:t>e 4: Doelen leerjaar 3 periode 2 (niveau 10</w:t>
            </w:r>
            <w:r w:rsidRPr="00507B8E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D60133" w:rsidRPr="00A67C0A" w:rsidTr="009001E5">
        <w:tc>
          <w:tcPr>
            <w:tcW w:w="4661" w:type="dxa"/>
            <w:gridSpan w:val="2"/>
          </w:tcPr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b/>
                <w:color w:val="000000"/>
              </w:rPr>
              <w:t>1.1. Ervaringen delen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color w:val="000000"/>
              </w:rPr>
              <w:t xml:space="preserve">Vertelt gedetailleerd over ervaringen die hij op zijn stage opdoet.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b/>
                <w:color w:val="000000"/>
              </w:rPr>
              <w:t>4.1. Communicatieve voorwaarden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D60133">
              <w:rPr>
                <w:rFonts w:asciiTheme="minorHAnsi" w:eastAsia="MS Mincho" w:hAnsiTheme="minorHAnsi" w:cstheme="minorHAnsi"/>
                <w:color w:val="000000"/>
              </w:rPr>
              <w:t xml:space="preserve">Schat in een vrije situatie in wat een juist moment van reageren is.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D60133">
              <w:rPr>
                <w:rFonts w:asciiTheme="minorHAnsi" w:hAnsiTheme="minorHAnsi" w:cstheme="minorHAnsi"/>
                <w:b/>
              </w:rPr>
              <w:t>4.2. Non verbale communicatie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D60133">
              <w:rPr>
                <w:rFonts w:asciiTheme="minorHAnsi" w:hAnsiTheme="minorHAnsi" w:cstheme="minorHAnsi"/>
              </w:rPr>
              <w:t xml:space="preserve">Zet de voor hem/haar geëigende communicatiemiddelen in ten behoeve van de eigen mogelijkheden.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b/>
                <w:color w:val="000000"/>
              </w:rPr>
              <w:t>8.1. Omgaan met gevoelens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color w:val="000000"/>
              </w:rPr>
              <w:t xml:space="preserve">Vertelt waarom hij eerlijk moet zijn.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color w:val="000000"/>
              </w:rPr>
              <w:t xml:space="preserve">Is eerlijk in situaties waarin dit moet.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color w:val="000000"/>
              </w:rPr>
              <w:t xml:space="preserve">Gaat adequaat om met gevoelens van eenzaamheid (praat erover, zoekt gezelschap).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D60133">
              <w:rPr>
                <w:rFonts w:asciiTheme="minorHAnsi" w:hAnsiTheme="minorHAnsi" w:cstheme="minorHAnsi"/>
                <w:b/>
              </w:rPr>
              <w:lastRenderedPageBreak/>
              <w:t>8.2 Omgaan met je mogelijkheden/beperkingen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D60133">
              <w:rPr>
                <w:rFonts w:asciiTheme="minorHAnsi" w:hAnsiTheme="minorHAnsi" w:cstheme="minorHAnsi"/>
              </w:rPr>
              <w:t xml:space="preserve">Zoekt in een vertrouwde omgeving een oplossing als iets door zijn handicap niet lukt (inzet andere zintuigen, lichaamsdelen, hulpmiddelen). </w:t>
            </w:r>
          </w:p>
        </w:tc>
        <w:tc>
          <w:tcPr>
            <w:tcW w:w="4661" w:type="dxa"/>
          </w:tcPr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b/>
                <w:color w:val="000000"/>
              </w:rPr>
              <w:lastRenderedPageBreak/>
              <w:t>4.3. Iemand iets vragen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color w:val="000000"/>
              </w:rPr>
              <w:t>Stelt vragen aan verschillende personen in een groepsgesprek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D60133">
              <w:rPr>
                <w:rFonts w:asciiTheme="minorHAnsi" w:hAnsiTheme="minorHAnsi" w:cstheme="minorHAnsi"/>
                <w:b/>
              </w:rPr>
              <w:t>4.4. Iets tegen iemand zeggen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D60133">
              <w:rPr>
                <w:rFonts w:asciiTheme="minorHAnsi" w:hAnsiTheme="minorHAnsi" w:cstheme="minorHAnsi"/>
              </w:rPr>
              <w:t xml:space="preserve">Vertelt een duidelijk verhaal over een onderwerp buiten het hier en nu.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D60133">
              <w:rPr>
                <w:rFonts w:asciiTheme="minorHAnsi" w:hAnsiTheme="minorHAnsi" w:cstheme="minorHAnsi"/>
              </w:rPr>
              <w:t>Vertelt in een situatie waarin hij haast heeft, duidelijk wat hij wil vertellen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D60133">
              <w:rPr>
                <w:rFonts w:asciiTheme="minorHAnsi" w:hAnsiTheme="minorHAnsi" w:cstheme="minorHAnsi"/>
                <w:b/>
              </w:rPr>
              <w:t>4.6. Sociale routines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D60133">
              <w:rPr>
                <w:rFonts w:asciiTheme="minorHAnsi" w:hAnsiTheme="minorHAnsi" w:cstheme="minorHAnsi"/>
              </w:rPr>
              <w:t xml:space="preserve">Durft aan te geven dat hij het ergens niet mee eens is (negatieve beoordeling).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b/>
                <w:color w:val="000000"/>
              </w:rPr>
              <w:t>5.1. Opkomen voor jezelf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color w:val="000000"/>
              </w:rPr>
              <w:t xml:space="preserve">Zegt dat hij het eens/niet eens is met de mening van een ander in groepsverband zonder motivatie.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</w:rPr>
            </w:pP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</w:rPr>
            </w:pP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</w:rPr>
            </w:pP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color w:val="00B050"/>
              </w:rPr>
            </w:pPr>
          </w:p>
        </w:tc>
      </w:tr>
      <w:tr w:rsidR="00507B8E" w:rsidRPr="00A67C0A" w:rsidTr="00507B8E">
        <w:tc>
          <w:tcPr>
            <w:tcW w:w="4661" w:type="dxa"/>
            <w:gridSpan w:val="2"/>
            <w:shd w:val="clear" w:color="auto" w:fill="00B0F0"/>
          </w:tcPr>
          <w:p w:rsidR="00507B8E" w:rsidRPr="00A67C0A" w:rsidRDefault="00507B8E" w:rsidP="00507B8E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lastRenderedPageBreak/>
              <w:t>Leerroute 4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>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3 periode 1</w:t>
            </w:r>
          </w:p>
        </w:tc>
        <w:tc>
          <w:tcPr>
            <w:tcW w:w="4661" w:type="dxa"/>
            <w:shd w:val="clear" w:color="auto" w:fill="00B0F0"/>
          </w:tcPr>
          <w:p w:rsidR="00507B8E" w:rsidRPr="00A67C0A" w:rsidRDefault="00507B8E" w:rsidP="00507B8E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>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3 periode 2</w:t>
            </w:r>
          </w:p>
        </w:tc>
      </w:tr>
      <w:tr w:rsidR="00C3633D" w:rsidRPr="00A67C0A" w:rsidTr="009001E5">
        <w:tc>
          <w:tcPr>
            <w:tcW w:w="4661" w:type="dxa"/>
            <w:gridSpan w:val="2"/>
          </w:tcPr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Hoofdthema: Ik wie ben ik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- Eerlijk zijn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- Omgaan met mijn handicap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DF590C">
              <w:rPr>
                <w:rFonts w:asciiTheme="minorHAnsi" w:hAnsiTheme="minorHAnsi" w:cstheme="minorHAnsi"/>
                <w:szCs w:val="18"/>
                <w:u w:val="single"/>
              </w:rPr>
              <w:t xml:space="preserve">Methode: STIP VSO 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 xml:space="preserve">deel 2, map 1, project 3 Over geld en pinpas. </w:t>
            </w:r>
          </w:p>
          <w:p w:rsidR="00CF1CCB" w:rsidRPr="00CF1CCB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deel 2, map 1, project 4 Omgaan met jouw of mijn handicap</w:t>
            </w:r>
          </w:p>
        </w:tc>
        <w:tc>
          <w:tcPr>
            <w:tcW w:w="4661" w:type="dxa"/>
          </w:tcPr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Hoofdthema: Ik en de maatschappij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- Je mening geven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- Informatie duidelijk overbrengen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- Vragen stellen in een groep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DF590C">
              <w:rPr>
                <w:rFonts w:asciiTheme="minorHAnsi" w:hAnsiTheme="minorHAnsi" w:cstheme="minorHAnsi"/>
                <w:szCs w:val="18"/>
                <w:u w:val="single"/>
              </w:rPr>
              <w:t xml:space="preserve">Methode: STIP-VSO </w:t>
            </w:r>
          </w:p>
          <w:p w:rsidR="00DF590C" w:rsidRPr="00DF590C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 xml:space="preserve">deel 3, map 1, project 3 (Mobiele) telefoon. </w:t>
            </w:r>
          </w:p>
          <w:p w:rsidR="00CF1CCB" w:rsidRPr="00CF1CCB" w:rsidRDefault="00DF590C" w:rsidP="00DF59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DF590C">
              <w:rPr>
                <w:rFonts w:asciiTheme="minorHAnsi" w:hAnsiTheme="minorHAnsi" w:cstheme="minorHAnsi"/>
                <w:szCs w:val="18"/>
              </w:rPr>
              <w:t>deel 2, map 2, project 6 Samen een uitje plannen.</w:t>
            </w:r>
          </w:p>
        </w:tc>
      </w:tr>
      <w:tr w:rsidR="00507B8E" w:rsidRPr="00A67C0A" w:rsidTr="00507B8E">
        <w:tc>
          <w:tcPr>
            <w:tcW w:w="4661" w:type="dxa"/>
            <w:gridSpan w:val="2"/>
            <w:shd w:val="clear" w:color="auto" w:fill="00B0F0"/>
          </w:tcPr>
          <w:p w:rsidR="00507B8E" w:rsidRPr="00A67C0A" w:rsidRDefault="00507B8E" w:rsidP="00507B8E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Doelen leerjaar 4 periode 1 (niveau 10)</w:t>
            </w:r>
          </w:p>
        </w:tc>
        <w:tc>
          <w:tcPr>
            <w:tcW w:w="4661" w:type="dxa"/>
            <w:shd w:val="clear" w:color="auto" w:fill="00B0F0"/>
          </w:tcPr>
          <w:p w:rsidR="00507B8E" w:rsidRPr="00A67C0A" w:rsidRDefault="00507B8E" w:rsidP="00507B8E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507B8E">
              <w:rPr>
                <w:rFonts w:asciiTheme="minorHAnsi" w:hAnsiTheme="minorHAnsi" w:cstheme="minorHAnsi"/>
                <w:b/>
                <w:szCs w:val="18"/>
              </w:rPr>
              <w:t>Leerrout</w:t>
            </w:r>
            <w:r>
              <w:rPr>
                <w:rFonts w:asciiTheme="minorHAnsi" w:hAnsiTheme="minorHAnsi" w:cstheme="minorHAnsi"/>
                <w:b/>
                <w:szCs w:val="18"/>
              </w:rPr>
              <w:t>e 4: Doelen leerjaar 4 periode 2 (niveau 10</w:t>
            </w:r>
            <w:r w:rsidRPr="00507B8E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D60133" w:rsidRPr="00A67C0A" w:rsidTr="009001E5">
        <w:tc>
          <w:tcPr>
            <w:tcW w:w="4661" w:type="dxa"/>
            <w:gridSpan w:val="2"/>
          </w:tcPr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D60133">
              <w:rPr>
                <w:rFonts w:asciiTheme="minorHAnsi" w:hAnsiTheme="minorHAnsi" w:cstheme="minorHAnsi"/>
                <w:b/>
              </w:rPr>
              <w:t>4.6. Sociale routines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D60133">
              <w:rPr>
                <w:rFonts w:asciiTheme="minorHAnsi" w:hAnsiTheme="minorHAnsi" w:cstheme="minorHAnsi"/>
              </w:rPr>
              <w:t xml:space="preserve">Reageert op een gepaste manier op kritiek.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D60133">
              <w:rPr>
                <w:rFonts w:asciiTheme="minorHAnsi" w:hAnsiTheme="minorHAnsi" w:cstheme="minorHAnsi"/>
                <w:b/>
              </w:rPr>
              <w:t>9.2. Omgaan met conflicten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D60133">
              <w:rPr>
                <w:rFonts w:asciiTheme="minorHAnsi" w:hAnsiTheme="minorHAnsi" w:cstheme="minorHAnsi"/>
              </w:rPr>
              <w:t xml:space="preserve">Toont begrip voor de gevoelens van een ander bij ruzie.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D60133">
              <w:rPr>
                <w:rFonts w:asciiTheme="minorHAnsi" w:hAnsiTheme="minorHAnsi" w:cstheme="minorHAnsi"/>
              </w:rPr>
              <w:t xml:space="preserve">Vertelt bij navraag welk aandeel hij heeft gehad bij onenigheid.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D60133">
              <w:rPr>
                <w:rFonts w:asciiTheme="minorHAnsi" w:hAnsiTheme="minorHAnsi" w:cstheme="minorHAnsi"/>
              </w:rPr>
              <w:t xml:space="preserve">Benoemt vormen van hulp bij ruzie tussen anderen (voorstel doen, zeggen wie gelijk heeft, een derde erbij halen).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D60133">
              <w:rPr>
                <w:rFonts w:asciiTheme="minorHAnsi" w:hAnsiTheme="minorHAnsi" w:cstheme="minorHAnsi"/>
              </w:rPr>
              <w:t>Sluit een compromis.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  <w:color w:val="00B050"/>
              </w:rPr>
            </w:pP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</w:p>
        </w:tc>
        <w:tc>
          <w:tcPr>
            <w:tcW w:w="4661" w:type="dxa"/>
          </w:tcPr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b/>
                <w:color w:val="000000"/>
              </w:rPr>
              <w:t>1.1. Ervaringen delen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color w:val="000000"/>
              </w:rPr>
              <w:t xml:space="preserve">Maakt een ander bewust aan het lachen (weet wat de ander leuk vindt).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color w:val="000000"/>
              </w:rPr>
              <w:t xml:space="preserve">Stelt een wedervraag om ervaringen te delen (en hoe vond jij het schoolfeest?).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b/>
                <w:color w:val="000000"/>
              </w:rPr>
              <w:t>4.1. Communicatieve voorwaarden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color w:val="000000"/>
              </w:rPr>
              <w:t xml:space="preserve">Schat in een vrije situatie in wat een juist moment van reageren is.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b/>
                <w:color w:val="000000"/>
              </w:rPr>
              <w:t>4.5. Een gesprek voeren met een ander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color w:val="000000"/>
              </w:rPr>
              <w:t>Neemt deel aan een formeel gesprek met twee of meer ongelijkwaardige gesprekspartners (</w:t>
            </w:r>
            <w:proofErr w:type="spellStart"/>
            <w:r w:rsidRPr="00D60133">
              <w:rPr>
                <w:rFonts w:asciiTheme="minorHAnsi" w:eastAsia="MS Mincho" w:hAnsiTheme="minorHAnsi" w:cstheme="minorHAnsi"/>
                <w:color w:val="000000"/>
              </w:rPr>
              <w:t>stagegesprek</w:t>
            </w:r>
            <w:proofErr w:type="spellEnd"/>
            <w:r w:rsidRPr="00D60133">
              <w:rPr>
                <w:rFonts w:asciiTheme="minorHAnsi" w:eastAsia="MS Mincho" w:hAnsiTheme="minorHAnsi" w:cstheme="minorHAnsi"/>
                <w:color w:val="000000"/>
              </w:rPr>
              <w:t xml:space="preserve">).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D60133">
              <w:rPr>
                <w:rFonts w:asciiTheme="minorHAnsi" w:eastAsia="MS Mincho" w:hAnsiTheme="minorHAnsi" w:cstheme="minorHAnsi"/>
                <w:color w:val="000000"/>
              </w:rPr>
              <w:t xml:space="preserve">Maakt uit zichzelf een praatje met (een) bekende volwassene(n).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D60133">
              <w:rPr>
                <w:rFonts w:asciiTheme="minorHAnsi" w:hAnsiTheme="minorHAnsi" w:cstheme="minorHAnsi"/>
                <w:b/>
              </w:rPr>
              <w:t>9.1. Respectvol en verantwoordelijk omgaan met anderen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D60133">
              <w:rPr>
                <w:rFonts w:asciiTheme="minorHAnsi" w:hAnsiTheme="minorHAnsi" w:cstheme="minorHAnsi"/>
              </w:rPr>
              <w:t xml:space="preserve">Komt voor een leerling op die wordt gepest. </w:t>
            </w:r>
          </w:p>
          <w:p w:rsidR="00D60133" w:rsidRPr="00D60133" w:rsidRDefault="00D60133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D60133">
              <w:rPr>
                <w:rFonts w:asciiTheme="minorHAnsi" w:hAnsiTheme="minorHAnsi" w:cstheme="minorHAnsi"/>
              </w:rPr>
              <w:t xml:space="preserve">Helpt uit zichzelf iemand die iets minder leuks moet doen. </w:t>
            </w:r>
          </w:p>
        </w:tc>
      </w:tr>
      <w:tr w:rsidR="00507B8E" w:rsidRPr="00A67C0A" w:rsidTr="00507B8E">
        <w:tc>
          <w:tcPr>
            <w:tcW w:w="4661" w:type="dxa"/>
            <w:gridSpan w:val="2"/>
            <w:shd w:val="clear" w:color="auto" w:fill="00B0F0"/>
          </w:tcPr>
          <w:p w:rsidR="00507B8E" w:rsidRPr="00A67C0A" w:rsidRDefault="00507B8E" w:rsidP="00507B8E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>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4 periode 1</w:t>
            </w:r>
          </w:p>
        </w:tc>
        <w:tc>
          <w:tcPr>
            <w:tcW w:w="4661" w:type="dxa"/>
            <w:shd w:val="clear" w:color="auto" w:fill="00B0F0"/>
          </w:tcPr>
          <w:p w:rsidR="00507B8E" w:rsidRPr="00A67C0A" w:rsidRDefault="00507B8E" w:rsidP="00507B8E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>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4</w:t>
            </w:r>
            <w:r w:rsidR="006D3146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Cs w:val="18"/>
              </w:rPr>
              <w:t>periode 2</w:t>
            </w:r>
          </w:p>
        </w:tc>
      </w:tr>
      <w:tr w:rsidR="00C3633D" w:rsidRPr="00A67C0A" w:rsidTr="009001E5">
        <w:tc>
          <w:tcPr>
            <w:tcW w:w="4661" w:type="dxa"/>
            <w:gridSpan w:val="2"/>
          </w:tcPr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Hoofdthema: Ik en mijn gedrag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- Omgaan met ruzie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- Omgaan met kritiek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8B620C">
              <w:rPr>
                <w:rFonts w:asciiTheme="minorHAnsi" w:hAnsiTheme="minorHAnsi" w:cstheme="minorHAnsi"/>
                <w:szCs w:val="18"/>
                <w:u w:val="single"/>
              </w:rPr>
              <w:t xml:space="preserve">Methode: STIP-VSO 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deel 2, map 2, project 7 Met elkaar in één huis.</w:t>
            </w:r>
          </w:p>
          <w:p w:rsidR="00CF1CCB" w:rsidRPr="00CF1CCB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deel 2, map 2, project 8 Contact op het werk.</w:t>
            </w:r>
          </w:p>
        </w:tc>
        <w:tc>
          <w:tcPr>
            <w:tcW w:w="4661" w:type="dxa"/>
          </w:tcPr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Hoofdthema: Ik en de ander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- Een gesprek voeren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- Opkomen voor een ander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- Een ander helpen</w:t>
            </w:r>
          </w:p>
          <w:p w:rsid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  <w:u w:val="single"/>
              </w:rPr>
              <w:t>Methode: STIP-VSO</w:t>
            </w:r>
            <w:r w:rsidRPr="008B620C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  <w:p w:rsidR="00CF1CCB" w:rsidRPr="00CF1CCB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deel 2, map 1, project 2 Visite krijgen.</w:t>
            </w:r>
          </w:p>
        </w:tc>
      </w:tr>
      <w:tr w:rsidR="00507B8E" w:rsidRPr="00A67C0A" w:rsidTr="00507B8E">
        <w:tc>
          <w:tcPr>
            <w:tcW w:w="4661" w:type="dxa"/>
            <w:gridSpan w:val="2"/>
            <w:shd w:val="clear" w:color="auto" w:fill="00B0F0"/>
          </w:tcPr>
          <w:p w:rsidR="00507B8E" w:rsidRPr="00A67C0A" w:rsidRDefault="00507B8E" w:rsidP="00507B8E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Doelen leerjaar 5 periode 1 (niveau 11)</w:t>
            </w:r>
          </w:p>
        </w:tc>
        <w:tc>
          <w:tcPr>
            <w:tcW w:w="4661" w:type="dxa"/>
            <w:shd w:val="clear" w:color="auto" w:fill="00B0F0"/>
          </w:tcPr>
          <w:p w:rsidR="00507B8E" w:rsidRPr="00A67C0A" w:rsidRDefault="00507B8E" w:rsidP="00507B8E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507B8E">
              <w:rPr>
                <w:rFonts w:asciiTheme="minorHAnsi" w:hAnsiTheme="minorHAnsi" w:cstheme="minorHAnsi"/>
                <w:b/>
                <w:szCs w:val="18"/>
              </w:rPr>
              <w:t>Leerrout</w:t>
            </w:r>
            <w:r>
              <w:rPr>
                <w:rFonts w:asciiTheme="minorHAnsi" w:hAnsiTheme="minorHAnsi" w:cstheme="minorHAnsi"/>
                <w:b/>
                <w:szCs w:val="18"/>
              </w:rPr>
              <w:t>e 4: Doelen leerjaar 5 periode 2 (niveau 11</w:t>
            </w:r>
            <w:r w:rsidRPr="00507B8E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325429" w:rsidRPr="00A67C0A" w:rsidTr="009001E5">
        <w:tc>
          <w:tcPr>
            <w:tcW w:w="4661" w:type="dxa"/>
            <w:gridSpan w:val="2"/>
          </w:tcPr>
          <w:p w:rsidR="00325429" w:rsidRPr="00325429" w:rsidRDefault="00325429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325429">
              <w:rPr>
                <w:rFonts w:asciiTheme="minorHAnsi" w:eastAsia="MS Mincho" w:hAnsiTheme="minorHAnsi" w:cstheme="minorHAnsi"/>
                <w:b/>
                <w:color w:val="000000"/>
              </w:rPr>
              <w:t>1.1. Ervaringen delen</w:t>
            </w:r>
          </w:p>
          <w:p w:rsidR="00325429" w:rsidRPr="00325429" w:rsidRDefault="00325429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325429">
              <w:rPr>
                <w:rFonts w:asciiTheme="minorHAnsi" w:eastAsia="MS Mincho" w:hAnsiTheme="minorHAnsi" w:cstheme="minorHAnsi"/>
                <w:color w:val="000000"/>
              </w:rPr>
              <w:t xml:space="preserve">Praat met medemensen over zijn sociale leven. </w:t>
            </w:r>
          </w:p>
          <w:p w:rsidR="00325429" w:rsidRPr="00325429" w:rsidRDefault="00325429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325429">
              <w:rPr>
                <w:rFonts w:asciiTheme="minorHAnsi" w:hAnsiTheme="minorHAnsi" w:cstheme="minorHAnsi"/>
                <w:b/>
              </w:rPr>
              <w:t>4.2. Non verbale communicatie</w:t>
            </w:r>
          </w:p>
          <w:p w:rsidR="00325429" w:rsidRPr="00325429" w:rsidRDefault="00325429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325429">
              <w:rPr>
                <w:rFonts w:asciiTheme="minorHAnsi" w:hAnsiTheme="minorHAnsi" w:cstheme="minorHAnsi"/>
              </w:rPr>
              <w:t xml:space="preserve">Maakt gebruikt van mimiek, gebaren en houding (of andere geëigende middelen) in de communicatie met bekenden. </w:t>
            </w:r>
          </w:p>
          <w:p w:rsidR="00325429" w:rsidRPr="00325429" w:rsidRDefault="00325429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325429">
              <w:rPr>
                <w:rFonts w:asciiTheme="minorHAnsi" w:hAnsiTheme="minorHAnsi" w:cstheme="minorHAnsi"/>
              </w:rPr>
              <w:t xml:space="preserve">Legt nadruk op taal door bepaalde intonatie, oogcontact, mimiek en beweging te gebruiken. </w:t>
            </w:r>
          </w:p>
          <w:p w:rsidR="00325429" w:rsidRPr="00325429" w:rsidRDefault="00325429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325429">
              <w:rPr>
                <w:rFonts w:asciiTheme="minorHAnsi" w:eastAsia="MS Mincho" w:hAnsiTheme="minorHAnsi" w:cstheme="minorHAnsi"/>
                <w:b/>
                <w:color w:val="000000"/>
              </w:rPr>
              <w:t>4.3. Iemand iets vragen</w:t>
            </w:r>
          </w:p>
          <w:p w:rsidR="00325429" w:rsidRPr="00325429" w:rsidRDefault="00325429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325429">
              <w:rPr>
                <w:rFonts w:asciiTheme="minorHAnsi" w:eastAsia="MS Mincho" w:hAnsiTheme="minorHAnsi" w:cstheme="minorHAnsi"/>
                <w:color w:val="000000"/>
              </w:rPr>
              <w:t xml:space="preserve">Stelt een vraag als hij een opdracht niet begrijpt. </w:t>
            </w:r>
          </w:p>
          <w:p w:rsidR="00325429" w:rsidRPr="00325429" w:rsidRDefault="00325429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325429">
              <w:rPr>
                <w:rFonts w:asciiTheme="minorHAnsi" w:hAnsiTheme="minorHAnsi" w:cstheme="minorHAnsi"/>
                <w:b/>
              </w:rPr>
              <w:t>4.4. Iets tegen iemand zeggen</w:t>
            </w:r>
          </w:p>
          <w:p w:rsidR="00325429" w:rsidRPr="00325429" w:rsidRDefault="00325429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325429">
              <w:rPr>
                <w:rFonts w:asciiTheme="minorHAnsi" w:hAnsiTheme="minorHAnsi" w:cstheme="minorHAnsi"/>
              </w:rPr>
              <w:t xml:space="preserve">Vertelt aan een bekende leeftijdgenoot hoe hij zich voelt. </w:t>
            </w:r>
          </w:p>
          <w:p w:rsidR="00325429" w:rsidRPr="00325429" w:rsidRDefault="00325429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325429">
              <w:rPr>
                <w:rFonts w:asciiTheme="minorHAnsi" w:hAnsiTheme="minorHAnsi" w:cstheme="minorHAnsi"/>
                <w:b/>
              </w:rPr>
              <w:t>8.2 Omgaan met je mogelijkheden/beperkingen</w:t>
            </w:r>
          </w:p>
          <w:p w:rsidR="00325429" w:rsidRPr="00325429" w:rsidRDefault="00325429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325429">
              <w:rPr>
                <w:rFonts w:asciiTheme="minorHAnsi" w:hAnsiTheme="minorHAnsi" w:cstheme="minorHAnsi"/>
              </w:rPr>
              <w:t xml:space="preserve">Vraagt om extra uitleg/tijd/ruimte als hij tekort komt. </w:t>
            </w:r>
          </w:p>
        </w:tc>
        <w:tc>
          <w:tcPr>
            <w:tcW w:w="4661" w:type="dxa"/>
          </w:tcPr>
          <w:p w:rsidR="00325429" w:rsidRPr="00325429" w:rsidRDefault="00325429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325429">
              <w:rPr>
                <w:rFonts w:asciiTheme="minorHAnsi" w:eastAsia="MS Mincho" w:hAnsiTheme="minorHAnsi" w:cstheme="minorHAnsi"/>
                <w:b/>
                <w:color w:val="000000"/>
              </w:rPr>
              <w:t>4.3. Iemand iets vragen</w:t>
            </w:r>
          </w:p>
          <w:p w:rsidR="00325429" w:rsidRPr="00325429" w:rsidRDefault="00325429" w:rsidP="00FC10E7">
            <w:pPr>
              <w:pStyle w:val="Geenafstand"/>
              <w:rPr>
                <w:rFonts w:asciiTheme="minorHAnsi" w:eastAsia="MS Mincho" w:hAnsiTheme="minorHAnsi" w:cstheme="minorHAnsi"/>
                <w:i/>
                <w:color w:val="F79646" w:themeColor="accent6"/>
              </w:rPr>
            </w:pPr>
            <w:r w:rsidRPr="00325429">
              <w:rPr>
                <w:rFonts w:asciiTheme="minorHAnsi" w:eastAsia="MS Mincho" w:hAnsiTheme="minorHAnsi" w:cstheme="minorHAnsi"/>
                <w:color w:val="000000"/>
              </w:rPr>
              <w:t>Vraagt informatie aan een bekende persoon in een onbekende omgeving (waar is de brievenbus)</w:t>
            </w:r>
          </w:p>
          <w:p w:rsidR="00325429" w:rsidRPr="00325429" w:rsidRDefault="00325429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325429">
              <w:rPr>
                <w:rFonts w:asciiTheme="minorHAnsi" w:hAnsiTheme="minorHAnsi" w:cstheme="minorHAnsi"/>
                <w:b/>
              </w:rPr>
              <w:t>4.4. Iets tegen iemand zeggen</w:t>
            </w:r>
          </w:p>
          <w:p w:rsidR="00325429" w:rsidRPr="00325429" w:rsidRDefault="00325429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325429">
              <w:rPr>
                <w:rFonts w:asciiTheme="minorHAnsi" w:hAnsiTheme="minorHAnsi" w:cstheme="minorHAnsi"/>
              </w:rPr>
              <w:t xml:space="preserve">Reageert adequaat op response uit de groep. </w:t>
            </w:r>
          </w:p>
          <w:p w:rsidR="00325429" w:rsidRPr="00325429" w:rsidRDefault="00325429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325429">
              <w:rPr>
                <w:rFonts w:asciiTheme="minorHAnsi" w:hAnsiTheme="minorHAnsi" w:cstheme="minorHAnsi"/>
              </w:rPr>
              <w:t>Geeft op eenvoudige wijze zijn mening als dit rechtstreeks gevraagd wordt</w:t>
            </w:r>
          </w:p>
          <w:p w:rsidR="00325429" w:rsidRPr="00325429" w:rsidRDefault="00325429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325429">
              <w:rPr>
                <w:rFonts w:asciiTheme="minorHAnsi" w:eastAsia="MS Mincho" w:hAnsiTheme="minorHAnsi" w:cstheme="minorHAnsi"/>
                <w:b/>
                <w:color w:val="000000"/>
              </w:rPr>
              <w:t>4.5. Een gesprek voeren met een ander</w:t>
            </w:r>
          </w:p>
          <w:p w:rsidR="00325429" w:rsidRPr="00325429" w:rsidRDefault="00325429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325429">
              <w:rPr>
                <w:rFonts w:asciiTheme="minorHAnsi" w:eastAsia="MS Mincho" w:hAnsiTheme="minorHAnsi" w:cstheme="minorHAnsi"/>
                <w:color w:val="000000"/>
              </w:rPr>
              <w:t xml:space="preserve">Neemt deel aan een gesprek met meerdere bekende personen dat leidt tot een gezamenlijk besluit. </w:t>
            </w:r>
          </w:p>
          <w:p w:rsidR="00325429" w:rsidRPr="00325429" w:rsidRDefault="00325429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</w:p>
          <w:p w:rsidR="00325429" w:rsidRPr="00325429" w:rsidRDefault="00325429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325429">
              <w:rPr>
                <w:rFonts w:asciiTheme="minorHAnsi" w:hAnsiTheme="minorHAnsi" w:cstheme="minorHAnsi"/>
              </w:rPr>
              <w:t>.</w:t>
            </w:r>
          </w:p>
          <w:p w:rsidR="00325429" w:rsidRPr="00325429" w:rsidRDefault="00325429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</w:p>
        </w:tc>
      </w:tr>
      <w:tr w:rsidR="00507B8E" w:rsidRPr="00A67C0A" w:rsidTr="00507B8E">
        <w:tc>
          <w:tcPr>
            <w:tcW w:w="4661" w:type="dxa"/>
            <w:gridSpan w:val="2"/>
            <w:shd w:val="clear" w:color="auto" w:fill="00B0F0"/>
          </w:tcPr>
          <w:p w:rsidR="00507B8E" w:rsidRPr="00A67C0A" w:rsidRDefault="00507B8E" w:rsidP="00507B8E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>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5 periode 1</w:t>
            </w:r>
          </w:p>
        </w:tc>
        <w:tc>
          <w:tcPr>
            <w:tcW w:w="4661" w:type="dxa"/>
            <w:shd w:val="clear" w:color="auto" w:fill="00B0F0"/>
          </w:tcPr>
          <w:p w:rsidR="00507B8E" w:rsidRPr="00A67C0A" w:rsidRDefault="00507B8E" w:rsidP="00507B8E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>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5 periode 2</w:t>
            </w:r>
          </w:p>
        </w:tc>
      </w:tr>
      <w:tr w:rsidR="00C3633D" w:rsidRPr="00A67C0A" w:rsidTr="009001E5">
        <w:tc>
          <w:tcPr>
            <w:tcW w:w="4661" w:type="dxa"/>
            <w:gridSpan w:val="2"/>
          </w:tcPr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Hoofdthema: Ik wie ben ik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- Praten over wat je meemaakt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- Vragen stellen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- Praten over gevoelens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8B620C">
              <w:rPr>
                <w:rFonts w:asciiTheme="minorHAnsi" w:hAnsiTheme="minorHAnsi" w:cstheme="minorHAnsi"/>
                <w:szCs w:val="18"/>
                <w:u w:val="single"/>
              </w:rPr>
              <w:t xml:space="preserve">Methode: STIP-VSO 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deel 3, map 1, project 2 Ziek zijn.</w:t>
            </w:r>
          </w:p>
          <w:p w:rsidR="00CF1CCB" w:rsidRPr="00CF1CCB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deel 3, map 3, project 12 Uitkering en werk regelen.</w:t>
            </w:r>
          </w:p>
        </w:tc>
        <w:tc>
          <w:tcPr>
            <w:tcW w:w="4661" w:type="dxa"/>
          </w:tcPr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Hoofdthema: Ik en de maatschappij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- Informatie geven en vragen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- Een gesprek voeren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- Je mening geven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 xml:space="preserve">Methode: STIP-VSO 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deel 3, map 1, project 4 Bezoek ontvangen.</w:t>
            </w:r>
          </w:p>
          <w:p w:rsidR="00CF1CCB" w:rsidRPr="00CF1CCB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deel 3, map 2, project 8 Een h</w:t>
            </w:r>
            <w:r>
              <w:rPr>
                <w:rFonts w:asciiTheme="minorHAnsi" w:hAnsiTheme="minorHAnsi" w:cstheme="minorHAnsi"/>
                <w:szCs w:val="18"/>
              </w:rPr>
              <w:t>uisdier houden</w:t>
            </w:r>
          </w:p>
        </w:tc>
      </w:tr>
      <w:tr w:rsidR="00507B8E" w:rsidRPr="00507B8E" w:rsidTr="00507B8E">
        <w:tc>
          <w:tcPr>
            <w:tcW w:w="4661" w:type="dxa"/>
            <w:gridSpan w:val="2"/>
            <w:shd w:val="clear" w:color="auto" w:fill="00B0F0"/>
          </w:tcPr>
          <w:p w:rsidR="00507B8E" w:rsidRPr="00A67C0A" w:rsidRDefault="00507B8E" w:rsidP="00507B8E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4: Doelen leerjaar 6 periode 1 (niveau 11)</w:t>
            </w:r>
          </w:p>
        </w:tc>
        <w:tc>
          <w:tcPr>
            <w:tcW w:w="4661" w:type="dxa"/>
            <w:shd w:val="clear" w:color="auto" w:fill="00B0F0"/>
          </w:tcPr>
          <w:p w:rsidR="00507B8E" w:rsidRPr="00A67C0A" w:rsidRDefault="00507B8E" w:rsidP="00507B8E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 w:rsidRPr="00507B8E">
              <w:rPr>
                <w:rFonts w:asciiTheme="minorHAnsi" w:hAnsiTheme="minorHAnsi" w:cstheme="minorHAnsi"/>
                <w:b/>
                <w:szCs w:val="18"/>
              </w:rPr>
              <w:t>Leerrout</w:t>
            </w:r>
            <w:r>
              <w:rPr>
                <w:rFonts w:asciiTheme="minorHAnsi" w:hAnsiTheme="minorHAnsi" w:cstheme="minorHAnsi"/>
                <w:b/>
                <w:szCs w:val="18"/>
              </w:rPr>
              <w:t>e 4: Doelen leerjaar 6 periode 2 (niveau 11</w:t>
            </w:r>
            <w:r w:rsidRPr="00507B8E">
              <w:rPr>
                <w:rFonts w:asciiTheme="minorHAnsi" w:hAnsiTheme="minorHAnsi" w:cstheme="minorHAnsi"/>
                <w:b/>
                <w:szCs w:val="18"/>
              </w:rPr>
              <w:t>)</w:t>
            </w:r>
          </w:p>
        </w:tc>
      </w:tr>
      <w:tr w:rsidR="00325429" w:rsidRPr="00507B8E" w:rsidTr="009001E5">
        <w:tc>
          <w:tcPr>
            <w:tcW w:w="4661" w:type="dxa"/>
            <w:gridSpan w:val="2"/>
          </w:tcPr>
          <w:p w:rsidR="00325429" w:rsidRPr="00325429" w:rsidRDefault="00325429" w:rsidP="00325429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325429">
              <w:rPr>
                <w:rFonts w:asciiTheme="minorHAnsi" w:eastAsia="MS Mincho" w:hAnsiTheme="minorHAnsi" w:cstheme="minorHAnsi"/>
                <w:b/>
                <w:color w:val="000000"/>
              </w:rPr>
              <w:t>4.1. Communicatieve voorwaarden</w:t>
            </w:r>
          </w:p>
          <w:p w:rsidR="00325429" w:rsidRPr="00325429" w:rsidRDefault="00325429" w:rsidP="00325429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325429">
              <w:rPr>
                <w:rFonts w:asciiTheme="minorHAnsi" w:eastAsia="MS Mincho" w:hAnsiTheme="minorHAnsi" w:cstheme="minorHAnsi"/>
                <w:color w:val="000000"/>
              </w:rPr>
              <w:t xml:space="preserve">Drukt ontevredenheid op een gepaste manier uit tegenover bekenden. </w:t>
            </w:r>
          </w:p>
          <w:p w:rsidR="00325429" w:rsidRPr="00325429" w:rsidRDefault="00325429" w:rsidP="00325429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325429">
              <w:rPr>
                <w:rFonts w:asciiTheme="minorHAnsi" w:hAnsiTheme="minorHAnsi" w:cstheme="minorHAnsi"/>
                <w:b/>
              </w:rPr>
              <w:lastRenderedPageBreak/>
              <w:t>4.6. Sociale routines</w:t>
            </w:r>
          </w:p>
          <w:p w:rsidR="00325429" w:rsidRPr="00325429" w:rsidRDefault="00325429" w:rsidP="00325429">
            <w:pPr>
              <w:pStyle w:val="Geenafstand"/>
              <w:rPr>
                <w:rFonts w:asciiTheme="minorHAnsi" w:hAnsiTheme="minorHAnsi" w:cstheme="minorHAnsi"/>
              </w:rPr>
            </w:pPr>
            <w:r w:rsidRPr="00325429">
              <w:rPr>
                <w:rFonts w:asciiTheme="minorHAnsi" w:hAnsiTheme="minorHAnsi" w:cstheme="minorHAnsi"/>
              </w:rPr>
              <w:t xml:space="preserve">Reageert op een gepaste manier op verontschuldiging. </w:t>
            </w:r>
          </w:p>
          <w:p w:rsidR="00325429" w:rsidRPr="00325429" w:rsidRDefault="00325429" w:rsidP="00325429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325429">
              <w:rPr>
                <w:rFonts w:asciiTheme="minorHAnsi" w:eastAsia="MS Mincho" w:hAnsiTheme="minorHAnsi" w:cstheme="minorHAnsi"/>
                <w:b/>
                <w:color w:val="000000"/>
              </w:rPr>
              <w:t>8.1. Omgaan met gevoelens</w:t>
            </w:r>
          </w:p>
          <w:p w:rsidR="00325429" w:rsidRPr="00325429" w:rsidRDefault="00325429" w:rsidP="00325429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325429">
              <w:rPr>
                <w:rFonts w:asciiTheme="minorHAnsi" w:eastAsia="MS Mincho" w:hAnsiTheme="minorHAnsi" w:cstheme="minorHAnsi"/>
                <w:color w:val="000000"/>
              </w:rPr>
              <w:t xml:space="preserve">Gaat adequaat om met gevoelens van schaamte. </w:t>
            </w:r>
          </w:p>
          <w:p w:rsidR="00325429" w:rsidRPr="00325429" w:rsidRDefault="00325429" w:rsidP="00325429">
            <w:pPr>
              <w:pStyle w:val="Geenafstand"/>
              <w:rPr>
                <w:rFonts w:asciiTheme="minorHAnsi" w:eastAsia="MS Mincho" w:hAnsiTheme="minorHAnsi" w:cstheme="minorHAnsi"/>
                <w:color w:val="F79646" w:themeColor="accent6"/>
              </w:rPr>
            </w:pPr>
            <w:r w:rsidRPr="00325429">
              <w:rPr>
                <w:rFonts w:asciiTheme="minorHAnsi" w:hAnsiTheme="minorHAnsi" w:cstheme="minorHAnsi"/>
                <w:b/>
              </w:rPr>
              <w:t>9.1. Respectvol en verantwoordelijk omgaan met anderen</w:t>
            </w:r>
          </w:p>
          <w:p w:rsidR="00325429" w:rsidRPr="00325429" w:rsidRDefault="00325429" w:rsidP="00325429">
            <w:pPr>
              <w:pStyle w:val="Geenafstand"/>
              <w:rPr>
                <w:rFonts w:asciiTheme="minorHAnsi" w:hAnsiTheme="minorHAnsi" w:cstheme="minorHAnsi"/>
              </w:rPr>
            </w:pPr>
            <w:r w:rsidRPr="00325429">
              <w:rPr>
                <w:rFonts w:asciiTheme="minorHAnsi" w:hAnsiTheme="minorHAnsi" w:cstheme="minorHAnsi"/>
              </w:rPr>
              <w:t xml:space="preserve">Biedt zijn excuses aan als hij een geheim heeft verklapt. </w:t>
            </w:r>
          </w:p>
          <w:p w:rsidR="00325429" w:rsidRPr="00325429" w:rsidRDefault="00325429" w:rsidP="00325429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325429">
              <w:rPr>
                <w:rFonts w:asciiTheme="minorHAnsi" w:hAnsiTheme="minorHAnsi" w:cstheme="minorHAnsi"/>
                <w:b/>
              </w:rPr>
              <w:t>9.2. Omgaan met conflicten</w:t>
            </w:r>
          </w:p>
          <w:p w:rsidR="00325429" w:rsidRPr="00325429" w:rsidRDefault="00325429" w:rsidP="00325429">
            <w:pPr>
              <w:pStyle w:val="Geenafstand"/>
              <w:rPr>
                <w:rFonts w:asciiTheme="minorHAnsi" w:hAnsiTheme="minorHAnsi" w:cstheme="minorHAnsi"/>
              </w:rPr>
            </w:pPr>
            <w:r w:rsidRPr="00325429">
              <w:rPr>
                <w:rFonts w:asciiTheme="minorHAnsi" w:hAnsiTheme="minorHAnsi" w:cstheme="minorHAnsi"/>
              </w:rPr>
              <w:t>Vermijdt tijdig situaties die frustratie bij hem oproepen.</w:t>
            </w:r>
          </w:p>
          <w:p w:rsidR="00325429" w:rsidRPr="00325429" w:rsidRDefault="00325429" w:rsidP="00325429">
            <w:pPr>
              <w:pStyle w:val="Geenafstand"/>
              <w:rPr>
                <w:rFonts w:asciiTheme="minorHAnsi" w:hAnsiTheme="minorHAnsi" w:cstheme="minorHAnsi"/>
              </w:rPr>
            </w:pPr>
            <w:r w:rsidRPr="00325429">
              <w:rPr>
                <w:rFonts w:asciiTheme="minorHAnsi" w:hAnsiTheme="minorHAnsi" w:cstheme="minorHAnsi"/>
              </w:rPr>
              <w:t xml:space="preserve">Schat juist in wanneer hij zich beter niet met een ruzie van anderen kan bemoeien. </w:t>
            </w:r>
          </w:p>
        </w:tc>
        <w:tc>
          <w:tcPr>
            <w:tcW w:w="4661" w:type="dxa"/>
          </w:tcPr>
          <w:p w:rsidR="00325429" w:rsidRPr="00325429" w:rsidRDefault="00325429" w:rsidP="00325429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325429">
              <w:rPr>
                <w:rFonts w:asciiTheme="minorHAnsi" w:eastAsia="MS Mincho" w:hAnsiTheme="minorHAnsi" w:cstheme="minorHAnsi"/>
                <w:b/>
                <w:color w:val="000000"/>
              </w:rPr>
              <w:lastRenderedPageBreak/>
              <w:t>1.1. Ervaringen delen</w:t>
            </w:r>
          </w:p>
          <w:p w:rsidR="00325429" w:rsidRPr="00325429" w:rsidRDefault="00325429" w:rsidP="00325429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325429">
              <w:rPr>
                <w:rFonts w:asciiTheme="minorHAnsi" w:eastAsia="MS Mincho" w:hAnsiTheme="minorHAnsi" w:cstheme="minorHAnsi"/>
                <w:color w:val="000000"/>
              </w:rPr>
              <w:t xml:space="preserve">Maakt onderscheid tussen wat hij aan bekenden en onbekenden vertelt. </w:t>
            </w:r>
          </w:p>
          <w:p w:rsidR="00325429" w:rsidRPr="00325429" w:rsidRDefault="00325429" w:rsidP="00325429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325429">
              <w:rPr>
                <w:rFonts w:asciiTheme="minorHAnsi" w:eastAsia="MS Mincho" w:hAnsiTheme="minorHAnsi" w:cstheme="minorHAnsi"/>
                <w:color w:val="000000"/>
              </w:rPr>
              <w:lastRenderedPageBreak/>
              <w:t xml:space="preserve">Helpt een ander om te vertellen wat er is gebeurd (stelt vragen). </w:t>
            </w:r>
          </w:p>
          <w:p w:rsidR="00325429" w:rsidRPr="00325429" w:rsidRDefault="00325429" w:rsidP="00325429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325429">
              <w:rPr>
                <w:rFonts w:asciiTheme="minorHAnsi" w:hAnsiTheme="minorHAnsi" w:cstheme="minorHAnsi"/>
                <w:b/>
              </w:rPr>
              <w:t>4.4. Iets tegen iemand zeggen</w:t>
            </w:r>
          </w:p>
          <w:p w:rsidR="00325429" w:rsidRPr="00325429" w:rsidRDefault="00325429" w:rsidP="00325429">
            <w:pPr>
              <w:pStyle w:val="Geenafstand"/>
              <w:rPr>
                <w:rFonts w:asciiTheme="minorHAnsi" w:hAnsiTheme="minorHAnsi" w:cstheme="minorHAnsi"/>
              </w:rPr>
            </w:pPr>
            <w:r w:rsidRPr="00325429">
              <w:rPr>
                <w:rFonts w:asciiTheme="minorHAnsi" w:hAnsiTheme="minorHAnsi" w:cstheme="minorHAnsi"/>
              </w:rPr>
              <w:t xml:space="preserve">Begint een kort gesprek met iemand, houdt dit gaande en beëindigd dit. </w:t>
            </w:r>
          </w:p>
          <w:p w:rsidR="00325429" w:rsidRPr="00325429" w:rsidRDefault="00325429" w:rsidP="00325429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325429">
              <w:rPr>
                <w:rFonts w:asciiTheme="minorHAnsi" w:eastAsia="MS Mincho" w:hAnsiTheme="minorHAnsi" w:cstheme="minorHAnsi"/>
                <w:b/>
                <w:color w:val="000000"/>
              </w:rPr>
              <w:t>5.1. Opkomen voor jezelf</w:t>
            </w:r>
          </w:p>
          <w:p w:rsidR="00325429" w:rsidRPr="00325429" w:rsidRDefault="00325429" w:rsidP="00325429">
            <w:pPr>
              <w:pStyle w:val="Geenafstand"/>
              <w:rPr>
                <w:rFonts w:asciiTheme="minorHAnsi" w:eastAsia="MS Mincho" w:hAnsiTheme="minorHAnsi" w:cstheme="minorHAnsi"/>
                <w:strike/>
                <w:color w:val="000000"/>
              </w:rPr>
            </w:pPr>
            <w:r w:rsidRPr="00325429">
              <w:rPr>
                <w:rFonts w:asciiTheme="minorHAnsi" w:eastAsia="MS Mincho" w:hAnsiTheme="minorHAnsi" w:cstheme="minorHAnsi"/>
                <w:color w:val="000000"/>
              </w:rPr>
              <w:t xml:space="preserve">Herkent of een ander iets expres of per ongeluk heeft gedaan. </w:t>
            </w:r>
            <w:r w:rsidRPr="00325429">
              <w:rPr>
                <w:rFonts w:asciiTheme="minorHAnsi" w:eastAsia="MS Mincho" w:hAnsiTheme="minorHAnsi" w:cstheme="minorHAnsi"/>
                <w:strike/>
                <w:color w:val="000000"/>
              </w:rPr>
              <w:t xml:space="preserve"> </w:t>
            </w:r>
          </w:p>
          <w:p w:rsidR="00325429" w:rsidRPr="00325429" w:rsidRDefault="00325429" w:rsidP="00325429">
            <w:pPr>
              <w:pStyle w:val="Geenafstand"/>
              <w:rPr>
                <w:rFonts w:asciiTheme="minorHAnsi" w:hAnsiTheme="minorHAnsi" w:cstheme="minorHAnsi"/>
                <w:b/>
                <w:color w:val="F79646" w:themeColor="accent6"/>
              </w:rPr>
            </w:pPr>
          </w:p>
          <w:p w:rsidR="00325429" w:rsidRPr="00325429" w:rsidRDefault="00325429" w:rsidP="00325429">
            <w:pPr>
              <w:pStyle w:val="Geenafstand"/>
              <w:rPr>
                <w:rFonts w:asciiTheme="minorHAnsi" w:hAnsiTheme="minorHAnsi" w:cstheme="minorHAnsi"/>
              </w:rPr>
            </w:pPr>
          </w:p>
        </w:tc>
      </w:tr>
      <w:tr w:rsidR="00507B8E" w:rsidRPr="00507B8E" w:rsidTr="00507B8E">
        <w:tc>
          <w:tcPr>
            <w:tcW w:w="4661" w:type="dxa"/>
            <w:gridSpan w:val="2"/>
            <w:shd w:val="clear" w:color="auto" w:fill="00B0F0"/>
          </w:tcPr>
          <w:p w:rsidR="00507B8E" w:rsidRPr="00A67C0A" w:rsidRDefault="00507B8E" w:rsidP="00507B8E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lastRenderedPageBreak/>
              <w:t>Leerroute 4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>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6 periode 1</w:t>
            </w:r>
          </w:p>
        </w:tc>
        <w:tc>
          <w:tcPr>
            <w:tcW w:w="4661" w:type="dxa"/>
            <w:shd w:val="clear" w:color="auto" w:fill="00B0F0"/>
          </w:tcPr>
          <w:p w:rsidR="00507B8E" w:rsidRPr="00A67C0A" w:rsidRDefault="00507B8E" w:rsidP="00507B8E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6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>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6 periode 2</w:t>
            </w:r>
          </w:p>
        </w:tc>
      </w:tr>
      <w:tr w:rsidR="00C3633D" w:rsidRPr="00374F44" w:rsidTr="009001E5">
        <w:tc>
          <w:tcPr>
            <w:tcW w:w="4661" w:type="dxa"/>
            <w:gridSpan w:val="2"/>
          </w:tcPr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Hoofdthema: Ik en mijn gedrag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- Excuses aanbieden en ontvangen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- Omgaan met ruzie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- Omgaan met gevoelens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8B620C">
              <w:rPr>
                <w:rFonts w:asciiTheme="minorHAnsi" w:hAnsiTheme="minorHAnsi" w:cstheme="minorHAnsi"/>
                <w:szCs w:val="18"/>
                <w:u w:val="single"/>
              </w:rPr>
              <w:t xml:space="preserve">Methode STIP-VSO 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 xml:space="preserve">deel 3, map 2, project 7 Samen televisie kijken. </w:t>
            </w:r>
          </w:p>
          <w:p w:rsidR="00CF1CCB" w:rsidRPr="00CF1CCB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 xml:space="preserve">deel 3, map 3, project 13 Werkbespreking. </w:t>
            </w:r>
          </w:p>
        </w:tc>
        <w:tc>
          <w:tcPr>
            <w:tcW w:w="4661" w:type="dxa"/>
          </w:tcPr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Hoofdthema: Ik en de ander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- Een gesprek vo</w:t>
            </w:r>
            <w:r>
              <w:rPr>
                <w:rFonts w:asciiTheme="minorHAnsi" w:hAnsiTheme="minorHAnsi" w:cstheme="minorHAnsi"/>
                <w:szCs w:val="18"/>
              </w:rPr>
              <w:t>eren met bekenden en onbekenden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  <w:u w:val="single"/>
              </w:rPr>
            </w:pPr>
            <w:r w:rsidRPr="008B620C">
              <w:rPr>
                <w:rFonts w:asciiTheme="minorHAnsi" w:hAnsiTheme="minorHAnsi" w:cstheme="minorHAnsi"/>
                <w:szCs w:val="18"/>
                <w:u w:val="single"/>
              </w:rPr>
              <w:t xml:space="preserve">Methode STIP-VSO </w:t>
            </w:r>
          </w:p>
          <w:p w:rsidR="008B620C" w:rsidRPr="008B620C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deel 3, map 2, project 5 Eters krijgen.</w:t>
            </w:r>
          </w:p>
          <w:p w:rsidR="00CF1CCB" w:rsidRPr="005147E3" w:rsidRDefault="008B620C" w:rsidP="008B620C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>deel 3, map 2, project 6 Iets (uit)lenen.</w:t>
            </w:r>
          </w:p>
        </w:tc>
      </w:tr>
      <w:tr w:rsidR="00A9366C" w:rsidRPr="00A67C0A" w:rsidTr="009001E5">
        <w:tc>
          <w:tcPr>
            <w:tcW w:w="1951" w:type="dxa"/>
            <w:shd w:val="clear" w:color="auto" w:fill="00B0F0"/>
          </w:tcPr>
          <w:p w:rsidR="00A9366C" w:rsidRPr="00A67C0A" w:rsidRDefault="00A9366C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Leertijd</w:t>
            </w:r>
          </w:p>
        </w:tc>
        <w:tc>
          <w:tcPr>
            <w:tcW w:w="7371" w:type="dxa"/>
            <w:gridSpan w:val="2"/>
          </w:tcPr>
          <w:p w:rsidR="008B620C" w:rsidRPr="008B620C" w:rsidRDefault="00927F57" w:rsidP="00927F57">
            <w:pPr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 xml:space="preserve">Onderbouw:   </w:t>
            </w:r>
            <w:r w:rsidR="008B620C" w:rsidRPr="008B620C">
              <w:rPr>
                <w:rFonts w:asciiTheme="minorHAnsi" w:hAnsiTheme="minorHAnsi" w:cstheme="minorHAnsi"/>
                <w:szCs w:val="18"/>
              </w:rPr>
              <w:t xml:space="preserve">Per week: 3 lesuren van 45 minuten of 2.15 uur </w:t>
            </w:r>
          </w:p>
          <w:p w:rsidR="008B620C" w:rsidRPr="008B620C" w:rsidRDefault="00927F57" w:rsidP="00927F57">
            <w:pPr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 xml:space="preserve">Middenbouw: </w:t>
            </w:r>
            <w:r w:rsidR="008B620C" w:rsidRPr="008B620C">
              <w:rPr>
                <w:rFonts w:asciiTheme="minorHAnsi" w:hAnsiTheme="minorHAnsi" w:cstheme="minorHAnsi"/>
                <w:szCs w:val="18"/>
              </w:rPr>
              <w:t xml:space="preserve">Per week: 2 lesuren van 45 minuten of 1.5 uur </w:t>
            </w:r>
          </w:p>
          <w:p w:rsidR="00927F57" w:rsidRPr="00927F57" w:rsidRDefault="00927F57" w:rsidP="00927F57">
            <w:pPr>
              <w:rPr>
                <w:rFonts w:asciiTheme="minorHAnsi" w:hAnsiTheme="minorHAnsi" w:cstheme="minorHAnsi"/>
                <w:szCs w:val="18"/>
              </w:rPr>
            </w:pPr>
            <w:r w:rsidRPr="008B620C">
              <w:rPr>
                <w:rFonts w:asciiTheme="minorHAnsi" w:hAnsiTheme="minorHAnsi" w:cstheme="minorHAnsi"/>
                <w:szCs w:val="18"/>
              </w:rPr>
              <w:t xml:space="preserve">Bovenbouw:    </w:t>
            </w:r>
            <w:r w:rsidR="008B620C" w:rsidRPr="008B620C">
              <w:rPr>
                <w:rFonts w:asciiTheme="minorHAnsi" w:hAnsiTheme="minorHAnsi" w:cstheme="minorHAnsi"/>
                <w:szCs w:val="18"/>
              </w:rPr>
              <w:t xml:space="preserve">Per week: 2 lesuren van 45 minuten of 1.5 uur (zie lesurentabel  VSO DOS)  </w:t>
            </w:r>
          </w:p>
        </w:tc>
      </w:tr>
      <w:tr w:rsidR="00412091" w:rsidRPr="00A67C0A" w:rsidTr="009001E5">
        <w:tc>
          <w:tcPr>
            <w:tcW w:w="1951" w:type="dxa"/>
            <w:shd w:val="clear" w:color="auto" w:fill="00B0F0"/>
          </w:tcPr>
          <w:p w:rsidR="00412091" w:rsidRPr="00A67C0A" w:rsidRDefault="00412091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Didactisch </w:t>
            </w:r>
          </w:p>
        </w:tc>
        <w:tc>
          <w:tcPr>
            <w:tcW w:w="7371" w:type="dxa"/>
            <w:gridSpan w:val="2"/>
          </w:tcPr>
          <w:p w:rsidR="0071387A" w:rsidRPr="00A67C0A" w:rsidRDefault="00412091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412091" w:rsidRPr="00A67C0A" w:rsidRDefault="0071387A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Z</w:t>
            </w:r>
            <w:r w:rsidR="00412091" w:rsidRPr="00A67C0A">
              <w:rPr>
                <w:rFonts w:asciiTheme="minorHAnsi" w:hAnsiTheme="minorHAnsi" w:cstheme="minorHAnsi"/>
                <w:szCs w:val="18"/>
              </w:rPr>
              <w:t xml:space="preserve">orgt voor de inhoud van de les volgens het directe instructiemodel (DIM) (activeren voorkennis, aangeven doel van de les, (verlengde) instructie, begeleide (in)oefening, zelfstandige verwerking, evaluatie) </w:t>
            </w:r>
          </w:p>
          <w:p w:rsidR="0071387A" w:rsidRPr="00A67C0A" w:rsidRDefault="0071387A" w:rsidP="008E356C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Biedt verdiepingsopdrachten aan waar de leerling dit aankan. </w:t>
            </w:r>
          </w:p>
          <w:p w:rsidR="0071387A" w:rsidRPr="00A67C0A" w:rsidRDefault="0071387A" w:rsidP="008E356C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F</w:t>
            </w:r>
            <w:r w:rsidR="001458B6" w:rsidRPr="00A67C0A">
              <w:rPr>
                <w:rFonts w:asciiTheme="minorHAnsi" w:hAnsiTheme="minorHAnsi" w:cstheme="minorHAnsi"/>
                <w:szCs w:val="18"/>
              </w:rPr>
              <w:t xml:space="preserve">ocust op de </w:t>
            </w:r>
            <w:r w:rsidR="00412091" w:rsidRPr="00A67C0A">
              <w:rPr>
                <w:rFonts w:asciiTheme="minorHAnsi" w:hAnsiTheme="minorHAnsi" w:cstheme="minorHAnsi"/>
                <w:szCs w:val="18"/>
              </w:rPr>
              <w:t>zelfstandi</w:t>
            </w:r>
            <w:r w:rsidR="00DE6641" w:rsidRPr="00A67C0A">
              <w:rPr>
                <w:rFonts w:asciiTheme="minorHAnsi" w:hAnsiTheme="minorHAnsi" w:cstheme="minorHAnsi"/>
                <w:szCs w:val="18"/>
              </w:rPr>
              <w:t xml:space="preserve">ge verwerking, zelfreflectie, </w:t>
            </w:r>
            <w:r w:rsidR="00412091" w:rsidRPr="00A67C0A">
              <w:rPr>
                <w:rFonts w:asciiTheme="minorHAnsi" w:hAnsiTheme="minorHAnsi" w:cstheme="minorHAnsi"/>
                <w:szCs w:val="18"/>
              </w:rPr>
              <w:t>biedt ruimte om eigen keuzes te maken en</w:t>
            </w:r>
            <w:r w:rsidR="001458B6" w:rsidRPr="00A67C0A">
              <w:rPr>
                <w:rFonts w:asciiTheme="minorHAnsi" w:hAnsiTheme="minorHAnsi" w:cstheme="minorHAnsi"/>
                <w:szCs w:val="18"/>
              </w:rPr>
              <w:t xml:space="preserve"> bespreekt met de leerling </w:t>
            </w:r>
            <w:r w:rsidR="00412091" w:rsidRPr="00A67C0A">
              <w:rPr>
                <w:rFonts w:asciiTheme="minorHAnsi" w:hAnsiTheme="minorHAnsi" w:cstheme="minorHAnsi"/>
                <w:szCs w:val="18"/>
              </w:rPr>
              <w:t xml:space="preserve"> de keuzes en </w:t>
            </w:r>
            <w:r w:rsidR="001458B6" w:rsidRPr="00A67C0A">
              <w:rPr>
                <w:rFonts w:asciiTheme="minorHAnsi" w:hAnsiTheme="minorHAnsi" w:cstheme="minorHAnsi"/>
                <w:szCs w:val="18"/>
              </w:rPr>
              <w:t>het zelfstandig plannen van het werk</w:t>
            </w:r>
            <w:r w:rsidR="00412091" w:rsidRPr="00A67C0A">
              <w:rPr>
                <w:rFonts w:asciiTheme="minorHAnsi" w:hAnsiTheme="minorHAnsi" w:cstheme="minorHAnsi"/>
                <w:szCs w:val="18"/>
              </w:rPr>
              <w:t xml:space="preserve">. </w:t>
            </w:r>
            <w:r w:rsidR="00227DCF" w:rsidRPr="00A67C0A">
              <w:rPr>
                <w:rFonts w:asciiTheme="minorHAnsi" w:hAnsiTheme="minorHAnsi" w:cstheme="minorHAnsi"/>
                <w:szCs w:val="18"/>
              </w:rPr>
              <w:t xml:space="preserve">  </w:t>
            </w:r>
          </w:p>
          <w:p w:rsidR="00227DCF" w:rsidRPr="00A67C0A" w:rsidRDefault="0071387A" w:rsidP="008E356C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Gebruikt waar nodig visuele ondersteuning d.m.v. picto’s, gebaren,  foto’s </w:t>
            </w:r>
            <w:r w:rsidR="001E6F40" w:rsidRPr="00A67C0A">
              <w:rPr>
                <w:rFonts w:asciiTheme="minorHAnsi" w:hAnsiTheme="minorHAnsi" w:cstheme="minorHAnsi"/>
                <w:szCs w:val="18"/>
              </w:rPr>
              <w:t xml:space="preserve">stappenplan, extra materialen/(digitale) hulpmiddelen.  </w:t>
            </w:r>
          </w:p>
          <w:p w:rsidR="008E356C" w:rsidRPr="00A67C0A" w:rsidRDefault="0088126B" w:rsidP="0071387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Analyseert de geplande observatie, methode gebonden toetsen en CITO. </w:t>
            </w:r>
            <w:r w:rsidR="008E356C" w:rsidRPr="00A67C0A">
              <w:rPr>
                <w:rFonts w:asciiTheme="minorHAnsi" w:hAnsiTheme="minorHAnsi" w:cstheme="minorHAnsi"/>
                <w:szCs w:val="18"/>
              </w:rPr>
              <w:t xml:space="preserve">Hieruit haalt hij </w:t>
            </w:r>
            <w:r w:rsidR="00C95816" w:rsidRPr="00A67C0A">
              <w:rPr>
                <w:rFonts w:asciiTheme="minorHAnsi" w:hAnsiTheme="minorHAnsi" w:cstheme="minorHAnsi"/>
                <w:szCs w:val="18"/>
              </w:rPr>
              <w:t xml:space="preserve">met </w:t>
            </w:r>
            <w:r w:rsidR="008E356C" w:rsidRPr="00A67C0A">
              <w:rPr>
                <w:rFonts w:asciiTheme="minorHAnsi" w:hAnsiTheme="minorHAnsi" w:cstheme="minorHAnsi"/>
                <w:szCs w:val="18"/>
              </w:rPr>
              <w:t>welk onderdeel of onderdelen een leerling moeite heeft. Dit onderdeel of deze onderdelen worden extra aangeboden/geoefend met de leerling(en).</w:t>
            </w:r>
            <w:r w:rsidR="001458B6" w:rsidRPr="00A67C0A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</w:tr>
      <w:tr w:rsidR="00412091" w:rsidRPr="00A67C0A" w:rsidTr="009001E5">
        <w:tc>
          <w:tcPr>
            <w:tcW w:w="1951" w:type="dxa"/>
            <w:shd w:val="clear" w:color="auto" w:fill="00B0F0"/>
          </w:tcPr>
          <w:p w:rsidR="00412091" w:rsidRPr="00A67C0A" w:rsidRDefault="00412091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Pedagogisch</w:t>
            </w:r>
          </w:p>
        </w:tc>
        <w:tc>
          <w:tcPr>
            <w:tcW w:w="7371" w:type="dxa"/>
            <w:gridSpan w:val="2"/>
          </w:tcPr>
          <w:p w:rsidR="0071387A" w:rsidRPr="00A67C0A" w:rsidRDefault="00412091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91120A" w:rsidRPr="00A67C0A" w:rsidRDefault="0091120A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Past de principes van betekenisvol en in de context leren toe (leren toepassen van je kennis en vaardigheden in de praktijk of tijdens praktische opdrachten in of vanuit de klas).</w:t>
            </w:r>
          </w:p>
          <w:p w:rsidR="00412091" w:rsidRPr="00A67C0A" w:rsidRDefault="0071387A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G</w:t>
            </w:r>
            <w:r w:rsidR="00412091" w:rsidRPr="00A67C0A">
              <w:rPr>
                <w:rFonts w:asciiTheme="minorHAnsi" w:hAnsiTheme="minorHAnsi" w:cstheme="minorHAnsi"/>
                <w:szCs w:val="18"/>
              </w:rPr>
              <w:t>eeft positieve feedback, formuleert gewenst gedrag</w:t>
            </w:r>
            <w:r w:rsidR="00E26A8B" w:rsidRPr="00A67C0A">
              <w:rPr>
                <w:rFonts w:asciiTheme="minorHAnsi" w:hAnsiTheme="minorHAnsi" w:cstheme="minorHAnsi"/>
                <w:szCs w:val="18"/>
              </w:rPr>
              <w:t xml:space="preserve"> (complimenten)</w:t>
            </w:r>
            <w:r w:rsidR="00412091" w:rsidRPr="00A67C0A">
              <w:rPr>
                <w:rFonts w:asciiTheme="minorHAnsi" w:hAnsiTheme="minorHAnsi" w:cstheme="minorHAnsi"/>
                <w:szCs w:val="18"/>
              </w:rPr>
              <w:t xml:space="preserve">, heeft aandacht voor het oplossen van conflicten (respectvol omgaan met elkaar)  en/of observeert leerlingen. </w:t>
            </w:r>
          </w:p>
          <w:p w:rsidR="00227DCF" w:rsidRPr="00A67C0A" w:rsidRDefault="00227DCF" w:rsidP="00227DCF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Is alert op </w:t>
            </w:r>
            <w:r w:rsidR="00E26A8B" w:rsidRPr="00A67C0A">
              <w:rPr>
                <w:rFonts w:asciiTheme="minorHAnsi" w:hAnsiTheme="minorHAnsi" w:cstheme="minorHAnsi"/>
                <w:szCs w:val="18"/>
              </w:rPr>
              <w:t>over-</w:t>
            </w:r>
            <w:r w:rsidRPr="00A67C0A">
              <w:rPr>
                <w:rFonts w:asciiTheme="minorHAnsi" w:hAnsiTheme="minorHAnsi" w:cstheme="minorHAnsi"/>
                <w:szCs w:val="18"/>
              </w:rPr>
              <w:t xml:space="preserve"> en onderschatting.</w:t>
            </w:r>
          </w:p>
          <w:p w:rsidR="00412091" w:rsidRPr="00A67C0A" w:rsidRDefault="0091120A" w:rsidP="00BD0F54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S</w:t>
            </w:r>
            <w:r w:rsidR="00BD0F54" w:rsidRPr="00A67C0A">
              <w:rPr>
                <w:rFonts w:asciiTheme="minorHAnsi" w:hAnsiTheme="minorHAnsi" w:cstheme="minorHAnsi"/>
                <w:szCs w:val="18"/>
              </w:rPr>
              <w:t>timuleert het samenwerken met andere leerlingen</w:t>
            </w:r>
            <w:r w:rsidR="0043708D" w:rsidRPr="00A67C0A">
              <w:rPr>
                <w:rFonts w:asciiTheme="minorHAnsi" w:hAnsiTheme="minorHAnsi" w:cstheme="minorHAnsi"/>
                <w:szCs w:val="18"/>
              </w:rPr>
              <w:t>.</w:t>
            </w:r>
          </w:p>
          <w:p w:rsidR="0043708D" w:rsidRPr="00A67C0A" w:rsidRDefault="0091120A" w:rsidP="00BD0F54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Hecht waarde aan het</w:t>
            </w:r>
            <w:r w:rsidR="0043708D" w:rsidRPr="00A67C0A">
              <w:rPr>
                <w:rFonts w:asciiTheme="minorHAnsi" w:hAnsiTheme="minorHAnsi" w:cstheme="minorHAnsi"/>
                <w:szCs w:val="18"/>
              </w:rPr>
              <w:t xml:space="preserve"> denkproces van de leerling.</w:t>
            </w:r>
          </w:p>
          <w:p w:rsidR="00215E30" w:rsidRPr="00A67C0A" w:rsidRDefault="0091120A" w:rsidP="00BD0F54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H</w:t>
            </w:r>
            <w:r w:rsidR="00215E30" w:rsidRPr="00A67C0A">
              <w:rPr>
                <w:rFonts w:asciiTheme="minorHAnsi" w:hAnsiTheme="minorHAnsi" w:cstheme="minorHAnsi"/>
                <w:szCs w:val="18"/>
              </w:rPr>
              <w:t xml:space="preserve">anteert de gedragscode (‘dichtbij en op afstand’). </w:t>
            </w:r>
          </w:p>
        </w:tc>
      </w:tr>
      <w:tr w:rsidR="00412091" w:rsidRPr="00A67C0A" w:rsidTr="009001E5">
        <w:tc>
          <w:tcPr>
            <w:tcW w:w="1951" w:type="dxa"/>
            <w:shd w:val="clear" w:color="auto" w:fill="00B0F0"/>
          </w:tcPr>
          <w:p w:rsidR="00412091" w:rsidRPr="00A67C0A" w:rsidRDefault="00412091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Klassenmanagement</w:t>
            </w:r>
          </w:p>
        </w:tc>
        <w:tc>
          <w:tcPr>
            <w:tcW w:w="7371" w:type="dxa"/>
            <w:gridSpan w:val="2"/>
          </w:tcPr>
          <w:p w:rsidR="0091120A" w:rsidRPr="00A67C0A" w:rsidRDefault="00491860" w:rsidP="00491860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</w:t>
            </w:r>
            <w:r w:rsidR="0091120A" w:rsidRPr="00A67C0A">
              <w:rPr>
                <w:rFonts w:asciiTheme="minorHAnsi" w:hAnsiTheme="minorHAnsi" w:cstheme="minorHAnsi"/>
                <w:szCs w:val="18"/>
              </w:rPr>
              <w:t xml:space="preserve">leraar </w:t>
            </w:r>
          </w:p>
          <w:p w:rsidR="00491860" w:rsidRPr="00A67C0A" w:rsidRDefault="0091120A" w:rsidP="00491860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R</w:t>
            </w:r>
            <w:r w:rsidR="00491860" w:rsidRPr="00A67C0A">
              <w:rPr>
                <w:rFonts w:asciiTheme="minorHAnsi" w:hAnsiTheme="minorHAnsi" w:cstheme="minorHAnsi"/>
                <w:szCs w:val="18"/>
              </w:rPr>
              <w:t>icht het  lokaal/omgeving in aangepast aan de onderwijsbehoefte /veiligheid</w:t>
            </w:r>
            <w:r w:rsidR="00E26A8B" w:rsidRPr="00A67C0A">
              <w:rPr>
                <w:rFonts w:asciiTheme="minorHAnsi" w:hAnsiTheme="minorHAnsi" w:cstheme="minorHAnsi"/>
                <w:szCs w:val="18"/>
              </w:rPr>
              <w:t>/niveau</w:t>
            </w:r>
            <w:r w:rsidR="00491860" w:rsidRPr="00A67C0A">
              <w:rPr>
                <w:rFonts w:asciiTheme="minorHAnsi" w:hAnsiTheme="minorHAnsi" w:cstheme="minorHAnsi"/>
                <w:szCs w:val="18"/>
              </w:rPr>
              <w:t xml:space="preserve"> van de leerling</w:t>
            </w:r>
          </w:p>
          <w:p w:rsidR="0071387A" w:rsidRPr="00A67C0A" w:rsidRDefault="0071387A" w:rsidP="0071387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Zorgt dat de regels, afspraken, dagprogramma (picto’s/foto’s) op een zichtbare plek in de klas/school hangen.</w:t>
            </w:r>
          </w:p>
          <w:p w:rsidR="00BE682E" w:rsidRPr="00A67C0A" w:rsidRDefault="0071387A" w:rsidP="0071387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Zorgt dat medische gegevens, groepsplannen en (week)planning in de klassenmap of </w:t>
            </w:r>
            <w:r w:rsidR="00E26A8B" w:rsidRPr="00A67C0A">
              <w:rPr>
                <w:rFonts w:asciiTheme="minorHAnsi" w:hAnsiTheme="minorHAnsi" w:cstheme="minorHAnsi"/>
                <w:szCs w:val="18"/>
              </w:rPr>
              <w:t xml:space="preserve">op </w:t>
            </w:r>
            <w:r w:rsidRPr="00A67C0A">
              <w:rPr>
                <w:rFonts w:asciiTheme="minorHAnsi" w:hAnsiTheme="minorHAnsi" w:cstheme="minorHAnsi"/>
                <w:szCs w:val="18"/>
              </w:rPr>
              <w:t>een afgesproken plek liggen.</w:t>
            </w:r>
          </w:p>
          <w:p w:rsidR="00FB153B" w:rsidRPr="00A67C0A" w:rsidRDefault="00BE682E" w:rsidP="0071387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Z</w:t>
            </w:r>
            <w:r w:rsidR="00FB153B" w:rsidRPr="00A67C0A">
              <w:rPr>
                <w:rFonts w:asciiTheme="minorHAnsi" w:hAnsiTheme="minorHAnsi" w:cstheme="minorHAnsi"/>
                <w:szCs w:val="18"/>
              </w:rPr>
              <w:t xml:space="preserve">orgt voor de inhoud van de les en organisatie van werkvormen (verlengde instructie, instructietafel, </w:t>
            </w:r>
            <w:proofErr w:type="spellStart"/>
            <w:r w:rsidR="00FB153B" w:rsidRPr="00A67C0A">
              <w:rPr>
                <w:rFonts w:asciiTheme="minorHAnsi" w:hAnsiTheme="minorHAnsi" w:cstheme="minorHAnsi"/>
                <w:szCs w:val="18"/>
              </w:rPr>
              <w:t>subgroepjes</w:t>
            </w:r>
            <w:proofErr w:type="spellEnd"/>
            <w:r w:rsidR="00FB153B"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="00FB153B" w:rsidRPr="00A67C0A">
              <w:rPr>
                <w:rFonts w:asciiTheme="minorHAnsi" w:hAnsiTheme="minorHAnsi" w:cstheme="minorHAnsi"/>
                <w:szCs w:val="18"/>
              </w:rPr>
              <w:t>groepsdoorbrekend</w:t>
            </w:r>
            <w:proofErr w:type="spellEnd"/>
            <w:r w:rsidR="00FB153B"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="00FB153B" w:rsidRPr="00A67C0A">
              <w:rPr>
                <w:rFonts w:asciiTheme="minorHAnsi" w:hAnsiTheme="minorHAnsi" w:cstheme="minorHAnsi"/>
                <w:szCs w:val="18"/>
              </w:rPr>
              <w:t>tutoring</w:t>
            </w:r>
            <w:proofErr w:type="spellEnd"/>
            <w:r w:rsidR="00FB153B"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="00FB153B" w:rsidRPr="00A67C0A">
              <w:rPr>
                <w:rFonts w:asciiTheme="minorHAnsi" w:hAnsiTheme="minorHAnsi" w:cstheme="minorHAnsi"/>
                <w:szCs w:val="18"/>
              </w:rPr>
              <w:t>duoleren</w:t>
            </w:r>
            <w:proofErr w:type="spellEnd"/>
            <w:r w:rsidR="00FB153B"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="00FB153B" w:rsidRPr="00A67C0A">
              <w:rPr>
                <w:rFonts w:asciiTheme="minorHAnsi" w:hAnsiTheme="minorHAnsi" w:cstheme="minorHAnsi"/>
                <w:szCs w:val="18"/>
              </w:rPr>
              <w:t>preteaching</w:t>
            </w:r>
            <w:proofErr w:type="spellEnd"/>
            <w:r w:rsidR="00FB153B"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="00FB153B" w:rsidRPr="00A67C0A">
              <w:rPr>
                <w:rFonts w:asciiTheme="minorHAnsi" w:hAnsiTheme="minorHAnsi" w:cstheme="minorHAnsi"/>
                <w:szCs w:val="18"/>
              </w:rPr>
              <w:t>reteaching</w:t>
            </w:r>
            <w:proofErr w:type="spellEnd"/>
            <w:r w:rsidR="00FB153B" w:rsidRPr="00A67C0A">
              <w:rPr>
                <w:rFonts w:asciiTheme="minorHAnsi" w:hAnsiTheme="minorHAnsi" w:cstheme="minorHAnsi"/>
                <w:szCs w:val="18"/>
              </w:rPr>
              <w:t xml:space="preserve">).  </w:t>
            </w:r>
          </w:p>
          <w:p w:rsidR="00FB153B" w:rsidRPr="00A67C0A" w:rsidRDefault="009001E5" w:rsidP="0091120A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9001E5">
              <w:rPr>
                <w:rFonts w:asciiTheme="minorHAnsi" w:hAnsiTheme="minorHAnsi" w:cstheme="minorHAnsi"/>
                <w:szCs w:val="18"/>
              </w:rPr>
              <w:t>MB en BB:</w:t>
            </w:r>
            <w:r w:rsidR="00E26A8B" w:rsidRPr="009001E5">
              <w:rPr>
                <w:rFonts w:asciiTheme="minorHAnsi" w:hAnsiTheme="minorHAnsi" w:cstheme="minorHAnsi"/>
                <w:szCs w:val="18"/>
              </w:rPr>
              <w:t xml:space="preserve">  </w:t>
            </w:r>
            <w:r w:rsidR="009D3006" w:rsidRPr="00A67C0A">
              <w:rPr>
                <w:rFonts w:asciiTheme="minorHAnsi" w:hAnsiTheme="minorHAnsi" w:cstheme="minorHAnsi"/>
                <w:szCs w:val="18"/>
              </w:rPr>
              <w:t>P</w:t>
            </w:r>
            <w:r w:rsidR="00FB153B" w:rsidRPr="00A67C0A">
              <w:rPr>
                <w:rFonts w:asciiTheme="minorHAnsi" w:hAnsiTheme="minorHAnsi" w:cstheme="minorHAnsi"/>
                <w:szCs w:val="18"/>
              </w:rPr>
              <w:t>lant de cognitieve vakken op een ander tijdstip in dezelfde week als een leerling in de midden- en bovenbouw die dag op stage is</w:t>
            </w:r>
            <w:r w:rsidR="00FB153B" w:rsidRPr="00A67C0A">
              <w:rPr>
                <w:rFonts w:asciiTheme="minorHAnsi" w:hAnsiTheme="minorHAnsi" w:cstheme="minorHAnsi"/>
                <w:color w:val="FF0000"/>
                <w:szCs w:val="18"/>
              </w:rPr>
              <w:t xml:space="preserve">. </w:t>
            </w:r>
          </w:p>
        </w:tc>
      </w:tr>
      <w:tr w:rsidR="00412091" w:rsidRPr="00A67C0A" w:rsidTr="009001E5">
        <w:tc>
          <w:tcPr>
            <w:tcW w:w="1951" w:type="dxa"/>
            <w:shd w:val="clear" w:color="auto" w:fill="00B0F0"/>
          </w:tcPr>
          <w:p w:rsidR="00412091" w:rsidRPr="00A67C0A" w:rsidRDefault="00412091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Geplande observatie</w:t>
            </w:r>
          </w:p>
        </w:tc>
        <w:tc>
          <w:tcPr>
            <w:tcW w:w="7371" w:type="dxa"/>
            <w:gridSpan w:val="2"/>
          </w:tcPr>
          <w:p w:rsidR="0091120A" w:rsidRPr="00A67C0A" w:rsidRDefault="0091120A" w:rsidP="0091120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Na ongeveer vier maanden wordt er bekeken welke doelen al wel/niet behaald zijn. Aan de nog niet behaalde doelen wordt dan in de laatste weken extra aandacht besteed. </w:t>
            </w:r>
          </w:p>
          <w:p w:rsidR="00E453EC" w:rsidRPr="00A67C0A" w:rsidRDefault="005F1791" w:rsidP="005F1791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De leraar evalueert aan het einde van de periode (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toetsweken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>)  de hoofddoelen en subdoelen d.m.v. geplande observatie, methode gebonden toetsen of CITO. Bij de observaties wordt gebruik gemaakt van het document. ‘Criteria doel wel-niet behaald.</w:t>
            </w:r>
            <w:r w:rsidR="00B70F7A" w:rsidRPr="00A67C0A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91120A" w:rsidRPr="00A67C0A">
              <w:rPr>
                <w:rFonts w:asciiTheme="minorHAnsi" w:hAnsiTheme="minorHAnsi" w:cstheme="minorHAnsi"/>
                <w:szCs w:val="18"/>
              </w:rPr>
              <w:t>Werkt het VSO met modules, kunnen de hoofd- en subdoelen na iedere module- periode geëvalueerd worden .</w:t>
            </w:r>
            <w:r w:rsidR="00B70F7A" w:rsidRPr="00A67C0A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E453EC" w:rsidRPr="00A67C0A">
              <w:rPr>
                <w:rFonts w:asciiTheme="minorHAnsi" w:hAnsiTheme="minorHAnsi" w:cstheme="minorHAnsi"/>
                <w:szCs w:val="18"/>
              </w:rPr>
              <w:t xml:space="preserve">Heeft de leerling 3 van de 5 opgaven goed, is het doel behaald. </w:t>
            </w:r>
          </w:p>
        </w:tc>
      </w:tr>
    </w:tbl>
    <w:p w:rsidR="0091120A" w:rsidRPr="00A67C0A" w:rsidRDefault="0091120A" w:rsidP="00050B2B">
      <w:pPr>
        <w:pStyle w:val="Geenafstand"/>
        <w:rPr>
          <w:rFonts w:asciiTheme="minorHAnsi" w:hAnsiTheme="minorHAnsi" w:cstheme="minorHAnsi"/>
          <w:b/>
          <w:szCs w:val="18"/>
          <w:u w:val="single"/>
        </w:rPr>
      </w:pPr>
    </w:p>
    <w:p w:rsidR="00EC7076" w:rsidRPr="00A67C0A" w:rsidRDefault="00EC7076" w:rsidP="00927F57">
      <w:pPr>
        <w:rPr>
          <w:rFonts w:asciiTheme="minorHAnsi" w:hAnsiTheme="minorHAnsi" w:cstheme="minorHAnsi"/>
          <w:b/>
          <w:szCs w:val="18"/>
          <w:u w:val="single"/>
        </w:rPr>
      </w:pP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1951"/>
        <w:gridCol w:w="2710"/>
        <w:gridCol w:w="4627"/>
        <w:gridCol w:w="34"/>
      </w:tblGrid>
      <w:tr w:rsidR="006B54B2" w:rsidRPr="00A67C0A" w:rsidTr="00C3633D">
        <w:tc>
          <w:tcPr>
            <w:tcW w:w="4661" w:type="dxa"/>
            <w:gridSpan w:val="2"/>
            <w:shd w:val="clear" w:color="auto" w:fill="92D050"/>
          </w:tcPr>
          <w:p w:rsidR="006B54B2" w:rsidRPr="00A67C0A" w:rsidRDefault="006B54B2" w:rsidP="006B54B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lastRenderedPageBreak/>
              <w:t>Leerroute 5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szCs w:val="18"/>
              </w:rPr>
              <w:t>Doelen leerjaar 1 periode 1 (niveau 10)</w:t>
            </w:r>
          </w:p>
        </w:tc>
        <w:tc>
          <w:tcPr>
            <w:tcW w:w="4661" w:type="dxa"/>
            <w:gridSpan w:val="2"/>
            <w:shd w:val="clear" w:color="auto" w:fill="92D050"/>
          </w:tcPr>
          <w:p w:rsidR="006B54B2" w:rsidRPr="00A67C0A" w:rsidRDefault="006B54B2" w:rsidP="006B54B2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szCs w:val="18"/>
              </w:rPr>
              <w:t>Doelen</w:t>
            </w:r>
            <w:r w:rsidR="00051E03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Cs w:val="18"/>
              </w:rPr>
              <w:t>leerjaar 1 periode 2 (niveau 10)</w:t>
            </w:r>
          </w:p>
        </w:tc>
      </w:tr>
      <w:tr w:rsidR="00667744" w:rsidRPr="00A67C0A" w:rsidTr="00C3633D">
        <w:tc>
          <w:tcPr>
            <w:tcW w:w="4661" w:type="dxa"/>
            <w:gridSpan w:val="2"/>
          </w:tcPr>
          <w:p w:rsidR="00667744" w:rsidRPr="00667744" w:rsidRDefault="00667744" w:rsidP="00FC10E7">
            <w:pPr>
              <w:pStyle w:val="Geenafstand"/>
              <w:rPr>
                <w:rFonts w:ascii="Calibri" w:eastAsia="MS Mincho" w:hAnsi="Calibri" w:cs="Calibri"/>
                <w:b/>
                <w:color w:val="000000"/>
              </w:rPr>
            </w:pPr>
            <w:r w:rsidRPr="00667744">
              <w:rPr>
                <w:rFonts w:ascii="Calibri" w:eastAsia="MS Mincho" w:hAnsi="Calibri" w:cs="Calibri"/>
                <w:b/>
                <w:color w:val="000000"/>
              </w:rPr>
              <w:t>1.1. Ervaringen delen</w:t>
            </w:r>
          </w:p>
          <w:p w:rsidR="00667744" w:rsidRPr="00667744" w:rsidRDefault="00667744" w:rsidP="00FC10E7">
            <w:pPr>
              <w:pStyle w:val="Geenafstand"/>
              <w:rPr>
                <w:rFonts w:ascii="Calibri" w:eastAsia="MS Mincho" w:hAnsi="Calibri" w:cs="Calibri"/>
                <w:color w:val="000000"/>
              </w:rPr>
            </w:pPr>
            <w:r w:rsidRPr="00667744">
              <w:rPr>
                <w:rFonts w:ascii="Calibri" w:eastAsia="MS Mincho" w:hAnsi="Calibri" w:cs="Calibri"/>
                <w:color w:val="000000"/>
              </w:rPr>
              <w:t xml:space="preserve">Stelt een wedervraag om ervaringen te delen (en hoe vond jij het schoolfeest?). </w:t>
            </w:r>
          </w:p>
          <w:p w:rsidR="00667744" w:rsidRPr="00667744" w:rsidRDefault="00667744" w:rsidP="00FC10E7">
            <w:pPr>
              <w:pStyle w:val="Geenafstand"/>
              <w:rPr>
                <w:rFonts w:ascii="Calibri" w:eastAsia="MS Mincho" w:hAnsi="Calibri" w:cs="Calibri"/>
                <w:b/>
                <w:color w:val="000000"/>
              </w:rPr>
            </w:pPr>
            <w:r w:rsidRPr="00667744">
              <w:rPr>
                <w:rFonts w:ascii="Calibri" w:eastAsia="MS Mincho" w:hAnsi="Calibri" w:cs="Calibri"/>
                <w:b/>
                <w:color w:val="000000"/>
              </w:rPr>
              <w:t>4.1. Communicatieve voorwaarden</w:t>
            </w:r>
          </w:p>
          <w:p w:rsidR="00667744" w:rsidRPr="00667744" w:rsidRDefault="00667744" w:rsidP="00FC10E7">
            <w:pPr>
              <w:pStyle w:val="Geenafstand"/>
              <w:rPr>
                <w:rFonts w:ascii="Calibri" w:eastAsia="MS Mincho" w:hAnsi="Calibri" w:cs="Calibri"/>
                <w:color w:val="000000"/>
              </w:rPr>
            </w:pPr>
            <w:r w:rsidRPr="00667744">
              <w:rPr>
                <w:rFonts w:ascii="Calibri" w:eastAsia="MS Mincho" w:hAnsi="Calibri" w:cs="Calibri"/>
                <w:color w:val="000000"/>
              </w:rPr>
              <w:t xml:space="preserve">Schat in een vrije situatie in wat een juist moment van reageren is. </w:t>
            </w:r>
          </w:p>
          <w:p w:rsidR="00667744" w:rsidRPr="00667744" w:rsidRDefault="00667744" w:rsidP="00FC10E7">
            <w:pPr>
              <w:pStyle w:val="Geenafstand"/>
              <w:rPr>
                <w:rFonts w:ascii="Calibri" w:eastAsia="MS Mincho" w:hAnsi="Calibri" w:cs="Calibri"/>
                <w:b/>
                <w:color w:val="000000"/>
              </w:rPr>
            </w:pPr>
            <w:r w:rsidRPr="00667744">
              <w:rPr>
                <w:rFonts w:ascii="Calibri" w:eastAsia="MS Mincho" w:hAnsi="Calibri" w:cs="Calibri"/>
                <w:b/>
                <w:color w:val="000000"/>
              </w:rPr>
              <w:t>4.3. Iemand iets vragen</w:t>
            </w:r>
          </w:p>
          <w:p w:rsidR="00667744" w:rsidRPr="00667744" w:rsidRDefault="00667744" w:rsidP="00FC10E7">
            <w:pPr>
              <w:pStyle w:val="Geenafstand"/>
              <w:rPr>
                <w:rFonts w:ascii="Calibri" w:eastAsia="MS Mincho" w:hAnsi="Calibri" w:cs="Calibri"/>
                <w:color w:val="000000"/>
              </w:rPr>
            </w:pPr>
            <w:r w:rsidRPr="00667744">
              <w:rPr>
                <w:rFonts w:ascii="Calibri" w:eastAsia="MS Mincho" w:hAnsi="Calibri" w:cs="Calibri"/>
                <w:color w:val="000000"/>
              </w:rPr>
              <w:t xml:space="preserve">Stelt vragen aan verschillende personen in een groepsgesprek. </w:t>
            </w:r>
          </w:p>
          <w:p w:rsidR="00667744" w:rsidRPr="00667744" w:rsidRDefault="00667744" w:rsidP="00FC10E7">
            <w:pPr>
              <w:pStyle w:val="Geenafstand"/>
              <w:rPr>
                <w:rFonts w:ascii="Calibri" w:eastAsia="MS Mincho" w:hAnsi="Calibri" w:cs="Calibri"/>
                <w:b/>
                <w:color w:val="000000"/>
              </w:rPr>
            </w:pPr>
            <w:r w:rsidRPr="00667744">
              <w:rPr>
                <w:rFonts w:ascii="Calibri" w:eastAsia="MS Mincho" w:hAnsi="Calibri" w:cs="Calibri"/>
                <w:b/>
                <w:color w:val="000000"/>
              </w:rPr>
              <w:t>4.5. Een gesprek voeren met een ander</w:t>
            </w:r>
          </w:p>
          <w:p w:rsidR="00667744" w:rsidRPr="00667744" w:rsidRDefault="00667744" w:rsidP="00FC10E7">
            <w:pPr>
              <w:pStyle w:val="Geenafstand"/>
              <w:rPr>
                <w:rFonts w:ascii="Calibri" w:eastAsia="MS Mincho" w:hAnsi="Calibri" w:cs="Calibri"/>
                <w:color w:val="000000"/>
              </w:rPr>
            </w:pPr>
            <w:r w:rsidRPr="00667744">
              <w:rPr>
                <w:rFonts w:ascii="Calibri" w:eastAsia="MS Mincho" w:hAnsi="Calibri" w:cs="Calibri"/>
                <w:color w:val="000000"/>
              </w:rPr>
              <w:t>Neemt deel aan een formeel gesprek met 2 of meer ongelijkwaardige gesprekspartners (</w:t>
            </w:r>
            <w:proofErr w:type="spellStart"/>
            <w:r w:rsidRPr="00667744">
              <w:rPr>
                <w:rFonts w:ascii="Calibri" w:eastAsia="MS Mincho" w:hAnsi="Calibri" w:cs="Calibri"/>
                <w:color w:val="000000"/>
              </w:rPr>
              <w:t>stagegesprek</w:t>
            </w:r>
            <w:proofErr w:type="spellEnd"/>
            <w:r w:rsidRPr="00667744">
              <w:rPr>
                <w:rFonts w:ascii="Calibri" w:eastAsia="MS Mincho" w:hAnsi="Calibri" w:cs="Calibri"/>
                <w:color w:val="000000"/>
              </w:rPr>
              <w:t xml:space="preserve">). </w:t>
            </w:r>
          </w:p>
          <w:p w:rsidR="00667744" w:rsidRPr="00667744" w:rsidRDefault="00667744" w:rsidP="00FC10E7">
            <w:pPr>
              <w:pStyle w:val="Geenafstand"/>
              <w:rPr>
                <w:rFonts w:ascii="Calibri" w:eastAsia="MS Mincho" w:hAnsi="Calibri" w:cs="Calibri"/>
                <w:color w:val="000000"/>
              </w:rPr>
            </w:pPr>
            <w:r w:rsidRPr="00667744">
              <w:rPr>
                <w:rFonts w:ascii="Calibri" w:eastAsia="MS Mincho" w:hAnsi="Calibri" w:cs="Calibri"/>
                <w:color w:val="000000"/>
              </w:rPr>
              <w:t xml:space="preserve">Maakt uit zichzelf een praatje met (een) bekende volwassene(n). </w:t>
            </w:r>
          </w:p>
          <w:p w:rsidR="00667744" w:rsidRPr="00667744" w:rsidRDefault="00667744" w:rsidP="00FC10E7">
            <w:pPr>
              <w:pStyle w:val="Geenafstand"/>
              <w:rPr>
                <w:rFonts w:ascii="Calibri" w:eastAsia="MS Mincho" w:hAnsi="Calibri" w:cs="Calibri"/>
                <w:b/>
                <w:color w:val="000000"/>
              </w:rPr>
            </w:pPr>
            <w:r w:rsidRPr="00667744">
              <w:rPr>
                <w:rFonts w:ascii="Calibri" w:eastAsia="MS Mincho" w:hAnsi="Calibri" w:cs="Calibri"/>
                <w:b/>
                <w:color w:val="000000"/>
              </w:rPr>
              <w:t>5.1. Opkomen voor jezelf</w:t>
            </w:r>
          </w:p>
          <w:p w:rsidR="00667744" w:rsidRPr="00667744" w:rsidRDefault="00667744" w:rsidP="00FC10E7">
            <w:pPr>
              <w:pStyle w:val="Geenafstand"/>
              <w:rPr>
                <w:rFonts w:ascii="Calibri" w:eastAsia="MS Mincho" w:hAnsi="Calibri" w:cs="Calibri"/>
                <w:color w:val="000000"/>
              </w:rPr>
            </w:pPr>
            <w:r w:rsidRPr="00667744">
              <w:rPr>
                <w:rFonts w:ascii="Calibri" w:eastAsia="MS Mincho" w:hAnsi="Calibri" w:cs="Calibri"/>
                <w:color w:val="000000"/>
              </w:rPr>
              <w:t xml:space="preserve">Zegt dat hij het eens/niet eens is met de mening van een ander in groepsverband zonder motivatie. </w:t>
            </w:r>
          </w:p>
          <w:p w:rsidR="00667744" w:rsidRPr="00667744" w:rsidRDefault="00667744" w:rsidP="00FC10E7">
            <w:pPr>
              <w:pStyle w:val="Geenafstand"/>
              <w:rPr>
                <w:rFonts w:ascii="Calibri" w:eastAsia="MS Mincho" w:hAnsi="Calibri" w:cs="Calibri"/>
                <w:b/>
                <w:color w:val="000000"/>
              </w:rPr>
            </w:pPr>
            <w:r w:rsidRPr="00667744">
              <w:rPr>
                <w:rFonts w:ascii="Calibri" w:eastAsia="MS Mincho" w:hAnsi="Calibri" w:cs="Calibri"/>
                <w:b/>
                <w:color w:val="000000"/>
              </w:rPr>
              <w:t>8.1. Omgaan met gevoelens</w:t>
            </w:r>
          </w:p>
          <w:p w:rsidR="00667744" w:rsidRPr="00667744" w:rsidRDefault="00667744" w:rsidP="00FC10E7">
            <w:pPr>
              <w:pStyle w:val="Geenafstand"/>
              <w:rPr>
                <w:rFonts w:ascii="Calibri" w:eastAsia="MS Mincho" w:hAnsi="Calibri" w:cs="Calibri"/>
                <w:color w:val="000000"/>
              </w:rPr>
            </w:pPr>
            <w:r w:rsidRPr="00667744">
              <w:rPr>
                <w:rFonts w:ascii="Calibri" w:eastAsia="MS Mincho" w:hAnsi="Calibri" w:cs="Calibri"/>
                <w:color w:val="000000"/>
              </w:rPr>
              <w:t xml:space="preserve">Is eerlijk in situaties waarin dit moet. </w:t>
            </w:r>
          </w:p>
          <w:p w:rsidR="00667744" w:rsidRPr="00667744" w:rsidRDefault="00667744" w:rsidP="00FC10E7">
            <w:pPr>
              <w:pStyle w:val="Geenafstand"/>
              <w:rPr>
                <w:rFonts w:ascii="Calibri" w:eastAsia="MS Mincho" w:hAnsi="Calibri" w:cs="Calibri"/>
                <w:color w:val="000000"/>
              </w:rPr>
            </w:pPr>
          </w:p>
        </w:tc>
        <w:tc>
          <w:tcPr>
            <w:tcW w:w="4661" w:type="dxa"/>
            <w:gridSpan w:val="2"/>
          </w:tcPr>
          <w:p w:rsidR="00667744" w:rsidRPr="00667744" w:rsidRDefault="00667744" w:rsidP="00FC10E7">
            <w:pPr>
              <w:pStyle w:val="Geenafstand"/>
              <w:rPr>
                <w:rFonts w:ascii="Calibri" w:hAnsi="Calibri" w:cs="Calibri"/>
                <w:b/>
              </w:rPr>
            </w:pPr>
            <w:r w:rsidRPr="00667744">
              <w:rPr>
                <w:rFonts w:ascii="Calibri" w:hAnsi="Calibri" w:cs="Calibri"/>
                <w:b/>
              </w:rPr>
              <w:t>4.2. Non verbale communicatie</w:t>
            </w:r>
          </w:p>
          <w:p w:rsidR="00667744" w:rsidRPr="00667744" w:rsidRDefault="00667744" w:rsidP="00FC10E7">
            <w:pPr>
              <w:pStyle w:val="Geenafstand"/>
              <w:rPr>
                <w:rFonts w:ascii="Calibri" w:hAnsi="Calibri" w:cs="Calibri"/>
              </w:rPr>
            </w:pPr>
            <w:r w:rsidRPr="00667744">
              <w:rPr>
                <w:rFonts w:ascii="Calibri" w:hAnsi="Calibri" w:cs="Calibri"/>
              </w:rPr>
              <w:t xml:space="preserve">Zet de voor hem/haar geëigende communicatiemiddelen in ten behoeve van de eigen mogelijkheden. </w:t>
            </w:r>
          </w:p>
          <w:p w:rsidR="00667744" w:rsidRPr="00667744" w:rsidRDefault="00667744" w:rsidP="00FC10E7">
            <w:pPr>
              <w:pStyle w:val="Geenafstand"/>
              <w:rPr>
                <w:rFonts w:ascii="Calibri" w:hAnsi="Calibri" w:cs="Calibri"/>
                <w:b/>
              </w:rPr>
            </w:pPr>
            <w:r w:rsidRPr="00667744">
              <w:rPr>
                <w:rFonts w:ascii="Calibri" w:hAnsi="Calibri" w:cs="Calibri"/>
                <w:b/>
              </w:rPr>
              <w:t xml:space="preserve">4.4. Iets zeggen tegen iemand </w:t>
            </w:r>
          </w:p>
          <w:p w:rsidR="00667744" w:rsidRPr="00667744" w:rsidRDefault="00667744" w:rsidP="00FC10E7">
            <w:pPr>
              <w:pStyle w:val="Geenafstand"/>
              <w:rPr>
                <w:rFonts w:ascii="Calibri" w:hAnsi="Calibri" w:cs="Calibri"/>
              </w:rPr>
            </w:pPr>
            <w:r w:rsidRPr="00667744">
              <w:rPr>
                <w:rFonts w:ascii="Calibri" w:hAnsi="Calibri" w:cs="Calibri"/>
              </w:rPr>
              <w:t xml:space="preserve">Vertelt een duidelijk verhaal over een onderwerp buiten het hier en nu. </w:t>
            </w:r>
          </w:p>
          <w:p w:rsidR="00667744" w:rsidRPr="00667744" w:rsidRDefault="00667744" w:rsidP="00FC10E7">
            <w:pPr>
              <w:pStyle w:val="Geenafstand"/>
              <w:rPr>
                <w:rFonts w:ascii="Calibri" w:hAnsi="Calibri" w:cs="Calibri"/>
              </w:rPr>
            </w:pPr>
            <w:r w:rsidRPr="00667744">
              <w:rPr>
                <w:rFonts w:ascii="Calibri" w:hAnsi="Calibri" w:cs="Calibri"/>
              </w:rPr>
              <w:t xml:space="preserve">Vertelt in een situatie waarin hij haast heeft, duidelijk wat hij wil vertellen. </w:t>
            </w:r>
          </w:p>
          <w:p w:rsidR="00667744" w:rsidRPr="00667744" w:rsidRDefault="00667744" w:rsidP="00FC10E7">
            <w:pPr>
              <w:pStyle w:val="Geenafstand"/>
              <w:rPr>
                <w:rFonts w:ascii="Calibri" w:hAnsi="Calibri" w:cs="Calibri"/>
                <w:b/>
              </w:rPr>
            </w:pPr>
            <w:r w:rsidRPr="00667744">
              <w:rPr>
                <w:rFonts w:ascii="Calibri" w:hAnsi="Calibri" w:cs="Calibri"/>
                <w:b/>
              </w:rPr>
              <w:t>4.6. Sociale routines</w:t>
            </w:r>
          </w:p>
          <w:p w:rsidR="00667744" w:rsidRPr="00667744" w:rsidRDefault="00667744" w:rsidP="00FC10E7">
            <w:pPr>
              <w:pStyle w:val="Geenafstand"/>
              <w:rPr>
                <w:rFonts w:ascii="Calibri" w:hAnsi="Calibri" w:cs="Calibri"/>
              </w:rPr>
            </w:pPr>
            <w:r w:rsidRPr="00667744">
              <w:rPr>
                <w:rFonts w:ascii="Calibri" w:hAnsi="Calibri" w:cs="Calibri"/>
              </w:rPr>
              <w:t>Durft aan te geven dat hij het ergens niet mee eens is (negatieve beoordeling).</w:t>
            </w:r>
            <w:r w:rsidRPr="00667744">
              <w:rPr>
                <w:rFonts w:ascii="Calibri" w:hAnsi="Calibri" w:cs="Calibri"/>
              </w:rPr>
              <w:br/>
              <w:t xml:space="preserve">Reageert op een gepaste manier op kritiek. </w:t>
            </w:r>
          </w:p>
          <w:p w:rsidR="00667744" w:rsidRPr="00667744" w:rsidRDefault="00667744" w:rsidP="00FC10E7">
            <w:pPr>
              <w:pStyle w:val="Geenafstand"/>
              <w:rPr>
                <w:rFonts w:ascii="Calibri" w:hAnsi="Calibri" w:cs="Calibri"/>
                <w:b/>
              </w:rPr>
            </w:pPr>
            <w:r w:rsidRPr="00667744">
              <w:rPr>
                <w:rFonts w:ascii="Calibri" w:hAnsi="Calibri" w:cs="Calibri"/>
                <w:b/>
              </w:rPr>
              <w:t>8.2 Omgaan met je mogelijkheden/beperkingen</w:t>
            </w:r>
          </w:p>
          <w:p w:rsidR="00667744" w:rsidRPr="00667744" w:rsidRDefault="00667744" w:rsidP="00FC10E7">
            <w:pPr>
              <w:pStyle w:val="Geenafstand"/>
              <w:rPr>
                <w:rFonts w:ascii="Calibri" w:hAnsi="Calibri" w:cs="Calibri"/>
              </w:rPr>
            </w:pPr>
            <w:r w:rsidRPr="00667744">
              <w:rPr>
                <w:rFonts w:ascii="Calibri" w:hAnsi="Calibri" w:cs="Calibri"/>
              </w:rPr>
              <w:t xml:space="preserve">Zoekt in een vertrouwde omgeving een oplossing als iets door zijn handicap niet lukt (inzet andere zintuigen, lichaamsdelen, hulpmiddelen). </w:t>
            </w:r>
          </w:p>
          <w:p w:rsidR="00667744" w:rsidRPr="00667744" w:rsidRDefault="00667744" w:rsidP="00FC10E7">
            <w:pPr>
              <w:pStyle w:val="Geenafstand"/>
              <w:rPr>
                <w:rFonts w:ascii="Calibri" w:hAnsi="Calibri" w:cs="Calibri"/>
                <w:b/>
              </w:rPr>
            </w:pPr>
            <w:r w:rsidRPr="00667744">
              <w:rPr>
                <w:rFonts w:ascii="Calibri" w:hAnsi="Calibri" w:cs="Calibri"/>
                <w:b/>
              </w:rPr>
              <w:t>9.1. Respectvol en verantwoordelijk omgaan met anderen</w:t>
            </w:r>
          </w:p>
          <w:p w:rsidR="00667744" w:rsidRPr="00667744" w:rsidRDefault="00667744" w:rsidP="00FC10E7">
            <w:pPr>
              <w:pStyle w:val="Geenafstand"/>
              <w:rPr>
                <w:rFonts w:ascii="Calibri" w:hAnsi="Calibri" w:cs="Calibri"/>
              </w:rPr>
            </w:pPr>
            <w:r w:rsidRPr="00667744">
              <w:rPr>
                <w:rFonts w:ascii="Calibri" w:hAnsi="Calibri" w:cs="Calibri"/>
              </w:rPr>
              <w:t xml:space="preserve">Komt voor een leerling op die wordt gepest. </w:t>
            </w:r>
          </w:p>
          <w:p w:rsidR="00667744" w:rsidRPr="00667744" w:rsidRDefault="00667744" w:rsidP="00FC10E7">
            <w:pPr>
              <w:pStyle w:val="Geenafstand"/>
              <w:rPr>
                <w:rFonts w:ascii="Calibri" w:hAnsi="Calibri" w:cs="Calibri"/>
                <w:b/>
              </w:rPr>
            </w:pPr>
            <w:r w:rsidRPr="00667744">
              <w:rPr>
                <w:rFonts w:ascii="Calibri" w:hAnsi="Calibri" w:cs="Calibri"/>
                <w:b/>
              </w:rPr>
              <w:t>9.2. Omgaan met conflicten</w:t>
            </w:r>
          </w:p>
          <w:p w:rsidR="00667744" w:rsidRPr="00667744" w:rsidRDefault="00667744" w:rsidP="00FC10E7">
            <w:pPr>
              <w:pStyle w:val="Geenafstand"/>
              <w:rPr>
                <w:rFonts w:ascii="Calibri" w:hAnsi="Calibri" w:cs="Calibri"/>
              </w:rPr>
            </w:pPr>
            <w:r w:rsidRPr="00667744">
              <w:rPr>
                <w:rFonts w:ascii="Calibri" w:hAnsi="Calibri" w:cs="Calibri"/>
              </w:rPr>
              <w:t>Vertelt bij navraag welk aandeel hij heeft gehad bij onenigheid.</w:t>
            </w:r>
          </w:p>
          <w:p w:rsidR="00667744" w:rsidRPr="00667744" w:rsidRDefault="00667744" w:rsidP="00FC10E7">
            <w:pPr>
              <w:pStyle w:val="Geenafstand"/>
              <w:rPr>
                <w:rFonts w:ascii="Calibri" w:hAnsi="Calibri" w:cs="Calibri"/>
              </w:rPr>
            </w:pPr>
            <w:r w:rsidRPr="00667744">
              <w:rPr>
                <w:rFonts w:ascii="Calibri" w:hAnsi="Calibri" w:cs="Calibri"/>
              </w:rPr>
              <w:t xml:space="preserve">Benoemt vormen van hulp bij ruzie tussen anderen (voorstel doen, zeggen wie gelijk heeft, een derde erbij halen). </w:t>
            </w:r>
          </w:p>
        </w:tc>
      </w:tr>
      <w:tr w:rsidR="006B54B2" w:rsidRPr="00A67C0A" w:rsidTr="006B54B2">
        <w:tc>
          <w:tcPr>
            <w:tcW w:w="4661" w:type="dxa"/>
            <w:gridSpan w:val="2"/>
            <w:shd w:val="clear" w:color="auto" w:fill="92D050"/>
          </w:tcPr>
          <w:p w:rsidR="006B54B2" w:rsidRPr="00A67C0A" w:rsidRDefault="006B54B2" w:rsidP="00FC10E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>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1 periode 1</w:t>
            </w:r>
          </w:p>
        </w:tc>
        <w:tc>
          <w:tcPr>
            <w:tcW w:w="4661" w:type="dxa"/>
            <w:gridSpan w:val="2"/>
            <w:shd w:val="clear" w:color="auto" w:fill="92D050"/>
          </w:tcPr>
          <w:p w:rsidR="006B54B2" w:rsidRPr="00A67C0A" w:rsidRDefault="006B54B2" w:rsidP="00FC10E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>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1 periode 2</w:t>
            </w:r>
          </w:p>
        </w:tc>
      </w:tr>
      <w:tr w:rsidR="00C3633D" w:rsidRPr="00A67C0A" w:rsidTr="00C3633D">
        <w:tc>
          <w:tcPr>
            <w:tcW w:w="4661" w:type="dxa"/>
            <w:gridSpan w:val="2"/>
          </w:tcPr>
          <w:p w:rsidR="009E7DD3" w:rsidRPr="009E7DD3" w:rsidRDefault="009E7DD3" w:rsidP="009E7DD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661" w:type="dxa"/>
            <w:gridSpan w:val="2"/>
          </w:tcPr>
          <w:p w:rsidR="009E7DD3" w:rsidRPr="009E7DD3" w:rsidRDefault="009E7DD3" w:rsidP="009E7DD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6B54B2" w:rsidRPr="00A67C0A" w:rsidTr="006B54B2">
        <w:tc>
          <w:tcPr>
            <w:tcW w:w="4661" w:type="dxa"/>
            <w:gridSpan w:val="2"/>
            <w:shd w:val="clear" w:color="auto" w:fill="92D050"/>
          </w:tcPr>
          <w:p w:rsidR="006B54B2" w:rsidRPr="00A67C0A" w:rsidRDefault="006B54B2" w:rsidP="00FC10E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szCs w:val="18"/>
              </w:rPr>
              <w:t>Doelen leerjaar 2 periode 1 (niveau 11)</w:t>
            </w:r>
          </w:p>
        </w:tc>
        <w:tc>
          <w:tcPr>
            <w:tcW w:w="4661" w:type="dxa"/>
            <w:gridSpan w:val="2"/>
            <w:shd w:val="clear" w:color="auto" w:fill="92D050"/>
          </w:tcPr>
          <w:p w:rsidR="006B54B2" w:rsidRPr="00A67C0A" w:rsidRDefault="006B54B2" w:rsidP="00FC10E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szCs w:val="18"/>
              </w:rPr>
              <w:t>Doelen</w:t>
            </w:r>
            <w:r w:rsidR="00051E03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Cs w:val="18"/>
              </w:rPr>
              <w:t>leerjaar 2 periode 2 (niveau 11)</w:t>
            </w:r>
          </w:p>
        </w:tc>
      </w:tr>
      <w:tr w:rsidR="00667744" w:rsidRPr="00A67C0A" w:rsidTr="00C3633D">
        <w:tc>
          <w:tcPr>
            <w:tcW w:w="4661" w:type="dxa"/>
            <w:gridSpan w:val="2"/>
          </w:tcPr>
          <w:p w:rsidR="00667744" w:rsidRPr="00667744" w:rsidRDefault="00667744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667744">
              <w:rPr>
                <w:rFonts w:asciiTheme="minorHAnsi" w:eastAsia="MS Mincho" w:hAnsiTheme="minorHAnsi" w:cstheme="minorHAnsi"/>
                <w:b/>
                <w:color w:val="000000"/>
              </w:rPr>
              <w:t>1.1. Ervaringen delen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667744">
              <w:rPr>
                <w:rFonts w:asciiTheme="minorHAnsi" w:eastAsia="MS Mincho" w:hAnsiTheme="minorHAnsi" w:cstheme="minorHAnsi"/>
                <w:color w:val="000000"/>
              </w:rPr>
              <w:t>Maakt onderscheid tussen wat hij aan bekenden/onbekenden vertelt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667744">
              <w:rPr>
                <w:rFonts w:asciiTheme="minorHAnsi" w:eastAsia="MS Mincho" w:hAnsiTheme="minorHAnsi" w:cstheme="minorHAnsi"/>
                <w:color w:val="000000"/>
              </w:rPr>
              <w:t>Helpt een ander om te vertellen wat er is gebeurd (stelt vragen)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667744">
              <w:rPr>
                <w:rFonts w:asciiTheme="minorHAnsi" w:eastAsia="MS Mincho" w:hAnsiTheme="minorHAnsi" w:cstheme="minorHAnsi"/>
                <w:b/>
                <w:color w:val="000000"/>
              </w:rPr>
              <w:t>4.1. Communicatieve voorwaarden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667744">
              <w:rPr>
                <w:rFonts w:asciiTheme="minorHAnsi" w:eastAsia="MS Mincho" w:hAnsiTheme="minorHAnsi" w:cstheme="minorHAnsi"/>
                <w:color w:val="000000"/>
              </w:rPr>
              <w:t xml:space="preserve">Drukt ontevredenheid op een gepaste manier uit tegenover bekenden. 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667744">
              <w:rPr>
                <w:rFonts w:asciiTheme="minorHAnsi" w:eastAsia="MS Mincho" w:hAnsiTheme="minorHAnsi" w:cstheme="minorHAnsi"/>
                <w:b/>
                <w:color w:val="000000"/>
              </w:rPr>
              <w:t>4.3. Iemand iets vragen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667744">
              <w:rPr>
                <w:rFonts w:asciiTheme="minorHAnsi" w:eastAsia="MS Mincho" w:hAnsiTheme="minorHAnsi" w:cstheme="minorHAnsi"/>
                <w:color w:val="000000"/>
              </w:rPr>
              <w:t xml:space="preserve">Vraagt iemand binnen eigen omgeving of school om informatie (een informele situatie). 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667744">
              <w:rPr>
                <w:rFonts w:asciiTheme="minorHAnsi" w:eastAsia="MS Mincho" w:hAnsiTheme="minorHAnsi" w:cstheme="minorHAnsi"/>
                <w:color w:val="000000"/>
              </w:rPr>
              <w:t xml:space="preserve">Stelt een vraag als hij een opdracht niet begrijpt. 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667744">
              <w:rPr>
                <w:rFonts w:asciiTheme="minorHAnsi" w:eastAsia="MS Mincho" w:hAnsiTheme="minorHAnsi" w:cstheme="minorHAnsi"/>
                <w:b/>
                <w:color w:val="000000"/>
              </w:rPr>
              <w:t>4.5. Een gesprek voeren met een ander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667744">
              <w:rPr>
                <w:rFonts w:asciiTheme="minorHAnsi" w:eastAsia="MS Mincho" w:hAnsiTheme="minorHAnsi" w:cstheme="minorHAnsi"/>
                <w:color w:val="000000"/>
              </w:rPr>
              <w:t xml:space="preserve">Neemt deel aan een gesprek met meerdere bekende personen dat leidt tot een gezamenlijk besluit. 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667744">
              <w:rPr>
                <w:rFonts w:asciiTheme="minorHAnsi" w:eastAsia="MS Mincho" w:hAnsiTheme="minorHAnsi" w:cstheme="minorHAnsi"/>
                <w:b/>
                <w:color w:val="000000"/>
              </w:rPr>
              <w:t>5.1. Opkomen voor jezelf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667744">
              <w:rPr>
                <w:rFonts w:asciiTheme="minorHAnsi" w:eastAsia="MS Mincho" w:hAnsiTheme="minorHAnsi" w:cstheme="minorHAnsi"/>
                <w:color w:val="000000"/>
              </w:rPr>
              <w:t xml:space="preserve">Herkent of een ander iets expres of per ongeluk heeft gedaan. 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667744">
              <w:rPr>
                <w:rFonts w:asciiTheme="minorHAnsi" w:eastAsia="MS Mincho" w:hAnsiTheme="minorHAnsi" w:cstheme="minorHAnsi"/>
                <w:b/>
                <w:color w:val="000000"/>
              </w:rPr>
              <w:t>8.1. Omgaan met gevoelens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667744">
              <w:rPr>
                <w:rFonts w:asciiTheme="minorHAnsi" w:eastAsia="MS Mincho" w:hAnsiTheme="minorHAnsi" w:cstheme="minorHAnsi"/>
                <w:color w:val="000000"/>
              </w:rPr>
              <w:t>Gaat adequaat om met gevoelens van eenzaamheid en schaamte (zoekt gezelschap, praat erover) (niveau 10) (TOM1/bs3)</w:t>
            </w:r>
          </w:p>
        </w:tc>
        <w:tc>
          <w:tcPr>
            <w:tcW w:w="4661" w:type="dxa"/>
            <w:gridSpan w:val="2"/>
          </w:tcPr>
          <w:p w:rsidR="00667744" w:rsidRPr="00667744" w:rsidRDefault="00667744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667744">
              <w:rPr>
                <w:rFonts w:asciiTheme="minorHAnsi" w:hAnsiTheme="minorHAnsi" w:cstheme="minorHAnsi"/>
                <w:b/>
              </w:rPr>
              <w:t>4.2. Non verbale communicatie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667744">
              <w:rPr>
                <w:rFonts w:asciiTheme="minorHAnsi" w:hAnsiTheme="minorHAnsi" w:cstheme="minorHAnsi"/>
              </w:rPr>
              <w:t xml:space="preserve">Maakt gebruikt van mimiek, gebaren en houding (of andere geëigende middelen) in de communicatie met bekenden. 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667744">
              <w:rPr>
                <w:rFonts w:asciiTheme="minorHAnsi" w:hAnsiTheme="minorHAnsi" w:cstheme="minorHAnsi"/>
                <w:b/>
              </w:rPr>
              <w:t xml:space="preserve">4.4. Iets zeggen tegen iemand 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667744">
              <w:rPr>
                <w:rFonts w:asciiTheme="minorHAnsi" w:hAnsiTheme="minorHAnsi" w:cstheme="minorHAnsi"/>
              </w:rPr>
              <w:t>Geeft op eenvoudige wijze zijn mening als dit rechtstreeks gevraagd wordt.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667744">
              <w:rPr>
                <w:rFonts w:asciiTheme="minorHAnsi" w:hAnsiTheme="minorHAnsi" w:cstheme="minorHAnsi"/>
              </w:rPr>
              <w:t xml:space="preserve">Begint een kort gesprek met iemand, houdt dit gaande en beëindigd dit. 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667744">
              <w:rPr>
                <w:rFonts w:asciiTheme="minorHAnsi" w:hAnsiTheme="minorHAnsi" w:cstheme="minorHAnsi"/>
                <w:b/>
              </w:rPr>
              <w:t>4.6. Sociale routines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667744">
              <w:rPr>
                <w:rFonts w:asciiTheme="minorHAnsi" w:hAnsiTheme="minorHAnsi" w:cstheme="minorHAnsi"/>
              </w:rPr>
              <w:t xml:space="preserve">Reageert op een gepaste manier op verontschuldiging. 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667744">
              <w:rPr>
                <w:rFonts w:asciiTheme="minorHAnsi" w:hAnsiTheme="minorHAnsi" w:cstheme="minorHAnsi"/>
                <w:b/>
              </w:rPr>
              <w:t>8.2 Omgaan met je mogelijkheden/beperkingen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667744">
              <w:rPr>
                <w:rFonts w:asciiTheme="minorHAnsi" w:hAnsiTheme="minorHAnsi" w:cstheme="minorHAnsi"/>
              </w:rPr>
              <w:t xml:space="preserve">Vraagt om extra uitleg/tijd/ruimte als hij tekort komt. 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667744">
              <w:rPr>
                <w:rFonts w:asciiTheme="minorHAnsi" w:hAnsiTheme="minorHAnsi" w:cstheme="minorHAnsi"/>
                <w:b/>
              </w:rPr>
              <w:t>9.1. Respectvol en verantwoordelijk omgaan met anderen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667744">
              <w:rPr>
                <w:rFonts w:asciiTheme="minorHAnsi" w:hAnsiTheme="minorHAnsi" w:cstheme="minorHAnsi"/>
              </w:rPr>
              <w:t>Biedt zijn excuses aan als hij een geheim heeft verklapt.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667744">
              <w:rPr>
                <w:rFonts w:asciiTheme="minorHAnsi" w:hAnsiTheme="minorHAnsi" w:cstheme="minorHAnsi"/>
                <w:b/>
              </w:rPr>
              <w:t>9.2. Omgaan met conflicten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667744">
              <w:rPr>
                <w:rFonts w:asciiTheme="minorHAnsi" w:hAnsiTheme="minorHAnsi" w:cstheme="minorHAnsi"/>
              </w:rPr>
              <w:t xml:space="preserve">Vermijdt tijdig situaties die frustratie bij hem oproepen. </w:t>
            </w:r>
          </w:p>
          <w:p w:rsidR="00667744" w:rsidRPr="00667744" w:rsidRDefault="00667744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667744">
              <w:rPr>
                <w:rFonts w:asciiTheme="minorHAnsi" w:hAnsiTheme="minorHAnsi" w:cstheme="minorHAnsi"/>
              </w:rPr>
              <w:t xml:space="preserve">Schat juist in wanneer hij zich beter niet met een ruzie van anderen kan bemoeien. </w:t>
            </w:r>
          </w:p>
        </w:tc>
      </w:tr>
      <w:tr w:rsidR="00051E03" w:rsidRPr="00A67C0A" w:rsidTr="00051E03">
        <w:tc>
          <w:tcPr>
            <w:tcW w:w="4661" w:type="dxa"/>
            <w:gridSpan w:val="2"/>
            <w:shd w:val="clear" w:color="auto" w:fill="92D050"/>
          </w:tcPr>
          <w:p w:rsidR="00051E03" w:rsidRPr="00A67C0A" w:rsidRDefault="00051E03" w:rsidP="00FC10E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>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2 periode 1</w:t>
            </w:r>
          </w:p>
        </w:tc>
        <w:tc>
          <w:tcPr>
            <w:tcW w:w="4661" w:type="dxa"/>
            <w:gridSpan w:val="2"/>
            <w:shd w:val="clear" w:color="auto" w:fill="92D050"/>
          </w:tcPr>
          <w:p w:rsidR="00051E03" w:rsidRPr="00A67C0A" w:rsidRDefault="00051E03" w:rsidP="00FC10E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>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2 periode 2</w:t>
            </w:r>
          </w:p>
        </w:tc>
      </w:tr>
      <w:tr w:rsidR="00C3633D" w:rsidRPr="00A67C0A" w:rsidTr="00C3633D">
        <w:tc>
          <w:tcPr>
            <w:tcW w:w="4661" w:type="dxa"/>
            <w:gridSpan w:val="2"/>
          </w:tcPr>
          <w:p w:rsidR="009E7DD3" w:rsidRPr="009E7DD3" w:rsidRDefault="009E7DD3" w:rsidP="009E7DD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661" w:type="dxa"/>
            <w:gridSpan w:val="2"/>
          </w:tcPr>
          <w:p w:rsidR="009E7DD3" w:rsidRPr="009E7DD3" w:rsidRDefault="009E7DD3" w:rsidP="009E7DD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6B54B2" w:rsidRPr="00A67C0A" w:rsidTr="006B54B2">
        <w:tc>
          <w:tcPr>
            <w:tcW w:w="4661" w:type="dxa"/>
            <w:gridSpan w:val="2"/>
            <w:shd w:val="clear" w:color="auto" w:fill="92D050"/>
          </w:tcPr>
          <w:p w:rsidR="006B54B2" w:rsidRPr="00A67C0A" w:rsidRDefault="006B54B2" w:rsidP="00FC10E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szCs w:val="18"/>
              </w:rPr>
              <w:t>Doelen leerjaar 3 periode 1 (niveau 12)</w:t>
            </w:r>
          </w:p>
        </w:tc>
        <w:tc>
          <w:tcPr>
            <w:tcW w:w="4661" w:type="dxa"/>
            <w:gridSpan w:val="2"/>
            <w:shd w:val="clear" w:color="auto" w:fill="92D050"/>
          </w:tcPr>
          <w:p w:rsidR="006B54B2" w:rsidRPr="00A67C0A" w:rsidRDefault="006B54B2" w:rsidP="00FC10E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szCs w:val="18"/>
              </w:rPr>
              <w:t>Doelen leerjaar 3 periode 2 (niveau 12)</w:t>
            </w:r>
          </w:p>
        </w:tc>
      </w:tr>
      <w:tr w:rsidR="000D497C" w:rsidRPr="00A67C0A" w:rsidTr="00C3633D">
        <w:tc>
          <w:tcPr>
            <w:tcW w:w="4661" w:type="dxa"/>
            <w:gridSpan w:val="2"/>
          </w:tcPr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b/>
                <w:color w:val="000000"/>
              </w:rPr>
              <w:t>1.1. Ervaringen delen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color w:val="000000"/>
              </w:rPr>
              <w:t xml:space="preserve">Praat met medemensen over zijn sociale leven. (niveau 11)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b/>
                <w:color w:val="000000"/>
              </w:rPr>
              <w:t>4.3. Iemand iets vragen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color w:val="000000"/>
              </w:rPr>
              <w:t xml:space="preserve">Vraagt een ander of hij zijn mening wil toelichten.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b/>
                <w:color w:val="000000"/>
              </w:rPr>
              <w:t>4.5. Een gesprek voeren met een ander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color w:val="000000"/>
              </w:rPr>
              <w:t xml:space="preserve">Uit zich (op een adequate wijze) in gesprekssituaties met ongelijkwaardige interactiepartners en relatieve onbekenden.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</w:rPr>
            </w:pPr>
            <w:r w:rsidRPr="000D497C">
              <w:rPr>
                <w:rFonts w:asciiTheme="minorHAnsi" w:eastAsia="MS Mincho" w:hAnsiTheme="minorHAnsi" w:cstheme="minorHAnsi"/>
              </w:rPr>
              <w:t xml:space="preserve">Heeft inbreng in een discussie.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b/>
                <w:color w:val="000000"/>
              </w:rPr>
              <w:t>5.1. Opkomen voor jezelf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color w:val="000000"/>
              </w:rPr>
              <w:lastRenderedPageBreak/>
              <w:t xml:space="preserve">Geeft in een één op één gesprek een afwijkende mening.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b/>
                <w:color w:val="000000"/>
              </w:rPr>
              <w:t>8.1. Omgaan met gevoelens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color w:val="000000"/>
              </w:rPr>
              <w:t xml:space="preserve">Toont respect voor de gevoelens van een ander. </w:t>
            </w:r>
          </w:p>
        </w:tc>
        <w:tc>
          <w:tcPr>
            <w:tcW w:w="4661" w:type="dxa"/>
            <w:gridSpan w:val="2"/>
          </w:tcPr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D497C">
              <w:rPr>
                <w:rFonts w:asciiTheme="minorHAnsi" w:hAnsiTheme="minorHAnsi" w:cstheme="minorHAnsi"/>
                <w:b/>
              </w:rPr>
              <w:lastRenderedPageBreak/>
              <w:t>4.2. Non verbale communicatie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Maakt gebruikt van mimiek, gebaren en houding (of andere geëigende middelen) in de communicatie met onbekenden.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D497C">
              <w:rPr>
                <w:rFonts w:asciiTheme="minorHAnsi" w:hAnsiTheme="minorHAnsi" w:cstheme="minorHAnsi"/>
                <w:b/>
              </w:rPr>
              <w:t xml:space="preserve">4.4. Iets zeggen tegen iemand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Geeft beleefd informatie aan onbekende volwassenen.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D497C">
              <w:rPr>
                <w:rFonts w:asciiTheme="minorHAnsi" w:hAnsiTheme="minorHAnsi" w:cstheme="minorHAnsi"/>
                <w:b/>
              </w:rPr>
              <w:t>4.6. Sociale routines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Deelt op een tactvolle en duidelijke manier iemand onverwachte informatie mee.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D497C">
              <w:rPr>
                <w:rFonts w:asciiTheme="minorHAnsi" w:hAnsiTheme="minorHAnsi" w:cstheme="minorHAnsi"/>
                <w:b/>
              </w:rPr>
              <w:t>8.2 Omgaan met je mogelijkheden/beperkingen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Maakt afspraken met zijn omgeving over welke hulp hij </w:t>
            </w:r>
            <w:r w:rsidRPr="000D497C">
              <w:rPr>
                <w:rFonts w:asciiTheme="minorHAnsi" w:hAnsiTheme="minorHAnsi" w:cstheme="minorHAnsi"/>
              </w:rPr>
              <w:lastRenderedPageBreak/>
              <w:t xml:space="preserve">nodig heeft.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D497C">
              <w:rPr>
                <w:rFonts w:asciiTheme="minorHAnsi" w:hAnsiTheme="minorHAnsi" w:cstheme="minorHAnsi"/>
                <w:b/>
              </w:rPr>
              <w:t>9.1. Respectvol en verantwoordelijk omgaan met anderen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Vraagt iemand die niemand heeft om mee te doen met een groepsactiviteit.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D497C">
              <w:rPr>
                <w:rFonts w:asciiTheme="minorHAnsi" w:hAnsiTheme="minorHAnsi" w:cstheme="minorHAnsi"/>
                <w:b/>
              </w:rPr>
              <w:t>9.2. Omgaan met conflicten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>Zoekt hulp bij de juiste persoon als een ruzie uit de hand loopt.</w:t>
            </w:r>
          </w:p>
        </w:tc>
      </w:tr>
      <w:tr w:rsidR="00051E03" w:rsidRPr="00A67C0A" w:rsidTr="00051E03">
        <w:tc>
          <w:tcPr>
            <w:tcW w:w="4661" w:type="dxa"/>
            <w:gridSpan w:val="2"/>
            <w:shd w:val="clear" w:color="auto" w:fill="92D050"/>
          </w:tcPr>
          <w:p w:rsidR="00051E03" w:rsidRPr="00A67C0A" w:rsidRDefault="00051E03" w:rsidP="00FC10E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lastRenderedPageBreak/>
              <w:t>Leerroute 5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>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3 periode 1</w:t>
            </w:r>
          </w:p>
        </w:tc>
        <w:tc>
          <w:tcPr>
            <w:tcW w:w="4661" w:type="dxa"/>
            <w:gridSpan w:val="2"/>
            <w:shd w:val="clear" w:color="auto" w:fill="92D050"/>
          </w:tcPr>
          <w:p w:rsidR="00051E03" w:rsidRPr="00A67C0A" w:rsidRDefault="00051E03" w:rsidP="00FC10E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>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3 periode 2</w:t>
            </w:r>
          </w:p>
        </w:tc>
      </w:tr>
      <w:tr w:rsidR="00C3633D" w:rsidRPr="00A67C0A" w:rsidTr="00C3633D">
        <w:tc>
          <w:tcPr>
            <w:tcW w:w="4661" w:type="dxa"/>
            <w:gridSpan w:val="2"/>
          </w:tcPr>
          <w:p w:rsidR="009E7DD3" w:rsidRPr="009E7DD3" w:rsidRDefault="009E7DD3" w:rsidP="009E7DD3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661" w:type="dxa"/>
            <w:gridSpan w:val="2"/>
          </w:tcPr>
          <w:p w:rsidR="009E7DD3" w:rsidRPr="009E7DD3" w:rsidRDefault="009E7DD3" w:rsidP="009E7DD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6B54B2" w:rsidRPr="00A67C0A" w:rsidTr="006B54B2">
        <w:tc>
          <w:tcPr>
            <w:tcW w:w="4661" w:type="dxa"/>
            <w:gridSpan w:val="2"/>
            <w:shd w:val="clear" w:color="auto" w:fill="92D050"/>
          </w:tcPr>
          <w:p w:rsidR="006B54B2" w:rsidRPr="00A67C0A" w:rsidRDefault="006B54B2" w:rsidP="00FC10E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szCs w:val="18"/>
              </w:rPr>
              <w:t>Doelen leerjaar 4 periode 1 (niveau 12)</w:t>
            </w:r>
          </w:p>
        </w:tc>
        <w:tc>
          <w:tcPr>
            <w:tcW w:w="4661" w:type="dxa"/>
            <w:gridSpan w:val="2"/>
            <w:shd w:val="clear" w:color="auto" w:fill="92D050"/>
          </w:tcPr>
          <w:p w:rsidR="006B54B2" w:rsidRPr="00A67C0A" w:rsidRDefault="006B54B2" w:rsidP="00FC10E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szCs w:val="18"/>
              </w:rPr>
              <w:t>Doelen</w:t>
            </w:r>
            <w:r w:rsidR="00051E03">
              <w:rPr>
                <w:rFonts w:asciiTheme="minorHAnsi" w:hAnsiTheme="minorHAnsi" w:cstheme="minorHAnsi"/>
                <w:b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Cs w:val="18"/>
              </w:rPr>
              <w:t>leerjaar 4 periode 2 (niveau 12)</w:t>
            </w:r>
          </w:p>
        </w:tc>
      </w:tr>
      <w:tr w:rsidR="000D497C" w:rsidRPr="00A67C0A" w:rsidTr="00C3633D">
        <w:tc>
          <w:tcPr>
            <w:tcW w:w="4661" w:type="dxa"/>
            <w:gridSpan w:val="2"/>
          </w:tcPr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b/>
                <w:color w:val="000000"/>
              </w:rPr>
              <w:t>1.1. Ervaringen delen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color w:val="000000"/>
              </w:rPr>
              <w:t xml:space="preserve">Vraagt gericht hoe een ander zou handelen in een meegemaakte situatie (wat zou jij doen?).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b/>
                <w:color w:val="000000"/>
              </w:rPr>
              <w:t>5.1. Opkomen voor jezelf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color w:val="000000"/>
              </w:rPr>
              <w:t xml:space="preserve">Spreekt een collega er op aan als deze zich niet aan de afspraak houdt zonder ruzie te maken.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b/>
                <w:color w:val="000000"/>
              </w:rPr>
              <w:t>8.1. Omgaan met gevoelens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color w:val="000000"/>
              </w:rPr>
              <w:t>Gaat adequaat om met gevoelens van schuld en spijt (probeert recht te zetten, accepteert situatie waaraan niets te veranderen is).(TOM1/bs3)</w:t>
            </w:r>
          </w:p>
        </w:tc>
        <w:tc>
          <w:tcPr>
            <w:tcW w:w="4661" w:type="dxa"/>
            <w:gridSpan w:val="2"/>
          </w:tcPr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D497C">
              <w:rPr>
                <w:rFonts w:asciiTheme="minorHAnsi" w:hAnsiTheme="minorHAnsi" w:cstheme="minorHAnsi"/>
                <w:b/>
              </w:rPr>
              <w:t xml:space="preserve">4.4. Iets zeggen tegen iemand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Verduidelijkt eigen mening met voorbeeld.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Reageert correct op een compliment van een bekende en onbekende.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D497C">
              <w:rPr>
                <w:rFonts w:asciiTheme="minorHAnsi" w:hAnsiTheme="minorHAnsi" w:cstheme="minorHAnsi"/>
                <w:b/>
              </w:rPr>
              <w:t>4.6. Sociale routines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Geeft op een correcte manier kritiek aan bekenden.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D497C">
              <w:rPr>
                <w:rFonts w:asciiTheme="minorHAnsi" w:hAnsiTheme="minorHAnsi" w:cstheme="minorHAnsi"/>
                <w:b/>
              </w:rPr>
              <w:t>8.2 Omgaan met je mogelijkheden/beperkingen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>Doet zelf wat hij zelfstandig kan (geeft niet te snel iets uit handen). (niveau 13)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>Geeft aan dat en hoe hij graag geholpen wil worden (benaderingswijze, hulpmiddelen). (niveau 13)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D497C">
              <w:rPr>
                <w:rFonts w:asciiTheme="minorHAnsi" w:hAnsiTheme="minorHAnsi" w:cstheme="minorHAnsi"/>
                <w:b/>
              </w:rPr>
              <w:t>9.2. Omgaan met conflicten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>Luistert bij een ruzie naar wat de ander zegt.</w:t>
            </w:r>
          </w:p>
        </w:tc>
      </w:tr>
      <w:tr w:rsidR="00051E03" w:rsidRPr="00A67C0A" w:rsidTr="00051E03">
        <w:tc>
          <w:tcPr>
            <w:tcW w:w="4661" w:type="dxa"/>
            <w:gridSpan w:val="2"/>
            <w:shd w:val="clear" w:color="auto" w:fill="92D050"/>
          </w:tcPr>
          <w:p w:rsidR="00051E03" w:rsidRPr="00A67C0A" w:rsidRDefault="00051E03" w:rsidP="00FC10E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>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4 periode 1</w:t>
            </w:r>
          </w:p>
        </w:tc>
        <w:tc>
          <w:tcPr>
            <w:tcW w:w="4661" w:type="dxa"/>
            <w:gridSpan w:val="2"/>
            <w:shd w:val="clear" w:color="auto" w:fill="92D050"/>
          </w:tcPr>
          <w:p w:rsidR="00051E03" w:rsidRPr="00A67C0A" w:rsidRDefault="00051E03" w:rsidP="00FC10E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>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4 periode 2</w:t>
            </w:r>
          </w:p>
        </w:tc>
      </w:tr>
      <w:tr w:rsidR="00C3633D" w:rsidRPr="00A67C0A" w:rsidTr="00C3633D">
        <w:tc>
          <w:tcPr>
            <w:tcW w:w="4661" w:type="dxa"/>
            <w:gridSpan w:val="2"/>
          </w:tcPr>
          <w:p w:rsidR="009E7DD3" w:rsidRPr="009E7DD3" w:rsidRDefault="009E7DD3" w:rsidP="009E7DD3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661" w:type="dxa"/>
            <w:gridSpan w:val="2"/>
          </w:tcPr>
          <w:p w:rsidR="009E7DD3" w:rsidRPr="009E7DD3" w:rsidRDefault="009E7DD3" w:rsidP="00927F5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6B54B2" w:rsidRPr="00A67C0A" w:rsidTr="006B54B2">
        <w:tc>
          <w:tcPr>
            <w:tcW w:w="4661" w:type="dxa"/>
            <w:gridSpan w:val="2"/>
            <w:shd w:val="clear" w:color="auto" w:fill="92D050"/>
          </w:tcPr>
          <w:p w:rsidR="006B54B2" w:rsidRPr="00A67C0A" w:rsidRDefault="006B54B2" w:rsidP="00FC10E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szCs w:val="18"/>
              </w:rPr>
              <w:t>Doelen leerjaar 5 periode 1 (niveau 13)</w:t>
            </w:r>
          </w:p>
        </w:tc>
        <w:tc>
          <w:tcPr>
            <w:tcW w:w="4661" w:type="dxa"/>
            <w:gridSpan w:val="2"/>
            <w:shd w:val="clear" w:color="auto" w:fill="92D050"/>
          </w:tcPr>
          <w:p w:rsidR="006B54B2" w:rsidRPr="00A67C0A" w:rsidRDefault="006B54B2" w:rsidP="00FC10E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szCs w:val="18"/>
              </w:rPr>
              <w:t>Doelen leerjaar 5 periode 2 (niveau 13)</w:t>
            </w:r>
          </w:p>
        </w:tc>
      </w:tr>
      <w:tr w:rsidR="000D497C" w:rsidRPr="00A67C0A" w:rsidTr="00C3633D">
        <w:tc>
          <w:tcPr>
            <w:tcW w:w="4661" w:type="dxa"/>
            <w:gridSpan w:val="2"/>
          </w:tcPr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b/>
                <w:color w:val="000000"/>
              </w:rPr>
              <w:t>1.1. Ervaringen delen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color w:val="000000"/>
              </w:rPr>
              <w:t xml:space="preserve">Deelt met een ander ervaringen met een moeilijke situatie (ik weet niet wat ik moet doen als).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b/>
                <w:color w:val="000000"/>
              </w:rPr>
              <w:t>4.3. Iemand iets vragen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color w:val="000000"/>
              </w:rPr>
              <w:t xml:space="preserve">Vraagt een onbekende naar zijn gevoelens en wensen (hoe kan ik u helpen? Wat wilt u drinken?)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color w:val="000000"/>
              </w:rPr>
              <w:t xml:space="preserve">Vraagt iemand om informatie met betrekking tot zijn stageplek of werkplek (een formele situatie).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b/>
                <w:color w:val="000000"/>
              </w:rPr>
              <w:t>4.5. Een gesprek voeren met een ander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color w:val="000000"/>
              </w:rPr>
              <w:t xml:space="preserve">Houdt zijn standpunt vast.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</w:rPr>
            </w:pPr>
            <w:r w:rsidRPr="000D497C">
              <w:rPr>
                <w:rFonts w:asciiTheme="minorHAnsi" w:eastAsia="MS Mincho" w:hAnsiTheme="minorHAnsi" w:cstheme="minorHAnsi"/>
              </w:rPr>
              <w:t xml:space="preserve">Voert een gesprek met een onbekende, waarbij informatie uitgewisseld wordt (bijv. bij de huisarts of aan een loket).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b/>
                <w:color w:val="000000"/>
              </w:rPr>
              <w:t>5.1. Opkomen voor jezelf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color w:val="000000"/>
              </w:rPr>
              <w:t xml:space="preserve">Vertelt op een rustige manier dat hij onterecht wordt beschuldigd.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</w:p>
        </w:tc>
        <w:tc>
          <w:tcPr>
            <w:tcW w:w="4661" w:type="dxa"/>
            <w:gridSpan w:val="2"/>
          </w:tcPr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D497C">
              <w:rPr>
                <w:rFonts w:asciiTheme="minorHAnsi" w:hAnsiTheme="minorHAnsi" w:cstheme="minorHAnsi"/>
                <w:b/>
              </w:rPr>
              <w:t xml:space="preserve">4.4. Iets zeggen tegen iemand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Begint en beëindigt een gesprek met een onbekende op een gepaste manier.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Vertelt gestructureerd over een gebeurtenis of ervaring zonder hulp van verschillende pictogrammen.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D497C">
              <w:rPr>
                <w:rFonts w:asciiTheme="minorHAnsi" w:hAnsiTheme="minorHAnsi" w:cstheme="minorHAnsi"/>
                <w:b/>
              </w:rPr>
              <w:t>4.6. Sociale routines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Wisselt op een passende manier informatie uit in een informeel gesprek.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D497C">
              <w:rPr>
                <w:rFonts w:asciiTheme="minorHAnsi" w:hAnsiTheme="minorHAnsi" w:cstheme="minorHAnsi"/>
                <w:b/>
              </w:rPr>
              <w:t>8.2 Omgaan met je mogelijkheden/beperkingen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Spreekt mensen erop aan als ze teveel hulp bieden.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Weet aan welke personen hij het beste hulp kan vragen (eerder caissière dan klant, eerder buschauffeur dan passagier).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D497C">
              <w:rPr>
                <w:rFonts w:asciiTheme="minorHAnsi" w:hAnsiTheme="minorHAnsi" w:cstheme="minorHAnsi"/>
                <w:b/>
              </w:rPr>
              <w:t>9.1. Respectvol en verantwoordelijk omgaan met anderen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Reageert adequaat als door hem iets is misgegaan (excuses aanbieden, proberen oplossing te verzinnen).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Troost een leerling die gepest wordt.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D497C">
              <w:rPr>
                <w:rFonts w:asciiTheme="minorHAnsi" w:hAnsiTheme="minorHAnsi" w:cstheme="minorHAnsi"/>
                <w:b/>
              </w:rPr>
              <w:t>9.2. Omgaan met conflicten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Corrigeert zijn gedrag als hij weet dat hij ongewenst gedrag vertoont.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Benoemt verschillende oorzaken en oplossingen bij (het ontstaan van een) ruzie.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Wacht met het oplossen van ruzie tot zijn emoties zijn bedaard. </w:t>
            </w:r>
          </w:p>
        </w:tc>
      </w:tr>
      <w:tr w:rsidR="00051E03" w:rsidRPr="00A67C0A" w:rsidTr="00051E03">
        <w:tc>
          <w:tcPr>
            <w:tcW w:w="4661" w:type="dxa"/>
            <w:gridSpan w:val="2"/>
            <w:shd w:val="clear" w:color="auto" w:fill="92D050"/>
          </w:tcPr>
          <w:p w:rsidR="00051E03" w:rsidRPr="00A67C0A" w:rsidRDefault="00051E03" w:rsidP="00FC10E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>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5 periode 1</w:t>
            </w:r>
          </w:p>
        </w:tc>
        <w:tc>
          <w:tcPr>
            <w:tcW w:w="4661" w:type="dxa"/>
            <w:gridSpan w:val="2"/>
            <w:shd w:val="clear" w:color="auto" w:fill="92D050"/>
          </w:tcPr>
          <w:p w:rsidR="00051E03" w:rsidRPr="00A67C0A" w:rsidRDefault="00051E03" w:rsidP="00FC10E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>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5 periode 2</w:t>
            </w:r>
          </w:p>
        </w:tc>
      </w:tr>
      <w:tr w:rsidR="00C3633D" w:rsidRPr="00A67C0A" w:rsidTr="00C3633D">
        <w:tc>
          <w:tcPr>
            <w:tcW w:w="4661" w:type="dxa"/>
            <w:gridSpan w:val="2"/>
          </w:tcPr>
          <w:p w:rsidR="009E7DD3" w:rsidRPr="009E7DD3" w:rsidRDefault="009E7DD3" w:rsidP="00927F5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661" w:type="dxa"/>
            <w:gridSpan w:val="2"/>
          </w:tcPr>
          <w:p w:rsidR="009E7DD3" w:rsidRPr="009E7DD3" w:rsidRDefault="009E7DD3" w:rsidP="00927F5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6B54B2" w:rsidRPr="00A67C0A" w:rsidTr="006B54B2">
        <w:tc>
          <w:tcPr>
            <w:tcW w:w="4661" w:type="dxa"/>
            <w:gridSpan w:val="2"/>
            <w:shd w:val="clear" w:color="auto" w:fill="92D050"/>
          </w:tcPr>
          <w:p w:rsidR="006B54B2" w:rsidRPr="00A67C0A" w:rsidRDefault="006B54B2" w:rsidP="00FC10E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szCs w:val="18"/>
              </w:rPr>
              <w:t>Doelen leerjaar 6 periode 1 (niveau 13)</w:t>
            </w:r>
          </w:p>
        </w:tc>
        <w:tc>
          <w:tcPr>
            <w:tcW w:w="4661" w:type="dxa"/>
            <w:gridSpan w:val="2"/>
            <w:shd w:val="clear" w:color="auto" w:fill="92D050"/>
          </w:tcPr>
          <w:p w:rsidR="006B54B2" w:rsidRPr="00A67C0A" w:rsidRDefault="006B54B2" w:rsidP="00FC10E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szCs w:val="18"/>
              </w:rPr>
              <w:t>Doelen leerjaar 6 periode 2 (niveau 13)</w:t>
            </w:r>
          </w:p>
        </w:tc>
      </w:tr>
      <w:tr w:rsidR="000D497C" w:rsidRPr="00A67C0A" w:rsidTr="00C3633D">
        <w:tc>
          <w:tcPr>
            <w:tcW w:w="4661" w:type="dxa"/>
            <w:gridSpan w:val="2"/>
          </w:tcPr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b/>
                <w:color w:val="000000"/>
              </w:rPr>
              <w:t>4.3. Iemand iets vragen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color w:val="000000"/>
              </w:rPr>
              <w:t xml:space="preserve">Vraagt naar de mening (met argumenten) aan bekenden.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b/>
                <w:color w:val="000000"/>
              </w:rPr>
              <w:t>4.5. Een gesprek voeren met een ander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color w:val="000000"/>
              </w:rPr>
              <w:t xml:space="preserve">Begint en eindigt een gesprek met een onbekende op een gepaste manier.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color w:val="000000"/>
              </w:rPr>
              <w:t xml:space="preserve">Overtuigt iemand in een situatie met bekenden.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b/>
                <w:color w:val="000000"/>
              </w:rPr>
              <w:t>5.1. Opkomen voor jezelf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color w:val="000000"/>
              </w:rPr>
              <w:t xml:space="preserve">Vertelt wat hij voelt als een ander (collega) onaardig doet of hem ten onrechte beschuldigt.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b/>
                <w:color w:val="000000"/>
              </w:rPr>
            </w:pPr>
          </w:p>
          <w:p w:rsidR="000D497C" w:rsidRPr="000D497C" w:rsidRDefault="000D497C" w:rsidP="00FC10E7">
            <w:pPr>
              <w:pStyle w:val="Geenafstand"/>
              <w:rPr>
                <w:rFonts w:asciiTheme="minorHAnsi" w:eastAsia="MS Mincho" w:hAnsiTheme="minorHAnsi" w:cstheme="minorHAnsi"/>
                <w:color w:val="000000"/>
              </w:rPr>
            </w:pPr>
            <w:r w:rsidRPr="000D497C">
              <w:rPr>
                <w:rFonts w:asciiTheme="minorHAnsi" w:eastAsia="MS Mincho" w:hAnsiTheme="minorHAnsi" w:cstheme="minorHAnsi"/>
                <w:color w:val="000000"/>
              </w:rPr>
              <w:t xml:space="preserve"> </w:t>
            </w:r>
          </w:p>
        </w:tc>
        <w:tc>
          <w:tcPr>
            <w:tcW w:w="4661" w:type="dxa"/>
            <w:gridSpan w:val="2"/>
          </w:tcPr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D497C">
              <w:rPr>
                <w:rFonts w:asciiTheme="minorHAnsi" w:hAnsiTheme="minorHAnsi" w:cstheme="minorHAnsi"/>
                <w:b/>
              </w:rPr>
              <w:lastRenderedPageBreak/>
              <w:t xml:space="preserve">4.4. Iets zeggen tegen iemand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Motiveert zijn mening of wensen in een gesprek met (meerdere) personen (ik vind dat goed omdat, ik wil graag buiten eten).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Hanteert het verschil tussen een formele en informele situatie.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D497C">
              <w:rPr>
                <w:rFonts w:asciiTheme="minorHAnsi" w:hAnsiTheme="minorHAnsi" w:cstheme="minorHAnsi"/>
                <w:b/>
              </w:rPr>
              <w:t>4.6. Sociale routines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Geeft ongelijk toe aan zowel docent als medeleerling.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Hanteert gespreksregels om op een beleefde manier aan het </w:t>
            </w:r>
            <w:r w:rsidRPr="000D497C">
              <w:rPr>
                <w:rFonts w:asciiTheme="minorHAnsi" w:hAnsiTheme="minorHAnsi" w:cstheme="minorHAnsi"/>
              </w:rPr>
              <w:lastRenderedPageBreak/>
              <w:t xml:space="preserve">woord te komen.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D497C">
              <w:rPr>
                <w:rFonts w:asciiTheme="minorHAnsi" w:hAnsiTheme="minorHAnsi" w:cstheme="minorHAnsi"/>
                <w:b/>
              </w:rPr>
              <w:t>8.2 Omgaan met je mogelijkheden/beperkingen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Praat met vertrouwde personen op een open manier over zijn handicap.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D497C">
              <w:rPr>
                <w:rFonts w:asciiTheme="minorHAnsi" w:hAnsiTheme="minorHAnsi" w:cstheme="minorHAnsi"/>
                <w:b/>
              </w:rPr>
              <w:t>9.1. Respectvol en verantwoordelijk omgaan met anderen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Reageert op een leuk voorstel van een ander door samen een plan te maken.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  <w:b/>
              </w:rPr>
            </w:pPr>
            <w:r w:rsidRPr="000D497C">
              <w:rPr>
                <w:rFonts w:asciiTheme="minorHAnsi" w:hAnsiTheme="minorHAnsi" w:cstheme="minorHAnsi"/>
                <w:b/>
              </w:rPr>
              <w:t>9.2. Omgaan met conflicten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Gaat adequaat om met gevoelens van afkeer. </w:t>
            </w:r>
          </w:p>
          <w:p w:rsidR="000D497C" w:rsidRPr="000D497C" w:rsidRDefault="000D497C" w:rsidP="00FC10E7">
            <w:pPr>
              <w:pStyle w:val="Geenafstand"/>
              <w:rPr>
                <w:rFonts w:asciiTheme="minorHAnsi" w:hAnsiTheme="minorHAnsi" w:cstheme="minorHAnsi"/>
              </w:rPr>
            </w:pPr>
            <w:r w:rsidRPr="000D497C">
              <w:rPr>
                <w:rFonts w:asciiTheme="minorHAnsi" w:hAnsiTheme="minorHAnsi" w:cstheme="minorHAnsi"/>
              </w:rPr>
              <w:t xml:space="preserve">Benoemt wat een roddel is. </w:t>
            </w:r>
          </w:p>
        </w:tc>
      </w:tr>
      <w:tr w:rsidR="00051E03" w:rsidRPr="00A67C0A" w:rsidTr="00051E03">
        <w:tc>
          <w:tcPr>
            <w:tcW w:w="4661" w:type="dxa"/>
            <w:gridSpan w:val="2"/>
            <w:shd w:val="clear" w:color="auto" w:fill="92D050"/>
          </w:tcPr>
          <w:p w:rsidR="00051E03" w:rsidRPr="00A67C0A" w:rsidRDefault="00051E03" w:rsidP="00FC10E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lastRenderedPageBreak/>
              <w:t>Leerroute 5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>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6 periode 1</w:t>
            </w:r>
          </w:p>
        </w:tc>
        <w:tc>
          <w:tcPr>
            <w:tcW w:w="4661" w:type="dxa"/>
            <w:gridSpan w:val="2"/>
            <w:shd w:val="clear" w:color="auto" w:fill="92D050"/>
          </w:tcPr>
          <w:p w:rsidR="00051E03" w:rsidRPr="00A67C0A" w:rsidRDefault="00051E03" w:rsidP="00FC10E7">
            <w:pPr>
              <w:pStyle w:val="Geenafstand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Leerroute 5</w:t>
            </w:r>
            <w:r w:rsidRPr="00A67C0A">
              <w:rPr>
                <w:rFonts w:asciiTheme="minorHAnsi" w:hAnsiTheme="minorHAnsi" w:cstheme="minorHAnsi"/>
                <w:b/>
                <w:szCs w:val="18"/>
              </w:rPr>
              <w:t>: Methoden/middelen</w:t>
            </w:r>
            <w:r>
              <w:rPr>
                <w:rFonts w:asciiTheme="minorHAnsi" w:hAnsiTheme="minorHAnsi" w:cstheme="minorHAnsi"/>
                <w:b/>
                <w:szCs w:val="18"/>
              </w:rPr>
              <w:t xml:space="preserve"> leerjaar 6 periode 2</w:t>
            </w:r>
          </w:p>
        </w:tc>
      </w:tr>
      <w:tr w:rsidR="00C3633D" w:rsidRPr="00A67C0A" w:rsidTr="00C3633D">
        <w:tc>
          <w:tcPr>
            <w:tcW w:w="4661" w:type="dxa"/>
            <w:gridSpan w:val="2"/>
          </w:tcPr>
          <w:p w:rsidR="009E7DD3" w:rsidRPr="009E7DD3" w:rsidRDefault="009E7DD3" w:rsidP="00927F5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661" w:type="dxa"/>
            <w:gridSpan w:val="2"/>
          </w:tcPr>
          <w:p w:rsidR="009E7DD3" w:rsidRPr="009E7DD3" w:rsidRDefault="009E7DD3" w:rsidP="00927F57">
            <w:pPr>
              <w:pStyle w:val="Geenafstand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E61F55" w:rsidRPr="00A67C0A" w:rsidTr="00C3633D">
        <w:trPr>
          <w:gridAfter w:val="1"/>
          <w:wAfter w:w="34" w:type="dxa"/>
        </w:trPr>
        <w:tc>
          <w:tcPr>
            <w:tcW w:w="1951" w:type="dxa"/>
            <w:shd w:val="clear" w:color="auto" w:fill="92D050"/>
          </w:tcPr>
          <w:p w:rsidR="00E61F55" w:rsidRPr="00A67C0A" w:rsidRDefault="00E61F55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Leertijd</w:t>
            </w:r>
          </w:p>
        </w:tc>
        <w:tc>
          <w:tcPr>
            <w:tcW w:w="7337" w:type="dxa"/>
            <w:gridSpan w:val="2"/>
          </w:tcPr>
          <w:p w:rsidR="00927F57" w:rsidRPr="00B53086" w:rsidRDefault="00927F57" w:rsidP="00927F57">
            <w:pPr>
              <w:rPr>
                <w:rFonts w:asciiTheme="minorHAnsi" w:hAnsiTheme="minorHAnsi" w:cstheme="minorHAnsi"/>
                <w:szCs w:val="18"/>
              </w:rPr>
            </w:pPr>
            <w:r w:rsidRPr="00B53086">
              <w:rPr>
                <w:rFonts w:asciiTheme="minorHAnsi" w:hAnsiTheme="minorHAnsi" w:cstheme="minorHAnsi"/>
                <w:szCs w:val="18"/>
              </w:rPr>
              <w:t xml:space="preserve">Onderbouw: </w:t>
            </w:r>
            <w:r w:rsidR="00B53086" w:rsidRPr="00B53086">
              <w:rPr>
                <w:rFonts w:asciiTheme="minorHAnsi" w:hAnsiTheme="minorHAnsi" w:cstheme="minorHAnsi"/>
                <w:szCs w:val="18"/>
              </w:rPr>
              <w:t xml:space="preserve">   Per week: 3 lesuren van 45 minuten of 2.15 uur </w:t>
            </w:r>
          </w:p>
          <w:p w:rsidR="00927F57" w:rsidRPr="00B53086" w:rsidRDefault="00927F57" w:rsidP="00927F57">
            <w:pPr>
              <w:rPr>
                <w:rFonts w:asciiTheme="minorHAnsi" w:hAnsiTheme="minorHAnsi" w:cstheme="minorHAnsi"/>
                <w:szCs w:val="18"/>
              </w:rPr>
            </w:pPr>
            <w:r w:rsidRPr="00B53086">
              <w:rPr>
                <w:rFonts w:asciiTheme="minorHAnsi" w:hAnsiTheme="minorHAnsi" w:cstheme="minorHAnsi"/>
                <w:szCs w:val="18"/>
              </w:rPr>
              <w:t xml:space="preserve">Middenbouw: </w:t>
            </w:r>
            <w:r w:rsidR="00B53086" w:rsidRPr="00B53086">
              <w:rPr>
                <w:rFonts w:asciiTheme="minorHAnsi" w:hAnsiTheme="minorHAnsi" w:cstheme="minorHAnsi"/>
                <w:szCs w:val="18"/>
              </w:rPr>
              <w:t>Per week: 2 lesuren van 45 minuten of 1.5 uu</w:t>
            </w:r>
            <w:r w:rsidR="00B53086">
              <w:rPr>
                <w:rFonts w:asciiTheme="minorHAnsi" w:hAnsiTheme="minorHAnsi" w:cstheme="minorHAnsi"/>
                <w:szCs w:val="18"/>
              </w:rPr>
              <w:t>r</w:t>
            </w:r>
          </w:p>
          <w:p w:rsidR="00E61F55" w:rsidRPr="00A67C0A" w:rsidRDefault="00927F57" w:rsidP="00B53086">
            <w:pPr>
              <w:rPr>
                <w:rFonts w:asciiTheme="minorHAnsi" w:hAnsiTheme="minorHAnsi" w:cstheme="minorHAnsi"/>
                <w:szCs w:val="18"/>
              </w:rPr>
            </w:pPr>
            <w:r w:rsidRPr="00B53086">
              <w:rPr>
                <w:rFonts w:asciiTheme="minorHAnsi" w:hAnsiTheme="minorHAnsi" w:cstheme="minorHAnsi"/>
                <w:szCs w:val="18"/>
              </w:rPr>
              <w:t xml:space="preserve">Bovenbouw: </w:t>
            </w:r>
            <w:r w:rsidR="00B53086" w:rsidRPr="00B53086">
              <w:rPr>
                <w:rFonts w:asciiTheme="minorHAnsi" w:hAnsiTheme="minorHAnsi" w:cstheme="minorHAnsi"/>
                <w:szCs w:val="18"/>
              </w:rPr>
              <w:t xml:space="preserve">   Per week: 2 lesuren van 45 minuten of 1.5 uu</w:t>
            </w:r>
            <w:r w:rsidR="00B53086">
              <w:rPr>
                <w:rFonts w:asciiTheme="minorHAnsi" w:hAnsiTheme="minorHAnsi" w:cstheme="minorHAnsi"/>
                <w:szCs w:val="18"/>
              </w:rPr>
              <w:t xml:space="preserve">r </w:t>
            </w:r>
            <w:r w:rsidR="00B53086" w:rsidRPr="00B53086">
              <w:rPr>
                <w:rFonts w:asciiTheme="minorHAnsi" w:hAnsiTheme="minorHAnsi" w:cstheme="minorHAnsi"/>
                <w:szCs w:val="18"/>
              </w:rPr>
              <w:t>(zie lesurentabel</w:t>
            </w:r>
            <w:r w:rsidRPr="00B53086">
              <w:rPr>
                <w:rFonts w:asciiTheme="minorHAnsi" w:hAnsiTheme="minorHAnsi" w:cstheme="minorHAnsi"/>
                <w:szCs w:val="18"/>
              </w:rPr>
              <w:t xml:space="preserve"> VSO DOS)</w:t>
            </w:r>
            <w:r w:rsidRPr="00927F57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</w:tr>
      <w:tr w:rsidR="00050B2B" w:rsidRPr="00A67C0A" w:rsidTr="00C3633D">
        <w:trPr>
          <w:gridAfter w:val="1"/>
          <w:wAfter w:w="34" w:type="dxa"/>
        </w:trPr>
        <w:tc>
          <w:tcPr>
            <w:tcW w:w="1951" w:type="dxa"/>
            <w:shd w:val="clear" w:color="auto" w:fill="92D050"/>
          </w:tcPr>
          <w:p w:rsidR="00050B2B" w:rsidRPr="00A67C0A" w:rsidRDefault="00050B2B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 xml:space="preserve">Didactisch </w:t>
            </w:r>
          </w:p>
        </w:tc>
        <w:tc>
          <w:tcPr>
            <w:tcW w:w="7337" w:type="dxa"/>
            <w:gridSpan w:val="2"/>
          </w:tcPr>
          <w:p w:rsidR="00BE682E" w:rsidRPr="00A67C0A" w:rsidRDefault="00050B2B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BE682E" w:rsidRPr="00A67C0A" w:rsidRDefault="00BE682E" w:rsidP="001458B6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Z</w:t>
            </w:r>
            <w:r w:rsidR="00050B2B" w:rsidRPr="00A67C0A">
              <w:rPr>
                <w:rFonts w:asciiTheme="minorHAnsi" w:hAnsiTheme="minorHAnsi" w:cstheme="minorHAnsi"/>
                <w:szCs w:val="18"/>
              </w:rPr>
              <w:t>orgt voor de inhoud van de les volgens het directe instructiemodel (DIM) (activeren voorkennis, aangeven doel van de les, (verlengde) instructie, begeleide (in)oefening, zelfs</w:t>
            </w:r>
            <w:r w:rsidRPr="00A67C0A">
              <w:rPr>
                <w:rFonts w:asciiTheme="minorHAnsi" w:hAnsiTheme="minorHAnsi" w:cstheme="minorHAnsi"/>
                <w:szCs w:val="18"/>
              </w:rPr>
              <w:t xml:space="preserve">tandige verwerking, evaluatie) </w:t>
            </w:r>
          </w:p>
          <w:p w:rsidR="00BE682E" w:rsidRPr="00A67C0A" w:rsidRDefault="00BE682E" w:rsidP="001458B6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Biedt verdiepingsopdrachten aan waar de leerling dit aankan. </w:t>
            </w:r>
          </w:p>
          <w:p w:rsidR="0071387A" w:rsidRPr="00A67C0A" w:rsidRDefault="00BE682E" w:rsidP="001458B6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F</w:t>
            </w:r>
            <w:r w:rsidR="001458B6" w:rsidRPr="00A67C0A">
              <w:rPr>
                <w:rFonts w:asciiTheme="minorHAnsi" w:hAnsiTheme="minorHAnsi" w:cstheme="minorHAnsi"/>
                <w:szCs w:val="18"/>
              </w:rPr>
              <w:t xml:space="preserve">ocust op de zelfstandige verwerking, zelfreflectie, biedt ruimte om eigen keuzes te maken en bespreekt met de leerling  de keuzes en het zelfstandig plannen van het werk. </w:t>
            </w:r>
          </w:p>
          <w:p w:rsidR="001E6F40" w:rsidRPr="00A67C0A" w:rsidRDefault="0071387A" w:rsidP="00BE682E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Gebruikt waar nodig visuele ondersteuning d.m.v. foto’s</w:t>
            </w:r>
            <w:r w:rsidR="001E6F40" w:rsidRPr="00A67C0A">
              <w:rPr>
                <w:rFonts w:asciiTheme="minorHAnsi" w:hAnsiTheme="minorHAnsi" w:cstheme="minorHAnsi"/>
                <w:szCs w:val="18"/>
              </w:rPr>
              <w:t>,</w:t>
            </w:r>
            <w:r w:rsidRPr="00A67C0A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1E6F40" w:rsidRPr="00A67C0A">
              <w:rPr>
                <w:rFonts w:asciiTheme="minorHAnsi" w:hAnsiTheme="minorHAnsi" w:cstheme="minorHAnsi"/>
                <w:szCs w:val="18"/>
              </w:rPr>
              <w:t xml:space="preserve">stappenplan, extra materialen/(digitale) hulpmiddelen.  </w:t>
            </w:r>
          </w:p>
          <w:p w:rsidR="00050B2B" w:rsidRPr="00A67C0A" w:rsidRDefault="00BE682E" w:rsidP="00E26A8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A</w:t>
            </w:r>
            <w:r w:rsidR="00050B2B" w:rsidRPr="00A67C0A">
              <w:rPr>
                <w:rFonts w:asciiTheme="minorHAnsi" w:hAnsiTheme="minorHAnsi" w:cstheme="minorHAnsi"/>
                <w:szCs w:val="18"/>
              </w:rPr>
              <w:t xml:space="preserve">nalyseert de geplande observatie, </w:t>
            </w:r>
            <w:r w:rsidR="00E26A8B" w:rsidRPr="00A67C0A">
              <w:rPr>
                <w:rFonts w:asciiTheme="minorHAnsi" w:hAnsiTheme="minorHAnsi" w:cstheme="minorHAnsi"/>
                <w:szCs w:val="18"/>
              </w:rPr>
              <w:t xml:space="preserve">methode gebonden toetsen en CITO </w:t>
            </w:r>
            <w:r w:rsidR="00050B2B" w:rsidRPr="00A67C0A">
              <w:rPr>
                <w:rFonts w:asciiTheme="minorHAnsi" w:hAnsiTheme="minorHAnsi" w:cstheme="minorHAnsi"/>
                <w:szCs w:val="18"/>
              </w:rPr>
              <w:t>. Hieruit haalt hij</w:t>
            </w:r>
            <w:r w:rsidR="00C95816" w:rsidRPr="00A67C0A">
              <w:rPr>
                <w:rFonts w:asciiTheme="minorHAnsi" w:hAnsiTheme="minorHAnsi" w:cstheme="minorHAnsi"/>
                <w:szCs w:val="18"/>
              </w:rPr>
              <w:t xml:space="preserve"> met</w:t>
            </w:r>
            <w:r w:rsidR="00050B2B" w:rsidRPr="00A67C0A">
              <w:rPr>
                <w:rFonts w:asciiTheme="minorHAnsi" w:hAnsiTheme="minorHAnsi" w:cstheme="minorHAnsi"/>
                <w:szCs w:val="18"/>
              </w:rPr>
              <w:t xml:space="preserve"> welk onderdeel of onderdelen een leerling moeite heeft. Dit onderdeel of deze onderdelen worden extra aangeboden/geoefend met de leerling(en).</w:t>
            </w:r>
            <w:r w:rsidR="001458B6" w:rsidRPr="00A67C0A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</w:tr>
      <w:tr w:rsidR="00050B2B" w:rsidRPr="00A67C0A" w:rsidTr="00C3633D">
        <w:trPr>
          <w:gridAfter w:val="1"/>
          <w:wAfter w:w="34" w:type="dxa"/>
        </w:trPr>
        <w:tc>
          <w:tcPr>
            <w:tcW w:w="1951" w:type="dxa"/>
            <w:shd w:val="clear" w:color="auto" w:fill="92D050"/>
          </w:tcPr>
          <w:p w:rsidR="00050B2B" w:rsidRPr="00A67C0A" w:rsidRDefault="00050B2B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Pedagogisch</w:t>
            </w:r>
          </w:p>
        </w:tc>
        <w:tc>
          <w:tcPr>
            <w:tcW w:w="7337" w:type="dxa"/>
            <w:gridSpan w:val="2"/>
          </w:tcPr>
          <w:p w:rsidR="0091120A" w:rsidRPr="00A67C0A" w:rsidRDefault="00050B2B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91120A" w:rsidRPr="00A67C0A" w:rsidRDefault="0091120A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Past de principes van betekenisvol en in de context leren toe (leren toepassen van je kennis en vaardigheden in de praktijk of tijdens praktische opdrachten in of vanuit de klas).</w:t>
            </w:r>
          </w:p>
          <w:p w:rsidR="00050B2B" w:rsidRPr="00A67C0A" w:rsidRDefault="00BE682E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G</w:t>
            </w:r>
            <w:r w:rsidR="00050B2B" w:rsidRPr="00A67C0A">
              <w:rPr>
                <w:rFonts w:asciiTheme="minorHAnsi" w:hAnsiTheme="minorHAnsi" w:cstheme="minorHAnsi"/>
                <w:szCs w:val="18"/>
              </w:rPr>
              <w:t>eeft positieve feedback, formuleert gewenst gedrag</w:t>
            </w:r>
            <w:r w:rsidR="00E26A8B" w:rsidRPr="00A67C0A">
              <w:rPr>
                <w:rFonts w:asciiTheme="minorHAnsi" w:hAnsiTheme="minorHAnsi" w:cstheme="minorHAnsi"/>
                <w:szCs w:val="18"/>
              </w:rPr>
              <w:t xml:space="preserve"> (complimenten)</w:t>
            </w:r>
            <w:r w:rsidR="00050B2B" w:rsidRPr="00A67C0A">
              <w:rPr>
                <w:rFonts w:asciiTheme="minorHAnsi" w:hAnsiTheme="minorHAnsi" w:cstheme="minorHAnsi"/>
                <w:szCs w:val="18"/>
              </w:rPr>
              <w:t xml:space="preserve">, heeft aandacht voor het oplossen van conflicten (respectvol omgaan met elkaar)  en/of observeert leerlingen. </w:t>
            </w:r>
          </w:p>
          <w:p w:rsidR="00050B2B" w:rsidRPr="00A67C0A" w:rsidRDefault="00BE682E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S</w:t>
            </w:r>
            <w:r w:rsidR="00050B2B" w:rsidRPr="00A67C0A">
              <w:rPr>
                <w:rFonts w:asciiTheme="minorHAnsi" w:hAnsiTheme="minorHAnsi" w:cstheme="minorHAnsi"/>
                <w:szCs w:val="18"/>
              </w:rPr>
              <w:t>timuleert het samenwerken met andere leerlingen</w:t>
            </w:r>
            <w:r w:rsidR="0043708D" w:rsidRPr="00A67C0A">
              <w:rPr>
                <w:rFonts w:asciiTheme="minorHAnsi" w:hAnsiTheme="minorHAnsi" w:cstheme="minorHAnsi"/>
                <w:szCs w:val="18"/>
              </w:rPr>
              <w:t>.</w:t>
            </w:r>
          </w:p>
          <w:p w:rsidR="0043708D" w:rsidRPr="00A67C0A" w:rsidRDefault="00BE682E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S</w:t>
            </w:r>
            <w:r w:rsidR="0043708D" w:rsidRPr="00A67C0A">
              <w:rPr>
                <w:rFonts w:asciiTheme="minorHAnsi" w:hAnsiTheme="minorHAnsi" w:cstheme="minorHAnsi"/>
                <w:szCs w:val="18"/>
              </w:rPr>
              <w:t xml:space="preserve">timuleert het dragen van eigen verantwoordelijkheid. </w:t>
            </w:r>
          </w:p>
          <w:p w:rsidR="0043708D" w:rsidRPr="00A67C0A" w:rsidRDefault="00BE682E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Hecht waarde aan denkproces /strategieën/eigen mening van de leerling.</w:t>
            </w:r>
          </w:p>
          <w:p w:rsidR="00215E30" w:rsidRPr="00A67C0A" w:rsidRDefault="00BE682E" w:rsidP="00050B2B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H</w:t>
            </w:r>
            <w:r w:rsidR="00215E30" w:rsidRPr="00A67C0A">
              <w:rPr>
                <w:rFonts w:asciiTheme="minorHAnsi" w:hAnsiTheme="minorHAnsi" w:cstheme="minorHAnsi"/>
                <w:szCs w:val="18"/>
              </w:rPr>
              <w:t xml:space="preserve">anteert de gedragscode (‘dichtbij en op afstand’). </w:t>
            </w:r>
          </w:p>
        </w:tc>
      </w:tr>
      <w:tr w:rsidR="00050B2B" w:rsidRPr="00A67C0A" w:rsidTr="00C3633D">
        <w:trPr>
          <w:gridAfter w:val="1"/>
          <w:wAfter w:w="34" w:type="dxa"/>
        </w:trPr>
        <w:tc>
          <w:tcPr>
            <w:tcW w:w="1951" w:type="dxa"/>
            <w:shd w:val="clear" w:color="auto" w:fill="92D050"/>
          </w:tcPr>
          <w:p w:rsidR="00050B2B" w:rsidRPr="00A67C0A" w:rsidRDefault="00050B2B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Klassenmanagement</w:t>
            </w:r>
          </w:p>
        </w:tc>
        <w:tc>
          <w:tcPr>
            <w:tcW w:w="7337" w:type="dxa"/>
            <w:gridSpan w:val="2"/>
          </w:tcPr>
          <w:p w:rsidR="00BE682E" w:rsidRPr="00A67C0A" w:rsidRDefault="00491860" w:rsidP="00491860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De leraar </w:t>
            </w:r>
          </w:p>
          <w:p w:rsidR="00491860" w:rsidRPr="00A67C0A" w:rsidRDefault="00BE682E" w:rsidP="00491860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R</w:t>
            </w:r>
            <w:r w:rsidR="00491860" w:rsidRPr="00A67C0A">
              <w:rPr>
                <w:rFonts w:asciiTheme="minorHAnsi" w:hAnsiTheme="minorHAnsi" w:cstheme="minorHAnsi"/>
                <w:szCs w:val="18"/>
              </w:rPr>
              <w:t>icht het  lokaal/omgeving in aangepast aan de onderwijsbehoefte /veiligheid</w:t>
            </w:r>
            <w:r w:rsidR="00E26A8B" w:rsidRPr="00A67C0A">
              <w:rPr>
                <w:rFonts w:asciiTheme="minorHAnsi" w:hAnsiTheme="minorHAnsi" w:cstheme="minorHAnsi"/>
                <w:szCs w:val="18"/>
              </w:rPr>
              <w:t xml:space="preserve"> /niveau</w:t>
            </w:r>
            <w:r w:rsidR="00491860" w:rsidRPr="00A67C0A">
              <w:rPr>
                <w:rFonts w:asciiTheme="minorHAnsi" w:hAnsiTheme="minorHAnsi" w:cstheme="minorHAnsi"/>
                <w:szCs w:val="18"/>
              </w:rPr>
              <w:t xml:space="preserve"> van de leerling</w:t>
            </w:r>
          </w:p>
          <w:p w:rsidR="00BE682E" w:rsidRPr="00A67C0A" w:rsidRDefault="00BE682E" w:rsidP="00BE682E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Zorgt dat de regels, afspraken, dagprogramma (picto’s/foto’s) op een zichtbare plek in de klas/school hangen.</w:t>
            </w:r>
          </w:p>
          <w:p w:rsidR="00BE682E" w:rsidRPr="00A67C0A" w:rsidRDefault="00BE682E" w:rsidP="00BE682E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Zorgt dat medische gegevens, groepsplannen en (week)planning in de klassenmap of </w:t>
            </w:r>
            <w:r w:rsidR="00E26A8B" w:rsidRPr="00A67C0A">
              <w:rPr>
                <w:rFonts w:asciiTheme="minorHAnsi" w:hAnsiTheme="minorHAnsi" w:cstheme="minorHAnsi"/>
                <w:szCs w:val="18"/>
              </w:rPr>
              <w:t xml:space="preserve">op </w:t>
            </w:r>
            <w:r w:rsidRPr="00A67C0A">
              <w:rPr>
                <w:rFonts w:asciiTheme="minorHAnsi" w:hAnsiTheme="minorHAnsi" w:cstheme="minorHAnsi"/>
                <w:szCs w:val="18"/>
              </w:rPr>
              <w:t>een afgesproken plek liggen.</w:t>
            </w:r>
          </w:p>
          <w:p w:rsidR="00050B2B" w:rsidRPr="00377E53" w:rsidRDefault="00BE682E" w:rsidP="0091120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Z</w:t>
            </w:r>
            <w:r w:rsidR="00050B2B" w:rsidRPr="00A67C0A">
              <w:rPr>
                <w:rFonts w:asciiTheme="minorHAnsi" w:hAnsiTheme="minorHAnsi" w:cstheme="minorHAnsi"/>
                <w:szCs w:val="18"/>
              </w:rPr>
              <w:t xml:space="preserve">orgt voor de inhoud van de les en organisatie van werkvormen (verlengde instructie, </w:t>
            </w:r>
            <w:r w:rsidR="00E26A8B" w:rsidRPr="00A67C0A">
              <w:rPr>
                <w:rFonts w:asciiTheme="minorHAnsi" w:hAnsiTheme="minorHAnsi" w:cstheme="minorHAnsi"/>
                <w:szCs w:val="18"/>
              </w:rPr>
              <w:t xml:space="preserve">om en om instructie, </w:t>
            </w:r>
            <w:r w:rsidR="00050B2B" w:rsidRPr="00A67C0A">
              <w:rPr>
                <w:rFonts w:asciiTheme="minorHAnsi" w:hAnsiTheme="minorHAnsi" w:cstheme="minorHAnsi"/>
                <w:szCs w:val="18"/>
              </w:rPr>
              <w:t xml:space="preserve">instructietafel, </w:t>
            </w:r>
            <w:proofErr w:type="spellStart"/>
            <w:r w:rsidR="00050B2B" w:rsidRPr="00A67C0A">
              <w:rPr>
                <w:rFonts w:asciiTheme="minorHAnsi" w:hAnsiTheme="minorHAnsi" w:cstheme="minorHAnsi"/>
                <w:szCs w:val="18"/>
              </w:rPr>
              <w:t>subgroepjes</w:t>
            </w:r>
            <w:proofErr w:type="spellEnd"/>
            <w:r w:rsidR="00050B2B"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="00050B2B" w:rsidRPr="00A67C0A">
              <w:rPr>
                <w:rFonts w:asciiTheme="minorHAnsi" w:hAnsiTheme="minorHAnsi" w:cstheme="minorHAnsi"/>
                <w:szCs w:val="18"/>
              </w:rPr>
              <w:t>groepsdoorbrekend</w:t>
            </w:r>
            <w:proofErr w:type="spellEnd"/>
            <w:r w:rsidR="00050B2B"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="00050B2B" w:rsidRPr="00A67C0A">
              <w:rPr>
                <w:rFonts w:asciiTheme="minorHAnsi" w:hAnsiTheme="minorHAnsi" w:cstheme="minorHAnsi"/>
                <w:szCs w:val="18"/>
              </w:rPr>
              <w:t>tutoring</w:t>
            </w:r>
            <w:proofErr w:type="spellEnd"/>
            <w:r w:rsidR="00050B2B"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="00050B2B" w:rsidRPr="00A67C0A">
              <w:rPr>
                <w:rFonts w:asciiTheme="minorHAnsi" w:hAnsiTheme="minorHAnsi" w:cstheme="minorHAnsi"/>
                <w:szCs w:val="18"/>
              </w:rPr>
              <w:t>duoleren</w:t>
            </w:r>
            <w:proofErr w:type="spellEnd"/>
            <w:r w:rsidR="00050B2B"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="00050B2B" w:rsidRPr="00A67C0A">
              <w:rPr>
                <w:rFonts w:asciiTheme="minorHAnsi" w:hAnsiTheme="minorHAnsi" w:cstheme="minorHAnsi"/>
                <w:szCs w:val="18"/>
              </w:rPr>
              <w:t>preteaching</w:t>
            </w:r>
            <w:proofErr w:type="spellEnd"/>
            <w:r w:rsidR="00050B2B" w:rsidRPr="00A67C0A">
              <w:rPr>
                <w:rFonts w:asciiTheme="minorHAnsi" w:hAnsiTheme="minorHAnsi" w:cstheme="minorHAnsi"/>
                <w:szCs w:val="18"/>
              </w:rPr>
              <w:t xml:space="preserve">, </w:t>
            </w:r>
            <w:proofErr w:type="spellStart"/>
            <w:r w:rsidR="00050B2B" w:rsidRPr="00A67C0A">
              <w:rPr>
                <w:rFonts w:asciiTheme="minorHAnsi" w:hAnsiTheme="minorHAnsi" w:cstheme="minorHAnsi"/>
                <w:szCs w:val="18"/>
              </w:rPr>
              <w:t>reteaching</w:t>
            </w:r>
            <w:proofErr w:type="spellEnd"/>
            <w:r w:rsidR="00050B2B" w:rsidRPr="00A67C0A">
              <w:rPr>
                <w:rFonts w:asciiTheme="minorHAnsi" w:hAnsiTheme="minorHAnsi" w:cstheme="minorHAnsi"/>
                <w:szCs w:val="18"/>
              </w:rPr>
              <w:t xml:space="preserve">).  </w:t>
            </w:r>
          </w:p>
        </w:tc>
      </w:tr>
      <w:tr w:rsidR="00050B2B" w:rsidRPr="00A67C0A" w:rsidTr="00C3633D">
        <w:trPr>
          <w:gridAfter w:val="1"/>
          <w:wAfter w:w="34" w:type="dxa"/>
        </w:trPr>
        <w:tc>
          <w:tcPr>
            <w:tcW w:w="1951" w:type="dxa"/>
            <w:shd w:val="clear" w:color="auto" w:fill="92D050"/>
          </w:tcPr>
          <w:p w:rsidR="00050B2B" w:rsidRPr="00A67C0A" w:rsidRDefault="00050B2B" w:rsidP="00050B2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A67C0A">
              <w:rPr>
                <w:rFonts w:asciiTheme="minorHAnsi" w:hAnsiTheme="minorHAnsi" w:cstheme="minorHAnsi"/>
                <w:b/>
                <w:szCs w:val="18"/>
              </w:rPr>
              <w:t>Geplande observatie</w:t>
            </w:r>
          </w:p>
        </w:tc>
        <w:tc>
          <w:tcPr>
            <w:tcW w:w="7337" w:type="dxa"/>
            <w:gridSpan w:val="2"/>
          </w:tcPr>
          <w:p w:rsidR="0091120A" w:rsidRPr="00A67C0A" w:rsidRDefault="0091120A" w:rsidP="0091120A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 xml:space="preserve">Na ongeveer vier maanden wordt er bekeken welke doelen al wel/niet behaald zijn. Aan de nog niet behaalde doelen wordt dan in de laatste weken extra aandacht besteed. </w:t>
            </w:r>
          </w:p>
          <w:p w:rsidR="00E453EC" w:rsidRPr="00A67C0A" w:rsidRDefault="005F1791" w:rsidP="00B53086">
            <w:pPr>
              <w:rPr>
                <w:rFonts w:asciiTheme="minorHAnsi" w:hAnsiTheme="minorHAnsi" w:cstheme="minorHAnsi"/>
                <w:szCs w:val="18"/>
              </w:rPr>
            </w:pPr>
            <w:r w:rsidRPr="00A67C0A">
              <w:rPr>
                <w:rFonts w:asciiTheme="minorHAnsi" w:hAnsiTheme="minorHAnsi" w:cstheme="minorHAnsi"/>
                <w:szCs w:val="18"/>
              </w:rPr>
              <w:t>De leraar evalueert aan het einde van de periode (</w:t>
            </w:r>
            <w:proofErr w:type="spellStart"/>
            <w:r w:rsidRPr="00A67C0A">
              <w:rPr>
                <w:rFonts w:asciiTheme="minorHAnsi" w:hAnsiTheme="minorHAnsi" w:cstheme="minorHAnsi"/>
                <w:szCs w:val="18"/>
              </w:rPr>
              <w:t>toetsweken</w:t>
            </w:r>
            <w:proofErr w:type="spellEnd"/>
            <w:r w:rsidRPr="00A67C0A">
              <w:rPr>
                <w:rFonts w:asciiTheme="minorHAnsi" w:hAnsiTheme="minorHAnsi" w:cstheme="minorHAnsi"/>
                <w:szCs w:val="18"/>
              </w:rPr>
              <w:t>)  de hoofddoelen en subdoelen</w:t>
            </w:r>
            <w:r w:rsidR="00B53086">
              <w:rPr>
                <w:rFonts w:asciiTheme="minorHAnsi" w:hAnsiTheme="minorHAnsi" w:cstheme="minorHAnsi"/>
                <w:szCs w:val="18"/>
              </w:rPr>
              <w:t xml:space="preserve"> d.m.v. geplande observatie</w:t>
            </w:r>
            <w:r w:rsidRPr="00A67C0A">
              <w:rPr>
                <w:rFonts w:asciiTheme="minorHAnsi" w:hAnsiTheme="minorHAnsi" w:cstheme="minorHAnsi"/>
                <w:szCs w:val="18"/>
              </w:rPr>
              <w:t xml:space="preserve">. Bij de observaties wordt gebruik gemaakt van het document ‘Criteria doel wel-niet behaald” </w:t>
            </w:r>
            <w:r w:rsidR="00F56573" w:rsidRPr="00A67C0A">
              <w:rPr>
                <w:rFonts w:asciiTheme="minorHAnsi" w:hAnsiTheme="minorHAnsi" w:cstheme="minorHAnsi"/>
                <w:szCs w:val="18"/>
              </w:rPr>
              <w:t xml:space="preserve">. </w:t>
            </w:r>
            <w:r w:rsidR="0091120A" w:rsidRPr="00A67C0A">
              <w:rPr>
                <w:rFonts w:asciiTheme="minorHAnsi" w:hAnsiTheme="minorHAnsi" w:cstheme="minorHAnsi"/>
                <w:szCs w:val="18"/>
              </w:rPr>
              <w:t>Werkt het VSO met modules, kunnen de hoofd- en subdoelen na iedere modul</w:t>
            </w:r>
            <w:r w:rsidR="00BE682E" w:rsidRPr="00A67C0A">
              <w:rPr>
                <w:rFonts w:asciiTheme="minorHAnsi" w:hAnsiTheme="minorHAnsi" w:cstheme="minorHAnsi"/>
                <w:szCs w:val="18"/>
              </w:rPr>
              <w:t>e- periode geëvalueerd worden .</w:t>
            </w:r>
            <w:r w:rsidR="00F56573" w:rsidRPr="00A67C0A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E453EC" w:rsidRPr="00A67C0A">
              <w:rPr>
                <w:rFonts w:asciiTheme="minorHAnsi" w:hAnsiTheme="minorHAnsi" w:cstheme="minorHAnsi"/>
                <w:szCs w:val="18"/>
              </w:rPr>
              <w:t xml:space="preserve">Heeft de leerling 3 van de 5 opgaven goed, is het doel behaald. </w:t>
            </w:r>
          </w:p>
        </w:tc>
      </w:tr>
    </w:tbl>
    <w:p w:rsidR="00050B2B" w:rsidRPr="00A67C0A" w:rsidRDefault="00050B2B" w:rsidP="0043708D">
      <w:pPr>
        <w:rPr>
          <w:rFonts w:asciiTheme="minorHAnsi" w:hAnsiTheme="minorHAnsi" w:cstheme="minorHAnsi"/>
          <w:szCs w:val="18"/>
        </w:rPr>
      </w:pPr>
    </w:p>
    <w:sectPr w:rsidR="00050B2B" w:rsidRPr="00A67C0A" w:rsidSect="00AE1300">
      <w:headerReference w:type="default" r:id="rId7"/>
      <w:footerReference w:type="default" r:id="rId8"/>
      <w:pgSz w:w="11906" w:h="16838"/>
      <w:pgMar w:top="872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E60" w:rsidRDefault="00C63E60">
      <w:pPr>
        <w:spacing w:after="0" w:line="240" w:lineRule="auto"/>
      </w:pPr>
      <w:r>
        <w:separator/>
      </w:r>
    </w:p>
  </w:endnote>
  <w:endnote w:type="continuationSeparator" w:id="0">
    <w:p w:rsidR="00C63E60" w:rsidRDefault="00C6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639338"/>
      <w:docPartObj>
        <w:docPartGallery w:val="Page Numbers (Bottom of Page)"/>
        <w:docPartUnique/>
      </w:docPartObj>
    </w:sdtPr>
    <w:sdtEndPr/>
    <w:sdtContent>
      <w:p w:rsidR="00C63E60" w:rsidRDefault="00C63E6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C25">
          <w:rPr>
            <w:noProof/>
          </w:rPr>
          <w:t>1</w:t>
        </w:r>
        <w:r>
          <w:fldChar w:fldCharType="end"/>
        </w:r>
      </w:p>
    </w:sdtContent>
  </w:sdt>
  <w:p w:rsidR="00C63E60" w:rsidRDefault="00C63E6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E60" w:rsidRDefault="00C63E60">
      <w:pPr>
        <w:spacing w:after="0" w:line="240" w:lineRule="auto"/>
      </w:pPr>
      <w:r>
        <w:separator/>
      </w:r>
    </w:p>
  </w:footnote>
  <w:footnote w:type="continuationSeparator" w:id="0">
    <w:p w:rsidR="00C63E60" w:rsidRDefault="00C63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E60" w:rsidRDefault="00C63E60" w:rsidP="00050B2B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7F852C64" wp14:editId="3304F815">
          <wp:extent cx="1362075" cy="651711"/>
          <wp:effectExtent l="0" t="0" r="0" b="0"/>
          <wp:docPr id="1" name="Afbeelding 1" descr="De Onderwijs specialist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 Onderwijs specialist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6517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091"/>
    <w:rsid w:val="00032521"/>
    <w:rsid w:val="00050B2B"/>
    <w:rsid w:val="00051E03"/>
    <w:rsid w:val="00063563"/>
    <w:rsid w:val="00074FD5"/>
    <w:rsid w:val="000D497C"/>
    <w:rsid w:val="00111D7A"/>
    <w:rsid w:val="001458B6"/>
    <w:rsid w:val="001A59F0"/>
    <w:rsid w:val="001A7531"/>
    <w:rsid w:val="001E1A34"/>
    <w:rsid w:val="001E6F40"/>
    <w:rsid w:val="001F08B0"/>
    <w:rsid w:val="001F2AF5"/>
    <w:rsid w:val="00215E30"/>
    <w:rsid w:val="00227DCF"/>
    <w:rsid w:val="002B180F"/>
    <w:rsid w:val="00316C25"/>
    <w:rsid w:val="00325429"/>
    <w:rsid w:val="00374F44"/>
    <w:rsid w:val="00377E53"/>
    <w:rsid w:val="003B68B3"/>
    <w:rsid w:val="00412091"/>
    <w:rsid w:val="0042592E"/>
    <w:rsid w:val="0043708D"/>
    <w:rsid w:val="00491860"/>
    <w:rsid w:val="004E5E1C"/>
    <w:rsid w:val="00507B8E"/>
    <w:rsid w:val="005147E3"/>
    <w:rsid w:val="00524F01"/>
    <w:rsid w:val="0054524B"/>
    <w:rsid w:val="005B4B1B"/>
    <w:rsid w:val="005F1791"/>
    <w:rsid w:val="005F3016"/>
    <w:rsid w:val="00602F3C"/>
    <w:rsid w:val="0063222D"/>
    <w:rsid w:val="00667744"/>
    <w:rsid w:val="00674C7D"/>
    <w:rsid w:val="006B243A"/>
    <w:rsid w:val="006B54B2"/>
    <w:rsid w:val="006D3146"/>
    <w:rsid w:val="006E0814"/>
    <w:rsid w:val="006E6BA9"/>
    <w:rsid w:val="006F33A8"/>
    <w:rsid w:val="006F5263"/>
    <w:rsid w:val="0071387A"/>
    <w:rsid w:val="00745B5C"/>
    <w:rsid w:val="00753A13"/>
    <w:rsid w:val="0076538E"/>
    <w:rsid w:val="00772522"/>
    <w:rsid w:val="00793CBA"/>
    <w:rsid w:val="008052A8"/>
    <w:rsid w:val="0081436F"/>
    <w:rsid w:val="00856965"/>
    <w:rsid w:val="00863E8C"/>
    <w:rsid w:val="0088126B"/>
    <w:rsid w:val="00893B68"/>
    <w:rsid w:val="008B620C"/>
    <w:rsid w:val="008E356C"/>
    <w:rsid w:val="008E5245"/>
    <w:rsid w:val="009001E5"/>
    <w:rsid w:val="0091120A"/>
    <w:rsid w:val="00927F57"/>
    <w:rsid w:val="009B409F"/>
    <w:rsid w:val="009B6161"/>
    <w:rsid w:val="009D3006"/>
    <w:rsid w:val="009D35C8"/>
    <w:rsid w:val="009E7DD3"/>
    <w:rsid w:val="00A27AF9"/>
    <w:rsid w:val="00A4166B"/>
    <w:rsid w:val="00A44553"/>
    <w:rsid w:val="00A67C0A"/>
    <w:rsid w:val="00A9366C"/>
    <w:rsid w:val="00AA292C"/>
    <w:rsid w:val="00AC0FC9"/>
    <w:rsid w:val="00AC7A2C"/>
    <w:rsid w:val="00AE1300"/>
    <w:rsid w:val="00B02F50"/>
    <w:rsid w:val="00B274BA"/>
    <w:rsid w:val="00B32C5D"/>
    <w:rsid w:val="00B36EDD"/>
    <w:rsid w:val="00B53086"/>
    <w:rsid w:val="00B70F7A"/>
    <w:rsid w:val="00B829D1"/>
    <w:rsid w:val="00BD0F54"/>
    <w:rsid w:val="00BD3B98"/>
    <w:rsid w:val="00BE682E"/>
    <w:rsid w:val="00C24F84"/>
    <w:rsid w:val="00C3633D"/>
    <w:rsid w:val="00C63E60"/>
    <w:rsid w:val="00C735C2"/>
    <w:rsid w:val="00C95816"/>
    <w:rsid w:val="00CA3402"/>
    <w:rsid w:val="00CF1CCB"/>
    <w:rsid w:val="00D073D4"/>
    <w:rsid w:val="00D13BCD"/>
    <w:rsid w:val="00D51771"/>
    <w:rsid w:val="00D60133"/>
    <w:rsid w:val="00DB2F59"/>
    <w:rsid w:val="00DD1042"/>
    <w:rsid w:val="00DE6641"/>
    <w:rsid w:val="00DF590C"/>
    <w:rsid w:val="00E26A8B"/>
    <w:rsid w:val="00E36CCD"/>
    <w:rsid w:val="00E44B92"/>
    <w:rsid w:val="00E453EC"/>
    <w:rsid w:val="00E46B17"/>
    <w:rsid w:val="00E608C2"/>
    <w:rsid w:val="00E61F55"/>
    <w:rsid w:val="00EA1100"/>
    <w:rsid w:val="00EC563B"/>
    <w:rsid w:val="00EC7076"/>
    <w:rsid w:val="00ED58D5"/>
    <w:rsid w:val="00F340E2"/>
    <w:rsid w:val="00F56573"/>
    <w:rsid w:val="00F652AF"/>
    <w:rsid w:val="00F8628E"/>
    <w:rsid w:val="00FA76F1"/>
    <w:rsid w:val="00FB153B"/>
    <w:rsid w:val="00FB39CB"/>
    <w:rsid w:val="00FC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B153B"/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12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12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2091"/>
    <w:rPr>
      <w:rFonts w:ascii="Verdana" w:hAnsi="Verdana"/>
      <w:sz w:val="18"/>
    </w:rPr>
  </w:style>
  <w:style w:type="paragraph" w:styleId="Geenafstand">
    <w:name w:val="No Spacing"/>
    <w:uiPriority w:val="1"/>
    <w:qFormat/>
    <w:rsid w:val="00412091"/>
    <w:pPr>
      <w:spacing w:after="0" w:line="240" w:lineRule="auto"/>
    </w:pPr>
    <w:rPr>
      <w:rFonts w:ascii="Verdana" w:hAnsi="Verdana"/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12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12091"/>
    <w:rPr>
      <w:rFonts w:ascii="Tahoma" w:hAnsi="Tahoma" w:cs="Tahoma"/>
      <w:sz w:val="16"/>
      <w:szCs w:val="16"/>
    </w:rPr>
  </w:style>
  <w:style w:type="paragraph" w:styleId="Voettekst">
    <w:name w:val="footer"/>
    <w:basedOn w:val="Standaard"/>
    <w:link w:val="VoettekstChar"/>
    <w:uiPriority w:val="99"/>
    <w:unhideWhenUsed/>
    <w:rsid w:val="00D51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51771"/>
    <w:rPr>
      <w:rFonts w:ascii="Verdana" w:hAnsi="Verdana"/>
      <w:sz w:val="18"/>
    </w:rPr>
  </w:style>
  <w:style w:type="character" w:styleId="Hyperlink">
    <w:name w:val="Hyperlink"/>
    <w:basedOn w:val="Standaardalinea-lettertype"/>
    <w:uiPriority w:val="99"/>
    <w:unhideWhenUsed/>
    <w:rsid w:val="00A67C0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E7DD3"/>
    <w:rPr>
      <w:color w:val="800080" w:themeColor="followedHyperlink"/>
      <w:u w:val="single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36EDD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36ED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B153B"/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12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12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2091"/>
    <w:rPr>
      <w:rFonts w:ascii="Verdana" w:hAnsi="Verdana"/>
      <w:sz w:val="18"/>
    </w:rPr>
  </w:style>
  <w:style w:type="paragraph" w:styleId="Geenafstand">
    <w:name w:val="No Spacing"/>
    <w:uiPriority w:val="1"/>
    <w:qFormat/>
    <w:rsid w:val="00412091"/>
    <w:pPr>
      <w:spacing w:after="0" w:line="240" w:lineRule="auto"/>
    </w:pPr>
    <w:rPr>
      <w:rFonts w:ascii="Verdana" w:hAnsi="Verdana"/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12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12091"/>
    <w:rPr>
      <w:rFonts w:ascii="Tahoma" w:hAnsi="Tahoma" w:cs="Tahoma"/>
      <w:sz w:val="16"/>
      <w:szCs w:val="16"/>
    </w:rPr>
  </w:style>
  <w:style w:type="paragraph" w:styleId="Voettekst">
    <w:name w:val="footer"/>
    <w:basedOn w:val="Standaard"/>
    <w:link w:val="VoettekstChar"/>
    <w:uiPriority w:val="99"/>
    <w:unhideWhenUsed/>
    <w:rsid w:val="00D51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51771"/>
    <w:rPr>
      <w:rFonts w:ascii="Verdana" w:hAnsi="Verdana"/>
      <w:sz w:val="18"/>
    </w:rPr>
  </w:style>
  <w:style w:type="character" w:styleId="Hyperlink">
    <w:name w:val="Hyperlink"/>
    <w:basedOn w:val="Standaardalinea-lettertype"/>
    <w:uiPriority w:val="99"/>
    <w:unhideWhenUsed/>
    <w:rsid w:val="00A67C0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E7DD3"/>
    <w:rPr>
      <w:color w:val="800080" w:themeColor="followedHyperlink"/>
      <w:u w:val="single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36EDD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36ED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1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97CDE63A</Template>
  <TotalTime>86</TotalTime>
  <Pages>12</Pages>
  <Words>7194</Words>
  <Characters>39572</Characters>
  <Application>Microsoft Office Word</Application>
  <DocSecurity>0</DocSecurity>
  <Lines>329</Lines>
  <Paragraphs>93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46673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Gerritsen, Marjolijn</dc:creator>
  <cp:lastModifiedBy>Berg, Anja van den</cp:lastModifiedBy>
  <cp:revision>25</cp:revision>
  <dcterms:created xsi:type="dcterms:W3CDTF">2016-09-27T14:16:00Z</dcterms:created>
  <dcterms:modified xsi:type="dcterms:W3CDTF">2016-10-03T10:03:00Z</dcterms:modified>
</cp:coreProperties>
</file>