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429" w:rsidRPr="00311590" w:rsidRDefault="003D6429" w:rsidP="003D6429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Les 1 N3 en 4</w:t>
      </w:r>
    </w:p>
    <w:p w:rsidR="003D6429" w:rsidRDefault="003D6429" w:rsidP="003D6429">
      <w:pPr>
        <w:rPr>
          <w:rFonts w:cs="Arial"/>
          <w:sz w:val="24"/>
          <w:szCs w:val="24"/>
        </w:rPr>
      </w:pPr>
      <w:r w:rsidRPr="00311590">
        <w:rPr>
          <w:rFonts w:cs="Arial"/>
          <w:sz w:val="24"/>
          <w:szCs w:val="24"/>
        </w:rPr>
        <w:t>Opdrachten Plantenfysiologie, plantenweefsels</w:t>
      </w:r>
    </w:p>
    <w:p w:rsidR="003D6429" w:rsidRDefault="003D6429" w:rsidP="003D6429">
      <w:pPr>
        <w:rPr>
          <w:rFonts w:cs="Arial"/>
          <w:sz w:val="24"/>
          <w:szCs w:val="24"/>
        </w:rPr>
      </w:pPr>
    </w:p>
    <w:p w:rsidR="003D6429" w:rsidRDefault="00350AE6" w:rsidP="00350AE6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 w:rsidRPr="00350AE6">
        <w:rPr>
          <w:rFonts w:cs="Arial"/>
          <w:sz w:val="24"/>
          <w:szCs w:val="24"/>
        </w:rPr>
        <w:t>Schrijf de 3 type plantenweefsel op</w:t>
      </w:r>
    </w:p>
    <w:p w:rsidR="00350AE6" w:rsidRPr="00350AE6" w:rsidRDefault="00350AE6" w:rsidP="00350AE6">
      <w:pPr>
        <w:pStyle w:val="Lijstalinea"/>
        <w:ind w:left="1065"/>
        <w:rPr>
          <w:rFonts w:cs="Arial"/>
          <w:sz w:val="24"/>
          <w:szCs w:val="24"/>
        </w:rPr>
      </w:pPr>
    </w:p>
    <w:p w:rsidR="00350AE6" w:rsidRDefault="00350AE6" w:rsidP="00350AE6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Schrijf de 3 type huidweefsel op</w:t>
      </w:r>
    </w:p>
    <w:p w:rsidR="00350AE6" w:rsidRPr="00350AE6" w:rsidRDefault="00350AE6" w:rsidP="00350AE6">
      <w:pPr>
        <w:pStyle w:val="Lijstalinea"/>
        <w:rPr>
          <w:rFonts w:cs="Arial"/>
          <w:sz w:val="24"/>
          <w:szCs w:val="24"/>
        </w:rPr>
      </w:pPr>
    </w:p>
    <w:p w:rsidR="00350AE6" w:rsidRDefault="00350AE6" w:rsidP="00350AE6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Wat is de functie van cuticula</w:t>
      </w:r>
    </w:p>
    <w:p w:rsidR="00350AE6" w:rsidRPr="00350AE6" w:rsidRDefault="00350AE6" w:rsidP="00350AE6">
      <w:pPr>
        <w:pStyle w:val="Lijstalinea"/>
        <w:rPr>
          <w:rFonts w:cs="Arial"/>
          <w:sz w:val="24"/>
          <w:szCs w:val="24"/>
        </w:rPr>
      </w:pPr>
    </w:p>
    <w:p w:rsidR="00350AE6" w:rsidRDefault="00350AE6" w:rsidP="00350AE6">
      <w:pPr>
        <w:pStyle w:val="Lijstalinea"/>
        <w:numPr>
          <w:ilvl w:val="0"/>
          <w:numId w:val="1"/>
        </w:num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Wanneer spreken we van epidermis en wanneer van periderm</w:t>
      </w:r>
    </w:p>
    <w:p w:rsidR="0097021E" w:rsidRPr="001A4CE7" w:rsidRDefault="0097021E" w:rsidP="001A4CE7">
      <w:pPr>
        <w:rPr>
          <w:rFonts w:cs="Arial"/>
          <w:sz w:val="24"/>
          <w:szCs w:val="24"/>
        </w:rPr>
      </w:pPr>
    </w:p>
    <w:p w:rsidR="0097021E" w:rsidRDefault="000333CC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="0097021E">
        <w:rPr>
          <w:rFonts w:cs="Arial"/>
          <w:sz w:val="24"/>
          <w:szCs w:val="24"/>
        </w:rPr>
        <w:t>a</w:t>
      </w:r>
      <w:r w:rsidR="0097021E">
        <w:rPr>
          <w:rFonts w:cs="Arial"/>
          <w:sz w:val="24"/>
          <w:szCs w:val="24"/>
        </w:rPr>
        <w:tab/>
        <w:t>Schrijf 2 type transportvaten van de plant op</w:t>
      </w:r>
    </w:p>
    <w:p w:rsidR="009B5D7F" w:rsidRDefault="009B5D7F" w:rsidP="0097021E">
      <w:pPr>
        <w:rPr>
          <w:rFonts w:cs="Arial"/>
          <w:sz w:val="24"/>
          <w:szCs w:val="24"/>
        </w:rPr>
      </w:pPr>
    </w:p>
    <w:p w:rsidR="0097021E" w:rsidRDefault="000333CC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="0097021E">
        <w:rPr>
          <w:rFonts w:cs="Arial"/>
          <w:sz w:val="24"/>
          <w:szCs w:val="24"/>
        </w:rPr>
        <w:t>b</w:t>
      </w:r>
      <w:r w:rsidR="0097021E">
        <w:rPr>
          <w:rFonts w:cs="Arial"/>
          <w:sz w:val="24"/>
          <w:szCs w:val="24"/>
        </w:rPr>
        <w:tab/>
        <w:t>Wat wordt er in elk vat vervoerd</w:t>
      </w:r>
    </w:p>
    <w:p w:rsidR="001A4CE7" w:rsidRDefault="001A4CE7" w:rsidP="0097021E">
      <w:pPr>
        <w:rPr>
          <w:rFonts w:cs="Arial"/>
          <w:sz w:val="24"/>
          <w:szCs w:val="24"/>
        </w:rPr>
      </w:pPr>
    </w:p>
    <w:p w:rsidR="0097021E" w:rsidRDefault="000333CC" w:rsidP="0097021E">
      <w:pPr>
        <w:ind w:left="705" w:hanging="70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5</w:t>
      </w:r>
      <w:r w:rsidR="0097021E">
        <w:rPr>
          <w:rFonts w:cs="Arial"/>
          <w:sz w:val="24"/>
          <w:szCs w:val="24"/>
        </w:rPr>
        <w:t>c</w:t>
      </w:r>
      <w:r w:rsidR="0097021E">
        <w:rPr>
          <w:rFonts w:cs="Arial"/>
          <w:sz w:val="24"/>
          <w:szCs w:val="24"/>
        </w:rPr>
        <w:tab/>
        <w:t>Geef de plaats van de vaten aan in de stengel en het blad. Gebruik de termen binnen, buiten, onder, boven.</w:t>
      </w:r>
    </w:p>
    <w:p w:rsidR="001A4CE7" w:rsidRDefault="001A4CE7" w:rsidP="0097021E">
      <w:pPr>
        <w:ind w:left="705" w:hanging="705"/>
        <w:rPr>
          <w:rFonts w:cs="Arial"/>
          <w:sz w:val="24"/>
          <w:szCs w:val="24"/>
        </w:rPr>
      </w:pPr>
    </w:p>
    <w:p w:rsidR="001A4CE7" w:rsidRDefault="000333CC" w:rsidP="0097021E">
      <w:pPr>
        <w:ind w:left="705" w:hanging="70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7</w:t>
      </w:r>
      <w:r>
        <w:rPr>
          <w:rFonts w:cs="Arial"/>
          <w:sz w:val="24"/>
          <w:szCs w:val="24"/>
        </w:rPr>
        <w:tab/>
        <w:t>Geef in de figuur aan waar periderm, houtvaten en bastvaten zich bevinden</w:t>
      </w:r>
    </w:p>
    <w:p w:rsidR="0097021E" w:rsidRDefault="0097021E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  <w:r w:rsidR="001A4CE7"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2847975" cy="2114550"/>
            <wp:effectExtent l="0" t="0" r="9525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D7F" w:rsidRDefault="009B5D7F" w:rsidP="0097021E">
      <w:pPr>
        <w:rPr>
          <w:rFonts w:cs="Arial"/>
          <w:sz w:val="24"/>
          <w:szCs w:val="24"/>
        </w:rPr>
      </w:pPr>
    </w:p>
    <w:p w:rsidR="000333CC" w:rsidRDefault="000333CC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8a</w:t>
      </w:r>
      <w:r>
        <w:rPr>
          <w:rFonts w:cs="Arial"/>
          <w:sz w:val="24"/>
          <w:szCs w:val="24"/>
        </w:rPr>
        <w:tab/>
        <w:t>Welke 3 grondweefsels zijn er?</w:t>
      </w:r>
    </w:p>
    <w:p w:rsidR="009B5D7F" w:rsidRDefault="009B5D7F" w:rsidP="0097021E">
      <w:pPr>
        <w:rPr>
          <w:rFonts w:cs="Arial"/>
          <w:sz w:val="24"/>
          <w:szCs w:val="24"/>
        </w:rPr>
      </w:pPr>
    </w:p>
    <w:p w:rsidR="000333CC" w:rsidRDefault="000333CC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8b</w:t>
      </w:r>
      <w:r>
        <w:rPr>
          <w:rFonts w:cs="Arial"/>
          <w:sz w:val="24"/>
          <w:szCs w:val="24"/>
        </w:rPr>
        <w:tab/>
        <w:t>Schrijf de verschillen tussen die weefsels op</w:t>
      </w:r>
    </w:p>
    <w:p w:rsidR="009B5D7F" w:rsidRDefault="009B5D7F" w:rsidP="0097021E">
      <w:pPr>
        <w:rPr>
          <w:rFonts w:cs="Arial"/>
          <w:sz w:val="24"/>
          <w:szCs w:val="24"/>
        </w:rPr>
      </w:pPr>
      <w:bookmarkStart w:id="0" w:name="_GoBack"/>
      <w:bookmarkEnd w:id="0"/>
    </w:p>
    <w:p w:rsidR="009B5D7F" w:rsidRDefault="009B5D7F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lastRenderedPageBreak/>
        <w:t>9</w:t>
      </w:r>
      <w:r>
        <w:rPr>
          <w:rFonts w:cs="Arial"/>
          <w:sz w:val="24"/>
          <w:szCs w:val="24"/>
        </w:rPr>
        <w:tab/>
        <w:t>Zet in de figuur de namen bij de streepjes</w:t>
      </w:r>
    </w:p>
    <w:p w:rsidR="000333CC" w:rsidRPr="0097021E" w:rsidRDefault="009B5D7F" w:rsidP="0097021E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</w:t>
      </w:r>
    </w:p>
    <w:p w:rsidR="0097021E" w:rsidRPr="0097021E" w:rsidRDefault="009B5D7F" w:rsidP="0097021E">
      <w:pPr>
        <w:pStyle w:val="Lijstalinea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nl-NL"/>
        </w:rPr>
        <w:drawing>
          <wp:inline distT="0" distB="0" distL="0" distR="0">
            <wp:extent cx="5086350" cy="3895725"/>
            <wp:effectExtent l="0" t="0" r="0" b="952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89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21E" w:rsidRPr="0097021E" w:rsidRDefault="0097021E" w:rsidP="0097021E">
      <w:pPr>
        <w:rPr>
          <w:rFonts w:cs="Arial"/>
          <w:sz w:val="24"/>
          <w:szCs w:val="24"/>
        </w:rPr>
      </w:pPr>
    </w:p>
    <w:p w:rsidR="0097021E" w:rsidRPr="0097021E" w:rsidRDefault="0097021E" w:rsidP="0097021E">
      <w:pPr>
        <w:pStyle w:val="Lijstalinea"/>
        <w:rPr>
          <w:rFonts w:cs="Arial"/>
          <w:sz w:val="24"/>
          <w:szCs w:val="24"/>
        </w:rPr>
      </w:pPr>
    </w:p>
    <w:p w:rsidR="0097021E" w:rsidRPr="0097021E" w:rsidRDefault="0097021E" w:rsidP="0097021E">
      <w:pPr>
        <w:ind w:left="705" w:hanging="70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:rsidR="0097021E" w:rsidRPr="0097021E" w:rsidRDefault="0097021E" w:rsidP="0097021E">
      <w:pPr>
        <w:pStyle w:val="Lijstalinea"/>
        <w:rPr>
          <w:rFonts w:cs="Arial"/>
          <w:sz w:val="24"/>
          <w:szCs w:val="24"/>
        </w:rPr>
      </w:pPr>
    </w:p>
    <w:p w:rsidR="0097021E" w:rsidRPr="0097021E" w:rsidRDefault="0097021E" w:rsidP="0097021E">
      <w:pPr>
        <w:rPr>
          <w:rFonts w:cs="Arial"/>
          <w:sz w:val="24"/>
          <w:szCs w:val="24"/>
        </w:rPr>
      </w:pPr>
    </w:p>
    <w:p w:rsidR="001B5526" w:rsidRDefault="001B5526"/>
    <w:sectPr w:rsidR="001B55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2C2591"/>
    <w:multiLevelType w:val="hybridMultilevel"/>
    <w:tmpl w:val="F4723DC8"/>
    <w:lvl w:ilvl="0" w:tplc="7C7E5FE2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429"/>
    <w:rsid w:val="000333CC"/>
    <w:rsid w:val="001A4CE7"/>
    <w:rsid w:val="001B5526"/>
    <w:rsid w:val="00350AE6"/>
    <w:rsid w:val="003D6429"/>
    <w:rsid w:val="0097021E"/>
    <w:rsid w:val="009B5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B066A"/>
  <w15:chartTrackingRefBased/>
  <w15:docId w15:val="{D8FE579B-318F-469E-8E27-318D5974B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D642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50A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D92225EA</Template>
  <TotalTime>113</TotalTime>
  <Pages>2</Pages>
  <Words>98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Tanja Zeeman</cp:lastModifiedBy>
  <cp:revision>2</cp:revision>
  <dcterms:created xsi:type="dcterms:W3CDTF">2017-12-20T14:41:00Z</dcterms:created>
  <dcterms:modified xsi:type="dcterms:W3CDTF">2017-12-21T10:16:00Z</dcterms:modified>
</cp:coreProperties>
</file>