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A03" w:rsidRPr="00311590" w:rsidRDefault="00651A03" w:rsidP="00651A03">
      <w:pPr>
        <w:rPr>
          <w:rFonts w:cs="Arial"/>
          <w:sz w:val="24"/>
          <w:szCs w:val="24"/>
        </w:rPr>
      </w:pPr>
      <w:r w:rsidRPr="00311590">
        <w:rPr>
          <w:rFonts w:cs="Arial"/>
          <w:sz w:val="24"/>
          <w:szCs w:val="24"/>
        </w:rPr>
        <w:t>Les 1 N2</w:t>
      </w:r>
    </w:p>
    <w:p w:rsidR="001B5526" w:rsidRPr="00311590" w:rsidRDefault="00651A03" w:rsidP="00651A03">
      <w:pPr>
        <w:rPr>
          <w:rFonts w:cs="Arial"/>
          <w:sz w:val="24"/>
          <w:szCs w:val="24"/>
        </w:rPr>
      </w:pPr>
      <w:r w:rsidRPr="00311590">
        <w:rPr>
          <w:rFonts w:cs="Arial"/>
          <w:sz w:val="24"/>
          <w:szCs w:val="24"/>
        </w:rPr>
        <w:t>Opdrachten Plantenfysiologie, plantenweefsels</w:t>
      </w:r>
    </w:p>
    <w:p w:rsidR="00651A03" w:rsidRDefault="00651A03" w:rsidP="00651A03">
      <w:pPr>
        <w:rPr>
          <w:rFonts w:cs="Arial"/>
          <w:sz w:val="24"/>
          <w:szCs w:val="24"/>
        </w:rPr>
      </w:pPr>
    </w:p>
    <w:p w:rsidR="00311590" w:rsidRDefault="00311590" w:rsidP="00311590">
      <w:pPr>
        <w:pStyle w:val="Lijstalinea"/>
        <w:numPr>
          <w:ilvl w:val="0"/>
          <w:numId w:val="2"/>
        </w:numPr>
        <w:rPr>
          <w:rFonts w:cs="Arial"/>
          <w:sz w:val="24"/>
          <w:szCs w:val="24"/>
        </w:rPr>
      </w:pPr>
      <w:r w:rsidRPr="00311590">
        <w:rPr>
          <w:rFonts w:cs="Arial"/>
          <w:sz w:val="24"/>
          <w:szCs w:val="24"/>
        </w:rPr>
        <w:t>Zijn alle weefsels hetzelfde?</w:t>
      </w:r>
    </w:p>
    <w:p w:rsidR="001B5B40" w:rsidRPr="00311590" w:rsidRDefault="001B5B40" w:rsidP="001B5B40">
      <w:pPr>
        <w:pStyle w:val="Lijstalinea"/>
        <w:ind w:left="1065"/>
        <w:rPr>
          <w:rFonts w:cs="Arial"/>
          <w:sz w:val="24"/>
          <w:szCs w:val="24"/>
        </w:rPr>
      </w:pPr>
    </w:p>
    <w:p w:rsidR="001B5B40" w:rsidRDefault="00311590" w:rsidP="001B5B40">
      <w:pPr>
        <w:pStyle w:val="Lijstalinea"/>
        <w:numPr>
          <w:ilvl w:val="0"/>
          <w:numId w:val="2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Schrijf 3 verschillende plantenweefsels op.</w:t>
      </w:r>
    </w:p>
    <w:p w:rsidR="001B5B40" w:rsidRPr="001B5B40" w:rsidRDefault="001B5B40" w:rsidP="001B5B40">
      <w:pPr>
        <w:pStyle w:val="Lijstalinea"/>
        <w:rPr>
          <w:rFonts w:cs="Arial"/>
          <w:sz w:val="24"/>
          <w:szCs w:val="24"/>
        </w:rPr>
      </w:pPr>
    </w:p>
    <w:p w:rsidR="001B5B40" w:rsidRPr="001B5B40" w:rsidRDefault="001B5B40" w:rsidP="001B5B40">
      <w:pPr>
        <w:pStyle w:val="Lijstalinea"/>
        <w:ind w:left="1065"/>
        <w:rPr>
          <w:rFonts w:cs="Arial"/>
          <w:sz w:val="24"/>
          <w:szCs w:val="24"/>
        </w:rPr>
      </w:pPr>
    </w:p>
    <w:p w:rsidR="00311590" w:rsidRDefault="00311590" w:rsidP="00311590">
      <w:pPr>
        <w:pStyle w:val="Lijstalinea"/>
        <w:numPr>
          <w:ilvl w:val="0"/>
          <w:numId w:val="2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Schrijf de 3 soorten huidweefsel </w:t>
      </w:r>
      <w:r w:rsidR="001B5B40">
        <w:rPr>
          <w:rFonts w:cs="Arial"/>
          <w:sz w:val="24"/>
          <w:szCs w:val="24"/>
        </w:rPr>
        <w:t>op.</w:t>
      </w:r>
    </w:p>
    <w:p w:rsidR="001B5B40" w:rsidRDefault="001B5B40" w:rsidP="001B5B40">
      <w:pPr>
        <w:pStyle w:val="Lijstalinea"/>
        <w:ind w:left="1065"/>
        <w:rPr>
          <w:rFonts w:cs="Arial"/>
          <w:sz w:val="24"/>
          <w:szCs w:val="24"/>
        </w:rPr>
      </w:pPr>
    </w:p>
    <w:p w:rsidR="001B5B40" w:rsidRDefault="001B5B40" w:rsidP="001B5B40">
      <w:pPr>
        <w:pStyle w:val="Lijstalinea"/>
        <w:ind w:left="1065"/>
        <w:rPr>
          <w:rFonts w:cs="Arial"/>
          <w:sz w:val="24"/>
          <w:szCs w:val="24"/>
        </w:rPr>
      </w:pPr>
    </w:p>
    <w:p w:rsidR="00651A03" w:rsidRDefault="001B5B40" w:rsidP="00651A03">
      <w:pPr>
        <w:pStyle w:val="Lijstalinea"/>
        <w:numPr>
          <w:ilvl w:val="0"/>
          <w:numId w:val="2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Schrijf de namen van de nummers in de onderstaande tekening op</w:t>
      </w:r>
    </w:p>
    <w:p w:rsidR="001B5B40" w:rsidRPr="001B5B40" w:rsidRDefault="001B5B40" w:rsidP="001B5B40">
      <w:pPr>
        <w:pStyle w:val="Lijstalinea"/>
        <w:ind w:left="1065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nl-NL"/>
        </w:rPr>
        <w:drawing>
          <wp:inline distT="0" distB="0" distL="0" distR="0">
            <wp:extent cx="4914900" cy="3952875"/>
            <wp:effectExtent l="0" t="0" r="0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B40" w:rsidRDefault="001B5B40" w:rsidP="00651A03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  <w:r w:rsidR="00555B79" w:rsidRPr="00311590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1---------------------------------------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5--------------------------------------------</w:t>
      </w:r>
    </w:p>
    <w:p w:rsidR="001B5B40" w:rsidRDefault="00555B79" w:rsidP="00651A03">
      <w:pPr>
        <w:rPr>
          <w:rFonts w:cs="Arial"/>
          <w:sz w:val="24"/>
          <w:szCs w:val="24"/>
        </w:rPr>
      </w:pPr>
      <w:r w:rsidRPr="00311590">
        <w:rPr>
          <w:rFonts w:cs="Arial"/>
          <w:sz w:val="24"/>
          <w:szCs w:val="24"/>
        </w:rPr>
        <w:tab/>
      </w:r>
      <w:r w:rsidR="001B5B40">
        <w:rPr>
          <w:rFonts w:cs="Arial"/>
          <w:sz w:val="24"/>
          <w:szCs w:val="24"/>
        </w:rPr>
        <w:t>2----------------------------------------</w:t>
      </w:r>
      <w:r w:rsidR="001B5B40">
        <w:rPr>
          <w:rFonts w:cs="Arial"/>
          <w:sz w:val="24"/>
          <w:szCs w:val="24"/>
        </w:rPr>
        <w:tab/>
      </w:r>
      <w:r w:rsidR="001B5B40">
        <w:rPr>
          <w:rFonts w:cs="Arial"/>
          <w:sz w:val="24"/>
          <w:szCs w:val="24"/>
        </w:rPr>
        <w:tab/>
        <w:t>6--------------------------------------------</w:t>
      </w:r>
    </w:p>
    <w:p w:rsidR="001B5B40" w:rsidRDefault="001B5B40" w:rsidP="00651A03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3----------------------------------------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7--------------------------------------------</w:t>
      </w:r>
    </w:p>
    <w:p w:rsidR="001B5B40" w:rsidRDefault="001B5B40" w:rsidP="00651A03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>4----------------------------------------</w:t>
      </w:r>
      <w:r>
        <w:rPr>
          <w:rFonts w:cs="Arial"/>
          <w:sz w:val="24"/>
          <w:szCs w:val="24"/>
        </w:rPr>
        <w:tab/>
      </w:r>
    </w:p>
    <w:p w:rsidR="007D4787" w:rsidRDefault="007D4787" w:rsidP="00651A03">
      <w:pPr>
        <w:rPr>
          <w:rFonts w:cs="Arial"/>
          <w:sz w:val="24"/>
          <w:szCs w:val="24"/>
        </w:rPr>
      </w:pPr>
    </w:p>
    <w:p w:rsidR="007D4787" w:rsidRDefault="007D4787" w:rsidP="007D4787">
      <w:pPr>
        <w:pStyle w:val="Lijstalinea"/>
        <w:numPr>
          <w:ilvl w:val="0"/>
          <w:numId w:val="2"/>
        </w:numPr>
        <w:rPr>
          <w:rFonts w:cs="Arial"/>
          <w:sz w:val="24"/>
          <w:szCs w:val="24"/>
        </w:rPr>
      </w:pPr>
      <w:r w:rsidRPr="007D4787">
        <w:rPr>
          <w:rFonts w:cs="Arial"/>
          <w:sz w:val="24"/>
          <w:szCs w:val="24"/>
        </w:rPr>
        <w:t>Hoe heten de 2 transportvaten?</w:t>
      </w:r>
    </w:p>
    <w:p w:rsidR="004D6221" w:rsidRPr="007D4787" w:rsidRDefault="004D6221" w:rsidP="004D6221">
      <w:pPr>
        <w:pStyle w:val="Lijstalinea"/>
        <w:ind w:left="1065"/>
        <w:rPr>
          <w:rFonts w:cs="Arial"/>
          <w:sz w:val="24"/>
          <w:szCs w:val="24"/>
        </w:rPr>
      </w:pPr>
    </w:p>
    <w:p w:rsidR="00651A03" w:rsidRDefault="007D4787" w:rsidP="00651A03">
      <w:pPr>
        <w:pStyle w:val="Lijstalinea"/>
        <w:numPr>
          <w:ilvl w:val="0"/>
          <w:numId w:val="2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Welke vaten zijn dood en welke hebben levende cellen?</w:t>
      </w:r>
    </w:p>
    <w:p w:rsidR="004D6221" w:rsidRPr="004D6221" w:rsidRDefault="004D6221" w:rsidP="004D6221">
      <w:pPr>
        <w:pStyle w:val="Lijstalinea"/>
        <w:rPr>
          <w:rFonts w:cs="Arial"/>
          <w:sz w:val="24"/>
          <w:szCs w:val="24"/>
        </w:rPr>
      </w:pPr>
    </w:p>
    <w:p w:rsidR="004D6221" w:rsidRDefault="004D6221" w:rsidP="004D6221">
      <w:pPr>
        <w:pStyle w:val="Lijstalinea"/>
        <w:ind w:left="1065"/>
        <w:rPr>
          <w:rFonts w:cs="Arial"/>
          <w:sz w:val="24"/>
          <w:szCs w:val="24"/>
        </w:rPr>
      </w:pPr>
    </w:p>
    <w:p w:rsidR="004D6221" w:rsidRDefault="004D6221" w:rsidP="00651A03">
      <w:pPr>
        <w:pStyle w:val="Lijstalinea"/>
        <w:numPr>
          <w:ilvl w:val="0"/>
          <w:numId w:val="2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Welke vaten zitten aan de buitenkan</w:t>
      </w:r>
      <w:r w:rsidR="00596EAF">
        <w:rPr>
          <w:rFonts w:cs="Arial"/>
          <w:sz w:val="24"/>
          <w:szCs w:val="24"/>
        </w:rPr>
        <w:t xml:space="preserve">t van de stengel en aan de onder </w:t>
      </w:r>
      <w:r>
        <w:rPr>
          <w:rFonts w:cs="Arial"/>
          <w:sz w:val="24"/>
          <w:szCs w:val="24"/>
        </w:rPr>
        <w:t>kant van de bladnerf?</w:t>
      </w:r>
    </w:p>
    <w:p w:rsidR="004D6221" w:rsidRDefault="004D6221" w:rsidP="004D6221">
      <w:pPr>
        <w:pStyle w:val="Lijstalinea"/>
        <w:ind w:left="1065"/>
        <w:rPr>
          <w:rFonts w:cs="Arial"/>
          <w:sz w:val="24"/>
          <w:szCs w:val="24"/>
        </w:rPr>
      </w:pPr>
    </w:p>
    <w:p w:rsidR="004D6221" w:rsidRDefault="004D6221" w:rsidP="00651A03">
      <w:pPr>
        <w:pStyle w:val="Lijstalinea"/>
        <w:numPr>
          <w:ilvl w:val="0"/>
          <w:numId w:val="2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Welke vaten zitten aan de binnenkan</w:t>
      </w:r>
      <w:r w:rsidR="00596EAF">
        <w:rPr>
          <w:rFonts w:cs="Arial"/>
          <w:sz w:val="24"/>
          <w:szCs w:val="24"/>
        </w:rPr>
        <w:t xml:space="preserve">t van de stengel en aan de boven </w:t>
      </w:r>
      <w:bookmarkStart w:id="0" w:name="_GoBack"/>
      <w:bookmarkEnd w:id="0"/>
      <w:r>
        <w:rPr>
          <w:rFonts w:cs="Arial"/>
          <w:sz w:val="24"/>
          <w:szCs w:val="24"/>
        </w:rPr>
        <w:t xml:space="preserve">kant van de bladnerf? </w:t>
      </w:r>
    </w:p>
    <w:p w:rsidR="004D6221" w:rsidRPr="004D6221" w:rsidRDefault="004D6221" w:rsidP="004D6221">
      <w:pPr>
        <w:rPr>
          <w:rFonts w:cs="Arial"/>
          <w:sz w:val="24"/>
          <w:szCs w:val="24"/>
        </w:rPr>
      </w:pPr>
    </w:p>
    <w:p w:rsidR="004D6221" w:rsidRPr="004D6221" w:rsidRDefault="004D6221" w:rsidP="004D6221">
      <w:pPr>
        <w:rPr>
          <w:rFonts w:cs="Arial"/>
          <w:sz w:val="24"/>
          <w:szCs w:val="24"/>
        </w:rPr>
      </w:pPr>
    </w:p>
    <w:sectPr w:rsidR="004D6221" w:rsidRPr="004D62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16691"/>
    <w:multiLevelType w:val="hybridMultilevel"/>
    <w:tmpl w:val="52DC31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E97C86"/>
    <w:multiLevelType w:val="hybridMultilevel"/>
    <w:tmpl w:val="0A98ABE2"/>
    <w:lvl w:ilvl="0" w:tplc="F4E2324C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A03"/>
    <w:rsid w:val="001B5526"/>
    <w:rsid w:val="001B5B40"/>
    <w:rsid w:val="00311590"/>
    <w:rsid w:val="004D6221"/>
    <w:rsid w:val="00555B79"/>
    <w:rsid w:val="00596EAF"/>
    <w:rsid w:val="00651A03"/>
    <w:rsid w:val="007D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BDE61"/>
  <w15:chartTrackingRefBased/>
  <w15:docId w15:val="{98A6C2E7-4C61-4E38-BD03-26C4F569E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51A0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11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C3240323</Template>
  <TotalTime>191</TotalTime>
  <Pages>2</Pages>
  <Words>126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2</cp:revision>
  <dcterms:created xsi:type="dcterms:W3CDTF">2017-12-20T10:24:00Z</dcterms:created>
  <dcterms:modified xsi:type="dcterms:W3CDTF">2017-12-20T14:40:00Z</dcterms:modified>
</cp:coreProperties>
</file>