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0448D" w14:textId="77777777" w:rsidR="00130AEC" w:rsidRPr="00B5137E" w:rsidRDefault="002D449D" w:rsidP="002D449D">
      <w:pPr>
        <w:pStyle w:val="Titel"/>
        <w:rPr>
          <w:rFonts w:ascii="Verdana" w:hAnsi="Verdana"/>
        </w:rPr>
      </w:pPr>
      <w:r w:rsidRPr="00B5137E">
        <w:rPr>
          <w:rFonts w:ascii="Verdana" w:hAnsi="Verdana"/>
        </w:rPr>
        <w:t xml:space="preserve">Meetrapport </w:t>
      </w:r>
    </w:p>
    <w:p w14:paraId="0BAA828A" w14:textId="4D0DA56E" w:rsidR="00A153F1" w:rsidRPr="00B5137E" w:rsidRDefault="00A153F1" w:rsidP="00A153F1">
      <w:pPr>
        <w:pStyle w:val="Kop1"/>
        <w:rPr>
          <w:rFonts w:ascii="Verdana" w:hAnsi="Verdana"/>
        </w:rPr>
      </w:pPr>
      <w:r w:rsidRPr="00B5137E">
        <w:rPr>
          <w:rFonts w:ascii="Verdana" w:hAnsi="Verdana"/>
        </w:rPr>
        <w:t>Naam Student:</w:t>
      </w:r>
      <w:r w:rsidRPr="00B5137E">
        <w:rPr>
          <w:rFonts w:ascii="Verdana" w:hAnsi="Verdana"/>
        </w:rPr>
        <w:br/>
        <w:t xml:space="preserve">Titel </w:t>
      </w:r>
      <w:r w:rsidR="001B6D0D" w:rsidRPr="00B5137E">
        <w:rPr>
          <w:rFonts w:ascii="Verdana" w:hAnsi="Verdana"/>
        </w:rPr>
        <w:t>analyse:</w:t>
      </w:r>
      <w:r w:rsidR="00130AEC" w:rsidRPr="00B5137E">
        <w:rPr>
          <w:rFonts w:ascii="Verdana" w:hAnsi="Verdana"/>
        </w:rPr>
        <w:t xml:space="preserve"> </w:t>
      </w:r>
    </w:p>
    <w:p w14:paraId="14CE264D" w14:textId="77C59CB4" w:rsidR="00A153F1" w:rsidRPr="00A153F1" w:rsidRDefault="00A153F1" w:rsidP="00A153F1">
      <w:pPr>
        <w:rPr>
          <w:rFonts w:asciiTheme="majorHAnsi" w:hAnsiTheme="majorHAnsi" w:cstheme="majorHAnsi"/>
          <w:sz w:val="32"/>
          <w:szCs w:val="32"/>
        </w:rPr>
      </w:pPr>
      <w:r w:rsidRPr="00B5137E">
        <w:rPr>
          <w:rFonts w:ascii="Verdana" w:hAnsi="Verdana" w:cstheme="majorHAnsi"/>
          <w:sz w:val="32"/>
          <w:szCs w:val="32"/>
        </w:rPr>
        <w:t>Datum uitvoering</w:t>
      </w:r>
      <w:r w:rsidRPr="00A153F1">
        <w:rPr>
          <w:rFonts w:asciiTheme="majorHAnsi" w:hAnsiTheme="majorHAnsi" w:cstheme="majorHAnsi"/>
          <w:sz w:val="32"/>
          <w:szCs w:val="32"/>
        </w:rPr>
        <w:t>:</w:t>
      </w:r>
    </w:p>
    <w:p w14:paraId="1E50448F" w14:textId="77777777" w:rsidR="00130AEC" w:rsidRDefault="00130AEC" w:rsidP="00130AEC"/>
    <w:p w14:paraId="1E504490" w14:textId="77777777" w:rsidR="00130AEC" w:rsidRPr="00306767" w:rsidRDefault="00130AEC" w:rsidP="00C10D59">
      <w:pPr>
        <w:pStyle w:val="Geenafstand"/>
        <w:rPr>
          <w:rFonts w:ascii="Verdana" w:hAnsi="Verdana"/>
          <w:b/>
          <w:bCs/>
          <w:sz w:val="24"/>
          <w:szCs w:val="24"/>
        </w:rPr>
      </w:pPr>
      <w:r w:rsidRPr="00306767">
        <w:rPr>
          <w:rFonts w:ascii="Verdana" w:hAnsi="Verdana"/>
          <w:b/>
          <w:bCs/>
          <w:sz w:val="24"/>
          <w:szCs w:val="24"/>
        </w:rPr>
        <w:t>Doel</w:t>
      </w:r>
    </w:p>
    <w:p w14:paraId="7045D6B5" w14:textId="3F98D067" w:rsidR="00A153F1" w:rsidRPr="00B5137E" w:rsidRDefault="00A153F1" w:rsidP="00A153F1">
      <w:pPr>
        <w:rPr>
          <w:rFonts w:ascii="Verdana" w:hAnsi="Verdana"/>
        </w:rPr>
      </w:pPr>
      <w:r w:rsidRPr="00B5137E">
        <w:rPr>
          <w:rFonts w:ascii="Verdana" w:hAnsi="Verdana"/>
        </w:rPr>
        <w:t>Wat ga je bepalen</w:t>
      </w:r>
      <w:r w:rsidR="00340D6D" w:rsidRPr="00B5137E">
        <w:rPr>
          <w:rFonts w:ascii="Verdana" w:hAnsi="Verdana"/>
        </w:rPr>
        <w:t xml:space="preserve"> en waarin?</w:t>
      </w:r>
    </w:p>
    <w:p w14:paraId="1E504492" w14:textId="3B061A77" w:rsidR="00130AEC" w:rsidRPr="00306767" w:rsidRDefault="00130AEC" w:rsidP="00130AEC">
      <w:pPr>
        <w:pStyle w:val="Kop2"/>
        <w:rPr>
          <w:rFonts w:ascii="Verdana" w:hAnsi="Verdana"/>
          <w:color w:val="auto"/>
          <w:sz w:val="24"/>
          <w:szCs w:val="24"/>
        </w:rPr>
      </w:pPr>
      <w:r w:rsidRPr="00306767">
        <w:rPr>
          <w:rFonts w:ascii="Verdana" w:hAnsi="Verdana"/>
          <w:color w:val="auto"/>
          <w:sz w:val="24"/>
          <w:szCs w:val="24"/>
        </w:rPr>
        <w:t>Principe</w:t>
      </w:r>
    </w:p>
    <w:p w14:paraId="2EFA04C9" w14:textId="264192A5" w:rsidR="00BD4FB0" w:rsidRPr="00B5137E" w:rsidRDefault="00A153F1" w:rsidP="00A153F1">
      <w:pPr>
        <w:rPr>
          <w:rFonts w:ascii="Verdana" w:hAnsi="Verdana"/>
        </w:rPr>
      </w:pPr>
      <w:r w:rsidRPr="00B5137E">
        <w:rPr>
          <w:rFonts w:ascii="Verdana" w:hAnsi="Verdana"/>
        </w:rPr>
        <w:t xml:space="preserve">Uitleg van de methode: </w:t>
      </w:r>
      <w:r w:rsidR="00BD4FB0" w:rsidRPr="00B5137E">
        <w:rPr>
          <w:rFonts w:ascii="Verdana" w:hAnsi="Verdana"/>
        </w:rPr>
        <w:t>Op welke wijze wordt aangetoond wat je wil bepalen</w:t>
      </w:r>
      <w:r w:rsidR="5A61884B" w:rsidRPr="00B5137E">
        <w:rPr>
          <w:rFonts w:ascii="Verdana" w:hAnsi="Verdana"/>
        </w:rPr>
        <w:t xml:space="preserve"> en hoe werkt dat</w:t>
      </w:r>
      <w:r w:rsidR="00BD4FB0" w:rsidRPr="00B5137E">
        <w:rPr>
          <w:rFonts w:ascii="Verdana" w:hAnsi="Verdana"/>
        </w:rPr>
        <w:t>?</w:t>
      </w:r>
    </w:p>
    <w:p w14:paraId="7D717E34" w14:textId="7CD54973" w:rsidR="00A153F1" w:rsidRPr="00B5137E" w:rsidRDefault="00A153F1" w:rsidP="00A153F1">
      <w:pPr>
        <w:pStyle w:val="Lijstalinea"/>
        <w:numPr>
          <w:ilvl w:val="0"/>
          <w:numId w:val="5"/>
        </w:numPr>
        <w:rPr>
          <w:rFonts w:ascii="Verdana" w:hAnsi="Verdana"/>
        </w:rPr>
      </w:pPr>
      <w:r w:rsidRPr="00B5137E">
        <w:rPr>
          <w:rFonts w:ascii="Verdana" w:hAnsi="Verdana"/>
        </w:rPr>
        <w:t>Reactievergelijkingen</w:t>
      </w:r>
      <w:r w:rsidR="0019765D" w:rsidRPr="00B5137E">
        <w:rPr>
          <w:rFonts w:ascii="Verdana" w:hAnsi="Verdana"/>
        </w:rPr>
        <w:t xml:space="preserve"> incl. sub-superscript</w:t>
      </w:r>
    </w:p>
    <w:p w14:paraId="213F04F5" w14:textId="7C44666F" w:rsidR="00A153F1" w:rsidRPr="00B5137E" w:rsidRDefault="00A153F1" w:rsidP="00A153F1">
      <w:pPr>
        <w:pStyle w:val="Lijstalinea"/>
        <w:numPr>
          <w:ilvl w:val="0"/>
          <w:numId w:val="5"/>
        </w:numPr>
        <w:rPr>
          <w:rFonts w:ascii="Verdana" w:hAnsi="Verdana"/>
        </w:rPr>
      </w:pPr>
      <w:r w:rsidRPr="00B5137E">
        <w:rPr>
          <w:rFonts w:ascii="Verdana" w:hAnsi="Verdana"/>
        </w:rPr>
        <w:t xml:space="preserve">Uitleg van reagentia </w:t>
      </w:r>
    </w:p>
    <w:p w14:paraId="6DC9020B" w14:textId="5845AEB7" w:rsidR="00BD4FB0" w:rsidRPr="00B5137E" w:rsidRDefault="00BD4FB0" w:rsidP="00A153F1">
      <w:pPr>
        <w:pStyle w:val="Lijstalinea"/>
        <w:numPr>
          <w:ilvl w:val="0"/>
          <w:numId w:val="5"/>
        </w:numPr>
        <w:rPr>
          <w:rFonts w:ascii="Verdana" w:hAnsi="Verdana"/>
        </w:rPr>
      </w:pPr>
      <w:r w:rsidRPr="00B5137E">
        <w:rPr>
          <w:rFonts w:ascii="Verdana" w:hAnsi="Verdana"/>
        </w:rPr>
        <w:t>Uitleg van apparatuur</w:t>
      </w:r>
    </w:p>
    <w:p w14:paraId="49CB69B8" w14:textId="4A8E8462" w:rsidR="000874BE" w:rsidRPr="00306767" w:rsidRDefault="00DB0BC0" w:rsidP="000874BE">
      <w:pPr>
        <w:pStyle w:val="Kop2"/>
        <w:rPr>
          <w:rFonts w:ascii="Verdana" w:hAnsi="Verdana"/>
          <w:sz w:val="24"/>
          <w:szCs w:val="24"/>
        </w:rPr>
      </w:pPr>
      <w:r w:rsidRPr="00306767">
        <w:rPr>
          <w:rFonts w:ascii="Verdana" w:hAnsi="Verdana"/>
          <w:sz w:val="24"/>
          <w:szCs w:val="24"/>
        </w:rPr>
        <w:t>Materiaal</w:t>
      </w:r>
      <w:r w:rsidR="000874BE" w:rsidRPr="00306767">
        <w:rPr>
          <w:rFonts w:ascii="Verdana" w:hAnsi="Verdana"/>
          <w:sz w:val="24"/>
          <w:szCs w:val="24"/>
        </w:rPr>
        <w:t xml:space="preserve"> en methode</w:t>
      </w:r>
    </w:p>
    <w:p w14:paraId="0D8F2D62" w14:textId="489BD885" w:rsidR="00DB0BC0" w:rsidRPr="00B5137E" w:rsidRDefault="000874BE" w:rsidP="00DB0BC0">
      <w:pPr>
        <w:rPr>
          <w:rFonts w:ascii="Verdana" w:hAnsi="Verdana"/>
        </w:rPr>
      </w:pPr>
      <w:r w:rsidRPr="00B5137E">
        <w:rPr>
          <w:rFonts w:ascii="Verdana" w:hAnsi="Verdana"/>
        </w:rPr>
        <w:t>Verwijs naar het gebruikte voorschrift. (</w:t>
      </w:r>
      <w:r w:rsidR="6150DD94" w:rsidRPr="00B5137E">
        <w:rPr>
          <w:rFonts w:ascii="Verdana" w:hAnsi="Verdana"/>
        </w:rPr>
        <w:t>Noteer hier</w:t>
      </w:r>
      <w:r w:rsidRPr="00B5137E">
        <w:rPr>
          <w:rFonts w:ascii="Verdana" w:hAnsi="Verdana"/>
        </w:rPr>
        <w:t xml:space="preserve"> waar je eventueel bent afgeweken van het voorschrift)</w:t>
      </w:r>
    </w:p>
    <w:p w14:paraId="0574827C" w14:textId="79BAC7C8" w:rsidR="00A153F1" w:rsidRPr="00306767" w:rsidRDefault="00A153F1" w:rsidP="00DB0BC0">
      <w:pPr>
        <w:pStyle w:val="Kop2"/>
        <w:rPr>
          <w:rFonts w:ascii="Verdana" w:hAnsi="Verdana"/>
          <w:b w:val="0"/>
          <w:bCs/>
        </w:rPr>
      </w:pPr>
      <w:r w:rsidRPr="00306767">
        <w:rPr>
          <w:rFonts w:ascii="Verdana" w:hAnsi="Verdana"/>
          <w:b w:val="0"/>
          <w:bCs/>
          <w:sz w:val="24"/>
          <w:szCs w:val="24"/>
        </w:rPr>
        <w:t>Monstergegevens</w:t>
      </w:r>
    </w:p>
    <w:p w14:paraId="47CE2D68" w14:textId="77777777" w:rsidR="00A153F1" w:rsidRPr="00B5137E" w:rsidRDefault="00A153F1" w:rsidP="00A153F1">
      <w:pPr>
        <w:pStyle w:val="Kop2"/>
        <w:rPr>
          <w:rFonts w:ascii="Verdana" w:eastAsiaTheme="minorHAnsi" w:hAnsi="Verdana" w:cstheme="minorBidi"/>
          <w:b w:val="0"/>
          <w:color w:val="auto"/>
          <w:sz w:val="22"/>
          <w:szCs w:val="22"/>
          <w:u w:val="single"/>
        </w:rPr>
      </w:pPr>
      <w:r w:rsidRPr="00B5137E">
        <w:rPr>
          <w:rFonts w:ascii="Verdana" w:eastAsiaTheme="minorHAnsi" w:hAnsi="Verdana" w:cstheme="minorBidi"/>
          <w:b w:val="0"/>
          <w:color w:val="auto"/>
          <w:sz w:val="22"/>
          <w:szCs w:val="22"/>
          <w:u w:val="single"/>
        </w:rPr>
        <w:t xml:space="preserve">1. Gegevens  monstermateriaal. </w:t>
      </w:r>
    </w:p>
    <w:p w14:paraId="4BB0BDE8" w14:textId="2B8704FD" w:rsidR="00A153F1" w:rsidRPr="00B5137E" w:rsidRDefault="00A153F1" w:rsidP="06683173">
      <w:pPr>
        <w:pStyle w:val="Kop2"/>
        <w:rPr>
          <w:rFonts w:ascii="Verdana" w:eastAsiaTheme="minorEastAsia" w:hAnsi="Verdana" w:cstheme="minorBidi"/>
          <w:b w:val="0"/>
          <w:color w:val="auto"/>
          <w:sz w:val="22"/>
          <w:szCs w:val="22"/>
        </w:rPr>
      </w:pPr>
      <w:r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>Noteer alle gegevens van je monste</w:t>
      </w:r>
      <w:r w:rsidR="000D4C65"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>rs</w:t>
      </w:r>
      <w:r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 xml:space="preserve"> bijvoorbeeld</w:t>
      </w:r>
      <w:r w:rsidR="00A52489"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>:</w:t>
      </w:r>
      <w:r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 xml:space="preserve"> </w:t>
      </w:r>
      <w:r w:rsidR="00DF495D"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>(product)</w:t>
      </w:r>
      <w:r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>naam, geboorte</w:t>
      </w:r>
      <w:r w:rsidR="00DF495D"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>/productie</w:t>
      </w:r>
      <w:r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>datum en patiënt</w:t>
      </w:r>
      <w:r w:rsidR="00DF495D"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 xml:space="preserve">/product </w:t>
      </w:r>
      <w:r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 xml:space="preserve">nummer. </w:t>
      </w:r>
    </w:p>
    <w:p w14:paraId="56723FED" w14:textId="77777777" w:rsidR="00A153F1" w:rsidRPr="00B5137E" w:rsidRDefault="00A153F1" w:rsidP="00A153F1">
      <w:pPr>
        <w:pStyle w:val="Kop2"/>
        <w:rPr>
          <w:rFonts w:ascii="Verdana" w:eastAsiaTheme="minorHAnsi" w:hAnsi="Verdana" w:cstheme="minorBidi"/>
          <w:b w:val="0"/>
          <w:color w:val="auto"/>
          <w:sz w:val="22"/>
          <w:szCs w:val="22"/>
        </w:rPr>
      </w:pPr>
      <w:r w:rsidRPr="00B5137E">
        <w:rPr>
          <w:rFonts w:ascii="Verdana" w:eastAsiaTheme="minorHAnsi" w:hAnsi="Verdana" w:cstheme="minorBidi"/>
          <w:b w:val="0"/>
          <w:color w:val="auto"/>
          <w:sz w:val="22"/>
          <w:szCs w:val="22"/>
        </w:rPr>
        <w:t xml:space="preserve"> </w:t>
      </w:r>
    </w:p>
    <w:p w14:paraId="780B4E59" w14:textId="77777777" w:rsidR="00A153F1" w:rsidRPr="00B5137E" w:rsidRDefault="00A153F1" w:rsidP="00A153F1">
      <w:pPr>
        <w:pStyle w:val="Kop2"/>
        <w:rPr>
          <w:rFonts w:ascii="Verdana" w:eastAsiaTheme="minorHAnsi" w:hAnsi="Verdana" w:cstheme="minorBidi"/>
          <w:b w:val="0"/>
          <w:color w:val="auto"/>
          <w:sz w:val="22"/>
          <w:szCs w:val="22"/>
          <w:u w:val="single"/>
        </w:rPr>
      </w:pPr>
      <w:r w:rsidRPr="00B5137E">
        <w:rPr>
          <w:rFonts w:ascii="Verdana" w:eastAsiaTheme="minorHAnsi" w:hAnsi="Verdana" w:cstheme="minorBidi"/>
          <w:b w:val="0"/>
          <w:color w:val="auto"/>
          <w:sz w:val="22"/>
          <w:szCs w:val="22"/>
          <w:u w:val="single"/>
        </w:rPr>
        <w:t xml:space="preserve">2. Gegevens controlemonster inclusief betrouwbaarheidsinterval. </w:t>
      </w:r>
    </w:p>
    <w:p w14:paraId="1F536C0D" w14:textId="7D58E26A" w:rsidR="00DB0BC0" w:rsidRPr="00B5137E" w:rsidRDefault="004F76C0" w:rsidP="06683173">
      <w:pPr>
        <w:pStyle w:val="Kop2"/>
        <w:rPr>
          <w:rFonts w:ascii="Verdana" w:eastAsiaTheme="minorEastAsia" w:hAnsi="Verdana" w:cstheme="minorBidi"/>
          <w:b w:val="0"/>
          <w:color w:val="auto"/>
          <w:sz w:val="22"/>
          <w:szCs w:val="22"/>
        </w:rPr>
      </w:pPr>
      <w:r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>Bij het gebruik van een controlemonster</w:t>
      </w:r>
      <w:r w:rsidR="00A153F1"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 xml:space="preserve"> noteer je zo volledig mogelijk alle gegevens </w:t>
      </w:r>
      <w:r w:rsidR="00E61EA4"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>met</w:t>
      </w:r>
      <w:r w:rsidR="00DB0BC0"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 xml:space="preserve"> het</w:t>
      </w:r>
      <w:r w:rsidR="00A153F1"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 xml:space="preserve"> bijbehorende betrouwbaarheidsinterval.</w:t>
      </w:r>
      <w:r w:rsidR="00DB0BC0" w:rsidRPr="00B5137E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t xml:space="preserve"> </w:t>
      </w:r>
      <w:r w:rsidR="00306767">
        <w:rPr>
          <w:rFonts w:ascii="Verdana" w:eastAsiaTheme="minorEastAsia" w:hAnsi="Verdana" w:cstheme="minorBidi"/>
          <w:b w:val="0"/>
          <w:color w:val="auto"/>
          <w:sz w:val="22"/>
          <w:szCs w:val="22"/>
        </w:rPr>
        <w:br/>
      </w:r>
    </w:p>
    <w:p w14:paraId="1E50449D" w14:textId="7EB921D2" w:rsidR="002D449D" w:rsidRPr="00306767" w:rsidRDefault="002D449D" w:rsidP="00A153F1">
      <w:pPr>
        <w:pStyle w:val="Kop2"/>
        <w:rPr>
          <w:rFonts w:ascii="Verdana" w:eastAsiaTheme="minorHAnsi" w:hAnsi="Verdana" w:cstheme="minorBidi"/>
          <w:color w:val="auto"/>
          <w:sz w:val="20"/>
          <w:szCs w:val="20"/>
        </w:rPr>
      </w:pPr>
      <w:r w:rsidRPr="00306767">
        <w:rPr>
          <w:rFonts w:ascii="Verdana" w:hAnsi="Verdana"/>
          <w:sz w:val="24"/>
          <w:szCs w:val="24"/>
        </w:rPr>
        <w:t>Waarnemingen/Resultaten</w:t>
      </w:r>
    </w:p>
    <w:p w14:paraId="1BD8903F" w14:textId="35FEDDD8" w:rsidR="000874BE" w:rsidRPr="00B5137E" w:rsidRDefault="00DF495D" w:rsidP="000874BE">
      <w:pPr>
        <w:rPr>
          <w:rFonts w:ascii="Verdana" w:hAnsi="Verdana"/>
          <w:b/>
          <w:bCs/>
        </w:rPr>
      </w:pPr>
      <w:r w:rsidRPr="00B5137E">
        <w:rPr>
          <w:rFonts w:ascii="Verdana" w:hAnsi="Verdana"/>
        </w:rPr>
        <w:t xml:space="preserve">Noteer </w:t>
      </w:r>
      <w:r w:rsidR="004F76C0" w:rsidRPr="00B5137E">
        <w:rPr>
          <w:rFonts w:ascii="Verdana" w:hAnsi="Verdana"/>
        </w:rPr>
        <w:t>j</w:t>
      </w:r>
      <w:r w:rsidRPr="00B5137E">
        <w:rPr>
          <w:rFonts w:ascii="Verdana" w:hAnsi="Verdana"/>
        </w:rPr>
        <w:t xml:space="preserve">e meetresultaten </w:t>
      </w:r>
      <w:r w:rsidRPr="00B5137E">
        <w:rPr>
          <w:rFonts w:ascii="Verdana" w:hAnsi="Verdana"/>
          <w:b/>
          <w:bCs/>
        </w:rPr>
        <w:t xml:space="preserve">en alle </w:t>
      </w:r>
      <w:r w:rsidR="00E13B1C" w:rsidRPr="00B5137E">
        <w:rPr>
          <w:rFonts w:ascii="Verdana" w:hAnsi="Verdana"/>
          <w:b/>
          <w:bCs/>
        </w:rPr>
        <w:t>relevante waarnemingen.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5330" w:rsidRPr="00B5137E" w14:paraId="15DE5173" w14:textId="77777777" w:rsidTr="00405330">
        <w:tc>
          <w:tcPr>
            <w:tcW w:w="9062" w:type="dxa"/>
          </w:tcPr>
          <w:p w14:paraId="42ECEA1E" w14:textId="484E0898" w:rsidR="00405330" w:rsidRPr="00B5137E" w:rsidRDefault="00405330" w:rsidP="000874BE">
            <w:pPr>
              <w:rPr>
                <w:rFonts w:ascii="Verdana" w:hAnsi="Verdana"/>
                <w:b/>
                <w:bCs/>
              </w:rPr>
            </w:pPr>
            <w:r w:rsidRPr="00B5137E">
              <w:rPr>
                <w:rFonts w:ascii="Verdana" w:hAnsi="Verdana"/>
                <w:b/>
                <w:bCs/>
              </w:rPr>
              <w:t>Tabel meetresultaten</w:t>
            </w:r>
          </w:p>
        </w:tc>
      </w:tr>
      <w:tr w:rsidR="00405330" w:rsidRPr="00B5137E" w14:paraId="244F09D4" w14:textId="77777777" w:rsidTr="00405330">
        <w:tc>
          <w:tcPr>
            <w:tcW w:w="9062" w:type="dxa"/>
          </w:tcPr>
          <w:p w14:paraId="0CE7665F" w14:textId="7DE4A58E" w:rsidR="00405330" w:rsidRPr="00B5137E" w:rsidRDefault="0019765D" w:rsidP="000874BE">
            <w:pPr>
              <w:rPr>
                <w:rFonts w:ascii="Verdana" w:hAnsi="Verdana"/>
                <w:i/>
                <w:iCs/>
              </w:rPr>
            </w:pPr>
            <w:r w:rsidRPr="00B5137E">
              <w:rPr>
                <w:rFonts w:ascii="Verdana" w:hAnsi="Verdana"/>
                <w:i/>
                <w:iCs/>
              </w:rPr>
              <w:t xml:space="preserve">Verbruik titrant, extincties, massa’s inweeg </w:t>
            </w:r>
            <w:r w:rsidR="001A4BF3" w:rsidRPr="00B5137E">
              <w:rPr>
                <w:rFonts w:ascii="Verdana" w:hAnsi="Verdana"/>
                <w:i/>
                <w:iCs/>
              </w:rPr>
              <w:t>etc.</w:t>
            </w:r>
          </w:p>
        </w:tc>
      </w:tr>
    </w:tbl>
    <w:p w14:paraId="078D4636" w14:textId="2F14F865" w:rsidR="0019765D" w:rsidRPr="00B5137E" w:rsidRDefault="00405330" w:rsidP="000874BE">
      <w:pPr>
        <w:rPr>
          <w:rFonts w:ascii="Verdana" w:hAnsi="Verdana"/>
          <w:b/>
          <w:bCs/>
        </w:rPr>
      </w:pPr>
      <w:r w:rsidRPr="00B5137E">
        <w:rPr>
          <w:rFonts w:ascii="Verdana" w:hAnsi="Verdana"/>
        </w:rPr>
        <w:br/>
      </w:r>
      <w:r w:rsidR="00DB0BC0" w:rsidRPr="00B5137E">
        <w:rPr>
          <w:rFonts w:ascii="Verdana" w:hAnsi="Verdana"/>
          <w:b/>
          <w:bCs/>
        </w:rPr>
        <w:t>Grafieken</w:t>
      </w:r>
      <w:r w:rsidR="00DB0BC0" w:rsidRPr="00B5137E">
        <w:rPr>
          <w:rFonts w:ascii="Verdana" w:hAnsi="Verdana"/>
          <w:b/>
          <w:bCs/>
        </w:rPr>
        <w:br/>
      </w:r>
      <w:r w:rsidR="00DB0BC0" w:rsidRPr="00B5137E">
        <w:rPr>
          <w:rFonts w:ascii="Verdana" w:hAnsi="Verdana"/>
        </w:rPr>
        <w:t xml:space="preserve">Denk aan de titel van de grafiek, het benoemen van de assen </w:t>
      </w:r>
      <w:r w:rsidR="001A4BF3" w:rsidRPr="00B5137E">
        <w:rPr>
          <w:rFonts w:ascii="Verdana" w:hAnsi="Verdana"/>
        </w:rPr>
        <w:t>etc.</w:t>
      </w:r>
    </w:p>
    <w:p w14:paraId="4E2AA20D" w14:textId="17B4CE85" w:rsidR="00405330" w:rsidRPr="00B5137E" w:rsidRDefault="00DB0BC0" w:rsidP="000874BE">
      <w:pPr>
        <w:rPr>
          <w:rFonts w:ascii="Verdana" w:hAnsi="Verdana"/>
          <w:i/>
          <w:iCs/>
        </w:rPr>
      </w:pPr>
      <w:r w:rsidRPr="00B5137E">
        <w:rPr>
          <w:rFonts w:ascii="Verdana" w:hAnsi="Verdana"/>
          <w:i/>
          <w:iCs/>
        </w:rPr>
        <w:br/>
      </w:r>
      <w:r w:rsidR="00405330" w:rsidRPr="00B5137E">
        <w:rPr>
          <w:rFonts w:ascii="Verdana" w:hAnsi="Verdana"/>
          <w:i/>
          <w:iCs/>
        </w:rPr>
        <w:t>Voorbeeldberekening</w:t>
      </w:r>
    </w:p>
    <w:p w14:paraId="39AE77C0" w14:textId="77777777" w:rsidR="0019765D" w:rsidRPr="00B5137E" w:rsidRDefault="0019765D" w:rsidP="000874BE">
      <w:pPr>
        <w:rPr>
          <w:rFonts w:ascii="Verdana" w:hAnsi="Verdana"/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5330" w:rsidRPr="00B5137E" w14:paraId="337939DC" w14:textId="77777777" w:rsidTr="00405330">
        <w:tc>
          <w:tcPr>
            <w:tcW w:w="9062" w:type="dxa"/>
          </w:tcPr>
          <w:p w14:paraId="341562BA" w14:textId="054FAB10" w:rsidR="00405330" w:rsidRPr="00B5137E" w:rsidRDefault="00405330" w:rsidP="000874BE">
            <w:pPr>
              <w:rPr>
                <w:rFonts w:ascii="Verdana" w:hAnsi="Verdana"/>
                <w:b/>
                <w:bCs/>
              </w:rPr>
            </w:pPr>
            <w:r w:rsidRPr="00B5137E">
              <w:rPr>
                <w:rFonts w:ascii="Verdana" w:hAnsi="Verdana"/>
                <w:b/>
                <w:bCs/>
              </w:rPr>
              <w:t>Tabel analyseresultaten</w:t>
            </w:r>
          </w:p>
        </w:tc>
      </w:tr>
      <w:tr w:rsidR="00405330" w:rsidRPr="00B5137E" w14:paraId="3737829A" w14:textId="77777777" w:rsidTr="00405330">
        <w:tc>
          <w:tcPr>
            <w:tcW w:w="9062" w:type="dxa"/>
          </w:tcPr>
          <w:p w14:paraId="4CAD80EB" w14:textId="154E6E7E" w:rsidR="00405330" w:rsidRPr="00B5137E" w:rsidRDefault="0019765D" w:rsidP="000874BE">
            <w:pPr>
              <w:rPr>
                <w:rFonts w:ascii="Verdana" w:hAnsi="Verdana"/>
                <w:i/>
                <w:iCs/>
              </w:rPr>
            </w:pPr>
            <w:r w:rsidRPr="00B5137E">
              <w:rPr>
                <w:rFonts w:ascii="Verdana" w:hAnsi="Verdana"/>
                <w:i/>
                <w:iCs/>
              </w:rPr>
              <w:t>Concentraties, massapercentages</w:t>
            </w:r>
            <w:r w:rsidR="001A4BF3" w:rsidRPr="00B5137E">
              <w:rPr>
                <w:rFonts w:ascii="Verdana" w:hAnsi="Verdana"/>
                <w:i/>
                <w:iCs/>
              </w:rPr>
              <w:t xml:space="preserve"> etc.</w:t>
            </w:r>
          </w:p>
        </w:tc>
      </w:tr>
    </w:tbl>
    <w:p w14:paraId="59E6B948" w14:textId="77777777" w:rsidR="00405330" w:rsidRPr="00B5137E" w:rsidRDefault="00405330" w:rsidP="000874BE">
      <w:pPr>
        <w:rPr>
          <w:rFonts w:ascii="Verdana" w:hAnsi="Verdana"/>
        </w:rPr>
      </w:pPr>
    </w:p>
    <w:p w14:paraId="1E5044A0" w14:textId="78495188" w:rsidR="00130AEC" w:rsidRPr="00306767" w:rsidRDefault="0016456A" w:rsidP="00DA3180">
      <w:pPr>
        <w:pStyle w:val="Kop2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Betrouwbaarheid</w:t>
      </w:r>
    </w:p>
    <w:p w14:paraId="0ED589D6" w14:textId="652F4D4C" w:rsidR="00405330" w:rsidRPr="0016456A" w:rsidRDefault="00405330" w:rsidP="0016456A">
      <w:pPr>
        <w:rPr>
          <w:rFonts w:ascii="Verdana" w:hAnsi="Verdana"/>
          <w:color w:val="000000" w:themeColor="text1"/>
        </w:rPr>
      </w:pPr>
      <w:r w:rsidRPr="0016456A">
        <w:rPr>
          <w:rFonts w:ascii="Verdana" w:hAnsi="Verdana"/>
          <w:color w:val="000000" w:themeColor="text1"/>
        </w:rPr>
        <w:t>Welke controles heb je uitgevoerd</w:t>
      </w:r>
      <w:r w:rsidR="00DB0BC0" w:rsidRPr="0016456A">
        <w:rPr>
          <w:rFonts w:ascii="Verdana" w:hAnsi="Verdana"/>
          <w:color w:val="000000" w:themeColor="text1"/>
        </w:rPr>
        <w:t>?</w:t>
      </w:r>
      <w:r w:rsidRPr="0016456A">
        <w:rPr>
          <w:rFonts w:ascii="Verdana" w:hAnsi="Verdana"/>
          <w:color w:val="000000" w:themeColor="text1"/>
        </w:rPr>
        <w:t xml:space="preserve"> (duploverschil, R2, uitschieters, controlemonster,</w:t>
      </w:r>
      <w:r w:rsidR="00F85B5E" w:rsidRPr="0016456A">
        <w:rPr>
          <w:rFonts w:ascii="Verdana" w:hAnsi="Verdana"/>
          <w:color w:val="000000" w:themeColor="text1"/>
        </w:rPr>
        <w:t xml:space="preserve"> </w:t>
      </w:r>
      <w:r w:rsidR="00A2773D" w:rsidRPr="0016456A">
        <w:rPr>
          <w:rFonts w:ascii="Verdana" w:hAnsi="Verdana"/>
          <w:color w:val="000000" w:themeColor="text1"/>
        </w:rPr>
        <w:t>steriliteitscontrole voedingsbodem, werking van electieve/selectieve stoffen</w:t>
      </w:r>
      <w:r w:rsidR="00DB0BC0" w:rsidRPr="0016456A">
        <w:rPr>
          <w:rFonts w:ascii="Verdana" w:hAnsi="Verdana"/>
          <w:color w:val="000000" w:themeColor="text1"/>
        </w:rPr>
        <w:t xml:space="preserve">) </w:t>
      </w:r>
      <w:r w:rsidR="003E7D00" w:rsidRPr="0016456A">
        <w:rPr>
          <w:rFonts w:ascii="Verdana" w:hAnsi="Verdana"/>
          <w:color w:val="000000" w:themeColor="text1"/>
        </w:rPr>
        <w:br/>
      </w:r>
      <w:r w:rsidR="00DB0BC0" w:rsidRPr="0016456A">
        <w:rPr>
          <w:rFonts w:ascii="Verdana" w:hAnsi="Verdana"/>
          <w:color w:val="000000" w:themeColor="text1"/>
        </w:rPr>
        <w:t>Wat zegt dit over de betrouwbaarheid van je resultaat?</w:t>
      </w:r>
    </w:p>
    <w:p w14:paraId="6DCB4B46" w14:textId="4204CE0B" w:rsidR="0016456A" w:rsidRPr="0016456A" w:rsidRDefault="0016456A" w:rsidP="0016456A">
      <w:pPr>
        <w:pStyle w:val="Kop2"/>
        <w:rPr>
          <w:rFonts w:ascii="Verdana" w:hAnsi="Verdana"/>
          <w:sz w:val="24"/>
          <w:szCs w:val="24"/>
        </w:rPr>
      </w:pPr>
      <w:r w:rsidRPr="00306767">
        <w:rPr>
          <w:rFonts w:ascii="Verdana" w:hAnsi="Verdana"/>
          <w:sz w:val="24"/>
          <w:szCs w:val="24"/>
        </w:rPr>
        <w:t>Conclusie</w:t>
      </w:r>
    </w:p>
    <w:p w14:paraId="6100411C" w14:textId="76B0F0F2" w:rsidR="00091D86" w:rsidRPr="00E84841" w:rsidRDefault="00091D86" w:rsidP="00E84841">
      <w:pPr>
        <w:rPr>
          <w:rFonts w:ascii="Verdana" w:hAnsi="Verdana"/>
        </w:rPr>
      </w:pPr>
      <w:r w:rsidRPr="0016456A">
        <w:rPr>
          <w:rFonts w:ascii="Verdana" w:hAnsi="Verdana"/>
        </w:rPr>
        <w:t>Geef het antwoord op je doel.</w:t>
      </w:r>
      <w:r w:rsidR="00E73E24" w:rsidRPr="0016456A">
        <w:rPr>
          <w:rFonts w:ascii="Verdana" w:hAnsi="Verdana"/>
        </w:rPr>
        <w:t xml:space="preserve"> </w:t>
      </w:r>
      <w:r w:rsidR="007771B5" w:rsidRPr="0016456A">
        <w:rPr>
          <w:rFonts w:ascii="Verdana" w:hAnsi="Verdana"/>
        </w:rPr>
        <w:t xml:space="preserve">Valt </w:t>
      </w:r>
      <w:r w:rsidR="00E73E24" w:rsidRPr="0016456A">
        <w:rPr>
          <w:rFonts w:ascii="Verdana" w:hAnsi="Verdana"/>
        </w:rPr>
        <w:t xml:space="preserve">de meetwaarde binnen de vastgestelde grenzen? Is de uitslag verlaagd, verhoogd ten opzichte van de </w:t>
      </w:r>
      <w:r w:rsidR="003E7D00" w:rsidRPr="0016456A">
        <w:rPr>
          <w:rFonts w:ascii="Verdana" w:hAnsi="Verdana"/>
        </w:rPr>
        <w:t xml:space="preserve">theoretische </w:t>
      </w:r>
      <w:r w:rsidR="00E73E24" w:rsidRPr="0016456A">
        <w:rPr>
          <w:rFonts w:ascii="Verdana" w:hAnsi="Verdana"/>
        </w:rPr>
        <w:t>waarde?</w:t>
      </w:r>
    </w:p>
    <w:p w14:paraId="1E5044A3" w14:textId="48EBC7E9" w:rsidR="002D449D" w:rsidRPr="00306767" w:rsidRDefault="002D449D" w:rsidP="002D449D">
      <w:pPr>
        <w:pStyle w:val="Kop2"/>
        <w:rPr>
          <w:rFonts w:ascii="Verdana" w:hAnsi="Verdana"/>
          <w:sz w:val="24"/>
          <w:szCs w:val="24"/>
        </w:rPr>
      </w:pPr>
      <w:r w:rsidRPr="00306767">
        <w:rPr>
          <w:rFonts w:ascii="Verdana" w:hAnsi="Verdana"/>
          <w:sz w:val="24"/>
          <w:szCs w:val="24"/>
        </w:rPr>
        <w:t>Discussie</w:t>
      </w:r>
    </w:p>
    <w:p w14:paraId="4A8CCB99" w14:textId="5BE30F5F" w:rsidR="00306EE4" w:rsidRPr="00B5137E" w:rsidRDefault="00565B0E" w:rsidP="00815CDC">
      <w:pPr>
        <w:rPr>
          <w:rFonts w:ascii="Verdana" w:hAnsi="Verdana"/>
        </w:rPr>
      </w:pPr>
      <w:r w:rsidRPr="00B5137E">
        <w:rPr>
          <w:rFonts w:ascii="Verdana" w:hAnsi="Verdana"/>
        </w:rPr>
        <w:t xml:space="preserve">Waar zit de oorzaak </w:t>
      </w:r>
      <w:r w:rsidR="00DC5566" w:rsidRPr="00B5137E">
        <w:rPr>
          <w:rFonts w:ascii="Verdana" w:hAnsi="Verdana"/>
        </w:rPr>
        <w:t xml:space="preserve">van je onbetrouwbare resultaat? </w:t>
      </w:r>
      <w:r w:rsidR="0019765D" w:rsidRPr="00B5137E">
        <w:rPr>
          <w:rFonts w:ascii="Verdana" w:hAnsi="Verdana"/>
        </w:rPr>
        <w:t>Denk hierbij aan dingen die je zijn opgevallen of die fout zijn gegaan tijdens het practicum. Ben je ergens afgeweken van het voorschrift</w:t>
      </w:r>
      <w:r w:rsidR="00DB0BC0" w:rsidRPr="00B5137E">
        <w:rPr>
          <w:rFonts w:ascii="Verdana" w:hAnsi="Verdana"/>
        </w:rPr>
        <w:t xml:space="preserve"> en denk je dat dat het een en ander kan verklaren</w:t>
      </w:r>
      <w:r w:rsidR="0019765D" w:rsidRPr="00B5137E">
        <w:rPr>
          <w:rFonts w:ascii="Verdana" w:hAnsi="Verdana"/>
        </w:rPr>
        <w:t xml:space="preserve">? </w:t>
      </w:r>
    </w:p>
    <w:p w14:paraId="4817D48A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4C171E7C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535F616F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176612C4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611C2A49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5DC83557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47421E52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51A82CC2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4B77E1E2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0B5975AF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7F29D873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586D53F9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00D2B4F7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5D3456D7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28CC801E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04FE6EB3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2CBEA280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724B4B43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22295CE8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08E15F59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0D6F99FD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p w14:paraId="16C8787E" w14:textId="77777777" w:rsidR="00815CDC" w:rsidRPr="00B5137E" w:rsidRDefault="00815CDC" w:rsidP="00306EE4">
      <w:pPr>
        <w:pStyle w:val="Kop2"/>
        <w:rPr>
          <w:rFonts w:ascii="Verdana" w:hAnsi="Verdana"/>
        </w:rPr>
      </w:pPr>
    </w:p>
    <w:sectPr w:rsidR="00815CDC" w:rsidRPr="00B513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E886B" w14:textId="77777777" w:rsidR="001E0BF2" w:rsidRDefault="001E0BF2" w:rsidP="002D449D">
      <w:pPr>
        <w:spacing w:after="0" w:line="240" w:lineRule="auto"/>
      </w:pPr>
      <w:r>
        <w:separator/>
      </w:r>
    </w:p>
  </w:endnote>
  <w:endnote w:type="continuationSeparator" w:id="0">
    <w:p w14:paraId="1F63C2CA" w14:textId="77777777" w:rsidR="001E0BF2" w:rsidRDefault="001E0BF2" w:rsidP="002D449D">
      <w:pPr>
        <w:spacing w:after="0" w:line="240" w:lineRule="auto"/>
      </w:pPr>
      <w:r>
        <w:continuationSeparator/>
      </w:r>
    </w:p>
  </w:endnote>
  <w:endnote w:type="continuationNotice" w:id="1">
    <w:p w14:paraId="646390E0" w14:textId="77777777" w:rsidR="001E0BF2" w:rsidRDefault="001E0B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44AB" w14:textId="77777777" w:rsidR="002D449D" w:rsidRDefault="002D449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44AC" w14:textId="77777777" w:rsidR="002D449D" w:rsidRDefault="002D449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44AE" w14:textId="77777777" w:rsidR="002D449D" w:rsidRDefault="002D449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65D5" w14:textId="77777777" w:rsidR="001E0BF2" w:rsidRDefault="001E0BF2" w:rsidP="002D449D">
      <w:pPr>
        <w:spacing w:after="0" w:line="240" w:lineRule="auto"/>
      </w:pPr>
      <w:r>
        <w:separator/>
      </w:r>
    </w:p>
  </w:footnote>
  <w:footnote w:type="continuationSeparator" w:id="0">
    <w:p w14:paraId="2E3D694A" w14:textId="77777777" w:rsidR="001E0BF2" w:rsidRDefault="001E0BF2" w:rsidP="002D449D">
      <w:pPr>
        <w:spacing w:after="0" w:line="240" w:lineRule="auto"/>
      </w:pPr>
      <w:r>
        <w:continuationSeparator/>
      </w:r>
    </w:p>
  </w:footnote>
  <w:footnote w:type="continuationNotice" w:id="1">
    <w:p w14:paraId="775A83E0" w14:textId="77777777" w:rsidR="001E0BF2" w:rsidRDefault="001E0B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44A9" w14:textId="77777777" w:rsidR="002D449D" w:rsidRDefault="002D449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44AA" w14:textId="77777777" w:rsidR="002D449D" w:rsidRDefault="002D449D" w:rsidP="002D449D">
    <w:pPr>
      <w:pStyle w:val="Koptekst"/>
      <w:jc w:val="right"/>
    </w:pPr>
    <w:r w:rsidRPr="002D449D">
      <w:rPr>
        <w:noProof/>
        <w:lang w:eastAsia="nl-NL"/>
      </w:rPr>
      <w:drawing>
        <wp:inline distT="0" distB="0" distL="0" distR="0" wp14:anchorId="1E5044AF" wp14:editId="1E5044B0">
          <wp:extent cx="1044870" cy="406400"/>
          <wp:effectExtent l="0" t="0" r="3175" b="0"/>
          <wp:docPr id="1" name="Afbeelding 1" descr="https://www.dutchgamegarden.nl/wp-content/uploads/2017/08/rvt-logo_kle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dutchgamegarden.nl/wp-content/uploads/2017/08/rvt-logo_kle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642" cy="418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44AD" w14:textId="77777777" w:rsidR="002D449D" w:rsidRDefault="002D449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96A0F"/>
    <w:multiLevelType w:val="hybridMultilevel"/>
    <w:tmpl w:val="1D92C1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418EE"/>
    <w:multiLevelType w:val="hybridMultilevel"/>
    <w:tmpl w:val="1D94114C"/>
    <w:lvl w:ilvl="0" w:tplc="B7B2A0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671AF"/>
    <w:multiLevelType w:val="hybridMultilevel"/>
    <w:tmpl w:val="DA768228"/>
    <w:lvl w:ilvl="0" w:tplc="7FB4AA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74C31"/>
    <w:multiLevelType w:val="hybridMultilevel"/>
    <w:tmpl w:val="8B9ED8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F254F"/>
    <w:multiLevelType w:val="hybridMultilevel"/>
    <w:tmpl w:val="35C2B0C4"/>
    <w:lvl w:ilvl="0" w:tplc="B7B2A0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354BA"/>
    <w:multiLevelType w:val="hybridMultilevel"/>
    <w:tmpl w:val="2098ED6E"/>
    <w:lvl w:ilvl="0" w:tplc="B7B2A0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1762499">
    <w:abstractNumId w:val="2"/>
  </w:num>
  <w:num w:numId="2" w16cid:durableId="1646472805">
    <w:abstractNumId w:val="5"/>
  </w:num>
  <w:num w:numId="3" w16cid:durableId="334500442">
    <w:abstractNumId w:val="1"/>
  </w:num>
  <w:num w:numId="4" w16cid:durableId="1646547789">
    <w:abstractNumId w:val="4"/>
  </w:num>
  <w:num w:numId="5" w16cid:durableId="1685211329">
    <w:abstractNumId w:val="3"/>
  </w:num>
  <w:num w:numId="6" w16cid:durableId="52196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AEC"/>
    <w:rsid w:val="000874BE"/>
    <w:rsid w:val="000874DD"/>
    <w:rsid w:val="00091D86"/>
    <w:rsid w:val="000D4C65"/>
    <w:rsid w:val="00130AEC"/>
    <w:rsid w:val="001503C7"/>
    <w:rsid w:val="00153867"/>
    <w:rsid w:val="0016456A"/>
    <w:rsid w:val="0019765D"/>
    <w:rsid w:val="001A4BF3"/>
    <w:rsid w:val="001B6D0D"/>
    <w:rsid w:val="001E0BF2"/>
    <w:rsid w:val="002731DA"/>
    <w:rsid w:val="002930E8"/>
    <w:rsid w:val="002B702A"/>
    <w:rsid w:val="002D449D"/>
    <w:rsid w:val="00306767"/>
    <w:rsid w:val="00306EE4"/>
    <w:rsid w:val="00340D6D"/>
    <w:rsid w:val="00351D0E"/>
    <w:rsid w:val="00384593"/>
    <w:rsid w:val="003B74FA"/>
    <w:rsid w:val="003C5C9E"/>
    <w:rsid w:val="003E7D00"/>
    <w:rsid w:val="003F33BF"/>
    <w:rsid w:val="00405330"/>
    <w:rsid w:val="0041594F"/>
    <w:rsid w:val="0047426C"/>
    <w:rsid w:val="004B70F4"/>
    <w:rsid w:val="004F76C0"/>
    <w:rsid w:val="00565B0E"/>
    <w:rsid w:val="00586DCD"/>
    <w:rsid w:val="005957D7"/>
    <w:rsid w:val="005C65B6"/>
    <w:rsid w:val="006C6BE4"/>
    <w:rsid w:val="007012AD"/>
    <w:rsid w:val="00740DF6"/>
    <w:rsid w:val="007771B5"/>
    <w:rsid w:val="007A73B3"/>
    <w:rsid w:val="007E3A8B"/>
    <w:rsid w:val="00815CDC"/>
    <w:rsid w:val="00836D88"/>
    <w:rsid w:val="008A4DA1"/>
    <w:rsid w:val="008D1186"/>
    <w:rsid w:val="00994219"/>
    <w:rsid w:val="00A153F1"/>
    <w:rsid w:val="00A2773D"/>
    <w:rsid w:val="00A52489"/>
    <w:rsid w:val="00A91625"/>
    <w:rsid w:val="00AE42CD"/>
    <w:rsid w:val="00B5137E"/>
    <w:rsid w:val="00B921C4"/>
    <w:rsid w:val="00BD4FB0"/>
    <w:rsid w:val="00BE2194"/>
    <w:rsid w:val="00C10D59"/>
    <w:rsid w:val="00C5014B"/>
    <w:rsid w:val="00C577BD"/>
    <w:rsid w:val="00C9289D"/>
    <w:rsid w:val="00CC1238"/>
    <w:rsid w:val="00DA3180"/>
    <w:rsid w:val="00DB0BC0"/>
    <w:rsid w:val="00DC5566"/>
    <w:rsid w:val="00DF495D"/>
    <w:rsid w:val="00E13B1C"/>
    <w:rsid w:val="00E13C27"/>
    <w:rsid w:val="00E61EA4"/>
    <w:rsid w:val="00E73E24"/>
    <w:rsid w:val="00E84841"/>
    <w:rsid w:val="00E937EF"/>
    <w:rsid w:val="00EE08C2"/>
    <w:rsid w:val="00F85B5E"/>
    <w:rsid w:val="05FCC8C7"/>
    <w:rsid w:val="06683173"/>
    <w:rsid w:val="0DF4F937"/>
    <w:rsid w:val="1D5411D7"/>
    <w:rsid w:val="1EFA5AC4"/>
    <w:rsid w:val="27E697B4"/>
    <w:rsid w:val="32B788BB"/>
    <w:rsid w:val="3668D8A3"/>
    <w:rsid w:val="39A07965"/>
    <w:rsid w:val="3B3C49C6"/>
    <w:rsid w:val="5A61884B"/>
    <w:rsid w:val="5C2A0393"/>
    <w:rsid w:val="5E515569"/>
    <w:rsid w:val="6150DD94"/>
    <w:rsid w:val="66C4A8CC"/>
    <w:rsid w:val="696C75AF"/>
    <w:rsid w:val="6F75BCDA"/>
    <w:rsid w:val="74E10FBA"/>
    <w:rsid w:val="79259BCC"/>
    <w:rsid w:val="7A3911E6"/>
    <w:rsid w:val="7AC1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448D"/>
  <w15:chartTrackingRefBased/>
  <w15:docId w15:val="{84EFCBA3-AAEC-4F60-9EF0-03DFA6F6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D4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E08C2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AB">
    <w:name w:val="TAB"/>
    <w:basedOn w:val="Geenafstand"/>
    <w:next w:val="Geenafstand"/>
    <w:qFormat/>
    <w:rsid w:val="002B702A"/>
    <w:rPr>
      <w:rFonts w:ascii="Courier New" w:hAnsi="Courier New" w:cs="Courier New"/>
    </w:rPr>
  </w:style>
  <w:style w:type="paragraph" w:styleId="Geenafstand">
    <w:name w:val="No Spacing"/>
    <w:uiPriority w:val="1"/>
    <w:qFormat/>
    <w:rsid w:val="002B702A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130A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30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2D449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E08C2"/>
    <w:rPr>
      <w:rFonts w:eastAsiaTheme="majorEastAsia" w:cstheme="majorBidi"/>
      <w:b/>
      <w:color w:val="000000" w:themeColor="tex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8D118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D4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D449D"/>
  </w:style>
  <w:style w:type="paragraph" w:styleId="Voettekst">
    <w:name w:val="footer"/>
    <w:basedOn w:val="Standaard"/>
    <w:link w:val="VoettekstChar"/>
    <w:uiPriority w:val="99"/>
    <w:unhideWhenUsed/>
    <w:rsid w:val="002D4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D449D"/>
  </w:style>
  <w:style w:type="table" w:styleId="Tabelraster">
    <w:name w:val="Table Grid"/>
    <w:basedOn w:val="Standaardtabel"/>
    <w:uiPriority w:val="39"/>
    <w:rsid w:val="00405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pmerking">
    <w:name w:val="annotation text"/>
    <w:basedOn w:val="Standaard"/>
    <w:link w:val="Tekstopmerking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C123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C12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ijn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EA734237F76944A5C43CF444C66942" ma:contentTypeVersion="2" ma:contentTypeDescription="Een nieuw document maken." ma:contentTypeScope="" ma:versionID="b7610982746c671383af85b845b51d06">
  <xsd:schema xmlns:xsd="http://www.w3.org/2001/XMLSchema" xmlns:xs="http://www.w3.org/2001/XMLSchema" xmlns:p="http://schemas.microsoft.com/office/2006/metadata/properties" xmlns:ns2="c15c5248-21e4-4cce-988f-b72ddd05d47f" targetNamespace="http://schemas.microsoft.com/office/2006/metadata/properties" ma:root="true" ma:fieldsID="3e3e46afa45efa76bee2aa2b5677bcf8" ns2:_="">
    <xsd:import namespace="c15c5248-21e4-4cce-988f-b72ddd05d4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c5248-21e4-4cce-988f-b72ddd05d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E2AF7F-81AA-400F-831D-7DAB253D49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1990A4-FB27-4010-A601-A66E3EEF72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03D0D9-6385-4AB0-AEF6-0BDF4FA20CF0}">
  <ds:schemaRefs>
    <ds:schemaRef ds:uri="urn:schemas-microsoft-com.VSTO2008Demos.ControlsStorage"/>
  </ds:schemaRefs>
</ds:datastoreItem>
</file>

<file path=customXml/itemProps4.xml><?xml version="1.0" encoding="utf-8"?>
<ds:datastoreItem xmlns:ds="http://schemas.openxmlformats.org/officeDocument/2006/customXml" ds:itemID="{D52638B9-035E-4B48-8FF2-B5A7983F9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5c5248-21e4-4cce-988f-b72ddd05d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5126035-63B3-4D20-9793-482636A2DA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37</TotalTime>
  <Pages>2</Pages>
  <Words>272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 Strotmann</dc:creator>
  <cp:keywords/>
  <dc:description/>
  <cp:lastModifiedBy>Stijn Strotmann</cp:lastModifiedBy>
  <cp:revision>37</cp:revision>
  <dcterms:created xsi:type="dcterms:W3CDTF">2023-05-23T07:18:00Z</dcterms:created>
  <dcterms:modified xsi:type="dcterms:W3CDTF">2023-09-05T08:01:00Z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0x010100DBEA734237F76944A5C43CF444C66942</vt:lpwstr>
  </property>
</Properties>
</file>