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10" w:type="dxa"/>
          <w:right w:w="10" w:type="dxa"/>
        </w:tblCellMar>
        <w:tblLook w:val="0000" w:firstRow="0" w:lastRow="0" w:firstColumn="0" w:lastColumn="0" w:noHBand="0" w:noVBand="0"/>
      </w:tblPr>
      <w:tblGrid>
        <w:gridCol w:w="10466"/>
      </w:tblGrid>
      <w:tr w:rsidR="00CD15AD" w14:paraId="6F26FAAA" w14:textId="77777777">
        <w:tblPrEx>
          <w:tblCellMar>
            <w:top w:w="0" w:type="dxa"/>
            <w:bottom w:w="0" w:type="dxa"/>
          </w:tblCellMar>
        </w:tblPrEx>
        <w:trPr>
          <w:trHeight w:val="2849"/>
        </w:trPr>
        <w:tc>
          <w:tcPr>
            <w:tcW w:w="10466" w:type="dxa"/>
            <w:shd w:val="clear" w:color="auto" w:fill="auto"/>
            <w:tcMar>
              <w:top w:w="0" w:type="dxa"/>
              <w:left w:w="108" w:type="dxa"/>
              <w:bottom w:w="0" w:type="dxa"/>
              <w:right w:w="108" w:type="dxa"/>
            </w:tcMar>
          </w:tcPr>
          <w:p w14:paraId="6F26FAA9" w14:textId="77777777" w:rsidR="00CD15AD" w:rsidRDefault="007846CD">
            <w:r>
              <w:rPr>
                <w:noProof/>
                <w:lang w:eastAsia="nl-NL"/>
              </w:rPr>
              <mc:AlternateContent>
                <mc:Choice Requires="wpg">
                  <w:drawing>
                    <wp:inline distT="0" distB="0" distL="0" distR="0" wp14:anchorId="6F26FAAA" wp14:editId="6F26FAAB">
                      <wp:extent cx="6564633" cy="1748789"/>
                      <wp:effectExtent l="0" t="0" r="7617" b="3811"/>
                      <wp:docPr id="507013186" name="Groep 30" descr="decoratief element"/>
                      <wp:cNvGraphicFramePr/>
                      <a:graphic xmlns:a="http://schemas.openxmlformats.org/drawingml/2006/main">
                        <a:graphicData uri="http://schemas.microsoft.com/office/word/2010/wordprocessingGroup">
                          <wpg:wgp>
                            <wpg:cNvGrpSpPr/>
                            <wpg:grpSpPr>
                              <a:xfrm>
                                <a:off x="0" y="0"/>
                                <a:ext cx="6564633" cy="1748789"/>
                                <a:chOff x="0" y="0"/>
                                <a:chExt cx="6564633" cy="1748789"/>
                              </a:xfrm>
                            </wpg:grpSpPr>
                            <wps:wsp>
                              <wps:cNvPr id="2133439161" name="Vrije vorm 36"/>
                              <wps:cNvSpPr/>
                              <wps:spPr>
                                <a:xfrm>
                                  <a:off x="0" y="0"/>
                                  <a:ext cx="6564633" cy="1193804"/>
                                </a:xfrm>
                                <a:custGeom>
                                  <a:avLst/>
                                  <a:gdLst>
                                    <a:gd name="f0" fmla="val 10800000"/>
                                    <a:gd name="f1" fmla="val 5400000"/>
                                    <a:gd name="f2" fmla="val 180"/>
                                    <a:gd name="f3" fmla="val w"/>
                                    <a:gd name="f4" fmla="val h"/>
                                    <a:gd name="f5" fmla="val 0"/>
                                    <a:gd name="f6" fmla="val 10679"/>
                                    <a:gd name="f7" fmla="val 1880"/>
                                    <a:gd name="f8" fmla="val 10678"/>
                                    <a:gd name="f9" fmla="val 377"/>
                                    <a:gd name="f10" fmla="val 335"/>
                                    <a:gd name="f11" fmla="val 10375"/>
                                    <a:gd name="f12" fmla="+- 0 0 -90"/>
                                    <a:gd name="f13" fmla="*/ f3 1 10679"/>
                                    <a:gd name="f14" fmla="*/ f4 1 1880"/>
                                    <a:gd name="f15" fmla="+- f7 0 f5"/>
                                    <a:gd name="f16" fmla="+- f6 0 f5"/>
                                    <a:gd name="f17" fmla="*/ f12 f0 1"/>
                                    <a:gd name="f18" fmla="*/ f16 1 10679"/>
                                    <a:gd name="f19" fmla="*/ f15 1 1880"/>
                                    <a:gd name="f20" fmla="*/ 10678 f16 1"/>
                                    <a:gd name="f21" fmla="*/ 0 f15 1"/>
                                    <a:gd name="f22" fmla="*/ 0 f16 1"/>
                                    <a:gd name="f23" fmla="*/ 377 f15 1"/>
                                    <a:gd name="f24" fmla="*/ 335 f16 1"/>
                                    <a:gd name="f25" fmla="*/ 1880 f15 1"/>
                                    <a:gd name="f26" fmla="*/ 10375 f16 1"/>
                                    <a:gd name="f27" fmla="*/ f17 1 f2"/>
                                    <a:gd name="f28" fmla="*/ f20 1 10679"/>
                                    <a:gd name="f29" fmla="*/ f21 1 1880"/>
                                    <a:gd name="f30" fmla="*/ f22 1 10679"/>
                                    <a:gd name="f31" fmla="*/ f23 1 1880"/>
                                    <a:gd name="f32" fmla="*/ f24 1 10679"/>
                                    <a:gd name="f33" fmla="*/ f25 1 1880"/>
                                    <a:gd name="f34" fmla="*/ f26 1 10679"/>
                                    <a:gd name="f35" fmla="*/ 0 1 f18"/>
                                    <a:gd name="f36" fmla="*/ f6 1 f18"/>
                                    <a:gd name="f37" fmla="*/ 0 1 f19"/>
                                    <a:gd name="f38" fmla="*/ f7 1 f19"/>
                                    <a:gd name="f39" fmla="+- f27 0 f1"/>
                                    <a:gd name="f40" fmla="*/ f28 1 f18"/>
                                    <a:gd name="f41" fmla="*/ f29 1 f19"/>
                                    <a:gd name="f42" fmla="*/ f30 1 f18"/>
                                    <a:gd name="f43" fmla="*/ f31 1 f19"/>
                                    <a:gd name="f44" fmla="*/ f32 1 f18"/>
                                    <a:gd name="f45" fmla="*/ f33 1 f19"/>
                                    <a:gd name="f46" fmla="*/ f34 1 f18"/>
                                    <a:gd name="f47" fmla="*/ f35 f13 1"/>
                                    <a:gd name="f48" fmla="*/ f36 f13 1"/>
                                    <a:gd name="f49" fmla="*/ f38 f14 1"/>
                                    <a:gd name="f50" fmla="*/ f37 f14 1"/>
                                    <a:gd name="f51" fmla="*/ f40 f13 1"/>
                                    <a:gd name="f52" fmla="*/ f41 f14 1"/>
                                    <a:gd name="f53" fmla="*/ f42 f13 1"/>
                                    <a:gd name="f54" fmla="*/ f43 f14 1"/>
                                    <a:gd name="f55" fmla="*/ f44 f13 1"/>
                                    <a:gd name="f56" fmla="*/ f45 f14 1"/>
                                    <a:gd name="f57" fmla="*/ f46 f13 1"/>
                                  </a:gdLst>
                                  <a:ahLst/>
                                  <a:cxnLst>
                                    <a:cxn ang="3cd4">
                                      <a:pos x="hc" y="t"/>
                                    </a:cxn>
                                    <a:cxn ang="0">
                                      <a:pos x="r" y="vc"/>
                                    </a:cxn>
                                    <a:cxn ang="cd4">
                                      <a:pos x="hc" y="b"/>
                                    </a:cxn>
                                    <a:cxn ang="cd2">
                                      <a:pos x="l" y="vc"/>
                                    </a:cxn>
                                    <a:cxn ang="f39">
                                      <a:pos x="f51" y="f52"/>
                                    </a:cxn>
                                    <a:cxn ang="f39">
                                      <a:pos x="f53" y="f54"/>
                                    </a:cxn>
                                    <a:cxn ang="f39">
                                      <a:pos x="f55" y="f56"/>
                                    </a:cxn>
                                    <a:cxn ang="f39">
                                      <a:pos x="f57" y="f56"/>
                                    </a:cxn>
                                    <a:cxn ang="f39">
                                      <a:pos x="f51" y="f52"/>
                                    </a:cxn>
                                  </a:cxnLst>
                                  <a:rect l="f47" t="f50" r="f48" b="f49"/>
                                  <a:pathLst>
                                    <a:path w="10679" h="1880">
                                      <a:moveTo>
                                        <a:pt x="f8" y="f5"/>
                                      </a:moveTo>
                                      <a:lnTo>
                                        <a:pt x="f5" y="f9"/>
                                      </a:lnTo>
                                      <a:lnTo>
                                        <a:pt x="f10" y="f7"/>
                                      </a:lnTo>
                                      <a:lnTo>
                                        <a:pt x="f11" y="f7"/>
                                      </a:lnTo>
                                      <a:lnTo>
                                        <a:pt x="f8" y="f5"/>
                                      </a:lnTo>
                                      <a:close/>
                                    </a:path>
                                  </a:pathLst>
                                </a:custGeom>
                                <a:solidFill>
                                  <a:srgbClr val="FBB03B"/>
                                </a:solidFill>
                                <a:ln cap="flat">
                                  <a:noFill/>
                                  <a:prstDash val="solid"/>
                                </a:ln>
                              </wps:spPr>
                              <wps:txbx>
                                <w:txbxContent>
                                  <w:p w14:paraId="6F26FAB4" w14:textId="77777777" w:rsidR="00CD15AD" w:rsidRDefault="007846CD">
                                    <w:pPr>
                                      <w:pStyle w:val="Titel"/>
                                      <w:rPr>
                                        <w:sz w:val="32"/>
                                        <w:szCs w:val="32"/>
                                      </w:rPr>
                                    </w:pPr>
                                    <w:r>
                                      <w:rPr>
                                        <w:sz w:val="32"/>
                                        <w:szCs w:val="32"/>
                                      </w:rPr>
                                      <w:t>Keuzedeel zorg bij instabiele en acute situaties</w:t>
                                    </w:r>
                                  </w:p>
                                </w:txbxContent>
                              </wps:txbx>
                              <wps:bodyPr vert="horz" wrap="square" lIns="91440" tIns="45720" rIns="91440" bIns="45720" anchor="b" anchorCtr="0" compatLnSpc="0">
                                <a:noAutofit/>
                              </wps:bodyPr>
                            </wps:wsp>
                            <wps:wsp>
                              <wps:cNvPr id="1770641406" name="Vrije vorm 35"/>
                              <wps:cNvSpPr/>
                              <wps:spPr>
                                <a:xfrm>
                                  <a:off x="1548490" y="451485"/>
                                  <a:ext cx="379283" cy="201296"/>
                                </a:xfrm>
                                <a:custGeom>
                                  <a:avLst/>
                                  <a:gdLst>
                                    <a:gd name="f0" fmla="val 10800000"/>
                                    <a:gd name="f1" fmla="val 5400000"/>
                                    <a:gd name="f2" fmla="val 180"/>
                                    <a:gd name="f3" fmla="val w"/>
                                    <a:gd name="f4" fmla="val h"/>
                                    <a:gd name="f5" fmla="val 0"/>
                                    <a:gd name="f6" fmla="val 617"/>
                                    <a:gd name="f7" fmla="val 317"/>
                                    <a:gd name="f8" fmla="+- 0 2519 0"/>
                                    <a:gd name="f9" fmla="+- 0 2521 0"/>
                                    <a:gd name="f10" fmla="+- 0 2525 0"/>
                                    <a:gd name="f11" fmla="+- 0 2583 0"/>
                                    <a:gd name="f12" fmla="+- 0 2660 0"/>
                                    <a:gd name="f13" fmla="+- 0 2744 0"/>
                                    <a:gd name="f14" fmla="+- 0 2828 0"/>
                                    <a:gd name="f15" fmla="+- 0 2911 0"/>
                                    <a:gd name="f16" fmla="+- 0 2996 0"/>
                                    <a:gd name="f17" fmla="+- 0 3072 0"/>
                                    <a:gd name="f18" fmla="+- 0 3130 0"/>
                                    <a:gd name="f19" fmla="+- 0 3134 0"/>
                                    <a:gd name="f20" fmla="+- 0 3136 0"/>
                                    <a:gd name="f21" fmla="+- 0 2821 0"/>
                                    <a:gd name="f22" fmla="+- 0 2814 0"/>
                                    <a:gd name="f23" fmla="+- 0 2840 0"/>
                                    <a:gd name="f24" fmla="+- 0 2834 0"/>
                                    <a:gd name="f25" fmla="val 224"/>
                                    <a:gd name="f26" fmla="val 2"/>
                                    <a:gd name="f27" fmla="val 229"/>
                                    <a:gd name="f28" fmla="val 6"/>
                                    <a:gd name="f29" fmla="val 233"/>
                                    <a:gd name="f30" fmla="val 64"/>
                                    <a:gd name="f31" fmla="val 272"/>
                                    <a:gd name="f32" fmla="val 141"/>
                                    <a:gd name="f33" fmla="val 297"/>
                                    <a:gd name="f34" fmla="val 225"/>
                                    <a:gd name="f35" fmla="val 312"/>
                                    <a:gd name="f36" fmla="val 309"/>
                                    <a:gd name="f37" fmla="val 316"/>
                                    <a:gd name="f38" fmla="val 392"/>
                                    <a:gd name="f39" fmla="val 477"/>
                                    <a:gd name="f40" fmla="val 553"/>
                                    <a:gd name="f41" fmla="val 611"/>
                                    <a:gd name="f42" fmla="val 615"/>
                                    <a:gd name="f43" fmla="val 74"/>
                                    <a:gd name="f44" fmla="val 302"/>
                                    <a:gd name="f45" fmla="val 295"/>
                                    <a:gd name="f46" fmla="val 321"/>
                                    <a:gd name="f47" fmla="val 315"/>
                                    <a:gd name="f48" fmla="+- 0 0 -90"/>
                                    <a:gd name="f49" fmla="*/ f3 1 617"/>
                                    <a:gd name="f50" fmla="*/ f4 1 317"/>
                                    <a:gd name="f51" fmla="+- f8 0 2519"/>
                                    <a:gd name="f52" fmla="+- f9 0 2519"/>
                                    <a:gd name="f53" fmla="+- f10 0 2519"/>
                                    <a:gd name="f54" fmla="+- f11 0 2519"/>
                                    <a:gd name="f55" fmla="+- f12 0 2519"/>
                                    <a:gd name="f56" fmla="+- f13 0 2519"/>
                                    <a:gd name="f57" fmla="+- f14 0 2519"/>
                                    <a:gd name="f58" fmla="+- f15 0 2519"/>
                                    <a:gd name="f59" fmla="+- f16 0 2519"/>
                                    <a:gd name="f60" fmla="+- f17 0 2519"/>
                                    <a:gd name="f61" fmla="+- f18 0 2519"/>
                                    <a:gd name="f62" fmla="+- f19 0 2519"/>
                                    <a:gd name="f63" fmla="+- f20 0 2519"/>
                                    <a:gd name="f64" fmla="+- f21 0 2519"/>
                                    <a:gd name="f65" fmla="+- f22 0 2519"/>
                                    <a:gd name="f66" fmla="+- f23 0 2519"/>
                                    <a:gd name="f67" fmla="+- f24 0 2519"/>
                                    <a:gd name="f68" fmla="+- f7 0 f5"/>
                                    <a:gd name="f69" fmla="+- f6 0 f5"/>
                                    <a:gd name="f70" fmla="*/ f48 f0 1"/>
                                    <a:gd name="f71" fmla="*/ f69 1 617"/>
                                    <a:gd name="f72" fmla="*/ f68 1 317"/>
                                    <a:gd name="f73" fmla="*/ f51 f69 1"/>
                                    <a:gd name="f74" fmla="*/ 712 f68 1"/>
                                    <a:gd name="f75" fmla="*/ 936 f68 1"/>
                                    <a:gd name="f76" fmla="*/ f52 f69 1"/>
                                    <a:gd name="f77" fmla="*/ 941 f68 1"/>
                                    <a:gd name="f78" fmla="*/ f53 f69 1"/>
                                    <a:gd name="f79" fmla="*/ 945 f68 1"/>
                                    <a:gd name="f80" fmla="*/ f54 f69 1"/>
                                    <a:gd name="f81" fmla="*/ 984 f68 1"/>
                                    <a:gd name="f82" fmla="*/ f55 f69 1"/>
                                    <a:gd name="f83" fmla="*/ 1009 f68 1"/>
                                    <a:gd name="f84" fmla="*/ f56 f69 1"/>
                                    <a:gd name="f85" fmla="*/ 1024 f68 1"/>
                                    <a:gd name="f86" fmla="*/ f57 f69 1"/>
                                    <a:gd name="f87" fmla="*/ 1028 f68 1"/>
                                    <a:gd name="f88" fmla="*/ f58 f69 1"/>
                                    <a:gd name="f89" fmla="*/ f59 f69 1"/>
                                    <a:gd name="f90" fmla="*/ f60 f69 1"/>
                                    <a:gd name="f91" fmla="*/ f61 f69 1"/>
                                    <a:gd name="f92" fmla="*/ f62 f69 1"/>
                                    <a:gd name="f93" fmla="*/ f63 f69 1"/>
                                    <a:gd name="f94" fmla="*/ 786 f68 1"/>
                                    <a:gd name="f95" fmla="*/ f64 f69 1"/>
                                    <a:gd name="f96" fmla="*/ f65 f69 1"/>
                                    <a:gd name="f97" fmla="*/ 718 f68 1"/>
                                    <a:gd name="f98" fmla="*/ f66 f69 1"/>
                                    <a:gd name="f99" fmla="*/ f67 f69 1"/>
                                    <a:gd name="f100" fmla="*/ f70 1 f2"/>
                                    <a:gd name="f101" fmla="*/ f73 1 617"/>
                                    <a:gd name="f102" fmla="*/ f74 1 317"/>
                                    <a:gd name="f103" fmla="*/ f75 1 317"/>
                                    <a:gd name="f104" fmla="*/ f76 1 617"/>
                                    <a:gd name="f105" fmla="*/ f77 1 317"/>
                                    <a:gd name="f106" fmla="*/ f78 1 617"/>
                                    <a:gd name="f107" fmla="*/ f79 1 317"/>
                                    <a:gd name="f108" fmla="*/ f80 1 617"/>
                                    <a:gd name="f109" fmla="*/ f81 1 317"/>
                                    <a:gd name="f110" fmla="*/ f82 1 617"/>
                                    <a:gd name="f111" fmla="*/ f83 1 317"/>
                                    <a:gd name="f112" fmla="*/ f84 1 617"/>
                                    <a:gd name="f113" fmla="*/ f85 1 317"/>
                                    <a:gd name="f114" fmla="*/ f86 1 617"/>
                                    <a:gd name="f115" fmla="*/ f87 1 317"/>
                                    <a:gd name="f116" fmla="*/ f88 1 617"/>
                                    <a:gd name="f117" fmla="*/ f89 1 617"/>
                                    <a:gd name="f118" fmla="*/ f90 1 617"/>
                                    <a:gd name="f119" fmla="*/ f91 1 617"/>
                                    <a:gd name="f120" fmla="*/ f92 1 617"/>
                                    <a:gd name="f121" fmla="*/ f93 1 617"/>
                                    <a:gd name="f122" fmla="*/ f94 1 317"/>
                                    <a:gd name="f123" fmla="*/ f95 1 617"/>
                                    <a:gd name="f124" fmla="*/ f96 1 617"/>
                                    <a:gd name="f125" fmla="*/ f97 1 317"/>
                                    <a:gd name="f126" fmla="*/ f98 1 617"/>
                                    <a:gd name="f127" fmla="*/ f99 1 617"/>
                                    <a:gd name="f128" fmla="*/ 0 1 f71"/>
                                    <a:gd name="f129" fmla="*/ f6 1 f71"/>
                                    <a:gd name="f130" fmla="*/ 0 1 f72"/>
                                    <a:gd name="f131" fmla="*/ f7 1 f72"/>
                                    <a:gd name="f132" fmla="+- f100 0 f1"/>
                                    <a:gd name="f133" fmla="*/ f101 1 f71"/>
                                    <a:gd name="f134" fmla="*/ f102 1 f72"/>
                                    <a:gd name="f135" fmla="*/ f103 1 f72"/>
                                    <a:gd name="f136" fmla="*/ f104 1 f71"/>
                                    <a:gd name="f137" fmla="*/ f105 1 f72"/>
                                    <a:gd name="f138" fmla="*/ f106 1 f71"/>
                                    <a:gd name="f139" fmla="*/ f107 1 f72"/>
                                    <a:gd name="f140" fmla="*/ f108 1 f71"/>
                                    <a:gd name="f141" fmla="*/ f109 1 f72"/>
                                    <a:gd name="f142" fmla="*/ f110 1 f71"/>
                                    <a:gd name="f143" fmla="*/ f111 1 f72"/>
                                    <a:gd name="f144" fmla="*/ f112 1 f71"/>
                                    <a:gd name="f145" fmla="*/ f113 1 f72"/>
                                    <a:gd name="f146" fmla="*/ f114 1 f71"/>
                                    <a:gd name="f147" fmla="*/ f115 1 f72"/>
                                    <a:gd name="f148" fmla="*/ f116 1 f71"/>
                                    <a:gd name="f149" fmla="*/ f117 1 f71"/>
                                    <a:gd name="f150" fmla="*/ f118 1 f71"/>
                                    <a:gd name="f151" fmla="*/ f119 1 f71"/>
                                    <a:gd name="f152" fmla="*/ f120 1 f71"/>
                                    <a:gd name="f153" fmla="*/ f121 1 f71"/>
                                    <a:gd name="f154" fmla="*/ f122 1 f72"/>
                                    <a:gd name="f155" fmla="*/ f123 1 f71"/>
                                    <a:gd name="f156" fmla="*/ f124 1 f71"/>
                                    <a:gd name="f157" fmla="*/ f125 1 f72"/>
                                    <a:gd name="f158" fmla="*/ f126 1 f71"/>
                                    <a:gd name="f159" fmla="*/ f127 1 f71"/>
                                    <a:gd name="f160" fmla="*/ f128 f49 1"/>
                                    <a:gd name="f161" fmla="*/ f129 f49 1"/>
                                    <a:gd name="f162" fmla="*/ f131 f50 1"/>
                                    <a:gd name="f163" fmla="*/ f130 f50 1"/>
                                    <a:gd name="f164" fmla="*/ f133 f49 1"/>
                                    <a:gd name="f165" fmla="*/ f134 f50 1"/>
                                    <a:gd name="f166" fmla="*/ f135 f50 1"/>
                                    <a:gd name="f167" fmla="*/ f136 f49 1"/>
                                    <a:gd name="f168" fmla="*/ f137 f50 1"/>
                                    <a:gd name="f169" fmla="*/ f138 f49 1"/>
                                    <a:gd name="f170" fmla="*/ f139 f50 1"/>
                                    <a:gd name="f171" fmla="*/ f140 f49 1"/>
                                    <a:gd name="f172" fmla="*/ f141 f50 1"/>
                                    <a:gd name="f173" fmla="*/ f142 f49 1"/>
                                    <a:gd name="f174" fmla="*/ f143 f50 1"/>
                                    <a:gd name="f175" fmla="*/ f144 f49 1"/>
                                    <a:gd name="f176" fmla="*/ f145 f50 1"/>
                                    <a:gd name="f177" fmla="*/ f146 f49 1"/>
                                    <a:gd name="f178" fmla="*/ f147 f50 1"/>
                                    <a:gd name="f179" fmla="*/ f148 f49 1"/>
                                    <a:gd name="f180" fmla="*/ f149 f49 1"/>
                                    <a:gd name="f181" fmla="*/ f150 f49 1"/>
                                    <a:gd name="f182" fmla="*/ f151 f49 1"/>
                                    <a:gd name="f183" fmla="*/ f152 f49 1"/>
                                    <a:gd name="f184" fmla="*/ f153 f49 1"/>
                                    <a:gd name="f185" fmla="*/ f154 f50 1"/>
                                    <a:gd name="f186" fmla="*/ f155 f49 1"/>
                                    <a:gd name="f187" fmla="*/ f156 f49 1"/>
                                    <a:gd name="f188" fmla="*/ f157 f50 1"/>
                                    <a:gd name="f189" fmla="*/ f158 f49 1"/>
                                    <a:gd name="f190" fmla="*/ f159 f49 1"/>
                                  </a:gdLst>
                                  <a:ahLst/>
                                  <a:cxnLst>
                                    <a:cxn ang="3cd4">
                                      <a:pos x="hc" y="t"/>
                                    </a:cxn>
                                    <a:cxn ang="0">
                                      <a:pos x="r" y="vc"/>
                                    </a:cxn>
                                    <a:cxn ang="cd4">
                                      <a:pos x="hc" y="b"/>
                                    </a:cxn>
                                    <a:cxn ang="cd2">
                                      <a:pos x="l" y="vc"/>
                                    </a:cxn>
                                    <a:cxn ang="f132">
                                      <a:pos x="f164" y="f165"/>
                                    </a:cxn>
                                    <a:cxn ang="f132">
                                      <a:pos x="f164" y="f166"/>
                                    </a:cxn>
                                    <a:cxn ang="f132">
                                      <a:pos x="f167" y="f168"/>
                                    </a:cxn>
                                    <a:cxn ang="f132">
                                      <a:pos x="f169" y="f170"/>
                                    </a:cxn>
                                    <a:cxn ang="f132">
                                      <a:pos x="f171" y="f172"/>
                                    </a:cxn>
                                    <a:cxn ang="f132">
                                      <a:pos x="f173" y="f174"/>
                                    </a:cxn>
                                    <a:cxn ang="f132">
                                      <a:pos x="f175" y="f176"/>
                                    </a:cxn>
                                    <a:cxn ang="f132">
                                      <a:pos x="f177" y="f178"/>
                                    </a:cxn>
                                    <a:cxn ang="f132">
                                      <a:pos x="f179" y="f176"/>
                                    </a:cxn>
                                    <a:cxn ang="f132">
                                      <a:pos x="f180" y="f174"/>
                                    </a:cxn>
                                    <a:cxn ang="f132">
                                      <a:pos x="f181" y="f172"/>
                                    </a:cxn>
                                    <a:cxn ang="f132">
                                      <a:pos x="f182" y="f170"/>
                                    </a:cxn>
                                    <a:cxn ang="f132">
                                      <a:pos x="f183" y="f168"/>
                                    </a:cxn>
                                    <a:cxn ang="f132">
                                      <a:pos x="f184" y="f166"/>
                                    </a:cxn>
                                    <a:cxn ang="f132">
                                      <a:pos x="f184" y="f185"/>
                                    </a:cxn>
                                    <a:cxn ang="f132">
                                      <a:pos x="f186" y="f185"/>
                                    </a:cxn>
                                    <a:cxn ang="f132">
                                      <a:pos x="f187" y="f185"/>
                                    </a:cxn>
                                    <a:cxn ang="f132">
                                      <a:pos x="f164" y="f165"/>
                                    </a:cxn>
                                    <a:cxn ang="f132">
                                      <a:pos x="f184" y="f188"/>
                                    </a:cxn>
                                    <a:cxn ang="f132">
                                      <a:pos x="f189" y="f185"/>
                                    </a:cxn>
                                    <a:cxn ang="f132">
                                      <a:pos x="f190" y="f185"/>
                                    </a:cxn>
                                    <a:cxn ang="f132">
                                      <a:pos x="f184" y="f185"/>
                                    </a:cxn>
                                    <a:cxn ang="f132">
                                      <a:pos x="f184" y="f188"/>
                                    </a:cxn>
                                  </a:cxnLst>
                                  <a:rect l="f160" t="f163" r="f161" b="f162"/>
                                  <a:pathLst>
                                    <a:path w="617" h="317">
                                      <a:moveTo>
                                        <a:pt x="f5" y="f5"/>
                                      </a:moveTo>
                                      <a:lnTo>
                                        <a:pt x="f5" y="f25"/>
                                      </a:lnTo>
                                      <a:lnTo>
                                        <a:pt x="f26" y="f27"/>
                                      </a:lnTo>
                                      <a:lnTo>
                                        <a:pt x="f28" y="f29"/>
                                      </a:lnTo>
                                      <a:lnTo>
                                        <a:pt x="f30" y="f31"/>
                                      </a:lnTo>
                                      <a:lnTo>
                                        <a:pt x="f32" y="f33"/>
                                      </a:lnTo>
                                      <a:lnTo>
                                        <a:pt x="f34" y="f35"/>
                                      </a:lnTo>
                                      <a:lnTo>
                                        <a:pt x="f36" y="f37"/>
                                      </a:lnTo>
                                      <a:lnTo>
                                        <a:pt x="f38" y="f35"/>
                                      </a:lnTo>
                                      <a:lnTo>
                                        <a:pt x="f39" y="f33"/>
                                      </a:lnTo>
                                      <a:lnTo>
                                        <a:pt x="f40" y="f31"/>
                                      </a:lnTo>
                                      <a:lnTo>
                                        <a:pt x="f41" y="f29"/>
                                      </a:lnTo>
                                      <a:lnTo>
                                        <a:pt x="f42" y="f27"/>
                                      </a:lnTo>
                                      <a:lnTo>
                                        <a:pt x="f6" y="f25"/>
                                      </a:lnTo>
                                      <a:lnTo>
                                        <a:pt x="f6" y="f43"/>
                                      </a:lnTo>
                                      <a:lnTo>
                                        <a:pt x="f44" y="f43"/>
                                      </a:lnTo>
                                      <a:lnTo>
                                        <a:pt x="f45" y="f43"/>
                                      </a:lnTo>
                                      <a:lnTo>
                                        <a:pt x="f5" y="f5"/>
                                      </a:lnTo>
                                      <a:close/>
                                      <a:moveTo>
                                        <a:pt x="f6" y="f28"/>
                                      </a:moveTo>
                                      <a:lnTo>
                                        <a:pt x="f46" y="f43"/>
                                      </a:lnTo>
                                      <a:lnTo>
                                        <a:pt x="f47" y="f43"/>
                                      </a:lnTo>
                                      <a:lnTo>
                                        <a:pt x="f6" y="f43"/>
                                      </a:lnTo>
                                      <a:lnTo>
                                        <a:pt x="f6" y="f28"/>
                                      </a:lnTo>
                                      <a:close/>
                                    </a:path>
                                  </a:pathLst>
                                </a:custGeom>
                                <a:solidFill>
                                  <a:srgbClr val="FFFFFF"/>
                                </a:solidFill>
                                <a:ln cap="flat">
                                  <a:noFill/>
                                  <a:prstDash val="solid"/>
                                </a:ln>
                              </wps:spPr>
                              <wps:bodyPr lIns="0" tIns="0" rIns="0" bIns="0"/>
                            </wps:wsp>
                            <wps:wsp>
                              <wps:cNvPr id="220849579" name="Vrije vorm 34"/>
                              <wps:cNvSpPr/>
                              <wps:spPr>
                                <a:xfrm>
                                  <a:off x="1459967" y="316226"/>
                                  <a:ext cx="581530" cy="274320"/>
                                </a:xfrm>
                                <a:custGeom>
                                  <a:avLst/>
                                  <a:gdLst>
                                    <a:gd name="f0" fmla="val 10800000"/>
                                    <a:gd name="f1" fmla="val 5400000"/>
                                    <a:gd name="f2" fmla="val 180"/>
                                    <a:gd name="f3" fmla="val w"/>
                                    <a:gd name="f4" fmla="val h"/>
                                    <a:gd name="f5" fmla="val 0"/>
                                    <a:gd name="f6" fmla="val 946"/>
                                    <a:gd name="f7" fmla="val 432"/>
                                    <a:gd name="f8" fmla="+- 0 3259 0"/>
                                    <a:gd name="f9" fmla="+- 0 3218 0"/>
                                    <a:gd name="f10" fmla="+- 0 3227 0"/>
                                    <a:gd name="f11" fmla="+- 0 3250 0"/>
                                    <a:gd name="f12" fmla="+- 0 2829 0"/>
                                    <a:gd name="f13" fmla="+- 0 2826 0"/>
                                    <a:gd name="f14" fmla="+- 0 2824 0"/>
                                    <a:gd name="f15" fmla="+- 0 2410 0"/>
                                    <a:gd name="f16" fmla="+- 0 2397 0"/>
                                    <a:gd name="f17" fmla="+- 0 2386 0"/>
                                    <a:gd name="f18" fmla="+- 0 2379 0"/>
                                    <a:gd name="f19" fmla="+- 0 2375 0"/>
                                    <a:gd name="f20" fmla="+- 0 2377 0"/>
                                    <a:gd name="f21" fmla="+- 0 2384 0"/>
                                    <a:gd name="f22" fmla="+- 0 2394 0"/>
                                    <a:gd name="f23" fmla="+- 0 2407 0"/>
                                    <a:gd name="f24" fmla="+- 0 2818 0"/>
                                    <a:gd name="f25" fmla="+- 0 2821 0"/>
                                    <a:gd name="f26" fmla="+- 0 2831 0"/>
                                    <a:gd name="f27" fmla="+- 0 2834 0"/>
                                    <a:gd name="f28" fmla="+- 0 2837 0"/>
                                    <a:gd name="f29" fmla="+- 0 3194 0"/>
                                    <a:gd name="f30" fmla="+- 0 3289 0"/>
                                    <a:gd name="f31" fmla="+- 0 3302 0"/>
                                    <a:gd name="f32" fmla="+- 0 3313 0"/>
                                    <a:gd name="f33" fmla="+- 0 3319 0"/>
                                    <a:gd name="f34" fmla="+- 0 3321 0"/>
                                    <a:gd name="f35" fmla="+- 0 3318 0"/>
                                    <a:gd name="f36" fmla="+- 0 3310 0"/>
                                    <a:gd name="f37" fmla="+- 0 3299 0"/>
                                    <a:gd name="f38" fmla="+- 0 3285 0"/>
                                    <a:gd name="f39" fmla="val 884"/>
                                    <a:gd name="f40" fmla="val 164"/>
                                    <a:gd name="f41" fmla="val 843"/>
                                    <a:gd name="f42" fmla="val 422"/>
                                    <a:gd name="f43" fmla="val 852"/>
                                    <a:gd name="f44" fmla="val 431"/>
                                    <a:gd name="f45" fmla="val 875"/>
                                    <a:gd name="f46" fmla="val 454"/>
                                    <a:gd name="f47" fmla="val 451"/>
                                    <a:gd name="f48" fmla="val 449"/>
                                    <a:gd name="f49" fmla="val 35"/>
                                    <a:gd name="f50" fmla="val 62"/>
                                    <a:gd name="f51" fmla="val 22"/>
                                    <a:gd name="f52" fmla="val 66"/>
                                    <a:gd name="f53" fmla="val 11"/>
                                    <a:gd name="f54" fmla="val 75"/>
                                    <a:gd name="f55" fmla="val 4"/>
                                    <a:gd name="f56" fmla="val 87"/>
                                    <a:gd name="f57" fmla="val 101"/>
                                    <a:gd name="f58" fmla="val 2"/>
                                    <a:gd name="f59" fmla="val 115"/>
                                    <a:gd name="f60" fmla="val 9"/>
                                    <a:gd name="f61" fmla="val 127"/>
                                    <a:gd name="f62" fmla="val 19"/>
                                    <a:gd name="f63" fmla="val 137"/>
                                    <a:gd name="f64" fmla="val 32"/>
                                    <a:gd name="f65" fmla="val 142"/>
                                    <a:gd name="f66" fmla="val 443"/>
                                    <a:gd name="f67" fmla="val 245"/>
                                    <a:gd name="f68" fmla="val 446"/>
                                    <a:gd name="f69" fmla="val 246"/>
                                    <a:gd name="f70" fmla="val 456"/>
                                    <a:gd name="f71" fmla="val 459"/>
                                    <a:gd name="f72" fmla="val 462"/>
                                    <a:gd name="f73" fmla="val 819"/>
                                    <a:gd name="f74" fmla="val 149"/>
                                    <a:gd name="f75" fmla="val 914"/>
                                    <a:gd name="f76" fmla="val 143"/>
                                    <a:gd name="f77" fmla="val 927"/>
                                    <a:gd name="f78" fmla="val 938"/>
                                    <a:gd name="f79" fmla="val 944"/>
                                    <a:gd name="f80" fmla="val 943"/>
                                    <a:gd name="f81" fmla="val 935"/>
                                    <a:gd name="f82" fmla="val 924"/>
                                    <a:gd name="f83" fmla="val 910"/>
                                    <a:gd name="f84" fmla="+- 0 0 -90"/>
                                    <a:gd name="f85" fmla="*/ f3 1 946"/>
                                    <a:gd name="f86" fmla="*/ f4 1 432"/>
                                    <a:gd name="f87" fmla="+- f8 0 2375"/>
                                    <a:gd name="f88" fmla="+- f9 0 2375"/>
                                    <a:gd name="f89" fmla="+- f10 0 2375"/>
                                    <a:gd name="f90" fmla="+- f11 0 2375"/>
                                    <a:gd name="f91" fmla="+- f12 0 2375"/>
                                    <a:gd name="f92" fmla="+- f13 0 2375"/>
                                    <a:gd name="f93" fmla="+- f14 0 2375"/>
                                    <a:gd name="f94" fmla="+- f15 0 2375"/>
                                    <a:gd name="f95" fmla="+- f16 0 2375"/>
                                    <a:gd name="f96" fmla="+- f17 0 2375"/>
                                    <a:gd name="f97" fmla="+- f18 0 2375"/>
                                    <a:gd name="f98" fmla="+- f19 0 2375"/>
                                    <a:gd name="f99" fmla="+- f20 0 2375"/>
                                    <a:gd name="f100" fmla="+- f21 0 2375"/>
                                    <a:gd name="f101" fmla="+- f22 0 2375"/>
                                    <a:gd name="f102" fmla="+- f23 0 2375"/>
                                    <a:gd name="f103" fmla="+- f24 0 2375"/>
                                    <a:gd name="f104" fmla="+- f25 0 2375"/>
                                    <a:gd name="f105" fmla="+- f26 0 2375"/>
                                    <a:gd name="f106" fmla="+- f27 0 2375"/>
                                    <a:gd name="f107" fmla="+- f28 0 2375"/>
                                    <a:gd name="f108" fmla="+- f29 0 2375"/>
                                    <a:gd name="f109" fmla="+- f30 0 2375"/>
                                    <a:gd name="f110" fmla="+- f31 0 2375"/>
                                    <a:gd name="f111" fmla="+- f32 0 2375"/>
                                    <a:gd name="f112" fmla="+- f33 0 2375"/>
                                    <a:gd name="f113" fmla="+- f34 0 2375"/>
                                    <a:gd name="f114" fmla="+- f35 0 2375"/>
                                    <a:gd name="f115" fmla="+- f36 0 2375"/>
                                    <a:gd name="f116" fmla="+- f37 0 2375"/>
                                    <a:gd name="f117" fmla="+- f38 0 2375"/>
                                    <a:gd name="f118" fmla="+- f7 0 f5"/>
                                    <a:gd name="f119" fmla="+- f6 0 f5"/>
                                    <a:gd name="f120" fmla="*/ f84 f0 1"/>
                                    <a:gd name="f121" fmla="*/ f119 1 946"/>
                                    <a:gd name="f122" fmla="*/ f118 1 432"/>
                                    <a:gd name="f123" fmla="*/ f87 f119 1"/>
                                    <a:gd name="f124" fmla="*/ 663 f118 1"/>
                                    <a:gd name="f125" fmla="*/ f88 f119 1"/>
                                    <a:gd name="f126" fmla="*/ 921 f118 1"/>
                                    <a:gd name="f127" fmla="*/ f89 f119 1"/>
                                    <a:gd name="f128" fmla="*/ 930 f118 1"/>
                                    <a:gd name="f129" fmla="*/ f90 f119 1"/>
                                    <a:gd name="f130" fmla="*/ f91 f119 1"/>
                                    <a:gd name="f131" fmla="*/ 499 f118 1"/>
                                    <a:gd name="f132" fmla="*/ f92 f119 1"/>
                                    <a:gd name="f133" fmla="*/ f93 f119 1"/>
                                    <a:gd name="f134" fmla="*/ f94 f119 1"/>
                                    <a:gd name="f135" fmla="*/ 561 f118 1"/>
                                    <a:gd name="f136" fmla="*/ f95 f119 1"/>
                                    <a:gd name="f137" fmla="*/ 565 f118 1"/>
                                    <a:gd name="f138" fmla="*/ f96 f119 1"/>
                                    <a:gd name="f139" fmla="*/ 574 f118 1"/>
                                    <a:gd name="f140" fmla="*/ f97 f119 1"/>
                                    <a:gd name="f141" fmla="*/ 586 f118 1"/>
                                    <a:gd name="f142" fmla="*/ f98 f119 1"/>
                                    <a:gd name="f143" fmla="*/ 600 f118 1"/>
                                    <a:gd name="f144" fmla="*/ f99 f119 1"/>
                                    <a:gd name="f145" fmla="*/ 614 f118 1"/>
                                    <a:gd name="f146" fmla="*/ f100 f119 1"/>
                                    <a:gd name="f147" fmla="*/ 626 f118 1"/>
                                    <a:gd name="f148" fmla="*/ f101 f119 1"/>
                                    <a:gd name="f149" fmla="*/ 636 f118 1"/>
                                    <a:gd name="f150" fmla="*/ f102 f119 1"/>
                                    <a:gd name="f151" fmla="*/ 641 f118 1"/>
                                    <a:gd name="f152" fmla="*/ f103 f119 1"/>
                                    <a:gd name="f153" fmla="*/ 744 f118 1"/>
                                    <a:gd name="f154" fmla="*/ f104 f119 1"/>
                                    <a:gd name="f155" fmla="*/ 745 f118 1"/>
                                    <a:gd name="f156" fmla="*/ f105 f119 1"/>
                                    <a:gd name="f157" fmla="*/ f106 f119 1"/>
                                    <a:gd name="f158" fmla="*/ f107 f119 1"/>
                                    <a:gd name="f159" fmla="*/ f108 f119 1"/>
                                    <a:gd name="f160" fmla="*/ 648 f118 1"/>
                                    <a:gd name="f161" fmla="*/ f109 f119 1"/>
                                    <a:gd name="f162" fmla="*/ 642 f118 1"/>
                                    <a:gd name="f163" fmla="*/ f110 f119 1"/>
                                    <a:gd name="f164" fmla="*/ f111 f119 1"/>
                                    <a:gd name="f165" fmla="*/ f112 f119 1"/>
                                    <a:gd name="f166" fmla="*/ f113 f119 1"/>
                                    <a:gd name="f167" fmla="*/ f114 f119 1"/>
                                    <a:gd name="f168" fmla="*/ f115 f119 1"/>
                                    <a:gd name="f169" fmla="*/ f116 f119 1"/>
                                    <a:gd name="f170" fmla="*/ f117 f119 1"/>
                                    <a:gd name="f171" fmla="*/ f120 1 f2"/>
                                    <a:gd name="f172" fmla="*/ f123 1 946"/>
                                    <a:gd name="f173" fmla="*/ f124 1 432"/>
                                    <a:gd name="f174" fmla="*/ f125 1 946"/>
                                    <a:gd name="f175" fmla="*/ f126 1 432"/>
                                    <a:gd name="f176" fmla="*/ f127 1 946"/>
                                    <a:gd name="f177" fmla="*/ f128 1 432"/>
                                    <a:gd name="f178" fmla="*/ f129 1 946"/>
                                    <a:gd name="f179" fmla="*/ f130 1 946"/>
                                    <a:gd name="f180" fmla="*/ f131 1 432"/>
                                    <a:gd name="f181" fmla="*/ f132 1 946"/>
                                    <a:gd name="f182" fmla="*/ f133 1 946"/>
                                    <a:gd name="f183" fmla="*/ f134 1 946"/>
                                    <a:gd name="f184" fmla="*/ f135 1 432"/>
                                    <a:gd name="f185" fmla="*/ f136 1 946"/>
                                    <a:gd name="f186" fmla="*/ f137 1 432"/>
                                    <a:gd name="f187" fmla="*/ f138 1 946"/>
                                    <a:gd name="f188" fmla="*/ f139 1 432"/>
                                    <a:gd name="f189" fmla="*/ f140 1 946"/>
                                    <a:gd name="f190" fmla="*/ f141 1 432"/>
                                    <a:gd name="f191" fmla="*/ f142 1 946"/>
                                    <a:gd name="f192" fmla="*/ f143 1 432"/>
                                    <a:gd name="f193" fmla="*/ f144 1 946"/>
                                    <a:gd name="f194" fmla="*/ f145 1 432"/>
                                    <a:gd name="f195" fmla="*/ f146 1 946"/>
                                    <a:gd name="f196" fmla="*/ f147 1 432"/>
                                    <a:gd name="f197" fmla="*/ f148 1 946"/>
                                    <a:gd name="f198" fmla="*/ f149 1 432"/>
                                    <a:gd name="f199" fmla="*/ f150 1 946"/>
                                    <a:gd name="f200" fmla="*/ f151 1 432"/>
                                    <a:gd name="f201" fmla="*/ f152 1 946"/>
                                    <a:gd name="f202" fmla="*/ f153 1 432"/>
                                    <a:gd name="f203" fmla="*/ f154 1 946"/>
                                    <a:gd name="f204" fmla="*/ f155 1 432"/>
                                    <a:gd name="f205" fmla="*/ f156 1 946"/>
                                    <a:gd name="f206" fmla="*/ f157 1 946"/>
                                    <a:gd name="f207" fmla="*/ f158 1 946"/>
                                    <a:gd name="f208" fmla="*/ f159 1 946"/>
                                    <a:gd name="f209" fmla="*/ f160 1 432"/>
                                    <a:gd name="f210" fmla="*/ f161 1 946"/>
                                    <a:gd name="f211" fmla="*/ f162 1 432"/>
                                    <a:gd name="f212" fmla="*/ f163 1 946"/>
                                    <a:gd name="f213" fmla="*/ f164 1 946"/>
                                    <a:gd name="f214" fmla="*/ f165 1 946"/>
                                    <a:gd name="f215" fmla="*/ f166 1 946"/>
                                    <a:gd name="f216" fmla="*/ f167 1 946"/>
                                    <a:gd name="f217" fmla="*/ f168 1 946"/>
                                    <a:gd name="f218" fmla="*/ f169 1 946"/>
                                    <a:gd name="f219" fmla="*/ f170 1 946"/>
                                    <a:gd name="f220" fmla="*/ 0 1 f121"/>
                                    <a:gd name="f221" fmla="*/ f6 1 f121"/>
                                    <a:gd name="f222" fmla="*/ 0 1 f122"/>
                                    <a:gd name="f223" fmla="*/ f7 1 f122"/>
                                    <a:gd name="f224" fmla="+- f171 0 f1"/>
                                    <a:gd name="f225" fmla="*/ f172 1 f121"/>
                                    <a:gd name="f226" fmla="*/ f173 1 f122"/>
                                    <a:gd name="f227" fmla="*/ f174 1 f121"/>
                                    <a:gd name="f228" fmla="*/ f175 1 f122"/>
                                    <a:gd name="f229" fmla="*/ f176 1 f121"/>
                                    <a:gd name="f230" fmla="*/ f177 1 f122"/>
                                    <a:gd name="f231" fmla="*/ f178 1 f121"/>
                                    <a:gd name="f232" fmla="*/ f179 1 f121"/>
                                    <a:gd name="f233" fmla="*/ f180 1 f122"/>
                                    <a:gd name="f234" fmla="*/ f181 1 f121"/>
                                    <a:gd name="f235" fmla="*/ f182 1 f121"/>
                                    <a:gd name="f236" fmla="*/ f183 1 f121"/>
                                    <a:gd name="f237" fmla="*/ f184 1 f122"/>
                                    <a:gd name="f238" fmla="*/ f185 1 f121"/>
                                    <a:gd name="f239" fmla="*/ f186 1 f122"/>
                                    <a:gd name="f240" fmla="*/ f187 1 f121"/>
                                    <a:gd name="f241" fmla="*/ f188 1 f122"/>
                                    <a:gd name="f242" fmla="*/ f189 1 f121"/>
                                    <a:gd name="f243" fmla="*/ f190 1 f122"/>
                                    <a:gd name="f244" fmla="*/ f191 1 f121"/>
                                    <a:gd name="f245" fmla="*/ f192 1 f122"/>
                                    <a:gd name="f246" fmla="*/ f193 1 f121"/>
                                    <a:gd name="f247" fmla="*/ f194 1 f122"/>
                                    <a:gd name="f248" fmla="*/ f195 1 f121"/>
                                    <a:gd name="f249" fmla="*/ f196 1 f122"/>
                                    <a:gd name="f250" fmla="*/ f197 1 f121"/>
                                    <a:gd name="f251" fmla="*/ f198 1 f122"/>
                                    <a:gd name="f252" fmla="*/ f199 1 f121"/>
                                    <a:gd name="f253" fmla="*/ f200 1 f122"/>
                                    <a:gd name="f254" fmla="*/ f201 1 f121"/>
                                    <a:gd name="f255" fmla="*/ f202 1 f122"/>
                                    <a:gd name="f256" fmla="*/ f203 1 f121"/>
                                    <a:gd name="f257" fmla="*/ f204 1 f122"/>
                                    <a:gd name="f258" fmla="*/ f205 1 f121"/>
                                    <a:gd name="f259" fmla="*/ f206 1 f121"/>
                                    <a:gd name="f260" fmla="*/ f207 1 f121"/>
                                    <a:gd name="f261" fmla="*/ f208 1 f121"/>
                                    <a:gd name="f262" fmla="*/ f209 1 f122"/>
                                    <a:gd name="f263" fmla="*/ f210 1 f121"/>
                                    <a:gd name="f264" fmla="*/ f211 1 f122"/>
                                    <a:gd name="f265" fmla="*/ f212 1 f121"/>
                                    <a:gd name="f266" fmla="*/ f213 1 f121"/>
                                    <a:gd name="f267" fmla="*/ f214 1 f121"/>
                                    <a:gd name="f268" fmla="*/ f215 1 f121"/>
                                    <a:gd name="f269" fmla="*/ f216 1 f121"/>
                                    <a:gd name="f270" fmla="*/ f217 1 f121"/>
                                    <a:gd name="f271" fmla="*/ f218 1 f121"/>
                                    <a:gd name="f272" fmla="*/ f219 1 f121"/>
                                    <a:gd name="f273" fmla="*/ f220 f85 1"/>
                                    <a:gd name="f274" fmla="*/ f221 f85 1"/>
                                    <a:gd name="f275" fmla="*/ f223 f86 1"/>
                                    <a:gd name="f276" fmla="*/ f222 f86 1"/>
                                    <a:gd name="f277" fmla="*/ f225 f85 1"/>
                                    <a:gd name="f278" fmla="*/ f226 f86 1"/>
                                    <a:gd name="f279" fmla="*/ f227 f85 1"/>
                                    <a:gd name="f280" fmla="*/ f228 f86 1"/>
                                    <a:gd name="f281" fmla="*/ f229 f85 1"/>
                                    <a:gd name="f282" fmla="*/ f230 f86 1"/>
                                    <a:gd name="f283" fmla="*/ f231 f85 1"/>
                                    <a:gd name="f284" fmla="*/ f232 f85 1"/>
                                    <a:gd name="f285" fmla="*/ f233 f86 1"/>
                                    <a:gd name="f286" fmla="*/ f234 f85 1"/>
                                    <a:gd name="f287" fmla="*/ f235 f85 1"/>
                                    <a:gd name="f288" fmla="*/ f236 f85 1"/>
                                    <a:gd name="f289" fmla="*/ f237 f86 1"/>
                                    <a:gd name="f290" fmla="*/ f238 f85 1"/>
                                    <a:gd name="f291" fmla="*/ f239 f86 1"/>
                                    <a:gd name="f292" fmla="*/ f240 f85 1"/>
                                    <a:gd name="f293" fmla="*/ f241 f86 1"/>
                                    <a:gd name="f294" fmla="*/ f242 f85 1"/>
                                    <a:gd name="f295" fmla="*/ f243 f86 1"/>
                                    <a:gd name="f296" fmla="*/ f244 f85 1"/>
                                    <a:gd name="f297" fmla="*/ f245 f86 1"/>
                                    <a:gd name="f298" fmla="*/ f246 f85 1"/>
                                    <a:gd name="f299" fmla="*/ f247 f86 1"/>
                                    <a:gd name="f300" fmla="*/ f248 f85 1"/>
                                    <a:gd name="f301" fmla="*/ f249 f86 1"/>
                                    <a:gd name="f302" fmla="*/ f250 f85 1"/>
                                    <a:gd name="f303" fmla="*/ f251 f86 1"/>
                                    <a:gd name="f304" fmla="*/ f252 f85 1"/>
                                    <a:gd name="f305" fmla="*/ f253 f86 1"/>
                                    <a:gd name="f306" fmla="*/ f254 f85 1"/>
                                    <a:gd name="f307" fmla="*/ f255 f86 1"/>
                                    <a:gd name="f308" fmla="*/ f256 f85 1"/>
                                    <a:gd name="f309" fmla="*/ f257 f86 1"/>
                                    <a:gd name="f310" fmla="*/ f258 f85 1"/>
                                    <a:gd name="f311" fmla="*/ f259 f85 1"/>
                                    <a:gd name="f312" fmla="*/ f260 f85 1"/>
                                    <a:gd name="f313" fmla="*/ f261 f85 1"/>
                                    <a:gd name="f314" fmla="*/ f262 f86 1"/>
                                    <a:gd name="f315" fmla="*/ f263 f85 1"/>
                                    <a:gd name="f316" fmla="*/ f264 f86 1"/>
                                    <a:gd name="f317" fmla="*/ f265 f85 1"/>
                                    <a:gd name="f318" fmla="*/ f266 f85 1"/>
                                    <a:gd name="f319" fmla="*/ f267 f85 1"/>
                                    <a:gd name="f320" fmla="*/ f268 f85 1"/>
                                    <a:gd name="f321" fmla="*/ f269 f85 1"/>
                                    <a:gd name="f322" fmla="*/ f270 f85 1"/>
                                    <a:gd name="f323" fmla="*/ f271 f85 1"/>
                                    <a:gd name="f324" fmla="*/ f272 f85 1"/>
                                  </a:gdLst>
                                  <a:ahLst/>
                                  <a:cxnLst>
                                    <a:cxn ang="3cd4">
                                      <a:pos x="hc" y="t"/>
                                    </a:cxn>
                                    <a:cxn ang="0">
                                      <a:pos x="r" y="vc"/>
                                    </a:cxn>
                                    <a:cxn ang="cd4">
                                      <a:pos x="hc" y="b"/>
                                    </a:cxn>
                                    <a:cxn ang="cd2">
                                      <a:pos x="l" y="vc"/>
                                    </a:cxn>
                                    <a:cxn ang="f224">
                                      <a:pos x="f277" y="f278"/>
                                    </a:cxn>
                                    <a:cxn ang="f224">
                                      <a:pos x="f279" y="f278"/>
                                    </a:cxn>
                                    <a:cxn ang="f224">
                                      <a:pos x="f279" y="f280"/>
                                    </a:cxn>
                                    <a:cxn ang="f224">
                                      <a:pos x="f281" y="f282"/>
                                    </a:cxn>
                                    <a:cxn ang="f224">
                                      <a:pos x="f283" y="f282"/>
                                    </a:cxn>
                                    <a:cxn ang="f224">
                                      <a:pos x="f277" y="f280"/>
                                    </a:cxn>
                                    <a:cxn ang="f224">
                                      <a:pos x="f277" y="f278"/>
                                    </a:cxn>
                                    <a:cxn ang="f224">
                                      <a:pos x="f284" y="f285"/>
                                    </a:cxn>
                                    <a:cxn ang="f224">
                                      <a:pos x="f286" y="f285"/>
                                    </a:cxn>
                                    <a:cxn ang="f224">
                                      <a:pos x="f287" y="f285"/>
                                    </a:cxn>
                                    <a:cxn ang="f224">
                                      <a:pos x="f288" y="f289"/>
                                    </a:cxn>
                                    <a:cxn ang="f224">
                                      <a:pos x="f290" y="f291"/>
                                    </a:cxn>
                                    <a:cxn ang="f224">
                                      <a:pos x="f292" y="f293"/>
                                    </a:cxn>
                                    <a:cxn ang="f224">
                                      <a:pos x="f294" y="f295"/>
                                    </a:cxn>
                                    <a:cxn ang="f224">
                                      <a:pos x="f296" y="f297"/>
                                    </a:cxn>
                                    <a:cxn ang="f224">
                                      <a:pos x="f298" y="f299"/>
                                    </a:cxn>
                                    <a:cxn ang="f224">
                                      <a:pos x="f300" y="f301"/>
                                    </a:cxn>
                                    <a:cxn ang="f224">
                                      <a:pos x="f302" y="f303"/>
                                    </a:cxn>
                                    <a:cxn ang="f224">
                                      <a:pos x="f304" y="f305"/>
                                    </a:cxn>
                                    <a:cxn ang="f224">
                                      <a:pos x="f306" y="f307"/>
                                    </a:cxn>
                                    <a:cxn ang="f224">
                                      <a:pos x="f308" y="f309"/>
                                    </a:cxn>
                                    <a:cxn ang="f224">
                                      <a:pos x="f287" y="f309"/>
                                    </a:cxn>
                                    <a:cxn ang="f224">
                                      <a:pos x="f310" y="f309"/>
                                    </a:cxn>
                                    <a:cxn ang="f224">
                                      <a:pos x="f311" y="f309"/>
                                    </a:cxn>
                                    <a:cxn ang="f224">
                                      <a:pos x="f312" y="f307"/>
                                    </a:cxn>
                                    <a:cxn ang="f224">
                                      <a:pos x="f313" y="f278"/>
                                    </a:cxn>
                                    <a:cxn ang="f224">
                                      <a:pos x="f277" y="f278"/>
                                    </a:cxn>
                                    <a:cxn ang="f224">
                                      <a:pos x="f277" y="f314"/>
                                    </a:cxn>
                                    <a:cxn ang="f224">
                                      <a:pos x="f315" y="f316"/>
                                    </a:cxn>
                                    <a:cxn ang="f224">
                                      <a:pos x="f317" y="f303"/>
                                    </a:cxn>
                                    <a:cxn ang="f224">
                                      <a:pos x="f318" y="f301"/>
                                    </a:cxn>
                                    <a:cxn ang="f224">
                                      <a:pos x="f319" y="f299"/>
                                    </a:cxn>
                                    <a:cxn ang="f224">
                                      <a:pos x="f320" y="f297"/>
                                    </a:cxn>
                                    <a:cxn ang="f224">
                                      <a:pos x="f321" y="f295"/>
                                    </a:cxn>
                                    <a:cxn ang="f224">
                                      <a:pos x="f322" y="f293"/>
                                    </a:cxn>
                                    <a:cxn ang="f224">
                                      <a:pos x="f323" y="f291"/>
                                    </a:cxn>
                                    <a:cxn ang="f224">
                                      <a:pos x="f324" y="f289"/>
                                    </a:cxn>
                                    <a:cxn ang="f224">
                                      <a:pos x="f310" y="f285"/>
                                    </a:cxn>
                                    <a:cxn ang="f224">
                                      <a:pos x="f284" y="f285"/>
                                    </a:cxn>
                                  </a:cxnLst>
                                  <a:rect l="f273" t="f276" r="f274" b="f275"/>
                                  <a:pathLst>
                                    <a:path w="946" h="432">
                                      <a:moveTo>
                                        <a:pt x="f39" y="f40"/>
                                      </a:moveTo>
                                      <a:lnTo>
                                        <a:pt x="f41" y="f40"/>
                                      </a:lnTo>
                                      <a:lnTo>
                                        <a:pt x="f41" y="f42"/>
                                      </a:lnTo>
                                      <a:lnTo>
                                        <a:pt x="f43" y="f44"/>
                                      </a:lnTo>
                                      <a:lnTo>
                                        <a:pt x="f45" y="f44"/>
                                      </a:lnTo>
                                      <a:lnTo>
                                        <a:pt x="f39" y="f42"/>
                                      </a:lnTo>
                                      <a:lnTo>
                                        <a:pt x="f39" y="f40"/>
                                      </a:lnTo>
                                      <a:close/>
                                      <a:moveTo>
                                        <a:pt x="f46" y="f5"/>
                                      </a:moveTo>
                                      <a:lnTo>
                                        <a:pt x="f47" y="f5"/>
                                      </a:lnTo>
                                      <a:lnTo>
                                        <a:pt x="f48" y="f5"/>
                                      </a:lnTo>
                                      <a:lnTo>
                                        <a:pt x="f49" y="f50"/>
                                      </a:lnTo>
                                      <a:lnTo>
                                        <a:pt x="f51" y="f52"/>
                                      </a:lnTo>
                                      <a:lnTo>
                                        <a:pt x="f53" y="f54"/>
                                      </a:lnTo>
                                      <a:lnTo>
                                        <a:pt x="f55" y="f56"/>
                                      </a:lnTo>
                                      <a:lnTo>
                                        <a:pt x="f5" y="f57"/>
                                      </a:lnTo>
                                      <a:lnTo>
                                        <a:pt x="f58" y="f59"/>
                                      </a:lnTo>
                                      <a:lnTo>
                                        <a:pt x="f60" y="f61"/>
                                      </a:lnTo>
                                      <a:lnTo>
                                        <a:pt x="f62" y="f63"/>
                                      </a:lnTo>
                                      <a:lnTo>
                                        <a:pt x="f64" y="f65"/>
                                      </a:lnTo>
                                      <a:lnTo>
                                        <a:pt x="f66" y="f67"/>
                                      </a:lnTo>
                                      <a:lnTo>
                                        <a:pt x="f68" y="f69"/>
                                      </a:lnTo>
                                      <a:lnTo>
                                        <a:pt x="f48" y="f69"/>
                                      </a:lnTo>
                                      <a:lnTo>
                                        <a:pt x="f70" y="f69"/>
                                      </a:lnTo>
                                      <a:lnTo>
                                        <a:pt x="f71" y="f69"/>
                                      </a:lnTo>
                                      <a:lnTo>
                                        <a:pt x="f72" y="f67"/>
                                      </a:lnTo>
                                      <a:lnTo>
                                        <a:pt x="f73" y="f40"/>
                                      </a:lnTo>
                                      <a:lnTo>
                                        <a:pt x="f39" y="f40"/>
                                      </a:lnTo>
                                      <a:lnTo>
                                        <a:pt x="f39" y="f74"/>
                                      </a:lnTo>
                                      <a:lnTo>
                                        <a:pt x="f75" y="f76"/>
                                      </a:lnTo>
                                      <a:lnTo>
                                        <a:pt x="f77" y="f63"/>
                                      </a:lnTo>
                                      <a:lnTo>
                                        <a:pt x="f78" y="f61"/>
                                      </a:lnTo>
                                      <a:lnTo>
                                        <a:pt x="f79" y="f59"/>
                                      </a:lnTo>
                                      <a:lnTo>
                                        <a:pt x="f6" y="f57"/>
                                      </a:lnTo>
                                      <a:lnTo>
                                        <a:pt x="f80" y="f56"/>
                                      </a:lnTo>
                                      <a:lnTo>
                                        <a:pt x="f81" y="f54"/>
                                      </a:lnTo>
                                      <a:lnTo>
                                        <a:pt x="f82" y="f52"/>
                                      </a:lnTo>
                                      <a:lnTo>
                                        <a:pt x="f83" y="f50"/>
                                      </a:lnTo>
                                      <a:lnTo>
                                        <a:pt x="f70" y="f5"/>
                                      </a:lnTo>
                                      <a:lnTo>
                                        <a:pt x="f46" y="f5"/>
                                      </a:lnTo>
                                      <a:close/>
                                    </a:path>
                                  </a:pathLst>
                                </a:custGeom>
                                <a:solidFill>
                                  <a:srgbClr val="FFFFFF"/>
                                </a:solidFill>
                                <a:ln cap="flat">
                                  <a:noFill/>
                                  <a:prstDash val="solid"/>
                                </a:ln>
                              </wps:spPr>
                              <wps:bodyPr lIns="0" tIns="0" rIns="0" bIns="0"/>
                            </wps:wsp>
                            <wps:wsp>
                              <wps:cNvPr id="1833403813" name="Vrije vorm 33"/>
                              <wps:cNvSpPr/>
                              <wps:spPr>
                                <a:xfrm>
                                  <a:off x="2179198" y="1193163"/>
                                  <a:ext cx="3737518" cy="266703"/>
                                </a:xfrm>
                                <a:custGeom>
                                  <a:avLst/>
                                  <a:gdLst>
                                    <a:gd name="f0" fmla="val 10800000"/>
                                    <a:gd name="f1" fmla="val 5400000"/>
                                    <a:gd name="f2" fmla="val 180"/>
                                    <a:gd name="f3" fmla="val w"/>
                                    <a:gd name="f4" fmla="val h"/>
                                    <a:gd name="f5" fmla="val 0"/>
                                    <a:gd name="f6" fmla="val 6080"/>
                                    <a:gd name="f7" fmla="val 420"/>
                                    <a:gd name="f8" fmla="+- 0 9625 0"/>
                                    <a:gd name="f9" fmla="+- 0 3614 0"/>
                                    <a:gd name="f10" fmla="+- 0 3545 0"/>
                                    <a:gd name="f11" fmla="val 69"/>
                                    <a:gd name="f12" fmla="+- 0 0 -90"/>
                                    <a:gd name="f13" fmla="*/ f3 1 6080"/>
                                    <a:gd name="f14" fmla="*/ f4 1 420"/>
                                    <a:gd name="f15" fmla="+- f8 0 3545"/>
                                    <a:gd name="f16" fmla="+- f9 0 3545"/>
                                    <a:gd name="f17" fmla="+- f10 0 3545"/>
                                    <a:gd name="f18" fmla="+- f7 0 f5"/>
                                    <a:gd name="f19" fmla="+- f6 0 f5"/>
                                    <a:gd name="f20" fmla="*/ f12 f0 1"/>
                                    <a:gd name="f21" fmla="*/ f19 1 6080"/>
                                    <a:gd name="f22" fmla="*/ f18 1 420"/>
                                    <a:gd name="f23" fmla="*/ f15 f19 1"/>
                                    <a:gd name="f24" fmla="*/ 1880 f18 1"/>
                                    <a:gd name="f25" fmla="*/ f16 f19 1"/>
                                    <a:gd name="f26" fmla="*/ f17 f19 1"/>
                                    <a:gd name="f27" fmla="*/ 2300 f18 1"/>
                                    <a:gd name="f28" fmla="*/ f20 1 f2"/>
                                    <a:gd name="f29" fmla="*/ f23 1 6080"/>
                                    <a:gd name="f30" fmla="*/ f24 1 420"/>
                                    <a:gd name="f31" fmla="*/ f25 1 6080"/>
                                    <a:gd name="f32" fmla="*/ f26 1 6080"/>
                                    <a:gd name="f33" fmla="*/ f27 1 420"/>
                                    <a:gd name="f34" fmla="*/ 0 1 f21"/>
                                    <a:gd name="f35" fmla="*/ f6 1 f21"/>
                                    <a:gd name="f36" fmla="*/ 0 1 f22"/>
                                    <a:gd name="f37" fmla="*/ f7 1 f22"/>
                                    <a:gd name="f38" fmla="+- f28 0 f1"/>
                                    <a:gd name="f39" fmla="*/ f29 1 f21"/>
                                    <a:gd name="f40" fmla="*/ f30 1 f22"/>
                                    <a:gd name="f41" fmla="*/ f31 1 f21"/>
                                    <a:gd name="f42" fmla="*/ f32 1 f21"/>
                                    <a:gd name="f43" fmla="*/ f33 1 f22"/>
                                    <a:gd name="f44" fmla="*/ f34 f13 1"/>
                                    <a:gd name="f45" fmla="*/ f35 f13 1"/>
                                    <a:gd name="f46" fmla="*/ f37 f14 1"/>
                                    <a:gd name="f47" fmla="*/ f36 f14 1"/>
                                    <a:gd name="f48" fmla="*/ f39 f13 1"/>
                                    <a:gd name="f49" fmla="*/ f40 f14 1"/>
                                    <a:gd name="f50" fmla="*/ f41 f13 1"/>
                                    <a:gd name="f51" fmla="*/ f42 f13 1"/>
                                    <a:gd name="f52" fmla="*/ f43 f14 1"/>
                                  </a:gdLst>
                                  <a:ahLst/>
                                  <a:cxnLst>
                                    <a:cxn ang="3cd4">
                                      <a:pos x="hc" y="t"/>
                                    </a:cxn>
                                    <a:cxn ang="0">
                                      <a:pos x="r" y="vc"/>
                                    </a:cxn>
                                    <a:cxn ang="cd4">
                                      <a:pos x="hc" y="b"/>
                                    </a:cxn>
                                    <a:cxn ang="cd2">
                                      <a:pos x="l" y="vc"/>
                                    </a:cxn>
                                    <a:cxn ang="f38">
                                      <a:pos x="f48" y="f49"/>
                                    </a:cxn>
                                    <a:cxn ang="f38">
                                      <a:pos x="f50" y="f49"/>
                                    </a:cxn>
                                    <a:cxn ang="f38">
                                      <a:pos x="f51" y="f52"/>
                                    </a:cxn>
                                    <a:cxn ang="f38">
                                      <a:pos x="f48" y="f49"/>
                                    </a:cxn>
                                  </a:cxnLst>
                                  <a:rect l="f44" t="f47" r="f45" b="f46"/>
                                  <a:pathLst>
                                    <a:path w="6080" h="420">
                                      <a:moveTo>
                                        <a:pt x="f6" y="f5"/>
                                      </a:moveTo>
                                      <a:lnTo>
                                        <a:pt x="f11" y="f5"/>
                                      </a:lnTo>
                                      <a:lnTo>
                                        <a:pt x="f5" y="f7"/>
                                      </a:lnTo>
                                      <a:lnTo>
                                        <a:pt x="f6" y="f5"/>
                                      </a:lnTo>
                                      <a:close/>
                                    </a:path>
                                  </a:pathLst>
                                </a:custGeom>
                                <a:solidFill>
                                  <a:srgbClr val="E48D05"/>
                                </a:solidFill>
                                <a:ln cap="flat">
                                  <a:noFill/>
                                  <a:prstDash val="solid"/>
                                </a:ln>
                              </wps:spPr>
                              <wps:bodyPr lIns="0" tIns="0" rIns="0" bIns="0"/>
                            </wps:wsp>
                            <wps:wsp>
                              <wps:cNvPr id="1744521722" name="Vrije vorm 32"/>
                              <wps:cNvSpPr/>
                              <wps:spPr>
                                <a:xfrm>
                                  <a:off x="2179198" y="1382399"/>
                                  <a:ext cx="1284768" cy="366390"/>
                                </a:xfrm>
                                <a:custGeom>
                                  <a:avLst/>
                                  <a:gdLst>
                                    <a:gd name="f0" fmla="val 10800000"/>
                                    <a:gd name="f1" fmla="val 5400000"/>
                                    <a:gd name="f2" fmla="val 180"/>
                                    <a:gd name="f3" fmla="val w"/>
                                    <a:gd name="f4" fmla="val h"/>
                                    <a:gd name="f5" fmla="val 0"/>
                                    <a:gd name="f6" fmla="val 2090"/>
                                    <a:gd name="f7" fmla="val 577"/>
                                    <a:gd name="f8" fmla="+- 0 5311 0"/>
                                    <a:gd name="f9" fmla="+- 0 3545 0"/>
                                    <a:gd name="f10" fmla="+- 0 5635 0"/>
                                    <a:gd name="f11" fmla="val 1766"/>
                                    <a:gd name="f12" fmla="val 122"/>
                                    <a:gd name="f13" fmla="+- 0 0 -90"/>
                                    <a:gd name="f14" fmla="*/ f3 1 2090"/>
                                    <a:gd name="f15" fmla="*/ f4 1 577"/>
                                    <a:gd name="f16" fmla="+- f8 0 3545"/>
                                    <a:gd name="f17" fmla="+- f9 0 3545"/>
                                    <a:gd name="f18" fmla="+- f10 0 3545"/>
                                    <a:gd name="f19" fmla="+- f7 0 f5"/>
                                    <a:gd name="f20" fmla="+- f6 0 f5"/>
                                    <a:gd name="f21" fmla="*/ f13 f0 1"/>
                                    <a:gd name="f22" fmla="*/ f20 1 2090"/>
                                    <a:gd name="f23" fmla="*/ f19 1 577"/>
                                    <a:gd name="f24" fmla="*/ f16 f20 1"/>
                                    <a:gd name="f25" fmla="*/ 2178 f19 1"/>
                                    <a:gd name="f26" fmla="*/ f17 f20 1"/>
                                    <a:gd name="f27" fmla="*/ 2300 f19 1"/>
                                    <a:gd name="f28" fmla="*/ f18 f20 1"/>
                                    <a:gd name="f29" fmla="*/ 2755 f19 1"/>
                                    <a:gd name="f30" fmla="*/ f21 1 f2"/>
                                    <a:gd name="f31" fmla="*/ f24 1 2090"/>
                                    <a:gd name="f32" fmla="*/ f25 1 577"/>
                                    <a:gd name="f33" fmla="*/ f26 1 2090"/>
                                    <a:gd name="f34" fmla="*/ f27 1 577"/>
                                    <a:gd name="f35" fmla="*/ f28 1 2090"/>
                                    <a:gd name="f36" fmla="*/ f29 1 577"/>
                                    <a:gd name="f37" fmla="*/ 0 1 f22"/>
                                    <a:gd name="f38" fmla="*/ f6 1 f22"/>
                                    <a:gd name="f39" fmla="*/ 0 1 f23"/>
                                    <a:gd name="f40" fmla="*/ f7 1 f23"/>
                                    <a:gd name="f41" fmla="+- f30 0 f1"/>
                                    <a:gd name="f42" fmla="*/ f31 1 f22"/>
                                    <a:gd name="f43" fmla="*/ f32 1 f23"/>
                                    <a:gd name="f44" fmla="*/ f33 1 f22"/>
                                    <a:gd name="f45" fmla="*/ f34 1 f23"/>
                                    <a:gd name="f46" fmla="*/ f35 1 f22"/>
                                    <a:gd name="f47" fmla="*/ f36 1 f23"/>
                                    <a:gd name="f48" fmla="*/ f37 f14 1"/>
                                    <a:gd name="f49" fmla="*/ f38 f14 1"/>
                                    <a:gd name="f50" fmla="*/ f40 f15 1"/>
                                    <a:gd name="f51" fmla="*/ f39 f15 1"/>
                                    <a:gd name="f52" fmla="*/ f42 f14 1"/>
                                    <a:gd name="f53" fmla="*/ f43 f15 1"/>
                                    <a:gd name="f54" fmla="*/ f44 f14 1"/>
                                    <a:gd name="f55" fmla="*/ f45 f15 1"/>
                                    <a:gd name="f56" fmla="*/ f46 f14 1"/>
                                    <a:gd name="f57" fmla="*/ f47 f15 1"/>
                                  </a:gdLst>
                                  <a:ahLst/>
                                  <a:cxnLst>
                                    <a:cxn ang="3cd4">
                                      <a:pos x="hc" y="t"/>
                                    </a:cxn>
                                    <a:cxn ang="0">
                                      <a:pos x="r" y="vc"/>
                                    </a:cxn>
                                    <a:cxn ang="cd4">
                                      <a:pos x="hc" y="b"/>
                                    </a:cxn>
                                    <a:cxn ang="cd2">
                                      <a:pos x="l" y="vc"/>
                                    </a:cxn>
                                    <a:cxn ang="f41">
                                      <a:pos x="f52" y="f53"/>
                                    </a:cxn>
                                    <a:cxn ang="f41">
                                      <a:pos x="f54" y="f55"/>
                                    </a:cxn>
                                    <a:cxn ang="f41">
                                      <a:pos x="f56" y="f57"/>
                                    </a:cxn>
                                    <a:cxn ang="f41">
                                      <a:pos x="f52" y="f53"/>
                                    </a:cxn>
                                  </a:cxnLst>
                                  <a:rect l="f48" t="f51" r="f49" b="f50"/>
                                  <a:pathLst>
                                    <a:path w="2090" h="577">
                                      <a:moveTo>
                                        <a:pt x="f11" y="f5"/>
                                      </a:moveTo>
                                      <a:lnTo>
                                        <a:pt x="f5" y="f12"/>
                                      </a:lnTo>
                                      <a:lnTo>
                                        <a:pt x="f6" y="f7"/>
                                      </a:lnTo>
                                      <a:lnTo>
                                        <a:pt x="f11" y="f5"/>
                                      </a:lnTo>
                                      <a:close/>
                                    </a:path>
                                  </a:pathLst>
                                </a:custGeom>
                                <a:solidFill>
                                  <a:srgbClr val="FBB03B"/>
                                </a:solidFill>
                                <a:ln cap="flat">
                                  <a:noFill/>
                                  <a:prstDash val="solid"/>
                                </a:ln>
                              </wps:spPr>
                              <wps:bodyPr lIns="0" tIns="0" rIns="0" bIns="0"/>
                            </wps:wsp>
                          </wpg:wgp>
                        </a:graphicData>
                      </a:graphic>
                    </wp:inline>
                  </w:drawing>
                </mc:Choice>
                <mc:Fallback>
                  <w:pict>
                    <v:group w14:anchorId="6F26FAAA" id="Groep 30" o:spid="_x0000_s1026" alt="decoratief element" style="width:516.9pt;height:137.7pt;mso-position-horizontal-relative:char;mso-position-vertical-relative:line" coordsize="65646,17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">
                      <v:shape id="Vrije vorm 36" o:spid="_x0000_s1027" style="position:absolute;width:65646;height:11938;visibility:visible;mso-wrap-style:square;v-text-anchor:bottom" coordsize="10679,1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" adj="-11796480,,5400" path="m10678,l,377,335,1880r10040,l10678,xe" fillcolor="#fbb03b" stroked="f">
                        <v:stroke joinstyle="miter"/>
                        <v:formulas/>
                        <v:path arrowok="t" o:connecttype="custom" o:connectlocs="3282317,0;6564633,596902;3282317,1193804;0,596902;6564018,0;0,239396;205932,1193804;6377757,1193804;6564018,0" o:connectangles="270,0,90,180,0,0,0,0,0" textboxrect="0,0,10679,1880"/>
                        <v:textbox>
                          <w:txbxContent>
                            <w:p w14:paraId="6F26FAB4" w14:textId="77777777" w:rsidR="00CD15AD" w:rsidRDefault="007846CD">
                              <w:pPr>
                                <w:pStyle w:val="Titel"/>
                                <w:rPr>
                                  <w:sz w:val="32"/>
                                  <w:szCs w:val="32"/>
                                </w:rPr>
                              </w:pPr>
                              <w:r>
                                <w:rPr>
                                  <w:sz w:val="32"/>
                                  <w:szCs w:val="32"/>
                                </w:rPr>
                                <w:t>Keuzedeel zorg bij instabiele en acute situaties</w:t>
                              </w:r>
                            </w:p>
                          </w:txbxContent>
                        </v:textbox>
                      </v:shape>
                      <v:shape id="Vrije vorm 35" o:spid="_x0000_s1028" style="position:absolute;left:15484;top:4514;width:3793;height:2013;visibility:visible;mso-wrap-style:square;v-text-anchor:top" coordsize="617,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" path="m,l,224r2,5l6,233r58,39l141,297r84,15l309,316r83,-4l477,297r76,-25l611,233r4,-4l617,224r,-150l302,74r-7,l,xm617,6l321,74r-6,l617,74r,-68xe" stroked="f">
                        <v:path arrowok="t" o:connecttype="custom" o:connectlocs="189642,0;379283,100648;189642,201296;0,100648;0,452122;0,594363;1229,597538;3688,600078;39342,624843;86676,640718;138312,650243;189949,652783;240971,650243;293222,640718;339941,624843;375595,600078;378054,597538;379283,594363;379283,499112;185646,499112;181343,499112;0,452122;379283,455932;197326,499112;193637,499112;379283,499112;379283,455932" o:connectangles="270,0,90,180,0,0,0,0,0,0,0,0,0,0,0,0,0,0,0,0,0,0,0,0,0,0,0" textboxrect="0,0,617,317"/>
                      </v:shape>
                      <v:shape id="Vrije vorm 34" o:spid="_x0000_s1029" style="position:absolute;left:14599;top:3162;width:5815;height:2743;visibility:visible;mso-wrap-style:square;v-text-anchor:top" coordsize="946,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" path="m884,164r-41,l843,422r9,9l875,431r9,-9l884,164xm454,r-3,l449,,35,62,22,66,11,75,4,87,,101r2,14l9,127r10,10l32,142,443,245r3,1l449,246r7,l459,246r3,-1l819,164r65,l884,149r30,-6l927,137r11,-10l944,115r2,-14l943,87,935,75,924,66,910,62,456,r-2,xe" stroked="f">
                        <v:path arrowok="t" o:connecttype="custom" o:connectlocs="290765,0;581530,137160;290765,274320;0,137160;543417,421005;518213,421005;518213,584835;523746,590550;537885,590550;543417,584835;543417,421005;279085,316865;277241,316865;276012,316865;21515,356235;13524,358775;6762,364490;2459,372110;0,381000;1229,389890;5533,397510;11680,403860;19671,407035;272323,472440;274167,473075;276012,473075;280315,473075;282159,473075;284003,472440;503460,421005;543417,421005;543417,411480;561859,407670;569850,403860;576612,397510;580301,389890;581530,381000;579686,372110;574768,364490;568006,358775;559400,356235;280315,316865;279085,316865" o:connectangles="270,0,90,180,0,0,0,0,0,0,0,0,0,0,0,0,0,0,0,0,0,0,0,0,0,0,0,0,0,0,0,0,0,0,0,0,0,0,0,0,0,0,0" textboxrect="0,0,946,432"/>
                      </v:shape>
                      <v:shape id="Vrije vorm 33" o:spid="_x0000_s1030" style="position:absolute;left:21791;top:11931;width:37376;height:2667;visibility:visible;mso-wrap-style:square;v-text-anchor:top" coordsize="608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" path="m6080,l69,,,420,6080,xe" fillcolor="#e48d05" stroked="f">
                        <v:path arrowok="t" o:connecttype="custom" o:connectlocs="1868759,0;3737518,133352;1868759,266703;0,133352;3737518,1193813;42416,1193813;0,1460516;3737518,1193813" o:connectangles="270,0,90,180,0,0,0,0" textboxrect="0,0,6080,420"/>
                      </v:shape>
                      <v:shape id="Vrije vorm 32" o:spid="_x0000_s1031" style="position:absolute;left:21791;top:13823;width:12848;height:3664;visibility:visible;mso-wrap-style:square;v-text-anchor:top" coordsize="2090,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" path="m1766,l,122,2090,577,1766,xe" fillcolor="#fbb03b" stroked="f">
                        <v:path arrowok="t" o:connecttype="custom" o:connectlocs="642384,0;1284768,183195;642384,366390;0,183195;1085598,1383011;0,1460480;1284768,1749401;1085598,1383011" o:connectangles="270,0,90,180,0,0,0,0" textboxrect="0,0,2090,577"/>
                      </v:shape>
                      <w10:anchorlock/>
                    </v:group>
                  </w:pict>
                </mc:Fallback>
              </mc:AlternateContent>
            </w:r>
          </w:p>
        </w:tc>
      </w:tr>
      <w:tr w:rsidR="00CD15AD" w14:paraId="6F26FAAC" w14:textId="77777777">
        <w:tblPrEx>
          <w:tblCellMar>
            <w:top w:w="0" w:type="dxa"/>
            <w:bottom w:w="0" w:type="dxa"/>
          </w:tblCellMar>
        </w:tblPrEx>
        <w:trPr>
          <w:trHeight w:val="612"/>
        </w:trPr>
        <w:tc>
          <w:tcPr>
            <w:tcW w:w="10466" w:type="dxa"/>
            <w:tcBorders>
              <w:bottom w:val="single" w:sz="18" w:space="0" w:color="7F7F7F"/>
            </w:tcBorders>
            <w:shd w:val="clear" w:color="auto" w:fill="auto"/>
            <w:tcMar>
              <w:top w:w="0" w:type="dxa"/>
              <w:left w:w="108" w:type="dxa"/>
              <w:bottom w:w="0" w:type="dxa"/>
              <w:right w:w="108" w:type="dxa"/>
            </w:tcMar>
            <w:vAlign w:val="center"/>
          </w:tcPr>
          <w:p w14:paraId="6F26FAAB" w14:textId="77777777" w:rsidR="00CD15AD" w:rsidRDefault="00CD15AD">
            <w:pPr>
              <w:pStyle w:val="Ondertitel"/>
            </w:pPr>
          </w:p>
        </w:tc>
      </w:tr>
    </w:tbl>
    <w:p w14:paraId="6F26FAAD" w14:textId="77777777" w:rsidR="00CD15AD" w:rsidRDefault="00CD15AD">
      <w:pPr>
        <w:pStyle w:val="Geenafstand"/>
        <w:jc w:val="left"/>
      </w:pPr>
    </w:p>
    <w:p w14:paraId="6F26FAAE" w14:textId="77777777" w:rsidR="00CD15AD" w:rsidRDefault="007846CD">
      <w:pPr>
        <w:pStyle w:val="Geenafstand"/>
        <w:jc w:val="left"/>
        <w:rPr>
          <w:sz w:val="30"/>
          <w:szCs w:val="30"/>
        </w:rPr>
      </w:pPr>
      <w:r>
        <w:rPr>
          <w:sz w:val="30"/>
          <w:szCs w:val="30"/>
        </w:rPr>
        <w:t xml:space="preserve">Opdracht 3: </w:t>
      </w:r>
    </w:p>
    <w:p w14:paraId="6F26FAAF" w14:textId="77777777" w:rsidR="00CD15AD" w:rsidRDefault="007846CD">
      <w:pPr>
        <w:pStyle w:val="Plattetekst"/>
        <w:jc w:val="both"/>
      </w:pPr>
      <w:r>
        <w:rPr>
          <w:rFonts w:ascii="Biome Light" w:hAnsi="Biome Light" w:cs="Biome Light"/>
          <w:sz w:val="22"/>
          <w:szCs w:val="22"/>
        </w:rPr>
        <w:t xml:space="preserve">Bij een instabiele/ acute situatie is het belangrijk je te oriënteren op de situatie. In deze breng je de situatie van de zorgvrager  in kaart en probeert deze te </w:t>
      </w:r>
      <w:r>
        <w:rPr>
          <w:rFonts w:ascii="Biome Light" w:hAnsi="Biome Light" w:cs="Biome Light"/>
          <w:sz w:val="22"/>
          <w:szCs w:val="22"/>
        </w:rPr>
        <w:t xml:space="preserve">beoordelen. Je verzamelt informatie en beslist of je de dokter moet informeren. Je kan hierbij gebruik maken van het denkhulpmiddel MEWS. Door middel van de onderstaande opdrachten leer je de MEWS toepassen in de praktijk . </w:t>
      </w:r>
    </w:p>
    <w:p w14:paraId="6F26FAB0" w14:textId="77777777" w:rsidR="00CD15AD" w:rsidRDefault="00CD15AD">
      <w:pPr>
        <w:pStyle w:val="Plattetekst"/>
        <w:jc w:val="both"/>
        <w:rPr>
          <w:rFonts w:ascii="Biome Light" w:hAnsi="Biome Light" w:cs="Biome Light"/>
          <w:szCs w:val="24"/>
        </w:rPr>
      </w:pPr>
    </w:p>
    <w:tbl>
      <w:tblPr>
        <w:tblW w:w="10456" w:type="dxa"/>
        <w:tblCellMar>
          <w:left w:w="10" w:type="dxa"/>
          <w:right w:w="10" w:type="dxa"/>
        </w:tblCellMar>
        <w:tblLook w:val="0000" w:firstRow="0" w:lastRow="0" w:firstColumn="0" w:lastColumn="0" w:noHBand="0" w:noVBand="0"/>
      </w:tblPr>
      <w:tblGrid>
        <w:gridCol w:w="10456"/>
      </w:tblGrid>
      <w:tr w:rsidR="00CD15AD" w14:paraId="6F26FAB2" w14:textId="77777777">
        <w:tblPrEx>
          <w:tblCellMar>
            <w:top w:w="0" w:type="dxa"/>
            <w:bottom w:w="0" w:type="dxa"/>
          </w:tblCellMar>
        </w:tblPrEx>
        <w:tc>
          <w:tcPr>
            <w:tcW w:w="10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AB1" w14:textId="77777777" w:rsidR="00CD15AD" w:rsidRDefault="007846CD">
            <w:pPr>
              <w:pStyle w:val="Kop1"/>
            </w:pPr>
            <w:r>
              <w:t>Praktijksituatie Oriëntatie op</w:t>
            </w:r>
            <w:r>
              <w:t xml:space="preserve"> de situatie van meneer Van den Vossenberg</w:t>
            </w:r>
          </w:p>
        </w:tc>
      </w:tr>
      <w:tr w:rsidR="00CD15AD" w14:paraId="6F26FAB5" w14:textId="77777777">
        <w:tblPrEx>
          <w:tblCellMar>
            <w:top w:w="0" w:type="dxa"/>
            <w:bottom w:w="0" w:type="dxa"/>
          </w:tblCellMar>
        </w:tblPrEx>
        <w:tc>
          <w:tcPr>
            <w:tcW w:w="10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AB3" w14:textId="77777777" w:rsidR="00CD15AD" w:rsidRDefault="007846CD">
            <w:pPr>
              <w:pStyle w:val="Kop1"/>
              <w:rPr>
                <w:color w:val="000000"/>
                <w:szCs w:val="22"/>
              </w:rPr>
            </w:pPr>
            <w:r>
              <w:rPr>
                <w:color w:val="000000"/>
                <w:szCs w:val="22"/>
              </w:rPr>
              <w:t>Je werkt op een verpleegafdeling van huize De Waterlelie en loopt door de gang naar de huiskamer. Ineens hoor je gegil uit de kamer van meneer Van den Vossenberg, een zorgvrager met multiple sclerose. Je weet dat</w:t>
            </w:r>
            <w:r>
              <w:rPr>
                <w:color w:val="000000"/>
                <w:szCs w:val="22"/>
              </w:rPr>
              <w:t xml:space="preserve"> hij niet veel zorg nodig heeft, behalve bij de ADL, want hij doet veel zelf. Je rent bij hem naar binnen. Hij ligt op de grond en houdt met beide handen zijn heup vast. Hij kermt van de pijn. Je loopt naar hem toe en ondersteunt zijn hoofd. Je vraagt wat </w:t>
            </w:r>
            <w:r>
              <w:rPr>
                <w:color w:val="000000"/>
                <w:szCs w:val="22"/>
              </w:rPr>
              <w:t>er gebeurd is. Meneer vertelt dat hij is uitgegleden toen hij zijn pantoffels aan wilde trekken, hij heeft nu pijn in zijn heup en schouder. Je ziet uiterlijk niets aan zijn lichaam. </w:t>
            </w:r>
            <w:r>
              <w:rPr>
                <w:color w:val="000000"/>
                <w:szCs w:val="22"/>
              </w:rPr>
              <w:br/>
            </w:r>
            <w:r>
              <w:rPr>
                <w:color w:val="000000"/>
                <w:szCs w:val="22"/>
              </w:rPr>
              <w:t>Je hebt één collega die met jou deze avonddienst draait. </w:t>
            </w:r>
          </w:p>
          <w:p w14:paraId="6F26FAB4" w14:textId="77777777" w:rsidR="00CD15AD" w:rsidRDefault="007846CD">
            <w:pPr>
              <w:pStyle w:val="Plattetekst"/>
              <w:jc w:val="both"/>
            </w:pPr>
            <w:r>
              <w:rPr>
                <w:rFonts w:cs="Calibri Light"/>
                <w:noProof/>
                <w:szCs w:val="24"/>
              </w:rPr>
              <w:drawing>
                <wp:inline distT="0" distB="0" distL="0" distR="0" wp14:anchorId="6F26FAAC" wp14:editId="6F26FAAD">
                  <wp:extent cx="6707361" cy="3772814"/>
                  <wp:effectExtent l="0" t="0" r="0" b="0"/>
                  <wp:docPr id="952435268" name="Afbeelding 12" descr="Vallen - voorkomen en opstaan - S@men Beter Thui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707361" cy="3772814"/>
                          </a:xfrm>
                          <a:prstGeom prst="rect">
                            <a:avLst/>
                          </a:prstGeom>
                          <a:noFill/>
                          <a:ln>
                            <a:noFill/>
                            <a:prstDash/>
                          </a:ln>
                        </pic:spPr>
                      </pic:pic>
                    </a:graphicData>
                  </a:graphic>
                </wp:inline>
              </w:drawing>
            </w:r>
          </w:p>
        </w:tc>
      </w:tr>
    </w:tbl>
    <w:p w14:paraId="6F26FAB6" w14:textId="77777777" w:rsidR="00CD15AD" w:rsidRDefault="00CD15AD">
      <w:pPr>
        <w:pStyle w:val="Plattetekst"/>
        <w:jc w:val="both"/>
        <w:rPr>
          <w:rFonts w:ascii="Biome Light" w:hAnsi="Biome Light" w:cs="Biome Light"/>
          <w:szCs w:val="24"/>
        </w:rPr>
      </w:pPr>
    </w:p>
    <w:p w14:paraId="6F26FAB7" w14:textId="77777777" w:rsidR="00CD15AD" w:rsidRDefault="007846CD">
      <w:pPr>
        <w:pStyle w:val="Plattetekst"/>
        <w:numPr>
          <w:ilvl w:val="0"/>
          <w:numId w:val="1"/>
        </w:numPr>
        <w:jc w:val="both"/>
      </w:pPr>
      <w:r>
        <w:rPr>
          <w:rFonts w:ascii="Biome Light" w:hAnsi="Biome Light" w:cs="Biome Light"/>
          <w:sz w:val="22"/>
          <w:szCs w:val="22"/>
        </w:rPr>
        <w:t xml:space="preserve"> </w:t>
      </w:r>
      <w:r>
        <w:rPr>
          <w:rFonts w:ascii="Biome Light" w:hAnsi="Biome Light" w:cs="Biome Light"/>
          <w:vanish/>
          <w:sz w:val="22"/>
          <w:szCs w:val="22"/>
        </w:rPr>
        <w:t>Bovenkant formulier</w:t>
      </w:r>
      <w:r>
        <w:rPr>
          <w:rFonts w:ascii="Biome Light" w:hAnsi="Biome Light" w:cs="Biome Light"/>
          <w:sz w:val="22"/>
          <w:szCs w:val="22"/>
        </w:rPr>
        <w:t xml:space="preserve">Bepaal de beginsituatie van meneer Van den Vossenberg door de MEWS-score te </w:t>
      </w:r>
      <w:r>
        <w:rPr>
          <w:rFonts w:ascii="Biome Light" w:hAnsi="Biome Light" w:cs="Biome Light"/>
          <w:sz w:val="22"/>
          <w:szCs w:val="22"/>
        </w:rPr>
        <w:lastRenderedPageBreak/>
        <w:t xml:space="preserve">berekenen. Gebruik hiervoor het onderstaande MEWS formulier. </w:t>
      </w:r>
    </w:p>
    <w:p w14:paraId="6F26FAB8" w14:textId="77777777" w:rsidR="00CD15AD" w:rsidRDefault="007846CD">
      <w:pPr>
        <w:pStyle w:val="Plattetekst"/>
        <w:jc w:val="both"/>
      </w:pPr>
      <w:r>
        <w:rPr>
          <w:rFonts w:ascii="Biome Light" w:hAnsi="Biome Light" w:cs="Biome Light"/>
          <w:vanish/>
          <w:sz w:val="22"/>
          <w:szCs w:val="22"/>
        </w:rPr>
        <w:t>Onderkant formulier</w:t>
      </w:r>
    </w:p>
    <w:p w14:paraId="6F26FAB9" w14:textId="77777777" w:rsidR="00CD15AD" w:rsidRDefault="00CD15AD">
      <w:pPr>
        <w:pStyle w:val="Plattetekst"/>
        <w:numPr>
          <w:ilvl w:val="0"/>
          <w:numId w:val="2"/>
        </w:numPr>
        <w:jc w:val="both"/>
        <w:rPr>
          <w:rFonts w:ascii="Biome Light" w:hAnsi="Biome Light" w:cs="Biome Light"/>
          <w:vanish/>
          <w:sz w:val="22"/>
          <w:szCs w:val="22"/>
        </w:rPr>
      </w:pPr>
    </w:p>
    <w:tbl>
      <w:tblPr>
        <w:tblW w:w="10456" w:type="dxa"/>
        <w:tblCellMar>
          <w:left w:w="10" w:type="dxa"/>
          <w:right w:w="10" w:type="dxa"/>
        </w:tblCellMar>
        <w:tblLook w:val="0000" w:firstRow="0" w:lastRow="0" w:firstColumn="0" w:lastColumn="0" w:noHBand="0" w:noVBand="0"/>
      </w:tblPr>
      <w:tblGrid>
        <w:gridCol w:w="10456"/>
      </w:tblGrid>
      <w:tr w:rsidR="00CD15AD" w14:paraId="6F26FABB" w14:textId="77777777">
        <w:tblPrEx>
          <w:tblCellMar>
            <w:top w:w="0" w:type="dxa"/>
            <w:bottom w:w="0" w:type="dxa"/>
          </w:tblCellMar>
        </w:tblPrEx>
        <w:tc>
          <w:tcPr>
            <w:tcW w:w="10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ABA" w14:textId="77777777" w:rsidR="00CD15AD" w:rsidRDefault="007846CD">
            <w:pPr>
              <w:pStyle w:val="Kop1"/>
            </w:pPr>
            <w:r>
              <w:t>Praktijksituatie 2 Oriëntatie op de situatie van mevrouw Geel</w:t>
            </w:r>
          </w:p>
        </w:tc>
      </w:tr>
      <w:tr w:rsidR="00CD15AD" w14:paraId="6F26FABE" w14:textId="77777777">
        <w:tblPrEx>
          <w:tblCellMar>
            <w:top w:w="0" w:type="dxa"/>
            <w:bottom w:w="0" w:type="dxa"/>
          </w:tblCellMar>
        </w:tblPrEx>
        <w:tc>
          <w:tcPr>
            <w:tcW w:w="10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ABC" w14:textId="77777777" w:rsidR="00CD15AD" w:rsidRDefault="007846CD">
            <w:pPr>
              <w:pStyle w:val="Kop1"/>
            </w:pPr>
            <w:r>
              <w:rPr>
                <w:noProof/>
                <w:color w:val="000000"/>
                <w:szCs w:val="22"/>
              </w:rPr>
              <w:drawing>
                <wp:anchor distT="0" distB="0" distL="114300" distR="114300" simplePos="0" relativeHeight="251660288" behindDoc="0" locked="0" layoutInCell="1" allowOverlap="1" wp14:anchorId="6F26FAAE" wp14:editId="6F26FAAF">
                  <wp:simplePos x="0" y="0"/>
                  <wp:positionH relativeFrom="column">
                    <wp:posOffset>3951607</wp:posOffset>
                  </wp:positionH>
                  <wp:positionV relativeFrom="paragraph">
                    <wp:posOffset>0</wp:posOffset>
                  </wp:positionV>
                  <wp:extent cx="2590796" cy="2590796"/>
                  <wp:effectExtent l="0" t="0" r="4" b="4"/>
                  <wp:wrapSquare wrapText="bothSides"/>
                  <wp:docPr id="2101125969" name="Afbeelding 13" descr="6 tips om je cliënt beter te laten eten - Nursi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590796" cy="2590796"/>
                          </a:xfrm>
                          <a:prstGeom prst="rect">
                            <a:avLst/>
                          </a:prstGeom>
                          <a:noFill/>
                          <a:ln>
                            <a:noFill/>
                            <a:prstDash/>
                          </a:ln>
                        </pic:spPr>
                      </pic:pic>
                    </a:graphicData>
                  </a:graphic>
                </wp:anchor>
              </w:drawing>
            </w:r>
            <w:r>
              <w:rPr>
                <w:color w:val="000000"/>
                <w:szCs w:val="22"/>
              </w:rPr>
              <w:t xml:space="preserve">Het is </w:t>
            </w:r>
            <w:r>
              <w:rPr>
                <w:color w:val="000000"/>
                <w:szCs w:val="22"/>
              </w:rPr>
              <w:t xml:space="preserve">tijd voor de broodmaaltijd en je helpt mevrouw </w:t>
            </w:r>
            <w:proofErr w:type="spellStart"/>
            <w:r>
              <w:rPr>
                <w:color w:val="000000"/>
                <w:szCs w:val="22"/>
              </w:rPr>
              <w:t>Asmal</w:t>
            </w:r>
            <w:proofErr w:type="spellEnd"/>
            <w:r>
              <w:rPr>
                <w:color w:val="000000"/>
                <w:szCs w:val="22"/>
              </w:rPr>
              <w:t xml:space="preserve">. Mevrouw </w:t>
            </w:r>
            <w:proofErr w:type="spellStart"/>
            <w:r>
              <w:rPr>
                <w:color w:val="000000"/>
                <w:szCs w:val="22"/>
              </w:rPr>
              <w:t>Asmal</w:t>
            </w:r>
            <w:proofErr w:type="spellEnd"/>
            <w:r>
              <w:rPr>
                <w:color w:val="000000"/>
                <w:szCs w:val="22"/>
              </w:rPr>
              <w:t xml:space="preserve"> heeft een CVA gehad en is rechts halfzijdig verlamd. </w:t>
            </w:r>
            <w:r>
              <w:rPr>
                <w:color w:val="000000"/>
                <w:szCs w:val="22"/>
              </w:rPr>
              <w:br/>
            </w:r>
            <w:r>
              <w:rPr>
                <w:color w:val="000000"/>
                <w:szCs w:val="22"/>
              </w:rPr>
              <w:t>Mevrouw Geel en meneer Sanders hebben ook ondersteuning nodig. Allen zijn in een vergevorderd stadium van dementie. Je loopt heen en w</w:t>
            </w:r>
            <w:r>
              <w:rPr>
                <w:color w:val="000000"/>
                <w:szCs w:val="22"/>
              </w:rPr>
              <w:t>eer, je hebt het er druk mee. </w:t>
            </w:r>
            <w:r>
              <w:rPr>
                <w:color w:val="000000"/>
                <w:szCs w:val="22"/>
              </w:rPr>
              <w:br/>
            </w:r>
            <w:r>
              <w:rPr>
                <w:color w:val="000000"/>
                <w:szCs w:val="22"/>
              </w:rPr>
              <w:t xml:space="preserve">En dan gaat het mis. Mevrouw Geel grijpt naar het eten van mevrouw </w:t>
            </w:r>
            <w:proofErr w:type="spellStart"/>
            <w:r>
              <w:rPr>
                <w:color w:val="000000"/>
                <w:szCs w:val="22"/>
              </w:rPr>
              <w:t>Asmal</w:t>
            </w:r>
            <w:proofErr w:type="spellEnd"/>
            <w:r>
              <w:rPr>
                <w:color w:val="000000"/>
                <w:szCs w:val="22"/>
              </w:rPr>
              <w:t xml:space="preserve"> en pakt het brood van haar bord. Je geeft net meneer Sanders een hap van zijn brood, als je ziet dat mevrouw </w:t>
            </w:r>
            <w:proofErr w:type="spellStart"/>
            <w:r>
              <w:rPr>
                <w:color w:val="000000"/>
                <w:szCs w:val="22"/>
              </w:rPr>
              <w:t>Asmal</w:t>
            </w:r>
            <w:proofErr w:type="spellEnd"/>
            <w:r>
              <w:rPr>
                <w:color w:val="000000"/>
                <w:szCs w:val="22"/>
              </w:rPr>
              <w:t xml:space="preserve"> een vork in de hand van mevrouw Geel </w:t>
            </w:r>
            <w:r>
              <w:rPr>
                <w:color w:val="000000"/>
                <w:szCs w:val="22"/>
              </w:rPr>
              <w:t>prikt. Ze wil niet dat mevrouw Geel aan haar brood zit. </w:t>
            </w:r>
            <w:r>
              <w:rPr>
                <w:color w:val="000000"/>
                <w:szCs w:val="22"/>
              </w:rPr>
              <w:br/>
            </w:r>
            <w:r>
              <w:rPr>
                <w:color w:val="000000"/>
                <w:szCs w:val="22"/>
              </w:rPr>
              <w:t>Mevrouw Geel gilt het uit. Het bloed stroomt uit haar hand. Je hebt nog één collega op de andere huiskamer, die ook zorgvragers helpt met de maaltijd.</w:t>
            </w:r>
          </w:p>
          <w:p w14:paraId="6F26FABD" w14:textId="77777777" w:rsidR="00CD15AD" w:rsidRDefault="00CD15AD">
            <w:pPr>
              <w:rPr>
                <w:sz w:val="22"/>
                <w:szCs w:val="22"/>
              </w:rPr>
            </w:pPr>
          </w:p>
        </w:tc>
      </w:tr>
    </w:tbl>
    <w:p w14:paraId="6F26FABF" w14:textId="77777777" w:rsidR="00CD15AD" w:rsidRDefault="00CD15AD">
      <w:pPr>
        <w:pStyle w:val="Plattetekst"/>
        <w:jc w:val="both"/>
        <w:rPr>
          <w:rFonts w:ascii="Biome Light" w:hAnsi="Biome Light" w:cs="Biome Light"/>
          <w:szCs w:val="24"/>
        </w:rPr>
      </w:pPr>
    </w:p>
    <w:p w14:paraId="6F26FAC0" w14:textId="77777777" w:rsidR="00CD15AD" w:rsidRDefault="007846CD">
      <w:pPr>
        <w:pStyle w:val="Plattetekst"/>
        <w:numPr>
          <w:ilvl w:val="0"/>
          <w:numId w:val="2"/>
        </w:numPr>
        <w:jc w:val="both"/>
        <w:rPr>
          <w:rFonts w:ascii="Biome Light" w:hAnsi="Biome Light" w:cs="Biome Light"/>
          <w:sz w:val="22"/>
          <w:szCs w:val="22"/>
        </w:rPr>
      </w:pPr>
      <w:r>
        <w:rPr>
          <w:rFonts w:ascii="Biome Light" w:hAnsi="Biome Light" w:cs="Biome Light"/>
          <w:sz w:val="22"/>
          <w:szCs w:val="22"/>
        </w:rPr>
        <w:t>Bepaal de beginsituatie van mevrouw Geel door</w:t>
      </w:r>
      <w:r>
        <w:rPr>
          <w:rFonts w:ascii="Biome Light" w:hAnsi="Biome Light" w:cs="Biome Light"/>
          <w:sz w:val="22"/>
          <w:szCs w:val="22"/>
        </w:rPr>
        <w:t xml:space="preserve"> de MEWS-score te berekenen. </w:t>
      </w:r>
    </w:p>
    <w:p w14:paraId="6F26FAC1" w14:textId="77777777" w:rsidR="00CD15AD" w:rsidRDefault="00CD15AD">
      <w:pPr>
        <w:pStyle w:val="Plattetekst"/>
        <w:jc w:val="both"/>
        <w:rPr>
          <w:rFonts w:ascii="Biome Light" w:hAnsi="Biome Light" w:cs="Biome Light"/>
          <w:szCs w:val="24"/>
        </w:rPr>
      </w:pPr>
    </w:p>
    <w:p w14:paraId="6F26FAC2" w14:textId="77777777" w:rsidR="00CD15AD" w:rsidRDefault="00CD15AD">
      <w:pPr>
        <w:pStyle w:val="Plattetekst"/>
        <w:ind w:left="360"/>
        <w:jc w:val="both"/>
        <w:rPr>
          <w:rFonts w:ascii="Biome Light" w:hAnsi="Biome Light" w:cs="Biome Light"/>
          <w:szCs w:val="24"/>
        </w:rPr>
      </w:pPr>
    </w:p>
    <w:tbl>
      <w:tblPr>
        <w:tblW w:w="10096" w:type="dxa"/>
        <w:tblInd w:w="360" w:type="dxa"/>
        <w:tblCellMar>
          <w:left w:w="10" w:type="dxa"/>
          <w:right w:w="10" w:type="dxa"/>
        </w:tblCellMar>
        <w:tblLook w:val="0000" w:firstRow="0" w:lastRow="0" w:firstColumn="0" w:lastColumn="0" w:noHBand="0" w:noVBand="0"/>
      </w:tblPr>
      <w:tblGrid>
        <w:gridCol w:w="10096"/>
      </w:tblGrid>
      <w:tr w:rsidR="00CD15AD" w14:paraId="6F26FAC4" w14:textId="77777777">
        <w:tblPrEx>
          <w:tblCellMar>
            <w:top w:w="0" w:type="dxa"/>
            <w:bottom w:w="0" w:type="dxa"/>
          </w:tblCellMar>
        </w:tblPrEx>
        <w:tc>
          <w:tcPr>
            <w:tcW w:w="10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AC3" w14:textId="77777777" w:rsidR="00CD15AD" w:rsidRDefault="007846CD">
            <w:pPr>
              <w:pStyle w:val="Kop1"/>
            </w:pPr>
            <w:r>
              <w:t xml:space="preserve">Praktijksituatie 3 Oriëntatie op de situatie van mevrouw </w:t>
            </w:r>
            <w:proofErr w:type="spellStart"/>
            <w:r>
              <w:t>Asmal</w:t>
            </w:r>
            <w:proofErr w:type="spellEnd"/>
          </w:p>
        </w:tc>
      </w:tr>
      <w:tr w:rsidR="00CD15AD" w14:paraId="6F26FAC7" w14:textId="77777777">
        <w:tblPrEx>
          <w:tblCellMar>
            <w:top w:w="0" w:type="dxa"/>
            <w:bottom w:w="0" w:type="dxa"/>
          </w:tblCellMar>
        </w:tblPrEx>
        <w:tc>
          <w:tcPr>
            <w:tcW w:w="10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AC5" w14:textId="77777777" w:rsidR="00CD15AD" w:rsidRDefault="007846CD">
            <w:pPr>
              <w:pStyle w:val="Plattetekst"/>
              <w:jc w:val="both"/>
              <w:rPr>
                <w:rFonts w:cs="Calibri Light"/>
                <w:b/>
                <w:bCs/>
                <w:sz w:val="22"/>
                <w:szCs w:val="22"/>
              </w:rPr>
            </w:pPr>
            <w:r>
              <w:rPr>
                <w:rFonts w:cs="Calibri Light"/>
                <w:b/>
                <w:bCs/>
                <w:sz w:val="22"/>
                <w:szCs w:val="22"/>
              </w:rPr>
              <w:t xml:space="preserve">De broodmaaltijd is achter de rug. Mevrouw </w:t>
            </w:r>
            <w:proofErr w:type="spellStart"/>
            <w:r>
              <w:rPr>
                <w:rFonts w:cs="Calibri Light"/>
                <w:b/>
                <w:bCs/>
                <w:sz w:val="22"/>
                <w:szCs w:val="22"/>
              </w:rPr>
              <w:t>Asmal</w:t>
            </w:r>
            <w:proofErr w:type="spellEnd"/>
            <w:r>
              <w:rPr>
                <w:rFonts w:cs="Calibri Light"/>
                <w:b/>
                <w:bCs/>
                <w:sz w:val="22"/>
                <w:szCs w:val="22"/>
              </w:rPr>
              <w:t xml:space="preserve"> heeft zich door alle drukte verslikt in een groot stuk brood met pindakaas. Ze kucht de hele dag. Je houdt </w:t>
            </w:r>
            <w:r>
              <w:rPr>
                <w:rFonts w:cs="Calibri Light"/>
                <w:b/>
                <w:bCs/>
                <w:sz w:val="22"/>
                <w:szCs w:val="22"/>
              </w:rPr>
              <w:t>haar goed in de gaten, maar bemerkt geen bijzonderheden. </w:t>
            </w:r>
            <w:r>
              <w:rPr>
                <w:rFonts w:cs="Calibri Light"/>
                <w:b/>
                <w:bCs/>
                <w:sz w:val="22"/>
                <w:szCs w:val="22"/>
              </w:rPr>
              <w:br/>
            </w:r>
            <w:r>
              <w:rPr>
                <w:rFonts w:cs="Calibri Light"/>
                <w:b/>
                <w:bCs/>
                <w:sz w:val="22"/>
                <w:szCs w:val="22"/>
              </w:rPr>
              <w:t>De volgende ochtend geeft de nachtdienst door dat mevrouw koorts heeft (38,9 °C) en dat mevrouw hoest. De nachtdienst denkt dat mevrouw een griepje heeft opgelopen en adviseert haar goed in de gaten</w:t>
            </w:r>
            <w:r>
              <w:rPr>
                <w:rFonts w:cs="Calibri Light"/>
                <w:b/>
                <w:bCs/>
                <w:sz w:val="22"/>
                <w:szCs w:val="22"/>
              </w:rPr>
              <w:t xml:space="preserve"> te houden. Jij ondersteunt mevrouw </w:t>
            </w:r>
            <w:proofErr w:type="spellStart"/>
            <w:r>
              <w:rPr>
                <w:rFonts w:cs="Calibri Light"/>
                <w:b/>
                <w:bCs/>
                <w:sz w:val="22"/>
                <w:szCs w:val="22"/>
              </w:rPr>
              <w:t>Asmal</w:t>
            </w:r>
            <w:proofErr w:type="spellEnd"/>
            <w:r>
              <w:rPr>
                <w:rFonts w:cs="Calibri Light"/>
                <w:b/>
                <w:bCs/>
                <w:sz w:val="22"/>
                <w:szCs w:val="22"/>
              </w:rPr>
              <w:t xml:space="preserve"> vandaag bij de ADL. Je doet de controles: temperatuur (39,3 °C), bloeddruk (RR 135/85), ademhaling (oppervlakkig en snel), pols (100 p/min).</w:t>
            </w:r>
          </w:p>
          <w:p w14:paraId="6F26FAC6" w14:textId="77777777" w:rsidR="00CD15AD" w:rsidRDefault="00CD15AD">
            <w:pPr>
              <w:pStyle w:val="Plattetekst"/>
              <w:jc w:val="both"/>
            </w:pPr>
          </w:p>
        </w:tc>
      </w:tr>
    </w:tbl>
    <w:p w14:paraId="6F26FAC8" w14:textId="77777777" w:rsidR="00CD15AD" w:rsidRDefault="00CD15AD">
      <w:pPr>
        <w:pStyle w:val="Plattetekst"/>
        <w:jc w:val="both"/>
        <w:rPr>
          <w:rFonts w:ascii="Biome Light" w:hAnsi="Biome Light" w:cs="Biome Light"/>
          <w:szCs w:val="24"/>
        </w:rPr>
      </w:pPr>
    </w:p>
    <w:p w14:paraId="6F26FAC9" w14:textId="77777777" w:rsidR="00CD15AD" w:rsidRDefault="007846CD">
      <w:pPr>
        <w:pStyle w:val="Plattetekst"/>
        <w:numPr>
          <w:ilvl w:val="0"/>
          <w:numId w:val="2"/>
        </w:numPr>
        <w:jc w:val="both"/>
        <w:rPr>
          <w:rFonts w:ascii="Biome Light" w:hAnsi="Biome Light" w:cs="Biome Light"/>
          <w:sz w:val="22"/>
          <w:szCs w:val="22"/>
        </w:rPr>
      </w:pPr>
      <w:r>
        <w:rPr>
          <w:rFonts w:ascii="Biome Light" w:hAnsi="Biome Light" w:cs="Biome Light"/>
          <w:sz w:val="22"/>
          <w:szCs w:val="22"/>
        </w:rPr>
        <w:t xml:space="preserve">Bepaal de beginsituatie van mevrouw </w:t>
      </w:r>
      <w:proofErr w:type="spellStart"/>
      <w:r>
        <w:rPr>
          <w:rFonts w:ascii="Biome Light" w:hAnsi="Biome Light" w:cs="Biome Light"/>
          <w:sz w:val="22"/>
          <w:szCs w:val="22"/>
        </w:rPr>
        <w:t>Asmal</w:t>
      </w:r>
      <w:proofErr w:type="spellEnd"/>
      <w:r>
        <w:rPr>
          <w:rFonts w:ascii="Biome Light" w:hAnsi="Biome Light" w:cs="Biome Light"/>
          <w:sz w:val="22"/>
          <w:szCs w:val="22"/>
        </w:rPr>
        <w:t xml:space="preserve"> door de MEWS-score te bereke</w:t>
      </w:r>
      <w:r>
        <w:rPr>
          <w:rFonts w:ascii="Biome Light" w:hAnsi="Biome Light" w:cs="Biome Light"/>
          <w:sz w:val="22"/>
          <w:szCs w:val="22"/>
        </w:rPr>
        <w:t xml:space="preserve">nen. </w:t>
      </w:r>
    </w:p>
    <w:p w14:paraId="6F26FACA" w14:textId="77777777" w:rsidR="00CD15AD" w:rsidRDefault="00CD15AD">
      <w:pPr>
        <w:pStyle w:val="Kop1"/>
      </w:pPr>
    </w:p>
    <w:tbl>
      <w:tblPr>
        <w:tblW w:w="10456" w:type="dxa"/>
        <w:tblCellMar>
          <w:left w:w="10" w:type="dxa"/>
          <w:right w:w="10" w:type="dxa"/>
        </w:tblCellMar>
        <w:tblLook w:val="0000" w:firstRow="0" w:lastRow="0" w:firstColumn="0" w:lastColumn="0" w:noHBand="0" w:noVBand="0"/>
      </w:tblPr>
      <w:tblGrid>
        <w:gridCol w:w="10456"/>
      </w:tblGrid>
      <w:tr w:rsidR="00CD15AD" w14:paraId="6F26FACC" w14:textId="77777777">
        <w:tblPrEx>
          <w:tblCellMar>
            <w:top w:w="0" w:type="dxa"/>
            <w:bottom w:w="0" w:type="dxa"/>
          </w:tblCellMar>
        </w:tblPrEx>
        <w:tc>
          <w:tcPr>
            <w:tcW w:w="10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ACB" w14:textId="77777777" w:rsidR="00CD15AD" w:rsidRDefault="007846CD">
            <w:pPr>
              <w:pStyle w:val="Kop1"/>
            </w:pPr>
            <w:r>
              <w:t xml:space="preserve">Praktijksituatie 4 Oriëntatie op de situatie van meneer Van </w:t>
            </w:r>
            <w:proofErr w:type="spellStart"/>
            <w:r>
              <w:t>Brummelen</w:t>
            </w:r>
            <w:proofErr w:type="spellEnd"/>
          </w:p>
        </w:tc>
      </w:tr>
      <w:tr w:rsidR="00CD15AD" w14:paraId="6F26FACF" w14:textId="77777777">
        <w:tblPrEx>
          <w:tblCellMar>
            <w:top w:w="0" w:type="dxa"/>
            <w:bottom w:w="0" w:type="dxa"/>
          </w:tblCellMar>
        </w:tblPrEx>
        <w:tc>
          <w:tcPr>
            <w:tcW w:w="10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ACD" w14:textId="77777777" w:rsidR="00CD15AD" w:rsidRDefault="007846CD">
            <w:pPr>
              <w:pStyle w:val="Kop1"/>
            </w:pPr>
            <w:r>
              <w:rPr>
                <w:noProof/>
                <w:color w:val="000000"/>
              </w:rPr>
              <w:drawing>
                <wp:anchor distT="0" distB="0" distL="114300" distR="114300" simplePos="0" relativeHeight="251661312" behindDoc="0" locked="0" layoutInCell="1" allowOverlap="1" wp14:anchorId="6F26FAB0" wp14:editId="6F26FAB1">
                  <wp:simplePos x="0" y="0"/>
                  <wp:positionH relativeFrom="column">
                    <wp:posOffset>-64766</wp:posOffset>
                  </wp:positionH>
                  <wp:positionV relativeFrom="paragraph">
                    <wp:posOffset>55878</wp:posOffset>
                  </wp:positionV>
                  <wp:extent cx="3361691" cy="2286000"/>
                  <wp:effectExtent l="0" t="0" r="0" b="0"/>
                  <wp:wrapSquare wrapText="bothSides"/>
                  <wp:docPr id="1617250352" name="Afbeelding 14" descr="Oedeem: symptomen, oorzaken en behandeling vochtophoping | Mens en ..."/>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3361691" cy="2286000"/>
                          </a:xfrm>
                          <a:prstGeom prst="rect">
                            <a:avLst/>
                          </a:prstGeom>
                          <a:noFill/>
                          <a:ln>
                            <a:noFill/>
                            <a:prstDash/>
                          </a:ln>
                        </pic:spPr>
                      </pic:pic>
                    </a:graphicData>
                  </a:graphic>
                </wp:anchor>
              </w:drawing>
            </w:r>
            <w:r>
              <w:rPr>
                <w:color w:val="000000"/>
              </w:rPr>
              <w:t xml:space="preserve">Je werkt in de thuiszorg en bezoekt het echtpaar Van </w:t>
            </w:r>
            <w:proofErr w:type="spellStart"/>
            <w:r>
              <w:rPr>
                <w:color w:val="000000"/>
              </w:rPr>
              <w:t>Brummelen</w:t>
            </w:r>
            <w:proofErr w:type="spellEnd"/>
            <w:r>
              <w:rPr>
                <w:color w:val="000000"/>
              </w:rPr>
              <w:t xml:space="preserve">. Meneer Van </w:t>
            </w:r>
            <w:proofErr w:type="spellStart"/>
            <w:r>
              <w:rPr>
                <w:color w:val="000000"/>
              </w:rPr>
              <w:t>Brummelen</w:t>
            </w:r>
            <w:proofErr w:type="spellEnd"/>
            <w:r>
              <w:rPr>
                <w:color w:val="000000"/>
              </w:rPr>
              <w:t xml:space="preserve"> heeft last van hartfalen. Hij draagt steunkousen en is kortademig. Hij zit nog in bed. Je ho</w:t>
            </w:r>
            <w:r>
              <w:rPr>
                <w:color w:val="000000"/>
              </w:rPr>
              <w:t>ort hem hijgen.</w:t>
            </w:r>
            <w:r>
              <w:rPr>
                <w:color w:val="000000"/>
              </w:rPr>
              <w:br/>
            </w:r>
            <w:r>
              <w:rPr>
                <w:color w:val="000000"/>
              </w:rPr>
              <w:t xml:space="preserve">Je wilt zijn steunkousen aantrekken en schrikt van zijn benen. Ze zijn heel dik, rood en glanzend. Meneer Van </w:t>
            </w:r>
            <w:proofErr w:type="spellStart"/>
            <w:r>
              <w:rPr>
                <w:color w:val="000000"/>
              </w:rPr>
              <w:t>Brummelen</w:t>
            </w:r>
            <w:proofErr w:type="spellEnd"/>
            <w:r>
              <w:rPr>
                <w:color w:val="000000"/>
              </w:rPr>
              <w:t xml:space="preserve"> zegt: ‘Moet je kijken, als ik met mijn vinger op mijn been duw, komt het vocht eruit zetten.'</w:t>
            </w:r>
            <w:r>
              <w:rPr>
                <w:color w:val="000000"/>
              </w:rPr>
              <w:br/>
            </w:r>
            <w:r>
              <w:rPr>
                <w:color w:val="000000"/>
              </w:rPr>
              <w:t xml:space="preserve">Mevrouw Van </w:t>
            </w:r>
            <w:proofErr w:type="spellStart"/>
            <w:r>
              <w:rPr>
                <w:color w:val="000000"/>
              </w:rPr>
              <w:t>Brummelen</w:t>
            </w:r>
            <w:proofErr w:type="spellEnd"/>
            <w:r>
              <w:rPr>
                <w:color w:val="000000"/>
              </w:rPr>
              <w:t xml:space="preserve"> zegt</w:t>
            </w:r>
            <w:r>
              <w:rPr>
                <w:color w:val="000000"/>
              </w:rPr>
              <w:t xml:space="preserve"> dat dit al drie dagen zo is en dat meneer ook meer klaagt over benauwdheid. Je voert controles uit: pols (112 p/min), ademhaling (snel), temperatuur (37,5 °C)</w:t>
            </w:r>
          </w:p>
          <w:p w14:paraId="6F26FACE" w14:textId="77777777" w:rsidR="00CD15AD" w:rsidRDefault="00CD15AD">
            <w:pPr>
              <w:pStyle w:val="Plattetekst"/>
              <w:jc w:val="both"/>
              <w:rPr>
                <w:rFonts w:cs="Calibri Light"/>
                <w:szCs w:val="24"/>
              </w:rPr>
            </w:pPr>
          </w:p>
        </w:tc>
      </w:tr>
    </w:tbl>
    <w:p w14:paraId="6F26FAD0" w14:textId="77777777" w:rsidR="00CD15AD" w:rsidRDefault="00CD15AD">
      <w:pPr>
        <w:pStyle w:val="Plattetekst"/>
        <w:jc w:val="both"/>
        <w:rPr>
          <w:rFonts w:ascii="Biome Light" w:hAnsi="Biome Light" w:cs="Biome Light"/>
          <w:sz w:val="22"/>
          <w:szCs w:val="22"/>
        </w:rPr>
      </w:pPr>
    </w:p>
    <w:p w14:paraId="6F26FAD1" w14:textId="77777777" w:rsidR="00CD15AD" w:rsidRDefault="007846CD">
      <w:pPr>
        <w:pStyle w:val="Plattetekst"/>
        <w:numPr>
          <w:ilvl w:val="0"/>
          <w:numId w:val="2"/>
        </w:numPr>
        <w:jc w:val="both"/>
        <w:rPr>
          <w:rFonts w:ascii="Biome Light" w:hAnsi="Biome Light" w:cs="Biome Light"/>
          <w:sz w:val="22"/>
          <w:szCs w:val="22"/>
        </w:rPr>
      </w:pPr>
      <w:r>
        <w:rPr>
          <w:rFonts w:ascii="Biome Light" w:hAnsi="Biome Light" w:cs="Biome Light"/>
          <w:sz w:val="22"/>
          <w:szCs w:val="22"/>
        </w:rPr>
        <w:t xml:space="preserve">Bepaal de beginsituatie van meneer Van </w:t>
      </w:r>
      <w:proofErr w:type="spellStart"/>
      <w:r>
        <w:rPr>
          <w:rFonts w:ascii="Biome Light" w:hAnsi="Biome Light" w:cs="Biome Light"/>
          <w:sz w:val="22"/>
          <w:szCs w:val="22"/>
        </w:rPr>
        <w:t>Brummelen</w:t>
      </w:r>
      <w:proofErr w:type="spellEnd"/>
      <w:r>
        <w:rPr>
          <w:rFonts w:ascii="Biome Light" w:hAnsi="Biome Light" w:cs="Biome Light"/>
          <w:sz w:val="22"/>
          <w:szCs w:val="22"/>
        </w:rPr>
        <w:t xml:space="preserve"> door de MEWS-score te berekenen. </w:t>
      </w:r>
    </w:p>
    <w:p w14:paraId="6F26FAD2" w14:textId="77777777" w:rsidR="00CD15AD" w:rsidRDefault="00CD15AD">
      <w:pPr>
        <w:pStyle w:val="Plattetekst"/>
        <w:jc w:val="both"/>
        <w:rPr>
          <w:rFonts w:ascii="Biome Light" w:hAnsi="Biome Light" w:cs="Biome Light"/>
          <w:sz w:val="22"/>
          <w:szCs w:val="22"/>
        </w:rPr>
      </w:pPr>
    </w:p>
    <w:p w14:paraId="6F26FAD3" w14:textId="77777777" w:rsidR="00CD15AD" w:rsidRDefault="007846CD">
      <w:pPr>
        <w:pStyle w:val="Plattetekst"/>
        <w:jc w:val="both"/>
      </w:pPr>
      <w:r>
        <w:rPr>
          <w:noProof/>
        </w:rPr>
        <w:drawing>
          <wp:inline distT="0" distB="0" distL="0" distR="0" wp14:anchorId="6F26FAB2" wp14:editId="6F26FAB3">
            <wp:extent cx="5760720" cy="182880"/>
            <wp:effectExtent l="0" t="0" r="0" b="7620"/>
            <wp:docPr id="2000716995" name="Afbeelding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5760720" cy="182880"/>
                    </a:xfrm>
                    <a:prstGeom prst="rect">
                      <a:avLst/>
                    </a:prstGeom>
                    <a:noFill/>
                    <a:ln>
                      <a:noFill/>
                      <a:prstDash/>
                    </a:ln>
                  </pic:spPr>
                </pic:pic>
              </a:graphicData>
            </a:graphic>
          </wp:inline>
        </w:drawing>
      </w:r>
    </w:p>
    <w:p w14:paraId="6F26FAD4" w14:textId="77777777" w:rsidR="00CD15AD" w:rsidRDefault="00CD15AD">
      <w:pPr>
        <w:pStyle w:val="Plattetekst"/>
        <w:jc w:val="both"/>
      </w:pPr>
    </w:p>
    <w:p w14:paraId="6F26FAD5" w14:textId="77777777" w:rsidR="00CD15AD" w:rsidRDefault="00CD15AD">
      <w:pPr>
        <w:pStyle w:val="Plattetekst"/>
        <w:jc w:val="both"/>
      </w:pPr>
    </w:p>
    <w:p w14:paraId="6F26FAD6" w14:textId="77777777" w:rsidR="00CD15AD" w:rsidRDefault="00CD15AD">
      <w:pPr>
        <w:pStyle w:val="Plattetekst"/>
        <w:jc w:val="both"/>
      </w:pPr>
    </w:p>
    <w:p w14:paraId="6F26FAD7" w14:textId="77777777" w:rsidR="00CD15AD" w:rsidRDefault="00CD15AD">
      <w:pPr>
        <w:pStyle w:val="Plattetekst"/>
        <w:jc w:val="both"/>
      </w:pPr>
    </w:p>
    <w:p w14:paraId="6F26FAD8" w14:textId="77777777" w:rsidR="00CD15AD" w:rsidRDefault="00CD15AD">
      <w:pPr>
        <w:pStyle w:val="Plattetekst"/>
        <w:jc w:val="both"/>
      </w:pPr>
    </w:p>
    <w:p w14:paraId="6F26FAD9" w14:textId="77777777" w:rsidR="00CD15AD" w:rsidRDefault="00CD15AD">
      <w:pPr>
        <w:pStyle w:val="Plattetekst"/>
        <w:jc w:val="both"/>
      </w:pPr>
    </w:p>
    <w:p w14:paraId="6F26FADA" w14:textId="77777777" w:rsidR="00CD15AD" w:rsidRDefault="00CD15AD">
      <w:pPr>
        <w:pStyle w:val="Plattetekst"/>
        <w:jc w:val="both"/>
      </w:pPr>
    </w:p>
    <w:p w14:paraId="6F26FADB" w14:textId="77777777" w:rsidR="00CD15AD" w:rsidRDefault="00CD15AD">
      <w:pPr>
        <w:pStyle w:val="Plattetekst"/>
        <w:jc w:val="both"/>
      </w:pPr>
    </w:p>
    <w:p w14:paraId="6F26FADC" w14:textId="77777777" w:rsidR="00CD15AD" w:rsidRDefault="00CD15AD">
      <w:pPr>
        <w:pStyle w:val="Plattetekst"/>
        <w:jc w:val="both"/>
      </w:pPr>
    </w:p>
    <w:p w14:paraId="6F26FADD" w14:textId="77777777" w:rsidR="00CD15AD" w:rsidRDefault="00CD15AD">
      <w:pPr>
        <w:pStyle w:val="Plattetekst"/>
        <w:jc w:val="both"/>
      </w:pPr>
    </w:p>
    <w:p w14:paraId="6F26FADE" w14:textId="77777777" w:rsidR="00CD15AD" w:rsidRDefault="00CD15AD">
      <w:pPr>
        <w:pStyle w:val="Plattetekst"/>
        <w:jc w:val="both"/>
      </w:pPr>
    </w:p>
    <w:p w14:paraId="6F26FADF" w14:textId="77777777" w:rsidR="00CD15AD" w:rsidRDefault="00CD15AD">
      <w:pPr>
        <w:pStyle w:val="Plattetekst"/>
        <w:jc w:val="both"/>
      </w:pPr>
    </w:p>
    <w:p w14:paraId="6F26FAE0" w14:textId="77777777" w:rsidR="00CD15AD" w:rsidRDefault="00CD15AD">
      <w:pPr>
        <w:pStyle w:val="Plattetekst"/>
        <w:jc w:val="both"/>
      </w:pPr>
    </w:p>
    <w:p w14:paraId="6F26FAE1" w14:textId="77777777" w:rsidR="00CD15AD" w:rsidRDefault="00CD15AD">
      <w:pPr>
        <w:pStyle w:val="Plattetekst"/>
        <w:jc w:val="both"/>
      </w:pPr>
    </w:p>
    <w:p w14:paraId="6F26FAE2" w14:textId="77777777" w:rsidR="00CD15AD" w:rsidRDefault="00CD15AD">
      <w:pPr>
        <w:pStyle w:val="Plattetekst"/>
        <w:jc w:val="both"/>
      </w:pPr>
    </w:p>
    <w:p w14:paraId="6F26FAE3" w14:textId="77777777" w:rsidR="00CD15AD" w:rsidRDefault="00CD15AD">
      <w:pPr>
        <w:pStyle w:val="Plattetekst"/>
        <w:jc w:val="both"/>
      </w:pPr>
    </w:p>
    <w:p w14:paraId="6F26FAE4" w14:textId="77777777" w:rsidR="00CD15AD" w:rsidRDefault="00CD15AD">
      <w:pPr>
        <w:pStyle w:val="Plattetekst"/>
        <w:jc w:val="both"/>
      </w:pPr>
    </w:p>
    <w:p w14:paraId="6F26FAE5" w14:textId="77777777" w:rsidR="00CD15AD" w:rsidRDefault="00CD15AD">
      <w:pPr>
        <w:pStyle w:val="Plattetekst"/>
        <w:jc w:val="both"/>
      </w:pPr>
    </w:p>
    <w:p w14:paraId="6F26FAE6" w14:textId="77777777" w:rsidR="00CD15AD" w:rsidRDefault="00CD15AD">
      <w:pPr>
        <w:pStyle w:val="Plattetekst"/>
        <w:jc w:val="both"/>
      </w:pPr>
    </w:p>
    <w:p w14:paraId="6F26FAE7" w14:textId="77777777" w:rsidR="00CD15AD" w:rsidRDefault="00CD15AD">
      <w:pPr>
        <w:pStyle w:val="Plattetekst"/>
        <w:jc w:val="both"/>
      </w:pPr>
    </w:p>
    <w:p w14:paraId="6F26FAE8" w14:textId="77777777" w:rsidR="00CD15AD" w:rsidRDefault="00CD15AD">
      <w:pPr>
        <w:pStyle w:val="Plattetekst"/>
        <w:jc w:val="both"/>
      </w:pPr>
    </w:p>
    <w:p w14:paraId="6F26FAE9" w14:textId="77777777" w:rsidR="00CD15AD" w:rsidRDefault="00CD15AD">
      <w:pPr>
        <w:pStyle w:val="Plattetekst"/>
        <w:jc w:val="both"/>
      </w:pPr>
    </w:p>
    <w:p w14:paraId="6F26FAEA" w14:textId="77777777" w:rsidR="00CD15AD" w:rsidRDefault="00CD15AD">
      <w:pPr>
        <w:pStyle w:val="Plattetekst"/>
        <w:jc w:val="both"/>
      </w:pPr>
    </w:p>
    <w:p w14:paraId="6F26FAEB" w14:textId="77777777" w:rsidR="00CD15AD" w:rsidRDefault="00CD15AD">
      <w:pPr>
        <w:pStyle w:val="Plattetekst"/>
        <w:jc w:val="both"/>
      </w:pPr>
    </w:p>
    <w:p w14:paraId="6F26FAEC" w14:textId="77777777" w:rsidR="00CD15AD" w:rsidRDefault="00CD15AD">
      <w:pPr>
        <w:pStyle w:val="Plattetekst"/>
        <w:jc w:val="both"/>
      </w:pPr>
    </w:p>
    <w:p w14:paraId="6F26FAED" w14:textId="77777777" w:rsidR="00CD15AD" w:rsidRDefault="00CD15AD">
      <w:pPr>
        <w:pStyle w:val="Plattetekst"/>
        <w:jc w:val="both"/>
      </w:pPr>
    </w:p>
    <w:p w14:paraId="6F26FAEE" w14:textId="77777777" w:rsidR="00CD15AD" w:rsidRDefault="007846CD">
      <w:pPr>
        <w:pStyle w:val="Plattetekst"/>
        <w:jc w:val="both"/>
        <w:rPr>
          <w:bCs/>
          <w:sz w:val="20"/>
        </w:rPr>
      </w:pPr>
      <w:bookmarkStart w:id="0" w:name="_Hlk40358498"/>
      <w:r>
        <w:rPr>
          <w:bCs/>
          <w:sz w:val="20"/>
        </w:rPr>
        <w:lastRenderedPageBreak/>
        <w:t>MEWS-score Praktijksituatie 1</w:t>
      </w:r>
    </w:p>
    <w:p w14:paraId="6F26FAEF" w14:textId="77777777" w:rsidR="00CD15AD" w:rsidRDefault="00CD15AD">
      <w:pPr>
        <w:pStyle w:val="Plattetekst"/>
        <w:jc w:val="both"/>
        <w:rPr>
          <w:bCs/>
          <w:sz w:val="20"/>
        </w:rPr>
      </w:pPr>
    </w:p>
    <w:p w14:paraId="6F26FAF0" w14:textId="77777777" w:rsidR="00CD15AD" w:rsidRDefault="007846CD">
      <w:pPr>
        <w:pStyle w:val="Plattetekst"/>
        <w:jc w:val="both"/>
        <w:rPr>
          <w:bCs/>
          <w:sz w:val="20"/>
        </w:rPr>
      </w:pPr>
      <w:r>
        <w:rPr>
          <w:bCs/>
          <w:sz w:val="20"/>
        </w:rPr>
        <w:t>Naam:</w:t>
      </w:r>
    </w:p>
    <w:p w14:paraId="6F26FAF1" w14:textId="77777777" w:rsidR="00CD15AD" w:rsidRDefault="007846CD">
      <w:pPr>
        <w:pStyle w:val="Plattetekst"/>
        <w:jc w:val="both"/>
        <w:rPr>
          <w:bCs/>
          <w:sz w:val="20"/>
        </w:rPr>
      </w:pPr>
      <w:r>
        <w:rPr>
          <w:bCs/>
          <w:sz w:val="20"/>
        </w:rPr>
        <w:t>Datum:</w:t>
      </w:r>
    </w:p>
    <w:p w14:paraId="6F26FAF2" w14:textId="77777777" w:rsidR="00CD15AD" w:rsidRDefault="007846CD">
      <w:pPr>
        <w:pStyle w:val="Plattetekst"/>
        <w:jc w:val="both"/>
        <w:rPr>
          <w:bCs/>
          <w:sz w:val="20"/>
        </w:rPr>
      </w:pPr>
      <w:r>
        <w:rPr>
          <w:bCs/>
          <w:sz w:val="20"/>
        </w:rPr>
        <w:t>Plaats:</w:t>
      </w:r>
    </w:p>
    <w:p w14:paraId="6F26FAF3" w14:textId="77777777" w:rsidR="00CD15AD" w:rsidRDefault="00CD15AD">
      <w:pPr>
        <w:pStyle w:val="Plattetekst"/>
        <w:jc w:val="both"/>
        <w:rPr>
          <w:bCs/>
          <w:sz w:val="20"/>
        </w:rPr>
      </w:pPr>
    </w:p>
    <w:tbl>
      <w:tblPr>
        <w:tblW w:w="9245" w:type="dxa"/>
        <w:tblCellMar>
          <w:left w:w="10" w:type="dxa"/>
          <w:right w:w="10" w:type="dxa"/>
        </w:tblCellMar>
        <w:tblLook w:val="0000" w:firstRow="0" w:lastRow="0" w:firstColumn="0" w:lastColumn="0" w:noHBand="0" w:noVBand="0"/>
      </w:tblPr>
      <w:tblGrid>
        <w:gridCol w:w="2750"/>
        <w:gridCol w:w="4678"/>
        <w:gridCol w:w="1817"/>
      </w:tblGrid>
      <w:tr w:rsidR="00CD15AD" w14:paraId="6F26FAF7"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AF4" w14:textId="77777777" w:rsidR="00CD15AD" w:rsidRDefault="00CD15AD">
            <w:pPr>
              <w:pStyle w:val="Plattetekst"/>
              <w:jc w:val="both"/>
              <w:rPr>
                <w:b/>
                <w:sz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AF5" w14:textId="77777777" w:rsidR="00CD15AD" w:rsidRDefault="007846CD">
            <w:pPr>
              <w:pStyle w:val="Plattetekst"/>
              <w:jc w:val="both"/>
              <w:rPr>
                <w:b/>
                <w:sz w:val="20"/>
              </w:rPr>
            </w:pPr>
            <w:r>
              <w:rPr>
                <w:b/>
                <w:sz w:val="20"/>
              </w:rPr>
              <w:t>Gegevens</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AF6" w14:textId="77777777" w:rsidR="00CD15AD" w:rsidRDefault="007846CD">
            <w:pPr>
              <w:pStyle w:val="Plattetekst"/>
              <w:jc w:val="both"/>
              <w:rPr>
                <w:b/>
                <w:sz w:val="20"/>
              </w:rPr>
            </w:pPr>
            <w:r>
              <w:rPr>
                <w:b/>
                <w:sz w:val="20"/>
              </w:rPr>
              <w:t>Aantal punten</w:t>
            </w:r>
          </w:p>
        </w:tc>
      </w:tr>
      <w:tr w:rsidR="00CD15AD" w14:paraId="6F26FAFB"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AF8" w14:textId="77777777" w:rsidR="00CD15AD" w:rsidRDefault="007846CD">
            <w:pPr>
              <w:pStyle w:val="Plattetekst"/>
              <w:jc w:val="both"/>
              <w:rPr>
                <w:b/>
                <w:sz w:val="20"/>
              </w:rPr>
            </w:pPr>
            <w:r>
              <w:rPr>
                <w:b/>
                <w:sz w:val="20"/>
              </w:rPr>
              <w:t>Hartfrequentie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AF9"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AFA" w14:textId="77777777" w:rsidR="00CD15AD" w:rsidRDefault="00CD15AD">
            <w:pPr>
              <w:pStyle w:val="Plattetekst"/>
              <w:jc w:val="both"/>
              <w:rPr>
                <w:sz w:val="20"/>
              </w:rPr>
            </w:pPr>
          </w:p>
        </w:tc>
      </w:tr>
      <w:tr w:rsidR="00CD15AD" w14:paraId="6F26FAFF"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AFC" w14:textId="77777777" w:rsidR="00CD15AD" w:rsidRDefault="007846CD">
            <w:pPr>
              <w:pStyle w:val="Plattetekst"/>
              <w:jc w:val="both"/>
              <w:rPr>
                <w:b/>
                <w:sz w:val="20"/>
              </w:rPr>
            </w:pPr>
            <w:r>
              <w:rPr>
                <w:b/>
                <w:sz w:val="20"/>
              </w:rPr>
              <w:t>Systolische bloeddruk (bovendruk)</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AFD"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AFE" w14:textId="77777777" w:rsidR="00CD15AD" w:rsidRDefault="00CD15AD">
            <w:pPr>
              <w:pStyle w:val="Plattetekst"/>
              <w:jc w:val="both"/>
              <w:rPr>
                <w:sz w:val="20"/>
              </w:rPr>
            </w:pPr>
          </w:p>
        </w:tc>
      </w:tr>
      <w:tr w:rsidR="00CD15AD" w14:paraId="6F26FB03"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00" w14:textId="77777777" w:rsidR="00CD15AD" w:rsidRDefault="007846CD">
            <w:pPr>
              <w:pStyle w:val="Plattetekst"/>
              <w:jc w:val="both"/>
              <w:rPr>
                <w:b/>
                <w:sz w:val="20"/>
              </w:rPr>
            </w:pPr>
            <w:r>
              <w:rPr>
                <w:b/>
                <w:sz w:val="20"/>
              </w:rPr>
              <w:t>Ademhalingsfrequentie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01"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02" w14:textId="77777777" w:rsidR="00CD15AD" w:rsidRDefault="00CD15AD">
            <w:pPr>
              <w:pStyle w:val="Plattetekst"/>
              <w:jc w:val="both"/>
              <w:rPr>
                <w:sz w:val="20"/>
              </w:rPr>
            </w:pPr>
          </w:p>
        </w:tc>
      </w:tr>
      <w:tr w:rsidR="00CD15AD" w14:paraId="6F26FB07"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04" w14:textId="77777777" w:rsidR="00CD15AD" w:rsidRDefault="007846CD">
            <w:pPr>
              <w:pStyle w:val="Plattetekst"/>
              <w:jc w:val="both"/>
              <w:rPr>
                <w:b/>
                <w:sz w:val="20"/>
              </w:rPr>
            </w:pPr>
            <w:r>
              <w:rPr>
                <w:b/>
                <w:sz w:val="20"/>
              </w:rPr>
              <w:t>Temperatuur</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05"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06" w14:textId="77777777" w:rsidR="00CD15AD" w:rsidRDefault="00CD15AD">
            <w:pPr>
              <w:pStyle w:val="Plattetekst"/>
              <w:jc w:val="both"/>
              <w:rPr>
                <w:sz w:val="20"/>
              </w:rPr>
            </w:pPr>
          </w:p>
        </w:tc>
      </w:tr>
      <w:tr w:rsidR="00CD15AD" w14:paraId="6F26FB0B"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08" w14:textId="77777777" w:rsidR="00CD15AD" w:rsidRDefault="007846CD">
            <w:pPr>
              <w:pStyle w:val="Plattetekst"/>
              <w:jc w:val="both"/>
              <w:rPr>
                <w:b/>
                <w:sz w:val="20"/>
              </w:rPr>
            </w:pPr>
            <w:r>
              <w:rPr>
                <w:b/>
                <w:sz w:val="20"/>
              </w:rPr>
              <w:t>Bewustzijn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09"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0A" w14:textId="77777777" w:rsidR="00CD15AD" w:rsidRDefault="00CD15AD">
            <w:pPr>
              <w:pStyle w:val="Plattetekst"/>
              <w:jc w:val="both"/>
              <w:rPr>
                <w:sz w:val="20"/>
              </w:rPr>
            </w:pPr>
          </w:p>
        </w:tc>
      </w:tr>
      <w:tr w:rsidR="00CD15AD" w14:paraId="6F26FB0F"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0C" w14:textId="77777777" w:rsidR="00CD15AD" w:rsidRDefault="007846CD">
            <w:pPr>
              <w:pStyle w:val="Plattetekst"/>
              <w:jc w:val="both"/>
              <w:rPr>
                <w:b/>
                <w:sz w:val="20"/>
              </w:rPr>
            </w:pPr>
            <w:r>
              <w:rPr>
                <w:b/>
                <w:sz w:val="20"/>
              </w:rPr>
              <w:t>Ongerust gevoel</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0D"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0E" w14:textId="77777777" w:rsidR="00CD15AD" w:rsidRDefault="00CD15AD">
            <w:pPr>
              <w:pStyle w:val="Plattetekst"/>
              <w:jc w:val="both"/>
              <w:rPr>
                <w:sz w:val="20"/>
              </w:rPr>
            </w:pPr>
          </w:p>
        </w:tc>
      </w:tr>
      <w:tr w:rsidR="00CD15AD" w14:paraId="6F26FB13"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10" w14:textId="77777777" w:rsidR="00CD15AD" w:rsidRDefault="007846CD">
            <w:pPr>
              <w:pStyle w:val="Plattetekst"/>
              <w:jc w:val="both"/>
              <w:rPr>
                <w:b/>
                <w:sz w:val="20"/>
              </w:rPr>
            </w:pPr>
            <w:r>
              <w:rPr>
                <w:b/>
                <w:sz w:val="20"/>
              </w:rPr>
              <w:t>Urineproductie per 4 uur</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11"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12" w14:textId="77777777" w:rsidR="00CD15AD" w:rsidRDefault="00CD15AD">
            <w:pPr>
              <w:pStyle w:val="Plattetekst"/>
              <w:jc w:val="both"/>
              <w:rPr>
                <w:sz w:val="20"/>
              </w:rPr>
            </w:pPr>
          </w:p>
        </w:tc>
      </w:tr>
      <w:tr w:rsidR="00CD15AD" w14:paraId="6F26FB17"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14" w14:textId="77777777" w:rsidR="00CD15AD" w:rsidRDefault="007846CD">
            <w:pPr>
              <w:pStyle w:val="Plattetekst"/>
              <w:jc w:val="both"/>
              <w:rPr>
                <w:b/>
                <w:sz w:val="20"/>
              </w:rPr>
            </w:pPr>
            <w:r>
              <w:rPr>
                <w:b/>
                <w:sz w:val="20"/>
              </w:rPr>
              <w:t>Saturatie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15"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16" w14:textId="77777777" w:rsidR="00CD15AD" w:rsidRDefault="00CD15AD">
            <w:pPr>
              <w:pStyle w:val="Plattetekst"/>
              <w:jc w:val="both"/>
              <w:rPr>
                <w:sz w:val="20"/>
              </w:rPr>
            </w:pPr>
          </w:p>
        </w:tc>
      </w:tr>
      <w:tr w:rsidR="00CD15AD" w14:paraId="6F26FB1B"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18" w14:textId="77777777" w:rsidR="00CD15AD" w:rsidRDefault="00CD15AD">
            <w:pPr>
              <w:pStyle w:val="Plattetekst"/>
              <w:jc w:val="both"/>
              <w:rPr>
                <w:b/>
                <w:sz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19"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1A" w14:textId="77777777" w:rsidR="00CD15AD" w:rsidRDefault="00CD15AD">
            <w:pPr>
              <w:pStyle w:val="Plattetekst"/>
              <w:jc w:val="both"/>
              <w:rPr>
                <w:sz w:val="20"/>
              </w:rPr>
            </w:pPr>
          </w:p>
        </w:tc>
      </w:tr>
      <w:tr w:rsidR="00CD15AD" w14:paraId="6F26FB1F"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1C" w14:textId="77777777" w:rsidR="00CD15AD" w:rsidRDefault="007846CD">
            <w:pPr>
              <w:pStyle w:val="Plattetekst"/>
              <w:jc w:val="both"/>
              <w:rPr>
                <w:b/>
                <w:sz w:val="20"/>
              </w:rPr>
            </w:pPr>
            <w:r>
              <w:rPr>
                <w:b/>
                <w:sz w:val="20"/>
              </w:rPr>
              <w:t>Score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1D"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1E" w14:textId="77777777" w:rsidR="00CD15AD" w:rsidRDefault="00CD15AD">
            <w:pPr>
              <w:pStyle w:val="Plattetekst"/>
              <w:jc w:val="both"/>
              <w:rPr>
                <w:sz w:val="20"/>
              </w:rPr>
            </w:pPr>
          </w:p>
        </w:tc>
      </w:tr>
      <w:tr w:rsidR="00CD15AD" w14:paraId="6F26FB23"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20" w14:textId="77777777" w:rsidR="00CD15AD" w:rsidRDefault="00CD15AD">
            <w:pPr>
              <w:pStyle w:val="Plattetekst"/>
              <w:jc w:val="both"/>
              <w:rPr>
                <w:b/>
                <w:sz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21" w14:textId="77777777" w:rsidR="00CD15AD" w:rsidRDefault="00CD15AD">
            <w:pPr>
              <w:pStyle w:val="Plattetekst"/>
              <w:jc w:val="both"/>
              <w:rPr>
                <w:b/>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22" w14:textId="77777777" w:rsidR="00CD15AD" w:rsidRDefault="00CD15AD">
            <w:pPr>
              <w:pStyle w:val="Plattetekst"/>
              <w:jc w:val="both"/>
              <w:rPr>
                <w:b/>
                <w:sz w:val="20"/>
              </w:rPr>
            </w:pPr>
          </w:p>
        </w:tc>
      </w:tr>
      <w:tr w:rsidR="00CD15AD" w14:paraId="6F26FB26"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24" w14:textId="77777777" w:rsidR="00CD15AD" w:rsidRDefault="007846CD">
            <w:pPr>
              <w:pStyle w:val="Plattetekst"/>
              <w:jc w:val="both"/>
              <w:rPr>
                <w:b/>
                <w:sz w:val="20"/>
              </w:rPr>
            </w:pPr>
            <w:r>
              <w:rPr>
                <w:b/>
                <w:sz w:val="20"/>
              </w:rPr>
              <w:t>Resultaat</w:t>
            </w:r>
          </w:p>
        </w:tc>
        <w:tc>
          <w:tcPr>
            <w:tcW w:w="64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25" w14:textId="77777777" w:rsidR="00CD15AD" w:rsidRDefault="00CD15AD">
            <w:pPr>
              <w:pStyle w:val="Plattetekst"/>
              <w:jc w:val="both"/>
              <w:rPr>
                <w:b/>
                <w:sz w:val="20"/>
              </w:rPr>
            </w:pPr>
          </w:p>
        </w:tc>
      </w:tr>
    </w:tbl>
    <w:p w14:paraId="6F26FB27" w14:textId="77777777" w:rsidR="00CD15AD" w:rsidRDefault="00CD15AD">
      <w:pPr>
        <w:pStyle w:val="Plattetekst"/>
        <w:numPr>
          <w:ilvl w:val="0"/>
          <w:numId w:val="3"/>
        </w:numPr>
        <w:jc w:val="both"/>
        <w:rPr>
          <w:sz w:val="20"/>
        </w:rPr>
      </w:pPr>
    </w:p>
    <w:bookmarkEnd w:id="0"/>
    <w:p w14:paraId="6F26FB28" w14:textId="77777777" w:rsidR="00CD15AD" w:rsidRDefault="00CD15AD">
      <w:pPr>
        <w:pStyle w:val="Plattetekst"/>
        <w:jc w:val="both"/>
        <w:rPr>
          <w:bCs/>
          <w:sz w:val="20"/>
        </w:rPr>
      </w:pPr>
    </w:p>
    <w:p w14:paraId="6F26FB29" w14:textId="77777777" w:rsidR="00CD15AD" w:rsidRDefault="007846CD">
      <w:pPr>
        <w:pStyle w:val="Plattetekst"/>
        <w:jc w:val="both"/>
        <w:rPr>
          <w:bCs/>
          <w:sz w:val="20"/>
        </w:rPr>
      </w:pPr>
      <w:r>
        <w:rPr>
          <w:bCs/>
          <w:sz w:val="20"/>
        </w:rPr>
        <w:t>MEWS-score Praktijksituatie 2</w:t>
      </w:r>
    </w:p>
    <w:p w14:paraId="6F26FB2A" w14:textId="77777777" w:rsidR="00CD15AD" w:rsidRDefault="00CD15AD">
      <w:pPr>
        <w:pStyle w:val="Plattetekst"/>
        <w:jc w:val="both"/>
        <w:rPr>
          <w:bCs/>
          <w:sz w:val="20"/>
        </w:rPr>
      </w:pPr>
    </w:p>
    <w:p w14:paraId="6F26FB2B" w14:textId="77777777" w:rsidR="00CD15AD" w:rsidRDefault="007846CD">
      <w:pPr>
        <w:pStyle w:val="Plattetekst"/>
        <w:jc w:val="both"/>
        <w:rPr>
          <w:bCs/>
          <w:sz w:val="20"/>
        </w:rPr>
      </w:pPr>
      <w:r>
        <w:rPr>
          <w:bCs/>
          <w:sz w:val="20"/>
        </w:rPr>
        <w:t>Naam:</w:t>
      </w:r>
    </w:p>
    <w:p w14:paraId="6F26FB2C" w14:textId="77777777" w:rsidR="00CD15AD" w:rsidRDefault="007846CD">
      <w:pPr>
        <w:pStyle w:val="Plattetekst"/>
        <w:jc w:val="both"/>
        <w:rPr>
          <w:bCs/>
          <w:sz w:val="20"/>
        </w:rPr>
      </w:pPr>
      <w:r>
        <w:rPr>
          <w:bCs/>
          <w:sz w:val="20"/>
        </w:rPr>
        <w:t>Datum:</w:t>
      </w:r>
    </w:p>
    <w:p w14:paraId="6F26FB2D" w14:textId="77777777" w:rsidR="00CD15AD" w:rsidRDefault="007846CD">
      <w:pPr>
        <w:pStyle w:val="Plattetekst"/>
        <w:jc w:val="both"/>
        <w:rPr>
          <w:bCs/>
          <w:sz w:val="20"/>
        </w:rPr>
      </w:pPr>
      <w:r>
        <w:rPr>
          <w:bCs/>
          <w:sz w:val="20"/>
        </w:rPr>
        <w:t>Plaats:</w:t>
      </w:r>
    </w:p>
    <w:p w14:paraId="6F26FB2E" w14:textId="77777777" w:rsidR="00CD15AD" w:rsidRDefault="00CD15AD">
      <w:pPr>
        <w:pStyle w:val="Plattetekst"/>
        <w:jc w:val="both"/>
        <w:rPr>
          <w:bCs/>
          <w:sz w:val="20"/>
        </w:rPr>
      </w:pPr>
    </w:p>
    <w:tbl>
      <w:tblPr>
        <w:tblW w:w="9245" w:type="dxa"/>
        <w:tblCellMar>
          <w:left w:w="10" w:type="dxa"/>
          <w:right w:w="10" w:type="dxa"/>
        </w:tblCellMar>
        <w:tblLook w:val="0000" w:firstRow="0" w:lastRow="0" w:firstColumn="0" w:lastColumn="0" w:noHBand="0" w:noVBand="0"/>
      </w:tblPr>
      <w:tblGrid>
        <w:gridCol w:w="2750"/>
        <w:gridCol w:w="4678"/>
        <w:gridCol w:w="1817"/>
      </w:tblGrid>
      <w:tr w:rsidR="00CD15AD" w14:paraId="6F26FB32"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2F" w14:textId="77777777" w:rsidR="00CD15AD" w:rsidRDefault="00CD15AD">
            <w:pPr>
              <w:pStyle w:val="Plattetekst"/>
              <w:jc w:val="both"/>
              <w:rPr>
                <w:b/>
                <w:sz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30" w14:textId="77777777" w:rsidR="00CD15AD" w:rsidRDefault="007846CD">
            <w:pPr>
              <w:pStyle w:val="Plattetekst"/>
              <w:jc w:val="both"/>
              <w:rPr>
                <w:b/>
                <w:sz w:val="20"/>
              </w:rPr>
            </w:pPr>
            <w:r>
              <w:rPr>
                <w:b/>
                <w:sz w:val="20"/>
              </w:rPr>
              <w:t>Gegevens</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31" w14:textId="77777777" w:rsidR="00CD15AD" w:rsidRDefault="007846CD">
            <w:pPr>
              <w:pStyle w:val="Plattetekst"/>
              <w:jc w:val="both"/>
              <w:rPr>
                <w:b/>
                <w:sz w:val="20"/>
              </w:rPr>
            </w:pPr>
            <w:r>
              <w:rPr>
                <w:b/>
                <w:sz w:val="20"/>
              </w:rPr>
              <w:t>Aantal punten</w:t>
            </w:r>
          </w:p>
        </w:tc>
      </w:tr>
      <w:tr w:rsidR="00CD15AD" w14:paraId="6F26FB36"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33" w14:textId="77777777" w:rsidR="00CD15AD" w:rsidRDefault="007846CD">
            <w:pPr>
              <w:pStyle w:val="Plattetekst"/>
              <w:jc w:val="both"/>
              <w:rPr>
                <w:b/>
                <w:sz w:val="20"/>
              </w:rPr>
            </w:pPr>
            <w:r>
              <w:rPr>
                <w:b/>
                <w:sz w:val="20"/>
              </w:rPr>
              <w:t>Hartfrequentie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34"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35" w14:textId="77777777" w:rsidR="00CD15AD" w:rsidRDefault="00CD15AD">
            <w:pPr>
              <w:pStyle w:val="Plattetekst"/>
              <w:jc w:val="both"/>
              <w:rPr>
                <w:sz w:val="20"/>
              </w:rPr>
            </w:pPr>
          </w:p>
        </w:tc>
      </w:tr>
      <w:tr w:rsidR="00CD15AD" w14:paraId="6F26FB3A"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37" w14:textId="77777777" w:rsidR="00CD15AD" w:rsidRDefault="007846CD">
            <w:pPr>
              <w:pStyle w:val="Plattetekst"/>
              <w:jc w:val="both"/>
              <w:rPr>
                <w:b/>
                <w:sz w:val="20"/>
              </w:rPr>
            </w:pPr>
            <w:r>
              <w:rPr>
                <w:b/>
                <w:sz w:val="20"/>
              </w:rPr>
              <w:t>Systolische bloeddruk (bovendruk)</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38"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39" w14:textId="77777777" w:rsidR="00CD15AD" w:rsidRDefault="00CD15AD">
            <w:pPr>
              <w:pStyle w:val="Plattetekst"/>
              <w:jc w:val="both"/>
              <w:rPr>
                <w:sz w:val="20"/>
              </w:rPr>
            </w:pPr>
          </w:p>
        </w:tc>
      </w:tr>
      <w:tr w:rsidR="00CD15AD" w14:paraId="6F26FB3E"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3B" w14:textId="77777777" w:rsidR="00CD15AD" w:rsidRDefault="007846CD">
            <w:pPr>
              <w:pStyle w:val="Plattetekst"/>
              <w:jc w:val="both"/>
              <w:rPr>
                <w:b/>
                <w:sz w:val="20"/>
              </w:rPr>
            </w:pPr>
            <w:r>
              <w:rPr>
                <w:b/>
                <w:sz w:val="20"/>
              </w:rPr>
              <w:t>Ademhalingsfrequentie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3C"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3D" w14:textId="77777777" w:rsidR="00CD15AD" w:rsidRDefault="00CD15AD">
            <w:pPr>
              <w:pStyle w:val="Plattetekst"/>
              <w:jc w:val="both"/>
              <w:rPr>
                <w:sz w:val="20"/>
              </w:rPr>
            </w:pPr>
          </w:p>
        </w:tc>
      </w:tr>
      <w:tr w:rsidR="00CD15AD" w14:paraId="6F26FB42"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3F" w14:textId="77777777" w:rsidR="00CD15AD" w:rsidRDefault="007846CD">
            <w:pPr>
              <w:pStyle w:val="Plattetekst"/>
              <w:jc w:val="both"/>
              <w:rPr>
                <w:b/>
                <w:sz w:val="20"/>
              </w:rPr>
            </w:pPr>
            <w:r>
              <w:rPr>
                <w:b/>
                <w:sz w:val="20"/>
              </w:rPr>
              <w:t>Temperatuur</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40"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41" w14:textId="77777777" w:rsidR="00CD15AD" w:rsidRDefault="00CD15AD">
            <w:pPr>
              <w:pStyle w:val="Plattetekst"/>
              <w:jc w:val="both"/>
              <w:rPr>
                <w:sz w:val="20"/>
              </w:rPr>
            </w:pPr>
          </w:p>
        </w:tc>
      </w:tr>
      <w:tr w:rsidR="00CD15AD" w14:paraId="6F26FB46"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43" w14:textId="77777777" w:rsidR="00CD15AD" w:rsidRDefault="007846CD">
            <w:pPr>
              <w:pStyle w:val="Plattetekst"/>
              <w:jc w:val="both"/>
              <w:rPr>
                <w:b/>
                <w:sz w:val="20"/>
              </w:rPr>
            </w:pPr>
            <w:r>
              <w:rPr>
                <w:b/>
                <w:sz w:val="20"/>
              </w:rPr>
              <w:t>Bewustzijn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44"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45" w14:textId="77777777" w:rsidR="00CD15AD" w:rsidRDefault="00CD15AD">
            <w:pPr>
              <w:pStyle w:val="Plattetekst"/>
              <w:jc w:val="both"/>
              <w:rPr>
                <w:sz w:val="20"/>
              </w:rPr>
            </w:pPr>
          </w:p>
        </w:tc>
      </w:tr>
      <w:tr w:rsidR="00CD15AD" w14:paraId="6F26FB4A"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47" w14:textId="77777777" w:rsidR="00CD15AD" w:rsidRDefault="007846CD">
            <w:pPr>
              <w:pStyle w:val="Plattetekst"/>
              <w:jc w:val="both"/>
              <w:rPr>
                <w:b/>
                <w:sz w:val="20"/>
              </w:rPr>
            </w:pPr>
            <w:r>
              <w:rPr>
                <w:b/>
                <w:sz w:val="20"/>
              </w:rPr>
              <w:t>Ongerust gevoel</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48"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49" w14:textId="77777777" w:rsidR="00CD15AD" w:rsidRDefault="00CD15AD">
            <w:pPr>
              <w:pStyle w:val="Plattetekst"/>
              <w:jc w:val="both"/>
              <w:rPr>
                <w:sz w:val="20"/>
              </w:rPr>
            </w:pPr>
          </w:p>
        </w:tc>
      </w:tr>
      <w:tr w:rsidR="00CD15AD" w14:paraId="6F26FB4E"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4B" w14:textId="77777777" w:rsidR="00CD15AD" w:rsidRDefault="007846CD">
            <w:pPr>
              <w:pStyle w:val="Plattetekst"/>
              <w:jc w:val="both"/>
              <w:rPr>
                <w:b/>
                <w:sz w:val="20"/>
              </w:rPr>
            </w:pPr>
            <w:r>
              <w:rPr>
                <w:b/>
                <w:sz w:val="20"/>
              </w:rPr>
              <w:t>Urineproductie per 4 uur</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4C"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4D" w14:textId="77777777" w:rsidR="00CD15AD" w:rsidRDefault="00CD15AD">
            <w:pPr>
              <w:pStyle w:val="Plattetekst"/>
              <w:jc w:val="both"/>
              <w:rPr>
                <w:sz w:val="20"/>
              </w:rPr>
            </w:pPr>
          </w:p>
        </w:tc>
      </w:tr>
      <w:tr w:rsidR="00CD15AD" w14:paraId="6F26FB52"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4F" w14:textId="77777777" w:rsidR="00CD15AD" w:rsidRDefault="007846CD">
            <w:pPr>
              <w:pStyle w:val="Plattetekst"/>
              <w:jc w:val="both"/>
              <w:rPr>
                <w:b/>
                <w:sz w:val="20"/>
              </w:rPr>
            </w:pPr>
            <w:r>
              <w:rPr>
                <w:b/>
                <w:sz w:val="20"/>
              </w:rPr>
              <w:t>Saturatie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50"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51" w14:textId="77777777" w:rsidR="00CD15AD" w:rsidRDefault="00CD15AD">
            <w:pPr>
              <w:pStyle w:val="Plattetekst"/>
              <w:jc w:val="both"/>
              <w:rPr>
                <w:sz w:val="20"/>
              </w:rPr>
            </w:pPr>
          </w:p>
        </w:tc>
      </w:tr>
      <w:tr w:rsidR="00CD15AD" w14:paraId="6F26FB56"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53" w14:textId="77777777" w:rsidR="00CD15AD" w:rsidRDefault="00CD15AD">
            <w:pPr>
              <w:pStyle w:val="Plattetekst"/>
              <w:jc w:val="both"/>
              <w:rPr>
                <w:b/>
                <w:sz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54"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55" w14:textId="77777777" w:rsidR="00CD15AD" w:rsidRDefault="00CD15AD">
            <w:pPr>
              <w:pStyle w:val="Plattetekst"/>
              <w:jc w:val="both"/>
              <w:rPr>
                <w:sz w:val="20"/>
              </w:rPr>
            </w:pPr>
          </w:p>
        </w:tc>
      </w:tr>
      <w:tr w:rsidR="00CD15AD" w14:paraId="6F26FB5A"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57" w14:textId="77777777" w:rsidR="00CD15AD" w:rsidRDefault="007846CD">
            <w:pPr>
              <w:pStyle w:val="Plattetekst"/>
              <w:jc w:val="both"/>
              <w:rPr>
                <w:b/>
                <w:sz w:val="20"/>
              </w:rPr>
            </w:pPr>
            <w:r>
              <w:rPr>
                <w:b/>
                <w:sz w:val="20"/>
              </w:rPr>
              <w:t>Score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58"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59" w14:textId="77777777" w:rsidR="00CD15AD" w:rsidRDefault="00CD15AD">
            <w:pPr>
              <w:pStyle w:val="Plattetekst"/>
              <w:jc w:val="both"/>
              <w:rPr>
                <w:sz w:val="20"/>
              </w:rPr>
            </w:pPr>
          </w:p>
        </w:tc>
      </w:tr>
      <w:tr w:rsidR="00CD15AD" w14:paraId="6F26FB5E"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5B" w14:textId="77777777" w:rsidR="00CD15AD" w:rsidRDefault="00CD15AD">
            <w:pPr>
              <w:pStyle w:val="Plattetekst"/>
              <w:jc w:val="both"/>
              <w:rPr>
                <w:b/>
                <w:sz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5C" w14:textId="77777777" w:rsidR="00CD15AD" w:rsidRDefault="00CD15AD">
            <w:pPr>
              <w:pStyle w:val="Plattetekst"/>
              <w:jc w:val="both"/>
              <w:rPr>
                <w:b/>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5D" w14:textId="77777777" w:rsidR="00CD15AD" w:rsidRDefault="00CD15AD">
            <w:pPr>
              <w:pStyle w:val="Plattetekst"/>
              <w:jc w:val="both"/>
              <w:rPr>
                <w:b/>
                <w:sz w:val="20"/>
              </w:rPr>
            </w:pPr>
          </w:p>
        </w:tc>
      </w:tr>
      <w:tr w:rsidR="00CD15AD" w14:paraId="6F26FB61"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5F" w14:textId="77777777" w:rsidR="00CD15AD" w:rsidRDefault="007846CD">
            <w:pPr>
              <w:pStyle w:val="Plattetekst"/>
              <w:jc w:val="both"/>
              <w:rPr>
                <w:b/>
                <w:sz w:val="20"/>
              </w:rPr>
            </w:pPr>
            <w:r>
              <w:rPr>
                <w:b/>
                <w:sz w:val="20"/>
              </w:rPr>
              <w:t>Resultaat</w:t>
            </w:r>
          </w:p>
        </w:tc>
        <w:tc>
          <w:tcPr>
            <w:tcW w:w="64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60" w14:textId="77777777" w:rsidR="00CD15AD" w:rsidRDefault="00CD15AD">
            <w:pPr>
              <w:pStyle w:val="Plattetekst"/>
              <w:jc w:val="both"/>
              <w:rPr>
                <w:b/>
                <w:sz w:val="20"/>
              </w:rPr>
            </w:pPr>
          </w:p>
        </w:tc>
      </w:tr>
    </w:tbl>
    <w:p w14:paraId="6F26FB62" w14:textId="77777777" w:rsidR="00CD15AD" w:rsidRDefault="00CD15AD">
      <w:pPr>
        <w:pStyle w:val="Plattetekst"/>
        <w:numPr>
          <w:ilvl w:val="0"/>
          <w:numId w:val="3"/>
        </w:numPr>
        <w:jc w:val="both"/>
        <w:rPr>
          <w:sz w:val="20"/>
        </w:rPr>
      </w:pPr>
    </w:p>
    <w:p w14:paraId="6F26FB63" w14:textId="77777777" w:rsidR="00CD15AD" w:rsidRDefault="00CD15AD">
      <w:pPr>
        <w:pStyle w:val="Plattetekst"/>
        <w:jc w:val="both"/>
        <w:rPr>
          <w:bCs/>
          <w:sz w:val="20"/>
        </w:rPr>
      </w:pPr>
    </w:p>
    <w:p w14:paraId="6F26FB64" w14:textId="77777777" w:rsidR="00CD15AD" w:rsidRDefault="00CD15AD">
      <w:pPr>
        <w:pStyle w:val="Plattetekst"/>
        <w:jc w:val="both"/>
        <w:rPr>
          <w:bCs/>
          <w:sz w:val="20"/>
        </w:rPr>
      </w:pPr>
    </w:p>
    <w:p w14:paraId="6F26FB65" w14:textId="77777777" w:rsidR="00CD15AD" w:rsidRDefault="00CD15AD">
      <w:pPr>
        <w:pStyle w:val="Plattetekst"/>
        <w:jc w:val="both"/>
        <w:rPr>
          <w:bCs/>
          <w:sz w:val="20"/>
        </w:rPr>
      </w:pPr>
    </w:p>
    <w:p w14:paraId="6F26FB66" w14:textId="77777777" w:rsidR="00CD15AD" w:rsidRDefault="00CD15AD">
      <w:pPr>
        <w:pStyle w:val="Plattetekst"/>
        <w:jc w:val="both"/>
        <w:rPr>
          <w:bCs/>
          <w:sz w:val="20"/>
        </w:rPr>
      </w:pPr>
    </w:p>
    <w:p w14:paraId="6F26FB67" w14:textId="77777777" w:rsidR="00CD15AD" w:rsidRDefault="00CD15AD">
      <w:pPr>
        <w:pStyle w:val="Plattetekst"/>
        <w:jc w:val="both"/>
        <w:rPr>
          <w:bCs/>
          <w:sz w:val="20"/>
        </w:rPr>
      </w:pPr>
    </w:p>
    <w:p w14:paraId="6F26FB68" w14:textId="77777777" w:rsidR="00CD15AD" w:rsidRDefault="00CD15AD">
      <w:pPr>
        <w:pStyle w:val="Plattetekst"/>
        <w:jc w:val="both"/>
        <w:rPr>
          <w:bCs/>
          <w:sz w:val="20"/>
        </w:rPr>
      </w:pPr>
    </w:p>
    <w:p w14:paraId="6F26FB69" w14:textId="77777777" w:rsidR="00CD15AD" w:rsidRDefault="00CD15AD">
      <w:pPr>
        <w:pStyle w:val="Plattetekst"/>
        <w:jc w:val="both"/>
        <w:rPr>
          <w:bCs/>
          <w:sz w:val="20"/>
        </w:rPr>
      </w:pPr>
    </w:p>
    <w:p w14:paraId="6F26FB6A" w14:textId="77777777" w:rsidR="00CD15AD" w:rsidRDefault="00CD15AD">
      <w:pPr>
        <w:pStyle w:val="Plattetekst"/>
        <w:jc w:val="both"/>
        <w:rPr>
          <w:bCs/>
          <w:sz w:val="20"/>
        </w:rPr>
      </w:pPr>
    </w:p>
    <w:p w14:paraId="6F26FB6B" w14:textId="77777777" w:rsidR="00CD15AD" w:rsidRDefault="007846CD">
      <w:pPr>
        <w:pStyle w:val="Plattetekst"/>
        <w:jc w:val="both"/>
        <w:rPr>
          <w:bCs/>
          <w:sz w:val="20"/>
        </w:rPr>
      </w:pPr>
      <w:r>
        <w:rPr>
          <w:bCs/>
          <w:sz w:val="20"/>
        </w:rPr>
        <w:lastRenderedPageBreak/>
        <w:t>MEWS-score Praktijksituatie 3</w:t>
      </w:r>
    </w:p>
    <w:p w14:paraId="6F26FB6C" w14:textId="77777777" w:rsidR="00CD15AD" w:rsidRDefault="00CD15AD">
      <w:pPr>
        <w:pStyle w:val="Plattetekst"/>
        <w:jc w:val="both"/>
        <w:rPr>
          <w:bCs/>
          <w:sz w:val="20"/>
        </w:rPr>
      </w:pPr>
    </w:p>
    <w:p w14:paraId="6F26FB6D" w14:textId="77777777" w:rsidR="00CD15AD" w:rsidRDefault="007846CD">
      <w:pPr>
        <w:pStyle w:val="Plattetekst"/>
        <w:jc w:val="both"/>
        <w:rPr>
          <w:bCs/>
          <w:sz w:val="20"/>
        </w:rPr>
      </w:pPr>
      <w:r>
        <w:rPr>
          <w:bCs/>
          <w:sz w:val="20"/>
        </w:rPr>
        <w:t>Naam:</w:t>
      </w:r>
    </w:p>
    <w:p w14:paraId="6F26FB6E" w14:textId="77777777" w:rsidR="00CD15AD" w:rsidRDefault="007846CD">
      <w:pPr>
        <w:pStyle w:val="Plattetekst"/>
        <w:jc w:val="both"/>
        <w:rPr>
          <w:bCs/>
          <w:sz w:val="20"/>
        </w:rPr>
      </w:pPr>
      <w:r>
        <w:rPr>
          <w:bCs/>
          <w:sz w:val="20"/>
        </w:rPr>
        <w:t>Datum:</w:t>
      </w:r>
    </w:p>
    <w:p w14:paraId="6F26FB6F" w14:textId="77777777" w:rsidR="00CD15AD" w:rsidRDefault="007846CD">
      <w:pPr>
        <w:pStyle w:val="Plattetekst"/>
        <w:jc w:val="both"/>
        <w:rPr>
          <w:bCs/>
          <w:sz w:val="20"/>
        </w:rPr>
      </w:pPr>
      <w:r>
        <w:rPr>
          <w:bCs/>
          <w:sz w:val="20"/>
        </w:rPr>
        <w:t>Plaats:</w:t>
      </w:r>
    </w:p>
    <w:p w14:paraId="6F26FB70" w14:textId="77777777" w:rsidR="00CD15AD" w:rsidRDefault="00CD15AD">
      <w:pPr>
        <w:pStyle w:val="Plattetekst"/>
        <w:jc w:val="both"/>
        <w:rPr>
          <w:bCs/>
          <w:sz w:val="20"/>
        </w:rPr>
      </w:pPr>
    </w:p>
    <w:tbl>
      <w:tblPr>
        <w:tblW w:w="9245" w:type="dxa"/>
        <w:tblCellMar>
          <w:left w:w="10" w:type="dxa"/>
          <w:right w:w="10" w:type="dxa"/>
        </w:tblCellMar>
        <w:tblLook w:val="0000" w:firstRow="0" w:lastRow="0" w:firstColumn="0" w:lastColumn="0" w:noHBand="0" w:noVBand="0"/>
      </w:tblPr>
      <w:tblGrid>
        <w:gridCol w:w="2750"/>
        <w:gridCol w:w="4678"/>
        <w:gridCol w:w="1817"/>
      </w:tblGrid>
      <w:tr w:rsidR="00CD15AD" w14:paraId="6F26FB74"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71" w14:textId="77777777" w:rsidR="00CD15AD" w:rsidRDefault="00CD15AD">
            <w:pPr>
              <w:pStyle w:val="Plattetekst"/>
              <w:jc w:val="both"/>
              <w:rPr>
                <w:b/>
                <w:sz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72" w14:textId="77777777" w:rsidR="00CD15AD" w:rsidRDefault="007846CD">
            <w:pPr>
              <w:pStyle w:val="Plattetekst"/>
              <w:jc w:val="both"/>
              <w:rPr>
                <w:b/>
                <w:sz w:val="20"/>
              </w:rPr>
            </w:pPr>
            <w:r>
              <w:rPr>
                <w:b/>
                <w:sz w:val="20"/>
              </w:rPr>
              <w:t>Gegevens</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73" w14:textId="77777777" w:rsidR="00CD15AD" w:rsidRDefault="007846CD">
            <w:pPr>
              <w:pStyle w:val="Plattetekst"/>
              <w:jc w:val="both"/>
              <w:rPr>
                <w:b/>
                <w:sz w:val="20"/>
              </w:rPr>
            </w:pPr>
            <w:r>
              <w:rPr>
                <w:b/>
                <w:sz w:val="20"/>
              </w:rPr>
              <w:t>Aantal punten</w:t>
            </w:r>
          </w:p>
        </w:tc>
      </w:tr>
      <w:tr w:rsidR="00CD15AD" w14:paraId="6F26FB78"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75" w14:textId="77777777" w:rsidR="00CD15AD" w:rsidRDefault="007846CD">
            <w:pPr>
              <w:pStyle w:val="Plattetekst"/>
              <w:jc w:val="both"/>
              <w:rPr>
                <w:b/>
                <w:sz w:val="20"/>
              </w:rPr>
            </w:pPr>
            <w:r>
              <w:rPr>
                <w:b/>
                <w:sz w:val="20"/>
              </w:rPr>
              <w:t>Hartfrequentie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76"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77" w14:textId="77777777" w:rsidR="00CD15AD" w:rsidRDefault="00CD15AD">
            <w:pPr>
              <w:pStyle w:val="Plattetekst"/>
              <w:jc w:val="both"/>
              <w:rPr>
                <w:sz w:val="20"/>
              </w:rPr>
            </w:pPr>
          </w:p>
        </w:tc>
      </w:tr>
      <w:tr w:rsidR="00CD15AD" w14:paraId="6F26FB7C"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79" w14:textId="77777777" w:rsidR="00CD15AD" w:rsidRDefault="007846CD">
            <w:pPr>
              <w:pStyle w:val="Plattetekst"/>
              <w:jc w:val="both"/>
              <w:rPr>
                <w:b/>
                <w:sz w:val="20"/>
              </w:rPr>
            </w:pPr>
            <w:r>
              <w:rPr>
                <w:b/>
                <w:sz w:val="20"/>
              </w:rPr>
              <w:t>Systolische bloeddruk (bovendruk)</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7A"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7B" w14:textId="77777777" w:rsidR="00CD15AD" w:rsidRDefault="00CD15AD">
            <w:pPr>
              <w:pStyle w:val="Plattetekst"/>
              <w:jc w:val="both"/>
              <w:rPr>
                <w:sz w:val="20"/>
              </w:rPr>
            </w:pPr>
          </w:p>
        </w:tc>
      </w:tr>
      <w:tr w:rsidR="00CD15AD" w14:paraId="6F26FB80"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7D" w14:textId="77777777" w:rsidR="00CD15AD" w:rsidRDefault="007846CD">
            <w:pPr>
              <w:pStyle w:val="Plattetekst"/>
              <w:jc w:val="both"/>
              <w:rPr>
                <w:b/>
                <w:sz w:val="20"/>
              </w:rPr>
            </w:pPr>
            <w:r>
              <w:rPr>
                <w:b/>
                <w:sz w:val="20"/>
              </w:rPr>
              <w:t>Ademhalingsfrequentie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7E"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7F" w14:textId="77777777" w:rsidR="00CD15AD" w:rsidRDefault="00CD15AD">
            <w:pPr>
              <w:pStyle w:val="Plattetekst"/>
              <w:jc w:val="both"/>
              <w:rPr>
                <w:sz w:val="20"/>
              </w:rPr>
            </w:pPr>
          </w:p>
        </w:tc>
      </w:tr>
      <w:tr w:rsidR="00CD15AD" w14:paraId="6F26FB84"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81" w14:textId="77777777" w:rsidR="00CD15AD" w:rsidRDefault="007846CD">
            <w:pPr>
              <w:pStyle w:val="Plattetekst"/>
              <w:jc w:val="both"/>
              <w:rPr>
                <w:b/>
                <w:sz w:val="20"/>
              </w:rPr>
            </w:pPr>
            <w:r>
              <w:rPr>
                <w:b/>
                <w:sz w:val="20"/>
              </w:rPr>
              <w:t>Temperatuur</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82"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83" w14:textId="77777777" w:rsidR="00CD15AD" w:rsidRDefault="00CD15AD">
            <w:pPr>
              <w:pStyle w:val="Plattetekst"/>
              <w:jc w:val="both"/>
              <w:rPr>
                <w:sz w:val="20"/>
              </w:rPr>
            </w:pPr>
          </w:p>
        </w:tc>
      </w:tr>
      <w:tr w:rsidR="00CD15AD" w14:paraId="6F26FB88"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85" w14:textId="77777777" w:rsidR="00CD15AD" w:rsidRDefault="007846CD">
            <w:pPr>
              <w:pStyle w:val="Plattetekst"/>
              <w:jc w:val="both"/>
              <w:rPr>
                <w:b/>
                <w:sz w:val="20"/>
              </w:rPr>
            </w:pPr>
            <w:r>
              <w:rPr>
                <w:b/>
                <w:sz w:val="20"/>
              </w:rPr>
              <w:t>Bewustzijn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86"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87" w14:textId="77777777" w:rsidR="00CD15AD" w:rsidRDefault="00CD15AD">
            <w:pPr>
              <w:pStyle w:val="Plattetekst"/>
              <w:jc w:val="both"/>
              <w:rPr>
                <w:sz w:val="20"/>
              </w:rPr>
            </w:pPr>
          </w:p>
        </w:tc>
      </w:tr>
      <w:tr w:rsidR="00CD15AD" w14:paraId="6F26FB8C"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89" w14:textId="77777777" w:rsidR="00CD15AD" w:rsidRDefault="007846CD">
            <w:pPr>
              <w:pStyle w:val="Plattetekst"/>
              <w:jc w:val="both"/>
              <w:rPr>
                <w:b/>
                <w:sz w:val="20"/>
              </w:rPr>
            </w:pPr>
            <w:r>
              <w:rPr>
                <w:b/>
                <w:sz w:val="20"/>
              </w:rPr>
              <w:t>Ongerust gevoel</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8A"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8B" w14:textId="77777777" w:rsidR="00CD15AD" w:rsidRDefault="00CD15AD">
            <w:pPr>
              <w:pStyle w:val="Plattetekst"/>
              <w:jc w:val="both"/>
              <w:rPr>
                <w:sz w:val="20"/>
              </w:rPr>
            </w:pPr>
          </w:p>
        </w:tc>
      </w:tr>
      <w:tr w:rsidR="00CD15AD" w14:paraId="6F26FB90"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8D" w14:textId="77777777" w:rsidR="00CD15AD" w:rsidRDefault="007846CD">
            <w:pPr>
              <w:pStyle w:val="Plattetekst"/>
              <w:jc w:val="both"/>
              <w:rPr>
                <w:b/>
                <w:sz w:val="20"/>
              </w:rPr>
            </w:pPr>
            <w:r>
              <w:rPr>
                <w:b/>
                <w:sz w:val="20"/>
              </w:rPr>
              <w:t>Urineproductie per 4 uur</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8E"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8F" w14:textId="77777777" w:rsidR="00CD15AD" w:rsidRDefault="00CD15AD">
            <w:pPr>
              <w:pStyle w:val="Plattetekst"/>
              <w:jc w:val="both"/>
              <w:rPr>
                <w:sz w:val="20"/>
              </w:rPr>
            </w:pPr>
          </w:p>
        </w:tc>
      </w:tr>
      <w:tr w:rsidR="00CD15AD" w14:paraId="6F26FB94"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91" w14:textId="77777777" w:rsidR="00CD15AD" w:rsidRDefault="007846CD">
            <w:pPr>
              <w:pStyle w:val="Plattetekst"/>
              <w:jc w:val="both"/>
              <w:rPr>
                <w:b/>
                <w:sz w:val="20"/>
              </w:rPr>
            </w:pPr>
            <w:r>
              <w:rPr>
                <w:b/>
                <w:sz w:val="20"/>
              </w:rPr>
              <w:t>Saturatie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92"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93" w14:textId="77777777" w:rsidR="00CD15AD" w:rsidRDefault="00CD15AD">
            <w:pPr>
              <w:pStyle w:val="Plattetekst"/>
              <w:jc w:val="both"/>
              <w:rPr>
                <w:sz w:val="20"/>
              </w:rPr>
            </w:pPr>
          </w:p>
        </w:tc>
      </w:tr>
      <w:tr w:rsidR="00CD15AD" w14:paraId="6F26FB98"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95" w14:textId="77777777" w:rsidR="00CD15AD" w:rsidRDefault="00CD15AD">
            <w:pPr>
              <w:pStyle w:val="Plattetekst"/>
              <w:jc w:val="both"/>
              <w:rPr>
                <w:b/>
                <w:sz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96"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97" w14:textId="77777777" w:rsidR="00CD15AD" w:rsidRDefault="00CD15AD">
            <w:pPr>
              <w:pStyle w:val="Plattetekst"/>
              <w:jc w:val="both"/>
              <w:rPr>
                <w:sz w:val="20"/>
              </w:rPr>
            </w:pPr>
          </w:p>
        </w:tc>
      </w:tr>
      <w:tr w:rsidR="00CD15AD" w14:paraId="6F26FB9C"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99" w14:textId="77777777" w:rsidR="00CD15AD" w:rsidRDefault="007846CD">
            <w:pPr>
              <w:pStyle w:val="Plattetekst"/>
              <w:jc w:val="both"/>
              <w:rPr>
                <w:b/>
                <w:sz w:val="20"/>
              </w:rPr>
            </w:pPr>
            <w:r>
              <w:rPr>
                <w:b/>
                <w:sz w:val="20"/>
              </w:rPr>
              <w:t>Score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9A"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9B" w14:textId="77777777" w:rsidR="00CD15AD" w:rsidRDefault="00CD15AD">
            <w:pPr>
              <w:pStyle w:val="Plattetekst"/>
              <w:jc w:val="both"/>
              <w:rPr>
                <w:sz w:val="20"/>
              </w:rPr>
            </w:pPr>
          </w:p>
        </w:tc>
      </w:tr>
      <w:tr w:rsidR="00CD15AD" w14:paraId="6F26FBA0"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9D" w14:textId="77777777" w:rsidR="00CD15AD" w:rsidRDefault="00CD15AD">
            <w:pPr>
              <w:pStyle w:val="Plattetekst"/>
              <w:jc w:val="both"/>
              <w:rPr>
                <w:b/>
                <w:sz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9E" w14:textId="77777777" w:rsidR="00CD15AD" w:rsidRDefault="00CD15AD">
            <w:pPr>
              <w:pStyle w:val="Plattetekst"/>
              <w:jc w:val="both"/>
              <w:rPr>
                <w:b/>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9F" w14:textId="77777777" w:rsidR="00CD15AD" w:rsidRDefault="00CD15AD">
            <w:pPr>
              <w:pStyle w:val="Plattetekst"/>
              <w:jc w:val="both"/>
              <w:rPr>
                <w:b/>
                <w:sz w:val="20"/>
              </w:rPr>
            </w:pPr>
          </w:p>
        </w:tc>
      </w:tr>
      <w:tr w:rsidR="00CD15AD" w14:paraId="6F26FBA3"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A1" w14:textId="77777777" w:rsidR="00CD15AD" w:rsidRDefault="007846CD">
            <w:pPr>
              <w:pStyle w:val="Plattetekst"/>
              <w:jc w:val="both"/>
              <w:rPr>
                <w:b/>
                <w:sz w:val="20"/>
              </w:rPr>
            </w:pPr>
            <w:r>
              <w:rPr>
                <w:b/>
                <w:sz w:val="20"/>
              </w:rPr>
              <w:t>Resultaat</w:t>
            </w:r>
          </w:p>
        </w:tc>
        <w:tc>
          <w:tcPr>
            <w:tcW w:w="64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A2" w14:textId="77777777" w:rsidR="00CD15AD" w:rsidRDefault="00CD15AD">
            <w:pPr>
              <w:pStyle w:val="Plattetekst"/>
              <w:jc w:val="both"/>
              <w:rPr>
                <w:b/>
                <w:sz w:val="20"/>
              </w:rPr>
            </w:pPr>
          </w:p>
        </w:tc>
      </w:tr>
    </w:tbl>
    <w:p w14:paraId="6F26FBA4" w14:textId="77777777" w:rsidR="00CD15AD" w:rsidRDefault="00CD15AD">
      <w:pPr>
        <w:pStyle w:val="Plattetekst"/>
        <w:numPr>
          <w:ilvl w:val="0"/>
          <w:numId w:val="3"/>
        </w:numPr>
        <w:jc w:val="both"/>
        <w:rPr>
          <w:sz w:val="20"/>
        </w:rPr>
      </w:pPr>
    </w:p>
    <w:p w14:paraId="6F26FBA5" w14:textId="77777777" w:rsidR="00CD15AD" w:rsidRDefault="00CD15AD">
      <w:pPr>
        <w:pStyle w:val="Plattetekst"/>
        <w:numPr>
          <w:ilvl w:val="0"/>
          <w:numId w:val="3"/>
        </w:numPr>
        <w:jc w:val="both"/>
        <w:rPr>
          <w:sz w:val="20"/>
        </w:rPr>
      </w:pPr>
    </w:p>
    <w:p w14:paraId="6F26FBA6" w14:textId="77777777" w:rsidR="00CD15AD" w:rsidRDefault="007846CD">
      <w:pPr>
        <w:pStyle w:val="Plattetekst"/>
        <w:jc w:val="both"/>
        <w:rPr>
          <w:bCs/>
          <w:sz w:val="20"/>
        </w:rPr>
      </w:pPr>
      <w:r>
        <w:rPr>
          <w:bCs/>
          <w:sz w:val="20"/>
        </w:rPr>
        <w:t>MEWS-score Praktijksituatie 4</w:t>
      </w:r>
    </w:p>
    <w:p w14:paraId="6F26FBA7" w14:textId="77777777" w:rsidR="00CD15AD" w:rsidRDefault="00CD15AD">
      <w:pPr>
        <w:pStyle w:val="Plattetekst"/>
        <w:jc w:val="both"/>
        <w:rPr>
          <w:bCs/>
          <w:sz w:val="20"/>
        </w:rPr>
      </w:pPr>
    </w:p>
    <w:p w14:paraId="6F26FBA8" w14:textId="77777777" w:rsidR="00CD15AD" w:rsidRDefault="007846CD">
      <w:pPr>
        <w:pStyle w:val="Plattetekst"/>
        <w:jc w:val="both"/>
        <w:rPr>
          <w:bCs/>
          <w:sz w:val="20"/>
        </w:rPr>
      </w:pPr>
      <w:r>
        <w:rPr>
          <w:bCs/>
          <w:sz w:val="20"/>
        </w:rPr>
        <w:t>Naam:</w:t>
      </w:r>
    </w:p>
    <w:p w14:paraId="6F26FBA9" w14:textId="77777777" w:rsidR="00CD15AD" w:rsidRDefault="007846CD">
      <w:pPr>
        <w:pStyle w:val="Plattetekst"/>
        <w:jc w:val="both"/>
        <w:rPr>
          <w:bCs/>
          <w:sz w:val="20"/>
        </w:rPr>
      </w:pPr>
      <w:r>
        <w:rPr>
          <w:bCs/>
          <w:sz w:val="20"/>
        </w:rPr>
        <w:t>Datum:</w:t>
      </w:r>
    </w:p>
    <w:p w14:paraId="6F26FBAA" w14:textId="77777777" w:rsidR="00CD15AD" w:rsidRDefault="007846CD">
      <w:pPr>
        <w:pStyle w:val="Plattetekst"/>
        <w:jc w:val="both"/>
        <w:rPr>
          <w:bCs/>
          <w:sz w:val="20"/>
        </w:rPr>
      </w:pPr>
      <w:r>
        <w:rPr>
          <w:bCs/>
          <w:sz w:val="20"/>
        </w:rPr>
        <w:t>Plaats:</w:t>
      </w:r>
    </w:p>
    <w:p w14:paraId="6F26FBAB" w14:textId="77777777" w:rsidR="00CD15AD" w:rsidRDefault="00CD15AD">
      <w:pPr>
        <w:pStyle w:val="Plattetekst"/>
        <w:jc w:val="both"/>
        <w:rPr>
          <w:bCs/>
          <w:sz w:val="20"/>
        </w:rPr>
      </w:pPr>
    </w:p>
    <w:tbl>
      <w:tblPr>
        <w:tblW w:w="9245" w:type="dxa"/>
        <w:tblCellMar>
          <w:left w:w="10" w:type="dxa"/>
          <w:right w:w="10" w:type="dxa"/>
        </w:tblCellMar>
        <w:tblLook w:val="0000" w:firstRow="0" w:lastRow="0" w:firstColumn="0" w:lastColumn="0" w:noHBand="0" w:noVBand="0"/>
      </w:tblPr>
      <w:tblGrid>
        <w:gridCol w:w="2750"/>
        <w:gridCol w:w="4678"/>
        <w:gridCol w:w="1817"/>
      </w:tblGrid>
      <w:tr w:rsidR="00CD15AD" w14:paraId="6F26FBAF"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AC" w14:textId="77777777" w:rsidR="00CD15AD" w:rsidRDefault="00CD15AD">
            <w:pPr>
              <w:pStyle w:val="Plattetekst"/>
              <w:jc w:val="both"/>
              <w:rPr>
                <w:b/>
                <w:sz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AD" w14:textId="77777777" w:rsidR="00CD15AD" w:rsidRDefault="007846CD">
            <w:pPr>
              <w:pStyle w:val="Plattetekst"/>
              <w:jc w:val="both"/>
              <w:rPr>
                <w:b/>
                <w:sz w:val="20"/>
              </w:rPr>
            </w:pPr>
            <w:r>
              <w:rPr>
                <w:b/>
                <w:sz w:val="20"/>
              </w:rPr>
              <w:t>Gegevens</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AE" w14:textId="77777777" w:rsidR="00CD15AD" w:rsidRDefault="007846CD">
            <w:pPr>
              <w:pStyle w:val="Plattetekst"/>
              <w:jc w:val="both"/>
              <w:rPr>
                <w:b/>
                <w:sz w:val="20"/>
              </w:rPr>
            </w:pPr>
            <w:r>
              <w:rPr>
                <w:b/>
                <w:sz w:val="20"/>
              </w:rPr>
              <w:t>Aantal punten</w:t>
            </w:r>
          </w:p>
        </w:tc>
      </w:tr>
      <w:tr w:rsidR="00CD15AD" w14:paraId="6F26FBB3"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B0" w14:textId="77777777" w:rsidR="00CD15AD" w:rsidRDefault="007846CD">
            <w:pPr>
              <w:pStyle w:val="Plattetekst"/>
              <w:jc w:val="both"/>
              <w:rPr>
                <w:b/>
                <w:sz w:val="20"/>
              </w:rPr>
            </w:pPr>
            <w:r>
              <w:rPr>
                <w:b/>
                <w:sz w:val="20"/>
              </w:rPr>
              <w:t>Hartfrequentie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B1"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B2" w14:textId="77777777" w:rsidR="00CD15AD" w:rsidRDefault="00CD15AD">
            <w:pPr>
              <w:pStyle w:val="Plattetekst"/>
              <w:jc w:val="both"/>
              <w:rPr>
                <w:sz w:val="20"/>
              </w:rPr>
            </w:pPr>
          </w:p>
        </w:tc>
      </w:tr>
      <w:tr w:rsidR="00CD15AD" w14:paraId="6F26FBB7"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B4" w14:textId="77777777" w:rsidR="00CD15AD" w:rsidRDefault="007846CD">
            <w:pPr>
              <w:pStyle w:val="Plattetekst"/>
              <w:jc w:val="both"/>
              <w:rPr>
                <w:b/>
                <w:sz w:val="20"/>
              </w:rPr>
            </w:pPr>
            <w:r>
              <w:rPr>
                <w:b/>
                <w:sz w:val="20"/>
              </w:rPr>
              <w:t xml:space="preserve">Systolische bloeddruk </w:t>
            </w:r>
            <w:r>
              <w:rPr>
                <w:b/>
                <w:sz w:val="20"/>
              </w:rPr>
              <w:t>(bovendruk)</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B5"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B6" w14:textId="77777777" w:rsidR="00CD15AD" w:rsidRDefault="00CD15AD">
            <w:pPr>
              <w:pStyle w:val="Plattetekst"/>
              <w:jc w:val="both"/>
              <w:rPr>
                <w:sz w:val="20"/>
              </w:rPr>
            </w:pPr>
          </w:p>
        </w:tc>
      </w:tr>
      <w:tr w:rsidR="00CD15AD" w14:paraId="6F26FBBB"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B8" w14:textId="77777777" w:rsidR="00CD15AD" w:rsidRDefault="007846CD">
            <w:pPr>
              <w:pStyle w:val="Plattetekst"/>
              <w:jc w:val="both"/>
              <w:rPr>
                <w:b/>
                <w:sz w:val="20"/>
              </w:rPr>
            </w:pPr>
            <w:r>
              <w:rPr>
                <w:b/>
                <w:sz w:val="20"/>
              </w:rPr>
              <w:t>Ademhalingsfrequentie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B9"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BA" w14:textId="77777777" w:rsidR="00CD15AD" w:rsidRDefault="00CD15AD">
            <w:pPr>
              <w:pStyle w:val="Plattetekst"/>
              <w:jc w:val="both"/>
              <w:rPr>
                <w:sz w:val="20"/>
              </w:rPr>
            </w:pPr>
          </w:p>
        </w:tc>
      </w:tr>
      <w:tr w:rsidR="00CD15AD" w14:paraId="6F26FBBF"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BC" w14:textId="77777777" w:rsidR="00CD15AD" w:rsidRDefault="007846CD">
            <w:pPr>
              <w:pStyle w:val="Plattetekst"/>
              <w:jc w:val="both"/>
              <w:rPr>
                <w:b/>
                <w:sz w:val="20"/>
              </w:rPr>
            </w:pPr>
            <w:r>
              <w:rPr>
                <w:b/>
                <w:sz w:val="20"/>
              </w:rPr>
              <w:t>Temperatuur</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BD"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BE" w14:textId="77777777" w:rsidR="00CD15AD" w:rsidRDefault="00CD15AD">
            <w:pPr>
              <w:pStyle w:val="Plattetekst"/>
              <w:jc w:val="both"/>
              <w:rPr>
                <w:sz w:val="20"/>
              </w:rPr>
            </w:pPr>
          </w:p>
        </w:tc>
      </w:tr>
      <w:tr w:rsidR="00CD15AD" w14:paraId="6F26FBC3"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C0" w14:textId="77777777" w:rsidR="00CD15AD" w:rsidRDefault="007846CD">
            <w:pPr>
              <w:pStyle w:val="Plattetekst"/>
              <w:jc w:val="both"/>
              <w:rPr>
                <w:b/>
                <w:sz w:val="20"/>
              </w:rPr>
            </w:pPr>
            <w:r>
              <w:rPr>
                <w:b/>
                <w:sz w:val="20"/>
              </w:rPr>
              <w:t>Bewustzijn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C1"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C2" w14:textId="77777777" w:rsidR="00CD15AD" w:rsidRDefault="00CD15AD">
            <w:pPr>
              <w:pStyle w:val="Plattetekst"/>
              <w:jc w:val="both"/>
              <w:rPr>
                <w:sz w:val="20"/>
              </w:rPr>
            </w:pPr>
          </w:p>
        </w:tc>
      </w:tr>
      <w:tr w:rsidR="00CD15AD" w14:paraId="6F26FBC7"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C4" w14:textId="77777777" w:rsidR="00CD15AD" w:rsidRDefault="007846CD">
            <w:pPr>
              <w:pStyle w:val="Plattetekst"/>
              <w:jc w:val="both"/>
              <w:rPr>
                <w:b/>
                <w:sz w:val="20"/>
              </w:rPr>
            </w:pPr>
            <w:r>
              <w:rPr>
                <w:b/>
                <w:sz w:val="20"/>
              </w:rPr>
              <w:t>Ongerust gevoel</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C5"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C6" w14:textId="77777777" w:rsidR="00CD15AD" w:rsidRDefault="00CD15AD">
            <w:pPr>
              <w:pStyle w:val="Plattetekst"/>
              <w:jc w:val="both"/>
              <w:rPr>
                <w:sz w:val="20"/>
              </w:rPr>
            </w:pPr>
          </w:p>
        </w:tc>
      </w:tr>
      <w:tr w:rsidR="00CD15AD" w14:paraId="6F26FBCB"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C8" w14:textId="77777777" w:rsidR="00CD15AD" w:rsidRDefault="007846CD">
            <w:pPr>
              <w:pStyle w:val="Plattetekst"/>
              <w:jc w:val="both"/>
              <w:rPr>
                <w:b/>
                <w:sz w:val="20"/>
              </w:rPr>
            </w:pPr>
            <w:r>
              <w:rPr>
                <w:b/>
                <w:sz w:val="20"/>
              </w:rPr>
              <w:t>Urineproductie per 4 uur</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C9"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CA" w14:textId="77777777" w:rsidR="00CD15AD" w:rsidRDefault="00CD15AD">
            <w:pPr>
              <w:pStyle w:val="Plattetekst"/>
              <w:jc w:val="both"/>
              <w:rPr>
                <w:sz w:val="20"/>
              </w:rPr>
            </w:pPr>
          </w:p>
        </w:tc>
      </w:tr>
      <w:tr w:rsidR="00CD15AD" w14:paraId="6F26FBCF"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CC" w14:textId="77777777" w:rsidR="00CD15AD" w:rsidRDefault="007846CD">
            <w:pPr>
              <w:pStyle w:val="Plattetekst"/>
              <w:jc w:val="both"/>
              <w:rPr>
                <w:b/>
                <w:sz w:val="20"/>
              </w:rPr>
            </w:pPr>
            <w:r>
              <w:rPr>
                <w:b/>
                <w:sz w:val="20"/>
              </w:rPr>
              <w:t>Saturatie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CD"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CE" w14:textId="77777777" w:rsidR="00CD15AD" w:rsidRDefault="00CD15AD">
            <w:pPr>
              <w:pStyle w:val="Plattetekst"/>
              <w:jc w:val="both"/>
              <w:rPr>
                <w:sz w:val="20"/>
              </w:rPr>
            </w:pPr>
          </w:p>
        </w:tc>
      </w:tr>
      <w:tr w:rsidR="00CD15AD" w14:paraId="6F26FBD3"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D0" w14:textId="77777777" w:rsidR="00CD15AD" w:rsidRDefault="00CD15AD">
            <w:pPr>
              <w:pStyle w:val="Plattetekst"/>
              <w:jc w:val="both"/>
              <w:rPr>
                <w:b/>
                <w:sz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D1"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D2" w14:textId="77777777" w:rsidR="00CD15AD" w:rsidRDefault="00CD15AD">
            <w:pPr>
              <w:pStyle w:val="Plattetekst"/>
              <w:jc w:val="both"/>
              <w:rPr>
                <w:sz w:val="20"/>
              </w:rPr>
            </w:pPr>
          </w:p>
        </w:tc>
      </w:tr>
      <w:tr w:rsidR="00CD15AD" w14:paraId="6F26FBD7"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D4" w14:textId="77777777" w:rsidR="00CD15AD" w:rsidRDefault="007846CD">
            <w:pPr>
              <w:pStyle w:val="Plattetekst"/>
              <w:jc w:val="both"/>
              <w:rPr>
                <w:b/>
                <w:sz w:val="20"/>
              </w:rPr>
            </w:pPr>
            <w:r>
              <w:rPr>
                <w:b/>
                <w:sz w:val="20"/>
              </w:rPr>
              <w:t>Score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D5" w14:textId="77777777" w:rsidR="00CD15AD" w:rsidRDefault="00CD15AD">
            <w:pPr>
              <w:pStyle w:val="Plattetekst"/>
              <w:jc w:val="both"/>
              <w:rPr>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D6" w14:textId="77777777" w:rsidR="00CD15AD" w:rsidRDefault="00CD15AD">
            <w:pPr>
              <w:pStyle w:val="Plattetekst"/>
              <w:jc w:val="both"/>
              <w:rPr>
                <w:sz w:val="20"/>
              </w:rPr>
            </w:pPr>
          </w:p>
        </w:tc>
      </w:tr>
      <w:tr w:rsidR="00CD15AD" w14:paraId="6F26FBDB"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D8" w14:textId="77777777" w:rsidR="00CD15AD" w:rsidRDefault="00CD15AD">
            <w:pPr>
              <w:pStyle w:val="Plattetekst"/>
              <w:jc w:val="both"/>
              <w:rPr>
                <w:b/>
                <w:sz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D9" w14:textId="77777777" w:rsidR="00CD15AD" w:rsidRDefault="00CD15AD">
            <w:pPr>
              <w:pStyle w:val="Plattetekst"/>
              <w:jc w:val="both"/>
              <w:rPr>
                <w:b/>
                <w:sz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DA" w14:textId="77777777" w:rsidR="00CD15AD" w:rsidRDefault="00CD15AD">
            <w:pPr>
              <w:pStyle w:val="Plattetekst"/>
              <w:jc w:val="both"/>
              <w:rPr>
                <w:b/>
                <w:sz w:val="20"/>
              </w:rPr>
            </w:pPr>
          </w:p>
        </w:tc>
      </w:tr>
      <w:tr w:rsidR="00CD15AD" w14:paraId="6F26FBDE" w14:textId="77777777">
        <w:tblPrEx>
          <w:tblCellMar>
            <w:top w:w="0" w:type="dxa"/>
            <w:bottom w:w="0" w:type="dxa"/>
          </w:tblCellMar>
        </w:tblPrEx>
        <w:tc>
          <w:tcPr>
            <w:tcW w:w="2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DC" w14:textId="77777777" w:rsidR="00CD15AD" w:rsidRDefault="007846CD">
            <w:pPr>
              <w:pStyle w:val="Plattetekst"/>
              <w:jc w:val="both"/>
              <w:rPr>
                <w:b/>
                <w:sz w:val="20"/>
              </w:rPr>
            </w:pPr>
            <w:r>
              <w:rPr>
                <w:b/>
                <w:sz w:val="20"/>
              </w:rPr>
              <w:t>Resultaat</w:t>
            </w:r>
          </w:p>
        </w:tc>
        <w:tc>
          <w:tcPr>
            <w:tcW w:w="64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FBDD" w14:textId="77777777" w:rsidR="00CD15AD" w:rsidRDefault="00CD15AD">
            <w:pPr>
              <w:pStyle w:val="Plattetekst"/>
              <w:jc w:val="both"/>
              <w:rPr>
                <w:b/>
                <w:sz w:val="20"/>
              </w:rPr>
            </w:pPr>
          </w:p>
        </w:tc>
      </w:tr>
    </w:tbl>
    <w:p w14:paraId="6F26FBDF" w14:textId="77777777" w:rsidR="00CD15AD" w:rsidRDefault="00CD15AD">
      <w:pPr>
        <w:pStyle w:val="Plattetekst"/>
        <w:jc w:val="both"/>
        <w:rPr>
          <w:sz w:val="20"/>
        </w:rPr>
      </w:pPr>
    </w:p>
    <w:p w14:paraId="6F26FBE0" w14:textId="77777777" w:rsidR="00CD15AD" w:rsidRDefault="00CD15AD">
      <w:pPr>
        <w:pStyle w:val="Plattetekst"/>
        <w:jc w:val="both"/>
        <w:rPr>
          <w:sz w:val="20"/>
        </w:rPr>
      </w:pPr>
    </w:p>
    <w:sectPr w:rsidR="00CD15AD">
      <w:pgSz w:w="11906" w:h="16838"/>
      <w:pgMar w:top="720" w:right="720" w:bottom="720" w:left="720" w:header="708" w:footer="708" w:gutter="0"/>
      <w:pgBorders w:offsetFrom="page">
        <w:top w:val="single" w:sz="48" w:space="24" w:color="000000"/>
        <w:left w:val="single" w:sz="48" w:space="24" w:color="000000"/>
        <w:bottom w:val="single" w:sz="48" w:space="24" w:color="000000"/>
        <w:right w:val="single" w:sz="48" w:space="24" w:color="000000"/>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6FAB8" w14:textId="77777777" w:rsidR="007846CD" w:rsidRDefault="007846CD">
      <w:r>
        <w:separator/>
      </w:r>
    </w:p>
  </w:endnote>
  <w:endnote w:type="continuationSeparator" w:id="0">
    <w:p w14:paraId="6F26FABA" w14:textId="77777777" w:rsidR="007846CD" w:rsidRDefault="00784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Biome Light">
    <w:charset w:val="00"/>
    <w:family w:val="swiss"/>
    <w:pitch w:val="variable"/>
    <w:sig w:usb0="A11526FF" w:usb1="8000000A" w:usb2="0001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6FAB4" w14:textId="77777777" w:rsidR="007846CD" w:rsidRDefault="007846CD">
      <w:r>
        <w:ptab w:relativeTo="margin" w:alignment="center" w:leader="none"/>
      </w:r>
      <w:r>
        <w:rPr>
          <w:color w:val="000000"/>
        </w:rPr>
        <w:separator/>
      </w:r>
    </w:p>
  </w:footnote>
  <w:footnote w:type="continuationSeparator" w:id="0">
    <w:p w14:paraId="6F26FAB6" w14:textId="77777777" w:rsidR="007846CD" w:rsidRDefault="007846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50349"/>
    <w:multiLevelType w:val="multilevel"/>
    <w:tmpl w:val="7936B2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05488D"/>
    <w:multiLevelType w:val="multilevel"/>
    <w:tmpl w:val="1D8019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D0D6BC8"/>
    <w:multiLevelType w:val="multilevel"/>
    <w:tmpl w:val="70643734"/>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2042437781">
    <w:abstractNumId w:val="0"/>
  </w:num>
  <w:num w:numId="2" w16cid:durableId="11499805">
    <w:abstractNumId w:val="1"/>
  </w:num>
  <w:num w:numId="3" w16cid:durableId="272329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CD15AD"/>
    <w:rsid w:val="00702EC4"/>
    <w:rsid w:val="007846CD"/>
    <w:rsid w:val="00CD15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F26FAA9"/>
  <w15:docId w15:val="{3D24BDF2-4DBD-40BB-A2CB-CD0D4B47B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Black" w:eastAsia="Arial Black" w:hAnsi="Arial Black" w:cs="Times New Roman"/>
        <w:lang w:val="nl-NL" w:eastAsia="en-US" w:bidi="ar-SA"/>
      </w:rPr>
    </w:rPrDefault>
    <w:pPrDefault>
      <w:pPr>
        <w:widowControl w:val="0"/>
        <w:autoSpaceDE w:val="0"/>
        <w:autoSpaceDN w:val="0"/>
        <w:jc w:val="cente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uppressAutoHyphens/>
    </w:pPr>
  </w:style>
  <w:style w:type="paragraph" w:styleId="Kop1">
    <w:name w:val="heading 1"/>
    <w:basedOn w:val="Standaard"/>
    <w:next w:val="Standaard"/>
    <w:uiPriority w:val="9"/>
    <w:qFormat/>
    <w:pPr>
      <w:keepNext/>
      <w:keepLines/>
      <w:jc w:val="left"/>
      <w:outlineLvl w:val="0"/>
    </w:pPr>
    <w:rPr>
      <w:rFonts w:eastAsia="SimHei"/>
      <w:color w:val="22B573"/>
      <w:sz w:val="22"/>
      <w:szCs w:val="32"/>
    </w:rPr>
  </w:style>
  <w:style w:type="paragraph" w:styleId="Kop2">
    <w:name w:val="heading 2"/>
    <w:basedOn w:val="Standaard"/>
    <w:next w:val="Standaard"/>
    <w:uiPriority w:val="9"/>
    <w:semiHidden/>
    <w:unhideWhenUsed/>
    <w:qFormat/>
    <w:pPr>
      <w:keepNext/>
      <w:keepLines/>
      <w:jc w:val="left"/>
      <w:outlineLvl w:val="1"/>
    </w:pPr>
    <w:rPr>
      <w:rFonts w:eastAsia="SimHei"/>
      <w:color w:val="ED1E79"/>
      <w:sz w:val="22"/>
      <w:szCs w:val="26"/>
    </w:rPr>
  </w:style>
  <w:style w:type="paragraph" w:styleId="Kop3">
    <w:name w:val="heading 3"/>
    <w:basedOn w:val="Standaard"/>
    <w:next w:val="Standaard"/>
    <w:uiPriority w:val="9"/>
    <w:semiHidden/>
    <w:unhideWhenUsed/>
    <w:qFormat/>
    <w:pPr>
      <w:keepNext/>
      <w:keepLines/>
      <w:jc w:val="left"/>
      <w:outlineLvl w:val="2"/>
    </w:pPr>
    <w:rPr>
      <w:rFonts w:eastAsia="SimHei"/>
      <w:color w:val="FFFFFF"/>
      <w:sz w:val="44"/>
      <w:szCs w:val="24"/>
    </w:rPr>
  </w:style>
  <w:style w:type="paragraph" w:styleId="Kop4">
    <w:name w:val="heading 4"/>
    <w:basedOn w:val="Standaard"/>
    <w:next w:val="Standaard"/>
    <w:uiPriority w:val="9"/>
    <w:semiHidden/>
    <w:unhideWhenUsed/>
    <w:qFormat/>
    <w:pPr>
      <w:keepNext/>
      <w:keepLines/>
      <w:jc w:val="left"/>
      <w:outlineLvl w:val="3"/>
    </w:pPr>
    <w:rPr>
      <w:rFonts w:eastAsia="SimHei"/>
      <w:iCs/>
      <w:color w:val="00ACBC"/>
      <w:sz w:val="22"/>
    </w:rPr>
  </w:style>
  <w:style w:type="paragraph" w:styleId="Kop5">
    <w:name w:val="heading 5"/>
    <w:basedOn w:val="Standaard"/>
    <w:next w:val="Standaard"/>
    <w:uiPriority w:val="9"/>
    <w:semiHidden/>
    <w:unhideWhenUsed/>
    <w:qFormat/>
    <w:pPr>
      <w:keepNext/>
      <w:keepLines/>
      <w:jc w:val="left"/>
      <w:outlineLvl w:val="4"/>
    </w:pPr>
    <w:rPr>
      <w:rFonts w:eastAsia="SimHei"/>
      <w:color w:val="0071BC"/>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rPr>
      <w:color w:val="000000"/>
      <w:sz w:val="24"/>
    </w:rPr>
  </w:style>
  <w:style w:type="paragraph" w:styleId="Lijstalinea">
    <w:name w:val="List Paragraph"/>
    <w:basedOn w:val="Standaard"/>
  </w:style>
  <w:style w:type="paragraph" w:customStyle="1" w:styleId="Tabelalinea">
    <w:name w:val="Tabelalinea"/>
    <w:basedOn w:val="Standaard"/>
  </w:style>
  <w:style w:type="paragraph" w:styleId="Normaalweb">
    <w:name w:val="Normal (Web)"/>
    <w:basedOn w:val="Standaard"/>
    <w:pPr>
      <w:widowControl/>
      <w:autoSpaceDE/>
      <w:spacing w:before="100" w:after="100"/>
    </w:pPr>
    <w:rPr>
      <w:rFonts w:ascii="Times New Roman" w:eastAsia="SimSun" w:hAnsi="Times New Roman"/>
      <w:sz w:val="24"/>
      <w:szCs w:val="24"/>
    </w:rPr>
  </w:style>
  <w:style w:type="paragraph" w:styleId="Titel">
    <w:name w:val="Title"/>
    <w:basedOn w:val="Standaard"/>
    <w:next w:val="Standaard"/>
    <w:uiPriority w:val="10"/>
    <w:qFormat/>
    <w:rPr>
      <w:b/>
      <w:color w:val="000000"/>
      <w:sz w:val="52"/>
    </w:rPr>
  </w:style>
  <w:style w:type="character" w:customStyle="1" w:styleId="TitelChar">
    <w:name w:val="Titel Char"/>
    <w:basedOn w:val="Standaardalinea-lettertype"/>
    <w:rPr>
      <w:rFonts w:ascii="Arial Black" w:hAnsi="Arial Black"/>
      <w:b/>
      <w:color w:val="000000"/>
      <w:sz w:val="52"/>
    </w:rPr>
  </w:style>
  <w:style w:type="character" w:customStyle="1" w:styleId="PlattetekstChar">
    <w:name w:val="Platte tekst Char"/>
    <w:basedOn w:val="Standaardalinea-lettertype"/>
    <w:rPr>
      <w:color w:val="000000"/>
      <w:sz w:val="24"/>
    </w:rPr>
  </w:style>
  <w:style w:type="character" w:customStyle="1" w:styleId="Kop1Char">
    <w:name w:val="Kop 1 Char"/>
    <w:basedOn w:val="Standaardalinea-lettertype"/>
    <w:rPr>
      <w:rFonts w:eastAsia="SimHei" w:cs="Times New Roman"/>
      <w:color w:val="22B573"/>
      <w:sz w:val="22"/>
      <w:szCs w:val="32"/>
    </w:rPr>
  </w:style>
  <w:style w:type="paragraph" w:styleId="Koptekst">
    <w:name w:val="header"/>
    <w:basedOn w:val="Standaard"/>
    <w:pPr>
      <w:tabs>
        <w:tab w:val="center" w:pos="4680"/>
        <w:tab w:val="right" w:pos="9360"/>
      </w:tabs>
    </w:pPr>
  </w:style>
  <w:style w:type="character" w:customStyle="1" w:styleId="KoptekstChar">
    <w:name w:val="Koptekst Char"/>
    <w:basedOn w:val="Standaardalinea-lettertype"/>
  </w:style>
  <w:style w:type="paragraph" w:styleId="Voettekst">
    <w:name w:val="footer"/>
    <w:basedOn w:val="Standaard"/>
    <w:pPr>
      <w:tabs>
        <w:tab w:val="center" w:pos="4680"/>
        <w:tab w:val="right" w:pos="9360"/>
      </w:tabs>
    </w:pPr>
  </w:style>
  <w:style w:type="character" w:customStyle="1" w:styleId="VoettekstChar">
    <w:name w:val="Voettekst Char"/>
    <w:basedOn w:val="Standaardalinea-lettertype"/>
  </w:style>
  <w:style w:type="character" w:styleId="Tekstvantijdelijkeaanduiding">
    <w:name w:val="Placeholder Text"/>
    <w:basedOn w:val="Standaardalinea-lettertype"/>
    <w:rPr>
      <w:color w:val="808080"/>
    </w:rPr>
  </w:style>
  <w:style w:type="paragraph" w:styleId="Ondertitel">
    <w:name w:val="Subtitle"/>
    <w:basedOn w:val="Standaard"/>
    <w:next w:val="Standaard"/>
    <w:uiPriority w:val="11"/>
    <w:qFormat/>
    <w:pPr>
      <w:jc w:val="left"/>
    </w:pPr>
    <w:rPr>
      <w:rFonts w:eastAsia="SimSun"/>
      <w:color w:val="E38B04"/>
      <w:sz w:val="30"/>
      <w:szCs w:val="22"/>
    </w:rPr>
  </w:style>
  <w:style w:type="character" w:customStyle="1" w:styleId="OndertitelChar">
    <w:name w:val="Ondertitel Char"/>
    <w:basedOn w:val="Standaardalinea-lettertype"/>
    <w:rPr>
      <w:rFonts w:eastAsia="SimSun"/>
      <w:color w:val="E38B04"/>
      <w:sz w:val="30"/>
      <w:szCs w:val="22"/>
    </w:rPr>
  </w:style>
  <w:style w:type="character" w:customStyle="1" w:styleId="Kop2Char">
    <w:name w:val="Kop 2 Char"/>
    <w:basedOn w:val="Standaardalinea-lettertype"/>
    <w:rPr>
      <w:rFonts w:eastAsia="SimHei" w:cs="Times New Roman"/>
      <w:color w:val="ED1E79"/>
      <w:sz w:val="22"/>
      <w:szCs w:val="26"/>
    </w:rPr>
  </w:style>
  <w:style w:type="character" w:customStyle="1" w:styleId="Kop3Char">
    <w:name w:val="Kop 3 Char"/>
    <w:basedOn w:val="Standaardalinea-lettertype"/>
    <w:rPr>
      <w:rFonts w:eastAsia="SimHei" w:cs="Times New Roman"/>
      <w:color w:val="FFFFFF"/>
      <w:sz w:val="44"/>
      <w:szCs w:val="24"/>
    </w:rPr>
  </w:style>
  <w:style w:type="character" w:customStyle="1" w:styleId="Kop4Char">
    <w:name w:val="Kop 4 Char"/>
    <w:basedOn w:val="Standaardalinea-lettertype"/>
    <w:rPr>
      <w:rFonts w:eastAsia="SimHei" w:cs="Times New Roman"/>
      <w:iCs/>
      <w:color w:val="00ACBC"/>
      <w:sz w:val="22"/>
    </w:rPr>
  </w:style>
  <w:style w:type="character" w:customStyle="1" w:styleId="Kop5Char">
    <w:name w:val="Kop 5 Char"/>
    <w:basedOn w:val="Standaardalinea-lettertype"/>
    <w:rPr>
      <w:rFonts w:eastAsia="SimHei" w:cs="Times New Roman"/>
      <w:color w:val="0071BC"/>
      <w:sz w:val="22"/>
    </w:rPr>
  </w:style>
  <w:style w:type="paragraph" w:styleId="Bijschrift">
    <w:name w:val="caption"/>
    <w:basedOn w:val="Standaard"/>
    <w:next w:val="Standaard"/>
    <w:pPr>
      <w:spacing w:after="200"/>
    </w:pPr>
    <w:rPr>
      <w:i/>
      <w:iCs/>
      <w:color w:val="5E5E5E"/>
      <w:sz w:val="18"/>
      <w:szCs w:val="18"/>
    </w:rPr>
  </w:style>
  <w:style w:type="character" w:styleId="Hyperlink">
    <w:name w:val="Hyperlink"/>
    <w:basedOn w:val="Standaardalinea-lettertype"/>
    <w:rPr>
      <w:color w:val="0000FF"/>
      <w:u w:val="single"/>
    </w:rPr>
  </w:style>
  <w:style w:type="character" w:styleId="Onopgelostemelding">
    <w:name w:val="Unresolved Mention"/>
    <w:basedOn w:val="Standaardalinea-lettertype"/>
    <w:rPr>
      <w:color w:val="605E5C"/>
      <w:shd w:val="clear" w:color="auto" w:fill="E1DFDD"/>
    </w:rPr>
  </w:style>
  <w:style w:type="character" w:styleId="GevolgdeHyperlink">
    <w:name w:val="FollowedHyperlink"/>
    <w:basedOn w:val="Standaardalinea-lettertype"/>
    <w:rPr>
      <w:color w:val="FF00FF"/>
      <w:u w:val="single"/>
    </w:rPr>
  </w:style>
  <w:style w:type="paragraph" w:styleId="Geenafstand">
    <w:name w:val="No Spacing"/>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Poster%20van%20de%20leerlingstudent%20van%20de%20week.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Poster%20van%20de%20leerlingstudent%20van%20de%20week.dotx</Template>
  <TotalTime>0</TotalTime>
  <Pages>5</Pages>
  <Words>724</Words>
  <Characters>3881</Characters>
  <Application>Microsoft Office Word</Application>
  <DocSecurity>0</DocSecurity>
  <Lines>293</Lines>
  <Paragraphs>78</Paragraphs>
  <ScaleCrop>false</ScaleCrop>
  <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Janice Thompson</dc:creator>
  <cp:lastModifiedBy>Janice Thompson</cp:lastModifiedBy>
  <cp:revision>2</cp:revision>
  <dcterms:created xsi:type="dcterms:W3CDTF">2023-10-02T09:36:00Z</dcterms:created>
  <dcterms:modified xsi:type="dcterms:W3CDTF">2023-10-02T09:36:00Z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0x01010095F26BF422D4BC4FBBB211DA80FB29F7</vt:lpwstr>
  </property>
  <property fmtid="{D5CDD505-2E9C-101B-9397-08002B2CF9AE}" pid="3" name="GrammarlyDocumentId">
    <vt:lpwstr>effe3a13611e9ebe595eccfbdc72338c256031d6bfbcba596eac0e7d81b7be47</vt:lpwstr>
  </property>
</Properties>
</file>