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6E4" w:rsidRPr="003013F5" w:rsidRDefault="003013F5">
      <w:pPr>
        <w:rPr>
          <w:sz w:val="28"/>
        </w:rPr>
      </w:pPr>
      <w:r w:rsidRPr="003013F5">
        <w:rPr>
          <w:sz w:val="28"/>
        </w:rPr>
        <w:t xml:space="preserve">Spreekschema: </w:t>
      </w:r>
      <w:r w:rsidR="00227D9B">
        <w:rPr>
          <w:sz w:val="28"/>
        </w:rPr>
        <w:t>……………..</w:t>
      </w:r>
    </w:p>
    <w:tbl>
      <w:tblPr>
        <w:tblStyle w:val="Rastertabel5donker-Accent6"/>
        <w:tblW w:w="9194" w:type="dxa"/>
        <w:tblLook w:val="04A0" w:firstRow="1" w:lastRow="0" w:firstColumn="1" w:lastColumn="0" w:noHBand="0" w:noVBand="1"/>
      </w:tblPr>
      <w:tblGrid>
        <w:gridCol w:w="1692"/>
        <w:gridCol w:w="2146"/>
        <w:gridCol w:w="1635"/>
        <w:gridCol w:w="1870"/>
        <w:gridCol w:w="1851"/>
      </w:tblGrid>
      <w:tr w:rsidR="00D17BB1" w:rsidTr="00301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227D9B">
            <w:pPr>
              <w:rPr>
                <w:sz w:val="32"/>
              </w:rPr>
            </w:pPr>
            <w:r>
              <w:rPr>
                <w:sz w:val="32"/>
              </w:rPr>
              <w:t>Naam</w:t>
            </w:r>
            <w:r w:rsidR="00D17BB1" w:rsidRPr="003013F5">
              <w:rPr>
                <w:sz w:val="32"/>
              </w:rPr>
              <w:t xml:space="preserve">: </w:t>
            </w:r>
          </w:p>
        </w:tc>
        <w:tc>
          <w:tcPr>
            <w:tcW w:w="1838" w:type="dxa"/>
          </w:tcPr>
          <w:p w:rsidR="00D17BB1" w:rsidRPr="003013F5" w:rsidRDefault="00D17B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 xml:space="preserve">Onderwerp: </w:t>
            </w:r>
          </w:p>
        </w:tc>
        <w:tc>
          <w:tcPr>
            <w:tcW w:w="1838" w:type="dxa"/>
          </w:tcPr>
          <w:p w:rsidR="00D17BB1" w:rsidRPr="003013F5" w:rsidRDefault="00D17B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 xml:space="preserve">Tijd: </w:t>
            </w:r>
          </w:p>
        </w:tc>
        <w:tc>
          <w:tcPr>
            <w:tcW w:w="1840" w:type="dxa"/>
          </w:tcPr>
          <w:p w:rsidR="00D17BB1" w:rsidRPr="003013F5" w:rsidRDefault="00D17B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 xml:space="preserve">Doel: </w:t>
            </w:r>
          </w:p>
        </w:tc>
        <w:tc>
          <w:tcPr>
            <w:tcW w:w="1840" w:type="dxa"/>
          </w:tcPr>
          <w:p w:rsidR="00D17BB1" w:rsidRPr="003013F5" w:rsidRDefault="00D17B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 xml:space="preserve">Hulpmiddel: </w:t>
            </w:r>
          </w:p>
        </w:tc>
      </w:tr>
      <w:tr w:rsidR="00D17BB1" w:rsidTr="00301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:rsidR="00D17BB1" w:rsidRPr="003013F5" w:rsidRDefault="00D17BB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Opening</w:t>
            </w:r>
          </w:p>
        </w:tc>
        <w:tc>
          <w:tcPr>
            <w:tcW w:w="1838" w:type="dxa"/>
          </w:tcPr>
          <w:p w:rsidR="00D17BB1" w:rsidRPr="003013F5" w:rsidRDefault="00227D9B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1</w:t>
            </w:r>
            <w:r w:rsidR="00D17BB1" w:rsidRPr="003013F5">
              <w:rPr>
                <w:sz w:val="32"/>
              </w:rPr>
              <w:t>0 sec.</w:t>
            </w:r>
          </w:p>
        </w:tc>
        <w:tc>
          <w:tcPr>
            <w:tcW w:w="1840" w:type="dxa"/>
          </w:tcPr>
          <w:p w:rsidR="00D17BB1" w:rsidRPr="003013F5" w:rsidRDefault="00D64B3A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Affectief</w:t>
            </w:r>
          </w:p>
        </w:tc>
        <w:tc>
          <w:tcPr>
            <w:tcW w:w="1840" w:type="dxa"/>
          </w:tcPr>
          <w:p w:rsidR="00D17BB1" w:rsidRPr="003013F5" w:rsidRDefault="004A0434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Persoonlijke ervaring of …..</w:t>
            </w:r>
          </w:p>
        </w:tc>
      </w:tr>
      <w:tr w:rsidR="00D17BB1" w:rsidTr="003013F5">
        <w:trPr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:rsidR="00D17BB1" w:rsidRPr="003013F5" w:rsidRDefault="00227D9B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Wie ben ik</w:t>
            </w:r>
            <w:r w:rsidR="004A0434">
              <w:rPr>
                <w:sz w:val="32"/>
              </w:rPr>
              <w:t>?</w:t>
            </w:r>
          </w:p>
        </w:tc>
        <w:tc>
          <w:tcPr>
            <w:tcW w:w="1838" w:type="dxa"/>
          </w:tcPr>
          <w:p w:rsidR="00D17BB1" w:rsidRPr="003013F5" w:rsidRDefault="00227D9B" w:rsidP="00227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20 sec.</w:t>
            </w:r>
          </w:p>
        </w:tc>
        <w:tc>
          <w:tcPr>
            <w:tcW w:w="1840" w:type="dxa"/>
          </w:tcPr>
          <w:p w:rsidR="00D17BB1" w:rsidRPr="003013F5" w:rsidRDefault="00D64B3A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Informatie (voorstellen)</w:t>
            </w:r>
          </w:p>
        </w:tc>
        <w:tc>
          <w:tcPr>
            <w:tcW w:w="1840" w:type="dxa"/>
          </w:tcPr>
          <w:p w:rsidR="00D17BB1" w:rsidRPr="003013F5" w:rsidRDefault="00227D9B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V</w:t>
            </w:r>
            <w:r w:rsidR="00D64B3A" w:rsidRPr="003013F5">
              <w:rPr>
                <w:sz w:val="32"/>
              </w:rPr>
              <w:t>isitekaartje</w:t>
            </w:r>
          </w:p>
        </w:tc>
      </w:tr>
      <w:tr w:rsidR="00D17BB1" w:rsidTr="00301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:rsidR="00D17BB1" w:rsidRPr="003013F5" w:rsidRDefault="004A0434" w:rsidP="004A04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 xml:space="preserve">Onderwerp en elementen noemen </w:t>
            </w:r>
          </w:p>
        </w:tc>
        <w:tc>
          <w:tcPr>
            <w:tcW w:w="1838" w:type="dxa"/>
          </w:tcPr>
          <w:p w:rsidR="00D17BB1" w:rsidRPr="003013F5" w:rsidRDefault="00D64B3A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2</w:t>
            </w:r>
            <w:r w:rsidR="00227D9B">
              <w:rPr>
                <w:sz w:val="32"/>
              </w:rPr>
              <w:t>0 sec.</w:t>
            </w:r>
          </w:p>
        </w:tc>
        <w:tc>
          <w:tcPr>
            <w:tcW w:w="1840" w:type="dxa"/>
          </w:tcPr>
          <w:p w:rsidR="00D17BB1" w:rsidRPr="003013F5" w:rsidRDefault="00D64B3A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Informatie</w:t>
            </w:r>
          </w:p>
        </w:tc>
        <w:tc>
          <w:tcPr>
            <w:tcW w:w="1840" w:type="dxa"/>
          </w:tcPr>
          <w:p w:rsidR="00D17BB1" w:rsidRPr="003013F5" w:rsidRDefault="00D17BB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:rsidTr="003013F5">
        <w:trPr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:rsidR="00D17BB1" w:rsidRPr="003013F5" w:rsidRDefault="004A0434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 xml:space="preserve">Vraagstelling benoemen en het doel aangeven  </w:t>
            </w:r>
          </w:p>
        </w:tc>
        <w:tc>
          <w:tcPr>
            <w:tcW w:w="1838" w:type="dxa"/>
          </w:tcPr>
          <w:p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  <w:tc>
          <w:tcPr>
            <w:tcW w:w="1840" w:type="dxa"/>
          </w:tcPr>
          <w:p w:rsidR="00D17BB1" w:rsidRPr="003013F5" w:rsidRDefault="004A0434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Persuasief</w:t>
            </w:r>
          </w:p>
        </w:tc>
        <w:tc>
          <w:tcPr>
            <w:tcW w:w="1840" w:type="dxa"/>
          </w:tcPr>
          <w:p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:rsidTr="00301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:rsidR="00D17BB1" w:rsidRPr="003013F5" w:rsidRDefault="004A0434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Elementen noemen</w:t>
            </w:r>
          </w:p>
        </w:tc>
        <w:tc>
          <w:tcPr>
            <w:tcW w:w="1838" w:type="dxa"/>
          </w:tcPr>
          <w:p w:rsidR="00D17BB1" w:rsidRPr="003013F5" w:rsidRDefault="00D17BB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  <w:tc>
          <w:tcPr>
            <w:tcW w:w="1840" w:type="dxa"/>
          </w:tcPr>
          <w:p w:rsidR="00D17BB1" w:rsidRPr="003013F5" w:rsidRDefault="00D64B3A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Informatie</w:t>
            </w:r>
          </w:p>
        </w:tc>
        <w:tc>
          <w:tcPr>
            <w:tcW w:w="1840" w:type="dxa"/>
          </w:tcPr>
          <w:p w:rsidR="00D17BB1" w:rsidRPr="003013F5" w:rsidRDefault="00D17BB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:rsidTr="003013F5">
        <w:trPr>
          <w:trHeight w:val="17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:rsidR="00D17BB1" w:rsidRPr="003013F5" w:rsidRDefault="004A0434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Vraag beantwoorden en vooruitkijken</w:t>
            </w:r>
          </w:p>
        </w:tc>
        <w:tc>
          <w:tcPr>
            <w:tcW w:w="1838" w:type="dxa"/>
          </w:tcPr>
          <w:p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  <w:tc>
          <w:tcPr>
            <w:tcW w:w="1840" w:type="dxa"/>
          </w:tcPr>
          <w:p w:rsidR="00D17BB1" w:rsidRPr="003013F5" w:rsidRDefault="00D64B3A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Informatie</w:t>
            </w:r>
          </w:p>
        </w:tc>
        <w:tc>
          <w:tcPr>
            <w:tcW w:w="1840" w:type="dxa"/>
          </w:tcPr>
          <w:p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:rsidTr="004A04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:rsidR="00D17BB1" w:rsidRPr="003013F5" w:rsidRDefault="00227D9B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Wat is nu slim?</w:t>
            </w:r>
          </w:p>
        </w:tc>
        <w:tc>
          <w:tcPr>
            <w:tcW w:w="1838" w:type="dxa"/>
          </w:tcPr>
          <w:p w:rsidR="00D17BB1" w:rsidRPr="003013F5" w:rsidRDefault="00227D9B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20 sec</w:t>
            </w:r>
          </w:p>
        </w:tc>
        <w:tc>
          <w:tcPr>
            <w:tcW w:w="1840" w:type="dxa"/>
          </w:tcPr>
          <w:p w:rsidR="00D17BB1" w:rsidRPr="003013F5" w:rsidRDefault="00227D9B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Persuasief</w:t>
            </w:r>
          </w:p>
        </w:tc>
        <w:tc>
          <w:tcPr>
            <w:tcW w:w="1840" w:type="dxa"/>
          </w:tcPr>
          <w:p w:rsidR="00D17BB1" w:rsidRPr="003013F5" w:rsidRDefault="00227D9B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M</w:t>
            </w:r>
            <w:r w:rsidR="00D64B3A" w:rsidRPr="003013F5">
              <w:rPr>
                <w:sz w:val="32"/>
              </w:rPr>
              <w:t>enukaart</w:t>
            </w:r>
          </w:p>
        </w:tc>
      </w:tr>
      <w:tr w:rsidR="00D17BB1" w:rsidTr="003013F5">
        <w:trPr>
          <w:trHeight w:val="8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Kans op slagen</w:t>
            </w:r>
          </w:p>
        </w:tc>
        <w:tc>
          <w:tcPr>
            <w:tcW w:w="1838" w:type="dxa"/>
          </w:tcPr>
          <w:p w:rsidR="00D17BB1" w:rsidRPr="003013F5" w:rsidRDefault="00227D9B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30 sec</w:t>
            </w:r>
          </w:p>
        </w:tc>
        <w:tc>
          <w:tcPr>
            <w:tcW w:w="1840" w:type="dxa"/>
          </w:tcPr>
          <w:p w:rsidR="00D17BB1" w:rsidRPr="003013F5" w:rsidRDefault="003013F5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Persuasief</w:t>
            </w:r>
          </w:p>
        </w:tc>
        <w:tc>
          <w:tcPr>
            <w:tcW w:w="1840" w:type="dxa"/>
          </w:tcPr>
          <w:p w:rsidR="00D17BB1" w:rsidRPr="003013F5" w:rsidRDefault="00D17BB1" w:rsidP="003013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</w:p>
        </w:tc>
      </w:tr>
      <w:tr w:rsidR="00D17BB1" w:rsidTr="00301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:rsidR="00D17BB1" w:rsidRPr="003013F5" w:rsidRDefault="00D17BB1" w:rsidP="003013F5">
            <w:pPr>
              <w:jc w:val="center"/>
              <w:rPr>
                <w:sz w:val="32"/>
              </w:rPr>
            </w:pPr>
          </w:p>
        </w:tc>
        <w:tc>
          <w:tcPr>
            <w:tcW w:w="1838" w:type="dxa"/>
          </w:tcPr>
          <w:p w:rsidR="00D17BB1" w:rsidRPr="003013F5" w:rsidRDefault="00D17BB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Vragen</w:t>
            </w:r>
          </w:p>
        </w:tc>
        <w:tc>
          <w:tcPr>
            <w:tcW w:w="1838" w:type="dxa"/>
          </w:tcPr>
          <w:p w:rsidR="00D17BB1" w:rsidRPr="003013F5" w:rsidRDefault="00D64B3A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 w:rsidRPr="003013F5">
              <w:rPr>
                <w:sz w:val="32"/>
              </w:rPr>
              <w:t>?</w:t>
            </w:r>
          </w:p>
        </w:tc>
        <w:tc>
          <w:tcPr>
            <w:tcW w:w="1840" w:type="dxa"/>
          </w:tcPr>
          <w:p w:rsidR="00D17BB1" w:rsidRPr="003013F5" w:rsidRDefault="003013F5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  <w:r>
              <w:rPr>
                <w:sz w:val="32"/>
              </w:rPr>
              <w:t>Persuasief</w:t>
            </w:r>
          </w:p>
        </w:tc>
        <w:tc>
          <w:tcPr>
            <w:tcW w:w="1840" w:type="dxa"/>
          </w:tcPr>
          <w:p w:rsidR="00D17BB1" w:rsidRPr="003013F5" w:rsidRDefault="00D17BB1" w:rsidP="003013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</w:rPr>
            </w:pPr>
          </w:p>
        </w:tc>
      </w:tr>
    </w:tbl>
    <w:p w:rsidR="00D17BB1" w:rsidRDefault="0038330B">
      <w:r>
        <w:t xml:space="preserve">Bronnen:   </w:t>
      </w:r>
    </w:p>
    <w:p w:rsidR="004A0434" w:rsidRDefault="004A0434" w:rsidP="004A0434">
      <w:pPr>
        <w:pStyle w:val="Normaalweb"/>
        <w:shd w:val="clear" w:color="auto" w:fill="F5F5F5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lastRenderedPageBreak/>
        <w:t>Format 1</w:t>
      </w:r>
    </w:p>
    <w:p w:rsidR="004A0434" w:rsidRDefault="004A0434" w:rsidP="004A0434">
      <w:pPr>
        <w:pStyle w:val="Normaalweb"/>
        <w:shd w:val="clear" w:color="auto" w:fill="F5F5F5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</w:p>
    <w:p w:rsidR="004A0434" w:rsidRDefault="004A0434" w:rsidP="004A0434">
      <w:pPr>
        <w:pStyle w:val="Normaalweb"/>
        <w:shd w:val="clear" w:color="auto" w:fill="F5F5F5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>Voor ___________</w:t>
      </w:r>
      <w:r>
        <w:rPr>
          <w:rStyle w:val="apple-converted-space"/>
          <w:rFonts w:ascii="Arial" w:hAnsi="Arial" w:cs="Arial"/>
          <w:color w:val="555555"/>
          <w:sz w:val="18"/>
          <w:szCs w:val="18"/>
        </w:rPr>
        <w:t> </w:t>
      </w:r>
      <w:r>
        <w:rPr>
          <w:rStyle w:val="Nadruk"/>
          <w:rFonts w:ascii="Arial" w:hAnsi="Arial" w:cs="Arial"/>
          <w:color w:val="555555"/>
          <w:sz w:val="18"/>
          <w:szCs w:val="18"/>
        </w:rPr>
        <w:t>doelgroep</w:t>
      </w:r>
    </w:p>
    <w:p w:rsidR="004A0434" w:rsidRDefault="004A0434" w:rsidP="004A0434">
      <w:pPr>
        <w:pStyle w:val="Normaalweb"/>
        <w:shd w:val="clear" w:color="auto" w:fill="F5F5F5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>die _____________</w:t>
      </w:r>
      <w:r>
        <w:rPr>
          <w:rStyle w:val="apple-converted-space"/>
          <w:rFonts w:ascii="Arial" w:hAnsi="Arial" w:cs="Arial"/>
          <w:color w:val="555555"/>
          <w:sz w:val="18"/>
          <w:szCs w:val="18"/>
        </w:rPr>
        <w:t> </w:t>
      </w:r>
      <w:r>
        <w:rPr>
          <w:rStyle w:val="Nadruk"/>
          <w:rFonts w:ascii="Arial" w:hAnsi="Arial" w:cs="Arial"/>
          <w:color w:val="555555"/>
          <w:sz w:val="18"/>
          <w:szCs w:val="18"/>
        </w:rPr>
        <w:t>probleem dat je oplost</w:t>
      </w:r>
    </w:p>
    <w:p w:rsidR="004A0434" w:rsidRDefault="004A0434" w:rsidP="004A0434">
      <w:pPr>
        <w:pStyle w:val="Normaalweb"/>
        <w:shd w:val="clear" w:color="auto" w:fill="F5F5F5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>lever ik _____________</w:t>
      </w:r>
      <w:r>
        <w:rPr>
          <w:rStyle w:val="apple-converted-space"/>
          <w:rFonts w:ascii="Arial" w:hAnsi="Arial" w:cs="Arial"/>
          <w:color w:val="555555"/>
          <w:sz w:val="18"/>
          <w:szCs w:val="18"/>
        </w:rPr>
        <w:t> </w:t>
      </w:r>
      <w:r>
        <w:rPr>
          <w:rStyle w:val="Nadruk"/>
          <w:rFonts w:ascii="Arial" w:hAnsi="Arial" w:cs="Arial"/>
          <w:color w:val="555555"/>
          <w:sz w:val="18"/>
          <w:szCs w:val="18"/>
        </w:rPr>
        <w:t>oplossing</w:t>
      </w:r>
    </w:p>
    <w:p w:rsidR="004A0434" w:rsidRDefault="004A0434" w:rsidP="004A0434">
      <w:pPr>
        <w:pStyle w:val="Normaalweb"/>
        <w:shd w:val="clear" w:color="auto" w:fill="F5F5F5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>die ervoor zorgt dat ____________</w:t>
      </w:r>
      <w:r>
        <w:rPr>
          <w:rStyle w:val="apple-converted-space"/>
          <w:rFonts w:ascii="Arial" w:hAnsi="Arial" w:cs="Arial"/>
          <w:color w:val="555555"/>
          <w:sz w:val="18"/>
          <w:szCs w:val="18"/>
        </w:rPr>
        <w:t> </w:t>
      </w:r>
      <w:r>
        <w:rPr>
          <w:rStyle w:val="Nadruk"/>
          <w:rFonts w:ascii="Arial" w:hAnsi="Arial" w:cs="Arial"/>
          <w:color w:val="555555"/>
          <w:sz w:val="18"/>
          <w:szCs w:val="18"/>
        </w:rPr>
        <w:t>belangrijkste voordeel klant</w:t>
      </w:r>
    </w:p>
    <w:p w:rsidR="004A0434" w:rsidRDefault="004A0434" w:rsidP="004A0434">
      <w:pPr>
        <w:pStyle w:val="Normaalweb"/>
        <w:shd w:val="clear" w:color="auto" w:fill="F5F5F5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>Anders dan anderen ______________</w:t>
      </w:r>
      <w:r>
        <w:rPr>
          <w:rStyle w:val="apple-converted-space"/>
          <w:rFonts w:ascii="Arial" w:hAnsi="Arial" w:cs="Arial"/>
          <w:color w:val="555555"/>
          <w:sz w:val="18"/>
          <w:szCs w:val="18"/>
        </w:rPr>
        <w:t> </w:t>
      </w:r>
      <w:r>
        <w:rPr>
          <w:rStyle w:val="Nadruk"/>
          <w:rFonts w:ascii="Arial" w:hAnsi="Arial" w:cs="Arial"/>
          <w:color w:val="555555"/>
          <w:sz w:val="18"/>
          <w:szCs w:val="18"/>
        </w:rPr>
        <w:t>onderscheidende aspect</w:t>
      </w:r>
    </w:p>
    <w:p w:rsidR="004A0434" w:rsidRDefault="004A0434" w:rsidP="004A0434">
      <w:pPr>
        <w:pStyle w:val="Normaalweb"/>
        <w:shd w:val="clear" w:color="auto" w:fill="F5F5F5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>zodat ____________</w:t>
      </w:r>
      <w:r>
        <w:rPr>
          <w:rStyle w:val="apple-converted-space"/>
          <w:rFonts w:ascii="Arial" w:hAnsi="Arial" w:cs="Arial"/>
          <w:color w:val="555555"/>
          <w:sz w:val="18"/>
          <w:szCs w:val="18"/>
        </w:rPr>
        <w:t> </w:t>
      </w:r>
      <w:r>
        <w:rPr>
          <w:rStyle w:val="Nadruk"/>
          <w:rFonts w:ascii="Arial" w:hAnsi="Arial" w:cs="Arial"/>
          <w:color w:val="555555"/>
          <w:sz w:val="18"/>
          <w:szCs w:val="18"/>
        </w:rPr>
        <w:t>concreet resultaat klant</w:t>
      </w:r>
      <w:r>
        <w:rPr>
          <w:rFonts w:ascii="Arial" w:hAnsi="Arial" w:cs="Arial"/>
          <w:color w:val="555555"/>
          <w:sz w:val="18"/>
          <w:szCs w:val="18"/>
        </w:rPr>
        <w:t>.</w:t>
      </w:r>
    </w:p>
    <w:p w:rsidR="004A0434" w:rsidRDefault="004A0434" w:rsidP="004A0434">
      <w:pPr>
        <w:pStyle w:val="Normaalweb"/>
        <w:shd w:val="clear" w:color="auto" w:fill="F5F5F5"/>
        <w:spacing w:before="0" w:beforeAutospacing="0" w:after="0" w:afterAutospacing="0"/>
        <w:rPr>
          <w:rFonts w:ascii="Arial" w:hAnsi="Arial" w:cs="Arial"/>
          <w:color w:val="555555"/>
          <w:sz w:val="18"/>
          <w:szCs w:val="18"/>
        </w:rPr>
      </w:pPr>
      <w:r>
        <w:rPr>
          <w:rFonts w:ascii="Arial" w:hAnsi="Arial" w:cs="Arial"/>
          <w:color w:val="555555"/>
          <w:sz w:val="18"/>
          <w:szCs w:val="18"/>
        </w:rPr>
        <w:t>Dat is wat ik doe.</w:t>
      </w:r>
    </w:p>
    <w:p w:rsidR="004A0434" w:rsidRDefault="004A0434"/>
    <w:p w:rsidR="004A0434" w:rsidRDefault="004A0434">
      <w:r>
        <w:t>Format 2</w:t>
      </w:r>
    </w:p>
    <w:p w:rsidR="004A0434" w:rsidRDefault="004A0434">
      <w:proofErr w:type="spellStart"/>
      <w:r>
        <w:t>Mindmap</w:t>
      </w:r>
      <w:proofErr w:type="spellEnd"/>
      <w:r>
        <w:t xml:space="preserve"> maken</w:t>
      </w:r>
    </w:p>
    <w:p w:rsidR="004A0434" w:rsidRDefault="004A0434">
      <w:r>
        <w:t>Onderwerp noemen</w:t>
      </w:r>
    </w:p>
    <w:p w:rsidR="004A0434" w:rsidRDefault="004A0434">
      <w:r>
        <w:t xml:space="preserve">Vraagstelling eronder plaatsen </w:t>
      </w:r>
    </w:p>
    <w:p w:rsidR="004A0434" w:rsidRDefault="004A0434">
      <w:r>
        <w:t>Elementen toevoegen</w:t>
      </w:r>
    </w:p>
    <w:p w:rsidR="004A0434" w:rsidRDefault="004A0434">
      <w:r>
        <w:t>Elementen kiezen</w:t>
      </w:r>
    </w:p>
    <w:p w:rsidR="004A0434" w:rsidRDefault="004A0434">
      <w:r>
        <w:t xml:space="preserve">Elementen kiezen aan het antwoord op de vraagstelling </w:t>
      </w:r>
    </w:p>
    <w:p w:rsidR="004A0434" w:rsidRDefault="004A0434">
      <w:r>
        <w:t>Hulpmiddelen kiezen</w:t>
      </w:r>
    </w:p>
    <w:p w:rsidR="004A0434" w:rsidRDefault="004A0434">
      <w:r>
        <w:t>Pitch uitschrijven</w:t>
      </w:r>
      <w:bookmarkStart w:id="0" w:name="_GoBack"/>
      <w:bookmarkEnd w:id="0"/>
    </w:p>
    <w:p w:rsidR="004A0434" w:rsidRDefault="004A0434"/>
    <w:sectPr w:rsidR="004A04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BB1"/>
    <w:rsid w:val="00227D9B"/>
    <w:rsid w:val="003013F5"/>
    <w:rsid w:val="00362903"/>
    <w:rsid w:val="0038330B"/>
    <w:rsid w:val="003946E4"/>
    <w:rsid w:val="004A0434"/>
    <w:rsid w:val="00D17BB1"/>
    <w:rsid w:val="00D64B3A"/>
    <w:rsid w:val="00DB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C576"/>
  <w15:chartTrackingRefBased/>
  <w15:docId w15:val="{6ADF10F9-203B-4E94-99C3-E3F404F5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17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6">
    <w:name w:val="Grid Table 5 Dark Accent 6"/>
    <w:basedOn w:val="Standaardtabel"/>
    <w:uiPriority w:val="50"/>
    <w:rsid w:val="003013F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ormaalweb">
    <w:name w:val="Normal (Web)"/>
    <w:basedOn w:val="Standaard"/>
    <w:uiPriority w:val="99"/>
    <w:semiHidden/>
    <w:unhideWhenUsed/>
    <w:rsid w:val="004A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4A0434"/>
  </w:style>
  <w:style w:type="character" w:styleId="Nadruk">
    <w:name w:val="Emphasis"/>
    <w:basedOn w:val="Standaardalinea-lettertype"/>
    <w:uiPriority w:val="20"/>
    <w:qFormat/>
    <w:rsid w:val="004A04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95434">
          <w:blockQuote w:val="1"/>
          <w:marLeft w:val="375"/>
          <w:marRight w:val="375"/>
          <w:marTop w:val="0"/>
          <w:marBottom w:val="225"/>
          <w:divBdr>
            <w:top w:val="single" w:sz="6" w:space="8" w:color="E6E6E6"/>
            <w:left w:val="single" w:sz="6" w:space="11" w:color="E6E6E6"/>
            <w:bottom w:val="single" w:sz="6" w:space="0" w:color="E6E6E6"/>
            <w:right w:val="single" w:sz="6" w:space="15" w:color="E6E6E6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13B47-D2E3-4694-8ECC-13F7BD2DE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558FAE0E.dotm</Template>
  <TotalTime>16</TotalTime>
  <Pages>2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Hahné</dc:creator>
  <cp:keywords/>
  <dc:description/>
  <cp:lastModifiedBy>Berenschot, Karin</cp:lastModifiedBy>
  <cp:revision>4</cp:revision>
  <dcterms:created xsi:type="dcterms:W3CDTF">2017-05-08T13:06:00Z</dcterms:created>
  <dcterms:modified xsi:type="dcterms:W3CDTF">2017-05-18T14:04:00Z</dcterms:modified>
</cp:coreProperties>
</file>