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E5C35" w14:textId="7494AF0F" w:rsidR="00A64F68" w:rsidRDefault="001873AC" w:rsidP="00B26BEB">
      <w:pPr>
        <w:spacing w:line="20" w:lineRule="exac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3B6CDA6D" wp14:editId="1CB33875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563485" cy="10691495"/>
                <wp:effectExtent l="0" t="0" r="0" b="0"/>
                <wp:wrapNone/>
                <wp:docPr id="2" name="Voorblad 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3600" cy="10692000"/>
                          <a:chOff x="0" y="0"/>
                          <a:chExt cx="7562850" cy="10692994"/>
                        </a:xfrm>
                      </wpg:grpSpPr>
                      <wps:wsp>
                        <wps:cNvPr id="147" name="Achtergrond"/>
                        <wps:cNvSpPr/>
                        <wps:spPr>
                          <a:xfrm>
                            <a:off x="0" y="0"/>
                            <a:ext cx="7560000" cy="10692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774000" tIns="1206000" rIns="774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Huisstijlvormen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57725" y="7143750"/>
                            <a:ext cx="2905125" cy="354584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2" name="Logo"/>
                        <wpg:cNvGrpSpPr>
                          <a:grpSpLocks noChangeAspect="1"/>
                        </wpg:cNvGrpSpPr>
                        <wpg:grpSpPr>
                          <a:xfrm>
                            <a:off x="5895975" y="10058400"/>
                            <a:ext cx="1299600" cy="270025"/>
                            <a:chOff x="0" y="0"/>
                            <a:chExt cx="2429592" cy="507739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3" name="Vrije vorm: vorm 10"/>
                          <wps:cNvSpPr/>
                          <wps:spPr>
                            <a:xfrm>
                              <a:off x="410848" y="150000"/>
                              <a:ext cx="313512" cy="357739"/>
                            </a:xfrm>
                            <a:custGeom>
                              <a:avLst/>
                              <a:gdLst>
                                <a:gd name="connsiteX0" fmla="*/ 215100 w 313512"/>
                                <a:gd name="connsiteY0" fmla="*/ 347095 h 357739"/>
                                <a:gd name="connsiteX1" fmla="*/ 215100 w 313512"/>
                                <a:gd name="connsiteY1" fmla="*/ 317990 h 357739"/>
                                <a:gd name="connsiteX2" fmla="*/ 119499 w 313512"/>
                                <a:gd name="connsiteY2" fmla="*/ 357739 h 357739"/>
                                <a:gd name="connsiteX3" fmla="*/ 0 w 313512"/>
                                <a:gd name="connsiteY3" fmla="*/ 220032 h 357739"/>
                                <a:gd name="connsiteX4" fmla="*/ 0 w 313512"/>
                                <a:gd name="connsiteY4" fmla="*/ 0 h 357739"/>
                                <a:gd name="connsiteX5" fmla="*/ 98413 w 313512"/>
                                <a:gd name="connsiteY5" fmla="*/ 0 h 357739"/>
                                <a:gd name="connsiteX6" fmla="*/ 98413 w 313512"/>
                                <a:gd name="connsiteY6" fmla="*/ 202290 h 357739"/>
                                <a:gd name="connsiteX7" fmla="*/ 152543 w 313512"/>
                                <a:gd name="connsiteY7" fmla="*/ 269011 h 357739"/>
                                <a:gd name="connsiteX8" fmla="*/ 215100 w 313512"/>
                                <a:gd name="connsiteY8" fmla="*/ 189519 h 357739"/>
                                <a:gd name="connsiteX9" fmla="*/ 215100 w 313512"/>
                                <a:gd name="connsiteY9" fmla="*/ 0 h 357739"/>
                                <a:gd name="connsiteX10" fmla="*/ 313513 w 313512"/>
                                <a:gd name="connsiteY10" fmla="*/ 0 h 357739"/>
                                <a:gd name="connsiteX11" fmla="*/ 313513 w 313512"/>
                                <a:gd name="connsiteY11" fmla="*/ 347095 h 357739"/>
                                <a:gd name="connsiteX12" fmla="*/ 215100 w 313512"/>
                                <a:gd name="connsiteY12" fmla="*/ 347095 h 357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13512" h="357739">
                                  <a:moveTo>
                                    <a:pt x="215100" y="347095"/>
                                  </a:moveTo>
                                  <a:lnTo>
                                    <a:pt x="215100" y="317990"/>
                                  </a:lnTo>
                                  <a:cubicBezTo>
                                    <a:pt x="192606" y="342129"/>
                                    <a:pt x="160269" y="357739"/>
                                    <a:pt x="119499" y="357739"/>
                                  </a:cubicBezTo>
                                  <a:cubicBezTo>
                                    <a:pt x="44288" y="357739"/>
                                    <a:pt x="0" y="304507"/>
                                    <a:pt x="0" y="220032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98413" y="0"/>
                                  </a:lnTo>
                                  <a:lnTo>
                                    <a:pt x="98413" y="202290"/>
                                  </a:lnTo>
                                  <a:cubicBezTo>
                                    <a:pt x="98413" y="246303"/>
                                    <a:pt x="115986" y="269011"/>
                                    <a:pt x="152543" y="269011"/>
                                  </a:cubicBezTo>
                                  <a:cubicBezTo>
                                    <a:pt x="190496" y="269011"/>
                                    <a:pt x="215100" y="239912"/>
                                    <a:pt x="215100" y="189519"/>
                                  </a:cubicBezTo>
                                  <a:lnTo>
                                    <a:pt x="215100" y="0"/>
                                  </a:lnTo>
                                  <a:lnTo>
                                    <a:pt x="313513" y="0"/>
                                  </a:lnTo>
                                  <a:lnTo>
                                    <a:pt x="313513" y="347095"/>
                                  </a:lnTo>
                                  <a:lnTo>
                                    <a:pt x="215100" y="34709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4" name="Vrije vorm: vorm 11"/>
                          <wps:cNvSpPr/>
                          <wps:spPr>
                            <a:xfrm>
                              <a:off x="757112" y="150056"/>
                              <a:ext cx="378186" cy="347100"/>
                            </a:xfrm>
                            <a:custGeom>
                              <a:avLst/>
                              <a:gdLst>
                                <a:gd name="connsiteX0" fmla="*/ 189093 w 378186"/>
                                <a:gd name="connsiteY0" fmla="*/ 219331 h 347100"/>
                                <a:gd name="connsiteX1" fmla="*/ 276261 w 378186"/>
                                <a:gd name="connsiteY1" fmla="*/ 0 h 347100"/>
                                <a:gd name="connsiteX2" fmla="*/ 378186 w 378186"/>
                                <a:gd name="connsiteY2" fmla="*/ 0 h 347100"/>
                                <a:gd name="connsiteX3" fmla="*/ 239710 w 378186"/>
                                <a:gd name="connsiteY3" fmla="*/ 347101 h 347100"/>
                                <a:gd name="connsiteX4" fmla="*/ 137780 w 378186"/>
                                <a:gd name="connsiteY4" fmla="*/ 347101 h 347100"/>
                                <a:gd name="connsiteX5" fmla="*/ 0 w 378186"/>
                                <a:gd name="connsiteY5" fmla="*/ 0 h 347100"/>
                                <a:gd name="connsiteX6" fmla="*/ 101931 w 378186"/>
                                <a:gd name="connsiteY6" fmla="*/ 0 h 3471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78186" h="347100">
                                  <a:moveTo>
                                    <a:pt x="189093" y="219331"/>
                                  </a:moveTo>
                                  <a:lnTo>
                                    <a:pt x="276261" y="0"/>
                                  </a:lnTo>
                                  <a:lnTo>
                                    <a:pt x="378186" y="0"/>
                                  </a:lnTo>
                                  <a:lnTo>
                                    <a:pt x="239710" y="347101"/>
                                  </a:lnTo>
                                  <a:lnTo>
                                    <a:pt x="137780" y="34710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0193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5" name="Vrije vorm: vorm 12"/>
                          <wps:cNvSpPr/>
                          <wps:spPr>
                            <a:xfrm>
                              <a:off x="1505640" y="139059"/>
                              <a:ext cx="284703" cy="357739"/>
                            </a:xfrm>
                            <a:custGeom>
                              <a:avLst/>
                              <a:gdLst>
                                <a:gd name="connsiteX0" fmla="*/ 184874 w 284703"/>
                                <a:gd name="connsiteY0" fmla="*/ 0 h 357739"/>
                                <a:gd name="connsiteX1" fmla="*/ 98412 w 284703"/>
                                <a:gd name="connsiteY1" fmla="*/ 39743 h 357739"/>
                                <a:gd name="connsiteX2" fmla="*/ 98412 w 284703"/>
                                <a:gd name="connsiteY2" fmla="*/ 10639 h 357739"/>
                                <a:gd name="connsiteX3" fmla="*/ 0 w 284703"/>
                                <a:gd name="connsiteY3" fmla="*/ 10639 h 357739"/>
                                <a:gd name="connsiteX4" fmla="*/ 0 w 284703"/>
                                <a:gd name="connsiteY4" fmla="*/ 357739 h 357739"/>
                                <a:gd name="connsiteX5" fmla="*/ 98412 w 284703"/>
                                <a:gd name="connsiteY5" fmla="*/ 357739 h 357739"/>
                                <a:gd name="connsiteX6" fmla="*/ 98412 w 284703"/>
                                <a:gd name="connsiteY6" fmla="*/ 172473 h 357739"/>
                                <a:gd name="connsiteX7" fmla="*/ 148317 w 284703"/>
                                <a:gd name="connsiteY7" fmla="*/ 90849 h 357739"/>
                                <a:gd name="connsiteX8" fmla="*/ 188341 w 284703"/>
                                <a:gd name="connsiteY8" fmla="*/ 143380 h 357739"/>
                                <a:gd name="connsiteX9" fmla="*/ 284694 w 284703"/>
                                <a:gd name="connsiteY9" fmla="*/ 143380 h 357739"/>
                                <a:gd name="connsiteX10" fmla="*/ 184874 w 284703"/>
                                <a:gd name="connsiteY10" fmla="*/ 0 h 357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84703" h="357739">
                                  <a:moveTo>
                                    <a:pt x="184874" y="0"/>
                                  </a:moveTo>
                                  <a:cubicBezTo>
                                    <a:pt x="146915" y="0"/>
                                    <a:pt x="118091" y="14903"/>
                                    <a:pt x="98412" y="39743"/>
                                  </a:cubicBezTo>
                                  <a:lnTo>
                                    <a:pt x="98412" y="10639"/>
                                  </a:lnTo>
                                  <a:lnTo>
                                    <a:pt x="0" y="10639"/>
                                  </a:lnTo>
                                  <a:lnTo>
                                    <a:pt x="0" y="357739"/>
                                  </a:lnTo>
                                  <a:lnTo>
                                    <a:pt x="98412" y="357739"/>
                                  </a:lnTo>
                                  <a:lnTo>
                                    <a:pt x="98412" y="172473"/>
                                  </a:lnTo>
                                  <a:cubicBezTo>
                                    <a:pt x="98412" y="114988"/>
                                    <a:pt x="120200" y="90849"/>
                                    <a:pt x="148317" y="90849"/>
                                  </a:cubicBezTo>
                                  <a:cubicBezTo>
                                    <a:pt x="174499" y="90849"/>
                                    <a:pt x="187819" y="107951"/>
                                    <a:pt x="188341" y="143380"/>
                                  </a:cubicBezTo>
                                  <a:lnTo>
                                    <a:pt x="284694" y="143380"/>
                                  </a:lnTo>
                                  <a:cubicBezTo>
                                    <a:pt x="285396" y="39036"/>
                                    <a:pt x="246028" y="0"/>
                                    <a:pt x="184874" y="0"/>
                                  </a:cubicBezTo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6" name="Vrije vorm: vorm 13"/>
                          <wps:cNvSpPr/>
                          <wps:spPr>
                            <a:xfrm>
                              <a:off x="2139276" y="139059"/>
                              <a:ext cx="290316" cy="368388"/>
                            </a:xfrm>
                            <a:custGeom>
                              <a:avLst/>
                              <a:gdLst>
                                <a:gd name="connsiteX0" fmla="*/ 198233 w 290316"/>
                                <a:gd name="connsiteY0" fmla="*/ 217199 h 368388"/>
                                <a:gd name="connsiteX1" fmla="*/ 134969 w 290316"/>
                                <a:gd name="connsiteY1" fmla="*/ 286047 h 368388"/>
                                <a:gd name="connsiteX2" fmla="*/ 92785 w 290316"/>
                                <a:gd name="connsiteY2" fmla="*/ 252683 h 368388"/>
                                <a:gd name="connsiteX3" fmla="*/ 144810 w 290316"/>
                                <a:gd name="connsiteY3" fmla="*/ 211520 h 368388"/>
                                <a:gd name="connsiteX4" fmla="*/ 198233 w 290316"/>
                                <a:gd name="connsiteY4" fmla="*/ 201589 h 368388"/>
                                <a:gd name="connsiteX5" fmla="*/ 198233 w 290316"/>
                                <a:gd name="connsiteY5" fmla="*/ 217199 h 368388"/>
                                <a:gd name="connsiteX6" fmla="*/ 143402 w 290316"/>
                                <a:gd name="connsiteY6" fmla="*/ 0 h 368388"/>
                                <a:gd name="connsiteX7" fmla="*/ 1403 w 290316"/>
                                <a:gd name="connsiteY7" fmla="*/ 132017 h 368388"/>
                                <a:gd name="connsiteX8" fmla="*/ 89435 w 290316"/>
                                <a:gd name="connsiteY8" fmla="*/ 132017 h 368388"/>
                                <a:gd name="connsiteX9" fmla="*/ 145506 w 290316"/>
                                <a:gd name="connsiteY9" fmla="*/ 80199 h 368388"/>
                                <a:gd name="connsiteX10" fmla="*/ 198233 w 290316"/>
                                <a:gd name="connsiteY10" fmla="*/ 122793 h 368388"/>
                                <a:gd name="connsiteX11" fmla="*/ 198233 w 290316"/>
                                <a:gd name="connsiteY11" fmla="*/ 134856 h 368388"/>
                                <a:gd name="connsiteX12" fmla="*/ 132152 w 290316"/>
                                <a:gd name="connsiteY12" fmla="*/ 146926 h 368388"/>
                                <a:gd name="connsiteX13" fmla="*/ 0 w 290316"/>
                                <a:gd name="connsiteY13" fmla="*/ 264758 h 368388"/>
                                <a:gd name="connsiteX14" fmla="*/ 115986 w 290316"/>
                                <a:gd name="connsiteY14" fmla="*/ 368389 h 368388"/>
                                <a:gd name="connsiteX15" fmla="*/ 198935 w 290316"/>
                                <a:gd name="connsiteY15" fmla="*/ 323669 h 368388"/>
                                <a:gd name="connsiteX16" fmla="*/ 198935 w 290316"/>
                                <a:gd name="connsiteY16" fmla="*/ 357739 h 368388"/>
                                <a:gd name="connsiteX17" fmla="*/ 290317 w 290316"/>
                                <a:gd name="connsiteY17" fmla="*/ 357739 h 368388"/>
                                <a:gd name="connsiteX18" fmla="*/ 290317 w 290316"/>
                                <a:gd name="connsiteY18" fmla="*/ 125632 h 368388"/>
                                <a:gd name="connsiteX19" fmla="*/ 143402 w 290316"/>
                                <a:gd name="connsiteY19" fmla="*/ 0 h 3683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90316" h="368388">
                                  <a:moveTo>
                                    <a:pt x="198233" y="217199"/>
                                  </a:moveTo>
                                  <a:cubicBezTo>
                                    <a:pt x="198233" y="259787"/>
                                    <a:pt x="172221" y="286047"/>
                                    <a:pt x="134969" y="286047"/>
                                  </a:cubicBezTo>
                                  <a:cubicBezTo>
                                    <a:pt x="109657" y="286047"/>
                                    <a:pt x="92785" y="272563"/>
                                    <a:pt x="92785" y="252683"/>
                                  </a:cubicBezTo>
                                  <a:cubicBezTo>
                                    <a:pt x="92785" y="226423"/>
                                    <a:pt x="116688" y="217199"/>
                                    <a:pt x="144810" y="211520"/>
                                  </a:cubicBezTo>
                                  <a:lnTo>
                                    <a:pt x="198233" y="201589"/>
                                  </a:lnTo>
                                  <a:lnTo>
                                    <a:pt x="198233" y="217199"/>
                                  </a:lnTo>
                                  <a:close/>
                                  <a:moveTo>
                                    <a:pt x="143402" y="0"/>
                                  </a:moveTo>
                                  <a:cubicBezTo>
                                    <a:pt x="65375" y="0"/>
                                    <a:pt x="-2811" y="45427"/>
                                    <a:pt x="1403" y="132017"/>
                                  </a:cubicBezTo>
                                  <a:lnTo>
                                    <a:pt x="89435" y="132017"/>
                                  </a:lnTo>
                                  <a:cubicBezTo>
                                    <a:pt x="91460" y="100388"/>
                                    <a:pt x="110830" y="80199"/>
                                    <a:pt x="145506" y="80199"/>
                                  </a:cubicBezTo>
                                  <a:cubicBezTo>
                                    <a:pt x="179953" y="80199"/>
                                    <a:pt x="198233" y="99366"/>
                                    <a:pt x="198233" y="122793"/>
                                  </a:cubicBezTo>
                                  <a:lnTo>
                                    <a:pt x="198233" y="134856"/>
                                  </a:lnTo>
                                  <a:lnTo>
                                    <a:pt x="132152" y="146926"/>
                                  </a:lnTo>
                                  <a:cubicBezTo>
                                    <a:pt x="46392" y="161834"/>
                                    <a:pt x="0" y="196617"/>
                                    <a:pt x="0" y="264758"/>
                                  </a:cubicBezTo>
                                  <a:cubicBezTo>
                                    <a:pt x="0" y="314444"/>
                                    <a:pt x="38660" y="368389"/>
                                    <a:pt x="115986" y="368389"/>
                                  </a:cubicBezTo>
                                  <a:cubicBezTo>
                                    <a:pt x="159568" y="368389"/>
                                    <a:pt x="186983" y="344963"/>
                                    <a:pt x="198935" y="323669"/>
                                  </a:cubicBezTo>
                                  <a:lnTo>
                                    <a:pt x="198935" y="357739"/>
                                  </a:lnTo>
                                  <a:lnTo>
                                    <a:pt x="290317" y="357739"/>
                                  </a:lnTo>
                                  <a:lnTo>
                                    <a:pt x="290317" y="125632"/>
                                  </a:lnTo>
                                  <a:cubicBezTo>
                                    <a:pt x="290317" y="51100"/>
                                    <a:pt x="239705" y="0"/>
                                    <a:pt x="143402" y="0"/>
                                  </a:cubicBezTo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7" name="Vrije vorm: vorm 14"/>
                          <wps:cNvSpPr/>
                          <wps:spPr>
                            <a:xfrm>
                              <a:off x="1125743" y="139766"/>
                              <a:ext cx="336007" cy="367681"/>
                            </a:xfrm>
                            <a:custGeom>
                              <a:avLst/>
                              <a:gdLst>
                                <a:gd name="connsiteX0" fmla="*/ 172226 w 336007"/>
                                <a:gd name="connsiteY0" fmla="*/ 81624 h 367681"/>
                                <a:gd name="connsiteX1" fmla="*/ 243919 w 336007"/>
                                <a:gd name="connsiteY1" fmla="*/ 140546 h 367681"/>
                                <a:gd name="connsiteX2" fmla="*/ 92089 w 336007"/>
                                <a:gd name="connsiteY2" fmla="*/ 140546 h 367681"/>
                                <a:gd name="connsiteX3" fmla="*/ 172226 w 336007"/>
                                <a:gd name="connsiteY3" fmla="*/ 81624 h 367681"/>
                                <a:gd name="connsiteX4" fmla="*/ 177142 w 336007"/>
                                <a:gd name="connsiteY4" fmla="*/ 283213 h 367681"/>
                                <a:gd name="connsiteX5" fmla="*/ 89979 w 336007"/>
                                <a:gd name="connsiteY5" fmla="*/ 208681 h 367681"/>
                                <a:gd name="connsiteX6" fmla="*/ 211807 w 336007"/>
                                <a:gd name="connsiteY6" fmla="*/ 208681 h 367681"/>
                                <a:gd name="connsiteX7" fmla="*/ 328977 w 336007"/>
                                <a:gd name="connsiteY7" fmla="*/ 208681 h 367681"/>
                                <a:gd name="connsiteX8" fmla="*/ 328977 w 336007"/>
                                <a:gd name="connsiteY8" fmla="*/ 170352 h 367681"/>
                                <a:gd name="connsiteX9" fmla="*/ 172226 w 336007"/>
                                <a:gd name="connsiteY9" fmla="*/ 0 h 367681"/>
                                <a:gd name="connsiteX10" fmla="*/ 0 w 336007"/>
                                <a:gd name="connsiteY10" fmla="*/ 184548 h 367681"/>
                                <a:gd name="connsiteX11" fmla="*/ 175739 w 336007"/>
                                <a:gd name="connsiteY11" fmla="*/ 367682 h 367681"/>
                                <a:gd name="connsiteX12" fmla="*/ 336008 w 336007"/>
                                <a:gd name="connsiteY12" fmla="*/ 242752 h 367681"/>
                                <a:gd name="connsiteX13" fmla="*/ 242477 w 336007"/>
                                <a:gd name="connsiteY13" fmla="*/ 242752 h 367681"/>
                                <a:gd name="connsiteX14" fmla="*/ 177142 w 336007"/>
                                <a:gd name="connsiteY14" fmla="*/ 283213 h 3676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36007" h="367681">
                                  <a:moveTo>
                                    <a:pt x="172226" y="81624"/>
                                  </a:moveTo>
                                  <a:cubicBezTo>
                                    <a:pt x="215100" y="81624"/>
                                    <a:pt x="242516" y="109315"/>
                                    <a:pt x="243919" y="140546"/>
                                  </a:cubicBezTo>
                                  <a:lnTo>
                                    <a:pt x="92089" y="140546"/>
                                  </a:lnTo>
                                  <a:cubicBezTo>
                                    <a:pt x="104035" y="103631"/>
                                    <a:pt x="133560" y="81624"/>
                                    <a:pt x="172226" y="81624"/>
                                  </a:cubicBezTo>
                                  <a:moveTo>
                                    <a:pt x="177142" y="283213"/>
                                  </a:moveTo>
                                  <a:cubicBezTo>
                                    <a:pt x="132158" y="283213"/>
                                    <a:pt x="99815" y="256241"/>
                                    <a:pt x="89979" y="208681"/>
                                  </a:cubicBezTo>
                                  <a:lnTo>
                                    <a:pt x="211807" y="208681"/>
                                  </a:lnTo>
                                  <a:lnTo>
                                    <a:pt x="328977" y="208681"/>
                                  </a:lnTo>
                                  <a:lnTo>
                                    <a:pt x="328977" y="170352"/>
                                  </a:lnTo>
                                  <a:cubicBezTo>
                                    <a:pt x="328977" y="70267"/>
                                    <a:pt x="267822" y="0"/>
                                    <a:pt x="172226" y="0"/>
                                  </a:cubicBezTo>
                                  <a:cubicBezTo>
                                    <a:pt x="68186" y="0"/>
                                    <a:pt x="0" y="80210"/>
                                    <a:pt x="0" y="184548"/>
                                  </a:cubicBezTo>
                                  <a:cubicBezTo>
                                    <a:pt x="0" y="288891"/>
                                    <a:pt x="69594" y="367682"/>
                                    <a:pt x="175739" y="367682"/>
                                  </a:cubicBezTo>
                                  <a:cubicBezTo>
                                    <a:pt x="256577" y="367682"/>
                                    <a:pt x="324062" y="317283"/>
                                    <a:pt x="336008" y="242752"/>
                                  </a:cubicBezTo>
                                  <a:lnTo>
                                    <a:pt x="242477" y="242752"/>
                                  </a:lnTo>
                                  <a:cubicBezTo>
                                    <a:pt x="230890" y="268091"/>
                                    <a:pt x="207413" y="283213"/>
                                    <a:pt x="177142" y="283213"/>
                                  </a:cubicBezTo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8" name="Vrije vorm: vorm 15"/>
                          <wps:cNvSpPr/>
                          <wps:spPr>
                            <a:xfrm>
                              <a:off x="1833327" y="52457"/>
                              <a:ext cx="272261" cy="454990"/>
                            </a:xfrm>
                            <a:custGeom>
                              <a:avLst/>
                              <a:gdLst>
                                <a:gd name="connsiteX0" fmla="*/ 272041 w 272261"/>
                                <a:gd name="connsiteY0" fmla="*/ 315157 h 454990"/>
                                <a:gd name="connsiteX1" fmla="*/ 179251 w 272261"/>
                                <a:gd name="connsiteY1" fmla="*/ 315157 h 454990"/>
                                <a:gd name="connsiteX2" fmla="*/ 138481 w 272261"/>
                                <a:gd name="connsiteY2" fmla="*/ 366268 h 454990"/>
                                <a:gd name="connsiteX3" fmla="*/ 98413 w 272261"/>
                                <a:gd name="connsiteY3" fmla="*/ 324381 h 454990"/>
                                <a:gd name="connsiteX4" fmla="*/ 98413 w 272261"/>
                                <a:gd name="connsiteY4" fmla="*/ 182421 h 454990"/>
                                <a:gd name="connsiteX5" fmla="*/ 225632 w 272261"/>
                                <a:gd name="connsiteY5" fmla="*/ 182421 h 454990"/>
                                <a:gd name="connsiteX6" fmla="*/ 225632 w 272261"/>
                                <a:gd name="connsiteY6" fmla="*/ 97245 h 454990"/>
                                <a:gd name="connsiteX7" fmla="*/ 98413 w 272261"/>
                                <a:gd name="connsiteY7" fmla="*/ 97245 h 454990"/>
                                <a:gd name="connsiteX8" fmla="*/ 98413 w 272261"/>
                                <a:gd name="connsiteY8" fmla="*/ 0 h 454990"/>
                                <a:gd name="connsiteX9" fmla="*/ 0 w 272261"/>
                                <a:gd name="connsiteY9" fmla="*/ 0 h 454990"/>
                                <a:gd name="connsiteX10" fmla="*/ 0 w 272261"/>
                                <a:gd name="connsiteY10" fmla="*/ 97245 h 454990"/>
                                <a:gd name="connsiteX11" fmla="*/ 0 w 272261"/>
                                <a:gd name="connsiteY11" fmla="*/ 182421 h 454990"/>
                                <a:gd name="connsiteX12" fmla="*/ 0 w 272261"/>
                                <a:gd name="connsiteY12" fmla="*/ 320128 h 454990"/>
                                <a:gd name="connsiteX13" fmla="*/ 143402 w 272261"/>
                                <a:gd name="connsiteY13" fmla="*/ 454990 h 454990"/>
                                <a:gd name="connsiteX14" fmla="*/ 272041 w 272261"/>
                                <a:gd name="connsiteY14" fmla="*/ 315157 h 4549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272261" h="454990">
                                  <a:moveTo>
                                    <a:pt x="272041" y="315157"/>
                                  </a:moveTo>
                                  <a:lnTo>
                                    <a:pt x="179251" y="315157"/>
                                  </a:lnTo>
                                  <a:cubicBezTo>
                                    <a:pt x="179251" y="348515"/>
                                    <a:pt x="163086" y="366268"/>
                                    <a:pt x="138481" y="366268"/>
                                  </a:cubicBezTo>
                                  <a:cubicBezTo>
                                    <a:pt x="114578" y="366268"/>
                                    <a:pt x="98413" y="351359"/>
                                    <a:pt x="98413" y="324381"/>
                                  </a:cubicBezTo>
                                  <a:lnTo>
                                    <a:pt x="98413" y="182421"/>
                                  </a:lnTo>
                                  <a:lnTo>
                                    <a:pt x="225632" y="182421"/>
                                  </a:lnTo>
                                  <a:lnTo>
                                    <a:pt x="225632" y="97245"/>
                                  </a:lnTo>
                                  <a:lnTo>
                                    <a:pt x="98413" y="97245"/>
                                  </a:lnTo>
                                  <a:lnTo>
                                    <a:pt x="984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245"/>
                                  </a:lnTo>
                                  <a:lnTo>
                                    <a:pt x="0" y="182421"/>
                                  </a:lnTo>
                                  <a:lnTo>
                                    <a:pt x="0" y="320128"/>
                                  </a:lnTo>
                                  <a:cubicBezTo>
                                    <a:pt x="0" y="403172"/>
                                    <a:pt x="52722" y="454990"/>
                                    <a:pt x="143402" y="454990"/>
                                  </a:cubicBezTo>
                                  <a:cubicBezTo>
                                    <a:pt x="219320" y="454990"/>
                                    <a:pt x="276255" y="401752"/>
                                    <a:pt x="272041" y="315157"/>
                                  </a:cubicBezTo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9" name="Vrije vorm: vorm 16"/>
                          <wps:cNvSpPr/>
                          <wps:spPr>
                            <a:xfrm>
                              <a:off x="0" y="0"/>
                              <a:ext cx="461398" cy="497157"/>
                            </a:xfrm>
                            <a:custGeom>
                              <a:avLst/>
                              <a:gdLst>
                                <a:gd name="connsiteX0" fmla="*/ 230699 w 461398"/>
                                <a:gd name="connsiteY0" fmla="*/ 197442 h 497157"/>
                                <a:gd name="connsiteX1" fmla="*/ 348863 w 461398"/>
                                <a:gd name="connsiteY1" fmla="*/ 0 h 497157"/>
                                <a:gd name="connsiteX2" fmla="*/ 461398 w 461398"/>
                                <a:gd name="connsiteY2" fmla="*/ 0 h 497157"/>
                                <a:gd name="connsiteX3" fmla="*/ 279931 w 461398"/>
                                <a:gd name="connsiteY3" fmla="*/ 300422 h 497157"/>
                                <a:gd name="connsiteX4" fmla="*/ 279931 w 461398"/>
                                <a:gd name="connsiteY4" fmla="*/ 497157 h 497157"/>
                                <a:gd name="connsiteX5" fmla="*/ 181462 w 461398"/>
                                <a:gd name="connsiteY5" fmla="*/ 497157 h 497157"/>
                                <a:gd name="connsiteX6" fmla="*/ 181462 w 461398"/>
                                <a:gd name="connsiteY6" fmla="*/ 300422 h 497157"/>
                                <a:gd name="connsiteX7" fmla="*/ 0 w 461398"/>
                                <a:gd name="connsiteY7" fmla="*/ 0 h 497157"/>
                                <a:gd name="connsiteX8" fmla="*/ 110426 w 461398"/>
                                <a:gd name="connsiteY8" fmla="*/ 0 h 4971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61398" h="497157">
                                  <a:moveTo>
                                    <a:pt x="230699" y="197442"/>
                                  </a:moveTo>
                                  <a:lnTo>
                                    <a:pt x="348863" y="0"/>
                                  </a:lnTo>
                                  <a:lnTo>
                                    <a:pt x="461398" y="0"/>
                                  </a:lnTo>
                                  <a:lnTo>
                                    <a:pt x="279931" y="300422"/>
                                  </a:lnTo>
                                  <a:lnTo>
                                    <a:pt x="279931" y="497157"/>
                                  </a:lnTo>
                                  <a:lnTo>
                                    <a:pt x="181462" y="497157"/>
                                  </a:lnTo>
                                  <a:lnTo>
                                    <a:pt x="181462" y="30042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0426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AA1A998" id="Voorblad 02" o:spid="_x0000_s1026" style="position:absolute;margin-left:0;margin-top:0;width:595.55pt;height:841.85pt;z-index:-251649024;mso-position-horizontal:left;mso-position-horizontal-relative:page;mso-position-vertical:top;mso-position-vertical-relative:page;mso-width-relative:margin;mso-height-relative:margin" coordsize="75628,106929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OD/bw+OCQAAABAGrX9qbzs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">
                <v:rect id="Achtergrond" o:spid="_x0000_s1027" style="position:absolute;width:75600;height:106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" filled="f" stroked="f" strokeweight="1pt">
                  <v:textbox inset="21.5mm,33.5mm,21.5mm,0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Huisstijlvormen" o:spid="_x0000_s1028" type="#_x0000_t75" style="position:absolute;left:46577;top:71437;width:29051;height:35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">
                  <v:imagedata r:id="rId15" o:title=""/>
                </v:shape>
                <v:group id="Logo" o:spid="_x0000_s1029" style="position:absolute;left:58959;top:100584;width:12996;height:2700" coordsize="24295,5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o:lock v:ext="edit" aspectratio="t"/>
                  <v:shape id="Vrije vorm: vorm 10" o:spid="_x0000_s1030" style="position:absolute;left:4108;top:1500;width:3135;height:3577;visibility:visible;mso-wrap-style:square;v-text-anchor:middle" coordsize="313512,357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" path="m215100,347095r,-29105c192606,342129,160269,357739,119499,357739,44288,357739,,304507,,220032l,,98413,r,202290c98413,246303,115986,269011,152543,269011v37953,,62557,-29099,62557,-79492l215100,r98413,l313513,347095r-98413,xe" filled="f" stroked="f" strokeweight=".15581mm">
                    <v:stroke joinstyle="miter"/>
                    <v:path arrowok="t" o:connecttype="custom" o:connectlocs="215100,347095;215100,317990;119499,357739;0,220032;0,0;98413,0;98413,202290;152543,269011;215100,189519;215100,0;313513,0;313513,347095;215100,347095" o:connectangles="0,0,0,0,0,0,0,0,0,0,0,0,0"/>
                  </v:shape>
                  <v:shape id="Vrije vorm: vorm 11" o:spid="_x0000_s1031" style="position:absolute;left:7571;top:1500;width:3781;height:3471;visibility:visible;mso-wrap-style:square;v-text-anchor:middle" coordsize="378186,347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" path="m189093,219331l276261,,378186,,239710,347101r-101930,l,,101931,r87162,219331xe" filled="f" stroked="f" strokeweight=".15581mm">
                    <v:stroke joinstyle="miter"/>
                    <v:path arrowok="t" o:connecttype="custom" o:connectlocs="189093,219331;276261,0;378186,0;239710,347101;137780,347101;0,0;101931,0" o:connectangles="0,0,0,0,0,0,0"/>
                  </v:shape>
                  <v:shape id="Vrije vorm: vorm 12" o:spid="_x0000_s1032" style="position:absolute;left:15056;top:1390;width:2847;height:3577;visibility:visible;mso-wrap-style:square;v-text-anchor:middle" coordsize="284703,357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" path="m184874,c146915,,118091,14903,98412,39743r,-29104l,10639,,357739r98412,l98412,172473v,-57485,21788,-81624,49905,-81624c174499,90849,187819,107951,188341,143380r96353,c285396,39036,246028,,184874,e" filled="f" stroked="f" strokeweight=".15581mm">
                    <v:stroke joinstyle="miter"/>
                    <v:path arrowok="t" o:connecttype="custom" o:connectlocs="184874,0;98412,39743;98412,10639;0,10639;0,357739;98412,357739;98412,172473;148317,90849;188341,143380;284694,143380;184874,0" o:connectangles="0,0,0,0,0,0,0,0,0,0,0"/>
                  </v:shape>
                  <v:shape id="Vrije vorm: vorm 13" o:spid="_x0000_s1033" style="position:absolute;left:21392;top:1390;width:2903;height:3684;visibility:visible;mso-wrap-style:square;v-text-anchor:middle" coordsize="290316,368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" path="m198233,217199v,42588,-26012,68848,-63264,68848c109657,286047,92785,272563,92785,252683v,-26260,23903,-35484,52025,-41163l198233,201589r,15610xm143402,c65375,,-2811,45427,1403,132017r88032,c91460,100388,110830,80199,145506,80199v34447,,52727,19167,52727,42594l198233,134856r-66081,12070c46392,161834,,196617,,264758v,49686,38660,103631,115986,103631c159568,368389,186983,344963,198935,323669r,34070l290317,357739r,-232107c290317,51100,239705,,143402,e" filled="f" stroked="f" strokeweight=".15581mm">
                    <v:stroke joinstyle="miter"/>
                    <v:path arrowok="t" o:connecttype="custom" o:connectlocs="198233,217199;134969,286047;92785,252683;144810,211520;198233,201589;198233,217199;143402,0;1403,132017;89435,132017;145506,80199;198233,122793;198233,134856;132152,146926;0,264758;115986,368389;198935,323669;198935,357739;290317,357739;290317,125632;143402,0" o:connectangles="0,0,0,0,0,0,0,0,0,0,0,0,0,0,0,0,0,0,0,0"/>
                  </v:shape>
                  <v:shape id="Vrije vorm: vorm 14" o:spid="_x0000_s1034" style="position:absolute;left:11257;top:1397;width:3360;height:3677;visibility:visible;mso-wrap-style:square;v-text-anchor:middle" coordsize="336007,367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" path="m172226,81624v42874,,70290,27691,71693,58922l92089,140546v11946,-36915,41471,-58922,80137,-58922m177142,283213v-44984,,-77327,-26972,-87163,-74532l211807,208681r117170,l328977,170352c328977,70267,267822,,172226,,68186,,,80210,,184548,,288891,69594,367682,175739,367682v80838,,148323,-50399,160269,-124930l242477,242752v-11587,25339,-35064,40461,-65335,40461e" filled="f" stroked="f" strokeweight=".15581mm">
                    <v:stroke joinstyle="miter"/>
                    <v:path arrowok="t" o:connecttype="custom" o:connectlocs="172226,81624;243919,140546;92089,140546;172226,81624;177142,283213;89979,208681;211807,208681;328977,208681;328977,170352;172226,0;0,184548;175739,367682;336008,242752;242477,242752;177142,283213" o:connectangles="0,0,0,0,0,0,0,0,0,0,0,0,0,0,0"/>
                  </v:shape>
                  <v:shape id="Vrije vorm: vorm 15" o:spid="_x0000_s1035" style="position:absolute;left:18333;top:524;width:2722;height:4550;visibility:visible;mso-wrap-style:square;v-text-anchor:middle" coordsize="272261,454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" path="m272041,315157r-92790,c179251,348515,163086,366268,138481,366268v-23903,,-40068,-14909,-40068,-41887l98413,182421r127219,l225632,97245r-127219,l98413,,,,,97245r,85176l,320128v,83044,52722,134862,143402,134862c219320,454990,276255,401752,272041,315157e" filled="f" stroked="f" strokeweight=".15581mm">
                    <v:stroke joinstyle="miter"/>
                    <v:path arrowok="t" o:connecttype="custom" o:connectlocs="272041,315157;179251,315157;138481,366268;98413,324381;98413,182421;225632,182421;225632,97245;98413,97245;98413,0;0,0;0,97245;0,182421;0,320128;143402,454990;272041,315157" o:connectangles="0,0,0,0,0,0,0,0,0,0,0,0,0,0,0"/>
                  </v:shape>
                  <v:shape id="Vrije vorm: vorm 16" o:spid="_x0000_s1036" style="position:absolute;width:4613;height:4971;visibility:visible;mso-wrap-style:square;v-text-anchor:middle" coordsize="461398,497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" path="m230699,197442l348863,,461398,,279931,300422r,196735l181462,497157r,-196735l,,110426,,230699,197442xe" filled="f" stroked="f" strokeweight=".15581mm">
                    <v:stroke joinstyle="miter"/>
                    <v:path arrowok="t" o:connecttype="custom" o:connectlocs="230699,197442;348863,0;461398,0;279931,300422;279931,497157;181462,497157;181462,300422;0,0;110426,0" o:connectangles="0,0,0,0,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16F40AB4" wp14:editId="101DE2D8">
            <wp:extent cx="4875530" cy="2872105"/>
            <wp:effectExtent l="0" t="0" r="1270" b="4445"/>
            <wp:docPr id="4" name="Afbeelding 4" descr="Afbeelding met persoon, boom, buiten, man&#10;&#10;Automatisch gegenereerde beschrijv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persoon, boom, buiten, man&#10;&#10;Automatisch gegenereerde beschrijvi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5530" cy="287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_Cover"/>
      </w:tblPr>
      <w:tblGrid>
        <w:gridCol w:w="6946"/>
      </w:tblGrid>
      <w:tr w:rsidR="00A64F68" w14:paraId="708374DA" w14:textId="77777777" w:rsidTr="00D77ACA">
        <w:trPr>
          <w:trHeight w:hRule="exact" w:val="11340"/>
        </w:trPr>
        <w:tc>
          <w:tcPr>
            <w:tcW w:w="6946" w:type="dxa"/>
            <w:tcMar>
              <w:top w:w="9639" w:type="dxa"/>
              <w:bottom w:w="0" w:type="dxa"/>
            </w:tcMar>
          </w:tcPr>
          <w:p w14:paraId="59641B98" w14:textId="5448E45E" w:rsidR="00EC3839" w:rsidRPr="00EC3839" w:rsidRDefault="006D748B" w:rsidP="00EC3839">
            <w:pPr>
              <w:pStyle w:val="CoverTitel"/>
            </w:pPr>
            <w:bookmarkStart w:id="0" w:name="_GoBack" w:colFirst="1" w:colLast="1"/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78CBBC5" wp14:editId="0B6DBBAD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-4570730</wp:posOffset>
                      </wp:positionV>
                      <wp:extent cx="5781675" cy="3611880"/>
                      <wp:effectExtent l="0" t="0" r="0" b="0"/>
                      <wp:wrapNone/>
                      <wp:docPr id="5" name="Tekstva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54E832D" w14:textId="598605E4" w:rsidR="006D748B" w:rsidRPr="006D748B" w:rsidRDefault="00DE601B" w:rsidP="006D748B">
                                  <w:pPr>
                                    <w:pStyle w:val="CoverTitel"/>
                                    <w:jc w:val="center"/>
                                    <w:rPr>
                                      <w:noProof/>
                                      <w:color w:val="70AD47"/>
                                      <w:spacing w:val="10"/>
                                      <w:sz w:val="72"/>
                                      <w:szCs w:val="72"/>
                                      <w14:glow w14:rad="38100">
                                        <w14:schemeClr w14:val="accent1">
                                          <w14:alpha w14:val="60000"/>
                                        </w14:schemeClr>
                                      </w14:glow>
                                      <w14:textOutline w14:w="9525" w14:cap="flat" w14:cmpd="sng" w14:algn="ctr">
                                        <w14:solidFill>
                                          <w14:schemeClr w14:val="accent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70AD47">
                                            <w14:tint w14:val="1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nl-NL"/>
                                    </w:rPr>
                                    <w:drawing>
                                      <wp:inline distT="0" distB="0" distL="0" distR="0" wp14:anchorId="13DF3066" wp14:editId="195BBAA7">
                                        <wp:extent cx="5975985" cy="2838593"/>
                                        <wp:effectExtent l="0" t="0" r="5715" b="0"/>
                                        <wp:docPr id="6" name="Afbeelding 6" descr="Duurzame binnenkant voor groen gebouw: Studio M74 - The Substitut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 descr="Duurzame binnenkant voor groen gebouw: Studio M74 - The Substitut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975985" cy="283859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78CBB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5" o:spid="_x0000_s1026" type="#_x0000_t202" style="position:absolute;margin-left:10.3pt;margin-top:-359.9pt;width:455.25pt;height:284.4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" filled="f" stroked="f">
                      <v:textbox style="mso-fit-shape-to-text:t">
                        <w:txbxContent>
                          <w:p w14:paraId="054E832D" w14:textId="598605E4" w:rsidR="006D748B" w:rsidRPr="006D748B" w:rsidRDefault="00DE601B" w:rsidP="006D748B">
                            <w:pPr>
                              <w:pStyle w:val="CoverTitel"/>
                              <w:jc w:val="center"/>
                              <w:rPr>
                                <w:noProof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3DF3066" wp14:editId="195BBAA7">
                                  <wp:extent cx="5975985" cy="2838593"/>
                                  <wp:effectExtent l="0" t="0" r="5715" b="0"/>
                                  <wp:docPr id="6" name="Afbeelding 6" descr="Duurzame binnenkant voor groen gebouw: Studio M74 - The Substitu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uurzame binnenkant voor groen gebouw: Studio M74 - The Substitu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75985" cy="28385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497D">
              <w:t xml:space="preserve">Toets </w:t>
            </w:r>
            <w:r w:rsidR="00D77ACA">
              <w:t>Presentatie</w:t>
            </w:r>
            <w:r w:rsidR="0070497D">
              <w:t xml:space="preserve"> </w:t>
            </w:r>
            <w:r w:rsidR="00D77ACA">
              <w:t>Het levende gebouw</w:t>
            </w:r>
            <w:r w:rsidR="00EC3839">
              <w:br/>
            </w:r>
          </w:p>
        </w:tc>
      </w:tr>
      <w:tr w:rsidR="00A64F68" w14:paraId="2E8E14CE" w14:textId="77777777" w:rsidTr="00D77ACA">
        <w:tc>
          <w:tcPr>
            <w:tcW w:w="6946" w:type="dxa"/>
            <w:tcMar>
              <w:bottom w:w="198" w:type="dxa"/>
            </w:tcMar>
          </w:tcPr>
          <w:p w14:paraId="747C06CE" w14:textId="77777777" w:rsidR="00EC3839" w:rsidRDefault="00EC3839" w:rsidP="005653F5">
            <w:pPr>
              <w:pStyle w:val="CoverSubtitel"/>
            </w:pPr>
          </w:p>
          <w:p w14:paraId="6C5017F0" w14:textId="61C10A15" w:rsidR="00123583" w:rsidRDefault="0064289E" w:rsidP="005653F5">
            <w:pPr>
              <w:pStyle w:val="CoverSubtitel"/>
            </w:pPr>
            <w:r>
              <w:t>Het Groene Lyceum</w:t>
            </w:r>
          </w:p>
          <w:p w14:paraId="7E26B8D7" w14:textId="5213FC7E" w:rsidR="00A64F68" w:rsidRDefault="00123583" w:rsidP="005653F5">
            <w:pPr>
              <w:pStyle w:val="CoverSubtitel"/>
            </w:pPr>
            <w:r>
              <w:t xml:space="preserve">Leerjaar </w:t>
            </w:r>
            <w:r w:rsidR="0064289E">
              <w:t>1</w:t>
            </w:r>
            <w:r>
              <w:t xml:space="preserve"> – Niveau </w:t>
            </w:r>
            <w:r w:rsidR="0064289E">
              <w:t>4</w:t>
            </w:r>
            <w:r>
              <w:t xml:space="preserve"> </w:t>
            </w:r>
            <w:r w:rsidR="0070497D">
              <w:t>–</w:t>
            </w:r>
            <w:r w:rsidR="0064289E">
              <w:t xml:space="preserve"> </w:t>
            </w:r>
            <w:r>
              <w:t>BOL</w:t>
            </w:r>
          </w:p>
        </w:tc>
      </w:tr>
      <w:bookmarkEnd w:id="0"/>
    </w:tbl>
    <w:p w14:paraId="1BC0F0B0" w14:textId="77777777" w:rsidR="00B26BEB" w:rsidRPr="0067258F" w:rsidRDefault="00B26BEB" w:rsidP="0067258F"/>
    <w:p w14:paraId="53DE5F36" w14:textId="77777777" w:rsidR="00A64F68" w:rsidRDefault="00A64F68">
      <w:pPr>
        <w:spacing w:after="160" w:line="259" w:lineRule="auto"/>
      </w:pPr>
      <w:r>
        <w:br w:type="page"/>
      </w:r>
    </w:p>
    <w:sdt>
      <w:sdtPr>
        <w:rPr>
          <w:rFonts w:asciiTheme="minorHAnsi" w:hAnsiTheme="minorHAnsi"/>
          <w:b w:val="0"/>
          <w:caps/>
          <w:color w:val="auto"/>
          <w:sz w:val="21"/>
        </w:rPr>
        <w:id w:val="-1468668642"/>
        <w:docPartObj>
          <w:docPartGallery w:val="Table of Contents"/>
          <w:docPartUnique/>
        </w:docPartObj>
      </w:sdtPr>
      <w:sdtEndPr>
        <w:rPr>
          <w:bCs/>
          <w:caps w:val="0"/>
          <w:sz w:val="22"/>
        </w:rPr>
      </w:sdtEndPr>
      <w:sdtContent>
        <w:p w14:paraId="14F77B34" w14:textId="77777777" w:rsidR="00252FF5" w:rsidRDefault="00252FF5" w:rsidP="00252FF5">
          <w:pPr>
            <w:pStyle w:val="OngenummerdNOTOC"/>
          </w:pPr>
          <w:r>
            <w:t>Inhoud</w:t>
          </w:r>
          <w:r w:rsidR="00127973">
            <w:t>sopgave</w:t>
          </w:r>
        </w:p>
        <w:p w14:paraId="20ACE6C7" w14:textId="00564584" w:rsidR="004C52B0" w:rsidRDefault="00252FF5">
          <w:pPr>
            <w:pStyle w:val="Inhopg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nl-NL"/>
            </w:rPr>
          </w:pPr>
          <w:r>
            <w:rPr>
              <w:sz w:val="24"/>
            </w:rPr>
            <w:fldChar w:fldCharType="begin"/>
          </w:r>
          <w:r>
            <w:instrText xml:space="preserve"> TOC \o "1-4" </w:instrText>
          </w:r>
          <w:r w:rsidRPr="00F17183">
            <w:instrText>\t "Ongenummerd hoofdstuk;</w:instrText>
          </w:r>
          <w:r w:rsidR="00D73965">
            <w:instrText>5</w:instrText>
          </w:r>
          <w:r>
            <w:instrText>;Bijlage;4</w:instrText>
          </w:r>
          <w:r w:rsidRPr="00F17183">
            <w:instrText>"</w:instrText>
          </w:r>
          <w:r>
            <w:instrText xml:space="preserve"> </w:instrText>
          </w:r>
          <w:r>
            <w:rPr>
              <w:sz w:val="24"/>
            </w:rPr>
            <w:fldChar w:fldCharType="separate"/>
          </w:r>
          <w:r w:rsidR="004C52B0">
            <w:rPr>
              <w:noProof/>
            </w:rPr>
            <w:t>1.</w:t>
          </w:r>
          <w:r w:rsidR="004C52B0">
            <w:rPr>
              <w:rFonts w:asciiTheme="minorHAnsi" w:eastAsiaTheme="minorEastAsia" w:hAnsiTheme="minorHAnsi" w:cstheme="minorBidi"/>
              <w:b w:val="0"/>
              <w:noProof/>
              <w:sz w:val="22"/>
              <w:lang w:eastAsia="nl-NL"/>
            </w:rPr>
            <w:tab/>
          </w:r>
          <w:r w:rsidR="004C52B0">
            <w:rPr>
              <w:noProof/>
            </w:rPr>
            <w:t>Leerdoelen en succescriteria</w:t>
          </w:r>
          <w:r w:rsidR="004C52B0">
            <w:rPr>
              <w:noProof/>
            </w:rPr>
            <w:tab/>
          </w:r>
          <w:r w:rsidR="004C52B0">
            <w:rPr>
              <w:noProof/>
            </w:rPr>
            <w:fldChar w:fldCharType="begin"/>
          </w:r>
          <w:r w:rsidR="004C52B0">
            <w:rPr>
              <w:noProof/>
            </w:rPr>
            <w:instrText xml:space="preserve"> PAGEREF _Toc121994364 \h </w:instrText>
          </w:r>
          <w:r w:rsidR="004C52B0">
            <w:rPr>
              <w:noProof/>
            </w:rPr>
          </w:r>
          <w:r w:rsidR="004C52B0">
            <w:rPr>
              <w:noProof/>
            </w:rPr>
            <w:fldChar w:fldCharType="separate"/>
          </w:r>
          <w:r w:rsidR="004C52B0">
            <w:rPr>
              <w:noProof/>
            </w:rPr>
            <w:t>3</w:t>
          </w:r>
          <w:r w:rsidR="004C52B0">
            <w:rPr>
              <w:noProof/>
            </w:rPr>
            <w:fldChar w:fldCharType="end"/>
          </w:r>
        </w:p>
        <w:p w14:paraId="241E1C2A" w14:textId="73EB38DD" w:rsidR="004C52B0" w:rsidRDefault="004C52B0">
          <w:pPr>
            <w:pStyle w:val="Inhopg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nl-NL"/>
            </w:rPr>
          </w:pPr>
          <w:r>
            <w:rPr>
              <w:noProof/>
            </w:rPr>
            <w:t>2.</w:t>
          </w:r>
          <w:r>
            <w:rPr>
              <w:rFonts w:asciiTheme="minorHAnsi" w:eastAsiaTheme="minorEastAsia" w:hAnsiTheme="minorHAnsi" w:cstheme="minorBidi"/>
              <w:b w:val="0"/>
              <w:noProof/>
              <w:sz w:val="22"/>
              <w:lang w:eastAsia="nl-NL"/>
            </w:rPr>
            <w:tab/>
          </w:r>
          <w:r>
            <w:rPr>
              <w:noProof/>
            </w:rPr>
            <w:t>Toetsgegevens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_Toc121994365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322B2FC1" w14:textId="0D9F6888" w:rsidR="004C52B0" w:rsidRDefault="004C52B0">
          <w:pPr>
            <w:pStyle w:val="Inhopg2"/>
            <w:rPr>
              <w:rFonts w:asciiTheme="minorHAnsi" w:eastAsiaTheme="minorEastAsia" w:hAnsiTheme="minorHAnsi" w:cstheme="minorBidi"/>
              <w:noProof/>
              <w:lang w:eastAsia="nl-NL"/>
            </w:rPr>
          </w:pPr>
          <w:r>
            <w:rPr>
              <w:noProof/>
            </w:rPr>
            <w:t>2.1</w:t>
          </w:r>
          <w:r>
            <w:rPr>
              <w:rFonts w:asciiTheme="minorHAnsi" w:eastAsiaTheme="minorEastAsia" w:hAnsiTheme="minorHAnsi" w:cstheme="minorBidi"/>
              <w:noProof/>
              <w:lang w:eastAsia="nl-NL"/>
            </w:rPr>
            <w:tab/>
          </w:r>
          <w:r>
            <w:rPr>
              <w:noProof/>
            </w:rPr>
            <w:t>Toetsmix beroepsgerichte deel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_Toc121994366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3DD3D74E" w14:textId="2E8EFBDB" w:rsidR="004C52B0" w:rsidRDefault="004C52B0">
          <w:pPr>
            <w:pStyle w:val="Inhopg2"/>
            <w:rPr>
              <w:rFonts w:asciiTheme="minorHAnsi" w:eastAsiaTheme="minorEastAsia" w:hAnsiTheme="minorHAnsi" w:cstheme="minorBidi"/>
              <w:noProof/>
              <w:lang w:eastAsia="nl-NL"/>
            </w:rPr>
          </w:pPr>
          <w:r>
            <w:rPr>
              <w:noProof/>
            </w:rPr>
            <w:t>2.2</w:t>
          </w:r>
          <w:r>
            <w:rPr>
              <w:rFonts w:asciiTheme="minorHAnsi" w:eastAsiaTheme="minorEastAsia" w:hAnsiTheme="minorHAnsi" w:cstheme="minorBidi"/>
              <w:noProof/>
              <w:lang w:eastAsia="nl-NL"/>
            </w:rPr>
            <w:tab/>
          </w:r>
          <w:r>
            <w:rPr>
              <w:noProof/>
            </w:rPr>
            <w:t>Uitleg beoordeling rubric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_Toc121994367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02F79D29" w14:textId="78893590" w:rsidR="004C52B0" w:rsidRDefault="004C52B0">
          <w:pPr>
            <w:pStyle w:val="Inhopg2"/>
            <w:rPr>
              <w:rFonts w:asciiTheme="minorHAnsi" w:eastAsiaTheme="minorEastAsia" w:hAnsiTheme="minorHAnsi" w:cstheme="minorBidi"/>
              <w:noProof/>
              <w:lang w:eastAsia="nl-NL"/>
            </w:rPr>
          </w:pPr>
          <w:r>
            <w:rPr>
              <w:noProof/>
            </w:rPr>
            <w:t>2.3</w:t>
          </w:r>
          <w:r>
            <w:rPr>
              <w:rFonts w:asciiTheme="minorHAnsi" w:eastAsiaTheme="minorEastAsia" w:hAnsiTheme="minorHAnsi" w:cstheme="minorBidi"/>
              <w:noProof/>
              <w:lang w:eastAsia="nl-NL"/>
            </w:rPr>
            <w:tab/>
          </w:r>
          <w:r>
            <w:rPr>
              <w:noProof/>
            </w:rPr>
            <w:t>Toetsduur Presentatie Het levende gebouw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_Toc121994368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7054EEDB" w14:textId="26009362" w:rsidR="004C52B0" w:rsidRDefault="004C52B0">
          <w:pPr>
            <w:pStyle w:val="Inhopg2"/>
            <w:rPr>
              <w:rFonts w:asciiTheme="minorHAnsi" w:eastAsiaTheme="minorEastAsia" w:hAnsiTheme="minorHAnsi" w:cstheme="minorBidi"/>
              <w:noProof/>
              <w:lang w:eastAsia="nl-NL"/>
            </w:rPr>
          </w:pPr>
          <w:r>
            <w:rPr>
              <w:noProof/>
            </w:rPr>
            <w:t>2.4</w:t>
          </w:r>
          <w:r>
            <w:rPr>
              <w:rFonts w:asciiTheme="minorHAnsi" w:eastAsiaTheme="minorEastAsia" w:hAnsiTheme="minorHAnsi" w:cstheme="minorBidi"/>
              <w:noProof/>
              <w:lang w:eastAsia="nl-NL"/>
            </w:rPr>
            <w:tab/>
          </w:r>
          <w:r>
            <w:rPr>
              <w:noProof/>
            </w:rPr>
            <w:t>Herkansingen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_Toc121994369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055C33E9" w14:textId="741DF38D" w:rsidR="004C52B0" w:rsidRDefault="004C52B0">
          <w:pPr>
            <w:pStyle w:val="Inhopg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nl-NL"/>
            </w:rPr>
          </w:pPr>
          <w:r>
            <w:rPr>
              <w:noProof/>
            </w:rPr>
            <w:t>3.</w:t>
          </w:r>
          <w:r>
            <w:rPr>
              <w:rFonts w:asciiTheme="minorHAnsi" w:eastAsiaTheme="minorEastAsia" w:hAnsiTheme="minorHAnsi" w:cstheme="minorBidi"/>
              <w:b w:val="0"/>
              <w:noProof/>
              <w:sz w:val="22"/>
              <w:lang w:eastAsia="nl-NL"/>
            </w:rPr>
            <w:tab/>
          </w:r>
          <w:r>
            <w:rPr>
              <w:noProof/>
            </w:rPr>
            <w:t>Opdracht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_Toc121994370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3D402EDD" w14:textId="2E5A7D01" w:rsidR="004C52B0" w:rsidRDefault="004C52B0">
          <w:pPr>
            <w:pStyle w:val="Inhopg1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nl-NL"/>
            </w:rPr>
          </w:pPr>
          <w:r>
            <w:rPr>
              <w:noProof/>
            </w:rPr>
            <w:t>4.</w:t>
          </w:r>
          <w:r>
            <w:rPr>
              <w:rFonts w:asciiTheme="minorHAnsi" w:eastAsiaTheme="minorEastAsia" w:hAnsiTheme="minorHAnsi" w:cstheme="minorBidi"/>
              <w:b w:val="0"/>
              <w:noProof/>
              <w:sz w:val="22"/>
              <w:lang w:eastAsia="nl-NL"/>
            </w:rPr>
            <w:tab/>
          </w:r>
          <w:r>
            <w:rPr>
              <w:noProof/>
            </w:rPr>
            <w:t>Feedback bij toets portfolio Aanleg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_Toc121994371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63E40C5F" w14:textId="6252971F" w:rsidR="00010C1F" w:rsidRDefault="00252FF5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3EBB80AA" w14:textId="77777777" w:rsidR="00010C1F" w:rsidRDefault="00010C1F">
      <w:pPr>
        <w:spacing w:after="160" w:line="259" w:lineRule="auto"/>
        <w:rPr>
          <w:bCs/>
        </w:rPr>
      </w:pPr>
      <w:r>
        <w:rPr>
          <w:bCs/>
        </w:rPr>
        <w:br w:type="page"/>
      </w:r>
    </w:p>
    <w:p w14:paraId="6BA3BC5A" w14:textId="77777777" w:rsidR="00714479" w:rsidRDefault="00714479" w:rsidP="00714479">
      <w:pPr>
        <w:pStyle w:val="Kop1"/>
      </w:pPr>
      <w:bookmarkStart w:id="1" w:name="Start"/>
      <w:bookmarkStart w:id="2" w:name="_Toc121994364"/>
      <w:bookmarkEnd w:id="1"/>
      <w:r>
        <w:t>Leerdoelen en succescriteria</w:t>
      </w:r>
      <w:bookmarkEnd w:id="2"/>
    </w:p>
    <w:tbl>
      <w:tblPr>
        <w:tblStyle w:val="Huisstijltabel02"/>
        <w:tblW w:w="0" w:type="auto"/>
        <w:tblLook w:val="05E0" w:firstRow="1" w:lastRow="1" w:firstColumn="1" w:lastColumn="1" w:noHBand="0" w:noVBand="1"/>
      </w:tblPr>
      <w:tblGrid>
        <w:gridCol w:w="420"/>
        <w:gridCol w:w="7579"/>
        <w:gridCol w:w="1412"/>
      </w:tblGrid>
      <w:tr w:rsidR="00714479" w14:paraId="7060B497" w14:textId="77777777" w:rsidTr="00A467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9" w:type="dxa"/>
            <w:gridSpan w:val="2"/>
          </w:tcPr>
          <w:p w14:paraId="037DBBCA" w14:textId="5705691E" w:rsidR="00714479" w:rsidRDefault="00714479" w:rsidP="006566BE">
            <w:r>
              <w:t>Leerdoelen en succescriteria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</w:tcPr>
          <w:p w14:paraId="0999E7DD" w14:textId="77777777" w:rsidR="00714479" w:rsidRDefault="00714479" w:rsidP="006566BE">
            <w:pPr>
              <w:jc w:val="center"/>
            </w:pPr>
            <w:r>
              <w:t>In deze toets</w:t>
            </w:r>
          </w:p>
        </w:tc>
      </w:tr>
      <w:tr w:rsidR="00714479" w14:paraId="28EB9592" w14:textId="77777777" w:rsidTr="00D36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48FD049C" w14:textId="77777777" w:rsidR="00714479" w:rsidRDefault="00714479" w:rsidP="006566BE">
            <w:r>
              <w:t>1</w:t>
            </w:r>
          </w:p>
        </w:tc>
        <w:tc>
          <w:tcPr>
            <w:tcW w:w="7579" w:type="dxa"/>
            <w:shd w:val="clear" w:color="auto" w:fill="A9AEB6" w:themeFill="accent3"/>
          </w:tcPr>
          <w:p w14:paraId="2DA6A2F9" w14:textId="52FBF904" w:rsidR="00714479" w:rsidRPr="009C738E" w:rsidRDefault="00EB1475" w:rsidP="006566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3273" w:themeColor="text2"/>
              </w:rPr>
            </w:pPr>
            <w:r w:rsidRPr="00EB1475">
              <w:rPr>
                <w:b/>
                <w:bCs/>
                <w:color w:val="003273" w:themeColor="text2"/>
              </w:rPr>
              <w:t>Je kunt een gesprek voeren met een opdrachtgever over de wensen en eisen ten aanzien van het gebouw.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</w:tcPr>
          <w:p w14:paraId="6CC6FD2D" w14:textId="2206784C" w:rsidR="00714479" w:rsidRDefault="00714479" w:rsidP="006566BE">
            <w:pPr>
              <w:jc w:val="center"/>
            </w:pPr>
          </w:p>
        </w:tc>
      </w:tr>
      <w:tr w:rsidR="00714479" w14:paraId="15C9FB33" w14:textId="77777777" w:rsidTr="00D368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70D5BD01" w14:textId="77777777" w:rsidR="00714479" w:rsidRDefault="00714479" w:rsidP="006566BE">
            <w:r>
              <w:t>1.1</w:t>
            </w:r>
          </w:p>
        </w:tc>
        <w:tc>
          <w:tcPr>
            <w:tcW w:w="7579" w:type="dxa"/>
          </w:tcPr>
          <w:p w14:paraId="52C0CDB1" w14:textId="56529720" w:rsidR="00714479" w:rsidRDefault="001757E0" w:rsidP="006566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757E0">
              <w:t>Je kunt de wensen en eisen van de opdrachtgever achterhalen.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  <w:vAlign w:val="center"/>
          </w:tcPr>
          <w:p w14:paraId="499FE2BB" w14:textId="31473DE7" w:rsidR="00714479" w:rsidRDefault="00411E68" w:rsidP="006566BE">
            <w:pPr>
              <w:jc w:val="center"/>
            </w:pPr>
            <w:r>
              <w:t>x</w:t>
            </w:r>
          </w:p>
        </w:tc>
      </w:tr>
      <w:tr w:rsidR="00A4676D" w14:paraId="4F0969CA" w14:textId="77777777" w:rsidTr="00D36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69E86141" w14:textId="77777777" w:rsidR="00A4676D" w:rsidRPr="00350247" w:rsidRDefault="00A4676D" w:rsidP="00A4676D">
            <w:r>
              <w:t>2</w:t>
            </w:r>
          </w:p>
        </w:tc>
        <w:tc>
          <w:tcPr>
            <w:tcW w:w="7579" w:type="dxa"/>
            <w:shd w:val="clear" w:color="auto" w:fill="A9AEB6" w:themeFill="accent3"/>
          </w:tcPr>
          <w:p w14:paraId="12E7E504" w14:textId="301473F2" w:rsidR="00A4676D" w:rsidRPr="002F73E6" w:rsidRDefault="00EB1475" w:rsidP="00A46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3273" w:themeColor="text2"/>
              </w:rPr>
            </w:pPr>
            <w:r w:rsidRPr="00EB1475">
              <w:rPr>
                <w:b/>
                <w:bCs/>
                <w:color w:val="003273" w:themeColor="text2"/>
              </w:rPr>
              <w:t>Je kunt een inventarisatie maken van het gebouw en de directe omgeving.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vAlign w:val="center"/>
          </w:tcPr>
          <w:p w14:paraId="65497B3B" w14:textId="77777777" w:rsidR="00A4676D" w:rsidRPr="00350247" w:rsidRDefault="00A4676D" w:rsidP="00A4676D">
            <w:pPr>
              <w:jc w:val="center"/>
            </w:pPr>
          </w:p>
        </w:tc>
      </w:tr>
      <w:tr w:rsidR="00D22D76" w14:paraId="7242E9B5" w14:textId="77777777" w:rsidTr="00D368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372C3EAE" w14:textId="77777777" w:rsidR="00D22D76" w:rsidRPr="00350247" w:rsidRDefault="00D22D76" w:rsidP="00D22D76">
            <w:r>
              <w:t>2.1</w:t>
            </w:r>
          </w:p>
        </w:tc>
        <w:tc>
          <w:tcPr>
            <w:tcW w:w="7579" w:type="dxa"/>
          </w:tcPr>
          <w:p w14:paraId="376D59F3" w14:textId="67675BB9" w:rsidR="00D22D76" w:rsidRPr="00350247" w:rsidRDefault="00D22D76" w:rsidP="00D22D7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D22D76">
              <w:t>Je kunt een (bouw)tekening lezen.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  <w:vAlign w:val="center"/>
          </w:tcPr>
          <w:p w14:paraId="792096B7" w14:textId="08FC18E6" w:rsidR="00D22D76" w:rsidRPr="00350247" w:rsidRDefault="00D22D76" w:rsidP="00D22D76">
            <w:pPr>
              <w:jc w:val="center"/>
            </w:pPr>
          </w:p>
        </w:tc>
      </w:tr>
      <w:tr w:rsidR="00D22D76" w14:paraId="0443FB03" w14:textId="77777777" w:rsidTr="00D36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5AC1A831" w14:textId="70C61612" w:rsidR="00D22D76" w:rsidRDefault="00D22D76" w:rsidP="00D22D76">
            <w:r>
              <w:t>2.2</w:t>
            </w:r>
          </w:p>
        </w:tc>
        <w:tc>
          <w:tcPr>
            <w:tcW w:w="7579" w:type="dxa"/>
          </w:tcPr>
          <w:p w14:paraId="525E4DF2" w14:textId="5FA72A0A" w:rsidR="00D22D76" w:rsidRPr="000202F7" w:rsidRDefault="00D22D76" w:rsidP="00D22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2D76">
              <w:t>Je kunt mogelijkheden en risico's bepalen in en rondom het gebouw.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  <w:vAlign w:val="center"/>
          </w:tcPr>
          <w:p w14:paraId="06E11735" w14:textId="77777777" w:rsidR="00D22D76" w:rsidRPr="00350247" w:rsidRDefault="00D22D76" w:rsidP="00D22D76">
            <w:pPr>
              <w:jc w:val="center"/>
            </w:pPr>
          </w:p>
        </w:tc>
      </w:tr>
      <w:tr w:rsidR="00D22D76" w14:paraId="26E8F3FF" w14:textId="77777777" w:rsidTr="00D368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265A776F" w14:textId="41A22DD9" w:rsidR="00D22D76" w:rsidRDefault="00D22D76" w:rsidP="00D22D76">
            <w:r>
              <w:t>2.3</w:t>
            </w:r>
          </w:p>
        </w:tc>
        <w:tc>
          <w:tcPr>
            <w:tcW w:w="7579" w:type="dxa"/>
          </w:tcPr>
          <w:p w14:paraId="77A4A8C6" w14:textId="18DF1529" w:rsidR="00D22D76" w:rsidRPr="000202F7" w:rsidRDefault="00D22D76" w:rsidP="00D22D7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D22D76">
              <w:t>Je kunt de inventarisatiegegevens overzichtelijk en compleet rapporteren.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  <w:vAlign w:val="center"/>
          </w:tcPr>
          <w:p w14:paraId="02EBB0C4" w14:textId="77777777" w:rsidR="00D22D76" w:rsidRPr="00350247" w:rsidRDefault="00D22D76" w:rsidP="00D22D76">
            <w:pPr>
              <w:jc w:val="center"/>
            </w:pPr>
          </w:p>
        </w:tc>
      </w:tr>
      <w:tr w:rsidR="00A4676D" w14:paraId="09766B12" w14:textId="77777777" w:rsidTr="00D36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0C0CAF15" w14:textId="77777777" w:rsidR="00A4676D" w:rsidRPr="00350247" w:rsidRDefault="00A4676D" w:rsidP="00A4676D">
            <w:r>
              <w:t>3</w:t>
            </w:r>
          </w:p>
        </w:tc>
        <w:tc>
          <w:tcPr>
            <w:tcW w:w="7579" w:type="dxa"/>
            <w:shd w:val="clear" w:color="auto" w:fill="A9AEB6" w:themeFill="accent3"/>
          </w:tcPr>
          <w:p w14:paraId="5DA56283" w14:textId="4D0F84E5" w:rsidR="00A4676D" w:rsidRPr="006C06DC" w:rsidRDefault="001757E0" w:rsidP="00A46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1757E0">
              <w:rPr>
                <w:b/>
                <w:bCs/>
                <w:color w:val="003273" w:themeColor="text2"/>
              </w:rPr>
              <w:t>Je kunt informatie verzamelen, analyseren en beoordelen.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vAlign w:val="center"/>
          </w:tcPr>
          <w:p w14:paraId="2CC12A09" w14:textId="77777777" w:rsidR="00A4676D" w:rsidRPr="00350247" w:rsidRDefault="00A4676D" w:rsidP="00A4676D">
            <w:pPr>
              <w:jc w:val="center"/>
            </w:pPr>
          </w:p>
        </w:tc>
      </w:tr>
      <w:tr w:rsidR="00D22D76" w14:paraId="5C777343" w14:textId="77777777" w:rsidTr="00D368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1EF6562D" w14:textId="77777777" w:rsidR="00D22D76" w:rsidRPr="00350247" w:rsidRDefault="00D22D76" w:rsidP="00D22D76">
            <w:r>
              <w:t>3.1</w:t>
            </w:r>
          </w:p>
        </w:tc>
        <w:tc>
          <w:tcPr>
            <w:tcW w:w="7579" w:type="dxa"/>
          </w:tcPr>
          <w:p w14:paraId="6B54BE82" w14:textId="470E8C4A" w:rsidR="00D22D76" w:rsidRPr="00350247" w:rsidRDefault="00D22D76" w:rsidP="00D22D7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D22D76">
              <w:t>Je kunt informatie verzamelen over de materialen en middelen die gebruikt kunnen worden om een gebouw 'levend' te maken.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  <w:vAlign w:val="center"/>
          </w:tcPr>
          <w:p w14:paraId="2D1D69FA" w14:textId="4A53D445" w:rsidR="00D22D76" w:rsidRPr="00350247" w:rsidRDefault="00D22D76" w:rsidP="00D22D76">
            <w:pPr>
              <w:jc w:val="center"/>
            </w:pPr>
          </w:p>
        </w:tc>
      </w:tr>
      <w:tr w:rsidR="00D22D76" w14:paraId="3BE88121" w14:textId="77777777" w:rsidTr="00D36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27168B58" w14:textId="4FC0FE12" w:rsidR="00D22D76" w:rsidRDefault="00D22D76" w:rsidP="00D22D76">
            <w:r>
              <w:t>3.2</w:t>
            </w:r>
          </w:p>
        </w:tc>
        <w:tc>
          <w:tcPr>
            <w:tcW w:w="7579" w:type="dxa"/>
          </w:tcPr>
          <w:p w14:paraId="26EC7D58" w14:textId="7EE31983" w:rsidR="00D22D76" w:rsidRPr="003F001B" w:rsidRDefault="00D22D76" w:rsidP="00D22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2D76">
              <w:t>Je kunt de effecten van materialen en middelen op het milieu bepalen.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  <w:vAlign w:val="center"/>
          </w:tcPr>
          <w:p w14:paraId="599172A8" w14:textId="77777777" w:rsidR="00D22D76" w:rsidRPr="00350247" w:rsidRDefault="00D22D76" w:rsidP="00D22D76">
            <w:pPr>
              <w:jc w:val="center"/>
            </w:pPr>
          </w:p>
        </w:tc>
      </w:tr>
      <w:tr w:rsidR="00A4676D" w14:paraId="3BBA50CF" w14:textId="77777777" w:rsidTr="00D368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6D8DAA34" w14:textId="77777777" w:rsidR="00A4676D" w:rsidRPr="00350247" w:rsidRDefault="00A4676D" w:rsidP="00A4676D">
            <w:r>
              <w:t>4</w:t>
            </w:r>
          </w:p>
        </w:tc>
        <w:tc>
          <w:tcPr>
            <w:tcW w:w="7579" w:type="dxa"/>
            <w:shd w:val="clear" w:color="auto" w:fill="A9AEB6" w:themeFill="accent3"/>
          </w:tcPr>
          <w:p w14:paraId="6EC77710" w14:textId="6CACC487" w:rsidR="00A4676D" w:rsidRPr="00AE6192" w:rsidRDefault="001757E0" w:rsidP="00A467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  <w:r w:rsidRPr="001757E0">
              <w:rPr>
                <w:b/>
                <w:bCs/>
                <w:color w:val="003273" w:themeColor="text2"/>
              </w:rPr>
              <w:t>Je kunt een advies opstellen passend bij de mogelijkheden van het gebouw en de wensen en eisen van de opdrachtgever.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vAlign w:val="center"/>
          </w:tcPr>
          <w:p w14:paraId="752F897C" w14:textId="77777777" w:rsidR="00A4676D" w:rsidRPr="00350247" w:rsidRDefault="00A4676D" w:rsidP="00A4676D">
            <w:pPr>
              <w:jc w:val="center"/>
            </w:pPr>
          </w:p>
        </w:tc>
      </w:tr>
      <w:tr w:rsidR="00D22D76" w14:paraId="05EA0CA9" w14:textId="77777777" w:rsidTr="00D36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75BAEB4A" w14:textId="77777777" w:rsidR="00D22D76" w:rsidRDefault="00D22D76" w:rsidP="00D22D76">
            <w:r>
              <w:t>4.1</w:t>
            </w:r>
          </w:p>
        </w:tc>
        <w:tc>
          <w:tcPr>
            <w:tcW w:w="7579" w:type="dxa"/>
          </w:tcPr>
          <w:p w14:paraId="1EE16AC6" w14:textId="5F30F9CF" w:rsidR="00D22D76" w:rsidRPr="00350247" w:rsidRDefault="00D22D76" w:rsidP="00D22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2D76">
              <w:t>Je kunt de wensen van de opdrachtgever verwerken in een advies.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  <w:vAlign w:val="center"/>
          </w:tcPr>
          <w:p w14:paraId="48C9EF31" w14:textId="0D03350F" w:rsidR="00D22D76" w:rsidRPr="00350247" w:rsidRDefault="00D22D76" w:rsidP="00D22D76">
            <w:pPr>
              <w:jc w:val="center"/>
            </w:pPr>
          </w:p>
        </w:tc>
      </w:tr>
      <w:tr w:rsidR="00D22D76" w14:paraId="27FA1913" w14:textId="77777777" w:rsidTr="00D368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7EF46B69" w14:textId="77777777" w:rsidR="00D22D76" w:rsidRDefault="00D22D76" w:rsidP="00D22D76">
            <w:r>
              <w:t>4.2</w:t>
            </w:r>
          </w:p>
        </w:tc>
        <w:tc>
          <w:tcPr>
            <w:tcW w:w="7579" w:type="dxa"/>
          </w:tcPr>
          <w:p w14:paraId="01C987F2" w14:textId="227F6101" w:rsidR="00D22D76" w:rsidRPr="00350247" w:rsidRDefault="00D22D76" w:rsidP="00D22D7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D22D76">
              <w:t>Je kunt de mogelijkheden van duurzaamheid, biodiversiteit, eetbaar groen en duurzame energie toepassen in een advies over het gebouw en de directe omgeving en de keuzes beargumenteren.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  <w:vAlign w:val="center"/>
          </w:tcPr>
          <w:p w14:paraId="2B70F880" w14:textId="77777777" w:rsidR="00D22D76" w:rsidRPr="00350247" w:rsidRDefault="00D22D76" w:rsidP="00D22D76">
            <w:pPr>
              <w:jc w:val="center"/>
            </w:pPr>
          </w:p>
        </w:tc>
      </w:tr>
      <w:tr w:rsidR="00953FA1" w14:paraId="011AE0AC" w14:textId="77777777" w:rsidTr="00D36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43D90B7C" w14:textId="27C7A2DF" w:rsidR="00953FA1" w:rsidRDefault="00953FA1" w:rsidP="00D22D76">
            <w:r>
              <w:t>4.3</w:t>
            </w:r>
          </w:p>
        </w:tc>
        <w:tc>
          <w:tcPr>
            <w:tcW w:w="7579" w:type="dxa"/>
          </w:tcPr>
          <w:p w14:paraId="789A7932" w14:textId="18D46804" w:rsidR="00953FA1" w:rsidRPr="00953FA1" w:rsidRDefault="00953FA1" w:rsidP="00D22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3FA1">
              <w:t>Je kunt werken binnen het budget.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  <w:vAlign w:val="center"/>
          </w:tcPr>
          <w:p w14:paraId="59287B9B" w14:textId="77777777" w:rsidR="00953FA1" w:rsidRPr="00350247" w:rsidRDefault="00953FA1" w:rsidP="00D22D76">
            <w:pPr>
              <w:jc w:val="center"/>
            </w:pPr>
          </w:p>
        </w:tc>
      </w:tr>
      <w:tr w:rsidR="00D22D76" w14:paraId="0D94D114" w14:textId="77777777" w:rsidTr="00D368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31E4D0A9" w14:textId="58BF293E" w:rsidR="00D22D76" w:rsidRDefault="00D22D76" w:rsidP="00D22D76">
            <w:r>
              <w:t>4.</w:t>
            </w:r>
            <w:r w:rsidR="00953FA1">
              <w:t>4</w:t>
            </w:r>
          </w:p>
        </w:tc>
        <w:tc>
          <w:tcPr>
            <w:tcW w:w="7579" w:type="dxa"/>
          </w:tcPr>
          <w:p w14:paraId="3225B7B1" w14:textId="0C1125AB" w:rsidR="00D22D76" w:rsidRDefault="00D22D76" w:rsidP="00D22D7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D22D76">
              <w:t>Je kunt een advies presenteren.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2" w:type="dxa"/>
            <w:shd w:val="clear" w:color="auto" w:fill="F2F2F2" w:themeFill="background1" w:themeFillShade="F2"/>
            <w:vAlign w:val="center"/>
          </w:tcPr>
          <w:p w14:paraId="6C04C209" w14:textId="3215B1EF" w:rsidR="00D22D76" w:rsidRPr="00350247" w:rsidRDefault="00411E68" w:rsidP="00D22D76">
            <w:pPr>
              <w:jc w:val="center"/>
            </w:pPr>
            <w:r>
              <w:t>x</w:t>
            </w:r>
          </w:p>
        </w:tc>
      </w:tr>
      <w:tr w:rsidR="00714479" w14:paraId="2DEB0A81" w14:textId="77777777" w:rsidTr="006566B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11" w:type="dxa"/>
            <w:gridSpan w:val="3"/>
          </w:tcPr>
          <w:p w14:paraId="2FA02653" w14:textId="77777777" w:rsidR="00714479" w:rsidRDefault="00714479" w:rsidP="006566BE">
            <w:pPr>
              <w:jc w:val="center"/>
            </w:pPr>
          </w:p>
        </w:tc>
      </w:tr>
    </w:tbl>
    <w:p w14:paraId="2CFED43A" w14:textId="77777777" w:rsidR="00714479" w:rsidRDefault="00714479" w:rsidP="00714479">
      <w:pPr>
        <w:spacing w:after="160" w:line="259" w:lineRule="auto"/>
      </w:pPr>
    </w:p>
    <w:p w14:paraId="7A4BC76F" w14:textId="77777777" w:rsidR="00714479" w:rsidRDefault="00714479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  <w:sz w:val="30"/>
          <w:szCs w:val="32"/>
        </w:rPr>
      </w:pPr>
      <w:r>
        <w:br w:type="page"/>
      </w:r>
    </w:p>
    <w:p w14:paraId="3A43BFAB" w14:textId="6038B384" w:rsidR="006D77BB" w:rsidRDefault="004A7477" w:rsidP="006D77BB">
      <w:pPr>
        <w:pStyle w:val="Kop1"/>
      </w:pPr>
      <w:bookmarkStart w:id="3" w:name="_Toc121994365"/>
      <w:proofErr w:type="spellStart"/>
      <w:r>
        <w:t>Toetsgegevens</w:t>
      </w:r>
      <w:bookmarkEnd w:id="3"/>
      <w:proofErr w:type="spellEnd"/>
    </w:p>
    <w:p w14:paraId="65C95838" w14:textId="49310CDC" w:rsidR="00062F1A" w:rsidRPr="00062F1A" w:rsidRDefault="00FF5480" w:rsidP="00062F1A">
      <w:pPr>
        <w:pStyle w:val="Kop2"/>
      </w:pPr>
      <w:bookmarkStart w:id="4" w:name="_Toc121994366"/>
      <w:proofErr w:type="spellStart"/>
      <w:r>
        <w:t>Toetsmix</w:t>
      </w:r>
      <w:proofErr w:type="spellEnd"/>
      <w:r w:rsidR="0022469F">
        <w:t xml:space="preserve"> beroepsgerichte deel</w:t>
      </w:r>
      <w:bookmarkEnd w:id="4"/>
    </w:p>
    <w:tbl>
      <w:tblPr>
        <w:tblStyle w:val="Huisstijltabel01"/>
        <w:tblW w:w="0" w:type="auto"/>
        <w:tblLook w:val="04A0" w:firstRow="1" w:lastRow="0" w:firstColumn="1" w:lastColumn="0" w:noHBand="0" w:noVBand="1"/>
      </w:tblPr>
      <w:tblGrid>
        <w:gridCol w:w="2410"/>
        <w:gridCol w:w="1559"/>
      </w:tblGrid>
      <w:tr w:rsidR="00941BF6" w:rsidRPr="00DE6C2F" w14:paraId="09EC5D63" w14:textId="77777777" w:rsidTr="00FA25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4EC9553" w14:textId="77777777" w:rsidR="00941BF6" w:rsidRPr="00DE6C2F" w:rsidRDefault="00941BF6" w:rsidP="004C20C6">
            <w:pPr>
              <w:jc w:val="center"/>
              <w:rPr>
                <w:rFonts w:ascii="Arial" w:hAnsi="Arial"/>
                <w:b w:val="0"/>
                <w:bCs/>
              </w:rPr>
            </w:pPr>
            <w:r w:rsidRPr="00DE6C2F">
              <w:rPr>
                <w:rFonts w:ascii="Arial" w:hAnsi="Arial"/>
                <w:bCs/>
              </w:rPr>
              <w:t>Standaardtoetsen</w:t>
            </w:r>
          </w:p>
        </w:tc>
        <w:tc>
          <w:tcPr>
            <w:tcW w:w="1559" w:type="dxa"/>
          </w:tcPr>
          <w:p w14:paraId="332986A4" w14:textId="77777777" w:rsidR="00941BF6" w:rsidRPr="00DE6C2F" w:rsidRDefault="00941BF6" w:rsidP="004C20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bCs/>
              </w:rPr>
            </w:pPr>
            <w:r w:rsidRPr="00DE6C2F">
              <w:rPr>
                <w:rFonts w:ascii="Arial" w:hAnsi="Arial"/>
                <w:bCs/>
              </w:rPr>
              <w:t>Verplicht</w:t>
            </w:r>
          </w:p>
        </w:tc>
      </w:tr>
      <w:tr w:rsidR="00941BF6" w:rsidRPr="00DE6C2F" w14:paraId="32F296DE" w14:textId="77777777" w:rsidTr="006728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BC74939" w14:textId="430138A0" w:rsidR="00941BF6" w:rsidRPr="000876BA" w:rsidRDefault="00564987">
            <w:pPr>
              <w:pStyle w:val="Lijstalinea"/>
              <w:numPr>
                <w:ilvl w:val="0"/>
                <w:numId w:val="19"/>
              </w:numPr>
              <w:ind w:left="366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Product</w:t>
            </w:r>
          </w:p>
        </w:tc>
        <w:tc>
          <w:tcPr>
            <w:tcW w:w="1559" w:type="dxa"/>
            <w:vAlign w:val="center"/>
          </w:tcPr>
          <w:p w14:paraId="3750FAA1" w14:textId="59E2592C" w:rsidR="00941BF6" w:rsidRPr="00CC1566" w:rsidRDefault="00CC1566" w:rsidP="006728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 w:rsidRPr="00CC1566">
              <w:rPr>
                <w:rFonts w:ascii="Arial" w:hAnsi="Arial"/>
              </w:rPr>
              <w:t>x</w:t>
            </w:r>
          </w:p>
        </w:tc>
      </w:tr>
      <w:tr w:rsidR="00941BF6" w:rsidRPr="00DE6C2F" w14:paraId="54B2BA22" w14:textId="77777777" w:rsidTr="006728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F929991" w14:textId="5FCF3338" w:rsidR="00941BF6" w:rsidRPr="000876BA" w:rsidRDefault="00564987">
            <w:pPr>
              <w:pStyle w:val="Lijstalinea"/>
              <w:numPr>
                <w:ilvl w:val="0"/>
                <w:numId w:val="19"/>
              </w:numPr>
              <w:ind w:left="366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Presentatie</w:t>
            </w:r>
          </w:p>
        </w:tc>
        <w:tc>
          <w:tcPr>
            <w:tcW w:w="1559" w:type="dxa"/>
            <w:vAlign w:val="center"/>
          </w:tcPr>
          <w:p w14:paraId="561A1E20" w14:textId="38209D47" w:rsidR="00941BF6" w:rsidRPr="00CC1566" w:rsidRDefault="00CC1566" w:rsidP="0067281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</w:rPr>
            </w:pPr>
            <w:r w:rsidRPr="00CC1566">
              <w:rPr>
                <w:rFonts w:ascii="Arial" w:hAnsi="Arial"/>
              </w:rPr>
              <w:t>x</w:t>
            </w:r>
          </w:p>
        </w:tc>
      </w:tr>
    </w:tbl>
    <w:p w14:paraId="52F4369B" w14:textId="77777777" w:rsidR="003331D8" w:rsidRDefault="003331D8" w:rsidP="006910DB"/>
    <w:p w14:paraId="7F7CC258" w14:textId="28AC741C" w:rsidR="006910DB" w:rsidRDefault="0022469F" w:rsidP="006910DB">
      <w:pPr>
        <w:pStyle w:val="Kop2"/>
      </w:pPr>
      <w:bookmarkStart w:id="5" w:name="_Toc121994367"/>
      <w:r>
        <w:t xml:space="preserve">Uitleg beoordeling </w:t>
      </w:r>
      <w:proofErr w:type="spellStart"/>
      <w:r>
        <w:t>rubric</w:t>
      </w:r>
      <w:bookmarkEnd w:id="5"/>
      <w:proofErr w:type="spellEnd"/>
    </w:p>
    <w:p w14:paraId="7AEF0C91" w14:textId="1B2D5676" w:rsidR="00125386" w:rsidRPr="003E3D3B" w:rsidRDefault="003D5A72" w:rsidP="00125386">
      <w:r w:rsidRPr="003E3D3B">
        <w:t>Tijdens deze toets kun je een aantal succescriteria</w:t>
      </w:r>
      <w:r w:rsidR="00A56DDA" w:rsidRPr="003E3D3B">
        <w:t xml:space="preserve"> aantonen</w:t>
      </w:r>
      <w:r w:rsidR="00714479" w:rsidRPr="003E3D3B">
        <w:t xml:space="preserve"> (zie 1. Leerdoelen en succescriteria)</w:t>
      </w:r>
      <w:r w:rsidR="00A56DDA" w:rsidRPr="003E3D3B">
        <w:t>.</w:t>
      </w:r>
      <w:r w:rsidR="00EA0A42" w:rsidRPr="003E3D3B">
        <w:t xml:space="preserve"> </w:t>
      </w:r>
      <w:r w:rsidR="003E3D3B">
        <w:t xml:space="preserve">Je krijgt feedback </w:t>
      </w:r>
      <w:r w:rsidR="00A75AA9">
        <w:t>op de</w:t>
      </w:r>
      <w:r w:rsidR="00E65A31">
        <w:t>ze</w:t>
      </w:r>
      <w:r w:rsidR="00A75AA9">
        <w:t xml:space="preserve"> succescriteria</w:t>
      </w:r>
      <w:r w:rsidR="003E3D3B">
        <w:t xml:space="preserve">. </w:t>
      </w:r>
      <w:r w:rsidR="00B15C83">
        <w:t>Je wordt</w:t>
      </w:r>
      <w:r w:rsidR="00EA0A42" w:rsidRPr="003E3D3B">
        <w:t xml:space="preserve"> </w:t>
      </w:r>
      <w:r w:rsidR="00B15C83">
        <w:t xml:space="preserve">uiteindelijk </w:t>
      </w:r>
      <w:r w:rsidR="00EA0A42" w:rsidRPr="003E3D3B">
        <w:t xml:space="preserve">beoordeeld in de </w:t>
      </w:r>
      <w:r w:rsidR="00E36C73" w:rsidRPr="003E3D3B">
        <w:t xml:space="preserve">complete </w:t>
      </w:r>
      <w:proofErr w:type="spellStart"/>
      <w:r w:rsidR="00EA0A42" w:rsidRPr="003E3D3B">
        <w:t>rubric</w:t>
      </w:r>
      <w:proofErr w:type="spellEnd"/>
      <w:r w:rsidR="00E36C73" w:rsidRPr="003E3D3B">
        <w:t>.</w:t>
      </w:r>
      <w:r w:rsidR="00941BF6">
        <w:t xml:space="preserve"> Daarvoor wordt de feedback gebruikt.</w:t>
      </w:r>
    </w:p>
    <w:p w14:paraId="16F8DCD5" w14:textId="77777777" w:rsidR="00EA0A42" w:rsidRPr="00A56DDA" w:rsidRDefault="00EA0A42" w:rsidP="00125386">
      <w:pPr>
        <w:rPr>
          <w:color w:val="00B050"/>
        </w:rPr>
      </w:pPr>
    </w:p>
    <w:p w14:paraId="27A03417" w14:textId="3AFFBCFB" w:rsidR="006910DB" w:rsidRDefault="006910DB" w:rsidP="006910DB"/>
    <w:p w14:paraId="58DE13A8" w14:textId="7E92B8D3" w:rsidR="006910DB" w:rsidRPr="004C52B0" w:rsidRDefault="00AB48B5" w:rsidP="006910DB">
      <w:pPr>
        <w:pStyle w:val="Kop2"/>
      </w:pPr>
      <w:bookmarkStart w:id="6" w:name="_Toc121994368"/>
      <w:proofErr w:type="spellStart"/>
      <w:r w:rsidRPr="004C52B0">
        <w:t>Toetsduur</w:t>
      </w:r>
      <w:proofErr w:type="spellEnd"/>
      <w:r w:rsidR="00D1525C" w:rsidRPr="004C52B0">
        <w:t xml:space="preserve"> </w:t>
      </w:r>
      <w:r w:rsidR="004C52B0" w:rsidRPr="004C52B0">
        <w:t>Presentatie Het levende gebouw</w:t>
      </w:r>
      <w:bookmarkEnd w:id="6"/>
    </w:p>
    <w:p w14:paraId="4DF9B813" w14:textId="546C8772" w:rsidR="00AB48B5" w:rsidRDefault="00CC1566" w:rsidP="00AB48B5">
      <w:r>
        <w:t xml:space="preserve">Voorbereiding </w:t>
      </w:r>
      <w:r w:rsidR="002F574C">
        <w:t>1 week, presentatie (in overleg met docent)</w:t>
      </w:r>
    </w:p>
    <w:p w14:paraId="54DEABB6" w14:textId="77777777" w:rsidR="004B1C9D" w:rsidRDefault="004B1C9D" w:rsidP="00AB48B5"/>
    <w:p w14:paraId="329577D9" w14:textId="2E0232A3" w:rsidR="00AB48B5" w:rsidRDefault="00AB48B5" w:rsidP="00AB48B5">
      <w:pPr>
        <w:pStyle w:val="Kop2"/>
      </w:pPr>
      <w:bookmarkStart w:id="7" w:name="_Toc121994369"/>
      <w:r>
        <w:t>Herkansingen</w:t>
      </w:r>
      <w:bookmarkEnd w:id="7"/>
    </w:p>
    <w:p w14:paraId="0001B2C4" w14:textId="4A226E18" w:rsidR="006910DB" w:rsidRPr="006910DB" w:rsidRDefault="00810B77" w:rsidP="006910DB">
      <w:r>
        <w:t xml:space="preserve">Als je lager dan een 5,5 haalt voor de </w:t>
      </w:r>
      <w:r w:rsidR="00D1525C">
        <w:t xml:space="preserve">complete </w:t>
      </w:r>
      <w:proofErr w:type="spellStart"/>
      <w:r>
        <w:t>rubric</w:t>
      </w:r>
      <w:proofErr w:type="spellEnd"/>
      <w:r>
        <w:t>, k</w:t>
      </w:r>
      <w:r w:rsidR="00050E6A">
        <w:t xml:space="preserve">ies je in overleg met de studiecoach </w:t>
      </w:r>
      <w:r w:rsidR="00BD1A48">
        <w:t xml:space="preserve">de succescriteria die je gaat herkansen. Je bespreekt hoe en wanneer je dat gaat doen. Dit wordt vastgelegd in </w:t>
      </w:r>
      <w:r w:rsidR="004B1C9D">
        <w:t xml:space="preserve">Osiris. </w:t>
      </w:r>
    </w:p>
    <w:p w14:paraId="43E8FFE5" w14:textId="77777777" w:rsidR="006910DB" w:rsidRPr="006910DB" w:rsidRDefault="006910DB" w:rsidP="006910DB"/>
    <w:p w14:paraId="0721FCE1" w14:textId="77777777" w:rsidR="003E3D3B" w:rsidRDefault="003E3D3B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  <w:sz w:val="30"/>
          <w:szCs w:val="32"/>
        </w:rPr>
      </w:pPr>
      <w:r>
        <w:br w:type="page"/>
      </w:r>
    </w:p>
    <w:p w14:paraId="1787A366" w14:textId="37E66920" w:rsidR="007E1697" w:rsidRDefault="007E1697" w:rsidP="007E1697">
      <w:pPr>
        <w:pStyle w:val="Kop1"/>
      </w:pPr>
      <w:bookmarkStart w:id="8" w:name="_Toc121994370"/>
      <w:r>
        <w:t>Opdracht</w:t>
      </w:r>
      <w:bookmarkEnd w:id="8"/>
    </w:p>
    <w:p w14:paraId="0C3312DD" w14:textId="04E615F8" w:rsidR="00311C8B" w:rsidRDefault="00311C8B" w:rsidP="00311C8B"/>
    <w:p w14:paraId="09E57DE6" w14:textId="3AFBBAAD" w:rsidR="009C4A4F" w:rsidRDefault="009C4A4F" w:rsidP="00311C8B">
      <w:r>
        <w:t>Je hebt een adviesrapport opgesteld. Dit ga je presenteren aan de opdrachtgever.</w:t>
      </w:r>
      <w:r w:rsidR="0058135F">
        <w:t xml:space="preserve"> </w:t>
      </w:r>
      <w:r w:rsidR="00A302B2">
        <w:t>Overleg met de docent wanneer</w:t>
      </w:r>
      <w:r w:rsidR="005274D0">
        <w:t xml:space="preserve"> en </w:t>
      </w:r>
      <w:r w:rsidR="00A302B2">
        <w:t>waar je de presentatie geeft</w:t>
      </w:r>
      <w:r w:rsidR="005274D0">
        <w:t xml:space="preserve"> en hoe lang deze mag duren</w:t>
      </w:r>
      <w:r w:rsidR="00A302B2">
        <w:t>.</w:t>
      </w:r>
    </w:p>
    <w:p w14:paraId="66356007" w14:textId="58A5ECC6" w:rsidR="005274D0" w:rsidRDefault="005274D0" w:rsidP="00311C8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3969"/>
      </w:tblGrid>
      <w:tr w:rsidR="005274D0" w14:paraId="1F875576" w14:textId="77777777" w:rsidTr="006304D1">
        <w:trPr>
          <w:trHeight w:val="522"/>
        </w:trPr>
        <w:tc>
          <w:tcPr>
            <w:tcW w:w="1271" w:type="dxa"/>
            <w:shd w:val="clear" w:color="auto" w:fill="E6CDFF"/>
            <w:vAlign w:val="center"/>
          </w:tcPr>
          <w:p w14:paraId="76444E92" w14:textId="32CB25F3" w:rsidR="005274D0" w:rsidRPr="006304D1" w:rsidRDefault="005274D0" w:rsidP="00311C8B">
            <w:pPr>
              <w:rPr>
                <w:b/>
                <w:bCs/>
              </w:rPr>
            </w:pPr>
            <w:r w:rsidRPr="006304D1">
              <w:rPr>
                <w:b/>
                <w:bCs/>
              </w:rPr>
              <w:t>Wanneer</w:t>
            </w:r>
          </w:p>
        </w:tc>
        <w:tc>
          <w:tcPr>
            <w:tcW w:w="3969" w:type="dxa"/>
            <w:vAlign w:val="center"/>
          </w:tcPr>
          <w:p w14:paraId="3587384B" w14:textId="77777777" w:rsidR="005274D0" w:rsidRDefault="005274D0" w:rsidP="00311C8B"/>
        </w:tc>
      </w:tr>
      <w:tr w:rsidR="005274D0" w14:paraId="71CA71AE" w14:textId="77777777" w:rsidTr="006304D1">
        <w:trPr>
          <w:trHeight w:val="522"/>
        </w:trPr>
        <w:tc>
          <w:tcPr>
            <w:tcW w:w="1271" w:type="dxa"/>
            <w:shd w:val="clear" w:color="auto" w:fill="E6CDFF"/>
            <w:vAlign w:val="center"/>
          </w:tcPr>
          <w:p w14:paraId="25E65CE5" w14:textId="7B8E1588" w:rsidR="005274D0" w:rsidRPr="006304D1" w:rsidRDefault="005274D0" w:rsidP="00311C8B">
            <w:pPr>
              <w:rPr>
                <w:b/>
                <w:bCs/>
              </w:rPr>
            </w:pPr>
            <w:r w:rsidRPr="006304D1">
              <w:rPr>
                <w:b/>
                <w:bCs/>
              </w:rPr>
              <w:t>Waar</w:t>
            </w:r>
          </w:p>
        </w:tc>
        <w:tc>
          <w:tcPr>
            <w:tcW w:w="3969" w:type="dxa"/>
            <w:vAlign w:val="center"/>
          </w:tcPr>
          <w:p w14:paraId="11868C8B" w14:textId="77777777" w:rsidR="005274D0" w:rsidRDefault="005274D0" w:rsidP="00311C8B"/>
        </w:tc>
      </w:tr>
      <w:tr w:rsidR="005274D0" w14:paraId="1B06EC85" w14:textId="77777777" w:rsidTr="006304D1">
        <w:trPr>
          <w:trHeight w:val="522"/>
        </w:trPr>
        <w:tc>
          <w:tcPr>
            <w:tcW w:w="1271" w:type="dxa"/>
            <w:shd w:val="clear" w:color="auto" w:fill="E6CDFF"/>
            <w:vAlign w:val="center"/>
          </w:tcPr>
          <w:p w14:paraId="7E782175" w14:textId="68B1C191" w:rsidR="005274D0" w:rsidRPr="006304D1" w:rsidRDefault="006304D1" w:rsidP="00311C8B">
            <w:pPr>
              <w:rPr>
                <w:b/>
                <w:bCs/>
              </w:rPr>
            </w:pPr>
            <w:r w:rsidRPr="006304D1">
              <w:rPr>
                <w:b/>
                <w:bCs/>
              </w:rPr>
              <w:t>Tijdsduur</w:t>
            </w:r>
          </w:p>
        </w:tc>
        <w:tc>
          <w:tcPr>
            <w:tcW w:w="3969" w:type="dxa"/>
            <w:vAlign w:val="center"/>
          </w:tcPr>
          <w:p w14:paraId="61A89271" w14:textId="77777777" w:rsidR="005274D0" w:rsidRDefault="005274D0" w:rsidP="00311C8B"/>
        </w:tc>
      </w:tr>
    </w:tbl>
    <w:p w14:paraId="70794092" w14:textId="29ECE707" w:rsidR="005274D0" w:rsidRDefault="005274D0" w:rsidP="00311C8B"/>
    <w:p w14:paraId="43206555" w14:textId="77777777" w:rsidR="009C4A4F" w:rsidRDefault="009C4A4F" w:rsidP="00311C8B"/>
    <w:p w14:paraId="5C01C809" w14:textId="1BF770F5" w:rsidR="005274D0" w:rsidRDefault="00A302B2">
      <w:pPr>
        <w:pStyle w:val="Lijstalinea"/>
        <w:numPr>
          <w:ilvl w:val="0"/>
          <w:numId w:val="18"/>
        </w:numPr>
        <w:ind w:left="284" w:hanging="284"/>
      </w:pPr>
      <w:r>
        <w:t>Bereid de presentatie voor.</w:t>
      </w:r>
      <w:r w:rsidR="00FD69D5">
        <w:t xml:space="preserve"> Maak gebruik van audiovisuele middelen ter ondersteuning.</w:t>
      </w:r>
      <w:r w:rsidR="004B6B8C">
        <w:t xml:space="preserve"> Denk aan: PowerPoint, </w:t>
      </w:r>
      <w:proofErr w:type="spellStart"/>
      <w:r w:rsidR="004B6B8C">
        <w:t>Prezi</w:t>
      </w:r>
      <w:proofErr w:type="spellEnd"/>
      <w:r w:rsidR="004B6B8C">
        <w:t xml:space="preserve">, maquette, </w:t>
      </w:r>
      <w:proofErr w:type="spellStart"/>
      <w:r w:rsidR="004B6B8C">
        <w:t>moodboard</w:t>
      </w:r>
      <w:proofErr w:type="spellEnd"/>
      <w:r w:rsidR="005274D0">
        <w:t xml:space="preserve"> enz.</w:t>
      </w:r>
      <w:r w:rsidR="00E0193A">
        <w:br/>
      </w:r>
      <w:r w:rsidR="00E0193A">
        <w:br/>
        <w:t>Als je in een groepje werkt, verdeel dan de taken</w:t>
      </w:r>
      <w:r w:rsidR="00C83428">
        <w:t xml:space="preserve"> en zorg ervoor dat iedereen een deel presenteert.</w:t>
      </w:r>
      <w:r w:rsidR="005274D0">
        <w:br/>
      </w:r>
    </w:p>
    <w:p w14:paraId="2F9E64C3" w14:textId="77777777" w:rsidR="00207750" w:rsidRDefault="006304D1">
      <w:pPr>
        <w:pStyle w:val="Lijstalinea"/>
        <w:numPr>
          <w:ilvl w:val="0"/>
          <w:numId w:val="18"/>
        </w:numPr>
        <w:ind w:left="284" w:hanging="284"/>
      </w:pPr>
      <w:r>
        <w:t xml:space="preserve">Presenteer </w:t>
      </w:r>
      <w:r w:rsidR="005F6416">
        <w:t>het advies</w:t>
      </w:r>
      <w:r w:rsidR="00207750">
        <w:t>:</w:t>
      </w:r>
    </w:p>
    <w:p w14:paraId="4CC89F3B" w14:textId="77777777" w:rsidR="00207750" w:rsidRDefault="00207750">
      <w:pPr>
        <w:pStyle w:val="Lijstalinea"/>
        <w:numPr>
          <w:ilvl w:val="0"/>
          <w:numId w:val="21"/>
        </w:numPr>
      </w:pPr>
      <w:r>
        <w:t>Gebruik de hulpmiddelen.</w:t>
      </w:r>
    </w:p>
    <w:p w14:paraId="27F1F568" w14:textId="2CA434CD" w:rsidR="00207750" w:rsidRDefault="00207750">
      <w:pPr>
        <w:pStyle w:val="Lijstalinea"/>
        <w:numPr>
          <w:ilvl w:val="0"/>
          <w:numId w:val="21"/>
        </w:numPr>
      </w:pPr>
      <w:r>
        <w:t>Pas je non-verbale en verbale communicatie aan, aan de doelgroep.</w:t>
      </w:r>
    </w:p>
    <w:p w14:paraId="48AD5725" w14:textId="58613086" w:rsidR="007B6B6E" w:rsidRDefault="006E5DB8">
      <w:pPr>
        <w:pStyle w:val="Lijstalinea"/>
        <w:numPr>
          <w:ilvl w:val="0"/>
          <w:numId w:val="21"/>
        </w:numPr>
      </w:pPr>
      <w:r>
        <w:t>Beantwoord de vragen die je krijgt.</w:t>
      </w:r>
      <w:r w:rsidR="00E33CBD">
        <w:br/>
      </w:r>
      <w:r w:rsidR="00E33CBD">
        <w:br/>
      </w:r>
      <w:r w:rsidR="007B6B6E">
        <w:br w:type="page"/>
      </w:r>
    </w:p>
    <w:p w14:paraId="165CC8EC" w14:textId="77777777" w:rsidR="00A64907" w:rsidRDefault="00A64907" w:rsidP="007E1697">
      <w:pPr>
        <w:pStyle w:val="Kop1"/>
        <w:sectPr w:rsidR="00A64907" w:rsidSect="0067258F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 w:code="9"/>
          <w:pgMar w:top="1559" w:right="1361" w:bottom="1418" w:left="1134" w:header="539" w:footer="510" w:gutter="0"/>
          <w:cols w:space="708"/>
          <w:titlePg/>
          <w:docGrid w:linePitch="360"/>
        </w:sectPr>
      </w:pPr>
    </w:p>
    <w:p w14:paraId="0D4A18A1" w14:textId="0E977FB2" w:rsidR="000456FD" w:rsidRPr="000456FD" w:rsidRDefault="0066197B" w:rsidP="007A24A6">
      <w:pPr>
        <w:pStyle w:val="Kop1"/>
        <w:spacing w:after="0" w:line="240" w:lineRule="auto"/>
        <w:ind w:right="-1023"/>
        <w:rPr>
          <w:sz w:val="20"/>
          <w:szCs w:val="20"/>
        </w:rPr>
      </w:pPr>
      <w:bookmarkStart w:id="9" w:name="_Toc121994371"/>
      <w:r w:rsidRPr="003E3D3B">
        <w:t>Feedback</w:t>
      </w:r>
      <w:r w:rsidR="005E35AA" w:rsidRPr="003E3D3B">
        <w:t xml:space="preserve"> bij toets </w:t>
      </w:r>
      <w:bookmarkEnd w:id="9"/>
      <w:r w:rsidR="00835B02">
        <w:t>Presentatie</w:t>
      </w:r>
    </w:p>
    <w:p w14:paraId="3B5B5454" w14:textId="77777777" w:rsidR="000456FD" w:rsidRDefault="000456FD" w:rsidP="000456FD">
      <w:pPr>
        <w:pStyle w:val="Kop1"/>
        <w:numPr>
          <w:ilvl w:val="0"/>
          <w:numId w:val="0"/>
        </w:numPr>
        <w:spacing w:after="0" w:line="240" w:lineRule="auto"/>
        <w:ind w:right="-1023"/>
        <w:rPr>
          <w:sz w:val="20"/>
          <w:szCs w:val="20"/>
        </w:rPr>
      </w:pPr>
    </w:p>
    <w:p w14:paraId="43C2C257" w14:textId="752A02D7" w:rsidR="00783127" w:rsidRPr="00783127" w:rsidRDefault="00783127" w:rsidP="00783127">
      <w:pPr>
        <w:rPr>
          <w:b/>
          <w:bCs/>
          <w:i/>
          <w:iCs/>
          <w:sz w:val="14"/>
          <w:szCs w:val="14"/>
        </w:rPr>
      </w:pPr>
      <w:r w:rsidRPr="00783127">
        <w:rPr>
          <w:bCs/>
          <w:i/>
          <w:iCs/>
          <w:sz w:val="14"/>
          <w:szCs w:val="14"/>
        </w:rPr>
        <w:t>0 = niet aangetoond (je hebt het nauwelijks/helemaal niet laten zien)</w:t>
      </w:r>
      <w:r w:rsidR="009309F0">
        <w:rPr>
          <w:bCs/>
          <w:i/>
          <w:iCs/>
          <w:sz w:val="14"/>
          <w:szCs w:val="14"/>
        </w:rPr>
        <w:t xml:space="preserve">, </w:t>
      </w:r>
    </w:p>
    <w:p w14:paraId="21A64C23" w14:textId="588350BF" w:rsidR="00783127" w:rsidRPr="00783127" w:rsidRDefault="00783127" w:rsidP="00783127">
      <w:pPr>
        <w:tabs>
          <w:tab w:val="left" w:pos="378"/>
        </w:tabs>
        <w:rPr>
          <w:b/>
          <w:bCs/>
          <w:i/>
          <w:iCs/>
          <w:sz w:val="14"/>
          <w:szCs w:val="14"/>
        </w:rPr>
      </w:pPr>
      <w:r w:rsidRPr="00783127">
        <w:rPr>
          <w:bCs/>
          <w:i/>
          <w:iCs/>
          <w:sz w:val="14"/>
          <w:szCs w:val="14"/>
        </w:rPr>
        <w:t>1 = gedeeltelijk aangetoond (je hebt het laten zien maar nog niet compleet/nog niet overtuigend/nog niet elke keer)</w:t>
      </w:r>
    </w:p>
    <w:p w14:paraId="765C95A3" w14:textId="37CF0B12" w:rsidR="00783127" w:rsidRPr="00783127" w:rsidRDefault="00783127" w:rsidP="00783127">
      <w:pPr>
        <w:rPr>
          <w:i/>
          <w:iCs/>
          <w:sz w:val="14"/>
          <w:szCs w:val="14"/>
        </w:rPr>
      </w:pPr>
      <w:r w:rsidRPr="00783127">
        <w:rPr>
          <w:bCs/>
          <w:i/>
          <w:iCs/>
          <w:sz w:val="14"/>
          <w:szCs w:val="14"/>
        </w:rPr>
        <w:t>2 = aangetoond</w:t>
      </w:r>
      <w:r w:rsidR="00160EC1">
        <w:rPr>
          <w:bCs/>
          <w:i/>
          <w:iCs/>
          <w:sz w:val="14"/>
          <w:szCs w:val="14"/>
        </w:rPr>
        <w:t xml:space="preserve"> </w:t>
      </w:r>
      <w:r w:rsidRPr="00783127">
        <w:rPr>
          <w:bCs/>
          <w:i/>
          <w:iCs/>
          <w:sz w:val="14"/>
          <w:szCs w:val="14"/>
        </w:rPr>
        <w:t>(je hebt het duidelijk/overtuigend/steeds laten zien)</w:t>
      </w:r>
    </w:p>
    <w:tbl>
      <w:tblPr>
        <w:tblStyle w:val="Tabelraster10"/>
        <w:tblW w:w="15593" w:type="dxa"/>
        <w:tblInd w:w="-851" w:type="dxa"/>
        <w:tblLook w:val="04A0" w:firstRow="1" w:lastRow="0" w:firstColumn="1" w:lastColumn="0" w:noHBand="0" w:noVBand="1"/>
      </w:tblPr>
      <w:tblGrid>
        <w:gridCol w:w="631"/>
        <w:gridCol w:w="8017"/>
        <w:gridCol w:w="527"/>
        <w:gridCol w:w="7"/>
        <w:gridCol w:w="2132"/>
        <w:gridCol w:w="2139"/>
        <w:gridCol w:w="2140"/>
      </w:tblGrid>
      <w:tr w:rsidR="00CC1566" w:rsidRPr="009F2CC1" w14:paraId="74218ADC" w14:textId="12B53B1F" w:rsidTr="00CC1566">
        <w:trPr>
          <w:cantSplit/>
          <w:trHeight w:val="595"/>
        </w:trPr>
        <w:tc>
          <w:tcPr>
            <w:tcW w:w="8648" w:type="dxa"/>
            <w:gridSpan w:val="2"/>
            <w:tcBorders>
              <w:top w:val="nil"/>
              <w:left w:val="nil"/>
            </w:tcBorders>
            <w:shd w:val="clear" w:color="auto" w:fill="auto"/>
            <w:vAlign w:val="bottom"/>
          </w:tcPr>
          <w:p w14:paraId="3A0E9630" w14:textId="4FE6DA52" w:rsidR="00CC1566" w:rsidRPr="009F2CC1" w:rsidRDefault="00CC1566" w:rsidP="001D18E7">
            <w:pPr>
              <w:keepNext/>
              <w:tabs>
                <w:tab w:val="left" w:pos="177"/>
                <w:tab w:val="left" w:pos="318"/>
                <w:tab w:val="left" w:pos="2835"/>
                <w:tab w:val="right" w:pos="7088"/>
              </w:tabs>
              <w:spacing w:line="240" w:lineRule="auto"/>
              <w:jc w:val="right"/>
              <w:rPr>
                <w:rFonts w:ascii="Arial" w:hAnsi="Arial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534" w:type="dxa"/>
            <w:gridSpan w:val="2"/>
            <w:shd w:val="clear" w:color="auto" w:fill="9196CA" w:themeFill="accent1"/>
            <w:textDirection w:val="btLr"/>
          </w:tcPr>
          <w:p w14:paraId="5CA47EEF" w14:textId="43511081" w:rsidR="00CC1566" w:rsidRPr="000A0974" w:rsidRDefault="00CC1566" w:rsidP="000A0974">
            <w:pPr>
              <w:spacing w:line="240" w:lineRule="auto"/>
              <w:ind w:left="113" w:right="113"/>
              <w:jc w:val="both"/>
              <w:rPr>
                <w:rFonts w:ascii="Arial" w:eastAsia="Calibri" w:hAnsi="Arial"/>
                <w:b/>
                <w:bCs/>
                <w:color w:val="003273" w:themeColor="text2"/>
                <w:sz w:val="12"/>
                <w:szCs w:val="12"/>
              </w:rPr>
            </w:pPr>
            <w:r w:rsidRPr="000A0974">
              <w:rPr>
                <w:rFonts w:ascii="Arial" w:eastAsia="Calibri" w:hAnsi="Arial"/>
                <w:b/>
                <w:bCs/>
                <w:color w:val="003273" w:themeColor="text2"/>
                <w:sz w:val="12"/>
                <w:szCs w:val="12"/>
              </w:rPr>
              <w:t>Toets</w:t>
            </w:r>
            <w:r>
              <w:rPr>
                <w:rFonts w:ascii="Arial" w:eastAsia="Calibri" w:hAnsi="Arial"/>
                <w:b/>
                <w:bCs/>
                <w:color w:val="003273" w:themeColor="text2"/>
                <w:sz w:val="12"/>
                <w:szCs w:val="12"/>
              </w:rPr>
              <w:t xml:space="preserve"> </w:t>
            </w:r>
            <w:r w:rsidRPr="004F3D09">
              <w:rPr>
                <w:rFonts w:ascii="Arial" w:eastAsia="Calibri" w:hAnsi="Arial"/>
                <w:b/>
                <w:bCs/>
                <w:color w:val="003273" w:themeColor="text2"/>
                <w:sz w:val="8"/>
                <w:szCs w:val="8"/>
              </w:rPr>
              <w:t>opdracht</w:t>
            </w:r>
          </w:p>
        </w:tc>
        <w:tc>
          <w:tcPr>
            <w:tcW w:w="6411" w:type="dxa"/>
            <w:gridSpan w:val="3"/>
            <w:shd w:val="clear" w:color="auto" w:fill="9196CA" w:themeFill="accent1"/>
            <w:vAlign w:val="center"/>
          </w:tcPr>
          <w:p w14:paraId="56EF1B04" w14:textId="77777777" w:rsidR="00CC1566" w:rsidRDefault="00CC1566" w:rsidP="00C868BE">
            <w:pPr>
              <w:tabs>
                <w:tab w:val="left" w:pos="870"/>
              </w:tabs>
              <w:spacing w:line="240" w:lineRule="auto"/>
              <w:rPr>
                <w:rFonts w:ascii="Arial" w:eastAsia="Calibri" w:hAnsi="Arial"/>
                <w:b/>
                <w:bCs/>
                <w:color w:val="003273" w:themeColor="text2"/>
                <w:sz w:val="16"/>
                <w:szCs w:val="16"/>
              </w:rPr>
            </w:pPr>
            <w:r>
              <w:rPr>
                <w:rFonts w:ascii="Arial" w:eastAsia="Calibri" w:hAnsi="Arial"/>
                <w:b/>
                <w:bCs/>
                <w:color w:val="003273" w:themeColor="text2"/>
                <w:sz w:val="16"/>
                <w:szCs w:val="16"/>
              </w:rPr>
              <w:t>Tussentijdse f</w:t>
            </w:r>
            <w:r w:rsidRPr="009F2CC1">
              <w:rPr>
                <w:rFonts w:ascii="Arial" w:eastAsia="Calibri" w:hAnsi="Arial"/>
                <w:b/>
                <w:bCs/>
                <w:color w:val="003273" w:themeColor="text2"/>
                <w:sz w:val="16"/>
                <w:szCs w:val="16"/>
              </w:rPr>
              <w:t>eedbac</w:t>
            </w:r>
            <w:r>
              <w:rPr>
                <w:rFonts w:ascii="Arial" w:eastAsia="Calibri" w:hAnsi="Arial"/>
                <w:b/>
                <w:bCs/>
                <w:color w:val="003273" w:themeColor="text2"/>
                <w:sz w:val="16"/>
                <w:szCs w:val="16"/>
              </w:rPr>
              <w:t>k</w:t>
            </w:r>
          </w:p>
          <w:p w14:paraId="578FD9BD" w14:textId="75A88F63" w:rsidR="00CC1566" w:rsidRPr="009F2CC1" w:rsidRDefault="00CC1566" w:rsidP="00C868BE">
            <w:pPr>
              <w:spacing w:line="240" w:lineRule="auto"/>
              <w:rPr>
                <w:rFonts w:ascii="Arial" w:eastAsia="Calibri" w:hAnsi="Arial"/>
                <w:b/>
                <w:bCs/>
              </w:rPr>
            </w:pPr>
            <w:r w:rsidRPr="009F2CC1"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>(</w:t>
            </w:r>
            <w:r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 xml:space="preserve">De student verzamelt tussentijds feedback per succescriterium in de ELO. Het project wordt pas </w:t>
            </w:r>
            <w:r w:rsidRPr="009F2CC1"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>beoordeel</w:t>
            </w:r>
            <w:r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>d</w:t>
            </w:r>
            <w:r w:rsidRPr="009F2CC1"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 xml:space="preserve"> </w:t>
            </w:r>
            <w:r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 xml:space="preserve">in de </w:t>
            </w:r>
            <w:proofErr w:type="spellStart"/>
            <w:r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>rubric</w:t>
            </w:r>
            <w:proofErr w:type="spellEnd"/>
            <w:r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 xml:space="preserve"> </w:t>
            </w:r>
            <w:r w:rsidRPr="009F2CC1"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 xml:space="preserve">als </w:t>
            </w:r>
            <w:r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>de student</w:t>
            </w:r>
            <w:r w:rsidRPr="009F2CC1"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 xml:space="preserve"> er klaar voor is of op het einde van </w:t>
            </w:r>
            <w:r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>het project.</w:t>
            </w:r>
            <w:r w:rsidRPr="009F2CC1">
              <w:rPr>
                <w:rFonts w:ascii="Arial" w:eastAsia="Calibri" w:hAnsi="Arial"/>
                <w:i/>
                <w:iCs/>
                <w:color w:val="003273" w:themeColor="text2"/>
                <w:sz w:val="16"/>
                <w:szCs w:val="16"/>
              </w:rPr>
              <w:t>)</w:t>
            </w:r>
          </w:p>
        </w:tc>
      </w:tr>
      <w:tr w:rsidR="00CC1566" w:rsidRPr="009F2CC1" w14:paraId="78E4DB08" w14:textId="77777777" w:rsidTr="00CC1566">
        <w:trPr>
          <w:trHeight w:val="360"/>
        </w:trPr>
        <w:tc>
          <w:tcPr>
            <w:tcW w:w="631" w:type="dxa"/>
            <w:shd w:val="clear" w:color="auto" w:fill="003273" w:themeFill="text2"/>
            <w:vAlign w:val="center"/>
          </w:tcPr>
          <w:p w14:paraId="45D921D7" w14:textId="6653A5F7" w:rsidR="00CC1566" w:rsidRPr="009F2CC1" w:rsidRDefault="00CC1566" w:rsidP="009F2CC1">
            <w:pPr>
              <w:spacing w:line="240" w:lineRule="auto"/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</w:pPr>
            <w:r>
              <w:br w:type="page"/>
            </w:r>
            <w:r w:rsidRPr="009F2CC1"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  <w:t>Nr.</w:t>
            </w:r>
          </w:p>
        </w:tc>
        <w:tc>
          <w:tcPr>
            <w:tcW w:w="8017" w:type="dxa"/>
            <w:shd w:val="clear" w:color="auto" w:fill="003273" w:themeFill="text2"/>
            <w:vAlign w:val="center"/>
          </w:tcPr>
          <w:p w14:paraId="35F42221" w14:textId="77777777" w:rsidR="00CC1566" w:rsidRPr="009F2CC1" w:rsidRDefault="00CC1566" w:rsidP="009F2CC1">
            <w:pPr>
              <w:spacing w:line="240" w:lineRule="auto"/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</w:pPr>
            <w:r w:rsidRPr="009F2CC1"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  <w:t>Succescriterium</w:t>
            </w:r>
          </w:p>
        </w:tc>
        <w:tc>
          <w:tcPr>
            <w:tcW w:w="527" w:type="dxa"/>
            <w:shd w:val="clear" w:color="auto" w:fill="003273" w:themeFill="text2"/>
          </w:tcPr>
          <w:p w14:paraId="0874D6E5" w14:textId="77777777" w:rsidR="00CC1566" w:rsidRPr="009F2CC1" w:rsidRDefault="00CC1566" w:rsidP="009F2CC1">
            <w:pPr>
              <w:spacing w:line="240" w:lineRule="auto"/>
              <w:jc w:val="center"/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</w:pPr>
          </w:p>
        </w:tc>
        <w:tc>
          <w:tcPr>
            <w:tcW w:w="2139" w:type="dxa"/>
            <w:gridSpan w:val="2"/>
            <w:shd w:val="clear" w:color="auto" w:fill="003273" w:themeFill="text2"/>
            <w:vAlign w:val="center"/>
          </w:tcPr>
          <w:p w14:paraId="7A4CD4FB" w14:textId="7D99D972" w:rsidR="00CC1566" w:rsidRPr="009F2CC1" w:rsidRDefault="00CC1566" w:rsidP="009F2CC1">
            <w:pPr>
              <w:spacing w:line="240" w:lineRule="auto"/>
              <w:jc w:val="center"/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</w:pPr>
            <w:r w:rsidRPr="009F2CC1"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  <w:t>Score 0</w:t>
            </w:r>
          </w:p>
        </w:tc>
        <w:tc>
          <w:tcPr>
            <w:tcW w:w="2139" w:type="dxa"/>
            <w:shd w:val="clear" w:color="auto" w:fill="003273" w:themeFill="text2"/>
            <w:vAlign w:val="center"/>
          </w:tcPr>
          <w:p w14:paraId="7093959F" w14:textId="77777777" w:rsidR="00CC1566" w:rsidRPr="009F2CC1" w:rsidRDefault="00CC1566" w:rsidP="009F2CC1">
            <w:pPr>
              <w:spacing w:line="240" w:lineRule="auto"/>
              <w:jc w:val="center"/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</w:pPr>
            <w:r w:rsidRPr="009F2CC1"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  <w:t>Score 1</w:t>
            </w:r>
          </w:p>
        </w:tc>
        <w:tc>
          <w:tcPr>
            <w:tcW w:w="2140" w:type="dxa"/>
            <w:shd w:val="clear" w:color="auto" w:fill="003273" w:themeFill="text2"/>
            <w:vAlign w:val="center"/>
          </w:tcPr>
          <w:p w14:paraId="68DFD917" w14:textId="77777777" w:rsidR="00CC1566" w:rsidRPr="009F2CC1" w:rsidRDefault="00CC1566" w:rsidP="009F2CC1">
            <w:pPr>
              <w:spacing w:line="240" w:lineRule="auto"/>
              <w:jc w:val="center"/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</w:pPr>
            <w:r w:rsidRPr="009F2CC1">
              <w:rPr>
                <w:rFonts w:ascii="Arial" w:eastAsia="Calibri" w:hAnsi="Arial"/>
                <w:b/>
                <w:bCs/>
                <w:color w:val="FFFFFF" w:themeColor="background2"/>
                <w:sz w:val="16"/>
                <w:szCs w:val="16"/>
              </w:rPr>
              <w:t>Score 2</w:t>
            </w:r>
          </w:p>
        </w:tc>
      </w:tr>
      <w:tr w:rsidR="00CC1566" w:rsidRPr="009F2CC1" w14:paraId="24EF3F67" w14:textId="77777777" w:rsidTr="00CC1566">
        <w:trPr>
          <w:trHeight w:val="3364"/>
        </w:trPr>
        <w:tc>
          <w:tcPr>
            <w:tcW w:w="631" w:type="dxa"/>
            <w:shd w:val="clear" w:color="auto" w:fill="9196CA" w:themeFill="accent1"/>
            <w:vAlign w:val="center"/>
          </w:tcPr>
          <w:p w14:paraId="317401EA" w14:textId="5ADDF3E3" w:rsidR="00CC1566" w:rsidRPr="009F2CC1" w:rsidRDefault="00CC1566" w:rsidP="006566BE">
            <w:pPr>
              <w:spacing w:line="240" w:lineRule="auto"/>
              <w:rPr>
                <w:rFonts w:ascii="Arial" w:eastAsia="Calibri" w:hAnsi="Arial"/>
                <w:color w:val="003273" w:themeColor="text2"/>
                <w:sz w:val="18"/>
                <w:szCs w:val="18"/>
              </w:rPr>
            </w:pPr>
            <w:r>
              <w:rPr>
                <w:rFonts w:ascii="Arial" w:eastAsia="Calibri" w:hAnsi="Arial"/>
                <w:color w:val="003273" w:themeColor="text2"/>
                <w:sz w:val="18"/>
                <w:szCs w:val="18"/>
              </w:rPr>
              <w:t>4.4</w:t>
            </w:r>
          </w:p>
        </w:tc>
        <w:tc>
          <w:tcPr>
            <w:tcW w:w="8017" w:type="dxa"/>
            <w:shd w:val="clear" w:color="auto" w:fill="F2F2F2" w:themeFill="background2" w:themeFillShade="F2"/>
            <w:vAlign w:val="center"/>
          </w:tcPr>
          <w:p w14:paraId="75FAFD50" w14:textId="77777777" w:rsidR="00CC1566" w:rsidRDefault="00CC1566" w:rsidP="006566BE">
            <w:pPr>
              <w:spacing w:line="240" w:lineRule="auto"/>
              <w:rPr>
                <w:rFonts w:ascii="Arial" w:eastAsia="Calibri" w:hAnsi="Arial"/>
                <w:sz w:val="18"/>
                <w:szCs w:val="18"/>
              </w:rPr>
            </w:pPr>
            <w:r w:rsidRPr="004E6169">
              <w:rPr>
                <w:rFonts w:ascii="Arial" w:eastAsia="Calibri" w:hAnsi="Arial"/>
                <w:sz w:val="18"/>
                <w:szCs w:val="18"/>
              </w:rPr>
              <w:t>Je kunt een advies presenteren.</w:t>
            </w:r>
          </w:p>
          <w:p w14:paraId="11D5D78A" w14:textId="77777777" w:rsidR="00CC1566" w:rsidRPr="007B0F58" w:rsidRDefault="00CC1566">
            <w:pPr>
              <w:pStyle w:val="Lijstalinea"/>
              <w:numPr>
                <w:ilvl w:val="0"/>
                <w:numId w:val="20"/>
              </w:numPr>
              <w:spacing w:line="240" w:lineRule="auto"/>
              <w:rPr>
                <w:rFonts w:ascii="Arial" w:hAnsi="Arial"/>
                <w:sz w:val="18"/>
                <w:szCs w:val="18"/>
              </w:rPr>
            </w:pPr>
            <w:r w:rsidRPr="007B0F58">
              <w:rPr>
                <w:rFonts w:ascii="Arial" w:hAnsi="Arial"/>
                <w:sz w:val="18"/>
                <w:szCs w:val="18"/>
              </w:rPr>
              <w:t>De verbale en non-verbale communicatie is passend bij de doelgroep.</w:t>
            </w:r>
          </w:p>
          <w:p w14:paraId="40333A2D" w14:textId="77777777" w:rsidR="00CC1566" w:rsidRDefault="00CC1566">
            <w:pPr>
              <w:pStyle w:val="Lijstalinea"/>
              <w:numPr>
                <w:ilvl w:val="0"/>
                <w:numId w:val="20"/>
              </w:numPr>
              <w:spacing w:line="240" w:lineRule="auto"/>
              <w:rPr>
                <w:rFonts w:ascii="Arial" w:hAnsi="Arial"/>
                <w:sz w:val="18"/>
                <w:szCs w:val="18"/>
              </w:rPr>
            </w:pPr>
            <w:r w:rsidRPr="007B0F58">
              <w:rPr>
                <w:rFonts w:ascii="Arial" w:hAnsi="Arial"/>
                <w:sz w:val="18"/>
                <w:szCs w:val="18"/>
              </w:rPr>
              <w:t>Presentatie wordt ondersteund door audiovisuele middelen.</w:t>
            </w:r>
          </w:p>
          <w:p w14:paraId="4A7A37F6" w14:textId="58C60824" w:rsidR="00CC1566" w:rsidRPr="00DB544F" w:rsidRDefault="00CC1566">
            <w:pPr>
              <w:pStyle w:val="Lijstalinea"/>
              <w:numPr>
                <w:ilvl w:val="0"/>
                <w:numId w:val="20"/>
              </w:numPr>
              <w:spacing w:line="240" w:lineRule="auto"/>
              <w:rPr>
                <w:rFonts w:ascii="Arial" w:hAnsi="Arial"/>
                <w:sz w:val="18"/>
                <w:szCs w:val="18"/>
              </w:rPr>
            </w:pPr>
            <w:r w:rsidRPr="00DB544F">
              <w:rPr>
                <w:rFonts w:ascii="Arial" w:hAnsi="Arial"/>
                <w:sz w:val="18"/>
                <w:szCs w:val="18"/>
              </w:rPr>
              <w:t>Vragen worden professioneel beantwoord.</w:t>
            </w:r>
          </w:p>
        </w:tc>
        <w:tc>
          <w:tcPr>
            <w:tcW w:w="527" w:type="dxa"/>
            <w:shd w:val="clear" w:color="auto" w:fill="F2F2F2" w:themeFill="background2" w:themeFillShade="F2"/>
            <w:vAlign w:val="center"/>
          </w:tcPr>
          <w:p w14:paraId="1C797A6F" w14:textId="09D3B0E1" w:rsidR="00CC1566" w:rsidRPr="004E6169" w:rsidRDefault="00CC1566" w:rsidP="006566BE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  <w:highlight w:val="yellow"/>
              </w:rPr>
            </w:pPr>
            <w:r w:rsidRPr="001157A9">
              <w:rPr>
                <w:rFonts w:ascii="Arial" w:eastAsia="Calibri" w:hAnsi="Arial"/>
                <w:sz w:val="18"/>
                <w:szCs w:val="18"/>
              </w:rPr>
              <w:t>1, 2</w:t>
            </w:r>
          </w:p>
        </w:tc>
        <w:tc>
          <w:tcPr>
            <w:tcW w:w="2139" w:type="dxa"/>
            <w:gridSpan w:val="2"/>
            <w:shd w:val="clear" w:color="auto" w:fill="F2F2F2" w:themeFill="background2" w:themeFillShade="F2"/>
            <w:vAlign w:val="center"/>
          </w:tcPr>
          <w:p w14:paraId="7B5ABFD9" w14:textId="77777777" w:rsidR="00CC1566" w:rsidRPr="009F2CC1" w:rsidRDefault="00CC1566" w:rsidP="006566BE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39" w:type="dxa"/>
            <w:shd w:val="clear" w:color="auto" w:fill="F2F2F2" w:themeFill="background2" w:themeFillShade="F2"/>
            <w:vAlign w:val="center"/>
          </w:tcPr>
          <w:p w14:paraId="637EEBA1" w14:textId="77777777" w:rsidR="00CC1566" w:rsidRPr="009F2CC1" w:rsidRDefault="00CC1566" w:rsidP="006566BE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  <w:tc>
          <w:tcPr>
            <w:tcW w:w="2140" w:type="dxa"/>
            <w:shd w:val="clear" w:color="auto" w:fill="F2F2F2" w:themeFill="background2" w:themeFillShade="F2"/>
            <w:vAlign w:val="center"/>
          </w:tcPr>
          <w:p w14:paraId="17226CD0" w14:textId="77777777" w:rsidR="00CC1566" w:rsidRPr="009F2CC1" w:rsidRDefault="00CC1566" w:rsidP="006566BE">
            <w:pPr>
              <w:spacing w:line="24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</w:p>
        </w:tc>
      </w:tr>
    </w:tbl>
    <w:p w14:paraId="5C7AFE83" w14:textId="7D77792F" w:rsidR="009F2CC1" w:rsidRPr="00CA1681" w:rsidRDefault="009F2CC1" w:rsidP="00CA1681">
      <w:pPr>
        <w:tabs>
          <w:tab w:val="left" w:pos="378"/>
        </w:tabs>
        <w:rPr>
          <w:bCs/>
          <w:i/>
          <w:iCs/>
          <w:sz w:val="14"/>
          <w:szCs w:val="14"/>
        </w:rPr>
      </w:pPr>
    </w:p>
    <w:sectPr w:rsidR="009F2CC1" w:rsidRPr="00CA1681" w:rsidSect="003849F3">
      <w:pgSz w:w="16838" w:h="11906" w:orient="landscape" w:code="9"/>
      <w:pgMar w:top="567" w:right="1559" w:bottom="284" w:left="1418" w:header="53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714AF" w14:textId="77777777" w:rsidR="00A84B97" w:rsidRDefault="00A84B97" w:rsidP="003B595D">
      <w:pPr>
        <w:spacing w:line="240" w:lineRule="auto"/>
      </w:pPr>
      <w:r>
        <w:separator/>
      </w:r>
    </w:p>
  </w:endnote>
  <w:endnote w:type="continuationSeparator" w:id="0">
    <w:p w14:paraId="43D2EDC2" w14:textId="77777777" w:rsidR="00A84B97" w:rsidRDefault="00A84B97" w:rsidP="003B5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412"/>
      <w:gridCol w:w="794"/>
    </w:tblGrid>
    <w:tr w:rsidR="00FE3468" w14:paraId="728FB017" w14:textId="77777777" w:rsidTr="006C2516">
      <w:tc>
        <w:tcPr>
          <w:tcW w:w="9412" w:type="dxa"/>
          <w:vAlign w:val="bottom"/>
        </w:tcPr>
        <w:p w14:paraId="5F298900" w14:textId="61067C77" w:rsidR="00FE3468" w:rsidRDefault="00A75135" w:rsidP="00FE3468">
          <w:pPr>
            <w:pStyle w:val="Voettekst"/>
          </w:pPr>
          <w:r>
            <w:rPr>
              <w:rStyle w:val="CharFooter01"/>
            </w:rPr>
            <w:t>Versie</w:t>
          </w:r>
          <w:r w:rsidR="00010C1F" w:rsidRPr="00010C1F">
            <w:rPr>
              <w:rStyle w:val="CharFooter01"/>
            </w:rPr>
            <w:t xml:space="preserve"> |</w:t>
          </w:r>
          <w:r w:rsidR="00010C1F" w:rsidRPr="00010C1F">
            <w:rPr>
              <w:rStyle w:val="CharFooter02"/>
            </w:rPr>
            <w:t xml:space="preserve"> </w:t>
          </w:r>
          <w:r w:rsidR="00010C1F" w:rsidRPr="00010C1F">
            <w:rPr>
              <w:rStyle w:val="CharFooter02"/>
            </w:rPr>
            <w:fldChar w:fldCharType="begin"/>
          </w:r>
          <w:r w:rsidR="00010C1F" w:rsidRPr="00010C1F">
            <w:rPr>
              <w:rStyle w:val="CharFooter02"/>
            </w:rPr>
            <w:instrText xml:space="preserve"> REF  RefDatum </w:instrText>
          </w:r>
          <w:r w:rsidR="00010C1F">
            <w:rPr>
              <w:rStyle w:val="CharFooter02"/>
            </w:rPr>
            <w:instrText xml:space="preserve"> \* MERGEFORMAT </w:instrText>
          </w:r>
          <w:r w:rsidR="00010C1F" w:rsidRPr="00010C1F">
            <w:rPr>
              <w:rStyle w:val="CharFooter02"/>
            </w:rPr>
            <w:fldChar w:fldCharType="separate"/>
          </w:r>
          <w:sdt>
            <w:sdtPr>
              <w:rPr>
                <w:rStyle w:val="CharFooter02"/>
              </w:rPr>
              <w:id w:val="-39439109"/>
              <w:date w:fullDate="2022-12-15T00:00:00Z">
                <w:dateFormat w:val="d MMMM yyyy"/>
                <w:lid w:val="nl-NL"/>
                <w:storeMappedDataAs w:val="dateTime"/>
                <w:calendar w:val="gregorian"/>
              </w:date>
            </w:sdtPr>
            <w:sdtEndPr>
              <w:rPr>
                <w:rStyle w:val="CharFooter02"/>
              </w:rPr>
            </w:sdtEndPr>
            <w:sdtContent>
              <w:r w:rsidR="00692822">
                <w:rPr>
                  <w:rStyle w:val="CharFooter02"/>
                </w:rPr>
                <w:t>15 december 2022</w:t>
              </w:r>
            </w:sdtContent>
          </w:sdt>
          <w:r w:rsidR="00010C1F" w:rsidRPr="00010C1F">
            <w:rPr>
              <w:rStyle w:val="CharFooter02"/>
            </w:rPr>
            <w:fldChar w:fldCharType="end"/>
          </w:r>
        </w:p>
      </w:tc>
      <w:tc>
        <w:tcPr>
          <w:tcW w:w="794" w:type="dxa"/>
          <w:vAlign w:val="bottom"/>
        </w:tcPr>
        <w:p w14:paraId="5779B132" w14:textId="6BC919A2" w:rsidR="00FE3468" w:rsidRDefault="00FE3468" w:rsidP="00FE3468">
          <w:pPr>
            <w:pStyle w:val="Voettekst"/>
            <w:jc w:val="right"/>
          </w:pPr>
          <w:r>
            <w:fldChar w:fldCharType="begin"/>
          </w:r>
          <w:r>
            <w:instrText xml:space="preserve"> PAGE  \* Arabic </w:instrText>
          </w:r>
          <w:r>
            <w:fldChar w:fldCharType="separate"/>
          </w:r>
          <w:r w:rsidR="00DE601B">
            <w:rPr>
              <w:noProof/>
            </w:rPr>
            <w:t>5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 w:rsidR="00DE601B">
            <w:rPr>
              <w:noProof/>
            </w:rPr>
            <w:t>6</w:t>
          </w:r>
          <w:r>
            <w:fldChar w:fldCharType="end"/>
          </w:r>
        </w:p>
      </w:tc>
    </w:tr>
  </w:tbl>
  <w:p w14:paraId="0D6355E6" w14:textId="77777777" w:rsidR="00883A85" w:rsidRDefault="00883A85" w:rsidP="008E1246">
    <w:pPr>
      <w:spacing w:line="14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E4B67" w14:textId="38E5E209" w:rsidR="00FE3468" w:rsidRDefault="00FE3468" w:rsidP="00FE3468">
    <w:pPr>
      <w:pStyle w:val="Voettekst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tbl>
      <w:tblPr>
        <w:tblStyle w:val="Tabelraster"/>
        <w:tblW w:w="0" w:type="auto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</w:tblGrid>
      <w:tr w:rsidR="00A84B97" w14:paraId="6CBF0D4A" w14:textId="77777777" w:rsidTr="004233FB">
        <w:trPr>
          <w:cantSplit/>
          <w:trHeight w:hRule="exact" w:val="280"/>
        </w:trPr>
        <w:tc>
          <w:tcPr>
            <w:tcW w:w="709" w:type="dxa"/>
            <w:tcBorders>
              <w:top w:val="nil"/>
              <w:left w:val="nil"/>
              <w:bottom w:val="single" w:sz="18" w:space="0" w:color="9196CA" w:themeColor="accent1"/>
              <w:right w:val="nil"/>
            </w:tcBorders>
          </w:tcPr>
          <w:p w14:paraId="21845509" w14:textId="77777777" w:rsidR="00A84B97" w:rsidRDefault="00A84B97" w:rsidP="004233FB">
            <w:pPr>
              <w:spacing w:before="280" w:line="240" w:lineRule="auto"/>
            </w:pPr>
          </w:p>
        </w:tc>
      </w:tr>
    </w:tbl>
    <w:p w14:paraId="786DB39C" w14:textId="77777777" w:rsidR="00A84B97" w:rsidRDefault="00A84B97" w:rsidP="0032501C">
      <w:pPr>
        <w:spacing w:line="160" w:lineRule="exact"/>
      </w:pPr>
    </w:p>
  </w:footnote>
  <w:footnote w:type="continuationSeparator" w:id="0">
    <w:p w14:paraId="7494DDA3" w14:textId="77777777" w:rsidR="00A84B97" w:rsidRDefault="00A84B97" w:rsidP="003B59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2A2DA" w14:textId="77777777" w:rsidR="00883A85" w:rsidRDefault="00883A85" w:rsidP="00127973">
    <w:pPr>
      <w:pStyle w:val="Koptekst"/>
    </w:pPr>
  </w:p>
  <w:tbl>
    <w:tblPr>
      <w:tblStyle w:val="Tabelraster"/>
      <w:tblpPr w:vertAnchor="page" w:tblpY="1090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401"/>
    </w:tblGrid>
    <w:tr w:rsidR="00127973" w14:paraId="260F74DF" w14:textId="77777777" w:rsidTr="004675F4">
      <w:tc>
        <w:tcPr>
          <w:tcW w:w="9401" w:type="dxa"/>
        </w:tcPr>
        <w:p w14:paraId="725E487A" w14:textId="403BA4CD" w:rsidR="00127973" w:rsidRDefault="00DE601B" w:rsidP="004675F4">
          <w:pPr>
            <w:pStyle w:val="Titelherhaling"/>
          </w:pPr>
          <w:r>
            <w:fldChar w:fldCharType="begin"/>
          </w:r>
          <w:r>
            <w:instrText xml:space="preserve"> STYLEREF  "Cover Titel" </w:instrText>
          </w:r>
          <w:r>
            <w:fldChar w:fldCharType="separate"/>
          </w:r>
          <w:r>
            <w:rPr>
              <w:noProof/>
            </w:rPr>
            <w:t>Toets Presentatie Het levende gebouw</w:t>
          </w:r>
          <w:r>
            <w:rPr>
              <w:noProof/>
            </w:rPr>
            <w:br/>
          </w:r>
          <w:r>
            <w:rPr>
              <w:noProof/>
            </w:rPr>
            <w:fldChar w:fldCharType="end"/>
          </w:r>
        </w:p>
      </w:tc>
    </w:tr>
  </w:tbl>
  <w:p w14:paraId="3A034EED" w14:textId="77777777" w:rsidR="00127973" w:rsidRPr="00127973" w:rsidRDefault="00127973" w:rsidP="0012797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B5A5F" w14:textId="77777777" w:rsidR="00883A85" w:rsidRDefault="00883A85" w:rsidP="003C4159">
    <w:pPr>
      <w:pStyle w:val="Koptekst"/>
      <w:tabs>
        <w:tab w:val="clear" w:pos="4536"/>
        <w:tab w:val="clear" w:pos="9072"/>
        <w:tab w:val="left" w:pos="726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5093EC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7E45C54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78600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B46A7E0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0640DFC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46C60A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F40C2A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C60BA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FC2934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0AAAED6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732251"/>
    <w:multiLevelType w:val="hybridMultilevel"/>
    <w:tmpl w:val="5AB41B36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12108F"/>
    <w:multiLevelType w:val="multilevel"/>
    <w:tmpl w:val="F838191C"/>
    <w:styleLink w:val="Koppenlijst"/>
    <w:lvl w:ilvl="0">
      <w:start w:val="1"/>
      <w:numFmt w:val="decimal"/>
      <w:pStyle w:val="Kop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pStyle w:val="Bijlage"/>
      <w:lvlText w:val="Bijlage %4"/>
      <w:lvlJc w:val="left"/>
      <w:pPr>
        <w:ind w:left="1247" w:hanging="1247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5396ED4"/>
    <w:multiLevelType w:val="hybridMultilevel"/>
    <w:tmpl w:val="03680BEC"/>
    <w:lvl w:ilvl="0" w:tplc="CE0C5B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161E8"/>
    <w:multiLevelType w:val="multilevel"/>
    <w:tmpl w:val="9C1A11E0"/>
    <w:numStyleLink w:val="Bulletlijst"/>
  </w:abstractNum>
  <w:abstractNum w:abstractNumId="14" w15:restartNumberingAfterBreak="0">
    <w:nsid w:val="3D437CF2"/>
    <w:multiLevelType w:val="hybridMultilevel"/>
    <w:tmpl w:val="6A665EF0"/>
    <w:lvl w:ilvl="0" w:tplc="7C066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742B196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415FD"/>
    <w:multiLevelType w:val="multilevel"/>
    <w:tmpl w:val="585C46FE"/>
    <w:styleLink w:val="Cijferslijst"/>
    <w:lvl w:ilvl="0">
      <w:start w:val="1"/>
      <w:numFmt w:val="decimal"/>
      <w:pStyle w:val="Cijfers"/>
      <w:lvlText w:val="%1."/>
      <w:lvlJc w:val="left"/>
      <w:pPr>
        <w:ind w:left="397" w:hanging="397"/>
      </w:pPr>
      <w:rPr>
        <w:rFonts w:hint="default"/>
        <w:color w:val="003273" w:themeColor="text2"/>
      </w:rPr>
    </w:lvl>
    <w:lvl w:ilvl="1">
      <w:start w:val="1"/>
      <w:numFmt w:val="lowerLetter"/>
      <w:lvlText w:val="%2."/>
      <w:lvlJc w:val="left"/>
      <w:pPr>
        <w:ind w:left="794" w:hanging="397"/>
      </w:pPr>
      <w:rPr>
        <w:rFonts w:hint="default"/>
        <w:color w:val="003273" w:themeColor="text2"/>
      </w:rPr>
    </w:lvl>
    <w:lvl w:ilvl="2">
      <w:start w:val="1"/>
      <w:numFmt w:val="lowerRoman"/>
      <w:lvlText w:val="%3."/>
      <w:lvlJc w:val="left"/>
      <w:pPr>
        <w:ind w:left="1191" w:hanging="397"/>
      </w:pPr>
      <w:rPr>
        <w:rFonts w:hint="default"/>
        <w:color w:val="003273" w:themeColor="text2"/>
      </w:rPr>
    </w:lvl>
    <w:lvl w:ilvl="3">
      <w:start w:val="1"/>
      <w:numFmt w:val="decimal"/>
      <w:lvlText w:val="%4."/>
      <w:lvlJc w:val="left"/>
      <w:pPr>
        <w:ind w:left="1588" w:hanging="397"/>
      </w:pPr>
      <w:rPr>
        <w:rFonts w:hint="default"/>
        <w:color w:val="003273" w:themeColor="text2"/>
      </w:rPr>
    </w:lvl>
    <w:lvl w:ilvl="4">
      <w:start w:val="1"/>
      <w:numFmt w:val="lowerLetter"/>
      <w:lvlText w:val="%5."/>
      <w:lvlJc w:val="left"/>
      <w:pPr>
        <w:ind w:left="1985" w:hanging="397"/>
      </w:pPr>
      <w:rPr>
        <w:rFonts w:hint="default"/>
        <w:color w:val="003273" w:themeColor="text2"/>
      </w:rPr>
    </w:lvl>
    <w:lvl w:ilvl="5">
      <w:start w:val="1"/>
      <w:numFmt w:val="lowerRoman"/>
      <w:lvlText w:val="%6."/>
      <w:lvlJc w:val="left"/>
      <w:pPr>
        <w:ind w:left="2382" w:hanging="397"/>
      </w:pPr>
      <w:rPr>
        <w:rFonts w:hint="default"/>
        <w:color w:val="003273" w:themeColor="text2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  <w:color w:val="003273" w:themeColor="text2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  <w:color w:val="003273" w:themeColor="text2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  <w:color w:val="003273" w:themeColor="text2"/>
      </w:rPr>
    </w:lvl>
  </w:abstractNum>
  <w:abstractNum w:abstractNumId="16" w15:restartNumberingAfterBreak="0">
    <w:nsid w:val="4B596BFB"/>
    <w:multiLevelType w:val="multilevel"/>
    <w:tmpl w:val="9C1A11E0"/>
    <w:styleLink w:val="Bulletlijst"/>
    <w:lvl w:ilvl="0">
      <w:start w:val="1"/>
      <w:numFmt w:val="bullet"/>
      <w:pStyle w:val="Bullets"/>
      <w:lvlText w:val="•"/>
      <w:lvlJc w:val="left"/>
      <w:pPr>
        <w:ind w:left="397" w:hanging="397"/>
      </w:pPr>
      <w:rPr>
        <w:rFonts w:ascii="Calibri" w:hAnsi="Calibri" w:hint="default"/>
        <w:color w:val="003273" w:themeColor="text2"/>
      </w:rPr>
    </w:lvl>
    <w:lvl w:ilvl="1">
      <w:start w:val="1"/>
      <w:numFmt w:val="bullet"/>
      <w:lvlText w:val="-"/>
      <w:lvlJc w:val="left"/>
      <w:pPr>
        <w:ind w:left="794" w:hanging="397"/>
      </w:pPr>
      <w:rPr>
        <w:rFonts w:ascii="Arial" w:hAnsi="Arial" w:hint="default"/>
        <w:color w:val="003273" w:themeColor="text2"/>
      </w:rPr>
    </w:lvl>
    <w:lvl w:ilvl="2">
      <w:start w:val="1"/>
      <w:numFmt w:val="bullet"/>
      <w:lvlText w:val="•"/>
      <w:lvlJc w:val="left"/>
      <w:pPr>
        <w:ind w:left="1191" w:hanging="397"/>
      </w:pPr>
      <w:rPr>
        <w:rFonts w:ascii="Calibri" w:hAnsi="Calibri" w:hint="default"/>
        <w:color w:val="003273" w:themeColor="text2"/>
      </w:rPr>
    </w:lvl>
    <w:lvl w:ilvl="3">
      <w:start w:val="1"/>
      <w:numFmt w:val="bullet"/>
      <w:lvlText w:val="-"/>
      <w:lvlJc w:val="left"/>
      <w:pPr>
        <w:ind w:left="1588" w:hanging="397"/>
      </w:pPr>
      <w:rPr>
        <w:rFonts w:ascii="Arial" w:hAnsi="Arial" w:hint="default"/>
        <w:color w:val="003273" w:themeColor="text2"/>
      </w:rPr>
    </w:lvl>
    <w:lvl w:ilvl="4">
      <w:start w:val="1"/>
      <w:numFmt w:val="bullet"/>
      <w:lvlText w:val="•"/>
      <w:lvlJc w:val="left"/>
      <w:pPr>
        <w:ind w:left="1985" w:hanging="397"/>
      </w:pPr>
      <w:rPr>
        <w:rFonts w:ascii="Calibri" w:hAnsi="Calibri" w:hint="default"/>
        <w:color w:val="003273" w:themeColor="text2"/>
      </w:rPr>
    </w:lvl>
    <w:lvl w:ilvl="5">
      <w:start w:val="1"/>
      <w:numFmt w:val="bullet"/>
      <w:lvlText w:val="-"/>
      <w:lvlJc w:val="left"/>
      <w:pPr>
        <w:ind w:left="2382" w:hanging="397"/>
      </w:pPr>
      <w:rPr>
        <w:rFonts w:ascii="Arial" w:hAnsi="Arial" w:hint="default"/>
        <w:color w:val="003273" w:themeColor="text2"/>
      </w:rPr>
    </w:lvl>
    <w:lvl w:ilvl="6">
      <w:start w:val="1"/>
      <w:numFmt w:val="bullet"/>
      <w:lvlText w:val="•"/>
      <w:lvlJc w:val="left"/>
      <w:pPr>
        <w:ind w:left="2779" w:hanging="397"/>
      </w:pPr>
      <w:rPr>
        <w:rFonts w:ascii="Calibri" w:hAnsi="Calibri" w:hint="default"/>
        <w:color w:val="003273" w:themeColor="text2"/>
      </w:rPr>
    </w:lvl>
    <w:lvl w:ilvl="7">
      <w:start w:val="1"/>
      <w:numFmt w:val="bullet"/>
      <w:lvlText w:val="-"/>
      <w:lvlJc w:val="left"/>
      <w:pPr>
        <w:ind w:left="3176" w:hanging="397"/>
      </w:pPr>
      <w:rPr>
        <w:rFonts w:ascii="Arial" w:hAnsi="Arial" w:hint="default"/>
        <w:color w:val="003273" w:themeColor="text2"/>
      </w:rPr>
    </w:lvl>
    <w:lvl w:ilvl="8">
      <w:start w:val="1"/>
      <w:numFmt w:val="bullet"/>
      <w:lvlText w:val="•"/>
      <w:lvlJc w:val="left"/>
      <w:pPr>
        <w:ind w:left="3573" w:hanging="397"/>
      </w:pPr>
      <w:rPr>
        <w:rFonts w:ascii="Calibri" w:hAnsi="Calibri" w:hint="default"/>
        <w:color w:val="003273" w:themeColor="text2"/>
      </w:rPr>
    </w:lvl>
  </w:abstractNum>
  <w:abstractNum w:abstractNumId="17" w15:restartNumberingAfterBreak="0">
    <w:nsid w:val="4F2334C1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B0647F6"/>
    <w:multiLevelType w:val="hybridMultilevel"/>
    <w:tmpl w:val="D2F21A5C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D4871"/>
    <w:multiLevelType w:val="multilevel"/>
    <w:tmpl w:val="F838191C"/>
    <w:numStyleLink w:val="Koppenlijst"/>
  </w:abstractNum>
  <w:abstractNum w:abstractNumId="20" w15:restartNumberingAfterBreak="0">
    <w:nsid w:val="7B763217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7"/>
  </w:num>
  <w:num w:numId="2">
    <w:abstractNumId w:val="2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6"/>
  </w:num>
  <w:num w:numId="14">
    <w:abstractNumId w:val="15"/>
  </w:num>
  <w:num w:numId="15">
    <w:abstractNumId w:val="11"/>
  </w:num>
  <w:num w:numId="16">
    <w:abstractNumId w:val="19"/>
    <w:lvlOverride w:ilvl="0">
      <w:lvl w:ilvl="0">
        <w:start w:val="1"/>
        <w:numFmt w:val="decimal"/>
        <w:pStyle w:val="Kop1"/>
        <w:lvlText w:val="%1."/>
        <w:lvlJc w:val="left"/>
        <w:pPr>
          <w:ind w:left="454" w:hanging="454"/>
        </w:pPr>
        <w:rPr>
          <w:rFonts w:hint="default"/>
          <w:sz w:val="30"/>
          <w:szCs w:val="30"/>
        </w:rPr>
      </w:lvl>
    </w:lvlOverride>
  </w:num>
  <w:num w:numId="17">
    <w:abstractNumId w:val="13"/>
  </w:num>
  <w:num w:numId="18">
    <w:abstractNumId w:val="12"/>
  </w:num>
  <w:num w:numId="19">
    <w:abstractNumId w:val="14"/>
  </w:num>
  <w:num w:numId="20">
    <w:abstractNumId w:val="10"/>
  </w:num>
  <w:num w:numId="21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A7D"/>
    <w:rsid w:val="00001A7D"/>
    <w:rsid w:val="00001B61"/>
    <w:rsid w:val="0000622E"/>
    <w:rsid w:val="00010C1F"/>
    <w:rsid w:val="00012304"/>
    <w:rsid w:val="000202F7"/>
    <w:rsid w:val="00020575"/>
    <w:rsid w:val="000265FA"/>
    <w:rsid w:val="000405C0"/>
    <w:rsid w:val="000430B6"/>
    <w:rsid w:val="000439B3"/>
    <w:rsid w:val="000456FD"/>
    <w:rsid w:val="00050E6A"/>
    <w:rsid w:val="00057A7F"/>
    <w:rsid w:val="00062F1A"/>
    <w:rsid w:val="00084993"/>
    <w:rsid w:val="00086ECF"/>
    <w:rsid w:val="000872FB"/>
    <w:rsid w:val="000876BA"/>
    <w:rsid w:val="00097795"/>
    <w:rsid w:val="000A0974"/>
    <w:rsid w:val="000A3664"/>
    <w:rsid w:val="000A6DDE"/>
    <w:rsid w:val="000B35C7"/>
    <w:rsid w:val="000B3A93"/>
    <w:rsid w:val="000B6F73"/>
    <w:rsid w:val="000B76AA"/>
    <w:rsid w:val="000D0807"/>
    <w:rsid w:val="000D1767"/>
    <w:rsid w:val="000D1E2E"/>
    <w:rsid w:val="000E0C17"/>
    <w:rsid w:val="000E4A5F"/>
    <w:rsid w:val="000F02D5"/>
    <w:rsid w:val="001037CC"/>
    <w:rsid w:val="00104AF8"/>
    <w:rsid w:val="001050BF"/>
    <w:rsid w:val="001058D9"/>
    <w:rsid w:val="00106287"/>
    <w:rsid w:val="00115192"/>
    <w:rsid w:val="001156B7"/>
    <w:rsid w:val="001157A9"/>
    <w:rsid w:val="00117701"/>
    <w:rsid w:val="001219C1"/>
    <w:rsid w:val="00123583"/>
    <w:rsid w:val="00125386"/>
    <w:rsid w:val="00127973"/>
    <w:rsid w:val="001433D0"/>
    <w:rsid w:val="00147CFF"/>
    <w:rsid w:val="0015133A"/>
    <w:rsid w:val="00160EC1"/>
    <w:rsid w:val="0016104E"/>
    <w:rsid w:val="00164686"/>
    <w:rsid w:val="001667F0"/>
    <w:rsid w:val="001703D4"/>
    <w:rsid w:val="00170C8A"/>
    <w:rsid w:val="0017257F"/>
    <w:rsid w:val="00174C8A"/>
    <w:rsid w:val="001757E0"/>
    <w:rsid w:val="00180A78"/>
    <w:rsid w:val="001849A3"/>
    <w:rsid w:val="001873AC"/>
    <w:rsid w:val="00196195"/>
    <w:rsid w:val="001A1EA9"/>
    <w:rsid w:val="001A5338"/>
    <w:rsid w:val="001A60FA"/>
    <w:rsid w:val="001A6E43"/>
    <w:rsid w:val="001B07B9"/>
    <w:rsid w:val="001B197D"/>
    <w:rsid w:val="001B3065"/>
    <w:rsid w:val="001B75CA"/>
    <w:rsid w:val="001C14F9"/>
    <w:rsid w:val="001C2671"/>
    <w:rsid w:val="001D18E7"/>
    <w:rsid w:val="001D33B5"/>
    <w:rsid w:val="001D36A5"/>
    <w:rsid w:val="001D3E5E"/>
    <w:rsid w:val="001E18F2"/>
    <w:rsid w:val="001E27A9"/>
    <w:rsid w:val="001E516C"/>
    <w:rsid w:val="001F2A7E"/>
    <w:rsid w:val="00200AA9"/>
    <w:rsid w:val="002029E7"/>
    <w:rsid w:val="00202D40"/>
    <w:rsid w:val="0020355A"/>
    <w:rsid w:val="002038D9"/>
    <w:rsid w:val="00207750"/>
    <w:rsid w:val="00207DA1"/>
    <w:rsid w:val="00214F70"/>
    <w:rsid w:val="00216A6C"/>
    <w:rsid w:val="0022469F"/>
    <w:rsid w:val="00224D9E"/>
    <w:rsid w:val="00226D6B"/>
    <w:rsid w:val="0024148D"/>
    <w:rsid w:val="00241AA1"/>
    <w:rsid w:val="00244340"/>
    <w:rsid w:val="00251C58"/>
    <w:rsid w:val="00252FF5"/>
    <w:rsid w:val="002642B2"/>
    <w:rsid w:val="00270ADD"/>
    <w:rsid w:val="00270C5A"/>
    <w:rsid w:val="00286C0F"/>
    <w:rsid w:val="002909F0"/>
    <w:rsid w:val="00292DC2"/>
    <w:rsid w:val="00295C99"/>
    <w:rsid w:val="002A33DE"/>
    <w:rsid w:val="002C1DE5"/>
    <w:rsid w:val="002F285A"/>
    <w:rsid w:val="002F574C"/>
    <w:rsid w:val="002F73E6"/>
    <w:rsid w:val="002F7DE4"/>
    <w:rsid w:val="00311C8B"/>
    <w:rsid w:val="003154CF"/>
    <w:rsid w:val="0032501C"/>
    <w:rsid w:val="00331E8B"/>
    <w:rsid w:val="003331D8"/>
    <w:rsid w:val="003348BB"/>
    <w:rsid w:val="003574EC"/>
    <w:rsid w:val="00361400"/>
    <w:rsid w:val="00361530"/>
    <w:rsid w:val="00365699"/>
    <w:rsid w:val="0037028F"/>
    <w:rsid w:val="003849F3"/>
    <w:rsid w:val="0039432C"/>
    <w:rsid w:val="003A00E9"/>
    <w:rsid w:val="003B595D"/>
    <w:rsid w:val="003C04A9"/>
    <w:rsid w:val="003C34D5"/>
    <w:rsid w:val="003C4159"/>
    <w:rsid w:val="003C797D"/>
    <w:rsid w:val="003D15FA"/>
    <w:rsid w:val="003D2844"/>
    <w:rsid w:val="003D3735"/>
    <w:rsid w:val="003D5A72"/>
    <w:rsid w:val="003E3D3B"/>
    <w:rsid w:val="003E501C"/>
    <w:rsid w:val="003F001B"/>
    <w:rsid w:val="003F2120"/>
    <w:rsid w:val="003F588C"/>
    <w:rsid w:val="00401BCC"/>
    <w:rsid w:val="00410BC9"/>
    <w:rsid w:val="00411E68"/>
    <w:rsid w:val="004210F5"/>
    <w:rsid w:val="004233FB"/>
    <w:rsid w:val="00424E20"/>
    <w:rsid w:val="0042611E"/>
    <w:rsid w:val="0043223D"/>
    <w:rsid w:val="00432250"/>
    <w:rsid w:val="004322E8"/>
    <w:rsid w:val="0043678E"/>
    <w:rsid w:val="0044037B"/>
    <w:rsid w:val="004506C4"/>
    <w:rsid w:val="00453AD7"/>
    <w:rsid w:val="00454560"/>
    <w:rsid w:val="00457739"/>
    <w:rsid w:val="00457DB0"/>
    <w:rsid w:val="00461EF1"/>
    <w:rsid w:val="00466586"/>
    <w:rsid w:val="004675F4"/>
    <w:rsid w:val="00476713"/>
    <w:rsid w:val="00480E4D"/>
    <w:rsid w:val="00491539"/>
    <w:rsid w:val="00491F1F"/>
    <w:rsid w:val="00496252"/>
    <w:rsid w:val="004A22CB"/>
    <w:rsid w:val="004A7477"/>
    <w:rsid w:val="004B1C9D"/>
    <w:rsid w:val="004B3849"/>
    <w:rsid w:val="004B479F"/>
    <w:rsid w:val="004B6B8C"/>
    <w:rsid w:val="004C04A8"/>
    <w:rsid w:val="004C52B0"/>
    <w:rsid w:val="004D0579"/>
    <w:rsid w:val="004E6169"/>
    <w:rsid w:val="004F3D09"/>
    <w:rsid w:val="004F3ED2"/>
    <w:rsid w:val="004F75C3"/>
    <w:rsid w:val="005027CD"/>
    <w:rsid w:val="00516D8C"/>
    <w:rsid w:val="00520D2F"/>
    <w:rsid w:val="005274D0"/>
    <w:rsid w:val="005315BA"/>
    <w:rsid w:val="00531E9C"/>
    <w:rsid w:val="00537556"/>
    <w:rsid w:val="00543909"/>
    <w:rsid w:val="005450DB"/>
    <w:rsid w:val="005614DB"/>
    <w:rsid w:val="00564987"/>
    <w:rsid w:val="005650FB"/>
    <w:rsid w:val="00571EC2"/>
    <w:rsid w:val="00581262"/>
    <w:rsid w:val="0058135F"/>
    <w:rsid w:val="0058343F"/>
    <w:rsid w:val="00586ACF"/>
    <w:rsid w:val="0058721C"/>
    <w:rsid w:val="005874D5"/>
    <w:rsid w:val="0058798F"/>
    <w:rsid w:val="0059125F"/>
    <w:rsid w:val="0059198E"/>
    <w:rsid w:val="005B28E9"/>
    <w:rsid w:val="005B2C2D"/>
    <w:rsid w:val="005B39B6"/>
    <w:rsid w:val="005B3BAB"/>
    <w:rsid w:val="005D258B"/>
    <w:rsid w:val="005D738D"/>
    <w:rsid w:val="005E35AA"/>
    <w:rsid w:val="005F0AB5"/>
    <w:rsid w:val="005F21D3"/>
    <w:rsid w:val="005F28C3"/>
    <w:rsid w:val="005F6416"/>
    <w:rsid w:val="005F6F23"/>
    <w:rsid w:val="00602387"/>
    <w:rsid w:val="00607B9C"/>
    <w:rsid w:val="006304D1"/>
    <w:rsid w:val="00631AA2"/>
    <w:rsid w:val="00634647"/>
    <w:rsid w:val="0064186B"/>
    <w:rsid w:val="0064289E"/>
    <w:rsid w:val="00651F4F"/>
    <w:rsid w:val="00653505"/>
    <w:rsid w:val="00653C92"/>
    <w:rsid w:val="00656AF7"/>
    <w:rsid w:val="0066197B"/>
    <w:rsid w:val="0066312F"/>
    <w:rsid w:val="00665CDB"/>
    <w:rsid w:val="00672177"/>
    <w:rsid w:val="0067258F"/>
    <w:rsid w:val="0067281D"/>
    <w:rsid w:val="00680318"/>
    <w:rsid w:val="00682782"/>
    <w:rsid w:val="00683AED"/>
    <w:rsid w:val="006867E6"/>
    <w:rsid w:val="006910DB"/>
    <w:rsid w:val="00692822"/>
    <w:rsid w:val="006A14A9"/>
    <w:rsid w:val="006A1D48"/>
    <w:rsid w:val="006A240F"/>
    <w:rsid w:val="006A2EE7"/>
    <w:rsid w:val="006A401E"/>
    <w:rsid w:val="006A7F4A"/>
    <w:rsid w:val="006B4C31"/>
    <w:rsid w:val="006C06DC"/>
    <w:rsid w:val="006C2760"/>
    <w:rsid w:val="006D748B"/>
    <w:rsid w:val="006D75FA"/>
    <w:rsid w:val="006D77BB"/>
    <w:rsid w:val="006E5DB8"/>
    <w:rsid w:val="006F0214"/>
    <w:rsid w:val="00700C38"/>
    <w:rsid w:val="0070497D"/>
    <w:rsid w:val="007053D3"/>
    <w:rsid w:val="00714479"/>
    <w:rsid w:val="0071576F"/>
    <w:rsid w:val="00742AB1"/>
    <w:rsid w:val="00747EFE"/>
    <w:rsid w:val="0075058C"/>
    <w:rsid w:val="00751670"/>
    <w:rsid w:val="00753840"/>
    <w:rsid w:val="00753FD6"/>
    <w:rsid w:val="00757DCC"/>
    <w:rsid w:val="00760D12"/>
    <w:rsid w:val="00761D92"/>
    <w:rsid w:val="007711FC"/>
    <w:rsid w:val="00781BAD"/>
    <w:rsid w:val="00782D16"/>
    <w:rsid w:val="00783127"/>
    <w:rsid w:val="007905E8"/>
    <w:rsid w:val="007926A5"/>
    <w:rsid w:val="007A24A6"/>
    <w:rsid w:val="007A29E6"/>
    <w:rsid w:val="007B6B6E"/>
    <w:rsid w:val="007D075E"/>
    <w:rsid w:val="007D2BCA"/>
    <w:rsid w:val="007E1697"/>
    <w:rsid w:val="007F3AA4"/>
    <w:rsid w:val="008015DE"/>
    <w:rsid w:val="008050C2"/>
    <w:rsid w:val="00805A2A"/>
    <w:rsid w:val="00810B77"/>
    <w:rsid w:val="0081293A"/>
    <w:rsid w:val="00817097"/>
    <w:rsid w:val="00817D56"/>
    <w:rsid w:val="008307FF"/>
    <w:rsid w:val="00831D79"/>
    <w:rsid w:val="00834D47"/>
    <w:rsid w:val="00835B02"/>
    <w:rsid w:val="00841FEB"/>
    <w:rsid w:val="00843FD7"/>
    <w:rsid w:val="008471F5"/>
    <w:rsid w:val="00855E2A"/>
    <w:rsid w:val="00860531"/>
    <w:rsid w:val="008616CE"/>
    <w:rsid w:val="00862EEC"/>
    <w:rsid w:val="008637CB"/>
    <w:rsid w:val="008749D7"/>
    <w:rsid w:val="00881B2F"/>
    <w:rsid w:val="00883A85"/>
    <w:rsid w:val="008A1E32"/>
    <w:rsid w:val="008A26D8"/>
    <w:rsid w:val="008C4254"/>
    <w:rsid w:val="008C63D8"/>
    <w:rsid w:val="008D4A31"/>
    <w:rsid w:val="008D52B1"/>
    <w:rsid w:val="008D55EA"/>
    <w:rsid w:val="008D58D0"/>
    <w:rsid w:val="008E1246"/>
    <w:rsid w:val="008E42E5"/>
    <w:rsid w:val="008E60F2"/>
    <w:rsid w:val="008F2619"/>
    <w:rsid w:val="00903198"/>
    <w:rsid w:val="009047C5"/>
    <w:rsid w:val="00905B76"/>
    <w:rsid w:val="00910FDA"/>
    <w:rsid w:val="0091122F"/>
    <w:rsid w:val="00913874"/>
    <w:rsid w:val="009175DB"/>
    <w:rsid w:val="00922A94"/>
    <w:rsid w:val="00926804"/>
    <w:rsid w:val="009309F0"/>
    <w:rsid w:val="009367B9"/>
    <w:rsid w:val="00941BF6"/>
    <w:rsid w:val="00953FA1"/>
    <w:rsid w:val="00962ED2"/>
    <w:rsid w:val="00971BD3"/>
    <w:rsid w:val="009753CC"/>
    <w:rsid w:val="009823C1"/>
    <w:rsid w:val="0098488A"/>
    <w:rsid w:val="00987340"/>
    <w:rsid w:val="009945AB"/>
    <w:rsid w:val="009A166B"/>
    <w:rsid w:val="009A2E48"/>
    <w:rsid w:val="009B28E7"/>
    <w:rsid w:val="009C010D"/>
    <w:rsid w:val="009C4A4F"/>
    <w:rsid w:val="009C738E"/>
    <w:rsid w:val="009D42F9"/>
    <w:rsid w:val="009D7687"/>
    <w:rsid w:val="009E37C3"/>
    <w:rsid w:val="009E5437"/>
    <w:rsid w:val="009F2CC1"/>
    <w:rsid w:val="00A12CA0"/>
    <w:rsid w:val="00A150EB"/>
    <w:rsid w:val="00A152B1"/>
    <w:rsid w:val="00A157C3"/>
    <w:rsid w:val="00A302B2"/>
    <w:rsid w:val="00A31FA7"/>
    <w:rsid w:val="00A35003"/>
    <w:rsid w:val="00A43E3E"/>
    <w:rsid w:val="00A462ED"/>
    <w:rsid w:val="00A4676D"/>
    <w:rsid w:val="00A46BA9"/>
    <w:rsid w:val="00A56DDA"/>
    <w:rsid w:val="00A632D8"/>
    <w:rsid w:val="00A64907"/>
    <w:rsid w:val="00A64F68"/>
    <w:rsid w:val="00A6507D"/>
    <w:rsid w:val="00A665F3"/>
    <w:rsid w:val="00A75135"/>
    <w:rsid w:val="00A75AA9"/>
    <w:rsid w:val="00A7736C"/>
    <w:rsid w:val="00A77FF3"/>
    <w:rsid w:val="00A84B97"/>
    <w:rsid w:val="00A95E8F"/>
    <w:rsid w:val="00A95F1B"/>
    <w:rsid w:val="00A9731D"/>
    <w:rsid w:val="00AA01C3"/>
    <w:rsid w:val="00AA0363"/>
    <w:rsid w:val="00AA03DD"/>
    <w:rsid w:val="00AA148C"/>
    <w:rsid w:val="00AA3CC9"/>
    <w:rsid w:val="00AA5C0F"/>
    <w:rsid w:val="00AA746D"/>
    <w:rsid w:val="00AA7D17"/>
    <w:rsid w:val="00AB0216"/>
    <w:rsid w:val="00AB48B5"/>
    <w:rsid w:val="00AC0641"/>
    <w:rsid w:val="00AE244F"/>
    <w:rsid w:val="00AE36CA"/>
    <w:rsid w:val="00AE45F4"/>
    <w:rsid w:val="00AE6192"/>
    <w:rsid w:val="00AF1325"/>
    <w:rsid w:val="00AF2751"/>
    <w:rsid w:val="00B004A1"/>
    <w:rsid w:val="00B04A0A"/>
    <w:rsid w:val="00B15C83"/>
    <w:rsid w:val="00B21710"/>
    <w:rsid w:val="00B26BEB"/>
    <w:rsid w:val="00B347E3"/>
    <w:rsid w:val="00B638E1"/>
    <w:rsid w:val="00B674DC"/>
    <w:rsid w:val="00B67DF1"/>
    <w:rsid w:val="00B74822"/>
    <w:rsid w:val="00B77AC1"/>
    <w:rsid w:val="00B9692A"/>
    <w:rsid w:val="00BA20CE"/>
    <w:rsid w:val="00BA49C5"/>
    <w:rsid w:val="00BB2EB3"/>
    <w:rsid w:val="00BB3964"/>
    <w:rsid w:val="00BB4AD8"/>
    <w:rsid w:val="00BC3219"/>
    <w:rsid w:val="00BC377D"/>
    <w:rsid w:val="00BC78B0"/>
    <w:rsid w:val="00BD1A48"/>
    <w:rsid w:val="00BD4257"/>
    <w:rsid w:val="00BE1B60"/>
    <w:rsid w:val="00BF0019"/>
    <w:rsid w:val="00BF787D"/>
    <w:rsid w:val="00C0653B"/>
    <w:rsid w:val="00C105C8"/>
    <w:rsid w:val="00C1455C"/>
    <w:rsid w:val="00C16293"/>
    <w:rsid w:val="00C21490"/>
    <w:rsid w:val="00C30336"/>
    <w:rsid w:val="00C35D95"/>
    <w:rsid w:val="00C36A5F"/>
    <w:rsid w:val="00C3794B"/>
    <w:rsid w:val="00C407D5"/>
    <w:rsid w:val="00C52D9D"/>
    <w:rsid w:val="00C55DCF"/>
    <w:rsid w:val="00C5707B"/>
    <w:rsid w:val="00C62964"/>
    <w:rsid w:val="00C62FD1"/>
    <w:rsid w:val="00C70E84"/>
    <w:rsid w:val="00C74A5A"/>
    <w:rsid w:val="00C83428"/>
    <w:rsid w:val="00C84601"/>
    <w:rsid w:val="00C868BE"/>
    <w:rsid w:val="00C964D7"/>
    <w:rsid w:val="00CA1681"/>
    <w:rsid w:val="00CA39D7"/>
    <w:rsid w:val="00CA6EE7"/>
    <w:rsid w:val="00CB2F70"/>
    <w:rsid w:val="00CB3924"/>
    <w:rsid w:val="00CB4884"/>
    <w:rsid w:val="00CC1566"/>
    <w:rsid w:val="00CC193B"/>
    <w:rsid w:val="00CC2592"/>
    <w:rsid w:val="00CD0954"/>
    <w:rsid w:val="00CD362D"/>
    <w:rsid w:val="00CF3A93"/>
    <w:rsid w:val="00D03AFC"/>
    <w:rsid w:val="00D041F9"/>
    <w:rsid w:val="00D11C5D"/>
    <w:rsid w:val="00D14EE8"/>
    <w:rsid w:val="00D1525C"/>
    <w:rsid w:val="00D22D76"/>
    <w:rsid w:val="00D24A39"/>
    <w:rsid w:val="00D35D38"/>
    <w:rsid w:val="00D36828"/>
    <w:rsid w:val="00D4469E"/>
    <w:rsid w:val="00D45EE8"/>
    <w:rsid w:val="00D50B0E"/>
    <w:rsid w:val="00D5337B"/>
    <w:rsid w:val="00D656EB"/>
    <w:rsid w:val="00D67237"/>
    <w:rsid w:val="00D72B2B"/>
    <w:rsid w:val="00D73965"/>
    <w:rsid w:val="00D75647"/>
    <w:rsid w:val="00D75655"/>
    <w:rsid w:val="00D76C93"/>
    <w:rsid w:val="00D77ACA"/>
    <w:rsid w:val="00D8720E"/>
    <w:rsid w:val="00D912D8"/>
    <w:rsid w:val="00D91A68"/>
    <w:rsid w:val="00D95924"/>
    <w:rsid w:val="00DA3B87"/>
    <w:rsid w:val="00DB287F"/>
    <w:rsid w:val="00DB3F8F"/>
    <w:rsid w:val="00DB544F"/>
    <w:rsid w:val="00DC257E"/>
    <w:rsid w:val="00DC2A94"/>
    <w:rsid w:val="00DD4FB4"/>
    <w:rsid w:val="00DE069E"/>
    <w:rsid w:val="00DE39AE"/>
    <w:rsid w:val="00DE4671"/>
    <w:rsid w:val="00DE601B"/>
    <w:rsid w:val="00DE6C2F"/>
    <w:rsid w:val="00E013CF"/>
    <w:rsid w:val="00E0193A"/>
    <w:rsid w:val="00E1675F"/>
    <w:rsid w:val="00E22599"/>
    <w:rsid w:val="00E2620C"/>
    <w:rsid w:val="00E30B8E"/>
    <w:rsid w:val="00E33CBD"/>
    <w:rsid w:val="00E3542F"/>
    <w:rsid w:val="00E36C73"/>
    <w:rsid w:val="00E42065"/>
    <w:rsid w:val="00E4369B"/>
    <w:rsid w:val="00E47732"/>
    <w:rsid w:val="00E506BE"/>
    <w:rsid w:val="00E57608"/>
    <w:rsid w:val="00E60044"/>
    <w:rsid w:val="00E60F4F"/>
    <w:rsid w:val="00E641F4"/>
    <w:rsid w:val="00E65A31"/>
    <w:rsid w:val="00E67A47"/>
    <w:rsid w:val="00E77C20"/>
    <w:rsid w:val="00E912F5"/>
    <w:rsid w:val="00E94BC1"/>
    <w:rsid w:val="00E959FB"/>
    <w:rsid w:val="00E9706B"/>
    <w:rsid w:val="00EA0A42"/>
    <w:rsid w:val="00EA2A74"/>
    <w:rsid w:val="00EA7ABE"/>
    <w:rsid w:val="00EB1475"/>
    <w:rsid w:val="00EB1E0F"/>
    <w:rsid w:val="00EB6932"/>
    <w:rsid w:val="00EC216A"/>
    <w:rsid w:val="00EC3839"/>
    <w:rsid w:val="00ED15DB"/>
    <w:rsid w:val="00ED356B"/>
    <w:rsid w:val="00ED4872"/>
    <w:rsid w:val="00EE7B86"/>
    <w:rsid w:val="00EF7558"/>
    <w:rsid w:val="00F00F40"/>
    <w:rsid w:val="00F079D6"/>
    <w:rsid w:val="00F151A6"/>
    <w:rsid w:val="00F17183"/>
    <w:rsid w:val="00F17910"/>
    <w:rsid w:val="00F249D3"/>
    <w:rsid w:val="00F27DD0"/>
    <w:rsid w:val="00F30D37"/>
    <w:rsid w:val="00F36575"/>
    <w:rsid w:val="00F379DE"/>
    <w:rsid w:val="00F40EC6"/>
    <w:rsid w:val="00F42D91"/>
    <w:rsid w:val="00F52C53"/>
    <w:rsid w:val="00F6113E"/>
    <w:rsid w:val="00F622C0"/>
    <w:rsid w:val="00F63B2E"/>
    <w:rsid w:val="00F67494"/>
    <w:rsid w:val="00F718C7"/>
    <w:rsid w:val="00F7516C"/>
    <w:rsid w:val="00F7686C"/>
    <w:rsid w:val="00F870C8"/>
    <w:rsid w:val="00F91883"/>
    <w:rsid w:val="00F96E38"/>
    <w:rsid w:val="00F979E1"/>
    <w:rsid w:val="00FA25B6"/>
    <w:rsid w:val="00FB0385"/>
    <w:rsid w:val="00FB56CB"/>
    <w:rsid w:val="00FB7162"/>
    <w:rsid w:val="00FC1AE8"/>
    <w:rsid w:val="00FC68DD"/>
    <w:rsid w:val="00FD69D5"/>
    <w:rsid w:val="00FE3468"/>
    <w:rsid w:val="00FE50E8"/>
    <w:rsid w:val="00FF1E35"/>
    <w:rsid w:val="00FF5480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40512"/>
  <w15:chartTrackingRefBased/>
  <w15:docId w15:val="{63125DFC-0994-46A8-8C57-BF439D6A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A6EE7"/>
    <w:pPr>
      <w:spacing w:after="0" w:line="220" w:lineRule="atLeast"/>
    </w:pPr>
    <w:rPr>
      <w:rFonts w:cs="Arial"/>
    </w:rPr>
  </w:style>
  <w:style w:type="paragraph" w:styleId="Kop1">
    <w:name w:val="heading 1"/>
    <w:aliases w:val="Hoofdstuk"/>
    <w:basedOn w:val="Standaard"/>
    <w:next w:val="Standaard"/>
    <w:link w:val="Kop1Char"/>
    <w:uiPriority w:val="2"/>
    <w:qFormat/>
    <w:rsid w:val="00E4369B"/>
    <w:pPr>
      <w:keepNext/>
      <w:keepLines/>
      <w:numPr>
        <w:numId w:val="16"/>
      </w:numPr>
      <w:spacing w:after="220"/>
      <w:outlineLvl w:val="0"/>
    </w:pPr>
    <w:rPr>
      <w:rFonts w:asciiTheme="majorHAnsi" w:eastAsiaTheme="majorEastAsia" w:hAnsiTheme="majorHAnsi" w:cstheme="majorBidi"/>
      <w:b/>
      <w:color w:val="000000" w:themeColor="text1"/>
      <w:sz w:val="30"/>
      <w:szCs w:val="32"/>
    </w:rPr>
  </w:style>
  <w:style w:type="paragraph" w:styleId="Kop2">
    <w:name w:val="heading 2"/>
    <w:aliases w:val="Paragraaf"/>
    <w:basedOn w:val="Standaard"/>
    <w:next w:val="Standaard"/>
    <w:link w:val="Kop2Char"/>
    <w:uiPriority w:val="2"/>
    <w:qFormat/>
    <w:rsid w:val="00E4369B"/>
    <w:pPr>
      <w:keepNext/>
      <w:keepLines/>
      <w:numPr>
        <w:ilvl w:val="1"/>
        <w:numId w:val="16"/>
      </w:numPr>
      <w:spacing w:before="220"/>
      <w:outlineLvl w:val="1"/>
    </w:pPr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Kop3">
    <w:name w:val="heading 3"/>
    <w:aliases w:val="Sub Paragraaf"/>
    <w:basedOn w:val="Standaard"/>
    <w:next w:val="Standaard"/>
    <w:link w:val="Kop3Char"/>
    <w:uiPriority w:val="2"/>
    <w:qFormat/>
    <w:rsid w:val="00A12CA0"/>
    <w:pPr>
      <w:keepNext/>
      <w:keepLines/>
      <w:numPr>
        <w:ilvl w:val="2"/>
        <w:numId w:val="16"/>
      </w:numPr>
      <w:ind w:left="907" w:hanging="907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rsid w:val="001646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65DAD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16468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565DAD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rsid w:val="0016468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383D74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rsid w:val="0016468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383D74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rsid w:val="0016468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rsid w:val="0016468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styleId="111111">
    <w:name w:val="Outline List 2"/>
    <w:basedOn w:val="Geenlijst"/>
    <w:uiPriority w:val="99"/>
    <w:semiHidden/>
    <w:unhideWhenUsed/>
    <w:rsid w:val="00164686"/>
    <w:pPr>
      <w:numPr>
        <w:numId w:val="1"/>
      </w:numPr>
    </w:pPr>
  </w:style>
  <w:style w:type="numbering" w:styleId="1ai">
    <w:name w:val="Outline List 1"/>
    <w:basedOn w:val="Geenlijst"/>
    <w:uiPriority w:val="99"/>
    <w:semiHidden/>
    <w:unhideWhenUsed/>
    <w:rsid w:val="00164686"/>
    <w:pPr>
      <w:numPr>
        <w:numId w:val="2"/>
      </w:numPr>
    </w:pPr>
  </w:style>
  <w:style w:type="character" w:customStyle="1" w:styleId="Kop1Char">
    <w:name w:val="Kop 1 Char"/>
    <w:aliases w:val="Hoofdstuk Char"/>
    <w:basedOn w:val="Standaardalinea-lettertype"/>
    <w:link w:val="Kop1"/>
    <w:uiPriority w:val="2"/>
    <w:rsid w:val="00E4369B"/>
    <w:rPr>
      <w:rFonts w:asciiTheme="majorHAnsi" w:eastAsiaTheme="majorEastAsia" w:hAnsiTheme="majorHAnsi" w:cstheme="majorBidi"/>
      <w:b/>
      <w:color w:val="000000" w:themeColor="text1"/>
      <w:sz w:val="30"/>
      <w:szCs w:val="32"/>
    </w:rPr>
  </w:style>
  <w:style w:type="character" w:customStyle="1" w:styleId="Kop2Char">
    <w:name w:val="Kop 2 Char"/>
    <w:aliases w:val="Paragraaf Char"/>
    <w:basedOn w:val="Standaardalinea-lettertype"/>
    <w:link w:val="Kop2"/>
    <w:uiPriority w:val="2"/>
    <w:rsid w:val="00E4369B"/>
    <w:rPr>
      <w:rFonts w:asciiTheme="majorHAnsi" w:eastAsiaTheme="majorEastAsia" w:hAnsiTheme="majorHAnsi" w:cstheme="majorBidi"/>
      <w:b/>
      <w:color w:val="000000" w:themeColor="text1"/>
      <w:szCs w:val="26"/>
    </w:rPr>
  </w:style>
  <w:style w:type="character" w:customStyle="1" w:styleId="Kop3Char">
    <w:name w:val="Kop 3 Char"/>
    <w:aliases w:val="Sub Paragraaf Char"/>
    <w:basedOn w:val="Standaardalinea-lettertype"/>
    <w:link w:val="Kop3"/>
    <w:uiPriority w:val="2"/>
    <w:rsid w:val="00A12CA0"/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64686"/>
    <w:rPr>
      <w:rFonts w:asciiTheme="majorHAnsi" w:eastAsiaTheme="majorEastAsia" w:hAnsiTheme="majorHAnsi" w:cstheme="majorBidi"/>
      <w:i/>
      <w:iCs/>
      <w:color w:val="565DAD" w:themeColor="accent1" w:themeShade="BF"/>
      <w:sz w:val="2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64686"/>
    <w:rPr>
      <w:rFonts w:asciiTheme="majorHAnsi" w:eastAsiaTheme="majorEastAsia" w:hAnsiTheme="majorHAnsi" w:cstheme="majorBidi"/>
      <w:color w:val="565DAD" w:themeColor="accent1" w:themeShade="BF"/>
      <w:sz w:val="2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64686"/>
    <w:rPr>
      <w:rFonts w:asciiTheme="majorHAnsi" w:eastAsiaTheme="majorEastAsia" w:hAnsiTheme="majorHAnsi" w:cstheme="majorBidi"/>
      <w:color w:val="383D74" w:themeColor="accent1" w:themeShade="7F"/>
      <w:sz w:val="2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64686"/>
    <w:rPr>
      <w:rFonts w:asciiTheme="majorHAnsi" w:eastAsiaTheme="majorEastAsia" w:hAnsiTheme="majorHAnsi" w:cstheme="majorBidi"/>
      <w:i/>
      <w:iCs/>
      <w:color w:val="383D74" w:themeColor="accent1" w:themeShade="7F"/>
      <w:sz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6468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6468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6468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4686"/>
    <w:rPr>
      <w:rFonts w:ascii="Segoe UI" w:hAnsi="Segoe UI" w:cs="Segoe UI"/>
      <w:sz w:val="18"/>
      <w:szCs w:val="18"/>
    </w:rPr>
  </w:style>
  <w:style w:type="paragraph" w:styleId="Bibliografie">
    <w:name w:val="Bibliography"/>
    <w:basedOn w:val="Standaard"/>
    <w:next w:val="Standaard"/>
    <w:uiPriority w:val="37"/>
    <w:semiHidden/>
    <w:unhideWhenUsed/>
    <w:rsid w:val="00164686"/>
  </w:style>
  <w:style w:type="paragraph" w:styleId="Bloktekst">
    <w:name w:val="Block Text"/>
    <w:basedOn w:val="Standaard"/>
    <w:uiPriority w:val="99"/>
    <w:semiHidden/>
    <w:unhideWhenUsed/>
    <w:rsid w:val="00164686"/>
    <w:pPr>
      <w:pBdr>
        <w:top w:val="single" w:sz="2" w:space="10" w:color="9196CA" w:themeColor="accent1"/>
        <w:left w:val="single" w:sz="2" w:space="10" w:color="9196CA" w:themeColor="accent1"/>
        <w:bottom w:val="single" w:sz="2" w:space="10" w:color="9196CA" w:themeColor="accent1"/>
        <w:right w:val="single" w:sz="2" w:space="10" w:color="9196CA" w:themeColor="accent1"/>
      </w:pBdr>
      <w:ind w:left="1152" w:right="1152"/>
    </w:pPr>
    <w:rPr>
      <w:rFonts w:eastAsiaTheme="minorEastAsia" w:cstheme="minorBidi"/>
      <w:i/>
      <w:iCs/>
      <w:color w:val="9196CA" w:themeColor="accent1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164686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164686"/>
    <w:rPr>
      <w:rFonts w:ascii="Arial" w:hAnsi="Arial" w:cs="Arial"/>
      <w:sz w:val="20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164686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164686"/>
    <w:rPr>
      <w:rFonts w:ascii="Arial" w:hAnsi="Arial" w:cs="Arial"/>
      <w:sz w:val="20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164686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164686"/>
    <w:rPr>
      <w:rFonts w:ascii="Arial" w:hAnsi="Arial" w:cs="Arial"/>
      <w:sz w:val="16"/>
      <w:szCs w:val="16"/>
    </w:rPr>
  </w:style>
  <w:style w:type="paragraph" w:styleId="Platteteksteersteinspringing">
    <w:name w:val="Body Text First Indent"/>
    <w:basedOn w:val="Plattetekst"/>
    <w:link w:val="PlatteteksteersteinspringingChar"/>
    <w:uiPriority w:val="99"/>
    <w:semiHidden/>
    <w:unhideWhenUsed/>
    <w:rsid w:val="00164686"/>
    <w:pPr>
      <w:spacing w:after="160"/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164686"/>
    <w:rPr>
      <w:rFonts w:ascii="Arial" w:hAnsi="Arial" w:cs="Arial"/>
      <w:sz w:val="20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164686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164686"/>
    <w:rPr>
      <w:rFonts w:ascii="Arial" w:hAnsi="Arial" w:cs="Arial"/>
      <w:sz w:val="20"/>
    </w:rPr>
  </w:style>
  <w:style w:type="paragraph" w:styleId="Platteteksteersteinspringing2">
    <w:name w:val="Body Text First Indent 2"/>
    <w:basedOn w:val="Plattetekstinspringen"/>
    <w:link w:val="Platteteksteersteinspringing2Char"/>
    <w:uiPriority w:val="99"/>
    <w:semiHidden/>
    <w:unhideWhenUsed/>
    <w:rsid w:val="00164686"/>
    <w:pPr>
      <w:spacing w:after="160"/>
      <w:ind w:left="360" w:firstLine="360"/>
    </w:p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164686"/>
    <w:rPr>
      <w:rFonts w:ascii="Arial" w:hAnsi="Arial" w:cs="Arial"/>
      <w:sz w:val="20"/>
    </w:rPr>
  </w:style>
  <w:style w:type="paragraph" w:styleId="Plattetekstinspringen2">
    <w:name w:val="Body Text Indent 2"/>
    <w:basedOn w:val="Standaard"/>
    <w:link w:val="Plattetekstinspringen2Char"/>
    <w:uiPriority w:val="99"/>
    <w:semiHidden/>
    <w:unhideWhenUsed/>
    <w:rsid w:val="00164686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164686"/>
    <w:rPr>
      <w:rFonts w:ascii="Arial" w:hAnsi="Arial" w:cs="Arial"/>
      <w:sz w:val="20"/>
    </w:rPr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164686"/>
    <w:pPr>
      <w:spacing w:after="120"/>
      <w:ind w:left="283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164686"/>
    <w:rPr>
      <w:rFonts w:ascii="Arial" w:hAnsi="Arial" w:cs="Arial"/>
      <w:sz w:val="16"/>
      <w:szCs w:val="16"/>
    </w:rPr>
  </w:style>
  <w:style w:type="character" w:styleId="Titelvanboek">
    <w:name w:val="Book Title"/>
    <w:basedOn w:val="Standaardalinea-lettertype"/>
    <w:uiPriority w:val="33"/>
    <w:rsid w:val="00164686"/>
    <w:rPr>
      <w:b/>
      <w:bCs/>
      <w:i/>
      <w:iCs/>
      <w:spacing w:val="5"/>
    </w:rPr>
  </w:style>
  <w:style w:type="paragraph" w:styleId="Bijschrift">
    <w:name w:val="caption"/>
    <w:basedOn w:val="Standaard"/>
    <w:next w:val="Standaard"/>
    <w:uiPriority w:val="8"/>
    <w:qFormat/>
    <w:rsid w:val="00E4369B"/>
    <w:pPr>
      <w:spacing w:before="120" w:after="220" w:line="240" w:lineRule="auto"/>
    </w:pPr>
    <w:rPr>
      <w:i/>
      <w:iCs/>
      <w:color w:val="003273" w:themeColor="text2"/>
      <w:sz w:val="18"/>
      <w:szCs w:val="18"/>
    </w:rPr>
  </w:style>
  <w:style w:type="paragraph" w:styleId="Afsluiting">
    <w:name w:val="Closing"/>
    <w:basedOn w:val="Standaard"/>
    <w:link w:val="AfsluitingChar"/>
    <w:uiPriority w:val="99"/>
    <w:semiHidden/>
    <w:unhideWhenUsed/>
    <w:rsid w:val="00164686"/>
    <w:pPr>
      <w:spacing w:line="240" w:lineRule="auto"/>
      <w:ind w:left="4252"/>
    </w:p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164686"/>
    <w:rPr>
      <w:rFonts w:ascii="Arial" w:hAnsi="Arial" w:cs="Arial"/>
      <w:sz w:val="20"/>
    </w:rPr>
  </w:style>
  <w:style w:type="table" w:styleId="Kleurrijkraster">
    <w:name w:val="Colorful Grid"/>
    <w:basedOn w:val="Standaardtabel"/>
    <w:uiPriority w:val="73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E9F4" w:themeFill="accent1" w:themeFillTint="33"/>
    </w:tcPr>
    <w:tblStylePr w:type="firstRow">
      <w:rPr>
        <w:b/>
        <w:bCs/>
      </w:rPr>
      <w:tblPr/>
      <w:tcPr>
        <w:shd w:val="clear" w:color="auto" w:fill="D2D4E9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D4E9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65DA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65DAD" w:themeFill="accent1" w:themeFillShade="BF"/>
      </w:tcPr>
    </w:tblStylePr>
    <w:tblStylePr w:type="band1Vert">
      <w:tblPr/>
      <w:tcPr>
        <w:shd w:val="clear" w:color="auto" w:fill="C8CAE4" w:themeFill="accent1" w:themeFillTint="7F"/>
      </w:tcPr>
    </w:tblStylePr>
    <w:tblStylePr w:type="band1Horz">
      <w:tblPr/>
      <w:tcPr>
        <w:shd w:val="clear" w:color="auto" w:fill="C8CAE4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0D2FF" w:themeFill="accent2" w:themeFillTint="33"/>
    </w:tcPr>
    <w:tblStylePr w:type="firstRow">
      <w:rPr>
        <w:b/>
        <w:bCs/>
      </w:rPr>
      <w:tblPr/>
      <w:tcPr>
        <w:shd w:val="clear" w:color="auto" w:fill="61A5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1A5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55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556" w:themeFill="accent2" w:themeFillShade="BF"/>
      </w:tcPr>
    </w:tblStylePr>
    <w:tblStylePr w:type="band1Vert">
      <w:tblPr/>
      <w:tcPr>
        <w:shd w:val="clear" w:color="auto" w:fill="3A8EFF" w:themeFill="accent2" w:themeFillTint="7F"/>
      </w:tcPr>
    </w:tblStylePr>
    <w:tblStylePr w:type="band1Horz">
      <w:tblPr/>
      <w:tcPr>
        <w:shd w:val="clear" w:color="auto" w:fill="3A8EFF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EF0" w:themeFill="accent3" w:themeFillTint="33"/>
    </w:tcPr>
    <w:tblStylePr w:type="firstRow">
      <w:rPr>
        <w:b/>
        <w:bCs/>
      </w:rPr>
      <w:tblPr/>
      <w:tcPr>
        <w:shd w:val="clear" w:color="auto" w:fill="DCDE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CDE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9808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9808D" w:themeFill="accent3" w:themeFillShade="BF"/>
      </w:tcPr>
    </w:tblStylePr>
    <w:tblStylePr w:type="band1Vert">
      <w:tblPr/>
      <w:tcPr>
        <w:shd w:val="clear" w:color="auto" w:fill="D4D6DA" w:themeFill="accent3" w:themeFillTint="7F"/>
      </w:tcPr>
    </w:tblStylePr>
    <w:tblStylePr w:type="band1Horz">
      <w:tblPr/>
      <w:tcPr>
        <w:shd w:val="clear" w:color="auto" w:fill="D4D6DA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ECFF" w:themeFill="accent4" w:themeFillTint="33"/>
    </w:tcPr>
    <w:tblStylePr w:type="firstRow">
      <w:rPr>
        <w:b/>
        <w:bCs/>
      </w:rPr>
      <w:tblPr/>
      <w:tcPr>
        <w:shd w:val="clear" w:color="auto" w:fill="E2D9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2D9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838F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838FF" w:themeFill="accent4" w:themeFillShade="BF"/>
      </w:tcPr>
    </w:tblStylePr>
    <w:tblStylePr w:type="band1Vert">
      <w:tblPr/>
      <w:tcPr>
        <w:shd w:val="clear" w:color="auto" w:fill="DBD0FF" w:themeFill="accent4" w:themeFillTint="7F"/>
      </w:tcPr>
    </w:tblStylePr>
    <w:tblStylePr w:type="band1Horz">
      <w:tblPr/>
      <w:tcPr>
        <w:shd w:val="clear" w:color="auto" w:fill="DBD0FF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D5CC" w:themeFill="accent5" w:themeFillTint="33"/>
    </w:tcPr>
    <w:tblStylePr w:type="firstRow">
      <w:rPr>
        <w:b/>
        <w:bCs/>
      </w:rPr>
      <w:tblPr/>
      <w:tcPr>
        <w:shd w:val="clear" w:color="auto" w:fill="FFAB9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AB9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F23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F2300" w:themeFill="accent5" w:themeFillShade="BF"/>
      </w:tcPr>
    </w:tblStylePr>
    <w:tblStylePr w:type="band1Vert">
      <w:tblPr/>
      <w:tcPr>
        <w:shd w:val="clear" w:color="auto" w:fill="FF9780" w:themeFill="accent5" w:themeFillTint="7F"/>
      </w:tcPr>
    </w:tblStylePr>
    <w:tblStylePr w:type="band1Horz">
      <w:tblPr/>
      <w:tcPr>
        <w:shd w:val="clear" w:color="auto" w:fill="FF9780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4FF" w:themeFill="accent6" w:themeFillTint="33"/>
    </w:tcPr>
    <w:tblStylePr w:type="firstRow">
      <w:rPr>
        <w:b/>
        <w:bCs/>
      </w:rPr>
      <w:tblPr/>
      <w:tcPr>
        <w:shd w:val="clear" w:color="auto" w:fill="CAE9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1CA4F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1CA4FF" w:themeFill="accent6" w:themeFillShade="BF"/>
      </w:tcPr>
    </w:tblStylePr>
    <w:tblStylePr w:type="band1Vert">
      <w:tblPr/>
      <w:tcPr>
        <w:shd w:val="clear" w:color="auto" w:fill="BDE4FF" w:themeFill="accent6" w:themeFillTint="7F"/>
      </w:tcPr>
    </w:tblStylePr>
    <w:tblStylePr w:type="band1Horz">
      <w:tblPr/>
      <w:tcPr>
        <w:shd w:val="clear" w:color="auto" w:fill="BDE4FF" w:themeFill="accent6" w:themeFillTint="7F"/>
      </w:tcPr>
    </w:tblStylePr>
  </w:style>
  <w:style w:type="table" w:styleId="Kleurrijkelijst">
    <w:name w:val="Colorful List"/>
    <w:basedOn w:val="Standaardtabel"/>
    <w:uiPriority w:val="72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5C" w:themeFill="accent2" w:themeFillShade="CC"/>
      </w:tcPr>
    </w:tblStylePr>
    <w:tblStylePr w:type="lastRow">
      <w:rPr>
        <w:b/>
        <w:bCs/>
        <w:color w:val="00275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4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5C" w:themeFill="accent2" w:themeFillShade="CC"/>
      </w:tcPr>
    </w:tblStylePr>
    <w:tblStylePr w:type="lastRow">
      <w:rPr>
        <w:b/>
        <w:bCs/>
        <w:color w:val="00275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E4F2" w:themeFill="accent1" w:themeFillTint="3F"/>
      </w:tcPr>
    </w:tblStylePr>
    <w:tblStylePr w:type="band1Horz">
      <w:tblPr/>
      <w:tcPr>
        <w:shd w:val="clear" w:color="auto" w:fill="E8E9F4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8E8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5C" w:themeFill="accent2" w:themeFillShade="CC"/>
      </w:tcPr>
    </w:tblStylePr>
    <w:tblStylePr w:type="lastRow">
      <w:rPr>
        <w:b/>
        <w:bCs/>
        <w:color w:val="00275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7FF" w:themeFill="accent2" w:themeFillTint="3F"/>
      </w:tcPr>
    </w:tblStylePr>
    <w:tblStylePr w:type="band1Horz">
      <w:tblPr/>
      <w:tcPr>
        <w:shd w:val="clear" w:color="auto" w:fill="B0D2FF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7F7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4DFF" w:themeFill="accent4" w:themeFillShade="CC"/>
      </w:tcPr>
    </w:tblStylePr>
    <w:tblStylePr w:type="lastRow">
      <w:rPr>
        <w:b/>
        <w:bCs/>
        <w:color w:val="784DF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AED" w:themeFill="accent3" w:themeFillTint="3F"/>
      </w:tcPr>
    </w:tblStylePr>
    <w:tblStylePr w:type="band1Horz">
      <w:tblPr/>
      <w:tcPr>
        <w:shd w:val="clear" w:color="auto" w:fill="EDEEF0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5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28A95" w:themeFill="accent3" w:themeFillShade="CC"/>
      </w:tcPr>
    </w:tblStylePr>
    <w:tblStylePr w:type="lastRow">
      <w:rPr>
        <w:b/>
        <w:bCs/>
        <w:color w:val="828A95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7FF" w:themeFill="accent4" w:themeFillTint="3F"/>
      </w:tcPr>
    </w:tblStylePr>
    <w:tblStylePr w:type="band1Horz">
      <w:tblPr/>
      <w:tcPr>
        <w:shd w:val="clear" w:color="auto" w:fill="F0ECFF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AE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0ACFF" w:themeFill="accent6" w:themeFillShade="CC"/>
      </w:tcPr>
    </w:tblStylePr>
    <w:tblStylePr w:type="lastRow">
      <w:rPr>
        <w:b/>
        <w:bCs/>
        <w:color w:val="30ACFF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BC0" w:themeFill="accent5" w:themeFillTint="3F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9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2500" w:themeFill="accent5" w:themeFillShade="CC"/>
      </w:tcPr>
    </w:tblStylePr>
    <w:tblStylePr w:type="lastRow">
      <w:rPr>
        <w:b/>
        <w:bCs/>
        <w:color w:val="CC25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1FF" w:themeFill="accent6" w:themeFillTint="3F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27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27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273" w:themeColor="accent2"/>
        <w:left w:val="single" w:sz="4" w:space="0" w:color="9196CA" w:themeColor="accent1"/>
        <w:bottom w:val="single" w:sz="4" w:space="0" w:color="9196CA" w:themeColor="accent1"/>
        <w:right w:val="single" w:sz="4" w:space="0" w:color="9196CA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27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498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498C" w:themeColor="accent1" w:themeShade="99"/>
          <w:insideV w:val="nil"/>
        </w:tcBorders>
        <w:shd w:val="clear" w:color="auto" w:fill="43498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498C" w:themeFill="accent1" w:themeFillShade="99"/>
      </w:tcPr>
    </w:tblStylePr>
    <w:tblStylePr w:type="band1Vert">
      <w:tblPr/>
      <w:tcPr>
        <w:shd w:val="clear" w:color="auto" w:fill="D2D4E9" w:themeFill="accent1" w:themeFillTint="66"/>
      </w:tcPr>
    </w:tblStylePr>
    <w:tblStylePr w:type="band1Horz">
      <w:tblPr/>
      <w:tcPr>
        <w:shd w:val="clear" w:color="auto" w:fill="C8CAE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71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273" w:themeColor="accent2"/>
        <w:left w:val="single" w:sz="4" w:space="0" w:color="003273" w:themeColor="accent2"/>
        <w:bottom w:val="single" w:sz="4" w:space="0" w:color="003273" w:themeColor="accent2"/>
        <w:right w:val="single" w:sz="4" w:space="0" w:color="00327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8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27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45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45" w:themeColor="accent2" w:themeShade="99"/>
          <w:insideV w:val="nil"/>
        </w:tcBorders>
        <w:shd w:val="clear" w:color="auto" w:fill="001D45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45" w:themeFill="accent2" w:themeFillShade="99"/>
      </w:tcPr>
    </w:tblStylePr>
    <w:tblStylePr w:type="band1Vert">
      <w:tblPr/>
      <w:tcPr>
        <w:shd w:val="clear" w:color="auto" w:fill="61A5FF" w:themeFill="accent2" w:themeFillTint="66"/>
      </w:tcPr>
    </w:tblStylePr>
    <w:tblStylePr w:type="band1Horz">
      <w:tblPr/>
      <w:tcPr>
        <w:shd w:val="clear" w:color="auto" w:fill="3A8E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8A1FF" w:themeColor="accent4"/>
        <w:left w:val="single" w:sz="4" w:space="0" w:color="A9AEB6" w:themeColor="accent3"/>
        <w:bottom w:val="single" w:sz="4" w:space="0" w:color="A9AEB6" w:themeColor="accent3"/>
        <w:right w:val="single" w:sz="4" w:space="0" w:color="A9AEB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7F7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8A1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677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6771" w:themeColor="accent3" w:themeShade="99"/>
          <w:insideV w:val="nil"/>
        </w:tcBorders>
        <w:shd w:val="clear" w:color="auto" w:fill="60677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6771" w:themeFill="accent3" w:themeFillShade="99"/>
      </w:tcPr>
    </w:tblStylePr>
    <w:tblStylePr w:type="band1Vert">
      <w:tblPr/>
      <w:tcPr>
        <w:shd w:val="clear" w:color="auto" w:fill="DCDEE1" w:themeFill="accent3" w:themeFillTint="66"/>
      </w:tcPr>
    </w:tblStylePr>
    <w:tblStylePr w:type="band1Horz">
      <w:tblPr/>
      <w:tcPr>
        <w:shd w:val="clear" w:color="auto" w:fill="D4D6DA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9AEB6" w:themeColor="accent3"/>
        <w:left w:val="single" w:sz="4" w:space="0" w:color="B8A1FF" w:themeColor="accent4"/>
        <w:bottom w:val="single" w:sz="4" w:space="0" w:color="B8A1FF" w:themeColor="accent4"/>
        <w:right w:val="single" w:sz="4" w:space="0" w:color="B8A1F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5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9AEB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C00F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C00F9" w:themeColor="accent4" w:themeShade="99"/>
          <w:insideV w:val="nil"/>
        </w:tcBorders>
        <w:shd w:val="clear" w:color="auto" w:fill="3C00F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00F9" w:themeFill="accent4" w:themeFillShade="99"/>
      </w:tcPr>
    </w:tblStylePr>
    <w:tblStylePr w:type="band1Vert">
      <w:tblPr/>
      <w:tcPr>
        <w:shd w:val="clear" w:color="auto" w:fill="E2D9FF" w:themeFill="accent4" w:themeFillTint="66"/>
      </w:tcPr>
    </w:tblStylePr>
    <w:tblStylePr w:type="band1Horz">
      <w:tblPr/>
      <w:tcPr>
        <w:shd w:val="clear" w:color="auto" w:fill="DBD0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CCBFF" w:themeColor="accent6"/>
        <w:left w:val="single" w:sz="4" w:space="0" w:color="FF2F00" w:themeColor="accent5"/>
        <w:bottom w:val="single" w:sz="4" w:space="0" w:color="FF2F00" w:themeColor="accent5"/>
        <w:right w:val="single" w:sz="4" w:space="0" w:color="FF2F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AE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CCB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1C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1C00" w:themeColor="accent5" w:themeShade="99"/>
          <w:insideV w:val="nil"/>
        </w:tcBorders>
        <w:shd w:val="clear" w:color="auto" w:fill="991C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1C00" w:themeFill="accent5" w:themeFillShade="99"/>
      </w:tcPr>
    </w:tblStylePr>
    <w:tblStylePr w:type="band1Vert">
      <w:tblPr/>
      <w:tcPr>
        <w:shd w:val="clear" w:color="auto" w:fill="FFAB99" w:themeFill="accent5" w:themeFillTint="66"/>
      </w:tcPr>
    </w:tblStylePr>
    <w:tblStylePr w:type="band1Horz">
      <w:tblPr/>
      <w:tcPr>
        <w:shd w:val="clear" w:color="auto" w:fill="FF978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71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2F00" w:themeColor="accent5"/>
        <w:left w:val="single" w:sz="4" w:space="0" w:color="7CCBFF" w:themeColor="accent6"/>
        <w:bottom w:val="single" w:sz="4" w:space="0" w:color="7CCBFF" w:themeColor="accent6"/>
        <w:right w:val="single" w:sz="4" w:space="0" w:color="7CCBF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9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2F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88E3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88E3" w:themeColor="accent6" w:themeShade="99"/>
          <w:insideV w:val="nil"/>
        </w:tcBorders>
        <w:shd w:val="clear" w:color="auto" w:fill="0088E3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8E3" w:themeFill="accent6" w:themeFillShade="99"/>
      </w:tcPr>
    </w:tblStylePr>
    <w:tblStylePr w:type="band1Vert">
      <w:tblPr/>
      <w:tcPr>
        <w:shd w:val="clear" w:color="auto" w:fill="CAE9FF" w:themeFill="accent6" w:themeFillTint="66"/>
      </w:tcPr>
    </w:tblStylePr>
    <w:tblStylePr w:type="band1Horz">
      <w:tblPr/>
      <w:tcPr>
        <w:shd w:val="clear" w:color="auto" w:fill="BDE4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16468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64686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64686"/>
    <w:rPr>
      <w:rFonts w:ascii="Arial" w:hAnsi="Arial" w:cs="Arial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6468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64686"/>
    <w:rPr>
      <w:rFonts w:ascii="Arial" w:hAnsi="Arial" w:cs="Arial"/>
      <w:b/>
      <w:bCs/>
      <w:sz w:val="20"/>
      <w:szCs w:val="20"/>
    </w:rPr>
  </w:style>
  <w:style w:type="table" w:styleId="Donkerelijst">
    <w:name w:val="Dark List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196C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83D7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5DA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5DA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5DA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5DAD" w:themeFill="accent1" w:themeFillShade="BF"/>
      </w:tcPr>
    </w:tblStylePr>
  </w:style>
  <w:style w:type="table" w:styleId="Donkerelijst-accent2">
    <w:name w:val="Dark List Accent 2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27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39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55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55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55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556" w:themeFill="accent2" w:themeFillShade="BF"/>
      </w:tcPr>
    </w:tblStylePr>
  </w:style>
  <w:style w:type="table" w:styleId="Donkerelijst-accent3">
    <w:name w:val="Dark List Accent 3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9AEB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55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9808D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9808D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9808D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9808D" w:themeFill="accent3" w:themeFillShade="BF"/>
      </w:tcPr>
    </w:tblStylePr>
  </w:style>
  <w:style w:type="table" w:styleId="Donkerelijst-accent4">
    <w:name w:val="Dark List Accent 4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8A1F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200C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838F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838F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38F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38FF" w:themeFill="accent4" w:themeFillShade="BF"/>
      </w:tcPr>
    </w:tblStylePr>
  </w:style>
  <w:style w:type="table" w:styleId="Donkerelijst-accent5">
    <w:name w:val="Dark List Accent 5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2F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17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23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23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23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2300" w:themeFill="accent5" w:themeFillShade="BF"/>
      </w:tcPr>
    </w:tblStylePr>
  </w:style>
  <w:style w:type="table" w:styleId="Donkerelijst-accent6">
    <w:name w:val="Dark List Accent 6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CCBF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71B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CA4F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CA4F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A4F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A4FF" w:themeFill="accent6" w:themeFillShade="BF"/>
      </w:tcPr>
    </w:tblStylePr>
  </w:style>
  <w:style w:type="paragraph" w:styleId="Datum">
    <w:name w:val="Date"/>
    <w:basedOn w:val="Standaard"/>
    <w:next w:val="Standaard"/>
    <w:link w:val="DatumChar"/>
    <w:uiPriority w:val="99"/>
    <w:semiHidden/>
    <w:unhideWhenUsed/>
    <w:rsid w:val="00164686"/>
  </w:style>
  <w:style w:type="character" w:customStyle="1" w:styleId="DatumChar">
    <w:name w:val="Datum Char"/>
    <w:basedOn w:val="Standaardalinea-lettertype"/>
    <w:link w:val="Datum"/>
    <w:uiPriority w:val="99"/>
    <w:semiHidden/>
    <w:rsid w:val="00164686"/>
    <w:rPr>
      <w:rFonts w:ascii="Arial" w:hAnsi="Arial" w:cs="Arial"/>
      <w:sz w:val="20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164686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164686"/>
    <w:rPr>
      <w:rFonts w:ascii="Segoe UI" w:hAnsi="Segoe UI" w:cs="Segoe UI"/>
      <w:sz w:val="16"/>
      <w:szCs w:val="16"/>
    </w:rPr>
  </w:style>
  <w:style w:type="paragraph" w:styleId="E-mailhandtekening">
    <w:name w:val="E-mail Signature"/>
    <w:basedOn w:val="Standaard"/>
    <w:link w:val="E-mailhandtekeningChar"/>
    <w:uiPriority w:val="99"/>
    <w:semiHidden/>
    <w:unhideWhenUsed/>
    <w:rsid w:val="00164686"/>
    <w:pPr>
      <w:spacing w:line="240" w:lineRule="auto"/>
    </w:pPr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164686"/>
    <w:rPr>
      <w:rFonts w:ascii="Arial" w:hAnsi="Arial" w:cs="Arial"/>
      <w:sz w:val="20"/>
    </w:rPr>
  </w:style>
  <w:style w:type="character" w:styleId="Nadruk">
    <w:name w:val="Emphasis"/>
    <w:basedOn w:val="Standaardalinea-lettertype"/>
    <w:uiPriority w:val="20"/>
    <w:rsid w:val="00164686"/>
    <w:rPr>
      <w:i/>
      <w:iCs/>
    </w:rPr>
  </w:style>
  <w:style w:type="character" w:styleId="Eindnootmarkering">
    <w:name w:val="endnote reference"/>
    <w:basedOn w:val="Standaardalinea-lettertype"/>
    <w:uiPriority w:val="99"/>
    <w:semiHidden/>
    <w:unhideWhenUsed/>
    <w:rsid w:val="00164686"/>
    <w:rPr>
      <w:vertAlign w:val="superscript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164686"/>
    <w:pPr>
      <w:spacing w:line="240" w:lineRule="auto"/>
    </w:pPr>
    <w:rPr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164686"/>
    <w:rPr>
      <w:rFonts w:ascii="Arial" w:hAnsi="Arial" w:cs="Arial"/>
      <w:sz w:val="20"/>
      <w:szCs w:val="20"/>
    </w:rPr>
  </w:style>
  <w:style w:type="paragraph" w:styleId="Adresenvelop">
    <w:name w:val="envelope address"/>
    <w:basedOn w:val="Standaard"/>
    <w:uiPriority w:val="99"/>
    <w:semiHidden/>
    <w:unhideWhenUsed/>
    <w:rsid w:val="00164686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zender">
    <w:name w:val="envelope return"/>
    <w:basedOn w:val="Standaard"/>
    <w:uiPriority w:val="99"/>
    <w:semiHidden/>
    <w:unhideWhenUsed/>
    <w:rsid w:val="00164686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64686"/>
    <w:rPr>
      <w:color w:val="A9AEB6" w:themeColor="followedHyperlink"/>
      <w:u w:val="single"/>
    </w:rPr>
  </w:style>
  <w:style w:type="paragraph" w:styleId="Voettekst">
    <w:name w:val="footer"/>
    <w:basedOn w:val="Standaard"/>
    <w:link w:val="VoettekstChar"/>
    <w:uiPriority w:val="99"/>
    <w:unhideWhenUsed/>
    <w:rsid w:val="00010C1F"/>
    <w:pPr>
      <w:tabs>
        <w:tab w:val="center" w:pos="4536"/>
        <w:tab w:val="right" w:pos="9072"/>
      </w:tabs>
      <w:spacing w:line="240" w:lineRule="auto"/>
    </w:pPr>
    <w:rPr>
      <w:sz w:val="20"/>
    </w:rPr>
  </w:style>
  <w:style w:type="character" w:customStyle="1" w:styleId="VoettekstChar">
    <w:name w:val="Voettekst Char"/>
    <w:basedOn w:val="Standaardalinea-lettertype"/>
    <w:link w:val="Voettekst"/>
    <w:uiPriority w:val="99"/>
    <w:rsid w:val="00010C1F"/>
    <w:rPr>
      <w:rFonts w:cs="Arial"/>
      <w:sz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164686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32501C"/>
    <w:pPr>
      <w:spacing w:line="240" w:lineRule="auto"/>
    </w:pPr>
    <w:rPr>
      <w:sz w:val="16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32501C"/>
    <w:rPr>
      <w:rFonts w:cs="Arial"/>
      <w:sz w:val="16"/>
      <w:szCs w:val="20"/>
    </w:rPr>
  </w:style>
  <w:style w:type="table" w:styleId="Tabelraster1licht">
    <w:name w:val="Grid Table 1 Light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2D4E9" w:themeColor="accent1" w:themeTint="66"/>
        <w:left w:val="single" w:sz="4" w:space="0" w:color="D2D4E9" w:themeColor="accent1" w:themeTint="66"/>
        <w:bottom w:val="single" w:sz="4" w:space="0" w:color="D2D4E9" w:themeColor="accent1" w:themeTint="66"/>
        <w:right w:val="single" w:sz="4" w:space="0" w:color="D2D4E9" w:themeColor="accent1" w:themeTint="66"/>
        <w:insideH w:val="single" w:sz="4" w:space="0" w:color="D2D4E9" w:themeColor="accent1" w:themeTint="66"/>
        <w:insideV w:val="single" w:sz="4" w:space="0" w:color="D2D4E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CBFD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BF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61A5FF" w:themeColor="accent2" w:themeTint="66"/>
        <w:left w:val="single" w:sz="4" w:space="0" w:color="61A5FF" w:themeColor="accent2" w:themeTint="66"/>
        <w:bottom w:val="single" w:sz="4" w:space="0" w:color="61A5FF" w:themeColor="accent2" w:themeTint="66"/>
        <w:right w:val="single" w:sz="4" w:space="0" w:color="61A5FF" w:themeColor="accent2" w:themeTint="66"/>
        <w:insideH w:val="single" w:sz="4" w:space="0" w:color="61A5FF" w:themeColor="accent2" w:themeTint="66"/>
        <w:insideV w:val="single" w:sz="4" w:space="0" w:color="61A5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1278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1278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CDEE1" w:themeColor="accent3" w:themeTint="66"/>
        <w:left w:val="single" w:sz="4" w:space="0" w:color="DCDEE1" w:themeColor="accent3" w:themeTint="66"/>
        <w:bottom w:val="single" w:sz="4" w:space="0" w:color="DCDEE1" w:themeColor="accent3" w:themeTint="66"/>
        <w:right w:val="single" w:sz="4" w:space="0" w:color="DCDEE1" w:themeColor="accent3" w:themeTint="66"/>
        <w:insideH w:val="single" w:sz="4" w:space="0" w:color="DCDEE1" w:themeColor="accent3" w:themeTint="66"/>
        <w:insideV w:val="single" w:sz="4" w:space="0" w:color="DCDEE1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BCED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BCED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E2D9FF" w:themeColor="accent4" w:themeTint="66"/>
        <w:left w:val="single" w:sz="4" w:space="0" w:color="E2D9FF" w:themeColor="accent4" w:themeTint="66"/>
        <w:bottom w:val="single" w:sz="4" w:space="0" w:color="E2D9FF" w:themeColor="accent4" w:themeTint="66"/>
        <w:right w:val="single" w:sz="4" w:space="0" w:color="E2D9FF" w:themeColor="accent4" w:themeTint="66"/>
        <w:insideH w:val="single" w:sz="4" w:space="0" w:color="E2D9FF" w:themeColor="accent4" w:themeTint="66"/>
        <w:insideV w:val="single" w:sz="4" w:space="0" w:color="E2D9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4C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4C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AB99" w:themeColor="accent5" w:themeTint="66"/>
        <w:left w:val="single" w:sz="4" w:space="0" w:color="FFAB99" w:themeColor="accent5" w:themeTint="66"/>
        <w:bottom w:val="single" w:sz="4" w:space="0" w:color="FFAB99" w:themeColor="accent5" w:themeTint="66"/>
        <w:right w:val="single" w:sz="4" w:space="0" w:color="FFAB99" w:themeColor="accent5" w:themeTint="66"/>
        <w:insideH w:val="single" w:sz="4" w:space="0" w:color="FFAB99" w:themeColor="accent5" w:themeTint="66"/>
        <w:insideV w:val="single" w:sz="4" w:space="0" w:color="FFAB9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82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2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AE9FF" w:themeColor="accent6" w:themeTint="66"/>
        <w:left w:val="single" w:sz="4" w:space="0" w:color="CAE9FF" w:themeColor="accent6" w:themeTint="66"/>
        <w:bottom w:val="single" w:sz="4" w:space="0" w:color="CAE9FF" w:themeColor="accent6" w:themeTint="66"/>
        <w:right w:val="single" w:sz="4" w:space="0" w:color="CAE9FF" w:themeColor="accent6" w:themeTint="66"/>
        <w:insideH w:val="single" w:sz="4" w:space="0" w:color="CAE9FF" w:themeColor="accent6" w:themeTint="66"/>
        <w:insideV w:val="single" w:sz="4" w:space="0" w:color="CAE9F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0D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0D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BCBFDF" w:themeColor="accent1" w:themeTint="99"/>
        <w:bottom w:val="single" w:sz="2" w:space="0" w:color="BCBFDF" w:themeColor="accent1" w:themeTint="99"/>
        <w:insideH w:val="single" w:sz="2" w:space="0" w:color="BCBFDF" w:themeColor="accent1" w:themeTint="99"/>
        <w:insideV w:val="single" w:sz="2" w:space="0" w:color="BCBFD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CBFD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BFD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</w:style>
  <w:style w:type="table" w:styleId="Rastertabel2-Accent2">
    <w:name w:val="Grid Table 2 Accent 2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1278FF" w:themeColor="accent2" w:themeTint="99"/>
        <w:bottom w:val="single" w:sz="2" w:space="0" w:color="1278FF" w:themeColor="accent2" w:themeTint="99"/>
        <w:insideH w:val="single" w:sz="2" w:space="0" w:color="1278FF" w:themeColor="accent2" w:themeTint="99"/>
        <w:insideV w:val="single" w:sz="2" w:space="0" w:color="1278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1278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1278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</w:style>
  <w:style w:type="table" w:styleId="Rastertabel2-Accent3">
    <w:name w:val="Grid Table 2 Accent 3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CBCED3" w:themeColor="accent3" w:themeTint="99"/>
        <w:bottom w:val="single" w:sz="2" w:space="0" w:color="CBCED3" w:themeColor="accent3" w:themeTint="99"/>
        <w:insideH w:val="single" w:sz="2" w:space="0" w:color="CBCED3" w:themeColor="accent3" w:themeTint="99"/>
        <w:insideV w:val="single" w:sz="2" w:space="0" w:color="CBCED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BCED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BCED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</w:style>
  <w:style w:type="table" w:styleId="Rastertabel2-Accent4">
    <w:name w:val="Grid Table 2 Accent 4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D4C6FF" w:themeColor="accent4" w:themeTint="99"/>
        <w:bottom w:val="single" w:sz="2" w:space="0" w:color="D4C6FF" w:themeColor="accent4" w:themeTint="99"/>
        <w:insideH w:val="single" w:sz="2" w:space="0" w:color="D4C6FF" w:themeColor="accent4" w:themeTint="99"/>
        <w:insideV w:val="single" w:sz="2" w:space="0" w:color="D4C6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4C6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4C6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</w:style>
  <w:style w:type="table" w:styleId="Rastertabel2-Accent5">
    <w:name w:val="Grid Table 2 Accent 5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FF8266" w:themeColor="accent5" w:themeTint="99"/>
        <w:bottom w:val="single" w:sz="2" w:space="0" w:color="FF8266" w:themeColor="accent5" w:themeTint="99"/>
        <w:insideH w:val="single" w:sz="2" w:space="0" w:color="FF8266" w:themeColor="accent5" w:themeTint="99"/>
        <w:insideV w:val="single" w:sz="2" w:space="0" w:color="FF826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826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826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Rastertabel2-Accent6">
    <w:name w:val="Grid Table 2 Accent 6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B0DFFF" w:themeColor="accent6" w:themeTint="99"/>
        <w:bottom w:val="single" w:sz="2" w:space="0" w:color="B0DFFF" w:themeColor="accent6" w:themeTint="99"/>
        <w:insideH w:val="single" w:sz="2" w:space="0" w:color="B0DFFF" w:themeColor="accent6" w:themeTint="99"/>
        <w:insideV w:val="single" w:sz="2" w:space="0" w:color="B0D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0DFF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0DFF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Rastertabel3">
    <w:name w:val="Grid Table 3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CBFDF" w:themeColor="accent1" w:themeTint="99"/>
        <w:left w:val="single" w:sz="4" w:space="0" w:color="BCBFDF" w:themeColor="accent1" w:themeTint="99"/>
        <w:bottom w:val="single" w:sz="4" w:space="0" w:color="BCBFDF" w:themeColor="accent1" w:themeTint="99"/>
        <w:right w:val="single" w:sz="4" w:space="0" w:color="BCBFDF" w:themeColor="accent1" w:themeTint="99"/>
        <w:insideH w:val="single" w:sz="4" w:space="0" w:color="BCBFDF" w:themeColor="accent1" w:themeTint="99"/>
        <w:insideV w:val="single" w:sz="4" w:space="0" w:color="BCBFD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  <w:tblStylePr w:type="neCell">
      <w:tblPr/>
      <w:tcPr>
        <w:tcBorders>
          <w:bottom w:val="single" w:sz="4" w:space="0" w:color="BCBFDF" w:themeColor="accent1" w:themeTint="99"/>
        </w:tcBorders>
      </w:tcPr>
    </w:tblStylePr>
    <w:tblStylePr w:type="nwCell">
      <w:tblPr/>
      <w:tcPr>
        <w:tcBorders>
          <w:bottom w:val="single" w:sz="4" w:space="0" w:color="BCBFDF" w:themeColor="accent1" w:themeTint="99"/>
        </w:tcBorders>
      </w:tcPr>
    </w:tblStylePr>
    <w:tblStylePr w:type="seCell">
      <w:tblPr/>
      <w:tcPr>
        <w:tcBorders>
          <w:top w:val="single" w:sz="4" w:space="0" w:color="BCBFDF" w:themeColor="accent1" w:themeTint="99"/>
        </w:tcBorders>
      </w:tcPr>
    </w:tblStylePr>
    <w:tblStylePr w:type="swCell">
      <w:tblPr/>
      <w:tcPr>
        <w:tcBorders>
          <w:top w:val="single" w:sz="4" w:space="0" w:color="BCBFDF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1278FF" w:themeColor="accent2" w:themeTint="99"/>
        <w:left w:val="single" w:sz="4" w:space="0" w:color="1278FF" w:themeColor="accent2" w:themeTint="99"/>
        <w:bottom w:val="single" w:sz="4" w:space="0" w:color="1278FF" w:themeColor="accent2" w:themeTint="99"/>
        <w:right w:val="single" w:sz="4" w:space="0" w:color="1278FF" w:themeColor="accent2" w:themeTint="99"/>
        <w:insideH w:val="single" w:sz="4" w:space="0" w:color="1278FF" w:themeColor="accent2" w:themeTint="99"/>
        <w:insideV w:val="single" w:sz="4" w:space="0" w:color="1278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  <w:tblStylePr w:type="neCell">
      <w:tblPr/>
      <w:tcPr>
        <w:tcBorders>
          <w:bottom w:val="single" w:sz="4" w:space="0" w:color="1278FF" w:themeColor="accent2" w:themeTint="99"/>
        </w:tcBorders>
      </w:tcPr>
    </w:tblStylePr>
    <w:tblStylePr w:type="nwCell">
      <w:tblPr/>
      <w:tcPr>
        <w:tcBorders>
          <w:bottom w:val="single" w:sz="4" w:space="0" w:color="1278FF" w:themeColor="accent2" w:themeTint="99"/>
        </w:tcBorders>
      </w:tcPr>
    </w:tblStylePr>
    <w:tblStylePr w:type="seCell">
      <w:tblPr/>
      <w:tcPr>
        <w:tcBorders>
          <w:top w:val="single" w:sz="4" w:space="0" w:color="1278FF" w:themeColor="accent2" w:themeTint="99"/>
        </w:tcBorders>
      </w:tcPr>
    </w:tblStylePr>
    <w:tblStylePr w:type="swCell">
      <w:tblPr/>
      <w:tcPr>
        <w:tcBorders>
          <w:top w:val="single" w:sz="4" w:space="0" w:color="1278FF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BCED3" w:themeColor="accent3" w:themeTint="99"/>
        <w:left w:val="single" w:sz="4" w:space="0" w:color="CBCED3" w:themeColor="accent3" w:themeTint="99"/>
        <w:bottom w:val="single" w:sz="4" w:space="0" w:color="CBCED3" w:themeColor="accent3" w:themeTint="99"/>
        <w:right w:val="single" w:sz="4" w:space="0" w:color="CBCED3" w:themeColor="accent3" w:themeTint="99"/>
        <w:insideH w:val="single" w:sz="4" w:space="0" w:color="CBCED3" w:themeColor="accent3" w:themeTint="99"/>
        <w:insideV w:val="single" w:sz="4" w:space="0" w:color="CBCED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  <w:tblStylePr w:type="neCell">
      <w:tblPr/>
      <w:tcPr>
        <w:tcBorders>
          <w:bottom w:val="single" w:sz="4" w:space="0" w:color="CBCED3" w:themeColor="accent3" w:themeTint="99"/>
        </w:tcBorders>
      </w:tcPr>
    </w:tblStylePr>
    <w:tblStylePr w:type="nwCell">
      <w:tblPr/>
      <w:tcPr>
        <w:tcBorders>
          <w:bottom w:val="single" w:sz="4" w:space="0" w:color="CBCED3" w:themeColor="accent3" w:themeTint="99"/>
        </w:tcBorders>
      </w:tcPr>
    </w:tblStylePr>
    <w:tblStylePr w:type="seCell">
      <w:tblPr/>
      <w:tcPr>
        <w:tcBorders>
          <w:top w:val="single" w:sz="4" w:space="0" w:color="CBCED3" w:themeColor="accent3" w:themeTint="99"/>
        </w:tcBorders>
      </w:tcPr>
    </w:tblStylePr>
    <w:tblStylePr w:type="swCell">
      <w:tblPr/>
      <w:tcPr>
        <w:tcBorders>
          <w:top w:val="single" w:sz="4" w:space="0" w:color="CBCED3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4C6FF" w:themeColor="accent4" w:themeTint="99"/>
        <w:left w:val="single" w:sz="4" w:space="0" w:color="D4C6FF" w:themeColor="accent4" w:themeTint="99"/>
        <w:bottom w:val="single" w:sz="4" w:space="0" w:color="D4C6FF" w:themeColor="accent4" w:themeTint="99"/>
        <w:right w:val="single" w:sz="4" w:space="0" w:color="D4C6FF" w:themeColor="accent4" w:themeTint="99"/>
        <w:insideH w:val="single" w:sz="4" w:space="0" w:color="D4C6FF" w:themeColor="accent4" w:themeTint="99"/>
        <w:insideV w:val="single" w:sz="4" w:space="0" w:color="D4C6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  <w:tblStylePr w:type="neCell">
      <w:tblPr/>
      <w:tcPr>
        <w:tcBorders>
          <w:bottom w:val="single" w:sz="4" w:space="0" w:color="D4C6FF" w:themeColor="accent4" w:themeTint="99"/>
        </w:tcBorders>
      </w:tcPr>
    </w:tblStylePr>
    <w:tblStylePr w:type="nwCell">
      <w:tblPr/>
      <w:tcPr>
        <w:tcBorders>
          <w:bottom w:val="single" w:sz="4" w:space="0" w:color="D4C6FF" w:themeColor="accent4" w:themeTint="99"/>
        </w:tcBorders>
      </w:tcPr>
    </w:tblStylePr>
    <w:tblStylePr w:type="seCell">
      <w:tblPr/>
      <w:tcPr>
        <w:tcBorders>
          <w:top w:val="single" w:sz="4" w:space="0" w:color="D4C6FF" w:themeColor="accent4" w:themeTint="99"/>
        </w:tcBorders>
      </w:tcPr>
    </w:tblStylePr>
    <w:tblStylePr w:type="swCell">
      <w:tblPr/>
      <w:tcPr>
        <w:tcBorders>
          <w:top w:val="single" w:sz="4" w:space="0" w:color="D4C6FF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  <w:insideV w:val="single" w:sz="4" w:space="0" w:color="FF82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  <w:tblStylePr w:type="neCell">
      <w:tblPr/>
      <w:tcPr>
        <w:tcBorders>
          <w:bottom w:val="single" w:sz="4" w:space="0" w:color="FF8266" w:themeColor="accent5" w:themeTint="99"/>
        </w:tcBorders>
      </w:tcPr>
    </w:tblStylePr>
    <w:tblStylePr w:type="nwCell">
      <w:tblPr/>
      <w:tcPr>
        <w:tcBorders>
          <w:bottom w:val="single" w:sz="4" w:space="0" w:color="FF8266" w:themeColor="accent5" w:themeTint="99"/>
        </w:tcBorders>
      </w:tcPr>
    </w:tblStylePr>
    <w:tblStylePr w:type="seCell">
      <w:tblPr/>
      <w:tcPr>
        <w:tcBorders>
          <w:top w:val="single" w:sz="4" w:space="0" w:color="FF8266" w:themeColor="accent5" w:themeTint="99"/>
        </w:tcBorders>
      </w:tcPr>
    </w:tblStylePr>
    <w:tblStylePr w:type="swCell">
      <w:tblPr/>
      <w:tcPr>
        <w:tcBorders>
          <w:top w:val="single" w:sz="4" w:space="0" w:color="FF8266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  <w:insideV w:val="single" w:sz="4" w:space="0" w:color="B0D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  <w:tblStylePr w:type="neCell">
      <w:tblPr/>
      <w:tcPr>
        <w:tcBorders>
          <w:bottom w:val="single" w:sz="4" w:space="0" w:color="B0DFFF" w:themeColor="accent6" w:themeTint="99"/>
        </w:tcBorders>
      </w:tcPr>
    </w:tblStylePr>
    <w:tblStylePr w:type="nwCell">
      <w:tblPr/>
      <w:tcPr>
        <w:tcBorders>
          <w:bottom w:val="single" w:sz="4" w:space="0" w:color="B0DFFF" w:themeColor="accent6" w:themeTint="99"/>
        </w:tcBorders>
      </w:tcPr>
    </w:tblStylePr>
    <w:tblStylePr w:type="seCell">
      <w:tblPr/>
      <w:tcPr>
        <w:tcBorders>
          <w:top w:val="single" w:sz="4" w:space="0" w:color="B0DFFF" w:themeColor="accent6" w:themeTint="99"/>
        </w:tcBorders>
      </w:tcPr>
    </w:tblStylePr>
    <w:tblStylePr w:type="swCell">
      <w:tblPr/>
      <w:tcPr>
        <w:tcBorders>
          <w:top w:val="single" w:sz="4" w:space="0" w:color="B0DFFF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CBFDF" w:themeColor="accent1" w:themeTint="99"/>
        <w:left w:val="single" w:sz="4" w:space="0" w:color="BCBFDF" w:themeColor="accent1" w:themeTint="99"/>
        <w:bottom w:val="single" w:sz="4" w:space="0" w:color="BCBFDF" w:themeColor="accent1" w:themeTint="99"/>
        <w:right w:val="single" w:sz="4" w:space="0" w:color="BCBFDF" w:themeColor="accent1" w:themeTint="99"/>
        <w:insideH w:val="single" w:sz="4" w:space="0" w:color="BCBFDF" w:themeColor="accent1" w:themeTint="99"/>
        <w:insideV w:val="single" w:sz="4" w:space="0" w:color="BCBFD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96CA" w:themeColor="accent1"/>
          <w:left w:val="single" w:sz="4" w:space="0" w:color="9196CA" w:themeColor="accent1"/>
          <w:bottom w:val="single" w:sz="4" w:space="0" w:color="9196CA" w:themeColor="accent1"/>
          <w:right w:val="single" w:sz="4" w:space="0" w:color="9196CA" w:themeColor="accent1"/>
          <w:insideH w:val="nil"/>
          <w:insideV w:val="nil"/>
        </w:tcBorders>
        <w:shd w:val="clear" w:color="auto" w:fill="9196CA" w:themeFill="accent1"/>
      </w:tcPr>
    </w:tblStylePr>
    <w:tblStylePr w:type="lastRow">
      <w:rPr>
        <w:b/>
        <w:bCs/>
      </w:rPr>
      <w:tblPr/>
      <w:tcPr>
        <w:tcBorders>
          <w:top w:val="double" w:sz="4" w:space="0" w:color="9196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</w:style>
  <w:style w:type="table" w:styleId="Rastertabel4-Accent2">
    <w:name w:val="Grid Table 4 Accent 2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1278FF" w:themeColor="accent2" w:themeTint="99"/>
        <w:left w:val="single" w:sz="4" w:space="0" w:color="1278FF" w:themeColor="accent2" w:themeTint="99"/>
        <w:bottom w:val="single" w:sz="4" w:space="0" w:color="1278FF" w:themeColor="accent2" w:themeTint="99"/>
        <w:right w:val="single" w:sz="4" w:space="0" w:color="1278FF" w:themeColor="accent2" w:themeTint="99"/>
        <w:insideH w:val="single" w:sz="4" w:space="0" w:color="1278FF" w:themeColor="accent2" w:themeTint="99"/>
        <w:insideV w:val="single" w:sz="4" w:space="0" w:color="1278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273" w:themeColor="accent2"/>
          <w:left w:val="single" w:sz="4" w:space="0" w:color="003273" w:themeColor="accent2"/>
          <w:bottom w:val="single" w:sz="4" w:space="0" w:color="003273" w:themeColor="accent2"/>
          <w:right w:val="single" w:sz="4" w:space="0" w:color="003273" w:themeColor="accent2"/>
          <w:insideH w:val="nil"/>
          <w:insideV w:val="nil"/>
        </w:tcBorders>
        <w:shd w:val="clear" w:color="auto" w:fill="003273" w:themeFill="accent2"/>
      </w:tcPr>
    </w:tblStylePr>
    <w:tblStylePr w:type="lastRow">
      <w:rPr>
        <w:b/>
        <w:bCs/>
      </w:rPr>
      <w:tblPr/>
      <w:tcPr>
        <w:tcBorders>
          <w:top w:val="double" w:sz="4" w:space="0" w:color="00327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</w:style>
  <w:style w:type="table" w:styleId="Rastertabel4-Accent3">
    <w:name w:val="Grid Table 4 Accent 3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BCED3" w:themeColor="accent3" w:themeTint="99"/>
        <w:left w:val="single" w:sz="4" w:space="0" w:color="CBCED3" w:themeColor="accent3" w:themeTint="99"/>
        <w:bottom w:val="single" w:sz="4" w:space="0" w:color="CBCED3" w:themeColor="accent3" w:themeTint="99"/>
        <w:right w:val="single" w:sz="4" w:space="0" w:color="CBCED3" w:themeColor="accent3" w:themeTint="99"/>
        <w:insideH w:val="single" w:sz="4" w:space="0" w:color="CBCED3" w:themeColor="accent3" w:themeTint="99"/>
        <w:insideV w:val="single" w:sz="4" w:space="0" w:color="CBCED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9AEB6" w:themeColor="accent3"/>
          <w:left w:val="single" w:sz="4" w:space="0" w:color="A9AEB6" w:themeColor="accent3"/>
          <w:bottom w:val="single" w:sz="4" w:space="0" w:color="A9AEB6" w:themeColor="accent3"/>
          <w:right w:val="single" w:sz="4" w:space="0" w:color="A9AEB6" w:themeColor="accent3"/>
          <w:insideH w:val="nil"/>
          <w:insideV w:val="nil"/>
        </w:tcBorders>
        <w:shd w:val="clear" w:color="auto" w:fill="A9AEB6" w:themeFill="accent3"/>
      </w:tcPr>
    </w:tblStylePr>
    <w:tblStylePr w:type="lastRow">
      <w:rPr>
        <w:b/>
        <w:bCs/>
      </w:rPr>
      <w:tblPr/>
      <w:tcPr>
        <w:tcBorders>
          <w:top w:val="double" w:sz="4" w:space="0" w:color="A9AE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</w:style>
  <w:style w:type="table" w:styleId="Rastertabel4-Accent4">
    <w:name w:val="Grid Table 4 Accent 4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4C6FF" w:themeColor="accent4" w:themeTint="99"/>
        <w:left w:val="single" w:sz="4" w:space="0" w:color="D4C6FF" w:themeColor="accent4" w:themeTint="99"/>
        <w:bottom w:val="single" w:sz="4" w:space="0" w:color="D4C6FF" w:themeColor="accent4" w:themeTint="99"/>
        <w:right w:val="single" w:sz="4" w:space="0" w:color="D4C6FF" w:themeColor="accent4" w:themeTint="99"/>
        <w:insideH w:val="single" w:sz="4" w:space="0" w:color="D4C6FF" w:themeColor="accent4" w:themeTint="99"/>
        <w:insideV w:val="single" w:sz="4" w:space="0" w:color="D4C6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8A1FF" w:themeColor="accent4"/>
          <w:left w:val="single" w:sz="4" w:space="0" w:color="B8A1FF" w:themeColor="accent4"/>
          <w:bottom w:val="single" w:sz="4" w:space="0" w:color="B8A1FF" w:themeColor="accent4"/>
          <w:right w:val="single" w:sz="4" w:space="0" w:color="B8A1FF" w:themeColor="accent4"/>
          <w:insideH w:val="nil"/>
          <w:insideV w:val="nil"/>
        </w:tcBorders>
        <w:shd w:val="clear" w:color="auto" w:fill="B8A1FF" w:themeFill="accent4"/>
      </w:tcPr>
    </w:tblStylePr>
    <w:tblStylePr w:type="lastRow">
      <w:rPr>
        <w:b/>
        <w:bCs/>
      </w:rPr>
      <w:tblPr/>
      <w:tcPr>
        <w:tcBorders>
          <w:top w:val="double" w:sz="4" w:space="0" w:color="B8A1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</w:style>
  <w:style w:type="table" w:styleId="Rastertabel4-Accent5">
    <w:name w:val="Grid Table 4 Accent 5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  <w:insideV w:val="single" w:sz="4" w:space="0" w:color="FF82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2F00" w:themeColor="accent5"/>
          <w:left w:val="single" w:sz="4" w:space="0" w:color="FF2F00" w:themeColor="accent5"/>
          <w:bottom w:val="single" w:sz="4" w:space="0" w:color="FF2F00" w:themeColor="accent5"/>
          <w:right w:val="single" w:sz="4" w:space="0" w:color="FF2F00" w:themeColor="accent5"/>
          <w:insideH w:val="nil"/>
          <w:insideV w:val="nil"/>
        </w:tcBorders>
        <w:shd w:val="clear" w:color="auto" w:fill="FF2F00" w:themeFill="accent5"/>
      </w:tcPr>
    </w:tblStylePr>
    <w:tblStylePr w:type="lastRow">
      <w:rPr>
        <w:b/>
        <w:bCs/>
      </w:rPr>
      <w:tblPr/>
      <w:tcPr>
        <w:tcBorders>
          <w:top w:val="double" w:sz="4" w:space="0" w:color="FF2F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Rastertabel4-Accent6">
    <w:name w:val="Grid Table 4 Accent 6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  <w:insideV w:val="single" w:sz="4" w:space="0" w:color="B0D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CCBFF" w:themeColor="accent6"/>
          <w:left w:val="single" w:sz="4" w:space="0" w:color="7CCBFF" w:themeColor="accent6"/>
          <w:bottom w:val="single" w:sz="4" w:space="0" w:color="7CCBFF" w:themeColor="accent6"/>
          <w:right w:val="single" w:sz="4" w:space="0" w:color="7CCBFF" w:themeColor="accent6"/>
          <w:insideH w:val="nil"/>
          <w:insideV w:val="nil"/>
        </w:tcBorders>
        <w:shd w:val="clear" w:color="auto" w:fill="7CCBFF" w:themeFill="accent6"/>
      </w:tcPr>
    </w:tblStylePr>
    <w:tblStylePr w:type="lastRow">
      <w:rPr>
        <w:b/>
        <w:bCs/>
      </w:rPr>
      <w:tblPr/>
      <w:tcPr>
        <w:tcBorders>
          <w:top w:val="double" w:sz="4" w:space="0" w:color="7CCB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Rastertabel5donker">
    <w:name w:val="Grid Table 5 Dark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9F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96C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96C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96C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96CA" w:themeFill="accent1"/>
      </w:tcPr>
    </w:tblStylePr>
    <w:tblStylePr w:type="band1Vert">
      <w:tblPr/>
      <w:tcPr>
        <w:shd w:val="clear" w:color="auto" w:fill="D2D4E9" w:themeFill="accent1" w:themeFillTint="66"/>
      </w:tcPr>
    </w:tblStylePr>
    <w:tblStylePr w:type="band1Horz">
      <w:tblPr/>
      <w:tcPr>
        <w:shd w:val="clear" w:color="auto" w:fill="D2D4E9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0D2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27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27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327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3273" w:themeFill="accent2"/>
      </w:tcPr>
    </w:tblStylePr>
    <w:tblStylePr w:type="band1Vert">
      <w:tblPr/>
      <w:tcPr>
        <w:shd w:val="clear" w:color="auto" w:fill="61A5FF" w:themeFill="accent2" w:themeFillTint="66"/>
      </w:tcPr>
    </w:tblStylePr>
    <w:tblStylePr w:type="band1Horz">
      <w:tblPr/>
      <w:tcPr>
        <w:shd w:val="clear" w:color="auto" w:fill="61A5FF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EF0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9AEB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9AEB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9AEB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9AEB6" w:themeFill="accent3"/>
      </w:tcPr>
    </w:tblStylePr>
    <w:tblStylePr w:type="band1Vert">
      <w:tblPr/>
      <w:tcPr>
        <w:shd w:val="clear" w:color="auto" w:fill="DCDEE1" w:themeFill="accent3" w:themeFillTint="66"/>
      </w:tcPr>
    </w:tblStylePr>
    <w:tblStylePr w:type="band1Horz">
      <w:tblPr/>
      <w:tcPr>
        <w:shd w:val="clear" w:color="auto" w:fill="DCDEE1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C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8A1F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8A1F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8A1F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8A1FF" w:themeFill="accent4"/>
      </w:tcPr>
    </w:tblStylePr>
    <w:tblStylePr w:type="band1Vert">
      <w:tblPr/>
      <w:tcPr>
        <w:shd w:val="clear" w:color="auto" w:fill="E2D9FF" w:themeFill="accent4" w:themeFillTint="66"/>
      </w:tcPr>
    </w:tblStylePr>
    <w:tblStylePr w:type="band1Horz">
      <w:tblPr/>
      <w:tcPr>
        <w:shd w:val="clear" w:color="auto" w:fill="E2D9FF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5C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2F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2F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2F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2F00" w:themeFill="accent5"/>
      </w:tcPr>
    </w:tblStylePr>
    <w:tblStylePr w:type="band1Vert">
      <w:tblPr/>
      <w:tcPr>
        <w:shd w:val="clear" w:color="auto" w:fill="FFAB99" w:themeFill="accent5" w:themeFillTint="66"/>
      </w:tcPr>
    </w:tblStylePr>
    <w:tblStylePr w:type="band1Horz">
      <w:tblPr/>
      <w:tcPr>
        <w:shd w:val="clear" w:color="auto" w:fill="FFAB99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F4F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CCBF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CCBFF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CCB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CCBFF" w:themeFill="accent6"/>
      </w:tcPr>
    </w:tblStylePr>
    <w:tblStylePr w:type="band1Vert">
      <w:tblPr/>
      <w:tcPr>
        <w:shd w:val="clear" w:color="auto" w:fill="CAE9FF" w:themeFill="accent6" w:themeFillTint="66"/>
      </w:tcPr>
    </w:tblStylePr>
    <w:tblStylePr w:type="band1Horz">
      <w:tblPr/>
      <w:tcPr>
        <w:shd w:val="clear" w:color="auto" w:fill="CAE9FF" w:themeFill="accent6" w:themeFillTint="66"/>
      </w:tcPr>
    </w:tblStylePr>
  </w:style>
  <w:style w:type="table" w:styleId="Rastertabel6kleurrijk">
    <w:name w:val="Grid Table 6 Colorful"/>
    <w:basedOn w:val="Standaardtabel"/>
    <w:uiPriority w:val="51"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rsid w:val="00164686"/>
    <w:pPr>
      <w:spacing w:after="0" w:line="240" w:lineRule="auto"/>
    </w:pPr>
    <w:rPr>
      <w:color w:val="565DAD" w:themeColor="accent1" w:themeShade="BF"/>
    </w:rPr>
    <w:tblPr>
      <w:tblStyleRowBandSize w:val="1"/>
      <w:tblStyleColBandSize w:val="1"/>
      <w:tblBorders>
        <w:top w:val="single" w:sz="4" w:space="0" w:color="BCBFDF" w:themeColor="accent1" w:themeTint="99"/>
        <w:left w:val="single" w:sz="4" w:space="0" w:color="BCBFDF" w:themeColor="accent1" w:themeTint="99"/>
        <w:bottom w:val="single" w:sz="4" w:space="0" w:color="BCBFDF" w:themeColor="accent1" w:themeTint="99"/>
        <w:right w:val="single" w:sz="4" w:space="0" w:color="BCBFDF" w:themeColor="accent1" w:themeTint="99"/>
        <w:insideH w:val="single" w:sz="4" w:space="0" w:color="BCBFDF" w:themeColor="accent1" w:themeTint="99"/>
        <w:insideV w:val="single" w:sz="4" w:space="0" w:color="BCBFD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CBFD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BF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164686"/>
    <w:pPr>
      <w:spacing w:after="0" w:line="240" w:lineRule="auto"/>
    </w:pPr>
    <w:rPr>
      <w:color w:val="002556" w:themeColor="accent2" w:themeShade="BF"/>
    </w:rPr>
    <w:tblPr>
      <w:tblStyleRowBandSize w:val="1"/>
      <w:tblStyleColBandSize w:val="1"/>
      <w:tblBorders>
        <w:top w:val="single" w:sz="4" w:space="0" w:color="1278FF" w:themeColor="accent2" w:themeTint="99"/>
        <w:left w:val="single" w:sz="4" w:space="0" w:color="1278FF" w:themeColor="accent2" w:themeTint="99"/>
        <w:bottom w:val="single" w:sz="4" w:space="0" w:color="1278FF" w:themeColor="accent2" w:themeTint="99"/>
        <w:right w:val="single" w:sz="4" w:space="0" w:color="1278FF" w:themeColor="accent2" w:themeTint="99"/>
        <w:insideH w:val="single" w:sz="4" w:space="0" w:color="1278FF" w:themeColor="accent2" w:themeTint="99"/>
        <w:insideV w:val="single" w:sz="4" w:space="0" w:color="1278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1278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1278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rsid w:val="00164686"/>
    <w:pPr>
      <w:spacing w:after="0" w:line="240" w:lineRule="auto"/>
    </w:pPr>
    <w:rPr>
      <w:color w:val="79808D" w:themeColor="accent3" w:themeShade="BF"/>
    </w:rPr>
    <w:tblPr>
      <w:tblStyleRowBandSize w:val="1"/>
      <w:tblStyleColBandSize w:val="1"/>
      <w:tblBorders>
        <w:top w:val="single" w:sz="4" w:space="0" w:color="CBCED3" w:themeColor="accent3" w:themeTint="99"/>
        <w:left w:val="single" w:sz="4" w:space="0" w:color="CBCED3" w:themeColor="accent3" w:themeTint="99"/>
        <w:bottom w:val="single" w:sz="4" w:space="0" w:color="CBCED3" w:themeColor="accent3" w:themeTint="99"/>
        <w:right w:val="single" w:sz="4" w:space="0" w:color="CBCED3" w:themeColor="accent3" w:themeTint="99"/>
        <w:insideH w:val="single" w:sz="4" w:space="0" w:color="CBCED3" w:themeColor="accent3" w:themeTint="99"/>
        <w:insideV w:val="single" w:sz="4" w:space="0" w:color="CBCED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BCED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BCED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rsid w:val="00164686"/>
    <w:pPr>
      <w:spacing w:after="0" w:line="240" w:lineRule="auto"/>
    </w:pPr>
    <w:rPr>
      <w:color w:val="6838FF" w:themeColor="accent4" w:themeShade="BF"/>
    </w:rPr>
    <w:tblPr>
      <w:tblStyleRowBandSize w:val="1"/>
      <w:tblStyleColBandSize w:val="1"/>
      <w:tblBorders>
        <w:top w:val="single" w:sz="4" w:space="0" w:color="D4C6FF" w:themeColor="accent4" w:themeTint="99"/>
        <w:left w:val="single" w:sz="4" w:space="0" w:color="D4C6FF" w:themeColor="accent4" w:themeTint="99"/>
        <w:bottom w:val="single" w:sz="4" w:space="0" w:color="D4C6FF" w:themeColor="accent4" w:themeTint="99"/>
        <w:right w:val="single" w:sz="4" w:space="0" w:color="D4C6FF" w:themeColor="accent4" w:themeTint="99"/>
        <w:insideH w:val="single" w:sz="4" w:space="0" w:color="D4C6FF" w:themeColor="accent4" w:themeTint="99"/>
        <w:insideV w:val="single" w:sz="4" w:space="0" w:color="D4C6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4C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4C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  <w:insideV w:val="single" w:sz="4" w:space="0" w:color="FF826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82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82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  <w:insideV w:val="single" w:sz="4" w:space="0" w:color="B0DFF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0D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0D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Rastertabel7kleurrijk">
    <w:name w:val="Grid Table 7 Colorful"/>
    <w:basedOn w:val="Standaardtabel"/>
    <w:uiPriority w:val="52"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rsid w:val="00164686"/>
    <w:pPr>
      <w:spacing w:after="0" w:line="240" w:lineRule="auto"/>
    </w:pPr>
    <w:rPr>
      <w:color w:val="565DAD" w:themeColor="accent1" w:themeShade="BF"/>
    </w:rPr>
    <w:tblPr>
      <w:tblStyleRowBandSize w:val="1"/>
      <w:tblStyleColBandSize w:val="1"/>
      <w:tblBorders>
        <w:top w:val="single" w:sz="4" w:space="0" w:color="BCBFDF" w:themeColor="accent1" w:themeTint="99"/>
        <w:left w:val="single" w:sz="4" w:space="0" w:color="BCBFDF" w:themeColor="accent1" w:themeTint="99"/>
        <w:bottom w:val="single" w:sz="4" w:space="0" w:color="BCBFDF" w:themeColor="accent1" w:themeTint="99"/>
        <w:right w:val="single" w:sz="4" w:space="0" w:color="BCBFDF" w:themeColor="accent1" w:themeTint="99"/>
        <w:insideH w:val="single" w:sz="4" w:space="0" w:color="BCBFDF" w:themeColor="accent1" w:themeTint="99"/>
        <w:insideV w:val="single" w:sz="4" w:space="0" w:color="BCBFD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  <w:tblStylePr w:type="neCell">
      <w:tblPr/>
      <w:tcPr>
        <w:tcBorders>
          <w:bottom w:val="single" w:sz="4" w:space="0" w:color="BCBFDF" w:themeColor="accent1" w:themeTint="99"/>
        </w:tcBorders>
      </w:tcPr>
    </w:tblStylePr>
    <w:tblStylePr w:type="nwCell">
      <w:tblPr/>
      <w:tcPr>
        <w:tcBorders>
          <w:bottom w:val="single" w:sz="4" w:space="0" w:color="BCBFDF" w:themeColor="accent1" w:themeTint="99"/>
        </w:tcBorders>
      </w:tcPr>
    </w:tblStylePr>
    <w:tblStylePr w:type="seCell">
      <w:tblPr/>
      <w:tcPr>
        <w:tcBorders>
          <w:top w:val="single" w:sz="4" w:space="0" w:color="BCBFDF" w:themeColor="accent1" w:themeTint="99"/>
        </w:tcBorders>
      </w:tcPr>
    </w:tblStylePr>
    <w:tblStylePr w:type="swCell">
      <w:tblPr/>
      <w:tcPr>
        <w:tcBorders>
          <w:top w:val="single" w:sz="4" w:space="0" w:color="BCBFDF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rsid w:val="00164686"/>
    <w:pPr>
      <w:spacing w:after="0" w:line="240" w:lineRule="auto"/>
    </w:pPr>
    <w:rPr>
      <w:color w:val="002556" w:themeColor="accent2" w:themeShade="BF"/>
    </w:rPr>
    <w:tblPr>
      <w:tblStyleRowBandSize w:val="1"/>
      <w:tblStyleColBandSize w:val="1"/>
      <w:tblBorders>
        <w:top w:val="single" w:sz="4" w:space="0" w:color="1278FF" w:themeColor="accent2" w:themeTint="99"/>
        <w:left w:val="single" w:sz="4" w:space="0" w:color="1278FF" w:themeColor="accent2" w:themeTint="99"/>
        <w:bottom w:val="single" w:sz="4" w:space="0" w:color="1278FF" w:themeColor="accent2" w:themeTint="99"/>
        <w:right w:val="single" w:sz="4" w:space="0" w:color="1278FF" w:themeColor="accent2" w:themeTint="99"/>
        <w:insideH w:val="single" w:sz="4" w:space="0" w:color="1278FF" w:themeColor="accent2" w:themeTint="99"/>
        <w:insideV w:val="single" w:sz="4" w:space="0" w:color="1278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  <w:tblStylePr w:type="neCell">
      <w:tblPr/>
      <w:tcPr>
        <w:tcBorders>
          <w:bottom w:val="single" w:sz="4" w:space="0" w:color="1278FF" w:themeColor="accent2" w:themeTint="99"/>
        </w:tcBorders>
      </w:tcPr>
    </w:tblStylePr>
    <w:tblStylePr w:type="nwCell">
      <w:tblPr/>
      <w:tcPr>
        <w:tcBorders>
          <w:bottom w:val="single" w:sz="4" w:space="0" w:color="1278FF" w:themeColor="accent2" w:themeTint="99"/>
        </w:tcBorders>
      </w:tcPr>
    </w:tblStylePr>
    <w:tblStylePr w:type="seCell">
      <w:tblPr/>
      <w:tcPr>
        <w:tcBorders>
          <w:top w:val="single" w:sz="4" w:space="0" w:color="1278FF" w:themeColor="accent2" w:themeTint="99"/>
        </w:tcBorders>
      </w:tcPr>
    </w:tblStylePr>
    <w:tblStylePr w:type="swCell">
      <w:tblPr/>
      <w:tcPr>
        <w:tcBorders>
          <w:top w:val="single" w:sz="4" w:space="0" w:color="1278FF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rsid w:val="00164686"/>
    <w:pPr>
      <w:spacing w:after="0" w:line="240" w:lineRule="auto"/>
    </w:pPr>
    <w:rPr>
      <w:color w:val="79808D" w:themeColor="accent3" w:themeShade="BF"/>
    </w:rPr>
    <w:tblPr>
      <w:tblStyleRowBandSize w:val="1"/>
      <w:tblStyleColBandSize w:val="1"/>
      <w:tblBorders>
        <w:top w:val="single" w:sz="4" w:space="0" w:color="CBCED3" w:themeColor="accent3" w:themeTint="99"/>
        <w:left w:val="single" w:sz="4" w:space="0" w:color="CBCED3" w:themeColor="accent3" w:themeTint="99"/>
        <w:bottom w:val="single" w:sz="4" w:space="0" w:color="CBCED3" w:themeColor="accent3" w:themeTint="99"/>
        <w:right w:val="single" w:sz="4" w:space="0" w:color="CBCED3" w:themeColor="accent3" w:themeTint="99"/>
        <w:insideH w:val="single" w:sz="4" w:space="0" w:color="CBCED3" w:themeColor="accent3" w:themeTint="99"/>
        <w:insideV w:val="single" w:sz="4" w:space="0" w:color="CBCED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  <w:tblStylePr w:type="neCell">
      <w:tblPr/>
      <w:tcPr>
        <w:tcBorders>
          <w:bottom w:val="single" w:sz="4" w:space="0" w:color="CBCED3" w:themeColor="accent3" w:themeTint="99"/>
        </w:tcBorders>
      </w:tcPr>
    </w:tblStylePr>
    <w:tblStylePr w:type="nwCell">
      <w:tblPr/>
      <w:tcPr>
        <w:tcBorders>
          <w:bottom w:val="single" w:sz="4" w:space="0" w:color="CBCED3" w:themeColor="accent3" w:themeTint="99"/>
        </w:tcBorders>
      </w:tcPr>
    </w:tblStylePr>
    <w:tblStylePr w:type="seCell">
      <w:tblPr/>
      <w:tcPr>
        <w:tcBorders>
          <w:top w:val="single" w:sz="4" w:space="0" w:color="CBCED3" w:themeColor="accent3" w:themeTint="99"/>
        </w:tcBorders>
      </w:tcPr>
    </w:tblStylePr>
    <w:tblStylePr w:type="swCell">
      <w:tblPr/>
      <w:tcPr>
        <w:tcBorders>
          <w:top w:val="single" w:sz="4" w:space="0" w:color="CBCED3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rsid w:val="00164686"/>
    <w:pPr>
      <w:spacing w:after="0" w:line="240" w:lineRule="auto"/>
    </w:pPr>
    <w:rPr>
      <w:color w:val="6838FF" w:themeColor="accent4" w:themeShade="BF"/>
    </w:rPr>
    <w:tblPr>
      <w:tblStyleRowBandSize w:val="1"/>
      <w:tblStyleColBandSize w:val="1"/>
      <w:tblBorders>
        <w:top w:val="single" w:sz="4" w:space="0" w:color="D4C6FF" w:themeColor="accent4" w:themeTint="99"/>
        <w:left w:val="single" w:sz="4" w:space="0" w:color="D4C6FF" w:themeColor="accent4" w:themeTint="99"/>
        <w:bottom w:val="single" w:sz="4" w:space="0" w:color="D4C6FF" w:themeColor="accent4" w:themeTint="99"/>
        <w:right w:val="single" w:sz="4" w:space="0" w:color="D4C6FF" w:themeColor="accent4" w:themeTint="99"/>
        <w:insideH w:val="single" w:sz="4" w:space="0" w:color="D4C6FF" w:themeColor="accent4" w:themeTint="99"/>
        <w:insideV w:val="single" w:sz="4" w:space="0" w:color="D4C6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  <w:tblStylePr w:type="neCell">
      <w:tblPr/>
      <w:tcPr>
        <w:tcBorders>
          <w:bottom w:val="single" w:sz="4" w:space="0" w:color="D4C6FF" w:themeColor="accent4" w:themeTint="99"/>
        </w:tcBorders>
      </w:tcPr>
    </w:tblStylePr>
    <w:tblStylePr w:type="nwCell">
      <w:tblPr/>
      <w:tcPr>
        <w:tcBorders>
          <w:bottom w:val="single" w:sz="4" w:space="0" w:color="D4C6FF" w:themeColor="accent4" w:themeTint="99"/>
        </w:tcBorders>
      </w:tcPr>
    </w:tblStylePr>
    <w:tblStylePr w:type="seCell">
      <w:tblPr/>
      <w:tcPr>
        <w:tcBorders>
          <w:top w:val="single" w:sz="4" w:space="0" w:color="D4C6FF" w:themeColor="accent4" w:themeTint="99"/>
        </w:tcBorders>
      </w:tcPr>
    </w:tblStylePr>
    <w:tblStylePr w:type="swCell">
      <w:tblPr/>
      <w:tcPr>
        <w:tcBorders>
          <w:top w:val="single" w:sz="4" w:space="0" w:color="D4C6FF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  <w:insideV w:val="single" w:sz="4" w:space="0" w:color="FF82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  <w:tblStylePr w:type="neCell">
      <w:tblPr/>
      <w:tcPr>
        <w:tcBorders>
          <w:bottom w:val="single" w:sz="4" w:space="0" w:color="FF8266" w:themeColor="accent5" w:themeTint="99"/>
        </w:tcBorders>
      </w:tcPr>
    </w:tblStylePr>
    <w:tblStylePr w:type="nwCell">
      <w:tblPr/>
      <w:tcPr>
        <w:tcBorders>
          <w:bottom w:val="single" w:sz="4" w:space="0" w:color="FF8266" w:themeColor="accent5" w:themeTint="99"/>
        </w:tcBorders>
      </w:tcPr>
    </w:tblStylePr>
    <w:tblStylePr w:type="seCell">
      <w:tblPr/>
      <w:tcPr>
        <w:tcBorders>
          <w:top w:val="single" w:sz="4" w:space="0" w:color="FF8266" w:themeColor="accent5" w:themeTint="99"/>
        </w:tcBorders>
      </w:tcPr>
    </w:tblStylePr>
    <w:tblStylePr w:type="swCell">
      <w:tblPr/>
      <w:tcPr>
        <w:tcBorders>
          <w:top w:val="single" w:sz="4" w:space="0" w:color="FF8266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  <w:insideV w:val="single" w:sz="4" w:space="0" w:color="B0D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  <w:tblStylePr w:type="neCell">
      <w:tblPr/>
      <w:tcPr>
        <w:tcBorders>
          <w:bottom w:val="single" w:sz="4" w:space="0" w:color="B0DFFF" w:themeColor="accent6" w:themeTint="99"/>
        </w:tcBorders>
      </w:tcPr>
    </w:tblStylePr>
    <w:tblStylePr w:type="nwCell">
      <w:tblPr/>
      <w:tcPr>
        <w:tcBorders>
          <w:bottom w:val="single" w:sz="4" w:space="0" w:color="B0DFFF" w:themeColor="accent6" w:themeTint="99"/>
        </w:tcBorders>
      </w:tcPr>
    </w:tblStylePr>
    <w:tblStylePr w:type="seCell">
      <w:tblPr/>
      <w:tcPr>
        <w:tcBorders>
          <w:top w:val="single" w:sz="4" w:space="0" w:color="B0DFFF" w:themeColor="accent6" w:themeTint="99"/>
        </w:tcBorders>
      </w:tcPr>
    </w:tblStylePr>
    <w:tblStylePr w:type="swCell">
      <w:tblPr/>
      <w:tcPr>
        <w:tcBorders>
          <w:top w:val="single" w:sz="4" w:space="0" w:color="B0DFFF" w:themeColor="accent6" w:themeTint="99"/>
        </w:tcBorders>
      </w:tcPr>
    </w:tblStylePr>
  </w:style>
  <w:style w:type="character" w:customStyle="1" w:styleId="Hashtag">
    <w:name w:val="Hashtag"/>
    <w:basedOn w:val="Standaardalinea-lettertype"/>
    <w:uiPriority w:val="99"/>
    <w:semiHidden/>
    <w:unhideWhenUsed/>
    <w:rsid w:val="00164686"/>
    <w:rPr>
      <w:color w:val="2B579A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16468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4686"/>
    <w:rPr>
      <w:rFonts w:ascii="Arial" w:hAnsi="Arial" w:cs="Arial"/>
      <w:sz w:val="20"/>
    </w:rPr>
  </w:style>
  <w:style w:type="character" w:styleId="HTML-acroniem">
    <w:name w:val="HTML Acronym"/>
    <w:basedOn w:val="Standaardalinea-lettertype"/>
    <w:uiPriority w:val="99"/>
    <w:semiHidden/>
    <w:unhideWhenUsed/>
    <w:rsid w:val="00164686"/>
  </w:style>
  <w:style w:type="paragraph" w:styleId="HTML-adres">
    <w:name w:val="HTML Address"/>
    <w:basedOn w:val="Standaard"/>
    <w:link w:val="HTML-adresChar"/>
    <w:uiPriority w:val="99"/>
    <w:semiHidden/>
    <w:unhideWhenUsed/>
    <w:rsid w:val="00164686"/>
    <w:pPr>
      <w:spacing w:line="240" w:lineRule="auto"/>
    </w:pPr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164686"/>
    <w:rPr>
      <w:rFonts w:ascii="Arial" w:hAnsi="Arial" w:cs="Arial"/>
      <w:i/>
      <w:iCs/>
      <w:sz w:val="20"/>
    </w:rPr>
  </w:style>
  <w:style w:type="character" w:styleId="HTML-citaat">
    <w:name w:val="HTML Cite"/>
    <w:basedOn w:val="Standaardalinea-lettertype"/>
    <w:uiPriority w:val="99"/>
    <w:semiHidden/>
    <w:unhideWhenUsed/>
    <w:rsid w:val="00164686"/>
    <w:rPr>
      <w:i/>
      <w:iCs/>
    </w:rPr>
  </w:style>
  <w:style w:type="character" w:styleId="HTMLCode">
    <w:name w:val="HTML Code"/>
    <w:basedOn w:val="Standaardalinea-lettertype"/>
    <w:uiPriority w:val="99"/>
    <w:semiHidden/>
    <w:unhideWhenUsed/>
    <w:rsid w:val="00164686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9"/>
    <w:semiHidden/>
    <w:unhideWhenUsed/>
    <w:rsid w:val="00164686"/>
    <w:rPr>
      <w:i/>
      <w:iCs/>
    </w:rPr>
  </w:style>
  <w:style w:type="character" w:styleId="HTML-toetsenbord">
    <w:name w:val="HTML Keyboard"/>
    <w:basedOn w:val="Standaardalinea-lettertype"/>
    <w:uiPriority w:val="99"/>
    <w:semiHidden/>
    <w:unhideWhenUsed/>
    <w:rsid w:val="00164686"/>
    <w:rPr>
      <w:rFonts w:ascii="Consolas" w:hAnsi="Consolas"/>
      <w:sz w:val="20"/>
      <w:szCs w:val="20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164686"/>
    <w:pPr>
      <w:spacing w:line="240" w:lineRule="auto"/>
    </w:pPr>
    <w:rPr>
      <w:rFonts w:ascii="Consolas" w:hAnsi="Consolas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164686"/>
    <w:rPr>
      <w:rFonts w:ascii="Consolas" w:hAnsi="Consolas" w:cs="Arial"/>
      <w:sz w:val="20"/>
      <w:szCs w:val="20"/>
    </w:rPr>
  </w:style>
  <w:style w:type="character" w:styleId="HTML-voorbeeld">
    <w:name w:val="HTML Sample"/>
    <w:basedOn w:val="Standaardalinea-lettertype"/>
    <w:uiPriority w:val="99"/>
    <w:semiHidden/>
    <w:unhideWhenUsed/>
    <w:rsid w:val="00164686"/>
    <w:rPr>
      <w:rFonts w:ascii="Consolas" w:hAnsi="Consolas"/>
      <w:sz w:val="24"/>
      <w:szCs w:val="24"/>
    </w:rPr>
  </w:style>
  <w:style w:type="character" w:styleId="HTML-schrijfmachine">
    <w:name w:val="HTML Typewriter"/>
    <w:basedOn w:val="Standaardalinea-lettertype"/>
    <w:uiPriority w:val="99"/>
    <w:semiHidden/>
    <w:unhideWhenUsed/>
    <w:rsid w:val="00164686"/>
    <w:rPr>
      <w:rFonts w:ascii="Consolas" w:hAnsi="Consolas"/>
      <w:sz w:val="20"/>
      <w:szCs w:val="20"/>
    </w:rPr>
  </w:style>
  <w:style w:type="character" w:styleId="HTMLVariable">
    <w:name w:val="HTML Variable"/>
    <w:basedOn w:val="Standaardalinea-lettertype"/>
    <w:uiPriority w:val="99"/>
    <w:semiHidden/>
    <w:unhideWhenUsed/>
    <w:rsid w:val="00164686"/>
    <w:rPr>
      <w:i/>
      <w:iCs/>
    </w:rPr>
  </w:style>
  <w:style w:type="character" w:styleId="Hyperlink">
    <w:name w:val="Hyperlink"/>
    <w:basedOn w:val="Standaardalinea-lettertype"/>
    <w:uiPriority w:val="99"/>
    <w:unhideWhenUsed/>
    <w:rsid w:val="00164686"/>
    <w:rPr>
      <w:color w:val="A9AEB6" w:themeColor="hyperlink"/>
      <w:u w:val="single"/>
    </w:rPr>
  </w:style>
  <w:style w:type="paragraph" w:styleId="Index1">
    <w:name w:val="index 1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200" w:hanging="200"/>
    </w:pPr>
  </w:style>
  <w:style w:type="paragraph" w:styleId="Index2">
    <w:name w:val="index 2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400" w:hanging="200"/>
    </w:pPr>
  </w:style>
  <w:style w:type="paragraph" w:styleId="Index3">
    <w:name w:val="index 3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600" w:hanging="200"/>
    </w:pPr>
  </w:style>
  <w:style w:type="paragraph" w:styleId="Index4">
    <w:name w:val="index 4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800" w:hanging="200"/>
    </w:pPr>
  </w:style>
  <w:style w:type="paragraph" w:styleId="Index5">
    <w:name w:val="index 5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1000" w:hanging="200"/>
    </w:pPr>
  </w:style>
  <w:style w:type="paragraph" w:styleId="Index6">
    <w:name w:val="index 6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1200" w:hanging="200"/>
    </w:pPr>
  </w:style>
  <w:style w:type="paragraph" w:styleId="Index7">
    <w:name w:val="index 7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1400" w:hanging="200"/>
    </w:pPr>
  </w:style>
  <w:style w:type="paragraph" w:styleId="Index8">
    <w:name w:val="index 8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1600" w:hanging="200"/>
    </w:pPr>
  </w:style>
  <w:style w:type="paragraph" w:styleId="Index9">
    <w:name w:val="index 9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1800" w:hanging="200"/>
    </w:pPr>
  </w:style>
  <w:style w:type="paragraph" w:styleId="Indexkop">
    <w:name w:val="index heading"/>
    <w:basedOn w:val="Standaard"/>
    <w:next w:val="Index1"/>
    <w:uiPriority w:val="99"/>
    <w:semiHidden/>
    <w:unhideWhenUsed/>
    <w:rsid w:val="00164686"/>
    <w:rPr>
      <w:rFonts w:asciiTheme="majorHAnsi" w:eastAsiaTheme="majorEastAsia" w:hAnsiTheme="majorHAnsi" w:cstheme="majorBidi"/>
      <w:b/>
      <w:bCs/>
    </w:rPr>
  </w:style>
  <w:style w:type="character" w:styleId="Intensievebenadrukking">
    <w:name w:val="Intense Emphasis"/>
    <w:basedOn w:val="Standaardalinea-lettertype"/>
    <w:uiPriority w:val="21"/>
    <w:rsid w:val="00164686"/>
    <w:rPr>
      <w:i/>
      <w:iCs/>
      <w:color w:val="9196CA" w:themeColor="accent1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164686"/>
    <w:pPr>
      <w:pBdr>
        <w:top w:val="single" w:sz="4" w:space="10" w:color="9196CA" w:themeColor="accent1"/>
        <w:bottom w:val="single" w:sz="4" w:space="10" w:color="9196CA" w:themeColor="accent1"/>
      </w:pBdr>
      <w:spacing w:before="360" w:after="360"/>
      <w:ind w:left="864" w:right="864"/>
      <w:jc w:val="center"/>
    </w:pPr>
    <w:rPr>
      <w:i/>
      <w:iCs/>
      <w:color w:val="9196CA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64686"/>
    <w:rPr>
      <w:rFonts w:ascii="Arial" w:hAnsi="Arial" w:cs="Arial"/>
      <w:i/>
      <w:iCs/>
      <w:color w:val="9196CA" w:themeColor="accent1"/>
      <w:sz w:val="20"/>
    </w:rPr>
  </w:style>
  <w:style w:type="character" w:styleId="Intensieveverwijzing">
    <w:name w:val="Intense Reference"/>
    <w:basedOn w:val="Standaardalinea-lettertype"/>
    <w:uiPriority w:val="32"/>
    <w:rsid w:val="00164686"/>
    <w:rPr>
      <w:b/>
      <w:bCs/>
      <w:smallCaps/>
      <w:color w:val="9196CA" w:themeColor="accent1"/>
      <w:spacing w:val="5"/>
    </w:rPr>
  </w:style>
  <w:style w:type="table" w:styleId="Lichtraster">
    <w:name w:val="Light Grid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9196CA" w:themeColor="accent1"/>
        <w:left w:val="single" w:sz="8" w:space="0" w:color="9196CA" w:themeColor="accent1"/>
        <w:bottom w:val="single" w:sz="8" w:space="0" w:color="9196CA" w:themeColor="accent1"/>
        <w:right w:val="single" w:sz="8" w:space="0" w:color="9196CA" w:themeColor="accent1"/>
        <w:insideH w:val="single" w:sz="8" w:space="0" w:color="9196CA" w:themeColor="accent1"/>
        <w:insideV w:val="single" w:sz="8" w:space="0" w:color="9196CA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196CA" w:themeColor="accent1"/>
          <w:left w:val="single" w:sz="8" w:space="0" w:color="9196CA" w:themeColor="accent1"/>
          <w:bottom w:val="single" w:sz="18" w:space="0" w:color="9196CA" w:themeColor="accent1"/>
          <w:right w:val="single" w:sz="8" w:space="0" w:color="9196CA" w:themeColor="accent1"/>
          <w:insideH w:val="nil"/>
          <w:insideV w:val="single" w:sz="8" w:space="0" w:color="9196CA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196CA" w:themeColor="accent1"/>
          <w:left w:val="single" w:sz="8" w:space="0" w:color="9196CA" w:themeColor="accent1"/>
          <w:bottom w:val="single" w:sz="8" w:space="0" w:color="9196CA" w:themeColor="accent1"/>
          <w:right w:val="single" w:sz="8" w:space="0" w:color="9196CA" w:themeColor="accent1"/>
          <w:insideH w:val="nil"/>
          <w:insideV w:val="single" w:sz="8" w:space="0" w:color="9196C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196CA" w:themeColor="accent1"/>
          <w:left w:val="single" w:sz="8" w:space="0" w:color="9196CA" w:themeColor="accent1"/>
          <w:bottom w:val="single" w:sz="8" w:space="0" w:color="9196CA" w:themeColor="accent1"/>
          <w:right w:val="single" w:sz="8" w:space="0" w:color="9196CA" w:themeColor="accent1"/>
        </w:tcBorders>
      </w:tcPr>
    </w:tblStylePr>
    <w:tblStylePr w:type="band1Vert">
      <w:tblPr/>
      <w:tcPr>
        <w:tcBorders>
          <w:top w:val="single" w:sz="8" w:space="0" w:color="9196CA" w:themeColor="accent1"/>
          <w:left w:val="single" w:sz="8" w:space="0" w:color="9196CA" w:themeColor="accent1"/>
          <w:bottom w:val="single" w:sz="8" w:space="0" w:color="9196CA" w:themeColor="accent1"/>
          <w:right w:val="single" w:sz="8" w:space="0" w:color="9196CA" w:themeColor="accent1"/>
        </w:tcBorders>
        <w:shd w:val="clear" w:color="auto" w:fill="E3E4F2" w:themeFill="accent1" w:themeFillTint="3F"/>
      </w:tcPr>
    </w:tblStylePr>
    <w:tblStylePr w:type="band1Horz">
      <w:tblPr/>
      <w:tcPr>
        <w:tcBorders>
          <w:top w:val="single" w:sz="8" w:space="0" w:color="9196CA" w:themeColor="accent1"/>
          <w:left w:val="single" w:sz="8" w:space="0" w:color="9196CA" w:themeColor="accent1"/>
          <w:bottom w:val="single" w:sz="8" w:space="0" w:color="9196CA" w:themeColor="accent1"/>
          <w:right w:val="single" w:sz="8" w:space="0" w:color="9196CA" w:themeColor="accent1"/>
          <w:insideV w:val="single" w:sz="8" w:space="0" w:color="9196CA" w:themeColor="accent1"/>
        </w:tcBorders>
        <w:shd w:val="clear" w:color="auto" w:fill="E3E4F2" w:themeFill="accent1" w:themeFillTint="3F"/>
      </w:tcPr>
    </w:tblStylePr>
    <w:tblStylePr w:type="band2Horz">
      <w:tblPr/>
      <w:tcPr>
        <w:tcBorders>
          <w:top w:val="single" w:sz="8" w:space="0" w:color="9196CA" w:themeColor="accent1"/>
          <w:left w:val="single" w:sz="8" w:space="0" w:color="9196CA" w:themeColor="accent1"/>
          <w:bottom w:val="single" w:sz="8" w:space="0" w:color="9196CA" w:themeColor="accent1"/>
          <w:right w:val="single" w:sz="8" w:space="0" w:color="9196CA" w:themeColor="accent1"/>
          <w:insideV w:val="single" w:sz="8" w:space="0" w:color="9196CA" w:themeColor="accent1"/>
        </w:tcBorders>
      </w:tcPr>
    </w:tblStylePr>
  </w:style>
  <w:style w:type="table" w:styleId="Lichtraster-accent2">
    <w:name w:val="Light Grid Accent 2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3273" w:themeColor="accent2"/>
        <w:left w:val="single" w:sz="8" w:space="0" w:color="003273" w:themeColor="accent2"/>
        <w:bottom w:val="single" w:sz="8" w:space="0" w:color="003273" w:themeColor="accent2"/>
        <w:right w:val="single" w:sz="8" w:space="0" w:color="003273" w:themeColor="accent2"/>
        <w:insideH w:val="single" w:sz="8" w:space="0" w:color="003273" w:themeColor="accent2"/>
        <w:insideV w:val="single" w:sz="8" w:space="0" w:color="00327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273" w:themeColor="accent2"/>
          <w:left w:val="single" w:sz="8" w:space="0" w:color="003273" w:themeColor="accent2"/>
          <w:bottom w:val="single" w:sz="18" w:space="0" w:color="003273" w:themeColor="accent2"/>
          <w:right w:val="single" w:sz="8" w:space="0" w:color="003273" w:themeColor="accent2"/>
          <w:insideH w:val="nil"/>
          <w:insideV w:val="single" w:sz="8" w:space="0" w:color="00327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273" w:themeColor="accent2"/>
          <w:left w:val="single" w:sz="8" w:space="0" w:color="003273" w:themeColor="accent2"/>
          <w:bottom w:val="single" w:sz="8" w:space="0" w:color="003273" w:themeColor="accent2"/>
          <w:right w:val="single" w:sz="8" w:space="0" w:color="003273" w:themeColor="accent2"/>
          <w:insideH w:val="nil"/>
          <w:insideV w:val="single" w:sz="8" w:space="0" w:color="00327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273" w:themeColor="accent2"/>
          <w:left w:val="single" w:sz="8" w:space="0" w:color="003273" w:themeColor="accent2"/>
          <w:bottom w:val="single" w:sz="8" w:space="0" w:color="003273" w:themeColor="accent2"/>
          <w:right w:val="single" w:sz="8" w:space="0" w:color="003273" w:themeColor="accent2"/>
        </w:tcBorders>
      </w:tcPr>
    </w:tblStylePr>
    <w:tblStylePr w:type="band1Vert">
      <w:tblPr/>
      <w:tcPr>
        <w:tcBorders>
          <w:top w:val="single" w:sz="8" w:space="0" w:color="003273" w:themeColor="accent2"/>
          <w:left w:val="single" w:sz="8" w:space="0" w:color="003273" w:themeColor="accent2"/>
          <w:bottom w:val="single" w:sz="8" w:space="0" w:color="003273" w:themeColor="accent2"/>
          <w:right w:val="single" w:sz="8" w:space="0" w:color="003273" w:themeColor="accent2"/>
        </w:tcBorders>
        <w:shd w:val="clear" w:color="auto" w:fill="9DC7FF" w:themeFill="accent2" w:themeFillTint="3F"/>
      </w:tcPr>
    </w:tblStylePr>
    <w:tblStylePr w:type="band1Horz">
      <w:tblPr/>
      <w:tcPr>
        <w:tcBorders>
          <w:top w:val="single" w:sz="8" w:space="0" w:color="003273" w:themeColor="accent2"/>
          <w:left w:val="single" w:sz="8" w:space="0" w:color="003273" w:themeColor="accent2"/>
          <w:bottom w:val="single" w:sz="8" w:space="0" w:color="003273" w:themeColor="accent2"/>
          <w:right w:val="single" w:sz="8" w:space="0" w:color="003273" w:themeColor="accent2"/>
          <w:insideV w:val="single" w:sz="8" w:space="0" w:color="003273" w:themeColor="accent2"/>
        </w:tcBorders>
        <w:shd w:val="clear" w:color="auto" w:fill="9DC7FF" w:themeFill="accent2" w:themeFillTint="3F"/>
      </w:tcPr>
    </w:tblStylePr>
    <w:tblStylePr w:type="band2Horz">
      <w:tblPr/>
      <w:tcPr>
        <w:tcBorders>
          <w:top w:val="single" w:sz="8" w:space="0" w:color="003273" w:themeColor="accent2"/>
          <w:left w:val="single" w:sz="8" w:space="0" w:color="003273" w:themeColor="accent2"/>
          <w:bottom w:val="single" w:sz="8" w:space="0" w:color="003273" w:themeColor="accent2"/>
          <w:right w:val="single" w:sz="8" w:space="0" w:color="003273" w:themeColor="accent2"/>
          <w:insideV w:val="single" w:sz="8" w:space="0" w:color="003273" w:themeColor="accent2"/>
        </w:tcBorders>
      </w:tcPr>
    </w:tblStylePr>
  </w:style>
  <w:style w:type="table" w:styleId="Lichtraster-accent3">
    <w:name w:val="Light Grid Accent 3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A9AEB6" w:themeColor="accent3"/>
        <w:left w:val="single" w:sz="8" w:space="0" w:color="A9AEB6" w:themeColor="accent3"/>
        <w:bottom w:val="single" w:sz="8" w:space="0" w:color="A9AEB6" w:themeColor="accent3"/>
        <w:right w:val="single" w:sz="8" w:space="0" w:color="A9AEB6" w:themeColor="accent3"/>
        <w:insideH w:val="single" w:sz="8" w:space="0" w:color="A9AEB6" w:themeColor="accent3"/>
        <w:insideV w:val="single" w:sz="8" w:space="0" w:color="A9AEB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9AEB6" w:themeColor="accent3"/>
          <w:left w:val="single" w:sz="8" w:space="0" w:color="A9AEB6" w:themeColor="accent3"/>
          <w:bottom w:val="single" w:sz="18" w:space="0" w:color="A9AEB6" w:themeColor="accent3"/>
          <w:right w:val="single" w:sz="8" w:space="0" w:color="A9AEB6" w:themeColor="accent3"/>
          <w:insideH w:val="nil"/>
          <w:insideV w:val="single" w:sz="8" w:space="0" w:color="A9AEB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9AEB6" w:themeColor="accent3"/>
          <w:left w:val="single" w:sz="8" w:space="0" w:color="A9AEB6" w:themeColor="accent3"/>
          <w:bottom w:val="single" w:sz="8" w:space="0" w:color="A9AEB6" w:themeColor="accent3"/>
          <w:right w:val="single" w:sz="8" w:space="0" w:color="A9AEB6" w:themeColor="accent3"/>
          <w:insideH w:val="nil"/>
          <w:insideV w:val="single" w:sz="8" w:space="0" w:color="A9AEB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9AEB6" w:themeColor="accent3"/>
          <w:left w:val="single" w:sz="8" w:space="0" w:color="A9AEB6" w:themeColor="accent3"/>
          <w:bottom w:val="single" w:sz="8" w:space="0" w:color="A9AEB6" w:themeColor="accent3"/>
          <w:right w:val="single" w:sz="8" w:space="0" w:color="A9AEB6" w:themeColor="accent3"/>
        </w:tcBorders>
      </w:tcPr>
    </w:tblStylePr>
    <w:tblStylePr w:type="band1Vert">
      <w:tblPr/>
      <w:tcPr>
        <w:tcBorders>
          <w:top w:val="single" w:sz="8" w:space="0" w:color="A9AEB6" w:themeColor="accent3"/>
          <w:left w:val="single" w:sz="8" w:space="0" w:color="A9AEB6" w:themeColor="accent3"/>
          <w:bottom w:val="single" w:sz="8" w:space="0" w:color="A9AEB6" w:themeColor="accent3"/>
          <w:right w:val="single" w:sz="8" w:space="0" w:color="A9AEB6" w:themeColor="accent3"/>
        </w:tcBorders>
        <w:shd w:val="clear" w:color="auto" w:fill="E9EAED" w:themeFill="accent3" w:themeFillTint="3F"/>
      </w:tcPr>
    </w:tblStylePr>
    <w:tblStylePr w:type="band1Horz">
      <w:tblPr/>
      <w:tcPr>
        <w:tcBorders>
          <w:top w:val="single" w:sz="8" w:space="0" w:color="A9AEB6" w:themeColor="accent3"/>
          <w:left w:val="single" w:sz="8" w:space="0" w:color="A9AEB6" w:themeColor="accent3"/>
          <w:bottom w:val="single" w:sz="8" w:space="0" w:color="A9AEB6" w:themeColor="accent3"/>
          <w:right w:val="single" w:sz="8" w:space="0" w:color="A9AEB6" w:themeColor="accent3"/>
          <w:insideV w:val="single" w:sz="8" w:space="0" w:color="A9AEB6" w:themeColor="accent3"/>
        </w:tcBorders>
        <w:shd w:val="clear" w:color="auto" w:fill="E9EAED" w:themeFill="accent3" w:themeFillTint="3F"/>
      </w:tcPr>
    </w:tblStylePr>
    <w:tblStylePr w:type="band2Horz">
      <w:tblPr/>
      <w:tcPr>
        <w:tcBorders>
          <w:top w:val="single" w:sz="8" w:space="0" w:color="A9AEB6" w:themeColor="accent3"/>
          <w:left w:val="single" w:sz="8" w:space="0" w:color="A9AEB6" w:themeColor="accent3"/>
          <w:bottom w:val="single" w:sz="8" w:space="0" w:color="A9AEB6" w:themeColor="accent3"/>
          <w:right w:val="single" w:sz="8" w:space="0" w:color="A9AEB6" w:themeColor="accent3"/>
          <w:insideV w:val="single" w:sz="8" w:space="0" w:color="A9AEB6" w:themeColor="accent3"/>
        </w:tcBorders>
      </w:tcPr>
    </w:tblStylePr>
  </w:style>
  <w:style w:type="table" w:styleId="Lichtraster-accent4">
    <w:name w:val="Light Grid Accent 4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8A1FF" w:themeColor="accent4"/>
        <w:left w:val="single" w:sz="8" w:space="0" w:color="B8A1FF" w:themeColor="accent4"/>
        <w:bottom w:val="single" w:sz="8" w:space="0" w:color="B8A1FF" w:themeColor="accent4"/>
        <w:right w:val="single" w:sz="8" w:space="0" w:color="B8A1FF" w:themeColor="accent4"/>
        <w:insideH w:val="single" w:sz="8" w:space="0" w:color="B8A1FF" w:themeColor="accent4"/>
        <w:insideV w:val="single" w:sz="8" w:space="0" w:color="B8A1F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8A1FF" w:themeColor="accent4"/>
          <w:left w:val="single" w:sz="8" w:space="0" w:color="B8A1FF" w:themeColor="accent4"/>
          <w:bottom w:val="single" w:sz="18" w:space="0" w:color="B8A1FF" w:themeColor="accent4"/>
          <w:right w:val="single" w:sz="8" w:space="0" w:color="B8A1FF" w:themeColor="accent4"/>
          <w:insideH w:val="nil"/>
          <w:insideV w:val="single" w:sz="8" w:space="0" w:color="B8A1F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8A1FF" w:themeColor="accent4"/>
          <w:left w:val="single" w:sz="8" w:space="0" w:color="B8A1FF" w:themeColor="accent4"/>
          <w:bottom w:val="single" w:sz="8" w:space="0" w:color="B8A1FF" w:themeColor="accent4"/>
          <w:right w:val="single" w:sz="8" w:space="0" w:color="B8A1FF" w:themeColor="accent4"/>
          <w:insideH w:val="nil"/>
          <w:insideV w:val="single" w:sz="8" w:space="0" w:color="B8A1F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8A1FF" w:themeColor="accent4"/>
          <w:left w:val="single" w:sz="8" w:space="0" w:color="B8A1FF" w:themeColor="accent4"/>
          <w:bottom w:val="single" w:sz="8" w:space="0" w:color="B8A1FF" w:themeColor="accent4"/>
          <w:right w:val="single" w:sz="8" w:space="0" w:color="B8A1FF" w:themeColor="accent4"/>
        </w:tcBorders>
      </w:tcPr>
    </w:tblStylePr>
    <w:tblStylePr w:type="band1Vert">
      <w:tblPr/>
      <w:tcPr>
        <w:tcBorders>
          <w:top w:val="single" w:sz="8" w:space="0" w:color="B8A1FF" w:themeColor="accent4"/>
          <w:left w:val="single" w:sz="8" w:space="0" w:color="B8A1FF" w:themeColor="accent4"/>
          <w:bottom w:val="single" w:sz="8" w:space="0" w:color="B8A1FF" w:themeColor="accent4"/>
          <w:right w:val="single" w:sz="8" w:space="0" w:color="B8A1FF" w:themeColor="accent4"/>
        </w:tcBorders>
        <w:shd w:val="clear" w:color="auto" w:fill="EDE7FF" w:themeFill="accent4" w:themeFillTint="3F"/>
      </w:tcPr>
    </w:tblStylePr>
    <w:tblStylePr w:type="band1Horz">
      <w:tblPr/>
      <w:tcPr>
        <w:tcBorders>
          <w:top w:val="single" w:sz="8" w:space="0" w:color="B8A1FF" w:themeColor="accent4"/>
          <w:left w:val="single" w:sz="8" w:space="0" w:color="B8A1FF" w:themeColor="accent4"/>
          <w:bottom w:val="single" w:sz="8" w:space="0" w:color="B8A1FF" w:themeColor="accent4"/>
          <w:right w:val="single" w:sz="8" w:space="0" w:color="B8A1FF" w:themeColor="accent4"/>
          <w:insideV w:val="single" w:sz="8" w:space="0" w:color="B8A1FF" w:themeColor="accent4"/>
        </w:tcBorders>
        <w:shd w:val="clear" w:color="auto" w:fill="EDE7FF" w:themeFill="accent4" w:themeFillTint="3F"/>
      </w:tcPr>
    </w:tblStylePr>
    <w:tblStylePr w:type="band2Horz">
      <w:tblPr/>
      <w:tcPr>
        <w:tcBorders>
          <w:top w:val="single" w:sz="8" w:space="0" w:color="B8A1FF" w:themeColor="accent4"/>
          <w:left w:val="single" w:sz="8" w:space="0" w:color="B8A1FF" w:themeColor="accent4"/>
          <w:bottom w:val="single" w:sz="8" w:space="0" w:color="B8A1FF" w:themeColor="accent4"/>
          <w:right w:val="single" w:sz="8" w:space="0" w:color="B8A1FF" w:themeColor="accent4"/>
          <w:insideV w:val="single" w:sz="8" w:space="0" w:color="B8A1FF" w:themeColor="accent4"/>
        </w:tcBorders>
      </w:tcPr>
    </w:tblStylePr>
  </w:style>
  <w:style w:type="table" w:styleId="Lichtraster-accent5">
    <w:name w:val="Light Grid Accent 5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2F00" w:themeColor="accent5"/>
        <w:left w:val="single" w:sz="8" w:space="0" w:color="FF2F00" w:themeColor="accent5"/>
        <w:bottom w:val="single" w:sz="8" w:space="0" w:color="FF2F00" w:themeColor="accent5"/>
        <w:right w:val="single" w:sz="8" w:space="0" w:color="FF2F00" w:themeColor="accent5"/>
        <w:insideH w:val="single" w:sz="8" w:space="0" w:color="FF2F00" w:themeColor="accent5"/>
        <w:insideV w:val="single" w:sz="8" w:space="0" w:color="FF2F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18" w:space="0" w:color="FF2F00" w:themeColor="accent5"/>
          <w:right w:val="single" w:sz="8" w:space="0" w:color="FF2F00" w:themeColor="accent5"/>
          <w:insideH w:val="nil"/>
          <w:insideV w:val="single" w:sz="8" w:space="0" w:color="FF2F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  <w:insideH w:val="nil"/>
          <w:insideV w:val="single" w:sz="8" w:space="0" w:color="FF2F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</w:tcPr>
    </w:tblStylePr>
    <w:tblStylePr w:type="band1Vert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  <w:shd w:val="clear" w:color="auto" w:fill="FFCBC0" w:themeFill="accent5" w:themeFillTint="3F"/>
      </w:tcPr>
    </w:tblStylePr>
    <w:tblStylePr w:type="band1Horz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  <w:insideV w:val="single" w:sz="8" w:space="0" w:color="FF2F00" w:themeColor="accent5"/>
        </w:tcBorders>
        <w:shd w:val="clear" w:color="auto" w:fill="FFCBC0" w:themeFill="accent5" w:themeFillTint="3F"/>
      </w:tcPr>
    </w:tblStylePr>
    <w:tblStylePr w:type="band2Horz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  <w:insideV w:val="single" w:sz="8" w:space="0" w:color="FF2F00" w:themeColor="accent5"/>
        </w:tcBorders>
      </w:tcPr>
    </w:tblStylePr>
  </w:style>
  <w:style w:type="table" w:styleId="Lichtraster-accent6">
    <w:name w:val="Light Grid Accent 6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7CCBFF" w:themeColor="accent6"/>
        <w:left w:val="single" w:sz="8" w:space="0" w:color="7CCBFF" w:themeColor="accent6"/>
        <w:bottom w:val="single" w:sz="8" w:space="0" w:color="7CCBFF" w:themeColor="accent6"/>
        <w:right w:val="single" w:sz="8" w:space="0" w:color="7CCBFF" w:themeColor="accent6"/>
        <w:insideH w:val="single" w:sz="8" w:space="0" w:color="7CCBFF" w:themeColor="accent6"/>
        <w:insideV w:val="single" w:sz="8" w:space="0" w:color="7CCBF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18" w:space="0" w:color="7CCBFF" w:themeColor="accent6"/>
          <w:right w:val="single" w:sz="8" w:space="0" w:color="7CCBFF" w:themeColor="accent6"/>
          <w:insideH w:val="nil"/>
          <w:insideV w:val="single" w:sz="8" w:space="0" w:color="7CCBF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  <w:insideH w:val="nil"/>
          <w:insideV w:val="single" w:sz="8" w:space="0" w:color="7CCBF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</w:tcPr>
    </w:tblStylePr>
    <w:tblStylePr w:type="band1Vert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  <w:shd w:val="clear" w:color="auto" w:fill="DEF1FF" w:themeFill="accent6" w:themeFillTint="3F"/>
      </w:tcPr>
    </w:tblStylePr>
    <w:tblStylePr w:type="band1Horz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  <w:insideV w:val="single" w:sz="8" w:space="0" w:color="7CCBFF" w:themeColor="accent6"/>
        </w:tcBorders>
        <w:shd w:val="clear" w:color="auto" w:fill="DEF1FF" w:themeFill="accent6" w:themeFillTint="3F"/>
      </w:tcPr>
    </w:tblStylePr>
    <w:tblStylePr w:type="band2Horz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  <w:insideV w:val="single" w:sz="8" w:space="0" w:color="7CCBFF" w:themeColor="accent6"/>
        </w:tcBorders>
      </w:tcPr>
    </w:tblStylePr>
  </w:style>
  <w:style w:type="table" w:styleId="Lichtelijst">
    <w:name w:val="Light List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9196CA" w:themeColor="accent1"/>
        <w:left w:val="single" w:sz="8" w:space="0" w:color="9196CA" w:themeColor="accent1"/>
        <w:bottom w:val="single" w:sz="8" w:space="0" w:color="9196CA" w:themeColor="accent1"/>
        <w:right w:val="single" w:sz="8" w:space="0" w:color="9196C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196C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96CA" w:themeColor="accent1"/>
          <w:left w:val="single" w:sz="8" w:space="0" w:color="9196CA" w:themeColor="accent1"/>
          <w:bottom w:val="single" w:sz="8" w:space="0" w:color="9196CA" w:themeColor="accent1"/>
          <w:right w:val="single" w:sz="8" w:space="0" w:color="9196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196CA" w:themeColor="accent1"/>
          <w:left w:val="single" w:sz="8" w:space="0" w:color="9196CA" w:themeColor="accent1"/>
          <w:bottom w:val="single" w:sz="8" w:space="0" w:color="9196CA" w:themeColor="accent1"/>
          <w:right w:val="single" w:sz="8" w:space="0" w:color="9196CA" w:themeColor="accent1"/>
        </w:tcBorders>
      </w:tcPr>
    </w:tblStylePr>
    <w:tblStylePr w:type="band1Horz">
      <w:tblPr/>
      <w:tcPr>
        <w:tcBorders>
          <w:top w:val="single" w:sz="8" w:space="0" w:color="9196CA" w:themeColor="accent1"/>
          <w:left w:val="single" w:sz="8" w:space="0" w:color="9196CA" w:themeColor="accent1"/>
          <w:bottom w:val="single" w:sz="8" w:space="0" w:color="9196CA" w:themeColor="accent1"/>
          <w:right w:val="single" w:sz="8" w:space="0" w:color="9196CA" w:themeColor="accent1"/>
        </w:tcBorders>
      </w:tcPr>
    </w:tblStylePr>
  </w:style>
  <w:style w:type="table" w:styleId="Lichtelijst-accent2">
    <w:name w:val="Light List Accent 2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3273" w:themeColor="accent2"/>
        <w:left w:val="single" w:sz="8" w:space="0" w:color="003273" w:themeColor="accent2"/>
        <w:bottom w:val="single" w:sz="8" w:space="0" w:color="003273" w:themeColor="accent2"/>
        <w:right w:val="single" w:sz="8" w:space="0" w:color="00327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27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273" w:themeColor="accent2"/>
          <w:left w:val="single" w:sz="8" w:space="0" w:color="003273" w:themeColor="accent2"/>
          <w:bottom w:val="single" w:sz="8" w:space="0" w:color="003273" w:themeColor="accent2"/>
          <w:right w:val="single" w:sz="8" w:space="0" w:color="00327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273" w:themeColor="accent2"/>
          <w:left w:val="single" w:sz="8" w:space="0" w:color="003273" w:themeColor="accent2"/>
          <w:bottom w:val="single" w:sz="8" w:space="0" w:color="003273" w:themeColor="accent2"/>
          <w:right w:val="single" w:sz="8" w:space="0" w:color="003273" w:themeColor="accent2"/>
        </w:tcBorders>
      </w:tcPr>
    </w:tblStylePr>
    <w:tblStylePr w:type="band1Horz">
      <w:tblPr/>
      <w:tcPr>
        <w:tcBorders>
          <w:top w:val="single" w:sz="8" w:space="0" w:color="003273" w:themeColor="accent2"/>
          <w:left w:val="single" w:sz="8" w:space="0" w:color="003273" w:themeColor="accent2"/>
          <w:bottom w:val="single" w:sz="8" w:space="0" w:color="003273" w:themeColor="accent2"/>
          <w:right w:val="single" w:sz="8" w:space="0" w:color="003273" w:themeColor="accent2"/>
        </w:tcBorders>
      </w:tcPr>
    </w:tblStylePr>
  </w:style>
  <w:style w:type="table" w:styleId="Lichtelijst-accent3">
    <w:name w:val="Light List Accent 3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A9AEB6" w:themeColor="accent3"/>
        <w:left w:val="single" w:sz="8" w:space="0" w:color="A9AEB6" w:themeColor="accent3"/>
        <w:bottom w:val="single" w:sz="8" w:space="0" w:color="A9AEB6" w:themeColor="accent3"/>
        <w:right w:val="single" w:sz="8" w:space="0" w:color="A9AEB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9AE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9AEB6" w:themeColor="accent3"/>
          <w:left w:val="single" w:sz="8" w:space="0" w:color="A9AEB6" w:themeColor="accent3"/>
          <w:bottom w:val="single" w:sz="8" w:space="0" w:color="A9AEB6" w:themeColor="accent3"/>
          <w:right w:val="single" w:sz="8" w:space="0" w:color="A9AE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9AEB6" w:themeColor="accent3"/>
          <w:left w:val="single" w:sz="8" w:space="0" w:color="A9AEB6" w:themeColor="accent3"/>
          <w:bottom w:val="single" w:sz="8" w:space="0" w:color="A9AEB6" w:themeColor="accent3"/>
          <w:right w:val="single" w:sz="8" w:space="0" w:color="A9AEB6" w:themeColor="accent3"/>
        </w:tcBorders>
      </w:tcPr>
    </w:tblStylePr>
    <w:tblStylePr w:type="band1Horz">
      <w:tblPr/>
      <w:tcPr>
        <w:tcBorders>
          <w:top w:val="single" w:sz="8" w:space="0" w:color="A9AEB6" w:themeColor="accent3"/>
          <w:left w:val="single" w:sz="8" w:space="0" w:color="A9AEB6" w:themeColor="accent3"/>
          <w:bottom w:val="single" w:sz="8" w:space="0" w:color="A9AEB6" w:themeColor="accent3"/>
          <w:right w:val="single" w:sz="8" w:space="0" w:color="A9AEB6" w:themeColor="accent3"/>
        </w:tcBorders>
      </w:tcPr>
    </w:tblStylePr>
  </w:style>
  <w:style w:type="table" w:styleId="Lichtelijst-accent4">
    <w:name w:val="Light List Accent 4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8A1FF" w:themeColor="accent4"/>
        <w:left w:val="single" w:sz="8" w:space="0" w:color="B8A1FF" w:themeColor="accent4"/>
        <w:bottom w:val="single" w:sz="8" w:space="0" w:color="B8A1FF" w:themeColor="accent4"/>
        <w:right w:val="single" w:sz="8" w:space="0" w:color="B8A1F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8A1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A1FF" w:themeColor="accent4"/>
          <w:left w:val="single" w:sz="8" w:space="0" w:color="B8A1FF" w:themeColor="accent4"/>
          <w:bottom w:val="single" w:sz="8" w:space="0" w:color="B8A1FF" w:themeColor="accent4"/>
          <w:right w:val="single" w:sz="8" w:space="0" w:color="B8A1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8A1FF" w:themeColor="accent4"/>
          <w:left w:val="single" w:sz="8" w:space="0" w:color="B8A1FF" w:themeColor="accent4"/>
          <w:bottom w:val="single" w:sz="8" w:space="0" w:color="B8A1FF" w:themeColor="accent4"/>
          <w:right w:val="single" w:sz="8" w:space="0" w:color="B8A1FF" w:themeColor="accent4"/>
        </w:tcBorders>
      </w:tcPr>
    </w:tblStylePr>
    <w:tblStylePr w:type="band1Horz">
      <w:tblPr/>
      <w:tcPr>
        <w:tcBorders>
          <w:top w:val="single" w:sz="8" w:space="0" w:color="B8A1FF" w:themeColor="accent4"/>
          <w:left w:val="single" w:sz="8" w:space="0" w:color="B8A1FF" w:themeColor="accent4"/>
          <w:bottom w:val="single" w:sz="8" w:space="0" w:color="B8A1FF" w:themeColor="accent4"/>
          <w:right w:val="single" w:sz="8" w:space="0" w:color="B8A1FF" w:themeColor="accent4"/>
        </w:tcBorders>
      </w:tcPr>
    </w:tblStylePr>
  </w:style>
  <w:style w:type="table" w:styleId="Lichtelijst-accent5">
    <w:name w:val="Light List Accent 5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2F00" w:themeColor="accent5"/>
        <w:left w:val="single" w:sz="8" w:space="0" w:color="FF2F00" w:themeColor="accent5"/>
        <w:bottom w:val="single" w:sz="8" w:space="0" w:color="FF2F00" w:themeColor="accent5"/>
        <w:right w:val="single" w:sz="8" w:space="0" w:color="FF2F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2F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</w:tcPr>
    </w:tblStylePr>
    <w:tblStylePr w:type="band1Horz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</w:tcPr>
    </w:tblStylePr>
  </w:style>
  <w:style w:type="table" w:styleId="Lichtelijst-accent6">
    <w:name w:val="Light List Accent 6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7CCBFF" w:themeColor="accent6"/>
        <w:left w:val="single" w:sz="8" w:space="0" w:color="7CCBFF" w:themeColor="accent6"/>
        <w:bottom w:val="single" w:sz="8" w:space="0" w:color="7CCBFF" w:themeColor="accent6"/>
        <w:right w:val="single" w:sz="8" w:space="0" w:color="7CCBF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CCB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</w:tcPr>
    </w:tblStylePr>
    <w:tblStylePr w:type="band1Horz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1646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164686"/>
    <w:pPr>
      <w:spacing w:after="0" w:line="240" w:lineRule="auto"/>
    </w:pPr>
    <w:rPr>
      <w:color w:val="565DAD" w:themeColor="accent1" w:themeShade="BF"/>
    </w:rPr>
    <w:tblPr>
      <w:tblStyleRowBandSize w:val="1"/>
      <w:tblStyleColBandSize w:val="1"/>
      <w:tblBorders>
        <w:top w:val="single" w:sz="8" w:space="0" w:color="9196CA" w:themeColor="accent1"/>
        <w:bottom w:val="single" w:sz="8" w:space="0" w:color="9196CA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196CA" w:themeColor="accent1"/>
          <w:left w:val="nil"/>
          <w:bottom w:val="single" w:sz="8" w:space="0" w:color="9196CA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196CA" w:themeColor="accent1"/>
          <w:left w:val="nil"/>
          <w:bottom w:val="single" w:sz="8" w:space="0" w:color="9196C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4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E4F2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semiHidden/>
    <w:unhideWhenUsed/>
    <w:rsid w:val="00164686"/>
    <w:pPr>
      <w:spacing w:after="0" w:line="240" w:lineRule="auto"/>
    </w:pPr>
    <w:rPr>
      <w:color w:val="002556" w:themeColor="accent2" w:themeShade="BF"/>
    </w:rPr>
    <w:tblPr>
      <w:tblStyleRowBandSize w:val="1"/>
      <w:tblStyleColBandSize w:val="1"/>
      <w:tblBorders>
        <w:top w:val="single" w:sz="8" w:space="0" w:color="003273" w:themeColor="accent2"/>
        <w:bottom w:val="single" w:sz="8" w:space="0" w:color="00327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273" w:themeColor="accent2"/>
          <w:left w:val="nil"/>
          <w:bottom w:val="single" w:sz="8" w:space="0" w:color="00327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273" w:themeColor="accent2"/>
          <w:left w:val="nil"/>
          <w:bottom w:val="single" w:sz="8" w:space="0" w:color="00327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C7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DC7FF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semiHidden/>
    <w:unhideWhenUsed/>
    <w:rsid w:val="00164686"/>
    <w:pPr>
      <w:spacing w:after="0" w:line="240" w:lineRule="auto"/>
    </w:pPr>
    <w:rPr>
      <w:color w:val="79808D" w:themeColor="accent3" w:themeShade="BF"/>
    </w:rPr>
    <w:tblPr>
      <w:tblStyleRowBandSize w:val="1"/>
      <w:tblStyleColBandSize w:val="1"/>
      <w:tblBorders>
        <w:top w:val="single" w:sz="8" w:space="0" w:color="A9AEB6" w:themeColor="accent3"/>
        <w:bottom w:val="single" w:sz="8" w:space="0" w:color="A9AEB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9AEB6" w:themeColor="accent3"/>
          <w:left w:val="nil"/>
          <w:bottom w:val="single" w:sz="8" w:space="0" w:color="A9AE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9AEB6" w:themeColor="accent3"/>
          <w:left w:val="nil"/>
          <w:bottom w:val="single" w:sz="8" w:space="0" w:color="A9AE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EA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EAED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semiHidden/>
    <w:unhideWhenUsed/>
    <w:rsid w:val="00164686"/>
    <w:pPr>
      <w:spacing w:after="0" w:line="240" w:lineRule="auto"/>
    </w:pPr>
    <w:rPr>
      <w:color w:val="6838FF" w:themeColor="accent4" w:themeShade="BF"/>
    </w:rPr>
    <w:tblPr>
      <w:tblStyleRowBandSize w:val="1"/>
      <w:tblStyleColBandSize w:val="1"/>
      <w:tblBorders>
        <w:top w:val="single" w:sz="8" w:space="0" w:color="B8A1FF" w:themeColor="accent4"/>
        <w:bottom w:val="single" w:sz="8" w:space="0" w:color="B8A1F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8A1FF" w:themeColor="accent4"/>
          <w:left w:val="nil"/>
          <w:bottom w:val="single" w:sz="8" w:space="0" w:color="B8A1F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8A1FF" w:themeColor="accent4"/>
          <w:left w:val="nil"/>
          <w:bottom w:val="single" w:sz="8" w:space="0" w:color="B8A1F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E7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E7FF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semiHidden/>
    <w:unhideWhenUsed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  <w:tblBorders>
        <w:top w:val="single" w:sz="8" w:space="0" w:color="FF2F00" w:themeColor="accent5"/>
        <w:bottom w:val="single" w:sz="8" w:space="0" w:color="FF2F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2F00" w:themeColor="accent5"/>
          <w:left w:val="nil"/>
          <w:bottom w:val="single" w:sz="8" w:space="0" w:color="FF2F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2F00" w:themeColor="accent5"/>
          <w:left w:val="nil"/>
          <w:bottom w:val="single" w:sz="8" w:space="0" w:color="FF2F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CB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CBC0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semiHidden/>
    <w:unhideWhenUsed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  <w:tblBorders>
        <w:top w:val="single" w:sz="8" w:space="0" w:color="7CCBFF" w:themeColor="accent6"/>
        <w:bottom w:val="single" w:sz="8" w:space="0" w:color="7CCBF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BFF" w:themeColor="accent6"/>
          <w:left w:val="nil"/>
          <w:bottom w:val="single" w:sz="8" w:space="0" w:color="7CCBF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BFF" w:themeColor="accent6"/>
          <w:left w:val="nil"/>
          <w:bottom w:val="single" w:sz="8" w:space="0" w:color="7CCBF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1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1FF" w:themeFill="accent6" w:themeFillTint="3F"/>
      </w:tcPr>
    </w:tblStylePr>
  </w:style>
  <w:style w:type="character" w:styleId="Regelnummer">
    <w:name w:val="line number"/>
    <w:basedOn w:val="Standaardalinea-lettertype"/>
    <w:uiPriority w:val="99"/>
    <w:semiHidden/>
    <w:unhideWhenUsed/>
    <w:rsid w:val="00164686"/>
  </w:style>
  <w:style w:type="paragraph" w:styleId="Lijst">
    <w:name w:val="List"/>
    <w:basedOn w:val="Standaard"/>
    <w:uiPriority w:val="99"/>
    <w:semiHidden/>
    <w:unhideWhenUsed/>
    <w:rsid w:val="00164686"/>
    <w:pPr>
      <w:ind w:left="283" w:hanging="283"/>
      <w:contextualSpacing/>
    </w:pPr>
  </w:style>
  <w:style w:type="paragraph" w:styleId="Lijst2">
    <w:name w:val="List 2"/>
    <w:basedOn w:val="Standaard"/>
    <w:uiPriority w:val="99"/>
    <w:semiHidden/>
    <w:unhideWhenUsed/>
    <w:rsid w:val="00164686"/>
    <w:pPr>
      <w:ind w:left="566" w:hanging="283"/>
      <w:contextualSpacing/>
    </w:pPr>
  </w:style>
  <w:style w:type="paragraph" w:styleId="Lijst3">
    <w:name w:val="List 3"/>
    <w:basedOn w:val="Standaard"/>
    <w:uiPriority w:val="99"/>
    <w:semiHidden/>
    <w:unhideWhenUsed/>
    <w:rsid w:val="00164686"/>
    <w:pPr>
      <w:ind w:left="849" w:hanging="283"/>
      <w:contextualSpacing/>
    </w:pPr>
  </w:style>
  <w:style w:type="paragraph" w:styleId="Lijst4">
    <w:name w:val="List 4"/>
    <w:basedOn w:val="Standaard"/>
    <w:uiPriority w:val="99"/>
    <w:semiHidden/>
    <w:unhideWhenUsed/>
    <w:rsid w:val="00164686"/>
    <w:pPr>
      <w:ind w:left="1132" w:hanging="283"/>
      <w:contextualSpacing/>
    </w:pPr>
  </w:style>
  <w:style w:type="paragraph" w:styleId="Lijst5">
    <w:name w:val="List 5"/>
    <w:basedOn w:val="Standaard"/>
    <w:uiPriority w:val="99"/>
    <w:semiHidden/>
    <w:unhideWhenUsed/>
    <w:rsid w:val="00164686"/>
    <w:pPr>
      <w:ind w:left="1415" w:hanging="283"/>
      <w:contextualSpacing/>
    </w:pPr>
  </w:style>
  <w:style w:type="paragraph" w:styleId="Lijstopsomteken">
    <w:name w:val="List Bullet"/>
    <w:basedOn w:val="Standaard"/>
    <w:uiPriority w:val="99"/>
    <w:semiHidden/>
    <w:unhideWhenUsed/>
    <w:rsid w:val="00164686"/>
    <w:pPr>
      <w:numPr>
        <w:numId w:val="3"/>
      </w:numPr>
      <w:contextualSpacing/>
    </w:pPr>
  </w:style>
  <w:style w:type="paragraph" w:styleId="Lijstopsomteken2">
    <w:name w:val="List Bullet 2"/>
    <w:basedOn w:val="Standaard"/>
    <w:uiPriority w:val="99"/>
    <w:semiHidden/>
    <w:unhideWhenUsed/>
    <w:rsid w:val="00164686"/>
    <w:pPr>
      <w:numPr>
        <w:numId w:val="4"/>
      </w:numPr>
      <w:contextualSpacing/>
    </w:pPr>
  </w:style>
  <w:style w:type="paragraph" w:styleId="Lijstopsomteken3">
    <w:name w:val="List Bullet 3"/>
    <w:basedOn w:val="Standaard"/>
    <w:uiPriority w:val="99"/>
    <w:semiHidden/>
    <w:unhideWhenUsed/>
    <w:rsid w:val="00164686"/>
    <w:pPr>
      <w:numPr>
        <w:numId w:val="5"/>
      </w:numPr>
      <w:contextualSpacing/>
    </w:pPr>
  </w:style>
  <w:style w:type="paragraph" w:styleId="Lijstopsomteken4">
    <w:name w:val="List Bullet 4"/>
    <w:basedOn w:val="Standaard"/>
    <w:uiPriority w:val="99"/>
    <w:semiHidden/>
    <w:unhideWhenUsed/>
    <w:rsid w:val="00164686"/>
    <w:pPr>
      <w:numPr>
        <w:numId w:val="6"/>
      </w:numPr>
      <w:contextualSpacing/>
    </w:pPr>
  </w:style>
  <w:style w:type="paragraph" w:styleId="Lijstopsomteken5">
    <w:name w:val="List Bullet 5"/>
    <w:basedOn w:val="Standaard"/>
    <w:uiPriority w:val="99"/>
    <w:semiHidden/>
    <w:unhideWhenUsed/>
    <w:rsid w:val="00164686"/>
    <w:pPr>
      <w:numPr>
        <w:numId w:val="7"/>
      </w:numPr>
      <w:contextualSpacing/>
    </w:pPr>
  </w:style>
  <w:style w:type="paragraph" w:styleId="Lijstvoortzetting">
    <w:name w:val="List Continue"/>
    <w:basedOn w:val="Standaard"/>
    <w:uiPriority w:val="99"/>
    <w:semiHidden/>
    <w:unhideWhenUsed/>
    <w:rsid w:val="00164686"/>
    <w:pPr>
      <w:spacing w:after="120"/>
      <w:ind w:left="283"/>
      <w:contextualSpacing/>
    </w:pPr>
  </w:style>
  <w:style w:type="paragraph" w:styleId="Lijstvoortzetting2">
    <w:name w:val="List Continue 2"/>
    <w:basedOn w:val="Standaard"/>
    <w:uiPriority w:val="99"/>
    <w:semiHidden/>
    <w:unhideWhenUsed/>
    <w:rsid w:val="00164686"/>
    <w:pPr>
      <w:spacing w:after="120"/>
      <w:ind w:left="566"/>
      <w:contextualSpacing/>
    </w:pPr>
  </w:style>
  <w:style w:type="paragraph" w:styleId="Lijstvoortzetting3">
    <w:name w:val="List Continue 3"/>
    <w:basedOn w:val="Standaard"/>
    <w:uiPriority w:val="99"/>
    <w:semiHidden/>
    <w:unhideWhenUsed/>
    <w:rsid w:val="00164686"/>
    <w:pPr>
      <w:spacing w:after="120"/>
      <w:ind w:left="849"/>
      <w:contextualSpacing/>
    </w:pPr>
  </w:style>
  <w:style w:type="paragraph" w:styleId="Lijstvoortzetting4">
    <w:name w:val="List Continue 4"/>
    <w:basedOn w:val="Standaard"/>
    <w:uiPriority w:val="99"/>
    <w:semiHidden/>
    <w:unhideWhenUsed/>
    <w:rsid w:val="00164686"/>
    <w:pPr>
      <w:spacing w:after="120"/>
      <w:ind w:left="1132"/>
      <w:contextualSpacing/>
    </w:pPr>
  </w:style>
  <w:style w:type="paragraph" w:styleId="Lijstvoortzetting5">
    <w:name w:val="List Continue 5"/>
    <w:basedOn w:val="Standaard"/>
    <w:uiPriority w:val="99"/>
    <w:semiHidden/>
    <w:unhideWhenUsed/>
    <w:rsid w:val="00164686"/>
    <w:pPr>
      <w:spacing w:after="120"/>
      <w:ind w:left="1415"/>
      <w:contextualSpacing/>
    </w:pPr>
  </w:style>
  <w:style w:type="paragraph" w:styleId="Lijstnummering">
    <w:name w:val="List Number"/>
    <w:basedOn w:val="Standaard"/>
    <w:uiPriority w:val="99"/>
    <w:semiHidden/>
    <w:unhideWhenUsed/>
    <w:rsid w:val="00164686"/>
    <w:pPr>
      <w:numPr>
        <w:numId w:val="8"/>
      </w:numPr>
      <w:contextualSpacing/>
    </w:pPr>
  </w:style>
  <w:style w:type="paragraph" w:styleId="Lijstnummering2">
    <w:name w:val="List Number 2"/>
    <w:basedOn w:val="Standaard"/>
    <w:uiPriority w:val="99"/>
    <w:semiHidden/>
    <w:unhideWhenUsed/>
    <w:rsid w:val="00164686"/>
    <w:pPr>
      <w:numPr>
        <w:numId w:val="9"/>
      </w:numPr>
      <w:contextualSpacing/>
    </w:pPr>
  </w:style>
  <w:style w:type="paragraph" w:styleId="Lijstnummering3">
    <w:name w:val="List Number 3"/>
    <w:basedOn w:val="Standaard"/>
    <w:uiPriority w:val="99"/>
    <w:semiHidden/>
    <w:unhideWhenUsed/>
    <w:rsid w:val="00164686"/>
    <w:pPr>
      <w:numPr>
        <w:numId w:val="10"/>
      </w:numPr>
      <w:contextualSpacing/>
    </w:pPr>
  </w:style>
  <w:style w:type="paragraph" w:styleId="Lijstnummering4">
    <w:name w:val="List Number 4"/>
    <w:basedOn w:val="Standaard"/>
    <w:uiPriority w:val="99"/>
    <w:semiHidden/>
    <w:unhideWhenUsed/>
    <w:rsid w:val="00164686"/>
    <w:pPr>
      <w:numPr>
        <w:numId w:val="11"/>
      </w:numPr>
      <w:contextualSpacing/>
    </w:pPr>
  </w:style>
  <w:style w:type="paragraph" w:styleId="Lijstnummering5">
    <w:name w:val="List Number 5"/>
    <w:basedOn w:val="Standaard"/>
    <w:uiPriority w:val="99"/>
    <w:semiHidden/>
    <w:unhideWhenUsed/>
    <w:rsid w:val="00164686"/>
    <w:pPr>
      <w:numPr>
        <w:numId w:val="12"/>
      </w:numPr>
      <w:contextualSpacing/>
    </w:pPr>
  </w:style>
  <w:style w:type="table" w:styleId="Lijsttabel1licht">
    <w:name w:val="List Table 1 Light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CBFD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BF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1278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1278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BCED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BCED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4C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4C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82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82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0D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0D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Lijsttabel2">
    <w:name w:val="List Table 2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CBFDF" w:themeColor="accent1" w:themeTint="99"/>
        <w:bottom w:val="single" w:sz="4" w:space="0" w:color="BCBFDF" w:themeColor="accent1" w:themeTint="99"/>
        <w:insideH w:val="single" w:sz="4" w:space="0" w:color="BCBFD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</w:style>
  <w:style w:type="table" w:styleId="Lijsttabel2-Accent2">
    <w:name w:val="List Table 2 Accent 2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1278FF" w:themeColor="accent2" w:themeTint="99"/>
        <w:bottom w:val="single" w:sz="4" w:space="0" w:color="1278FF" w:themeColor="accent2" w:themeTint="99"/>
        <w:insideH w:val="single" w:sz="4" w:space="0" w:color="1278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</w:style>
  <w:style w:type="table" w:styleId="Lijsttabel2-Accent3">
    <w:name w:val="List Table 2 Accent 3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BCED3" w:themeColor="accent3" w:themeTint="99"/>
        <w:bottom w:val="single" w:sz="4" w:space="0" w:color="CBCED3" w:themeColor="accent3" w:themeTint="99"/>
        <w:insideH w:val="single" w:sz="4" w:space="0" w:color="CBCED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</w:style>
  <w:style w:type="table" w:styleId="Lijsttabel2-Accent4">
    <w:name w:val="List Table 2 Accent 4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4C6FF" w:themeColor="accent4" w:themeTint="99"/>
        <w:bottom w:val="single" w:sz="4" w:space="0" w:color="D4C6FF" w:themeColor="accent4" w:themeTint="99"/>
        <w:insideH w:val="single" w:sz="4" w:space="0" w:color="D4C6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</w:style>
  <w:style w:type="table" w:styleId="Lijsttabel2-Accent5">
    <w:name w:val="List Table 2 Accent 5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8266" w:themeColor="accent5" w:themeTint="99"/>
        <w:bottom w:val="single" w:sz="4" w:space="0" w:color="FF8266" w:themeColor="accent5" w:themeTint="99"/>
        <w:insideH w:val="single" w:sz="4" w:space="0" w:color="FF826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Lijsttabel2-Accent6">
    <w:name w:val="List Table 2 Accent 6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0DFFF" w:themeColor="accent6" w:themeTint="99"/>
        <w:bottom w:val="single" w:sz="4" w:space="0" w:color="B0DFFF" w:themeColor="accent6" w:themeTint="99"/>
        <w:insideH w:val="single" w:sz="4" w:space="0" w:color="B0DFF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Lijsttabel3">
    <w:name w:val="List Table 3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9196CA" w:themeColor="accent1"/>
        <w:left w:val="single" w:sz="4" w:space="0" w:color="9196CA" w:themeColor="accent1"/>
        <w:bottom w:val="single" w:sz="4" w:space="0" w:color="9196CA" w:themeColor="accent1"/>
        <w:right w:val="single" w:sz="4" w:space="0" w:color="9196CA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196CA" w:themeFill="accent1"/>
      </w:tcPr>
    </w:tblStylePr>
    <w:tblStylePr w:type="lastRow">
      <w:rPr>
        <w:b/>
        <w:bCs/>
      </w:rPr>
      <w:tblPr/>
      <w:tcPr>
        <w:tcBorders>
          <w:top w:val="double" w:sz="4" w:space="0" w:color="9196CA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196CA" w:themeColor="accent1"/>
          <w:right w:val="single" w:sz="4" w:space="0" w:color="9196CA" w:themeColor="accent1"/>
        </w:tcBorders>
      </w:tcPr>
    </w:tblStylePr>
    <w:tblStylePr w:type="band1Horz">
      <w:tblPr/>
      <w:tcPr>
        <w:tcBorders>
          <w:top w:val="single" w:sz="4" w:space="0" w:color="9196CA" w:themeColor="accent1"/>
          <w:bottom w:val="single" w:sz="4" w:space="0" w:color="9196C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196CA" w:themeColor="accent1"/>
          <w:left w:val="nil"/>
        </w:tcBorders>
      </w:tcPr>
    </w:tblStylePr>
    <w:tblStylePr w:type="swCell">
      <w:tblPr/>
      <w:tcPr>
        <w:tcBorders>
          <w:top w:val="double" w:sz="4" w:space="0" w:color="9196CA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3273" w:themeColor="accent2"/>
        <w:left w:val="single" w:sz="4" w:space="0" w:color="003273" w:themeColor="accent2"/>
        <w:bottom w:val="single" w:sz="4" w:space="0" w:color="003273" w:themeColor="accent2"/>
        <w:right w:val="single" w:sz="4" w:space="0" w:color="00327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3273" w:themeFill="accent2"/>
      </w:tcPr>
    </w:tblStylePr>
    <w:tblStylePr w:type="lastRow">
      <w:rPr>
        <w:b/>
        <w:bCs/>
      </w:rPr>
      <w:tblPr/>
      <w:tcPr>
        <w:tcBorders>
          <w:top w:val="double" w:sz="4" w:space="0" w:color="00327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3273" w:themeColor="accent2"/>
          <w:right w:val="single" w:sz="4" w:space="0" w:color="003273" w:themeColor="accent2"/>
        </w:tcBorders>
      </w:tcPr>
    </w:tblStylePr>
    <w:tblStylePr w:type="band1Horz">
      <w:tblPr/>
      <w:tcPr>
        <w:tcBorders>
          <w:top w:val="single" w:sz="4" w:space="0" w:color="003273" w:themeColor="accent2"/>
          <w:bottom w:val="single" w:sz="4" w:space="0" w:color="00327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3273" w:themeColor="accent2"/>
          <w:left w:val="nil"/>
        </w:tcBorders>
      </w:tcPr>
    </w:tblStylePr>
    <w:tblStylePr w:type="swCell">
      <w:tblPr/>
      <w:tcPr>
        <w:tcBorders>
          <w:top w:val="double" w:sz="4" w:space="0" w:color="003273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A9AEB6" w:themeColor="accent3"/>
        <w:left w:val="single" w:sz="4" w:space="0" w:color="A9AEB6" w:themeColor="accent3"/>
        <w:bottom w:val="single" w:sz="4" w:space="0" w:color="A9AEB6" w:themeColor="accent3"/>
        <w:right w:val="single" w:sz="4" w:space="0" w:color="A9AEB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9AEB6" w:themeFill="accent3"/>
      </w:tcPr>
    </w:tblStylePr>
    <w:tblStylePr w:type="lastRow">
      <w:rPr>
        <w:b/>
        <w:bCs/>
      </w:rPr>
      <w:tblPr/>
      <w:tcPr>
        <w:tcBorders>
          <w:top w:val="double" w:sz="4" w:space="0" w:color="A9AEB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9AEB6" w:themeColor="accent3"/>
          <w:right w:val="single" w:sz="4" w:space="0" w:color="A9AEB6" w:themeColor="accent3"/>
        </w:tcBorders>
      </w:tcPr>
    </w:tblStylePr>
    <w:tblStylePr w:type="band1Horz">
      <w:tblPr/>
      <w:tcPr>
        <w:tcBorders>
          <w:top w:val="single" w:sz="4" w:space="0" w:color="A9AEB6" w:themeColor="accent3"/>
          <w:bottom w:val="single" w:sz="4" w:space="0" w:color="A9AEB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9AEB6" w:themeColor="accent3"/>
          <w:left w:val="nil"/>
        </w:tcBorders>
      </w:tcPr>
    </w:tblStylePr>
    <w:tblStylePr w:type="swCell">
      <w:tblPr/>
      <w:tcPr>
        <w:tcBorders>
          <w:top w:val="double" w:sz="4" w:space="0" w:color="A9AEB6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8A1FF" w:themeColor="accent4"/>
        <w:left w:val="single" w:sz="4" w:space="0" w:color="B8A1FF" w:themeColor="accent4"/>
        <w:bottom w:val="single" w:sz="4" w:space="0" w:color="B8A1FF" w:themeColor="accent4"/>
        <w:right w:val="single" w:sz="4" w:space="0" w:color="B8A1FF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8A1FF" w:themeFill="accent4"/>
      </w:tcPr>
    </w:tblStylePr>
    <w:tblStylePr w:type="lastRow">
      <w:rPr>
        <w:b/>
        <w:bCs/>
      </w:rPr>
      <w:tblPr/>
      <w:tcPr>
        <w:tcBorders>
          <w:top w:val="double" w:sz="4" w:space="0" w:color="B8A1F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8A1FF" w:themeColor="accent4"/>
          <w:right w:val="single" w:sz="4" w:space="0" w:color="B8A1FF" w:themeColor="accent4"/>
        </w:tcBorders>
      </w:tcPr>
    </w:tblStylePr>
    <w:tblStylePr w:type="band1Horz">
      <w:tblPr/>
      <w:tcPr>
        <w:tcBorders>
          <w:top w:val="single" w:sz="4" w:space="0" w:color="B8A1FF" w:themeColor="accent4"/>
          <w:bottom w:val="single" w:sz="4" w:space="0" w:color="B8A1F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8A1FF" w:themeColor="accent4"/>
          <w:left w:val="nil"/>
        </w:tcBorders>
      </w:tcPr>
    </w:tblStylePr>
    <w:tblStylePr w:type="swCell">
      <w:tblPr/>
      <w:tcPr>
        <w:tcBorders>
          <w:top w:val="double" w:sz="4" w:space="0" w:color="B8A1FF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2F00" w:themeColor="accent5"/>
        <w:left w:val="single" w:sz="4" w:space="0" w:color="FF2F00" w:themeColor="accent5"/>
        <w:bottom w:val="single" w:sz="4" w:space="0" w:color="FF2F00" w:themeColor="accent5"/>
        <w:right w:val="single" w:sz="4" w:space="0" w:color="FF2F0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2F00" w:themeFill="accent5"/>
      </w:tcPr>
    </w:tblStylePr>
    <w:tblStylePr w:type="lastRow">
      <w:rPr>
        <w:b/>
        <w:bCs/>
      </w:rPr>
      <w:tblPr/>
      <w:tcPr>
        <w:tcBorders>
          <w:top w:val="double" w:sz="4" w:space="0" w:color="FF2F0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2F00" w:themeColor="accent5"/>
          <w:right w:val="single" w:sz="4" w:space="0" w:color="FF2F00" w:themeColor="accent5"/>
        </w:tcBorders>
      </w:tcPr>
    </w:tblStylePr>
    <w:tblStylePr w:type="band1Horz">
      <w:tblPr/>
      <w:tcPr>
        <w:tcBorders>
          <w:top w:val="single" w:sz="4" w:space="0" w:color="FF2F00" w:themeColor="accent5"/>
          <w:bottom w:val="single" w:sz="4" w:space="0" w:color="FF2F0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2F00" w:themeColor="accent5"/>
          <w:left w:val="nil"/>
        </w:tcBorders>
      </w:tcPr>
    </w:tblStylePr>
    <w:tblStylePr w:type="swCell">
      <w:tblPr/>
      <w:tcPr>
        <w:tcBorders>
          <w:top w:val="double" w:sz="4" w:space="0" w:color="FF2F00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7CCBFF" w:themeColor="accent6"/>
        <w:left w:val="single" w:sz="4" w:space="0" w:color="7CCBFF" w:themeColor="accent6"/>
        <w:bottom w:val="single" w:sz="4" w:space="0" w:color="7CCBFF" w:themeColor="accent6"/>
        <w:right w:val="single" w:sz="4" w:space="0" w:color="7CCBFF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CCBFF" w:themeFill="accent6"/>
      </w:tcPr>
    </w:tblStylePr>
    <w:tblStylePr w:type="lastRow">
      <w:rPr>
        <w:b/>
        <w:bCs/>
      </w:rPr>
      <w:tblPr/>
      <w:tcPr>
        <w:tcBorders>
          <w:top w:val="double" w:sz="4" w:space="0" w:color="7CCBF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CCBFF" w:themeColor="accent6"/>
          <w:right w:val="single" w:sz="4" w:space="0" w:color="7CCBFF" w:themeColor="accent6"/>
        </w:tcBorders>
      </w:tcPr>
    </w:tblStylePr>
    <w:tblStylePr w:type="band1Horz">
      <w:tblPr/>
      <w:tcPr>
        <w:tcBorders>
          <w:top w:val="single" w:sz="4" w:space="0" w:color="7CCBFF" w:themeColor="accent6"/>
          <w:bottom w:val="single" w:sz="4" w:space="0" w:color="7CCBF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CCBFF" w:themeColor="accent6"/>
          <w:left w:val="nil"/>
        </w:tcBorders>
      </w:tcPr>
    </w:tblStylePr>
    <w:tblStylePr w:type="swCell">
      <w:tblPr/>
      <w:tcPr>
        <w:tcBorders>
          <w:top w:val="double" w:sz="4" w:space="0" w:color="7CCBFF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CBFDF" w:themeColor="accent1" w:themeTint="99"/>
        <w:left w:val="single" w:sz="4" w:space="0" w:color="BCBFDF" w:themeColor="accent1" w:themeTint="99"/>
        <w:bottom w:val="single" w:sz="4" w:space="0" w:color="BCBFDF" w:themeColor="accent1" w:themeTint="99"/>
        <w:right w:val="single" w:sz="4" w:space="0" w:color="BCBFDF" w:themeColor="accent1" w:themeTint="99"/>
        <w:insideH w:val="single" w:sz="4" w:space="0" w:color="BCBFD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96CA" w:themeColor="accent1"/>
          <w:left w:val="single" w:sz="4" w:space="0" w:color="9196CA" w:themeColor="accent1"/>
          <w:bottom w:val="single" w:sz="4" w:space="0" w:color="9196CA" w:themeColor="accent1"/>
          <w:right w:val="single" w:sz="4" w:space="0" w:color="9196CA" w:themeColor="accent1"/>
          <w:insideH w:val="nil"/>
        </w:tcBorders>
        <w:shd w:val="clear" w:color="auto" w:fill="9196CA" w:themeFill="accent1"/>
      </w:tcPr>
    </w:tblStylePr>
    <w:tblStylePr w:type="lastRow">
      <w:rPr>
        <w:b/>
        <w:bCs/>
      </w:rPr>
      <w:tblPr/>
      <w:tcPr>
        <w:tcBorders>
          <w:top w:val="double" w:sz="4" w:space="0" w:color="BCBF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</w:style>
  <w:style w:type="table" w:styleId="Lijsttabel4-Accent2">
    <w:name w:val="List Table 4 Accent 2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1278FF" w:themeColor="accent2" w:themeTint="99"/>
        <w:left w:val="single" w:sz="4" w:space="0" w:color="1278FF" w:themeColor="accent2" w:themeTint="99"/>
        <w:bottom w:val="single" w:sz="4" w:space="0" w:color="1278FF" w:themeColor="accent2" w:themeTint="99"/>
        <w:right w:val="single" w:sz="4" w:space="0" w:color="1278FF" w:themeColor="accent2" w:themeTint="99"/>
        <w:insideH w:val="single" w:sz="4" w:space="0" w:color="1278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273" w:themeColor="accent2"/>
          <w:left w:val="single" w:sz="4" w:space="0" w:color="003273" w:themeColor="accent2"/>
          <w:bottom w:val="single" w:sz="4" w:space="0" w:color="003273" w:themeColor="accent2"/>
          <w:right w:val="single" w:sz="4" w:space="0" w:color="003273" w:themeColor="accent2"/>
          <w:insideH w:val="nil"/>
        </w:tcBorders>
        <w:shd w:val="clear" w:color="auto" w:fill="003273" w:themeFill="accent2"/>
      </w:tcPr>
    </w:tblStylePr>
    <w:tblStylePr w:type="lastRow">
      <w:rPr>
        <w:b/>
        <w:bCs/>
      </w:rPr>
      <w:tblPr/>
      <w:tcPr>
        <w:tcBorders>
          <w:top w:val="double" w:sz="4" w:space="0" w:color="1278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</w:style>
  <w:style w:type="table" w:styleId="Lijsttabel4-Accent3">
    <w:name w:val="List Table 4 Accent 3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BCED3" w:themeColor="accent3" w:themeTint="99"/>
        <w:left w:val="single" w:sz="4" w:space="0" w:color="CBCED3" w:themeColor="accent3" w:themeTint="99"/>
        <w:bottom w:val="single" w:sz="4" w:space="0" w:color="CBCED3" w:themeColor="accent3" w:themeTint="99"/>
        <w:right w:val="single" w:sz="4" w:space="0" w:color="CBCED3" w:themeColor="accent3" w:themeTint="99"/>
        <w:insideH w:val="single" w:sz="4" w:space="0" w:color="CBCED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9AEB6" w:themeColor="accent3"/>
          <w:left w:val="single" w:sz="4" w:space="0" w:color="A9AEB6" w:themeColor="accent3"/>
          <w:bottom w:val="single" w:sz="4" w:space="0" w:color="A9AEB6" w:themeColor="accent3"/>
          <w:right w:val="single" w:sz="4" w:space="0" w:color="A9AEB6" w:themeColor="accent3"/>
          <w:insideH w:val="nil"/>
        </w:tcBorders>
        <w:shd w:val="clear" w:color="auto" w:fill="A9AEB6" w:themeFill="accent3"/>
      </w:tcPr>
    </w:tblStylePr>
    <w:tblStylePr w:type="lastRow">
      <w:rPr>
        <w:b/>
        <w:bCs/>
      </w:rPr>
      <w:tblPr/>
      <w:tcPr>
        <w:tcBorders>
          <w:top w:val="double" w:sz="4" w:space="0" w:color="CBCED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</w:style>
  <w:style w:type="table" w:styleId="Lijsttabel4-Accent4">
    <w:name w:val="List Table 4 Accent 4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4C6FF" w:themeColor="accent4" w:themeTint="99"/>
        <w:left w:val="single" w:sz="4" w:space="0" w:color="D4C6FF" w:themeColor="accent4" w:themeTint="99"/>
        <w:bottom w:val="single" w:sz="4" w:space="0" w:color="D4C6FF" w:themeColor="accent4" w:themeTint="99"/>
        <w:right w:val="single" w:sz="4" w:space="0" w:color="D4C6FF" w:themeColor="accent4" w:themeTint="99"/>
        <w:insideH w:val="single" w:sz="4" w:space="0" w:color="D4C6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8A1FF" w:themeColor="accent4"/>
          <w:left w:val="single" w:sz="4" w:space="0" w:color="B8A1FF" w:themeColor="accent4"/>
          <w:bottom w:val="single" w:sz="4" w:space="0" w:color="B8A1FF" w:themeColor="accent4"/>
          <w:right w:val="single" w:sz="4" w:space="0" w:color="B8A1FF" w:themeColor="accent4"/>
          <w:insideH w:val="nil"/>
        </w:tcBorders>
        <w:shd w:val="clear" w:color="auto" w:fill="B8A1FF" w:themeFill="accent4"/>
      </w:tcPr>
    </w:tblStylePr>
    <w:tblStylePr w:type="lastRow">
      <w:rPr>
        <w:b/>
        <w:bCs/>
      </w:rPr>
      <w:tblPr/>
      <w:tcPr>
        <w:tcBorders>
          <w:top w:val="double" w:sz="4" w:space="0" w:color="D4C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</w:style>
  <w:style w:type="table" w:styleId="Lijsttabel4-Accent5">
    <w:name w:val="List Table 4 Accent 5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2F00" w:themeColor="accent5"/>
          <w:left w:val="single" w:sz="4" w:space="0" w:color="FF2F00" w:themeColor="accent5"/>
          <w:bottom w:val="single" w:sz="4" w:space="0" w:color="FF2F00" w:themeColor="accent5"/>
          <w:right w:val="single" w:sz="4" w:space="0" w:color="FF2F00" w:themeColor="accent5"/>
          <w:insideH w:val="nil"/>
        </w:tcBorders>
        <w:shd w:val="clear" w:color="auto" w:fill="FF2F00" w:themeFill="accent5"/>
      </w:tcPr>
    </w:tblStylePr>
    <w:tblStylePr w:type="lastRow">
      <w:rPr>
        <w:b/>
        <w:bCs/>
      </w:rPr>
      <w:tblPr/>
      <w:tcPr>
        <w:tcBorders>
          <w:top w:val="double" w:sz="4" w:space="0" w:color="FF82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Lijsttabel4-Accent6">
    <w:name w:val="List Table 4 Accent 6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CCBFF" w:themeColor="accent6"/>
          <w:left w:val="single" w:sz="4" w:space="0" w:color="7CCBFF" w:themeColor="accent6"/>
          <w:bottom w:val="single" w:sz="4" w:space="0" w:color="7CCBFF" w:themeColor="accent6"/>
          <w:right w:val="single" w:sz="4" w:space="0" w:color="7CCBFF" w:themeColor="accent6"/>
          <w:insideH w:val="nil"/>
        </w:tcBorders>
        <w:shd w:val="clear" w:color="auto" w:fill="7CCBFF" w:themeFill="accent6"/>
      </w:tcPr>
    </w:tblStylePr>
    <w:tblStylePr w:type="lastRow">
      <w:rPr>
        <w:b/>
        <w:bCs/>
      </w:rPr>
      <w:tblPr/>
      <w:tcPr>
        <w:tcBorders>
          <w:top w:val="double" w:sz="4" w:space="0" w:color="B0D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Lijsttabel5donker">
    <w:name w:val="List Table 5 Dark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196CA" w:themeColor="accent1"/>
        <w:left w:val="single" w:sz="24" w:space="0" w:color="9196CA" w:themeColor="accent1"/>
        <w:bottom w:val="single" w:sz="24" w:space="0" w:color="9196CA" w:themeColor="accent1"/>
        <w:right w:val="single" w:sz="24" w:space="0" w:color="9196CA" w:themeColor="accent1"/>
      </w:tblBorders>
    </w:tblPr>
    <w:tcPr>
      <w:shd w:val="clear" w:color="auto" w:fill="9196CA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3273" w:themeColor="accent2"/>
        <w:left w:val="single" w:sz="24" w:space="0" w:color="003273" w:themeColor="accent2"/>
        <w:bottom w:val="single" w:sz="24" w:space="0" w:color="003273" w:themeColor="accent2"/>
        <w:right w:val="single" w:sz="24" w:space="0" w:color="003273" w:themeColor="accent2"/>
      </w:tblBorders>
    </w:tblPr>
    <w:tcPr>
      <w:shd w:val="clear" w:color="auto" w:fill="00327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9AEB6" w:themeColor="accent3"/>
        <w:left w:val="single" w:sz="24" w:space="0" w:color="A9AEB6" w:themeColor="accent3"/>
        <w:bottom w:val="single" w:sz="24" w:space="0" w:color="A9AEB6" w:themeColor="accent3"/>
        <w:right w:val="single" w:sz="24" w:space="0" w:color="A9AEB6" w:themeColor="accent3"/>
      </w:tblBorders>
    </w:tblPr>
    <w:tcPr>
      <w:shd w:val="clear" w:color="auto" w:fill="A9AEB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8A1FF" w:themeColor="accent4"/>
        <w:left w:val="single" w:sz="24" w:space="0" w:color="B8A1FF" w:themeColor="accent4"/>
        <w:bottom w:val="single" w:sz="24" w:space="0" w:color="B8A1FF" w:themeColor="accent4"/>
        <w:right w:val="single" w:sz="24" w:space="0" w:color="B8A1FF" w:themeColor="accent4"/>
      </w:tblBorders>
    </w:tblPr>
    <w:tcPr>
      <w:shd w:val="clear" w:color="auto" w:fill="B8A1F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2F00" w:themeColor="accent5"/>
        <w:left w:val="single" w:sz="24" w:space="0" w:color="FF2F00" w:themeColor="accent5"/>
        <w:bottom w:val="single" w:sz="24" w:space="0" w:color="FF2F00" w:themeColor="accent5"/>
        <w:right w:val="single" w:sz="24" w:space="0" w:color="FF2F00" w:themeColor="accent5"/>
      </w:tblBorders>
    </w:tblPr>
    <w:tcPr>
      <w:shd w:val="clear" w:color="auto" w:fill="FF2F0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CCBFF" w:themeColor="accent6"/>
        <w:left w:val="single" w:sz="24" w:space="0" w:color="7CCBFF" w:themeColor="accent6"/>
        <w:bottom w:val="single" w:sz="24" w:space="0" w:color="7CCBFF" w:themeColor="accent6"/>
        <w:right w:val="single" w:sz="24" w:space="0" w:color="7CCBFF" w:themeColor="accent6"/>
      </w:tblBorders>
    </w:tblPr>
    <w:tcPr>
      <w:shd w:val="clear" w:color="auto" w:fill="7CCBFF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rsid w:val="00164686"/>
    <w:pPr>
      <w:spacing w:after="0" w:line="240" w:lineRule="auto"/>
    </w:pPr>
    <w:rPr>
      <w:color w:val="565DAD" w:themeColor="accent1" w:themeShade="BF"/>
    </w:rPr>
    <w:tblPr>
      <w:tblStyleRowBandSize w:val="1"/>
      <w:tblStyleColBandSize w:val="1"/>
      <w:tblBorders>
        <w:top w:val="single" w:sz="4" w:space="0" w:color="9196CA" w:themeColor="accent1"/>
        <w:bottom w:val="single" w:sz="4" w:space="0" w:color="9196CA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9196CA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9196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rsid w:val="00164686"/>
    <w:pPr>
      <w:spacing w:after="0" w:line="240" w:lineRule="auto"/>
    </w:pPr>
    <w:rPr>
      <w:color w:val="002556" w:themeColor="accent2" w:themeShade="BF"/>
    </w:rPr>
    <w:tblPr>
      <w:tblStyleRowBandSize w:val="1"/>
      <w:tblStyleColBandSize w:val="1"/>
      <w:tblBorders>
        <w:top w:val="single" w:sz="4" w:space="0" w:color="003273" w:themeColor="accent2"/>
        <w:bottom w:val="single" w:sz="4" w:space="0" w:color="00327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327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327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rsid w:val="00164686"/>
    <w:pPr>
      <w:spacing w:after="0" w:line="240" w:lineRule="auto"/>
    </w:pPr>
    <w:rPr>
      <w:color w:val="79808D" w:themeColor="accent3" w:themeShade="BF"/>
    </w:rPr>
    <w:tblPr>
      <w:tblStyleRowBandSize w:val="1"/>
      <w:tblStyleColBandSize w:val="1"/>
      <w:tblBorders>
        <w:top w:val="single" w:sz="4" w:space="0" w:color="A9AEB6" w:themeColor="accent3"/>
        <w:bottom w:val="single" w:sz="4" w:space="0" w:color="A9AEB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9AEB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9AE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rsid w:val="00164686"/>
    <w:pPr>
      <w:spacing w:after="0" w:line="240" w:lineRule="auto"/>
    </w:pPr>
    <w:rPr>
      <w:color w:val="6838FF" w:themeColor="accent4" w:themeShade="BF"/>
    </w:rPr>
    <w:tblPr>
      <w:tblStyleRowBandSize w:val="1"/>
      <w:tblStyleColBandSize w:val="1"/>
      <w:tblBorders>
        <w:top w:val="single" w:sz="4" w:space="0" w:color="B8A1FF" w:themeColor="accent4"/>
        <w:bottom w:val="single" w:sz="4" w:space="0" w:color="B8A1FF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B8A1F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B8A1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  <w:tblBorders>
        <w:top w:val="single" w:sz="4" w:space="0" w:color="FF2F00" w:themeColor="accent5"/>
        <w:bottom w:val="single" w:sz="4" w:space="0" w:color="FF2F0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2F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2F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  <w:tblBorders>
        <w:top w:val="single" w:sz="4" w:space="0" w:color="7CCBFF" w:themeColor="accent6"/>
        <w:bottom w:val="single" w:sz="4" w:space="0" w:color="7CCBFF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CCBFF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CCB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Lijsttabel7kleurrijk">
    <w:name w:val="List Table 7 Colorful"/>
    <w:basedOn w:val="Standaardtabel"/>
    <w:uiPriority w:val="52"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rsid w:val="00164686"/>
    <w:pPr>
      <w:spacing w:after="0" w:line="240" w:lineRule="auto"/>
    </w:pPr>
    <w:rPr>
      <w:color w:val="565DA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196CA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196CA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196CA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196CA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8E9F4" w:themeFill="accent1" w:themeFillTint="33"/>
      </w:tcPr>
    </w:tblStylePr>
    <w:tblStylePr w:type="band1Horz">
      <w:tblPr/>
      <w:tcPr>
        <w:shd w:val="clear" w:color="auto" w:fill="E8E9F4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rsid w:val="00164686"/>
    <w:pPr>
      <w:spacing w:after="0" w:line="240" w:lineRule="auto"/>
    </w:pPr>
    <w:rPr>
      <w:color w:val="00255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327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327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327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327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B0D2FF" w:themeFill="accent2" w:themeFillTint="33"/>
      </w:tcPr>
    </w:tblStylePr>
    <w:tblStylePr w:type="band1Horz">
      <w:tblPr/>
      <w:tcPr>
        <w:shd w:val="clear" w:color="auto" w:fill="B0D2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rsid w:val="00164686"/>
    <w:pPr>
      <w:spacing w:after="0" w:line="240" w:lineRule="auto"/>
    </w:pPr>
    <w:rPr>
      <w:color w:val="79808D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9AEB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9AEB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9AEB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9AEB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EF0" w:themeFill="accent3" w:themeFillTint="33"/>
      </w:tcPr>
    </w:tblStylePr>
    <w:tblStylePr w:type="band1Horz">
      <w:tblPr/>
      <w:tcPr>
        <w:shd w:val="clear" w:color="auto" w:fill="EDEEF0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rsid w:val="00164686"/>
    <w:pPr>
      <w:spacing w:after="0" w:line="240" w:lineRule="auto"/>
    </w:pPr>
    <w:rPr>
      <w:color w:val="6838F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8A1F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8A1F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8A1F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8A1F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0ECFF" w:themeFill="accent4" w:themeFillTint="33"/>
      </w:tcPr>
    </w:tblStylePr>
    <w:tblStylePr w:type="band1Horz">
      <w:tblPr/>
      <w:tcPr>
        <w:shd w:val="clear" w:color="auto" w:fill="F0EC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2F0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2F0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2F0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2F0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CCBFF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CCBFF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CCBFF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CCBFF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kst">
    <w:name w:val="macro"/>
    <w:link w:val="MacrotekstChar"/>
    <w:uiPriority w:val="99"/>
    <w:semiHidden/>
    <w:unhideWhenUsed/>
    <w:rsid w:val="001646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Arial"/>
      <w:sz w:val="20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164686"/>
    <w:rPr>
      <w:rFonts w:ascii="Consolas" w:hAnsi="Consolas" w:cs="Arial"/>
      <w:sz w:val="20"/>
      <w:szCs w:val="20"/>
    </w:rPr>
  </w:style>
  <w:style w:type="table" w:styleId="Gemiddeldraster1">
    <w:name w:val="Medium Grid 1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ACB0D7" w:themeColor="accent1" w:themeTint="BF"/>
        <w:left w:val="single" w:sz="8" w:space="0" w:color="ACB0D7" w:themeColor="accent1" w:themeTint="BF"/>
        <w:bottom w:val="single" w:sz="8" w:space="0" w:color="ACB0D7" w:themeColor="accent1" w:themeTint="BF"/>
        <w:right w:val="single" w:sz="8" w:space="0" w:color="ACB0D7" w:themeColor="accent1" w:themeTint="BF"/>
        <w:insideH w:val="single" w:sz="8" w:space="0" w:color="ACB0D7" w:themeColor="accent1" w:themeTint="BF"/>
        <w:insideV w:val="single" w:sz="8" w:space="0" w:color="ACB0D7" w:themeColor="accent1" w:themeTint="BF"/>
      </w:tblBorders>
    </w:tblPr>
    <w:tcPr>
      <w:shd w:val="clear" w:color="auto" w:fill="E3E4F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CB0D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AE4" w:themeFill="accent1" w:themeFillTint="7F"/>
      </w:tcPr>
    </w:tblStylePr>
    <w:tblStylePr w:type="band1Horz">
      <w:tblPr/>
      <w:tcPr>
        <w:shd w:val="clear" w:color="auto" w:fill="C8CAE4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5CD6" w:themeColor="accent2" w:themeTint="BF"/>
        <w:left w:val="single" w:sz="8" w:space="0" w:color="005CD6" w:themeColor="accent2" w:themeTint="BF"/>
        <w:bottom w:val="single" w:sz="8" w:space="0" w:color="005CD6" w:themeColor="accent2" w:themeTint="BF"/>
        <w:right w:val="single" w:sz="8" w:space="0" w:color="005CD6" w:themeColor="accent2" w:themeTint="BF"/>
        <w:insideH w:val="single" w:sz="8" w:space="0" w:color="005CD6" w:themeColor="accent2" w:themeTint="BF"/>
        <w:insideV w:val="single" w:sz="8" w:space="0" w:color="005CD6" w:themeColor="accent2" w:themeTint="BF"/>
      </w:tblBorders>
    </w:tblPr>
    <w:tcPr>
      <w:shd w:val="clear" w:color="auto" w:fill="9DC7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5CD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A8EFF" w:themeFill="accent2" w:themeFillTint="7F"/>
      </w:tcPr>
    </w:tblStylePr>
    <w:tblStylePr w:type="band1Horz">
      <w:tblPr/>
      <w:tcPr>
        <w:shd w:val="clear" w:color="auto" w:fill="3A8EFF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EC2C8" w:themeColor="accent3" w:themeTint="BF"/>
        <w:left w:val="single" w:sz="8" w:space="0" w:color="BEC2C8" w:themeColor="accent3" w:themeTint="BF"/>
        <w:bottom w:val="single" w:sz="8" w:space="0" w:color="BEC2C8" w:themeColor="accent3" w:themeTint="BF"/>
        <w:right w:val="single" w:sz="8" w:space="0" w:color="BEC2C8" w:themeColor="accent3" w:themeTint="BF"/>
        <w:insideH w:val="single" w:sz="8" w:space="0" w:color="BEC2C8" w:themeColor="accent3" w:themeTint="BF"/>
        <w:insideV w:val="single" w:sz="8" w:space="0" w:color="BEC2C8" w:themeColor="accent3" w:themeTint="BF"/>
      </w:tblBorders>
    </w:tblPr>
    <w:tcPr>
      <w:shd w:val="clear" w:color="auto" w:fill="E9EA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EC2C8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6DA" w:themeFill="accent3" w:themeFillTint="7F"/>
      </w:tcPr>
    </w:tblStylePr>
    <w:tblStylePr w:type="band1Horz">
      <w:tblPr/>
      <w:tcPr>
        <w:shd w:val="clear" w:color="auto" w:fill="D4D6DA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C9B8FF" w:themeColor="accent4" w:themeTint="BF"/>
        <w:left w:val="single" w:sz="8" w:space="0" w:color="C9B8FF" w:themeColor="accent4" w:themeTint="BF"/>
        <w:bottom w:val="single" w:sz="8" w:space="0" w:color="C9B8FF" w:themeColor="accent4" w:themeTint="BF"/>
        <w:right w:val="single" w:sz="8" w:space="0" w:color="C9B8FF" w:themeColor="accent4" w:themeTint="BF"/>
        <w:insideH w:val="single" w:sz="8" w:space="0" w:color="C9B8FF" w:themeColor="accent4" w:themeTint="BF"/>
        <w:insideV w:val="single" w:sz="8" w:space="0" w:color="C9B8FF" w:themeColor="accent4" w:themeTint="BF"/>
      </w:tblBorders>
    </w:tblPr>
    <w:tcPr>
      <w:shd w:val="clear" w:color="auto" w:fill="EDE7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9B8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0FF" w:themeFill="accent4" w:themeFillTint="7F"/>
      </w:tcPr>
    </w:tblStylePr>
    <w:tblStylePr w:type="band1Horz">
      <w:tblPr/>
      <w:tcPr>
        <w:shd w:val="clear" w:color="auto" w:fill="DBD0FF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6340" w:themeColor="accent5" w:themeTint="BF"/>
        <w:left w:val="single" w:sz="8" w:space="0" w:color="FF6340" w:themeColor="accent5" w:themeTint="BF"/>
        <w:bottom w:val="single" w:sz="8" w:space="0" w:color="FF6340" w:themeColor="accent5" w:themeTint="BF"/>
        <w:right w:val="single" w:sz="8" w:space="0" w:color="FF6340" w:themeColor="accent5" w:themeTint="BF"/>
        <w:insideH w:val="single" w:sz="8" w:space="0" w:color="FF6340" w:themeColor="accent5" w:themeTint="BF"/>
        <w:insideV w:val="single" w:sz="8" w:space="0" w:color="FF6340" w:themeColor="accent5" w:themeTint="BF"/>
      </w:tblBorders>
    </w:tblPr>
    <w:tcPr>
      <w:shd w:val="clear" w:color="auto" w:fill="FFCBC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634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9780" w:themeFill="accent5" w:themeFillTint="7F"/>
      </w:tcPr>
    </w:tblStylePr>
    <w:tblStylePr w:type="band1Horz">
      <w:tblPr/>
      <w:tcPr>
        <w:shd w:val="clear" w:color="auto" w:fill="FF9780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9CD7FF" w:themeColor="accent6" w:themeTint="BF"/>
        <w:left w:val="single" w:sz="8" w:space="0" w:color="9CD7FF" w:themeColor="accent6" w:themeTint="BF"/>
        <w:bottom w:val="single" w:sz="8" w:space="0" w:color="9CD7FF" w:themeColor="accent6" w:themeTint="BF"/>
        <w:right w:val="single" w:sz="8" w:space="0" w:color="9CD7FF" w:themeColor="accent6" w:themeTint="BF"/>
        <w:insideH w:val="single" w:sz="8" w:space="0" w:color="9CD7FF" w:themeColor="accent6" w:themeTint="BF"/>
        <w:insideV w:val="single" w:sz="8" w:space="0" w:color="9CD7FF" w:themeColor="accent6" w:themeTint="BF"/>
      </w:tblBorders>
    </w:tblPr>
    <w:tcPr>
      <w:shd w:val="clear" w:color="auto" w:fill="DEF1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D7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4FF" w:themeFill="accent6" w:themeFillTint="7F"/>
      </w:tcPr>
    </w:tblStylePr>
    <w:tblStylePr w:type="band1Horz">
      <w:tblPr/>
      <w:tcPr>
        <w:shd w:val="clear" w:color="auto" w:fill="BDE4FF" w:themeFill="accent6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196CA" w:themeColor="accent1"/>
        <w:left w:val="single" w:sz="8" w:space="0" w:color="9196CA" w:themeColor="accent1"/>
        <w:bottom w:val="single" w:sz="8" w:space="0" w:color="9196CA" w:themeColor="accent1"/>
        <w:right w:val="single" w:sz="8" w:space="0" w:color="9196CA" w:themeColor="accent1"/>
        <w:insideH w:val="single" w:sz="8" w:space="0" w:color="9196CA" w:themeColor="accent1"/>
        <w:insideV w:val="single" w:sz="8" w:space="0" w:color="9196CA" w:themeColor="accent1"/>
      </w:tblBorders>
    </w:tblPr>
    <w:tcPr>
      <w:shd w:val="clear" w:color="auto" w:fill="E3E4F2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9F4" w:themeFill="accent1" w:themeFillTint="33"/>
      </w:tcPr>
    </w:tblStylePr>
    <w:tblStylePr w:type="band1Vert">
      <w:tblPr/>
      <w:tcPr>
        <w:shd w:val="clear" w:color="auto" w:fill="C8CAE4" w:themeFill="accent1" w:themeFillTint="7F"/>
      </w:tcPr>
    </w:tblStylePr>
    <w:tblStylePr w:type="band1Horz">
      <w:tblPr/>
      <w:tcPr>
        <w:tcBorders>
          <w:insideH w:val="single" w:sz="6" w:space="0" w:color="9196CA" w:themeColor="accent1"/>
          <w:insideV w:val="single" w:sz="6" w:space="0" w:color="9196CA" w:themeColor="accent1"/>
        </w:tcBorders>
        <w:shd w:val="clear" w:color="auto" w:fill="C8CAE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273" w:themeColor="accent2"/>
        <w:left w:val="single" w:sz="8" w:space="0" w:color="003273" w:themeColor="accent2"/>
        <w:bottom w:val="single" w:sz="8" w:space="0" w:color="003273" w:themeColor="accent2"/>
        <w:right w:val="single" w:sz="8" w:space="0" w:color="003273" w:themeColor="accent2"/>
        <w:insideH w:val="single" w:sz="8" w:space="0" w:color="003273" w:themeColor="accent2"/>
        <w:insideV w:val="single" w:sz="8" w:space="0" w:color="003273" w:themeColor="accent2"/>
      </w:tblBorders>
    </w:tblPr>
    <w:tcPr>
      <w:shd w:val="clear" w:color="auto" w:fill="9DC7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8E8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D2FF" w:themeFill="accent2" w:themeFillTint="33"/>
      </w:tcPr>
    </w:tblStylePr>
    <w:tblStylePr w:type="band1Vert">
      <w:tblPr/>
      <w:tcPr>
        <w:shd w:val="clear" w:color="auto" w:fill="3A8EFF" w:themeFill="accent2" w:themeFillTint="7F"/>
      </w:tcPr>
    </w:tblStylePr>
    <w:tblStylePr w:type="band1Horz">
      <w:tblPr/>
      <w:tcPr>
        <w:tcBorders>
          <w:insideH w:val="single" w:sz="6" w:space="0" w:color="003273" w:themeColor="accent2"/>
          <w:insideV w:val="single" w:sz="6" w:space="0" w:color="003273" w:themeColor="accent2"/>
        </w:tcBorders>
        <w:shd w:val="clear" w:color="auto" w:fill="3A8E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9AEB6" w:themeColor="accent3"/>
        <w:left w:val="single" w:sz="8" w:space="0" w:color="A9AEB6" w:themeColor="accent3"/>
        <w:bottom w:val="single" w:sz="8" w:space="0" w:color="A9AEB6" w:themeColor="accent3"/>
        <w:right w:val="single" w:sz="8" w:space="0" w:color="A9AEB6" w:themeColor="accent3"/>
        <w:insideH w:val="single" w:sz="8" w:space="0" w:color="A9AEB6" w:themeColor="accent3"/>
        <w:insideV w:val="single" w:sz="8" w:space="0" w:color="A9AEB6" w:themeColor="accent3"/>
      </w:tblBorders>
    </w:tblPr>
    <w:tcPr>
      <w:shd w:val="clear" w:color="auto" w:fill="E9EA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7F7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EF0" w:themeFill="accent3" w:themeFillTint="33"/>
      </w:tcPr>
    </w:tblStylePr>
    <w:tblStylePr w:type="band1Vert">
      <w:tblPr/>
      <w:tcPr>
        <w:shd w:val="clear" w:color="auto" w:fill="D4D6DA" w:themeFill="accent3" w:themeFillTint="7F"/>
      </w:tcPr>
    </w:tblStylePr>
    <w:tblStylePr w:type="band1Horz">
      <w:tblPr/>
      <w:tcPr>
        <w:tcBorders>
          <w:insideH w:val="single" w:sz="6" w:space="0" w:color="A9AEB6" w:themeColor="accent3"/>
          <w:insideV w:val="single" w:sz="6" w:space="0" w:color="A9AEB6" w:themeColor="accent3"/>
        </w:tcBorders>
        <w:shd w:val="clear" w:color="auto" w:fill="D4D6D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8A1FF" w:themeColor="accent4"/>
        <w:left w:val="single" w:sz="8" w:space="0" w:color="B8A1FF" w:themeColor="accent4"/>
        <w:bottom w:val="single" w:sz="8" w:space="0" w:color="B8A1FF" w:themeColor="accent4"/>
        <w:right w:val="single" w:sz="8" w:space="0" w:color="B8A1FF" w:themeColor="accent4"/>
        <w:insideH w:val="single" w:sz="8" w:space="0" w:color="B8A1FF" w:themeColor="accent4"/>
        <w:insideV w:val="single" w:sz="8" w:space="0" w:color="B8A1FF" w:themeColor="accent4"/>
      </w:tblBorders>
    </w:tblPr>
    <w:tcPr>
      <w:shd w:val="clear" w:color="auto" w:fill="EDE7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5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CFF" w:themeFill="accent4" w:themeFillTint="33"/>
      </w:tcPr>
    </w:tblStylePr>
    <w:tblStylePr w:type="band1Vert">
      <w:tblPr/>
      <w:tcPr>
        <w:shd w:val="clear" w:color="auto" w:fill="DBD0FF" w:themeFill="accent4" w:themeFillTint="7F"/>
      </w:tcPr>
    </w:tblStylePr>
    <w:tblStylePr w:type="band1Horz">
      <w:tblPr/>
      <w:tcPr>
        <w:tcBorders>
          <w:insideH w:val="single" w:sz="6" w:space="0" w:color="B8A1FF" w:themeColor="accent4"/>
          <w:insideV w:val="single" w:sz="6" w:space="0" w:color="B8A1FF" w:themeColor="accent4"/>
        </w:tcBorders>
        <w:shd w:val="clear" w:color="auto" w:fill="DBD0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2F00" w:themeColor="accent5"/>
        <w:left w:val="single" w:sz="8" w:space="0" w:color="FF2F00" w:themeColor="accent5"/>
        <w:bottom w:val="single" w:sz="8" w:space="0" w:color="FF2F00" w:themeColor="accent5"/>
        <w:right w:val="single" w:sz="8" w:space="0" w:color="FF2F00" w:themeColor="accent5"/>
        <w:insideH w:val="single" w:sz="8" w:space="0" w:color="FF2F00" w:themeColor="accent5"/>
        <w:insideV w:val="single" w:sz="8" w:space="0" w:color="FF2F00" w:themeColor="accent5"/>
      </w:tblBorders>
    </w:tblPr>
    <w:tcPr>
      <w:shd w:val="clear" w:color="auto" w:fill="FFCBC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EAE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5CC" w:themeFill="accent5" w:themeFillTint="33"/>
      </w:tcPr>
    </w:tblStylePr>
    <w:tblStylePr w:type="band1Vert">
      <w:tblPr/>
      <w:tcPr>
        <w:shd w:val="clear" w:color="auto" w:fill="FF9780" w:themeFill="accent5" w:themeFillTint="7F"/>
      </w:tcPr>
    </w:tblStylePr>
    <w:tblStylePr w:type="band1Horz">
      <w:tblPr/>
      <w:tcPr>
        <w:tcBorders>
          <w:insideH w:val="single" w:sz="6" w:space="0" w:color="FF2F00" w:themeColor="accent5"/>
          <w:insideV w:val="single" w:sz="6" w:space="0" w:color="FF2F00" w:themeColor="accent5"/>
        </w:tcBorders>
        <w:shd w:val="clear" w:color="auto" w:fill="FF978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CCBFF" w:themeColor="accent6"/>
        <w:left w:val="single" w:sz="8" w:space="0" w:color="7CCBFF" w:themeColor="accent6"/>
        <w:bottom w:val="single" w:sz="8" w:space="0" w:color="7CCBFF" w:themeColor="accent6"/>
        <w:right w:val="single" w:sz="8" w:space="0" w:color="7CCBFF" w:themeColor="accent6"/>
        <w:insideH w:val="single" w:sz="8" w:space="0" w:color="7CCBFF" w:themeColor="accent6"/>
        <w:insideV w:val="single" w:sz="8" w:space="0" w:color="7CCBFF" w:themeColor="accent6"/>
      </w:tblBorders>
    </w:tblPr>
    <w:tcPr>
      <w:shd w:val="clear" w:color="auto" w:fill="DEF1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2F9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4FF" w:themeFill="accent6" w:themeFillTint="33"/>
      </w:tcPr>
    </w:tblStylePr>
    <w:tblStylePr w:type="band1Vert">
      <w:tblPr/>
      <w:tcPr>
        <w:shd w:val="clear" w:color="auto" w:fill="BDE4FF" w:themeFill="accent6" w:themeFillTint="7F"/>
      </w:tcPr>
    </w:tblStylePr>
    <w:tblStylePr w:type="band1Horz">
      <w:tblPr/>
      <w:tcPr>
        <w:tcBorders>
          <w:insideH w:val="single" w:sz="6" w:space="0" w:color="7CCBFF" w:themeColor="accent6"/>
          <w:insideV w:val="single" w:sz="6" w:space="0" w:color="7CCBFF" w:themeColor="accent6"/>
        </w:tcBorders>
        <w:shd w:val="clear" w:color="auto" w:fill="BDE4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E4F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196C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196C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196C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196C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8CAE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8CAE4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DC7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27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27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27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27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A8E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A8EFF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EA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9AEB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9AEB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9AEB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9AEB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4D6D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4D6DA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DE7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8A1F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8A1F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8A1F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8A1F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BD0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BD0FF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CBC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2F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2F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2F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2F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978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9780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1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BF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BF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CCBF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CCBF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E4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E4FF" w:themeFill="accent6" w:themeFillTint="7F"/>
      </w:tcPr>
    </w:tblStylePr>
  </w:style>
  <w:style w:type="table" w:styleId="Gemiddeldelijst1">
    <w:name w:val="Medium List 1"/>
    <w:basedOn w:val="Standaardtabel"/>
    <w:uiPriority w:val="65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327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196CA" w:themeColor="accent1"/>
        <w:bottom w:val="single" w:sz="8" w:space="0" w:color="9196CA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196CA" w:themeColor="accent1"/>
        </w:tcBorders>
      </w:tcPr>
    </w:tblStylePr>
    <w:tblStylePr w:type="lastRow">
      <w:rPr>
        <w:b/>
        <w:bCs/>
        <w:color w:val="003273" w:themeColor="text2"/>
      </w:rPr>
      <w:tblPr/>
      <w:tcPr>
        <w:tcBorders>
          <w:top w:val="single" w:sz="8" w:space="0" w:color="9196CA" w:themeColor="accent1"/>
          <w:bottom w:val="single" w:sz="8" w:space="0" w:color="9196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196CA" w:themeColor="accent1"/>
          <w:bottom w:val="single" w:sz="8" w:space="0" w:color="9196CA" w:themeColor="accent1"/>
        </w:tcBorders>
      </w:tcPr>
    </w:tblStylePr>
    <w:tblStylePr w:type="band1Vert">
      <w:tblPr/>
      <w:tcPr>
        <w:shd w:val="clear" w:color="auto" w:fill="E3E4F2" w:themeFill="accent1" w:themeFillTint="3F"/>
      </w:tcPr>
    </w:tblStylePr>
    <w:tblStylePr w:type="band1Horz">
      <w:tblPr/>
      <w:tcPr>
        <w:shd w:val="clear" w:color="auto" w:fill="E3E4F2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273" w:themeColor="accent2"/>
        <w:bottom w:val="single" w:sz="8" w:space="0" w:color="00327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273" w:themeColor="accent2"/>
        </w:tcBorders>
      </w:tcPr>
    </w:tblStylePr>
    <w:tblStylePr w:type="lastRow">
      <w:rPr>
        <w:b/>
        <w:bCs/>
        <w:color w:val="003273" w:themeColor="text2"/>
      </w:rPr>
      <w:tblPr/>
      <w:tcPr>
        <w:tcBorders>
          <w:top w:val="single" w:sz="8" w:space="0" w:color="003273" w:themeColor="accent2"/>
          <w:bottom w:val="single" w:sz="8" w:space="0" w:color="00327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273" w:themeColor="accent2"/>
          <w:bottom w:val="single" w:sz="8" w:space="0" w:color="003273" w:themeColor="accent2"/>
        </w:tcBorders>
      </w:tcPr>
    </w:tblStylePr>
    <w:tblStylePr w:type="band1Vert">
      <w:tblPr/>
      <w:tcPr>
        <w:shd w:val="clear" w:color="auto" w:fill="9DC7FF" w:themeFill="accent2" w:themeFillTint="3F"/>
      </w:tcPr>
    </w:tblStylePr>
    <w:tblStylePr w:type="band1Horz">
      <w:tblPr/>
      <w:tcPr>
        <w:shd w:val="clear" w:color="auto" w:fill="9DC7FF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9AEB6" w:themeColor="accent3"/>
        <w:bottom w:val="single" w:sz="8" w:space="0" w:color="A9AEB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9AEB6" w:themeColor="accent3"/>
        </w:tcBorders>
      </w:tcPr>
    </w:tblStylePr>
    <w:tblStylePr w:type="lastRow">
      <w:rPr>
        <w:b/>
        <w:bCs/>
        <w:color w:val="003273" w:themeColor="text2"/>
      </w:rPr>
      <w:tblPr/>
      <w:tcPr>
        <w:tcBorders>
          <w:top w:val="single" w:sz="8" w:space="0" w:color="A9AEB6" w:themeColor="accent3"/>
          <w:bottom w:val="single" w:sz="8" w:space="0" w:color="A9AE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9AEB6" w:themeColor="accent3"/>
          <w:bottom w:val="single" w:sz="8" w:space="0" w:color="A9AEB6" w:themeColor="accent3"/>
        </w:tcBorders>
      </w:tcPr>
    </w:tblStylePr>
    <w:tblStylePr w:type="band1Vert">
      <w:tblPr/>
      <w:tcPr>
        <w:shd w:val="clear" w:color="auto" w:fill="E9EAED" w:themeFill="accent3" w:themeFillTint="3F"/>
      </w:tcPr>
    </w:tblStylePr>
    <w:tblStylePr w:type="band1Horz">
      <w:tblPr/>
      <w:tcPr>
        <w:shd w:val="clear" w:color="auto" w:fill="E9EAED" w:themeFill="accent3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8A1FF" w:themeColor="accent4"/>
        <w:bottom w:val="single" w:sz="8" w:space="0" w:color="B8A1F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8A1FF" w:themeColor="accent4"/>
        </w:tcBorders>
      </w:tcPr>
    </w:tblStylePr>
    <w:tblStylePr w:type="lastRow">
      <w:rPr>
        <w:b/>
        <w:bCs/>
        <w:color w:val="003273" w:themeColor="text2"/>
      </w:rPr>
      <w:tblPr/>
      <w:tcPr>
        <w:tcBorders>
          <w:top w:val="single" w:sz="8" w:space="0" w:color="B8A1FF" w:themeColor="accent4"/>
          <w:bottom w:val="single" w:sz="8" w:space="0" w:color="B8A1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8A1FF" w:themeColor="accent4"/>
          <w:bottom w:val="single" w:sz="8" w:space="0" w:color="B8A1FF" w:themeColor="accent4"/>
        </w:tcBorders>
      </w:tcPr>
    </w:tblStylePr>
    <w:tblStylePr w:type="band1Vert">
      <w:tblPr/>
      <w:tcPr>
        <w:shd w:val="clear" w:color="auto" w:fill="EDE7FF" w:themeFill="accent4" w:themeFillTint="3F"/>
      </w:tcPr>
    </w:tblStylePr>
    <w:tblStylePr w:type="band1Horz">
      <w:tblPr/>
      <w:tcPr>
        <w:shd w:val="clear" w:color="auto" w:fill="EDE7FF" w:themeFill="accent4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2F00" w:themeColor="accent5"/>
        <w:bottom w:val="single" w:sz="8" w:space="0" w:color="FF2F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2F00" w:themeColor="accent5"/>
        </w:tcBorders>
      </w:tcPr>
    </w:tblStylePr>
    <w:tblStylePr w:type="lastRow">
      <w:rPr>
        <w:b/>
        <w:bCs/>
        <w:color w:val="003273" w:themeColor="text2"/>
      </w:rPr>
      <w:tblPr/>
      <w:tcPr>
        <w:tcBorders>
          <w:top w:val="single" w:sz="8" w:space="0" w:color="FF2F00" w:themeColor="accent5"/>
          <w:bottom w:val="single" w:sz="8" w:space="0" w:color="FF2F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2F00" w:themeColor="accent5"/>
          <w:bottom w:val="single" w:sz="8" w:space="0" w:color="FF2F00" w:themeColor="accent5"/>
        </w:tcBorders>
      </w:tcPr>
    </w:tblStylePr>
    <w:tblStylePr w:type="band1Vert">
      <w:tblPr/>
      <w:tcPr>
        <w:shd w:val="clear" w:color="auto" w:fill="FFCBC0" w:themeFill="accent5" w:themeFillTint="3F"/>
      </w:tcPr>
    </w:tblStylePr>
    <w:tblStylePr w:type="band1Horz">
      <w:tblPr/>
      <w:tcPr>
        <w:shd w:val="clear" w:color="auto" w:fill="FFCBC0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semiHidden/>
    <w:unhideWhenUsed/>
    <w:rsid w:val="001646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CCBFF" w:themeColor="accent6"/>
        <w:bottom w:val="single" w:sz="8" w:space="0" w:color="7CCBF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CCBFF" w:themeColor="accent6"/>
        </w:tcBorders>
      </w:tcPr>
    </w:tblStylePr>
    <w:tblStylePr w:type="lastRow">
      <w:rPr>
        <w:b/>
        <w:bCs/>
        <w:color w:val="003273" w:themeColor="text2"/>
      </w:rPr>
      <w:tblPr/>
      <w:tcPr>
        <w:tcBorders>
          <w:top w:val="single" w:sz="8" w:space="0" w:color="7CCBFF" w:themeColor="accent6"/>
          <w:bottom w:val="single" w:sz="8" w:space="0" w:color="7CCB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CCBFF" w:themeColor="accent6"/>
          <w:bottom w:val="single" w:sz="8" w:space="0" w:color="7CCBFF" w:themeColor="accent6"/>
        </w:tcBorders>
      </w:tcPr>
    </w:tblStylePr>
    <w:tblStylePr w:type="band1Vert">
      <w:tblPr/>
      <w:tcPr>
        <w:shd w:val="clear" w:color="auto" w:fill="DEF1FF" w:themeFill="accent6" w:themeFillTint="3F"/>
      </w:tcPr>
    </w:tblStylePr>
    <w:tblStylePr w:type="band1Horz">
      <w:tblPr/>
      <w:tcPr>
        <w:shd w:val="clear" w:color="auto" w:fill="DEF1FF" w:themeFill="accent6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196CA" w:themeColor="accent1"/>
        <w:left w:val="single" w:sz="8" w:space="0" w:color="9196CA" w:themeColor="accent1"/>
        <w:bottom w:val="single" w:sz="8" w:space="0" w:color="9196CA" w:themeColor="accent1"/>
        <w:right w:val="single" w:sz="8" w:space="0" w:color="9196CA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196CA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196CA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196CA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196CA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4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E4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273" w:themeColor="accent2"/>
        <w:left w:val="single" w:sz="8" w:space="0" w:color="003273" w:themeColor="accent2"/>
        <w:bottom w:val="single" w:sz="8" w:space="0" w:color="003273" w:themeColor="accent2"/>
        <w:right w:val="single" w:sz="8" w:space="0" w:color="00327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27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273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27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27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C7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DC7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9AEB6" w:themeColor="accent3"/>
        <w:left w:val="single" w:sz="8" w:space="0" w:color="A9AEB6" w:themeColor="accent3"/>
        <w:bottom w:val="single" w:sz="8" w:space="0" w:color="A9AEB6" w:themeColor="accent3"/>
        <w:right w:val="single" w:sz="8" w:space="0" w:color="A9AEB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9AEB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9AEB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9AEB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9AEB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EA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EA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8A1FF" w:themeColor="accent4"/>
        <w:left w:val="single" w:sz="8" w:space="0" w:color="B8A1FF" w:themeColor="accent4"/>
        <w:bottom w:val="single" w:sz="8" w:space="0" w:color="B8A1FF" w:themeColor="accent4"/>
        <w:right w:val="single" w:sz="8" w:space="0" w:color="B8A1F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8A1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8A1FF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8A1F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8A1F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E7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DE7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2F00" w:themeColor="accent5"/>
        <w:left w:val="single" w:sz="8" w:space="0" w:color="FF2F00" w:themeColor="accent5"/>
        <w:bottom w:val="single" w:sz="8" w:space="0" w:color="FF2F00" w:themeColor="accent5"/>
        <w:right w:val="single" w:sz="8" w:space="0" w:color="FF2F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2F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2F0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2F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2F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CBC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CBC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CCBFF" w:themeColor="accent6"/>
        <w:left w:val="single" w:sz="8" w:space="0" w:color="7CCBFF" w:themeColor="accent6"/>
        <w:bottom w:val="single" w:sz="8" w:space="0" w:color="7CCBFF" w:themeColor="accent6"/>
        <w:right w:val="single" w:sz="8" w:space="0" w:color="7CCBF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B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CCBFF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BF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CCBF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1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1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ACB0D7" w:themeColor="accent1" w:themeTint="BF"/>
        <w:left w:val="single" w:sz="8" w:space="0" w:color="ACB0D7" w:themeColor="accent1" w:themeTint="BF"/>
        <w:bottom w:val="single" w:sz="8" w:space="0" w:color="ACB0D7" w:themeColor="accent1" w:themeTint="BF"/>
        <w:right w:val="single" w:sz="8" w:space="0" w:color="ACB0D7" w:themeColor="accent1" w:themeTint="BF"/>
        <w:insideH w:val="single" w:sz="8" w:space="0" w:color="ACB0D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CB0D7" w:themeColor="accent1" w:themeTint="BF"/>
          <w:left w:val="single" w:sz="8" w:space="0" w:color="ACB0D7" w:themeColor="accent1" w:themeTint="BF"/>
          <w:bottom w:val="single" w:sz="8" w:space="0" w:color="ACB0D7" w:themeColor="accent1" w:themeTint="BF"/>
          <w:right w:val="single" w:sz="8" w:space="0" w:color="ACB0D7" w:themeColor="accent1" w:themeTint="BF"/>
          <w:insideH w:val="nil"/>
          <w:insideV w:val="nil"/>
        </w:tcBorders>
        <w:shd w:val="clear" w:color="auto" w:fill="9196C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CB0D7" w:themeColor="accent1" w:themeTint="BF"/>
          <w:left w:val="single" w:sz="8" w:space="0" w:color="ACB0D7" w:themeColor="accent1" w:themeTint="BF"/>
          <w:bottom w:val="single" w:sz="8" w:space="0" w:color="ACB0D7" w:themeColor="accent1" w:themeTint="BF"/>
          <w:right w:val="single" w:sz="8" w:space="0" w:color="ACB0D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E4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5CD6" w:themeColor="accent2" w:themeTint="BF"/>
        <w:left w:val="single" w:sz="8" w:space="0" w:color="005CD6" w:themeColor="accent2" w:themeTint="BF"/>
        <w:bottom w:val="single" w:sz="8" w:space="0" w:color="005CD6" w:themeColor="accent2" w:themeTint="BF"/>
        <w:right w:val="single" w:sz="8" w:space="0" w:color="005CD6" w:themeColor="accent2" w:themeTint="BF"/>
        <w:insideH w:val="single" w:sz="8" w:space="0" w:color="005CD6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CD6" w:themeColor="accent2" w:themeTint="BF"/>
          <w:left w:val="single" w:sz="8" w:space="0" w:color="005CD6" w:themeColor="accent2" w:themeTint="BF"/>
          <w:bottom w:val="single" w:sz="8" w:space="0" w:color="005CD6" w:themeColor="accent2" w:themeTint="BF"/>
          <w:right w:val="single" w:sz="8" w:space="0" w:color="005CD6" w:themeColor="accent2" w:themeTint="BF"/>
          <w:insideH w:val="nil"/>
          <w:insideV w:val="nil"/>
        </w:tcBorders>
        <w:shd w:val="clear" w:color="auto" w:fill="00327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CD6" w:themeColor="accent2" w:themeTint="BF"/>
          <w:left w:val="single" w:sz="8" w:space="0" w:color="005CD6" w:themeColor="accent2" w:themeTint="BF"/>
          <w:bottom w:val="single" w:sz="8" w:space="0" w:color="005CD6" w:themeColor="accent2" w:themeTint="BF"/>
          <w:right w:val="single" w:sz="8" w:space="0" w:color="005CD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DC7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DC7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EC2C8" w:themeColor="accent3" w:themeTint="BF"/>
        <w:left w:val="single" w:sz="8" w:space="0" w:color="BEC2C8" w:themeColor="accent3" w:themeTint="BF"/>
        <w:bottom w:val="single" w:sz="8" w:space="0" w:color="BEC2C8" w:themeColor="accent3" w:themeTint="BF"/>
        <w:right w:val="single" w:sz="8" w:space="0" w:color="BEC2C8" w:themeColor="accent3" w:themeTint="BF"/>
        <w:insideH w:val="single" w:sz="8" w:space="0" w:color="BEC2C8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EC2C8" w:themeColor="accent3" w:themeTint="BF"/>
          <w:left w:val="single" w:sz="8" w:space="0" w:color="BEC2C8" w:themeColor="accent3" w:themeTint="BF"/>
          <w:bottom w:val="single" w:sz="8" w:space="0" w:color="BEC2C8" w:themeColor="accent3" w:themeTint="BF"/>
          <w:right w:val="single" w:sz="8" w:space="0" w:color="BEC2C8" w:themeColor="accent3" w:themeTint="BF"/>
          <w:insideH w:val="nil"/>
          <w:insideV w:val="nil"/>
        </w:tcBorders>
        <w:shd w:val="clear" w:color="auto" w:fill="A9AE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EC2C8" w:themeColor="accent3" w:themeTint="BF"/>
          <w:left w:val="single" w:sz="8" w:space="0" w:color="BEC2C8" w:themeColor="accent3" w:themeTint="BF"/>
          <w:bottom w:val="single" w:sz="8" w:space="0" w:color="BEC2C8" w:themeColor="accent3" w:themeTint="BF"/>
          <w:right w:val="single" w:sz="8" w:space="0" w:color="BEC2C8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A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EA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C9B8FF" w:themeColor="accent4" w:themeTint="BF"/>
        <w:left w:val="single" w:sz="8" w:space="0" w:color="C9B8FF" w:themeColor="accent4" w:themeTint="BF"/>
        <w:bottom w:val="single" w:sz="8" w:space="0" w:color="C9B8FF" w:themeColor="accent4" w:themeTint="BF"/>
        <w:right w:val="single" w:sz="8" w:space="0" w:color="C9B8FF" w:themeColor="accent4" w:themeTint="BF"/>
        <w:insideH w:val="single" w:sz="8" w:space="0" w:color="C9B8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9B8FF" w:themeColor="accent4" w:themeTint="BF"/>
          <w:left w:val="single" w:sz="8" w:space="0" w:color="C9B8FF" w:themeColor="accent4" w:themeTint="BF"/>
          <w:bottom w:val="single" w:sz="8" w:space="0" w:color="C9B8FF" w:themeColor="accent4" w:themeTint="BF"/>
          <w:right w:val="single" w:sz="8" w:space="0" w:color="C9B8FF" w:themeColor="accent4" w:themeTint="BF"/>
          <w:insideH w:val="nil"/>
          <w:insideV w:val="nil"/>
        </w:tcBorders>
        <w:shd w:val="clear" w:color="auto" w:fill="B8A1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B8FF" w:themeColor="accent4" w:themeTint="BF"/>
          <w:left w:val="single" w:sz="8" w:space="0" w:color="C9B8FF" w:themeColor="accent4" w:themeTint="BF"/>
          <w:bottom w:val="single" w:sz="8" w:space="0" w:color="C9B8FF" w:themeColor="accent4" w:themeTint="BF"/>
          <w:right w:val="single" w:sz="8" w:space="0" w:color="C9B8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7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DE7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6340" w:themeColor="accent5" w:themeTint="BF"/>
        <w:left w:val="single" w:sz="8" w:space="0" w:color="FF6340" w:themeColor="accent5" w:themeTint="BF"/>
        <w:bottom w:val="single" w:sz="8" w:space="0" w:color="FF6340" w:themeColor="accent5" w:themeTint="BF"/>
        <w:right w:val="single" w:sz="8" w:space="0" w:color="FF6340" w:themeColor="accent5" w:themeTint="BF"/>
        <w:insideH w:val="single" w:sz="8" w:space="0" w:color="FF634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6340" w:themeColor="accent5" w:themeTint="BF"/>
          <w:left w:val="single" w:sz="8" w:space="0" w:color="FF6340" w:themeColor="accent5" w:themeTint="BF"/>
          <w:bottom w:val="single" w:sz="8" w:space="0" w:color="FF6340" w:themeColor="accent5" w:themeTint="BF"/>
          <w:right w:val="single" w:sz="8" w:space="0" w:color="FF6340" w:themeColor="accent5" w:themeTint="BF"/>
          <w:insideH w:val="nil"/>
          <w:insideV w:val="nil"/>
        </w:tcBorders>
        <w:shd w:val="clear" w:color="auto" w:fill="FF2F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340" w:themeColor="accent5" w:themeTint="BF"/>
          <w:left w:val="single" w:sz="8" w:space="0" w:color="FF6340" w:themeColor="accent5" w:themeTint="BF"/>
          <w:bottom w:val="single" w:sz="8" w:space="0" w:color="FF6340" w:themeColor="accent5" w:themeTint="BF"/>
          <w:right w:val="single" w:sz="8" w:space="0" w:color="FF634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B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CB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9CD7FF" w:themeColor="accent6" w:themeTint="BF"/>
        <w:left w:val="single" w:sz="8" w:space="0" w:color="9CD7FF" w:themeColor="accent6" w:themeTint="BF"/>
        <w:bottom w:val="single" w:sz="8" w:space="0" w:color="9CD7FF" w:themeColor="accent6" w:themeTint="BF"/>
        <w:right w:val="single" w:sz="8" w:space="0" w:color="9CD7FF" w:themeColor="accent6" w:themeTint="BF"/>
        <w:insideH w:val="single" w:sz="8" w:space="0" w:color="9CD7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D7FF" w:themeColor="accent6" w:themeTint="BF"/>
          <w:left w:val="single" w:sz="8" w:space="0" w:color="9CD7FF" w:themeColor="accent6" w:themeTint="BF"/>
          <w:bottom w:val="single" w:sz="8" w:space="0" w:color="9CD7FF" w:themeColor="accent6" w:themeTint="BF"/>
          <w:right w:val="single" w:sz="8" w:space="0" w:color="9CD7FF" w:themeColor="accent6" w:themeTint="BF"/>
          <w:insideH w:val="nil"/>
          <w:insideV w:val="nil"/>
        </w:tcBorders>
        <w:shd w:val="clear" w:color="auto" w:fill="7CCB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D7FF" w:themeColor="accent6" w:themeTint="BF"/>
          <w:left w:val="single" w:sz="8" w:space="0" w:color="9CD7FF" w:themeColor="accent6" w:themeTint="BF"/>
          <w:bottom w:val="single" w:sz="8" w:space="0" w:color="9CD7FF" w:themeColor="accent6" w:themeTint="BF"/>
          <w:right w:val="single" w:sz="8" w:space="0" w:color="9CD7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1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1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196CA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196C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196CA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27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27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27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9AEB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9AEB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9AEB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8A1F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8A1F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8A1F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2F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2F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2F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CCBF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CCB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CCBF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Standaardalinea-lettertype"/>
    <w:uiPriority w:val="99"/>
    <w:semiHidden/>
    <w:unhideWhenUsed/>
    <w:rsid w:val="00164686"/>
    <w:rPr>
      <w:color w:val="2B579A"/>
      <w:shd w:val="clear" w:color="auto" w:fill="E1DFDD"/>
    </w:rPr>
  </w:style>
  <w:style w:type="paragraph" w:styleId="Berichtkop">
    <w:name w:val="Message Header"/>
    <w:basedOn w:val="Standaard"/>
    <w:link w:val="BerichtkopChar"/>
    <w:uiPriority w:val="99"/>
    <w:semiHidden/>
    <w:unhideWhenUsed/>
    <w:rsid w:val="001646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16468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Geenafstand">
    <w:name w:val="No Spacing"/>
    <w:uiPriority w:val="8"/>
    <w:rsid w:val="00164686"/>
    <w:pPr>
      <w:spacing w:after="0" w:line="240" w:lineRule="auto"/>
    </w:pPr>
    <w:rPr>
      <w:rFonts w:ascii="Arial" w:hAnsi="Arial" w:cs="Arial"/>
      <w:sz w:val="20"/>
    </w:rPr>
  </w:style>
  <w:style w:type="paragraph" w:styleId="Normaalweb">
    <w:name w:val="Normal (Web)"/>
    <w:basedOn w:val="Standaard"/>
    <w:uiPriority w:val="99"/>
    <w:semiHidden/>
    <w:unhideWhenUsed/>
    <w:rsid w:val="00164686"/>
    <w:rPr>
      <w:rFonts w:ascii="Times New Roman" w:hAnsi="Times New Roman" w:cs="Times New Roman"/>
      <w:sz w:val="24"/>
      <w:szCs w:val="24"/>
    </w:rPr>
  </w:style>
  <w:style w:type="paragraph" w:styleId="Standaardinspringing">
    <w:name w:val="Normal Indent"/>
    <w:basedOn w:val="Standaard"/>
    <w:uiPriority w:val="99"/>
    <w:semiHidden/>
    <w:unhideWhenUsed/>
    <w:rsid w:val="00164686"/>
    <w:pPr>
      <w:ind w:left="708"/>
    </w:pPr>
  </w:style>
  <w:style w:type="paragraph" w:styleId="Notitiekop">
    <w:name w:val="Note Heading"/>
    <w:basedOn w:val="Standaard"/>
    <w:next w:val="Standaard"/>
    <w:link w:val="NotitiekopChar"/>
    <w:uiPriority w:val="99"/>
    <w:semiHidden/>
    <w:unhideWhenUsed/>
    <w:rsid w:val="00164686"/>
    <w:pPr>
      <w:spacing w:line="240" w:lineRule="auto"/>
    </w:pPr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164686"/>
    <w:rPr>
      <w:rFonts w:ascii="Arial" w:hAnsi="Arial" w:cs="Arial"/>
      <w:sz w:val="20"/>
    </w:rPr>
  </w:style>
  <w:style w:type="character" w:styleId="Paginanummer">
    <w:name w:val="page number"/>
    <w:basedOn w:val="Standaardalinea-lettertype"/>
    <w:uiPriority w:val="99"/>
    <w:semiHidden/>
    <w:unhideWhenUsed/>
    <w:rsid w:val="00164686"/>
  </w:style>
  <w:style w:type="character" w:styleId="Tekstvantijdelijkeaanduiding">
    <w:name w:val="Placeholder Text"/>
    <w:basedOn w:val="Standaardalinea-lettertype"/>
    <w:uiPriority w:val="99"/>
    <w:semiHidden/>
    <w:rsid w:val="00164686"/>
    <w:rPr>
      <w:color w:val="808080"/>
    </w:rPr>
  </w:style>
  <w:style w:type="table" w:styleId="Onopgemaaktetabel1">
    <w:name w:val="Plain Table 1"/>
    <w:basedOn w:val="Standaardtabel"/>
    <w:uiPriority w:val="41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164686"/>
    <w:pPr>
      <w:spacing w:line="240" w:lineRule="auto"/>
    </w:pPr>
    <w:rPr>
      <w:rFonts w:ascii="Consolas" w:hAnsi="Consolas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164686"/>
    <w:rPr>
      <w:rFonts w:ascii="Consolas" w:hAnsi="Consolas" w:cs="Arial"/>
      <w:sz w:val="21"/>
      <w:szCs w:val="21"/>
    </w:rPr>
  </w:style>
  <w:style w:type="paragraph" w:styleId="Citaat">
    <w:name w:val="Quote"/>
    <w:basedOn w:val="Standaard"/>
    <w:next w:val="Standaard"/>
    <w:link w:val="CitaatChar"/>
    <w:uiPriority w:val="29"/>
    <w:rsid w:val="0016468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64686"/>
    <w:rPr>
      <w:rFonts w:ascii="Arial" w:hAnsi="Arial" w:cs="Arial"/>
      <w:i/>
      <w:iCs/>
      <w:color w:val="404040" w:themeColor="text1" w:themeTint="BF"/>
      <w:sz w:val="20"/>
    </w:rPr>
  </w:style>
  <w:style w:type="paragraph" w:styleId="Aanhef">
    <w:name w:val="Salutation"/>
    <w:basedOn w:val="Standaard"/>
    <w:next w:val="Standaard"/>
    <w:link w:val="AanhefChar"/>
    <w:uiPriority w:val="99"/>
    <w:semiHidden/>
    <w:unhideWhenUsed/>
    <w:rsid w:val="00164686"/>
  </w:style>
  <w:style w:type="character" w:customStyle="1" w:styleId="AanhefChar">
    <w:name w:val="Aanhef Char"/>
    <w:basedOn w:val="Standaardalinea-lettertype"/>
    <w:link w:val="Aanhef"/>
    <w:uiPriority w:val="99"/>
    <w:semiHidden/>
    <w:rsid w:val="00164686"/>
    <w:rPr>
      <w:rFonts w:ascii="Arial" w:hAnsi="Arial" w:cs="Arial"/>
      <w:sz w:val="20"/>
    </w:rPr>
  </w:style>
  <w:style w:type="paragraph" w:styleId="Handtekening">
    <w:name w:val="Signature"/>
    <w:basedOn w:val="Standaard"/>
    <w:link w:val="HandtekeningChar"/>
    <w:uiPriority w:val="99"/>
    <w:semiHidden/>
    <w:unhideWhenUsed/>
    <w:rsid w:val="00164686"/>
    <w:pPr>
      <w:spacing w:line="240" w:lineRule="auto"/>
      <w:ind w:left="4252"/>
    </w:p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164686"/>
    <w:rPr>
      <w:rFonts w:ascii="Arial" w:hAnsi="Arial" w:cs="Arial"/>
      <w:sz w:val="20"/>
    </w:rPr>
  </w:style>
  <w:style w:type="character" w:customStyle="1" w:styleId="SmartHyperlink">
    <w:name w:val="Smart Hyperlink"/>
    <w:basedOn w:val="Standaardalinea-lettertype"/>
    <w:uiPriority w:val="99"/>
    <w:semiHidden/>
    <w:unhideWhenUsed/>
    <w:rsid w:val="00164686"/>
    <w:rPr>
      <w:u w:val="dotted"/>
    </w:rPr>
  </w:style>
  <w:style w:type="character" w:customStyle="1" w:styleId="SmartLink">
    <w:name w:val="Smart Link"/>
    <w:basedOn w:val="Standaardalinea-lettertype"/>
    <w:uiPriority w:val="99"/>
    <w:semiHidden/>
    <w:unhideWhenUsed/>
    <w:rsid w:val="00164686"/>
    <w:rPr>
      <w:color w:val="A9AEB6" w:themeColor="hyperlink"/>
      <w:u w:val="single"/>
      <w:shd w:val="clear" w:color="auto" w:fill="E1DFDD"/>
    </w:rPr>
  </w:style>
  <w:style w:type="character" w:customStyle="1" w:styleId="SmartLinkError">
    <w:name w:val="Smart Link Error"/>
    <w:basedOn w:val="Standaardalinea-lettertype"/>
    <w:uiPriority w:val="99"/>
    <w:semiHidden/>
    <w:unhideWhenUsed/>
    <w:rsid w:val="00164686"/>
    <w:rPr>
      <w:color w:val="FF0000"/>
    </w:rPr>
  </w:style>
  <w:style w:type="character" w:styleId="Zwaar">
    <w:name w:val="Strong"/>
    <w:basedOn w:val="Standaardalinea-lettertype"/>
    <w:uiPriority w:val="22"/>
    <w:rsid w:val="00164686"/>
    <w:rPr>
      <w:b/>
      <w:bCs/>
    </w:rPr>
  </w:style>
  <w:style w:type="paragraph" w:styleId="Ondertitel">
    <w:name w:val="Subtitle"/>
    <w:basedOn w:val="Standaard"/>
    <w:next w:val="Standaard"/>
    <w:link w:val="OndertitelChar"/>
    <w:uiPriority w:val="11"/>
    <w:rsid w:val="00164686"/>
    <w:pPr>
      <w:numPr>
        <w:ilvl w:val="1"/>
      </w:numPr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64686"/>
    <w:rPr>
      <w:rFonts w:eastAsiaTheme="minorEastAsia"/>
      <w:color w:val="5A5A5A" w:themeColor="text1" w:themeTint="A5"/>
      <w:spacing w:val="15"/>
    </w:rPr>
  </w:style>
  <w:style w:type="character" w:styleId="Subtielebenadrukking">
    <w:name w:val="Subtle Emphasis"/>
    <w:basedOn w:val="Standaardalinea-lettertype"/>
    <w:uiPriority w:val="19"/>
    <w:rsid w:val="00164686"/>
    <w:rPr>
      <w:i/>
      <w:iCs/>
      <w:color w:val="404040" w:themeColor="text1" w:themeTint="BF"/>
    </w:rPr>
  </w:style>
  <w:style w:type="character" w:styleId="Subtieleverwijzing">
    <w:name w:val="Subtle Reference"/>
    <w:basedOn w:val="Standaardalinea-lettertype"/>
    <w:uiPriority w:val="31"/>
    <w:rsid w:val="00164686"/>
    <w:rPr>
      <w:smallCaps/>
      <w:color w:val="5A5A5A" w:themeColor="text1" w:themeTint="A5"/>
    </w:rPr>
  </w:style>
  <w:style w:type="table" w:styleId="3D-effectenvoortabel1">
    <w:name w:val="Table 3D effects 1"/>
    <w:basedOn w:val="Standaardtabel"/>
    <w:uiPriority w:val="99"/>
    <w:semiHidden/>
    <w:unhideWhenUsed/>
    <w:rsid w:val="0016468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unhideWhenUsed/>
    <w:rsid w:val="0016468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unhideWhenUsed/>
    <w:rsid w:val="0016468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semiHidden/>
    <w:unhideWhenUsed/>
    <w:rsid w:val="0016468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unhideWhenUsed/>
    <w:rsid w:val="0016468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unhideWhenUsed/>
    <w:rsid w:val="0016468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semiHidden/>
    <w:unhideWhenUsed/>
    <w:rsid w:val="0016468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unhideWhenUsed/>
    <w:rsid w:val="0016468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unhideWhenUsed/>
    <w:rsid w:val="0016468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unhideWhenUsed/>
    <w:rsid w:val="0016468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unhideWhenUsed/>
    <w:rsid w:val="0016468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unhideWhenUsed/>
    <w:rsid w:val="0016468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unhideWhenUsed/>
    <w:rsid w:val="0016468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unhideWhenUsed/>
    <w:rsid w:val="0016468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igentijdsetabel">
    <w:name w:val="Table Contemporary"/>
    <w:basedOn w:val="Standaardtabel"/>
    <w:uiPriority w:val="99"/>
    <w:semiHidden/>
    <w:unhideWhenUsed/>
    <w:rsid w:val="0016468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unhideWhenUsed/>
    <w:rsid w:val="0016468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">
    <w:name w:val="Table Grid"/>
    <w:basedOn w:val="Standaardtabel"/>
    <w:uiPriority w:val="39"/>
    <w:rsid w:val="00164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uiPriority w:val="99"/>
    <w:semiHidden/>
    <w:unhideWhenUsed/>
    <w:rsid w:val="0016468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unhideWhenUsed/>
    <w:rsid w:val="0016468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unhideWhenUsed/>
    <w:rsid w:val="0016468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unhideWhenUsed/>
    <w:rsid w:val="0016468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unhideWhenUsed/>
    <w:rsid w:val="0016468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unhideWhenUsed/>
    <w:rsid w:val="0016468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licht">
    <w:name w:val="Grid Table Light"/>
    <w:basedOn w:val="Standaardtabel"/>
    <w:uiPriority w:val="40"/>
    <w:rsid w:val="001646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ijst1">
    <w:name w:val="Table List 1"/>
    <w:basedOn w:val="Standaardtabel"/>
    <w:uiPriority w:val="99"/>
    <w:semiHidden/>
    <w:unhideWhenUsed/>
    <w:rsid w:val="0016468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unhideWhenUsed/>
    <w:rsid w:val="0016468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unhideWhenUsed/>
    <w:rsid w:val="0016468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unhideWhenUsed/>
    <w:rsid w:val="0016468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unhideWhenUsed/>
    <w:rsid w:val="0016468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unhideWhenUsed/>
    <w:rsid w:val="0016468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unhideWhenUsed/>
    <w:rsid w:val="0016468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Bronvermelding">
    <w:name w:val="table of authorities"/>
    <w:basedOn w:val="Standaard"/>
    <w:next w:val="Standaard"/>
    <w:uiPriority w:val="99"/>
    <w:semiHidden/>
    <w:unhideWhenUsed/>
    <w:rsid w:val="00164686"/>
    <w:pPr>
      <w:ind w:left="200" w:hanging="200"/>
    </w:pPr>
  </w:style>
  <w:style w:type="paragraph" w:styleId="Lijstmetafbeeldingen">
    <w:name w:val="table of figures"/>
    <w:basedOn w:val="Standaard"/>
    <w:next w:val="Standaard"/>
    <w:uiPriority w:val="99"/>
    <w:unhideWhenUsed/>
    <w:rsid w:val="00987340"/>
    <w:pPr>
      <w:tabs>
        <w:tab w:val="right" w:pos="10404"/>
      </w:tabs>
      <w:ind w:right="284"/>
    </w:pPr>
    <w:rPr>
      <w:rFonts w:asciiTheme="majorHAnsi" w:hAnsiTheme="majorHAnsi"/>
      <w:b/>
    </w:rPr>
  </w:style>
  <w:style w:type="table" w:styleId="Professioneletabel">
    <w:name w:val="Table Professional"/>
    <w:basedOn w:val="Standaardtabel"/>
    <w:uiPriority w:val="99"/>
    <w:semiHidden/>
    <w:unhideWhenUsed/>
    <w:rsid w:val="0016468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envoudigetabel1">
    <w:name w:val="Table Simple 1"/>
    <w:basedOn w:val="Standaardtabel"/>
    <w:uiPriority w:val="99"/>
    <w:semiHidden/>
    <w:unhideWhenUsed/>
    <w:rsid w:val="0016468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unhideWhenUsed/>
    <w:rsid w:val="0016468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Verfijndetabel1">
    <w:name w:val="Table Subtle 1"/>
    <w:basedOn w:val="Standaardtabel"/>
    <w:uiPriority w:val="99"/>
    <w:semiHidden/>
    <w:unhideWhenUsed/>
    <w:rsid w:val="0016468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semiHidden/>
    <w:unhideWhenUsed/>
    <w:rsid w:val="0016468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uiPriority w:val="99"/>
    <w:semiHidden/>
    <w:unhideWhenUsed/>
    <w:rsid w:val="00164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tabel1">
    <w:name w:val="Table Web 1"/>
    <w:basedOn w:val="Standaardtabel"/>
    <w:uiPriority w:val="99"/>
    <w:semiHidden/>
    <w:unhideWhenUsed/>
    <w:rsid w:val="0016468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unhideWhenUsed/>
    <w:rsid w:val="0016468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semiHidden/>
    <w:unhideWhenUsed/>
    <w:rsid w:val="0016468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Standaard"/>
    <w:next w:val="Standaard"/>
    <w:link w:val="TitelChar"/>
    <w:uiPriority w:val="10"/>
    <w:rsid w:val="0016468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646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bronvermelding">
    <w:name w:val="toa heading"/>
    <w:basedOn w:val="Standaard"/>
    <w:next w:val="Standaard"/>
    <w:uiPriority w:val="99"/>
    <w:semiHidden/>
    <w:unhideWhenUsed/>
    <w:rsid w:val="0016468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Inhopg1">
    <w:name w:val="toc 1"/>
    <w:basedOn w:val="Standaard"/>
    <w:next w:val="Standaard"/>
    <w:uiPriority w:val="39"/>
    <w:unhideWhenUsed/>
    <w:rsid w:val="005B39B6"/>
    <w:pPr>
      <w:tabs>
        <w:tab w:val="left" w:pos="1247"/>
        <w:tab w:val="right" w:pos="9299"/>
      </w:tabs>
      <w:spacing w:before="280"/>
      <w:ind w:left="1247" w:right="340" w:hanging="1247"/>
    </w:pPr>
    <w:rPr>
      <w:rFonts w:asciiTheme="majorHAnsi" w:hAnsiTheme="majorHAnsi"/>
      <w:b/>
      <w:sz w:val="30"/>
    </w:rPr>
  </w:style>
  <w:style w:type="paragraph" w:styleId="Inhopg2">
    <w:name w:val="toc 2"/>
    <w:basedOn w:val="Standaard"/>
    <w:next w:val="Standaard"/>
    <w:uiPriority w:val="39"/>
    <w:unhideWhenUsed/>
    <w:rsid w:val="00286C0F"/>
    <w:pPr>
      <w:tabs>
        <w:tab w:val="left" w:pos="1247"/>
        <w:tab w:val="right" w:pos="9299"/>
      </w:tabs>
      <w:ind w:left="1247" w:right="454" w:hanging="1247"/>
    </w:pPr>
    <w:rPr>
      <w:rFonts w:asciiTheme="majorHAnsi" w:hAnsiTheme="majorHAnsi"/>
    </w:rPr>
  </w:style>
  <w:style w:type="paragraph" w:styleId="Inhopg3">
    <w:name w:val="toc 3"/>
    <w:basedOn w:val="Standaard"/>
    <w:next w:val="Standaard"/>
    <w:uiPriority w:val="39"/>
    <w:unhideWhenUsed/>
    <w:rsid w:val="00286C0F"/>
    <w:pPr>
      <w:tabs>
        <w:tab w:val="left" w:pos="1247"/>
        <w:tab w:val="right" w:pos="9299"/>
      </w:tabs>
      <w:ind w:left="1247" w:right="340" w:hanging="1247"/>
    </w:pPr>
    <w:rPr>
      <w:rFonts w:asciiTheme="majorHAnsi" w:hAnsiTheme="majorHAnsi"/>
    </w:rPr>
  </w:style>
  <w:style w:type="paragraph" w:styleId="Inhopg4">
    <w:name w:val="toc 4"/>
    <w:basedOn w:val="Standaard"/>
    <w:next w:val="Standaard"/>
    <w:uiPriority w:val="39"/>
    <w:unhideWhenUsed/>
    <w:rsid w:val="001667F0"/>
    <w:pPr>
      <w:tabs>
        <w:tab w:val="left" w:pos="1247"/>
        <w:tab w:val="right" w:pos="9299"/>
      </w:tabs>
      <w:spacing w:before="280"/>
      <w:ind w:left="1247" w:right="284" w:hanging="1247"/>
      <w:contextualSpacing/>
    </w:pPr>
    <w:rPr>
      <w:rFonts w:asciiTheme="majorHAnsi" w:hAnsiTheme="majorHAnsi"/>
      <w:b/>
      <w:sz w:val="24"/>
    </w:rPr>
  </w:style>
  <w:style w:type="paragraph" w:styleId="Inhopg5">
    <w:name w:val="toc 5"/>
    <w:basedOn w:val="Standaard"/>
    <w:next w:val="Standaard"/>
    <w:uiPriority w:val="39"/>
    <w:unhideWhenUsed/>
    <w:rsid w:val="00286C0F"/>
    <w:pPr>
      <w:tabs>
        <w:tab w:val="right" w:pos="9299"/>
      </w:tabs>
      <w:spacing w:before="280"/>
      <w:ind w:right="340"/>
      <w:contextualSpacing/>
    </w:pPr>
    <w:rPr>
      <w:rFonts w:asciiTheme="majorHAnsi" w:hAnsiTheme="majorHAnsi"/>
      <w:b/>
      <w:sz w:val="24"/>
    </w:r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164686"/>
    <w:pPr>
      <w:spacing w:after="100"/>
      <w:ind w:left="1000"/>
    </w:p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164686"/>
    <w:pPr>
      <w:spacing w:after="100"/>
      <w:ind w:left="1200"/>
    </w:p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164686"/>
    <w:pPr>
      <w:spacing w:after="100"/>
      <w:ind w:left="1400"/>
    </w:p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164686"/>
    <w:pPr>
      <w:spacing w:after="100"/>
      <w:ind w:left="1600"/>
    </w:pPr>
  </w:style>
  <w:style w:type="paragraph" w:styleId="Kopvaninhoudsopgave">
    <w:name w:val="TOC Heading"/>
    <w:basedOn w:val="Kop1"/>
    <w:next w:val="Standaard"/>
    <w:uiPriority w:val="39"/>
    <w:unhideWhenUsed/>
    <w:rsid w:val="00164686"/>
    <w:pPr>
      <w:outlineLvl w:val="9"/>
    </w:pPr>
  </w:style>
  <w:style w:type="character" w:customStyle="1" w:styleId="UnresolvedMention">
    <w:name w:val="Unresolved Mention"/>
    <w:basedOn w:val="Standaardalinea-lettertype"/>
    <w:uiPriority w:val="99"/>
    <w:semiHidden/>
    <w:unhideWhenUsed/>
    <w:rsid w:val="00164686"/>
    <w:rPr>
      <w:color w:val="605E5C"/>
      <w:shd w:val="clear" w:color="auto" w:fill="E1DFDD"/>
    </w:rPr>
  </w:style>
  <w:style w:type="table" w:customStyle="1" w:styleId="Huisstijltabel01">
    <w:name w:val="Huisstijltabel 01"/>
    <w:basedOn w:val="Standaardtabel"/>
    <w:uiPriority w:val="99"/>
    <w:rsid w:val="00A12CA0"/>
    <w:pPr>
      <w:spacing w:after="0" w:line="280" w:lineRule="atLeast"/>
    </w:pPr>
    <w:rPr>
      <w:color w:val="000000"/>
    </w:rPr>
    <w:tblPr>
      <w:tblStyleRowBandSize w:val="1"/>
      <w:tblStyleColBandSize w:val="1"/>
      <w:tblBorders>
        <w:top w:val="single" w:sz="18" w:space="0" w:color="FFFFFF"/>
        <w:insideH w:val="single" w:sz="4" w:space="0" w:color="FFFFFF"/>
        <w:insideV w:val="single" w:sz="4" w:space="0" w:color="FFFFFF"/>
      </w:tblBorders>
      <w:tblCellMar>
        <w:left w:w="57" w:type="dxa"/>
        <w:bottom w:w="28" w:type="dxa"/>
        <w:right w:w="57" w:type="dxa"/>
      </w:tblCellMar>
    </w:tblPr>
    <w:tblStylePr w:type="firstRow">
      <w:rPr>
        <w:b/>
        <w:color w:val="FFFFFF"/>
      </w:rPr>
      <w:tblPr/>
      <w:tcPr>
        <w:shd w:val="clear" w:color="auto" w:fill="003273" w:themeFill="text2"/>
      </w:tcPr>
    </w:tblStylePr>
    <w:tblStylePr w:type="lastRow">
      <w:rPr>
        <w:b/>
        <w:color w:val="FFFFFF"/>
      </w:rPr>
      <w:tblPr/>
      <w:tcPr>
        <w:shd w:val="clear" w:color="auto" w:fill="003273" w:themeFill="text2"/>
      </w:tcPr>
    </w:tblStylePr>
    <w:tblStylePr w:type="firstCol">
      <w:rPr>
        <w:b/>
        <w:color w:val="003273" w:themeColor="text2"/>
      </w:rPr>
      <w:tblPr/>
      <w:tcPr>
        <w:shd w:val="clear" w:color="auto" w:fill="9196CA" w:themeFill="accent1"/>
      </w:tcPr>
    </w:tblStylePr>
    <w:tblStylePr w:type="lastCol">
      <w:rPr>
        <w:b/>
        <w:color w:val="003273" w:themeColor="text2"/>
      </w:rPr>
      <w:tblPr/>
      <w:tcPr>
        <w:shd w:val="clear" w:color="auto" w:fill="9196CA" w:themeFill="accent1"/>
      </w:tcPr>
    </w:tblStylePr>
    <w:tblStylePr w:type="band1Vert">
      <w:tblPr/>
      <w:tcPr>
        <w:shd w:val="clear" w:color="auto" w:fill="F2F2F2" w:themeFill="background2" w:themeFillShade="F2"/>
      </w:tcPr>
    </w:tblStylePr>
    <w:tblStylePr w:type="band2Vert">
      <w:tblPr/>
      <w:tcPr>
        <w:shd w:val="clear" w:color="auto" w:fill="E8E8E8"/>
      </w:tcPr>
    </w:tblStylePr>
    <w:tblStylePr w:type="band1Horz">
      <w:rPr>
        <w:color w:val="000000"/>
      </w:rPr>
      <w:tblPr/>
      <w:tcPr>
        <w:shd w:val="clear" w:color="auto" w:fill="F2F2F2" w:themeFill="background2" w:themeFillShade="F2"/>
      </w:tcPr>
    </w:tblStylePr>
    <w:tblStylePr w:type="band2Horz">
      <w:rPr>
        <w:color w:val="000000"/>
      </w:rPr>
      <w:tblPr/>
      <w:tcPr>
        <w:shd w:val="clear" w:color="auto" w:fill="E8E8E8"/>
      </w:tcPr>
    </w:tblStylePr>
  </w:style>
  <w:style w:type="paragraph" w:customStyle="1" w:styleId="Accent">
    <w:name w:val="Accent"/>
    <w:basedOn w:val="Standaard"/>
    <w:next w:val="Standaard"/>
    <w:link w:val="AccentChar"/>
    <w:uiPriority w:val="1"/>
    <w:qFormat/>
    <w:rsid w:val="00A12CA0"/>
    <w:rPr>
      <w:rFonts w:asciiTheme="majorHAnsi" w:hAnsiTheme="majorHAnsi"/>
      <w:b/>
    </w:rPr>
  </w:style>
  <w:style w:type="paragraph" w:customStyle="1" w:styleId="RefKopjes">
    <w:name w:val="RefKopjes"/>
    <w:basedOn w:val="Standaard"/>
    <w:next w:val="RefTekst"/>
    <w:uiPriority w:val="9"/>
    <w:rsid w:val="0067258F"/>
    <w:pPr>
      <w:spacing w:line="240" w:lineRule="auto"/>
    </w:pPr>
    <w:rPr>
      <w:rFonts w:asciiTheme="majorHAnsi" w:hAnsiTheme="majorHAnsi"/>
      <w:sz w:val="20"/>
    </w:rPr>
  </w:style>
  <w:style w:type="character" w:customStyle="1" w:styleId="AccentChar">
    <w:name w:val="Accent Char"/>
    <w:basedOn w:val="Standaardalinea-lettertype"/>
    <w:link w:val="Accent"/>
    <w:uiPriority w:val="1"/>
    <w:rsid w:val="00A12CA0"/>
    <w:rPr>
      <w:rFonts w:asciiTheme="majorHAnsi" w:hAnsiTheme="majorHAnsi" w:cs="Arial"/>
      <w:b/>
    </w:rPr>
  </w:style>
  <w:style w:type="paragraph" w:customStyle="1" w:styleId="RefTekst">
    <w:name w:val="RefTekst"/>
    <w:basedOn w:val="Standaard"/>
    <w:uiPriority w:val="9"/>
    <w:rsid w:val="0067258F"/>
    <w:pPr>
      <w:spacing w:line="240" w:lineRule="auto"/>
    </w:pPr>
    <w:rPr>
      <w:sz w:val="20"/>
    </w:rPr>
  </w:style>
  <w:style w:type="paragraph" w:customStyle="1" w:styleId="Onderwerp">
    <w:name w:val="Onderwerp"/>
    <w:basedOn w:val="Standaard"/>
    <w:uiPriority w:val="9"/>
    <w:rsid w:val="003D15FA"/>
    <w:rPr>
      <w:rFonts w:asciiTheme="majorHAnsi" w:hAnsiTheme="majorHAnsi"/>
      <w:b/>
      <w:caps/>
      <w:sz w:val="28"/>
    </w:rPr>
  </w:style>
  <w:style w:type="paragraph" w:customStyle="1" w:styleId="Introtekst">
    <w:name w:val="Intro tekst"/>
    <w:basedOn w:val="Standaard"/>
    <w:next w:val="Standaard"/>
    <w:uiPriority w:val="1"/>
    <w:qFormat/>
    <w:rsid w:val="00E4369B"/>
    <w:pPr>
      <w:spacing w:after="220"/>
    </w:pPr>
    <w:rPr>
      <w:rFonts w:asciiTheme="majorHAnsi" w:hAnsiTheme="majorHAnsi"/>
      <w:i/>
    </w:rPr>
  </w:style>
  <w:style w:type="numbering" w:customStyle="1" w:styleId="Bulletlijst">
    <w:name w:val="Bullet lijst"/>
    <w:uiPriority w:val="99"/>
    <w:rsid w:val="009823C1"/>
    <w:pPr>
      <w:numPr>
        <w:numId w:val="13"/>
      </w:numPr>
    </w:pPr>
  </w:style>
  <w:style w:type="paragraph" w:customStyle="1" w:styleId="Bullets">
    <w:name w:val="Bullets"/>
    <w:basedOn w:val="Standaard"/>
    <w:uiPriority w:val="1"/>
    <w:qFormat/>
    <w:rsid w:val="009823C1"/>
    <w:pPr>
      <w:numPr>
        <w:numId w:val="17"/>
      </w:numPr>
    </w:pPr>
  </w:style>
  <w:style w:type="paragraph" w:customStyle="1" w:styleId="Cijfers">
    <w:name w:val="Cijfers"/>
    <w:basedOn w:val="Standaard"/>
    <w:uiPriority w:val="1"/>
    <w:qFormat/>
    <w:rsid w:val="00180A78"/>
    <w:pPr>
      <w:numPr>
        <w:numId w:val="14"/>
      </w:numPr>
    </w:pPr>
  </w:style>
  <w:style w:type="numbering" w:customStyle="1" w:styleId="Cijferslijst">
    <w:name w:val="Cijfers lijst"/>
    <w:uiPriority w:val="99"/>
    <w:rsid w:val="00180A78"/>
    <w:pPr>
      <w:numPr>
        <w:numId w:val="14"/>
      </w:numPr>
    </w:pPr>
  </w:style>
  <w:style w:type="paragraph" w:customStyle="1" w:styleId="Functie">
    <w:name w:val="Functie"/>
    <w:basedOn w:val="Standaard"/>
    <w:uiPriority w:val="9"/>
    <w:rsid w:val="00926804"/>
    <w:rPr>
      <w:sz w:val="18"/>
    </w:rPr>
  </w:style>
  <w:style w:type="paragraph" w:customStyle="1" w:styleId="Gekleurdetekst">
    <w:name w:val="Gekleurde tekst"/>
    <w:basedOn w:val="Standaard"/>
    <w:uiPriority w:val="7"/>
    <w:qFormat/>
    <w:rsid w:val="00AE36CA"/>
    <w:rPr>
      <w:color w:val="9196CA" w:themeColor="accent1"/>
    </w:rPr>
  </w:style>
  <w:style w:type="paragraph" w:customStyle="1" w:styleId="Ongenummerdhoofdstuk">
    <w:name w:val="Ongenummerd hoofdstuk"/>
    <w:basedOn w:val="Standaard"/>
    <w:next w:val="Standaard"/>
    <w:uiPriority w:val="3"/>
    <w:qFormat/>
    <w:rsid w:val="00E4369B"/>
    <w:pPr>
      <w:spacing w:after="220"/>
    </w:pPr>
    <w:rPr>
      <w:rFonts w:asciiTheme="majorHAnsi" w:hAnsiTheme="majorHAnsi"/>
      <w:b/>
      <w:color w:val="000000" w:themeColor="text1"/>
      <w:sz w:val="30"/>
    </w:rPr>
  </w:style>
  <w:style w:type="paragraph" w:customStyle="1" w:styleId="OngenummerdNOTOC">
    <w:name w:val="Ongenummerd NOTOC"/>
    <w:basedOn w:val="Ongenummerdhoofdstuk"/>
    <w:next w:val="Standaard"/>
    <w:uiPriority w:val="9"/>
    <w:rsid w:val="00A12CA0"/>
    <w:rPr>
      <w:sz w:val="50"/>
    </w:rPr>
  </w:style>
  <w:style w:type="numbering" w:customStyle="1" w:styleId="Koppenlijst">
    <w:name w:val="Koppenlijst"/>
    <w:uiPriority w:val="99"/>
    <w:rsid w:val="00D91A68"/>
    <w:pPr>
      <w:numPr>
        <w:numId w:val="15"/>
      </w:numPr>
    </w:pPr>
  </w:style>
  <w:style w:type="paragraph" w:styleId="Lijstalinea">
    <w:name w:val="List Paragraph"/>
    <w:basedOn w:val="Standaard"/>
    <w:uiPriority w:val="34"/>
    <w:qFormat/>
    <w:rsid w:val="00401BCC"/>
    <w:pPr>
      <w:ind w:left="720"/>
      <w:contextualSpacing/>
    </w:pPr>
  </w:style>
  <w:style w:type="paragraph" w:customStyle="1" w:styleId="Bijlage">
    <w:name w:val="Bijlage"/>
    <w:basedOn w:val="Standaard"/>
    <w:next w:val="Standaard"/>
    <w:uiPriority w:val="4"/>
    <w:qFormat/>
    <w:rsid w:val="00E4369B"/>
    <w:pPr>
      <w:numPr>
        <w:ilvl w:val="3"/>
        <w:numId w:val="16"/>
      </w:numPr>
      <w:spacing w:after="220"/>
    </w:pPr>
    <w:rPr>
      <w:rFonts w:asciiTheme="majorHAnsi" w:hAnsiTheme="majorHAnsi"/>
      <w:b/>
      <w:color w:val="000000" w:themeColor="text1"/>
      <w:sz w:val="30"/>
    </w:rPr>
  </w:style>
  <w:style w:type="paragraph" w:customStyle="1" w:styleId="CoverTitel">
    <w:name w:val="Cover Titel"/>
    <w:basedOn w:val="Standaard"/>
    <w:next w:val="Standaard"/>
    <w:uiPriority w:val="9"/>
    <w:rsid w:val="00F6113E"/>
    <w:rPr>
      <w:rFonts w:ascii="Arial Black" w:hAnsi="Arial Black"/>
      <w:b/>
      <w:color w:val="000000" w:themeColor="text1"/>
      <w:sz w:val="60"/>
    </w:rPr>
  </w:style>
  <w:style w:type="paragraph" w:customStyle="1" w:styleId="CoverSubtitel">
    <w:name w:val="Cover Subtitel"/>
    <w:basedOn w:val="Standaard"/>
    <w:uiPriority w:val="9"/>
    <w:rsid w:val="00B26BEB"/>
    <w:rPr>
      <w:rFonts w:asciiTheme="majorHAnsi" w:hAnsiTheme="majorHAnsi"/>
      <w:color w:val="000000" w:themeColor="text1"/>
      <w:sz w:val="50"/>
    </w:rPr>
  </w:style>
  <w:style w:type="paragraph" w:customStyle="1" w:styleId="CoverDatum">
    <w:name w:val="Cover Datum"/>
    <w:basedOn w:val="Standaard"/>
    <w:uiPriority w:val="9"/>
    <w:rsid w:val="00B26BEB"/>
    <w:rPr>
      <w:sz w:val="20"/>
    </w:rPr>
  </w:style>
  <w:style w:type="paragraph" w:customStyle="1" w:styleId="DetailsKop">
    <w:name w:val="Details Kop"/>
    <w:basedOn w:val="Standaard"/>
    <w:uiPriority w:val="9"/>
    <w:rsid w:val="001037CC"/>
    <w:rPr>
      <w:rFonts w:asciiTheme="majorHAnsi" w:hAnsiTheme="majorHAnsi"/>
      <w:b/>
      <w:caps/>
      <w:color w:val="FFFFFF" w:themeColor="background1"/>
      <w:sz w:val="24"/>
    </w:rPr>
  </w:style>
  <w:style w:type="paragraph" w:customStyle="1" w:styleId="DetailsTekst">
    <w:name w:val="Details Tekst"/>
    <w:basedOn w:val="Standaard"/>
    <w:uiPriority w:val="9"/>
    <w:rsid w:val="001037CC"/>
    <w:rPr>
      <w:color w:val="FFFFFF" w:themeColor="background1"/>
      <w:sz w:val="24"/>
    </w:rPr>
  </w:style>
  <w:style w:type="paragraph" w:customStyle="1" w:styleId="DetailsInsamenwerkingmet">
    <w:name w:val="Details In samenwerking met"/>
    <w:basedOn w:val="Standaard"/>
    <w:uiPriority w:val="9"/>
    <w:rsid w:val="00C52D9D"/>
    <w:pPr>
      <w:spacing w:line="200" w:lineRule="atLeast"/>
    </w:pPr>
    <w:rPr>
      <w:rFonts w:asciiTheme="majorHAnsi" w:hAnsiTheme="majorHAnsi"/>
      <w:b/>
      <w:color w:val="FFFFFF" w:themeColor="background1"/>
      <w:sz w:val="18"/>
    </w:rPr>
  </w:style>
  <w:style w:type="paragraph" w:customStyle="1" w:styleId="StandaardWit">
    <w:name w:val="Standaard Wit"/>
    <w:basedOn w:val="Standaard"/>
    <w:uiPriority w:val="9"/>
    <w:rsid w:val="00480E4D"/>
    <w:rPr>
      <w:color w:val="FFFFFF" w:themeColor="background1"/>
    </w:rPr>
  </w:style>
  <w:style w:type="paragraph" w:customStyle="1" w:styleId="CVProfieltitel">
    <w:name w:val="CV Profiel titel"/>
    <w:basedOn w:val="Accent"/>
    <w:rsid w:val="0039432C"/>
    <w:rPr>
      <w:color w:val="9196CA" w:themeColor="accent1"/>
      <w:sz w:val="28"/>
    </w:rPr>
  </w:style>
  <w:style w:type="paragraph" w:customStyle="1" w:styleId="StandaardZwart">
    <w:name w:val="Standaard Zwart"/>
    <w:basedOn w:val="Standaard"/>
    <w:rsid w:val="0039432C"/>
    <w:rPr>
      <w:color w:val="000000"/>
    </w:rPr>
  </w:style>
  <w:style w:type="paragraph" w:customStyle="1" w:styleId="Accentkop">
    <w:name w:val="Accent kop"/>
    <w:basedOn w:val="Accent"/>
    <w:next w:val="Standaard"/>
    <w:uiPriority w:val="1"/>
    <w:qFormat/>
    <w:rsid w:val="00127973"/>
    <w:rPr>
      <w:color w:val="9196CA" w:themeColor="accent1"/>
    </w:rPr>
  </w:style>
  <w:style w:type="paragraph" w:customStyle="1" w:styleId="DetailsKop0">
    <w:name w:val="Details Kop"/>
    <w:basedOn w:val="Standaard"/>
    <w:next w:val="DetailsKop"/>
    <w:uiPriority w:val="9"/>
    <w:rsid w:val="00A152B1"/>
    <w:rPr>
      <w:rFonts w:asciiTheme="majorHAnsi" w:hAnsiTheme="majorHAnsi"/>
      <w:b/>
      <w:caps/>
      <w:color w:val="FFFFFF" w:themeColor="background1"/>
      <w:sz w:val="26"/>
    </w:rPr>
  </w:style>
  <w:style w:type="table" w:customStyle="1" w:styleId="Huisstijltabel02">
    <w:name w:val="Huisstijltabel 02"/>
    <w:basedOn w:val="Huisstijltabel01"/>
    <w:uiPriority w:val="99"/>
    <w:rsid w:val="00A46BA9"/>
    <w:pPr>
      <w:spacing w:line="240" w:lineRule="auto"/>
    </w:pPr>
    <w:tblPr/>
    <w:tblStylePr w:type="firstRow">
      <w:rPr>
        <w:b/>
        <w:color w:val="FFFFFF"/>
      </w:rPr>
      <w:tblPr/>
      <w:tcPr>
        <w:shd w:val="clear" w:color="auto" w:fill="003273" w:themeFill="text2"/>
      </w:tcPr>
    </w:tblStylePr>
    <w:tblStylePr w:type="lastRow">
      <w:rPr>
        <w:b/>
        <w:color w:val="FFFFFF"/>
      </w:rPr>
      <w:tblPr/>
      <w:tcPr>
        <w:shd w:val="clear" w:color="auto" w:fill="003273" w:themeFill="text2"/>
      </w:tcPr>
    </w:tblStylePr>
    <w:tblStylePr w:type="firstCol">
      <w:rPr>
        <w:b/>
        <w:color w:val="003273" w:themeColor="text2"/>
      </w:rPr>
      <w:tblPr/>
      <w:tcPr>
        <w:shd w:val="clear" w:color="auto" w:fill="A9AEB6" w:themeFill="accent3"/>
      </w:tcPr>
    </w:tblStylePr>
    <w:tblStylePr w:type="lastCol">
      <w:rPr>
        <w:b/>
        <w:color w:val="003273" w:themeColor="text2"/>
      </w:rPr>
      <w:tblPr/>
      <w:tcPr>
        <w:shd w:val="clear" w:color="auto" w:fill="A9AEB6" w:themeFill="accent3"/>
      </w:tcPr>
    </w:tblStylePr>
    <w:tblStylePr w:type="band1Vert">
      <w:tblPr/>
      <w:tcPr>
        <w:shd w:val="clear" w:color="auto" w:fill="F2F2F2" w:themeFill="background2" w:themeFillShade="F2"/>
      </w:tcPr>
    </w:tblStylePr>
    <w:tblStylePr w:type="band2Vert">
      <w:tblPr/>
      <w:tcPr>
        <w:shd w:val="clear" w:color="auto" w:fill="E8E8E8"/>
      </w:tcPr>
    </w:tblStylePr>
    <w:tblStylePr w:type="band1Horz">
      <w:rPr>
        <w:color w:val="000000"/>
      </w:rPr>
      <w:tblPr/>
      <w:tcPr>
        <w:shd w:val="clear" w:color="auto" w:fill="F2F2F2" w:themeFill="background2" w:themeFillShade="F2"/>
      </w:tcPr>
    </w:tblStylePr>
    <w:tblStylePr w:type="band2Horz">
      <w:rPr>
        <w:color w:val="000000"/>
      </w:rPr>
      <w:tblPr/>
      <w:tcPr>
        <w:shd w:val="clear" w:color="auto" w:fill="E8E8E8"/>
      </w:tcPr>
    </w:tblStylePr>
  </w:style>
  <w:style w:type="paragraph" w:customStyle="1" w:styleId="Titelherhaling">
    <w:name w:val="Titelherhaling"/>
    <w:basedOn w:val="Koptekst"/>
    <w:rsid w:val="0067258F"/>
    <w:rPr>
      <w:color w:val="A9AEB6" w:themeColor="accent3"/>
    </w:rPr>
  </w:style>
  <w:style w:type="paragraph" w:customStyle="1" w:styleId="RefDatum">
    <w:name w:val="RefDatum"/>
    <w:basedOn w:val="RefTekst"/>
    <w:next w:val="Standaard"/>
    <w:rsid w:val="0067258F"/>
  </w:style>
  <w:style w:type="paragraph" w:customStyle="1" w:styleId="RefVersie">
    <w:name w:val="RefVersie"/>
    <w:basedOn w:val="RefTekst"/>
    <w:rsid w:val="0067258F"/>
  </w:style>
  <w:style w:type="character" w:customStyle="1" w:styleId="CharFooter01">
    <w:name w:val="CharFooter 01"/>
    <w:basedOn w:val="Standaardalinea-lettertype"/>
    <w:uiPriority w:val="1"/>
    <w:rsid w:val="00010C1F"/>
    <w:rPr>
      <w:color w:val="000000" w:themeColor="text1"/>
    </w:rPr>
  </w:style>
  <w:style w:type="character" w:customStyle="1" w:styleId="CharFooter02">
    <w:name w:val="CharFooter 02"/>
    <w:basedOn w:val="Standaardalinea-lettertype"/>
    <w:uiPriority w:val="1"/>
    <w:rsid w:val="00010C1F"/>
    <w:rPr>
      <w:color w:val="9196CA" w:themeColor="accent1"/>
    </w:rPr>
  </w:style>
  <w:style w:type="paragraph" w:customStyle="1" w:styleId="inhoudCharChar">
    <w:name w:val="inhoud Char Char"/>
    <w:basedOn w:val="Kop4"/>
    <w:link w:val="inhoudCharCharChar"/>
    <w:rsid w:val="00E33CBD"/>
    <w:pPr>
      <w:keepLines w:val="0"/>
      <w:tabs>
        <w:tab w:val="right" w:pos="5670"/>
        <w:tab w:val="left" w:pos="7088"/>
      </w:tabs>
      <w:spacing w:before="0" w:line="240" w:lineRule="auto"/>
    </w:pPr>
    <w:rPr>
      <w:rFonts w:ascii="Arial" w:eastAsia="Times New Roman" w:hAnsi="Arial" w:cs="Times New Roman"/>
      <w:i w:val="0"/>
      <w:iCs w:val="0"/>
      <w:color w:val="auto"/>
      <w:sz w:val="20"/>
      <w:szCs w:val="20"/>
      <w:lang w:eastAsia="nl-NL"/>
    </w:rPr>
  </w:style>
  <w:style w:type="character" w:customStyle="1" w:styleId="inhoudCharCharChar">
    <w:name w:val="inhoud Char Char Char"/>
    <w:link w:val="inhoudCharChar"/>
    <w:rsid w:val="00E33CBD"/>
    <w:rPr>
      <w:rFonts w:ascii="Arial" w:eastAsia="Times New Roman" w:hAnsi="Arial" w:cs="Times New Roman"/>
      <w:sz w:val="20"/>
      <w:szCs w:val="20"/>
      <w:lang w:eastAsia="nl-NL"/>
    </w:rPr>
  </w:style>
  <w:style w:type="table" w:customStyle="1" w:styleId="Tabelraster10">
    <w:name w:val="Tabelraster1"/>
    <w:basedOn w:val="Standaardtabel"/>
    <w:next w:val="Tabelraster"/>
    <w:uiPriority w:val="39"/>
    <w:rsid w:val="009F2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0">
    <w:name w:val="Tabelraster2"/>
    <w:basedOn w:val="Standaardtabel"/>
    <w:next w:val="Tabelraster"/>
    <w:uiPriority w:val="39"/>
    <w:rsid w:val="00DB2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image" Target="media/image2.jp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sv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Wellant%20Sjablonen\Rapportage%2002-a%20v1.0.dotx" TargetMode="External"/></Relationships>
</file>

<file path=word/theme/theme1.xml><?xml version="1.0" encoding="utf-8"?>
<a:theme xmlns:a="http://schemas.openxmlformats.org/drawingml/2006/main" name="Kantoorthema">
  <a:themeElements>
    <a:clrScheme name="YuvertaWord">
      <a:dk1>
        <a:srgbClr val="000000"/>
      </a:dk1>
      <a:lt1>
        <a:sysClr val="window" lastClr="FFFFFF"/>
      </a:lt1>
      <a:dk2>
        <a:srgbClr val="003273"/>
      </a:dk2>
      <a:lt2>
        <a:srgbClr val="FFFFFF"/>
      </a:lt2>
      <a:accent1>
        <a:srgbClr val="9196CA"/>
      </a:accent1>
      <a:accent2>
        <a:srgbClr val="003273"/>
      </a:accent2>
      <a:accent3>
        <a:srgbClr val="A9AEB6"/>
      </a:accent3>
      <a:accent4>
        <a:srgbClr val="B8A1FF"/>
      </a:accent4>
      <a:accent5>
        <a:srgbClr val="FF2F00"/>
      </a:accent5>
      <a:accent6>
        <a:srgbClr val="7CCBFF"/>
      </a:accent6>
      <a:hlink>
        <a:srgbClr val="A9AEB6"/>
      </a:hlink>
      <a:folHlink>
        <a:srgbClr val="A9AEB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ot="0" spcFirstLastPara="0" vertOverflow="overflow" horzOverflow="overflow" vert="horz" wrap="square" lIns="774000" tIns="1206000" rIns="774000" bIns="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ElementMetadata xmlns="http://www.made-in-office.com/empower/docs/element/v1">
  <BinaryId>7a1c06ec-f930-4d06-9ef3-a8961268c324</BinaryId>
  <ElementId>60210823-b708-4aca-9a35-70346ce96898</ElementId>
</ElementMetadata>
</file>

<file path=customXml/item2.xml><?xml version="1.0" encoding="utf-8"?>
<DocsTemplateContainer xmlns="http://www.made-in-office.com/empower/docs/template/v1">
  <DocsTextTemplateDictionary/>
  <DocsImageTemplateDictionary/>
  <PlaceholderHiddenState>
    <HideablePlaceholderGuids/>
  </PlaceholderHiddenState>
</DocsTemplateContainer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4B26904EE4DA458F3617B861282F41" ma:contentTypeVersion="15" ma:contentTypeDescription="Een nieuw document maken." ma:contentTypeScope="" ma:versionID="086aaafbe72f3b1d3d8e1fcae5fe5f3e">
  <xsd:schema xmlns:xsd="http://www.w3.org/2001/XMLSchema" xmlns:xs="http://www.w3.org/2001/XMLSchema" xmlns:p="http://schemas.microsoft.com/office/2006/metadata/properties" xmlns:ns3="7d94edc3-702d-48b6-8189-8a1668ce7539" xmlns:ns4="75c9f57c-90e5-49e6-9dbb-89822d6d59b8" targetNamespace="http://schemas.microsoft.com/office/2006/metadata/properties" ma:root="true" ma:fieldsID="99252035af350e2b7b658b6f17cd0580" ns3:_="" ns4:_="">
    <xsd:import namespace="7d94edc3-702d-48b6-8189-8a1668ce7539"/>
    <xsd:import namespace="75c9f57c-90e5-49e6-9dbb-89822d6d59b8"/>
    <xsd:element name="properties">
      <xsd:complexType>
        <xsd:sequence>
          <xsd:element name="documentManagement">
            <xsd:complexType>
              <xsd:all>
                <xsd:element ref="ns3:CloudMigratorOriginId" minOccurs="0"/>
                <xsd:element ref="ns3:FileHash" minOccurs="0"/>
                <xsd:element ref="ns3:CloudMigratorVersion" minOccurs="0"/>
                <xsd:element ref="ns3:UniqueSourceRef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4edc3-702d-48b6-8189-8a1668ce7539" elementFormDefault="qualified">
    <xsd:import namespace="http://schemas.microsoft.com/office/2006/documentManagement/types"/>
    <xsd:import namespace="http://schemas.microsoft.com/office/infopath/2007/PartnerControls"/>
    <xsd:element name="CloudMigratorOriginId" ma:index="8" nillable="true" ma:displayName="CloudMigratorOriginId" ma:internalName="CloudMigratorOriginId">
      <xsd:simpleType>
        <xsd:restriction base="dms:Note">
          <xsd:maxLength value="255"/>
        </xsd:restriction>
      </xsd:simpleType>
    </xsd:element>
    <xsd:element name="FileHash" ma:index="9" nillable="true" ma:displayName="FileHash" ma:internalName="FileHash">
      <xsd:simpleType>
        <xsd:restriction base="dms:Note">
          <xsd:maxLength value="255"/>
        </xsd:restriction>
      </xsd:simpleType>
    </xsd:element>
    <xsd:element name="CloudMigratorVersion" ma:index="10" nillable="true" ma:displayName="CloudMigratorVersion" ma:internalName="CloudMigratorVersion">
      <xsd:simpleType>
        <xsd:restriction base="dms:Note">
          <xsd:maxLength value="255"/>
        </xsd:restriction>
      </xsd:simpleType>
    </xsd:element>
    <xsd:element name="UniqueSourceRef" ma:index="11" nillable="true" ma:displayName="UniqueSourceRef" ma:internalName="UniqueSourceRef">
      <xsd:simpleType>
        <xsd:restriction base="dms:Note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9f57c-90e5-49e6-9dbb-89822d6d59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udMigratorOriginId xmlns="7d94edc3-702d-48b6-8189-8a1668ce7539" xsi:nil="true"/>
    <UniqueSourceRef xmlns="7d94edc3-702d-48b6-8189-8a1668ce7539" xsi:nil="true"/>
    <FileHash xmlns="7d94edc3-702d-48b6-8189-8a1668ce7539" xsi:nil="true"/>
    <CloudMigratorVersion xmlns="7d94edc3-702d-48b6-8189-8a1668ce7539" xsi:nil="true"/>
  </documentManagement>
</p:properties>
</file>

<file path=customXml/item6.xml><?xml version="1.0" encoding="utf-8"?>
<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DD3BA-2788-4587-8795-B97C2A9680AA}">
  <ds:schemaRefs>
    <ds:schemaRef ds:uri="http://www.made-in-office.com/empower/docs/element/v1"/>
  </ds:schemaRefs>
</ds:datastoreItem>
</file>

<file path=customXml/itemProps2.xml><?xml version="1.0" encoding="utf-8"?>
<ds:datastoreItem xmlns:ds="http://schemas.openxmlformats.org/officeDocument/2006/customXml" ds:itemID="{0C8F0BC0-0BD7-43DE-9853-5F7786447F9B}">
  <ds:schemaRefs>
    <ds:schemaRef ds:uri="http://www.made-in-office.com/empower/docs/template/v1"/>
  </ds:schemaRefs>
</ds:datastoreItem>
</file>

<file path=customXml/itemProps3.xml><?xml version="1.0" encoding="utf-8"?>
<ds:datastoreItem xmlns:ds="http://schemas.openxmlformats.org/officeDocument/2006/customXml" ds:itemID="{49567E7E-6221-48A3-91A5-D391A96EDC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4edc3-702d-48b6-8189-8a1668ce7539"/>
    <ds:schemaRef ds:uri="75c9f57c-90e5-49e6-9dbb-89822d6d59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D7F233-9FA4-44BD-B42D-5677367A841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D69F545-88C5-4900-8CC5-B7E9530B674F}">
  <ds:schemaRefs>
    <ds:schemaRef ds:uri="7d94edc3-702d-48b6-8189-8a1668ce7539"/>
    <ds:schemaRef ds:uri="http://schemas.microsoft.com/office/2006/documentManagement/types"/>
    <ds:schemaRef ds:uri="http://schemas.microsoft.com/office/2006/metadata/properties"/>
    <ds:schemaRef ds:uri="http://purl.org/dc/terms/"/>
    <ds:schemaRef ds:uri="75c9f57c-90e5-49e6-9dbb-89822d6d59b8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6.xml><?xml version="1.0" encoding="utf-8"?>
<ds:datastoreItem xmlns:ds="http://schemas.openxmlformats.org/officeDocument/2006/customXml" ds:itemID="{A2FA5AF0-8ED1-48E2-B920-F85484885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Rapportage 02-a v1.0</Template>
  <TotalTime>1</TotalTime>
  <Pages>6</Pages>
  <Words>610</Words>
  <Characters>3361</Characters>
  <Application>Microsoft Office Word</Application>
  <DocSecurity>4</DocSecurity>
  <Lines>28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Rapportage 02-a</vt:lpstr>
      <vt:lpstr/>
      <vt:lpstr>Hoofdstuk</vt:lpstr>
      <vt:lpstr>    Paragraaf</vt:lpstr>
      <vt:lpstr>        Sub paragraaf</vt:lpstr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Rapportage 02-a</dc:title>
  <dc:subject/>
  <dc:creator>Janneke Hopman</dc:creator>
  <cp:keywords/>
  <dc:description>Template by HQ Solutions B.V.</dc:description>
  <cp:lastModifiedBy>Marco Jongerden</cp:lastModifiedBy>
  <cp:revision>2</cp:revision>
  <dcterms:created xsi:type="dcterms:W3CDTF">2022-12-16T13:41:00Z</dcterms:created>
  <dcterms:modified xsi:type="dcterms:W3CDTF">2022-12-16T13:41:00Z</dcterms:modified>
  <cp:version>001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43b072f0-0f82-4aac-be1e-8abeffc32f66">
    <vt:bool>false</vt:bool>
  </property>
  <property fmtid="{D5CDD505-2E9C-101B-9397-08002B2CF9AE}" pid="3" name="dc67acb2-db1b-40bb-a080-20874fba79b3">
    <vt:lpwstr>0F45B44C-9BC7-4D85-81C4-7155EE70A7B9</vt:lpwstr>
  </property>
  <property fmtid="{D5CDD505-2E9C-101B-9397-08002B2CF9AE}" pid="4" name="ContentTypeId">
    <vt:lpwstr>0x010100C34B26904EE4DA458F3617B861282F41</vt:lpwstr>
  </property>
</Properties>
</file>