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29386" w14:textId="039086AB" w:rsidR="00AB52B7" w:rsidRPr="003910F3" w:rsidRDefault="00AB52B7" w:rsidP="00AB52B7">
      <w:pPr>
        <w:pStyle w:val="Geenafstand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Versiedatum: 1</w:t>
      </w:r>
      <w:r w:rsidR="007E1070">
        <w:rPr>
          <w:color w:val="000000"/>
          <w:sz w:val="18"/>
          <w:szCs w:val="18"/>
        </w:rPr>
        <w:t xml:space="preserve"> augustus 2020</w:t>
      </w:r>
    </w:p>
    <w:p w14:paraId="4A835F0F" w14:textId="77777777" w:rsidR="00AB52B7" w:rsidRDefault="00AB52B7" w:rsidP="005733C7">
      <w:pPr>
        <w:pStyle w:val="Geenafstand"/>
        <w:rPr>
          <w:color w:val="0095D3"/>
          <w:sz w:val="28"/>
        </w:rPr>
      </w:pPr>
    </w:p>
    <w:p w14:paraId="027A4E89" w14:textId="62574F20" w:rsidR="005733C7" w:rsidRPr="00906251" w:rsidRDefault="005733C7" w:rsidP="005733C7">
      <w:pPr>
        <w:pStyle w:val="Geenafstand"/>
        <w:rPr>
          <w:color w:val="0095D3"/>
          <w:sz w:val="28"/>
        </w:rPr>
      </w:pPr>
      <w:r>
        <w:rPr>
          <w:color w:val="0095D3"/>
          <w:sz w:val="28"/>
        </w:rPr>
        <w:t>Gegevens kandidaat en examen</w:t>
      </w:r>
    </w:p>
    <w:p w14:paraId="292392AC" w14:textId="77777777" w:rsidR="005733C7" w:rsidRPr="00906251" w:rsidRDefault="005733C7" w:rsidP="005733C7">
      <w:pPr>
        <w:pStyle w:val="Geenafstand"/>
        <w:rPr>
          <w:sz w:val="8"/>
          <w:szCs w:val="8"/>
        </w:rPr>
      </w:pPr>
    </w:p>
    <w:tbl>
      <w:tblPr>
        <w:tblStyle w:val="Tabelraster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5733C7" w:rsidRPr="00B13B64" w14:paraId="72B543A3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4BE9899" w14:textId="71E8181C" w:rsidR="005733C7" w:rsidRPr="00B13B64" w:rsidRDefault="005733C7" w:rsidP="00CD6445">
            <w:pPr>
              <w:pStyle w:val="Geenafstand"/>
              <w:rPr>
                <w:b/>
                <w:szCs w:val="20"/>
              </w:rPr>
            </w:pPr>
            <w:r w:rsidRPr="00B13B64">
              <w:rPr>
                <w:b/>
                <w:szCs w:val="20"/>
              </w:rPr>
              <w:t xml:space="preserve">Naam </w:t>
            </w:r>
            <w:r>
              <w:rPr>
                <w:b/>
                <w:szCs w:val="20"/>
              </w:rPr>
              <w:t>kandidaat</w:t>
            </w:r>
            <w:r w:rsidRPr="00B13B64">
              <w:rPr>
                <w:b/>
                <w:szCs w:val="20"/>
              </w:rPr>
              <w:t>:</w:t>
            </w:r>
          </w:p>
        </w:tc>
        <w:sdt>
          <w:sdtPr>
            <w:rPr>
              <w:szCs w:val="20"/>
            </w:rPr>
            <w:id w:val="747226906"/>
            <w:placeholder>
              <w:docPart w:val="DE7A6A643CE340BD8822BC1E4237C7C9"/>
            </w:placeholder>
          </w:sdtPr>
          <w:sdtEndPr/>
          <w:sdtContent>
            <w:bookmarkStart w:id="0" w:name="_GoBack" w:displacedByCustomXml="prev"/>
            <w:tc>
              <w:tcPr>
                <w:tcW w:w="5665" w:type="dxa"/>
                <w:vAlign w:val="center"/>
              </w:tcPr>
              <w:p w14:paraId="2EF11B68" w14:textId="7E9CFC8B" w:rsidR="005733C7" w:rsidRPr="00B13B64" w:rsidRDefault="004809BC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  <w:bookmarkEnd w:id="0" w:displacedByCustomXml="next"/>
          </w:sdtContent>
        </w:sdt>
      </w:tr>
      <w:tr w:rsidR="005733C7" w:rsidRPr="00B13B64" w14:paraId="1AAC8A2A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EF0C2C5" w14:textId="1C3D5670" w:rsidR="005733C7" w:rsidRPr="00B13B64" w:rsidRDefault="005733C7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Studentennummer: </w:t>
            </w:r>
          </w:p>
        </w:tc>
        <w:sdt>
          <w:sdtPr>
            <w:rPr>
              <w:szCs w:val="20"/>
            </w:rPr>
            <w:id w:val="1932008754"/>
            <w:placeholder>
              <w:docPart w:val="9ABCA673BA4C4AB9B76A1C623D83AE64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656CD176" w14:textId="78174D8D" w:rsidR="005733C7" w:rsidRPr="00B13B64" w:rsidRDefault="004809BC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5733C7" w:rsidRPr="00B13B64" w14:paraId="1C11777E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83D2F1E" w14:textId="4D98E91A" w:rsidR="005733C7" w:rsidRPr="00B13B64" w:rsidRDefault="005733C7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Examentitel en/of code:</w:t>
            </w:r>
          </w:p>
        </w:tc>
        <w:sdt>
          <w:sdtPr>
            <w:rPr>
              <w:szCs w:val="20"/>
            </w:rPr>
            <w:id w:val="-1622150502"/>
            <w:placeholder>
              <w:docPart w:val="3598393961364E9BB9176E6893031E2A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0E458524" w14:textId="73694D1E" w:rsidR="005733C7" w:rsidRPr="00B13B64" w:rsidRDefault="004809BC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5733C7" w:rsidRPr="00B13B64" w14:paraId="0A778117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521E634" w14:textId="38754878" w:rsidR="005733C7" w:rsidRPr="00B13B64" w:rsidRDefault="005733C7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Examennummer:</w:t>
            </w:r>
          </w:p>
        </w:tc>
        <w:sdt>
          <w:sdtPr>
            <w:rPr>
              <w:szCs w:val="20"/>
            </w:rPr>
            <w:id w:val="29387460"/>
            <w:placeholder>
              <w:docPart w:val="0DC99937A09A46AE914EAF59EA6D1957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60893307" w14:textId="282CBBC0" w:rsidR="005733C7" w:rsidRPr="00B13B64" w:rsidRDefault="004809BC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</w:tbl>
    <w:p w14:paraId="6D24DF00" w14:textId="4E2A0E05" w:rsidR="005733C7" w:rsidRPr="00F93F17" w:rsidRDefault="005733C7" w:rsidP="005733C7">
      <w:pPr>
        <w:pStyle w:val="Geenafstand"/>
        <w:rPr>
          <w:sz w:val="18"/>
          <w:szCs w:val="20"/>
        </w:rPr>
      </w:pPr>
    </w:p>
    <w:p w14:paraId="0D18AEBE" w14:textId="38772918" w:rsidR="00E00554" w:rsidRDefault="00FE29AE" w:rsidP="00E00554">
      <w:pPr>
        <w:pStyle w:val="Geenafstand"/>
        <w:rPr>
          <w:szCs w:val="20"/>
        </w:rPr>
      </w:pPr>
      <w:r>
        <w:rPr>
          <w:color w:val="0095D3"/>
          <w:sz w:val="28"/>
        </w:rPr>
        <w:t>Beoordel</w:t>
      </w:r>
      <w:r w:rsidRPr="00FE29AE">
        <w:rPr>
          <w:color w:val="0095D3"/>
          <w:sz w:val="28"/>
        </w:rPr>
        <w:t xml:space="preserve">ing </w:t>
      </w:r>
      <w:r>
        <w:rPr>
          <w:color w:val="0095D3"/>
          <w:sz w:val="28"/>
        </w:rPr>
        <w:t>van algemene criteria</w:t>
      </w:r>
    </w:p>
    <w:p w14:paraId="0CFA72E2" w14:textId="1047F538" w:rsidR="00FE29AE" w:rsidRDefault="00FE29AE" w:rsidP="00E00554">
      <w:pPr>
        <w:pStyle w:val="Geenafstand"/>
        <w:rPr>
          <w:szCs w:val="20"/>
        </w:rPr>
      </w:pPr>
      <w:r>
        <w:rPr>
          <w:szCs w:val="20"/>
        </w:rPr>
        <w:t>De beoordelaar heeft vastgesteld dat:</w:t>
      </w:r>
    </w:p>
    <w:p w14:paraId="62968967" w14:textId="4019C3A3" w:rsidR="00FE29AE" w:rsidRDefault="00FE29AE" w:rsidP="00FE29AE">
      <w:pPr>
        <w:pStyle w:val="Geenafstand"/>
        <w:numPr>
          <w:ilvl w:val="0"/>
          <w:numId w:val="29"/>
        </w:numPr>
        <w:rPr>
          <w:szCs w:val="20"/>
        </w:rPr>
      </w:pPr>
      <w:r>
        <w:rPr>
          <w:szCs w:val="20"/>
        </w:rPr>
        <w:t>de kandidaat de (examen)opdracht heeft uitgevoerd onder de voorgeschreven omstandigheden (</w:t>
      </w:r>
      <w:r w:rsidRPr="00FE29AE">
        <w:rPr>
          <w:b/>
          <w:color w:val="0095D3"/>
          <w:szCs w:val="20"/>
        </w:rPr>
        <w:t>authenticiteit</w:t>
      </w:r>
      <w:r>
        <w:rPr>
          <w:szCs w:val="20"/>
        </w:rPr>
        <w:t xml:space="preserve"> van persoon en situatie);</w:t>
      </w:r>
    </w:p>
    <w:p w14:paraId="1B3E7B57" w14:textId="559447CF" w:rsidR="00FE29AE" w:rsidRDefault="00FE29AE" w:rsidP="00FE29AE">
      <w:pPr>
        <w:pStyle w:val="Geenafstand"/>
        <w:numPr>
          <w:ilvl w:val="0"/>
          <w:numId w:val="29"/>
        </w:numPr>
        <w:rPr>
          <w:szCs w:val="20"/>
        </w:rPr>
      </w:pPr>
      <w:r>
        <w:rPr>
          <w:szCs w:val="20"/>
        </w:rPr>
        <w:t>de uitwerking door de kandidaat past bij de inhoud van de (examen)opdracht (</w:t>
      </w:r>
      <w:r w:rsidRPr="00FE29AE">
        <w:rPr>
          <w:b/>
          <w:color w:val="0095D3"/>
          <w:szCs w:val="20"/>
        </w:rPr>
        <w:t>relevantie</w:t>
      </w:r>
      <w:r>
        <w:rPr>
          <w:szCs w:val="20"/>
        </w:rPr>
        <w:t>);</w:t>
      </w:r>
    </w:p>
    <w:p w14:paraId="72626F0A" w14:textId="04D959D9" w:rsidR="0007075E" w:rsidRDefault="0007075E" w:rsidP="002E0DA7">
      <w:pPr>
        <w:pStyle w:val="Geenafstand"/>
        <w:numPr>
          <w:ilvl w:val="0"/>
          <w:numId w:val="29"/>
        </w:numPr>
        <w:rPr>
          <w:szCs w:val="20"/>
        </w:rPr>
      </w:pPr>
      <w:r>
        <w:rPr>
          <w:szCs w:val="20"/>
        </w:rPr>
        <w:t>de (examen)opdracht is uitgevoerd op de huidige (examen)locatie binnen de voorgeschreven (examen)duur</w:t>
      </w:r>
      <w:r w:rsidR="00EB3F9C">
        <w:rPr>
          <w:szCs w:val="20"/>
        </w:rPr>
        <w:t>. Het product is voorzien van personalia van de kandidaat en van een paraaf van de beoordelaar</w:t>
      </w:r>
      <w:r>
        <w:rPr>
          <w:szCs w:val="20"/>
        </w:rPr>
        <w:t xml:space="preserve"> (</w:t>
      </w:r>
      <w:r w:rsidRPr="0007075E">
        <w:rPr>
          <w:b/>
          <w:color w:val="0095D3"/>
          <w:szCs w:val="20"/>
        </w:rPr>
        <w:t>actualiteit</w:t>
      </w:r>
      <w:r>
        <w:rPr>
          <w:szCs w:val="20"/>
        </w:rPr>
        <w:t>).</w:t>
      </w:r>
      <w:r w:rsidR="00EB3F9C">
        <w:rPr>
          <w:szCs w:val="20"/>
        </w:rPr>
        <w:t xml:space="preserve"> </w:t>
      </w:r>
    </w:p>
    <w:p w14:paraId="69004471" w14:textId="644AFF05" w:rsidR="00FE29AE" w:rsidRDefault="00FE29AE" w:rsidP="00E00554">
      <w:pPr>
        <w:pStyle w:val="Geenafstand"/>
        <w:rPr>
          <w:szCs w:val="20"/>
        </w:rPr>
      </w:pPr>
    </w:p>
    <w:tbl>
      <w:tblPr>
        <w:tblStyle w:val="Tabelraster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EC3D0A" w:rsidRPr="00B13B64" w14:paraId="46986E08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8358C4B" w14:textId="324A37CA" w:rsidR="00EC3D0A" w:rsidRPr="00B13B64" w:rsidRDefault="00EC3D0A" w:rsidP="00CD6445">
            <w:pPr>
              <w:pStyle w:val="Geenafstand"/>
              <w:rPr>
                <w:b/>
                <w:szCs w:val="20"/>
              </w:rPr>
            </w:pPr>
            <w:r w:rsidRPr="00B13B64">
              <w:rPr>
                <w:b/>
                <w:szCs w:val="20"/>
              </w:rPr>
              <w:t xml:space="preserve">Naam </w:t>
            </w:r>
            <w:r>
              <w:rPr>
                <w:b/>
                <w:szCs w:val="20"/>
              </w:rPr>
              <w:t>beoordelaar:</w:t>
            </w:r>
          </w:p>
        </w:tc>
        <w:sdt>
          <w:sdtPr>
            <w:rPr>
              <w:szCs w:val="20"/>
            </w:rPr>
            <w:id w:val="602068001"/>
            <w:placeholder>
              <w:docPart w:val="F26089989B174BA79765BC162393B8F3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19540033" w14:textId="77777777" w:rsidR="00EC3D0A" w:rsidRPr="00B13B64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1A5ED73C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0C20A03" w14:textId="246A6C5D" w:rsidR="00EC3D0A" w:rsidRPr="00B13B64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Naam organisatie beoordelaar:</w:t>
            </w:r>
          </w:p>
        </w:tc>
        <w:sdt>
          <w:sdtPr>
            <w:rPr>
              <w:szCs w:val="20"/>
            </w:rPr>
            <w:id w:val="1858929720"/>
            <w:placeholder>
              <w:docPart w:val="C43D0D0855B5443D9B51BFB9ABE6E955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0F06FE84" w14:textId="77777777" w:rsidR="00EC3D0A" w:rsidRPr="00B13B64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368E1DC1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4373E500" w14:textId="59BBEF0B" w:rsidR="00EC3D0A" w:rsidRPr="00B13B64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Functie beoordelaar:</w:t>
            </w:r>
          </w:p>
        </w:tc>
        <w:sdt>
          <w:sdtPr>
            <w:rPr>
              <w:szCs w:val="20"/>
            </w:rPr>
            <w:id w:val="888461559"/>
            <w:placeholder>
              <w:docPart w:val="264862C682B84D12A04725C93F099452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5025006C" w14:textId="77777777" w:rsidR="00EC3D0A" w:rsidRPr="00B13B64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171A6BE2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1D0C8CF" w14:textId="31E2902B" w:rsidR="00EC3D0A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Telefoonnummer beoordelaar:</w:t>
            </w:r>
          </w:p>
        </w:tc>
        <w:sdt>
          <w:sdtPr>
            <w:rPr>
              <w:szCs w:val="20"/>
            </w:rPr>
            <w:id w:val="2043554844"/>
            <w:placeholder>
              <w:docPart w:val="F5881C5F00C446D08CBBD005A4D4FF4F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51B4908E" w14:textId="418CEA7A" w:rsidR="00EC3D0A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4AF9B8EF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05184BE2" w14:textId="3CE6AE73" w:rsidR="00EC3D0A" w:rsidRPr="00B13B64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Plaats:</w:t>
            </w:r>
          </w:p>
        </w:tc>
        <w:sdt>
          <w:sdtPr>
            <w:rPr>
              <w:szCs w:val="20"/>
            </w:rPr>
            <w:id w:val="-324124424"/>
            <w:placeholder>
              <w:docPart w:val="8EA6B29205F44E718EFAB114A4B1F091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1023DD9E" w14:textId="77777777" w:rsidR="00EC3D0A" w:rsidRPr="00B13B64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463DEDDC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1F075A43" w14:textId="0D6757A1" w:rsidR="00EC3D0A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Datum:</w:t>
            </w:r>
          </w:p>
        </w:tc>
        <w:sdt>
          <w:sdtPr>
            <w:rPr>
              <w:szCs w:val="20"/>
            </w:rPr>
            <w:id w:val="-627934310"/>
            <w:placeholder>
              <w:docPart w:val="1842D2CFFE684201BA070E599085AA72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781E876A" w14:textId="081F633B" w:rsidR="00EC3D0A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4563030B" w14:textId="77777777" w:rsidTr="00EC3D0A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4B65EDD6" w14:textId="77777777" w:rsidR="00EC3D0A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Handtekening (e-mailadres):</w:t>
            </w:r>
          </w:p>
          <w:p w14:paraId="6C03120A" w14:textId="77777777" w:rsidR="00EC3D0A" w:rsidRDefault="00EC3D0A" w:rsidP="00CD6445">
            <w:pPr>
              <w:pStyle w:val="Geenafstand"/>
              <w:rPr>
                <w:b/>
                <w:szCs w:val="20"/>
              </w:rPr>
            </w:pPr>
          </w:p>
          <w:p w14:paraId="0731E763" w14:textId="77777777" w:rsidR="00EC3D0A" w:rsidRDefault="00EC3D0A" w:rsidP="00CD6445">
            <w:pPr>
              <w:pStyle w:val="Geenafstand"/>
              <w:rPr>
                <w:b/>
                <w:szCs w:val="20"/>
              </w:rPr>
            </w:pPr>
          </w:p>
          <w:p w14:paraId="5EB18444" w14:textId="72B0E444" w:rsidR="00EC3D0A" w:rsidRDefault="00EC3D0A" w:rsidP="00CD6445">
            <w:pPr>
              <w:pStyle w:val="Geenafstand"/>
              <w:rPr>
                <w:b/>
                <w:szCs w:val="20"/>
              </w:rPr>
            </w:pPr>
          </w:p>
        </w:tc>
        <w:sdt>
          <w:sdtPr>
            <w:rPr>
              <w:szCs w:val="20"/>
            </w:rPr>
            <w:id w:val="-648822841"/>
            <w:placeholder>
              <w:docPart w:val="3C161D744FBE408495BC5A6D861D3DC4"/>
            </w:placeholder>
          </w:sdtPr>
          <w:sdtEndPr/>
          <w:sdtContent>
            <w:tc>
              <w:tcPr>
                <w:tcW w:w="5665" w:type="dxa"/>
              </w:tcPr>
              <w:p w14:paraId="5B2C165E" w14:textId="503816FA" w:rsidR="00EC3D0A" w:rsidRDefault="00EC3D0A" w:rsidP="00EC3D0A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</w:tbl>
    <w:p w14:paraId="69388E0D" w14:textId="77777777" w:rsidR="00EC3D0A" w:rsidRPr="00F93F17" w:rsidRDefault="00EC3D0A" w:rsidP="00581BD5">
      <w:pPr>
        <w:pStyle w:val="Geenafstand"/>
        <w:rPr>
          <w:sz w:val="18"/>
          <w:szCs w:val="20"/>
        </w:rPr>
      </w:pPr>
    </w:p>
    <w:sectPr w:rsidR="00EC3D0A" w:rsidRPr="00F93F17" w:rsidSect="005676BF">
      <w:headerReference w:type="default" r:id="rId8"/>
      <w:footerReference w:type="default" r:id="rId9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6BAB3" w14:textId="77777777" w:rsidR="003530E7" w:rsidRDefault="003530E7" w:rsidP="00B95516">
      <w:pPr>
        <w:spacing w:after="0" w:line="240" w:lineRule="auto"/>
      </w:pPr>
      <w:r>
        <w:separator/>
      </w:r>
    </w:p>
  </w:endnote>
  <w:endnote w:type="continuationSeparator" w:id="0">
    <w:p w14:paraId="2026ADCC" w14:textId="77777777" w:rsidR="003530E7" w:rsidRDefault="003530E7" w:rsidP="00B95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E1554" w14:textId="77777777" w:rsidR="002E632B" w:rsidRPr="00084F37" w:rsidRDefault="002E632B">
    <w:pPr>
      <w:rPr>
        <w:color w:val="0095D3"/>
        <w:sz w:val="18"/>
        <w:szCs w:val="18"/>
      </w:rPr>
    </w:pPr>
  </w:p>
  <w:tbl>
    <w:tblPr>
      <w:tblW w:w="11198" w:type="dxa"/>
      <w:tblLook w:val="04A0" w:firstRow="1" w:lastRow="0" w:firstColumn="1" w:lastColumn="0" w:noHBand="0" w:noVBand="1"/>
    </w:tblPr>
    <w:tblGrid>
      <w:gridCol w:w="6946"/>
      <w:gridCol w:w="2126"/>
      <w:gridCol w:w="2126"/>
    </w:tblGrid>
    <w:tr w:rsidR="002E632B" w:rsidRPr="00F90C27" w14:paraId="39C188A7" w14:textId="77777777" w:rsidTr="002E632B">
      <w:tc>
        <w:tcPr>
          <w:tcW w:w="6946" w:type="dxa"/>
          <w:shd w:val="clear" w:color="auto" w:fill="auto"/>
        </w:tcPr>
        <w:p w14:paraId="0754F03D" w14:textId="77777777" w:rsidR="002E632B" w:rsidRPr="00771797" w:rsidRDefault="002E632B" w:rsidP="002E632B">
          <w:pPr>
            <w:pStyle w:val="Geenafstand"/>
            <w:rPr>
              <w:rFonts w:ascii="Lucida Sans" w:hAnsi="Lucida Sans"/>
              <w:color w:val="000000" w:themeColor="text1"/>
              <w:sz w:val="18"/>
              <w:szCs w:val="18"/>
            </w:rPr>
          </w:pPr>
          <w:r w:rsidRPr="00771797">
            <w:rPr>
              <w:rFonts w:ascii="Lucida Sans" w:hAnsi="Lucida Sans"/>
              <w:color w:val="000000" w:themeColor="text1"/>
              <w:sz w:val="18"/>
              <w:szCs w:val="18"/>
            </w:rPr>
            <w:t>Consortium Beroepsonderwijs</w:t>
          </w:r>
        </w:p>
      </w:tc>
      <w:tc>
        <w:tcPr>
          <w:tcW w:w="2126" w:type="dxa"/>
        </w:tcPr>
        <w:p w14:paraId="545782A8" w14:textId="6CD1B49E" w:rsidR="002E632B" w:rsidRPr="00771797" w:rsidRDefault="002E632B" w:rsidP="002E632B">
          <w:pPr>
            <w:pStyle w:val="Geenafstand"/>
            <w:jc w:val="right"/>
            <w:rPr>
              <w:rFonts w:ascii="Lucida Sans" w:hAnsi="Lucida Sans"/>
              <w:color w:val="000000" w:themeColor="text1"/>
              <w:sz w:val="18"/>
              <w:szCs w:val="18"/>
            </w:rPr>
          </w:pPr>
          <w:r w:rsidRPr="00771797">
            <w:rPr>
              <w:rFonts w:ascii="Lucida Sans" w:hAnsi="Lucida Sans"/>
              <w:color w:val="000000" w:themeColor="text1"/>
              <w:sz w:val="18"/>
              <w:szCs w:val="18"/>
            </w:rPr>
            <w:t xml:space="preserve">Pagina </w: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begin"/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instrText>PAGE  \* Arabic  \* MERGEFORMAT</w:instrTex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separate"/>
          </w:r>
          <w:r w:rsidR="00426867">
            <w:rPr>
              <w:rFonts w:ascii="Lucida Sans" w:hAnsi="Lucida Sans"/>
              <w:bCs/>
              <w:noProof/>
              <w:color w:val="000000" w:themeColor="text1"/>
              <w:sz w:val="18"/>
              <w:szCs w:val="18"/>
            </w:rPr>
            <w:t>5</w: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end"/>
          </w:r>
          <w:r w:rsidRPr="00771797">
            <w:rPr>
              <w:rFonts w:ascii="Lucida Sans" w:hAnsi="Lucida Sans"/>
              <w:color w:val="000000" w:themeColor="text1"/>
              <w:sz w:val="18"/>
              <w:szCs w:val="18"/>
            </w:rPr>
            <w:t xml:space="preserve"> van </w: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begin"/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instrText>NUMPAGES  \* Arabic  \* MERGEFORMAT</w:instrTex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separate"/>
          </w:r>
          <w:r w:rsidR="00426867">
            <w:rPr>
              <w:rFonts w:ascii="Lucida Sans" w:hAnsi="Lucida Sans"/>
              <w:bCs/>
              <w:noProof/>
              <w:color w:val="000000" w:themeColor="text1"/>
              <w:sz w:val="18"/>
              <w:szCs w:val="18"/>
            </w:rPr>
            <w:t>5</w: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end"/>
          </w:r>
        </w:p>
      </w:tc>
      <w:tc>
        <w:tcPr>
          <w:tcW w:w="2126" w:type="dxa"/>
          <w:shd w:val="clear" w:color="auto" w:fill="auto"/>
        </w:tcPr>
        <w:p w14:paraId="60911AE4" w14:textId="3D7F366B" w:rsidR="002E632B" w:rsidRPr="00771797" w:rsidRDefault="002E632B" w:rsidP="002E632B">
          <w:pPr>
            <w:pStyle w:val="Geenafstand"/>
            <w:jc w:val="right"/>
            <w:rPr>
              <w:rFonts w:ascii="Lucida Sans" w:hAnsi="Lucida Sans"/>
              <w:color w:val="000000" w:themeColor="text1"/>
              <w:sz w:val="18"/>
              <w:szCs w:val="18"/>
            </w:rPr>
          </w:pPr>
        </w:p>
      </w:tc>
    </w:tr>
  </w:tbl>
  <w:p w14:paraId="50A430C1" w14:textId="77777777" w:rsidR="002E632B" w:rsidRPr="00387F6D" w:rsidRDefault="002E632B" w:rsidP="009D3795">
    <w:pPr>
      <w:pStyle w:val="Geenafstand"/>
      <w:rPr>
        <w:rFonts w:ascii="Lucida Sans" w:hAnsi="Lucida Sans"/>
        <w:color w:val="0095D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149EF" w14:textId="77777777" w:rsidR="003530E7" w:rsidRDefault="003530E7" w:rsidP="00B95516">
      <w:pPr>
        <w:spacing w:after="0" w:line="240" w:lineRule="auto"/>
      </w:pPr>
      <w:r>
        <w:separator/>
      </w:r>
    </w:p>
  </w:footnote>
  <w:footnote w:type="continuationSeparator" w:id="0">
    <w:p w14:paraId="402CB259" w14:textId="77777777" w:rsidR="003530E7" w:rsidRDefault="003530E7" w:rsidP="00B95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Look w:val="04A0" w:firstRow="1" w:lastRow="0" w:firstColumn="1" w:lastColumn="0" w:noHBand="0" w:noVBand="1"/>
    </w:tblPr>
    <w:tblGrid>
      <w:gridCol w:w="7604"/>
      <w:gridCol w:w="1752"/>
    </w:tblGrid>
    <w:tr w:rsidR="003530E7" w14:paraId="37A5D6DD" w14:textId="77777777" w:rsidTr="009603E4">
      <w:tc>
        <w:tcPr>
          <w:tcW w:w="7608" w:type="dxa"/>
          <w:shd w:val="clear" w:color="auto" w:fill="auto"/>
          <w:vAlign w:val="center"/>
        </w:tcPr>
        <w:p w14:paraId="310A2AE2" w14:textId="77777777" w:rsidR="003530E7" w:rsidRDefault="003530E7" w:rsidP="00C260A4">
          <w:pPr>
            <w:pStyle w:val="Geenafstand"/>
            <w:rPr>
              <w:color w:val="0095D3"/>
              <w:sz w:val="28"/>
            </w:rPr>
          </w:pPr>
          <w:r>
            <w:rPr>
              <w:color w:val="0095D3"/>
              <w:sz w:val="28"/>
            </w:rPr>
            <w:t>Ser</w:t>
          </w:r>
          <w:r w:rsidRPr="00544701">
            <w:rPr>
              <w:color w:val="0095D3"/>
              <w:sz w:val="28"/>
            </w:rPr>
            <w:t>vic</w:t>
          </w:r>
          <w:r>
            <w:rPr>
              <w:color w:val="0095D3"/>
              <w:sz w:val="28"/>
            </w:rPr>
            <w:t>edocument</w:t>
          </w:r>
        </w:p>
        <w:p w14:paraId="7DF06AF0" w14:textId="2A415884" w:rsidR="003530E7" w:rsidRPr="009E40C6" w:rsidRDefault="00E805DC" w:rsidP="005B579F">
          <w:pPr>
            <w:pStyle w:val="Geenafstand"/>
            <w:rPr>
              <w:i/>
            </w:rPr>
          </w:pPr>
          <w:r>
            <w:rPr>
              <w:color w:val="0095D3"/>
              <w:sz w:val="22"/>
            </w:rPr>
            <w:t xml:space="preserve">Verklaring </w:t>
          </w:r>
          <w:r w:rsidR="00307BCB">
            <w:rPr>
              <w:color w:val="0095D3"/>
              <w:sz w:val="22"/>
            </w:rPr>
            <w:t>A</w:t>
          </w:r>
          <w:r>
            <w:rPr>
              <w:color w:val="0095D3"/>
              <w:sz w:val="22"/>
            </w:rPr>
            <w:t xml:space="preserve">uthenticiteit, </w:t>
          </w:r>
          <w:r w:rsidR="00307BCB">
            <w:rPr>
              <w:color w:val="0095D3"/>
              <w:sz w:val="22"/>
            </w:rPr>
            <w:t>R</w:t>
          </w:r>
          <w:r>
            <w:rPr>
              <w:color w:val="0095D3"/>
              <w:sz w:val="22"/>
            </w:rPr>
            <w:t xml:space="preserve">elevantie en </w:t>
          </w:r>
          <w:r w:rsidR="00307BCB">
            <w:rPr>
              <w:color w:val="0095D3"/>
              <w:sz w:val="22"/>
            </w:rPr>
            <w:t>A</w:t>
          </w:r>
          <w:r>
            <w:rPr>
              <w:color w:val="0095D3"/>
              <w:sz w:val="22"/>
            </w:rPr>
            <w:t>ctualiteit (ARA)</w:t>
          </w:r>
        </w:p>
      </w:tc>
      <w:tc>
        <w:tcPr>
          <w:tcW w:w="1748" w:type="dxa"/>
          <w:shd w:val="clear" w:color="auto" w:fill="auto"/>
        </w:tcPr>
        <w:p w14:paraId="0B438083" w14:textId="77777777" w:rsidR="003530E7" w:rsidRDefault="003530E7" w:rsidP="00ED7F66">
          <w:pPr>
            <w:pStyle w:val="Geenafstand"/>
          </w:pPr>
          <w:r w:rsidRPr="001D42E5">
            <w:rPr>
              <w:noProof/>
              <w:lang w:eastAsia="nl-NL"/>
            </w:rPr>
            <w:drawing>
              <wp:inline distT="0" distB="0" distL="0" distR="0" wp14:anchorId="03ACE540" wp14:editId="1AE37CED">
                <wp:extent cx="975360" cy="975360"/>
                <wp:effectExtent l="0" t="0" r="0" b="0"/>
                <wp:docPr id="7" name="Afbeelding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360" cy="97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30BBBE" w14:textId="77777777" w:rsidR="003530E7" w:rsidRPr="00E9168E" w:rsidRDefault="003530E7" w:rsidP="009D0CE7">
    <w:pPr>
      <w:pStyle w:val="Geenafstand"/>
      <w:rPr>
        <w:rFonts w:cs="Lucida Sans Unicode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5677"/>
    <w:multiLevelType w:val="hybridMultilevel"/>
    <w:tmpl w:val="949C9618"/>
    <w:lvl w:ilvl="0" w:tplc="C99A8BD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1341D"/>
    <w:multiLevelType w:val="hybridMultilevel"/>
    <w:tmpl w:val="E9CA7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B49F1"/>
    <w:multiLevelType w:val="hybridMultilevel"/>
    <w:tmpl w:val="4322F312"/>
    <w:lvl w:ilvl="0" w:tplc="681EBDBA">
      <w:start w:val="1"/>
      <w:numFmt w:val="bullet"/>
      <w:lvlText w:val="-"/>
      <w:lvlJc w:val="left"/>
      <w:pPr>
        <w:ind w:left="720" w:hanging="360"/>
      </w:pPr>
      <w:rPr>
        <w:rFonts w:ascii="Lucida Sans Unicode" w:eastAsia="Calibri" w:hAnsi="Lucida Sans Unicode" w:cs="Lucida Sans Unicode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36FD2"/>
    <w:multiLevelType w:val="hybridMultilevel"/>
    <w:tmpl w:val="BDA27052"/>
    <w:lvl w:ilvl="0" w:tplc="D3DC3C5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F6A15"/>
    <w:multiLevelType w:val="hybridMultilevel"/>
    <w:tmpl w:val="EB32A5BC"/>
    <w:lvl w:ilvl="0" w:tplc="EC6EC56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77279"/>
    <w:multiLevelType w:val="hybridMultilevel"/>
    <w:tmpl w:val="BB845C08"/>
    <w:lvl w:ilvl="0" w:tplc="0413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A0B605A6">
      <w:start w:val="1"/>
      <w:numFmt w:val="decimal"/>
      <w:lvlText w:val="%2."/>
      <w:lvlJc w:val="left"/>
      <w:pPr>
        <w:ind w:left="1485" w:hanging="360"/>
      </w:pPr>
      <w:rPr>
        <w:rFonts w:ascii="Lucida Sans Unicode" w:eastAsia="Calibri" w:hAnsi="Lucida Sans Unicode" w:cs="Times New Roman" w:hint="default"/>
      </w:rPr>
    </w:lvl>
    <w:lvl w:ilvl="2" w:tplc="0413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11563C3"/>
    <w:multiLevelType w:val="hybridMultilevel"/>
    <w:tmpl w:val="40B85BEA"/>
    <w:lvl w:ilvl="0" w:tplc="03D8BDC8">
      <w:start w:val="3"/>
      <w:numFmt w:val="bullet"/>
      <w:lvlText w:val="-"/>
      <w:lvlJc w:val="left"/>
      <w:pPr>
        <w:ind w:left="720" w:hanging="360"/>
      </w:pPr>
      <w:rPr>
        <w:rFonts w:ascii="Lucida Sans Unicode" w:eastAsia="Calibri" w:hAnsi="Lucida Sans Unicode" w:cs="Lucida Sans Unicode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E54BF"/>
    <w:multiLevelType w:val="hybridMultilevel"/>
    <w:tmpl w:val="5798CF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125CF"/>
    <w:multiLevelType w:val="hybridMultilevel"/>
    <w:tmpl w:val="053C50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F1643"/>
    <w:multiLevelType w:val="hybridMultilevel"/>
    <w:tmpl w:val="4DC4CE64"/>
    <w:lvl w:ilvl="0" w:tplc="1F42A2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055D3"/>
    <w:multiLevelType w:val="hybridMultilevel"/>
    <w:tmpl w:val="9C12E706"/>
    <w:lvl w:ilvl="0" w:tplc="DF74299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838CA"/>
    <w:multiLevelType w:val="hybridMultilevel"/>
    <w:tmpl w:val="4776D2F2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773AA"/>
    <w:multiLevelType w:val="hybridMultilevel"/>
    <w:tmpl w:val="EB6C5754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07F0583"/>
    <w:multiLevelType w:val="hybridMultilevel"/>
    <w:tmpl w:val="7EA029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91097"/>
    <w:multiLevelType w:val="hybridMultilevel"/>
    <w:tmpl w:val="AD0A0812"/>
    <w:lvl w:ilvl="0" w:tplc="0413000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15" w15:restartNumberingAfterBreak="0">
    <w:nsid w:val="4A7060D7"/>
    <w:multiLevelType w:val="hybridMultilevel"/>
    <w:tmpl w:val="5D4467D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C36697E"/>
    <w:multiLevelType w:val="hybridMultilevel"/>
    <w:tmpl w:val="B9DA90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F294B8D6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5206B"/>
    <w:multiLevelType w:val="hybridMultilevel"/>
    <w:tmpl w:val="AF0871F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B86C9D"/>
    <w:multiLevelType w:val="hybridMultilevel"/>
    <w:tmpl w:val="2562697C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8AF7834"/>
    <w:multiLevelType w:val="multilevel"/>
    <w:tmpl w:val="8078DC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9915BD6"/>
    <w:multiLevelType w:val="hybridMultilevel"/>
    <w:tmpl w:val="C4FC87D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882A74"/>
    <w:multiLevelType w:val="hybridMultilevel"/>
    <w:tmpl w:val="E8E41E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311FA"/>
    <w:multiLevelType w:val="hybridMultilevel"/>
    <w:tmpl w:val="27F8BE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F294B8D6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E0C06"/>
    <w:multiLevelType w:val="hybridMultilevel"/>
    <w:tmpl w:val="0400EE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6090C"/>
    <w:multiLevelType w:val="hybridMultilevel"/>
    <w:tmpl w:val="976CA282"/>
    <w:lvl w:ilvl="0" w:tplc="FEB28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DAB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B29D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00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4CB0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7E9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22C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8214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5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1971109"/>
    <w:multiLevelType w:val="hybridMultilevel"/>
    <w:tmpl w:val="3B78F3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F294B8D6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13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916EE"/>
    <w:multiLevelType w:val="hybridMultilevel"/>
    <w:tmpl w:val="FAA2A4A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9B3815"/>
    <w:multiLevelType w:val="hybridMultilevel"/>
    <w:tmpl w:val="E8E41E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CC1B7E"/>
    <w:multiLevelType w:val="hybridMultilevel"/>
    <w:tmpl w:val="8AB608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A67B8"/>
    <w:multiLevelType w:val="multilevel"/>
    <w:tmpl w:val="B278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15"/>
  </w:num>
  <w:num w:numId="3">
    <w:abstractNumId w:val="28"/>
  </w:num>
  <w:num w:numId="4">
    <w:abstractNumId w:val="20"/>
  </w:num>
  <w:num w:numId="5">
    <w:abstractNumId w:val="13"/>
  </w:num>
  <w:num w:numId="6">
    <w:abstractNumId w:val="12"/>
  </w:num>
  <w:num w:numId="7">
    <w:abstractNumId w:val="26"/>
  </w:num>
  <w:num w:numId="8">
    <w:abstractNumId w:val="8"/>
  </w:num>
  <w:num w:numId="9">
    <w:abstractNumId w:val="7"/>
  </w:num>
  <w:num w:numId="10">
    <w:abstractNumId w:val="5"/>
  </w:num>
  <w:num w:numId="11">
    <w:abstractNumId w:val="22"/>
  </w:num>
  <w:num w:numId="12">
    <w:abstractNumId w:val="6"/>
  </w:num>
  <w:num w:numId="13">
    <w:abstractNumId w:val="10"/>
  </w:num>
  <w:num w:numId="14">
    <w:abstractNumId w:val="19"/>
  </w:num>
  <w:num w:numId="15">
    <w:abstractNumId w:val="27"/>
  </w:num>
  <w:num w:numId="16">
    <w:abstractNumId w:val="17"/>
  </w:num>
  <w:num w:numId="17">
    <w:abstractNumId w:val="14"/>
  </w:num>
  <w:num w:numId="18">
    <w:abstractNumId w:val="1"/>
  </w:num>
  <w:num w:numId="19">
    <w:abstractNumId w:val="18"/>
  </w:num>
  <w:num w:numId="20">
    <w:abstractNumId w:val="21"/>
  </w:num>
  <w:num w:numId="21">
    <w:abstractNumId w:val="11"/>
  </w:num>
  <w:num w:numId="22">
    <w:abstractNumId w:val="16"/>
  </w:num>
  <w:num w:numId="23">
    <w:abstractNumId w:val="3"/>
  </w:num>
  <w:num w:numId="24">
    <w:abstractNumId w:val="23"/>
  </w:num>
  <w:num w:numId="25">
    <w:abstractNumId w:val="29"/>
  </w:num>
  <w:num w:numId="26">
    <w:abstractNumId w:val="9"/>
  </w:num>
  <w:num w:numId="27">
    <w:abstractNumId w:val="2"/>
  </w:num>
  <w:num w:numId="28">
    <w:abstractNumId w:val="4"/>
  </w:num>
  <w:num w:numId="29">
    <w:abstractNumId w:val="0"/>
  </w:num>
  <w:num w:numId="30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nl-NL" w:vendorID="64" w:dllVersion="6" w:nlCheck="1" w:checkStyle="0"/>
  <w:proofState w:spelling="clean"/>
  <w:documentProtection w:edit="forms" w:enforcement="1" w:cryptProviderType="rsaAES" w:cryptAlgorithmClass="hash" w:cryptAlgorithmType="typeAny" w:cryptAlgorithmSid="14" w:cryptSpinCount="100000" w:hash="QPagM2ueiDiSz0e8wUe3BEHf9h+nTYYyeQow7Ck8jNKHWh1pmpVa/lKy6i8a3f8NbZR0K1cPoKRTlZFod6fHqw==" w:salt="lhi8lMJc00cpI8ZuihdwHQ=="/>
  <w:defaultTabStop w:val="708"/>
  <w:hyphenationZone w:val="425"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469"/>
    <w:rsid w:val="000001D0"/>
    <w:rsid w:val="00002872"/>
    <w:rsid w:val="00003168"/>
    <w:rsid w:val="000035CE"/>
    <w:rsid w:val="00005274"/>
    <w:rsid w:val="0000542A"/>
    <w:rsid w:val="000055D8"/>
    <w:rsid w:val="00005D5E"/>
    <w:rsid w:val="00006286"/>
    <w:rsid w:val="000121B7"/>
    <w:rsid w:val="00012C5C"/>
    <w:rsid w:val="00012D2B"/>
    <w:rsid w:val="00013075"/>
    <w:rsid w:val="000136CD"/>
    <w:rsid w:val="000170B0"/>
    <w:rsid w:val="00017BFA"/>
    <w:rsid w:val="000206F6"/>
    <w:rsid w:val="00022623"/>
    <w:rsid w:val="000256D0"/>
    <w:rsid w:val="00025F7C"/>
    <w:rsid w:val="000262E4"/>
    <w:rsid w:val="000303E7"/>
    <w:rsid w:val="00030B47"/>
    <w:rsid w:val="00031DDA"/>
    <w:rsid w:val="00033475"/>
    <w:rsid w:val="00034FA8"/>
    <w:rsid w:val="00035650"/>
    <w:rsid w:val="000359D2"/>
    <w:rsid w:val="00036AF6"/>
    <w:rsid w:val="000378E8"/>
    <w:rsid w:val="000401AC"/>
    <w:rsid w:val="00040461"/>
    <w:rsid w:val="00040565"/>
    <w:rsid w:val="000416CB"/>
    <w:rsid w:val="000421C8"/>
    <w:rsid w:val="00044001"/>
    <w:rsid w:val="00044256"/>
    <w:rsid w:val="000444AE"/>
    <w:rsid w:val="0004471D"/>
    <w:rsid w:val="00046053"/>
    <w:rsid w:val="000463D4"/>
    <w:rsid w:val="00050913"/>
    <w:rsid w:val="000509FA"/>
    <w:rsid w:val="00051EDF"/>
    <w:rsid w:val="00053025"/>
    <w:rsid w:val="00053F0D"/>
    <w:rsid w:val="00054E51"/>
    <w:rsid w:val="00055F2C"/>
    <w:rsid w:val="0005699F"/>
    <w:rsid w:val="00057638"/>
    <w:rsid w:val="00057850"/>
    <w:rsid w:val="0005788E"/>
    <w:rsid w:val="00057D1A"/>
    <w:rsid w:val="00061515"/>
    <w:rsid w:val="00062730"/>
    <w:rsid w:val="000629AF"/>
    <w:rsid w:val="00063987"/>
    <w:rsid w:val="00063BC2"/>
    <w:rsid w:val="000649F5"/>
    <w:rsid w:val="00064F44"/>
    <w:rsid w:val="00066835"/>
    <w:rsid w:val="000705FA"/>
    <w:rsid w:val="0007075E"/>
    <w:rsid w:val="00071F93"/>
    <w:rsid w:val="00072688"/>
    <w:rsid w:val="00074C26"/>
    <w:rsid w:val="0007566C"/>
    <w:rsid w:val="00075C48"/>
    <w:rsid w:val="00076CC9"/>
    <w:rsid w:val="00077C2F"/>
    <w:rsid w:val="00077EC9"/>
    <w:rsid w:val="000813C9"/>
    <w:rsid w:val="00081C76"/>
    <w:rsid w:val="000820E5"/>
    <w:rsid w:val="00082851"/>
    <w:rsid w:val="000838CF"/>
    <w:rsid w:val="000838E8"/>
    <w:rsid w:val="00083BB0"/>
    <w:rsid w:val="00083C9E"/>
    <w:rsid w:val="00083E65"/>
    <w:rsid w:val="000846EC"/>
    <w:rsid w:val="00084F37"/>
    <w:rsid w:val="0008548B"/>
    <w:rsid w:val="000855D0"/>
    <w:rsid w:val="00085944"/>
    <w:rsid w:val="00085D51"/>
    <w:rsid w:val="0008698A"/>
    <w:rsid w:val="00091AA6"/>
    <w:rsid w:val="00092146"/>
    <w:rsid w:val="0009223B"/>
    <w:rsid w:val="00092870"/>
    <w:rsid w:val="00092C20"/>
    <w:rsid w:val="00093423"/>
    <w:rsid w:val="000936A6"/>
    <w:rsid w:val="000955C3"/>
    <w:rsid w:val="00095C7C"/>
    <w:rsid w:val="000A3C77"/>
    <w:rsid w:val="000A3CF9"/>
    <w:rsid w:val="000A40DA"/>
    <w:rsid w:val="000A4DF4"/>
    <w:rsid w:val="000A4DF8"/>
    <w:rsid w:val="000A56E7"/>
    <w:rsid w:val="000A68B5"/>
    <w:rsid w:val="000B0FA0"/>
    <w:rsid w:val="000B208A"/>
    <w:rsid w:val="000B355A"/>
    <w:rsid w:val="000B40FA"/>
    <w:rsid w:val="000B4117"/>
    <w:rsid w:val="000B44AA"/>
    <w:rsid w:val="000B4BB0"/>
    <w:rsid w:val="000B5992"/>
    <w:rsid w:val="000B5AC3"/>
    <w:rsid w:val="000C094C"/>
    <w:rsid w:val="000C0983"/>
    <w:rsid w:val="000C1C5C"/>
    <w:rsid w:val="000C20A5"/>
    <w:rsid w:val="000C4318"/>
    <w:rsid w:val="000C5821"/>
    <w:rsid w:val="000C7344"/>
    <w:rsid w:val="000C75FE"/>
    <w:rsid w:val="000D09C9"/>
    <w:rsid w:val="000D2255"/>
    <w:rsid w:val="000D3474"/>
    <w:rsid w:val="000D6733"/>
    <w:rsid w:val="000D7665"/>
    <w:rsid w:val="000E083B"/>
    <w:rsid w:val="000E38F8"/>
    <w:rsid w:val="000E39B5"/>
    <w:rsid w:val="000E4C1D"/>
    <w:rsid w:val="000E6160"/>
    <w:rsid w:val="000E6EA3"/>
    <w:rsid w:val="000F0728"/>
    <w:rsid w:val="000F0D88"/>
    <w:rsid w:val="000F41E8"/>
    <w:rsid w:val="000F4AB5"/>
    <w:rsid w:val="000F7C18"/>
    <w:rsid w:val="000F7CDE"/>
    <w:rsid w:val="001010AC"/>
    <w:rsid w:val="001010F4"/>
    <w:rsid w:val="001011D4"/>
    <w:rsid w:val="001014AD"/>
    <w:rsid w:val="001020B1"/>
    <w:rsid w:val="001030D2"/>
    <w:rsid w:val="00103CE0"/>
    <w:rsid w:val="00105885"/>
    <w:rsid w:val="00105A06"/>
    <w:rsid w:val="0010628E"/>
    <w:rsid w:val="001114DC"/>
    <w:rsid w:val="00111564"/>
    <w:rsid w:val="00112A2F"/>
    <w:rsid w:val="00112E76"/>
    <w:rsid w:val="00114090"/>
    <w:rsid w:val="001140CD"/>
    <w:rsid w:val="0011411B"/>
    <w:rsid w:val="00115574"/>
    <w:rsid w:val="001174F1"/>
    <w:rsid w:val="001201ED"/>
    <w:rsid w:val="00122DFD"/>
    <w:rsid w:val="00122F06"/>
    <w:rsid w:val="00124BEC"/>
    <w:rsid w:val="001256E1"/>
    <w:rsid w:val="001269B7"/>
    <w:rsid w:val="00132152"/>
    <w:rsid w:val="001328D6"/>
    <w:rsid w:val="00134D29"/>
    <w:rsid w:val="00134F32"/>
    <w:rsid w:val="001369C5"/>
    <w:rsid w:val="001370D9"/>
    <w:rsid w:val="001379AE"/>
    <w:rsid w:val="00140300"/>
    <w:rsid w:val="001404D3"/>
    <w:rsid w:val="00140C31"/>
    <w:rsid w:val="00141584"/>
    <w:rsid w:val="00142541"/>
    <w:rsid w:val="00143FFF"/>
    <w:rsid w:val="0014577D"/>
    <w:rsid w:val="001475B2"/>
    <w:rsid w:val="0014771A"/>
    <w:rsid w:val="001523C7"/>
    <w:rsid w:val="00152DD3"/>
    <w:rsid w:val="00154445"/>
    <w:rsid w:val="00155EE1"/>
    <w:rsid w:val="00157184"/>
    <w:rsid w:val="0016216B"/>
    <w:rsid w:val="00163212"/>
    <w:rsid w:val="00163932"/>
    <w:rsid w:val="00163B35"/>
    <w:rsid w:val="00166FFE"/>
    <w:rsid w:val="001670BB"/>
    <w:rsid w:val="00173B19"/>
    <w:rsid w:val="00174510"/>
    <w:rsid w:val="00174EC9"/>
    <w:rsid w:val="00177291"/>
    <w:rsid w:val="00177FD3"/>
    <w:rsid w:val="0018361C"/>
    <w:rsid w:val="0018377E"/>
    <w:rsid w:val="00184269"/>
    <w:rsid w:val="0018454A"/>
    <w:rsid w:val="00184AE3"/>
    <w:rsid w:val="00185E58"/>
    <w:rsid w:val="00187308"/>
    <w:rsid w:val="00190C19"/>
    <w:rsid w:val="001A1C48"/>
    <w:rsid w:val="001A1DB0"/>
    <w:rsid w:val="001A3B7E"/>
    <w:rsid w:val="001A452D"/>
    <w:rsid w:val="001A46F5"/>
    <w:rsid w:val="001A5B0D"/>
    <w:rsid w:val="001A73BA"/>
    <w:rsid w:val="001B0FF4"/>
    <w:rsid w:val="001B2B88"/>
    <w:rsid w:val="001B3071"/>
    <w:rsid w:val="001B30EF"/>
    <w:rsid w:val="001B44A7"/>
    <w:rsid w:val="001B5C0C"/>
    <w:rsid w:val="001B766E"/>
    <w:rsid w:val="001C07D7"/>
    <w:rsid w:val="001C0954"/>
    <w:rsid w:val="001C0FA0"/>
    <w:rsid w:val="001C1469"/>
    <w:rsid w:val="001C4B32"/>
    <w:rsid w:val="001C5CBE"/>
    <w:rsid w:val="001C6E79"/>
    <w:rsid w:val="001C7B30"/>
    <w:rsid w:val="001D0230"/>
    <w:rsid w:val="001D112D"/>
    <w:rsid w:val="001D3A76"/>
    <w:rsid w:val="001D3C71"/>
    <w:rsid w:val="001D3F94"/>
    <w:rsid w:val="001D6628"/>
    <w:rsid w:val="001D666B"/>
    <w:rsid w:val="001D6E1B"/>
    <w:rsid w:val="001D6E40"/>
    <w:rsid w:val="001D71D3"/>
    <w:rsid w:val="001E1EC7"/>
    <w:rsid w:val="001E4562"/>
    <w:rsid w:val="001E49CE"/>
    <w:rsid w:val="001E55A2"/>
    <w:rsid w:val="001E5A03"/>
    <w:rsid w:val="001E74D0"/>
    <w:rsid w:val="001E797A"/>
    <w:rsid w:val="001F0846"/>
    <w:rsid w:val="001F2208"/>
    <w:rsid w:val="001F30F7"/>
    <w:rsid w:val="001F3E05"/>
    <w:rsid w:val="001F4C0F"/>
    <w:rsid w:val="001F4FDE"/>
    <w:rsid w:val="001F62E1"/>
    <w:rsid w:val="001F6479"/>
    <w:rsid w:val="001F7380"/>
    <w:rsid w:val="001F77B1"/>
    <w:rsid w:val="00201781"/>
    <w:rsid w:val="00202657"/>
    <w:rsid w:val="0020270E"/>
    <w:rsid w:val="00203341"/>
    <w:rsid w:val="00203807"/>
    <w:rsid w:val="00203B28"/>
    <w:rsid w:val="00204462"/>
    <w:rsid w:val="00205D77"/>
    <w:rsid w:val="00206E9C"/>
    <w:rsid w:val="002072FA"/>
    <w:rsid w:val="002106C1"/>
    <w:rsid w:val="00213BB9"/>
    <w:rsid w:val="002141E2"/>
    <w:rsid w:val="0021527A"/>
    <w:rsid w:val="00215570"/>
    <w:rsid w:val="002217A7"/>
    <w:rsid w:val="00223BE9"/>
    <w:rsid w:val="00225804"/>
    <w:rsid w:val="0022668D"/>
    <w:rsid w:val="00226DA9"/>
    <w:rsid w:val="00227B0F"/>
    <w:rsid w:val="00227E7E"/>
    <w:rsid w:val="00227F6E"/>
    <w:rsid w:val="0023033A"/>
    <w:rsid w:val="00230368"/>
    <w:rsid w:val="00230535"/>
    <w:rsid w:val="00230CEB"/>
    <w:rsid w:val="00232155"/>
    <w:rsid w:val="00232E3B"/>
    <w:rsid w:val="002334D9"/>
    <w:rsid w:val="00233CB2"/>
    <w:rsid w:val="00234D13"/>
    <w:rsid w:val="002353E5"/>
    <w:rsid w:val="00236F1C"/>
    <w:rsid w:val="00241F01"/>
    <w:rsid w:val="002432AF"/>
    <w:rsid w:val="00243CCA"/>
    <w:rsid w:val="00243FC9"/>
    <w:rsid w:val="00246B33"/>
    <w:rsid w:val="00250155"/>
    <w:rsid w:val="0025036E"/>
    <w:rsid w:val="00251CAD"/>
    <w:rsid w:val="00253687"/>
    <w:rsid w:val="00253F3D"/>
    <w:rsid w:val="00255B4A"/>
    <w:rsid w:val="00256852"/>
    <w:rsid w:val="0025700B"/>
    <w:rsid w:val="0025765E"/>
    <w:rsid w:val="00257922"/>
    <w:rsid w:val="0026030D"/>
    <w:rsid w:val="00260592"/>
    <w:rsid w:val="0026308E"/>
    <w:rsid w:val="002636C2"/>
    <w:rsid w:val="00264693"/>
    <w:rsid w:val="002669BB"/>
    <w:rsid w:val="00267A19"/>
    <w:rsid w:val="00267A36"/>
    <w:rsid w:val="00267F13"/>
    <w:rsid w:val="00270636"/>
    <w:rsid w:val="002716F9"/>
    <w:rsid w:val="0027305A"/>
    <w:rsid w:val="00274D95"/>
    <w:rsid w:val="0027684F"/>
    <w:rsid w:val="002804B7"/>
    <w:rsid w:val="002805E3"/>
    <w:rsid w:val="00281528"/>
    <w:rsid w:val="0028226B"/>
    <w:rsid w:val="00283914"/>
    <w:rsid w:val="0028694D"/>
    <w:rsid w:val="0028725E"/>
    <w:rsid w:val="0029144D"/>
    <w:rsid w:val="002920D8"/>
    <w:rsid w:val="00292F70"/>
    <w:rsid w:val="0029301E"/>
    <w:rsid w:val="00293EA9"/>
    <w:rsid w:val="00295EE5"/>
    <w:rsid w:val="002A1634"/>
    <w:rsid w:val="002A1E3B"/>
    <w:rsid w:val="002A3352"/>
    <w:rsid w:val="002A3B79"/>
    <w:rsid w:val="002A51ED"/>
    <w:rsid w:val="002A644D"/>
    <w:rsid w:val="002B2D95"/>
    <w:rsid w:val="002B3671"/>
    <w:rsid w:val="002B42F0"/>
    <w:rsid w:val="002B5A19"/>
    <w:rsid w:val="002B736A"/>
    <w:rsid w:val="002B79E0"/>
    <w:rsid w:val="002C0D89"/>
    <w:rsid w:val="002C28CB"/>
    <w:rsid w:val="002C2D3B"/>
    <w:rsid w:val="002C58B5"/>
    <w:rsid w:val="002D0A9D"/>
    <w:rsid w:val="002D1EFF"/>
    <w:rsid w:val="002D5065"/>
    <w:rsid w:val="002D5D7B"/>
    <w:rsid w:val="002D6482"/>
    <w:rsid w:val="002D6528"/>
    <w:rsid w:val="002D67E6"/>
    <w:rsid w:val="002E0DA7"/>
    <w:rsid w:val="002E0E65"/>
    <w:rsid w:val="002E1F43"/>
    <w:rsid w:val="002E20DF"/>
    <w:rsid w:val="002E28D2"/>
    <w:rsid w:val="002E3DB1"/>
    <w:rsid w:val="002E460F"/>
    <w:rsid w:val="002E632B"/>
    <w:rsid w:val="002E641D"/>
    <w:rsid w:val="002E7444"/>
    <w:rsid w:val="002F002E"/>
    <w:rsid w:val="002F2632"/>
    <w:rsid w:val="002F2A58"/>
    <w:rsid w:val="002F3829"/>
    <w:rsid w:val="002F3BDE"/>
    <w:rsid w:val="002F4A38"/>
    <w:rsid w:val="002F4A69"/>
    <w:rsid w:val="002F5D65"/>
    <w:rsid w:val="002F6480"/>
    <w:rsid w:val="00303650"/>
    <w:rsid w:val="00303A12"/>
    <w:rsid w:val="00304F99"/>
    <w:rsid w:val="00305E4C"/>
    <w:rsid w:val="00306A9C"/>
    <w:rsid w:val="00307527"/>
    <w:rsid w:val="00307BCB"/>
    <w:rsid w:val="00310212"/>
    <w:rsid w:val="0031054A"/>
    <w:rsid w:val="0031153E"/>
    <w:rsid w:val="00311A14"/>
    <w:rsid w:val="00311C23"/>
    <w:rsid w:val="00313571"/>
    <w:rsid w:val="00317882"/>
    <w:rsid w:val="00317E38"/>
    <w:rsid w:val="00320862"/>
    <w:rsid w:val="00320A4C"/>
    <w:rsid w:val="00321D37"/>
    <w:rsid w:val="00323C3A"/>
    <w:rsid w:val="00326C43"/>
    <w:rsid w:val="00334DED"/>
    <w:rsid w:val="00341108"/>
    <w:rsid w:val="0034210D"/>
    <w:rsid w:val="00342669"/>
    <w:rsid w:val="003430C8"/>
    <w:rsid w:val="00344F06"/>
    <w:rsid w:val="003452F7"/>
    <w:rsid w:val="00347D1C"/>
    <w:rsid w:val="003502FB"/>
    <w:rsid w:val="00350392"/>
    <w:rsid w:val="00350CDA"/>
    <w:rsid w:val="00350CEF"/>
    <w:rsid w:val="00350DD4"/>
    <w:rsid w:val="00351622"/>
    <w:rsid w:val="00351BE3"/>
    <w:rsid w:val="00352335"/>
    <w:rsid w:val="003530E7"/>
    <w:rsid w:val="00353A62"/>
    <w:rsid w:val="0035400D"/>
    <w:rsid w:val="003551A9"/>
    <w:rsid w:val="003555E3"/>
    <w:rsid w:val="00357A56"/>
    <w:rsid w:val="00360784"/>
    <w:rsid w:val="00360CAC"/>
    <w:rsid w:val="003623DE"/>
    <w:rsid w:val="003633E9"/>
    <w:rsid w:val="00365223"/>
    <w:rsid w:val="003653A4"/>
    <w:rsid w:val="003658C8"/>
    <w:rsid w:val="0036628F"/>
    <w:rsid w:val="003668CF"/>
    <w:rsid w:val="00366E53"/>
    <w:rsid w:val="00370461"/>
    <w:rsid w:val="003710D3"/>
    <w:rsid w:val="00371430"/>
    <w:rsid w:val="00371938"/>
    <w:rsid w:val="00372BDD"/>
    <w:rsid w:val="003730F3"/>
    <w:rsid w:val="003748C5"/>
    <w:rsid w:val="00375778"/>
    <w:rsid w:val="00376990"/>
    <w:rsid w:val="00377055"/>
    <w:rsid w:val="0038291D"/>
    <w:rsid w:val="00383445"/>
    <w:rsid w:val="00384FC4"/>
    <w:rsid w:val="00385643"/>
    <w:rsid w:val="00385DC1"/>
    <w:rsid w:val="00387296"/>
    <w:rsid w:val="00387F6D"/>
    <w:rsid w:val="00390915"/>
    <w:rsid w:val="00390FAE"/>
    <w:rsid w:val="003910F3"/>
    <w:rsid w:val="00391FA9"/>
    <w:rsid w:val="003923B7"/>
    <w:rsid w:val="003924AD"/>
    <w:rsid w:val="00392914"/>
    <w:rsid w:val="00393450"/>
    <w:rsid w:val="00395115"/>
    <w:rsid w:val="00397134"/>
    <w:rsid w:val="003973F6"/>
    <w:rsid w:val="003A019A"/>
    <w:rsid w:val="003A0AC9"/>
    <w:rsid w:val="003A572C"/>
    <w:rsid w:val="003A57D8"/>
    <w:rsid w:val="003A68F7"/>
    <w:rsid w:val="003A7310"/>
    <w:rsid w:val="003A7E92"/>
    <w:rsid w:val="003B2086"/>
    <w:rsid w:val="003B2350"/>
    <w:rsid w:val="003B4A01"/>
    <w:rsid w:val="003B5237"/>
    <w:rsid w:val="003B563B"/>
    <w:rsid w:val="003B56E3"/>
    <w:rsid w:val="003B7121"/>
    <w:rsid w:val="003B71D6"/>
    <w:rsid w:val="003B7363"/>
    <w:rsid w:val="003C0B0A"/>
    <w:rsid w:val="003C1669"/>
    <w:rsid w:val="003C1EEE"/>
    <w:rsid w:val="003C2A95"/>
    <w:rsid w:val="003C2BC5"/>
    <w:rsid w:val="003C2E3D"/>
    <w:rsid w:val="003C3A8E"/>
    <w:rsid w:val="003C4619"/>
    <w:rsid w:val="003D08EF"/>
    <w:rsid w:val="003D2CF8"/>
    <w:rsid w:val="003D2D1A"/>
    <w:rsid w:val="003D436A"/>
    <w:rsid w:val="003D5650"/>
    <w:rsid w:val="003D66C8"/>
    <w:rsid w:val="003D722F"/>
    <w:rsid w:val="003D7469"/>
    <w:rsid w:val="003E2C59"/>
    <w:rsid w:val="003E35C1"/>
    <w:rsid w:val="003E3CD1"/>
    <w:rsid w:val="003E62D0"/>
    <w:rsid w:val="003E6DB6"/>
    <w:rsid w:val="003E7A6C"/>
    <w:rsid w:val="003E7AB2"/>
    <w:rsid w:val="003E7CF1"/>
    <w:rsid w:val="003F049E"/>
    <w:rsid w:val="003F3766"/>
    <w:rsid w:val="003F4742"/>
    <w:rsid w:val="003F6343"/>
    <w:rsid w:val="003F6CAB"/>
    <w:rsid w:val="003F788A"/>
    <w:rsid w:val="003F7B7C"/>
    <w:rsid w:val="00403064"/>
    <w:rsid w:val="00403E62"/>
    <w:rsid w:val="004047A5"/>
    <w:rsid w:val="0041155C"/>
    <w:rsid w:val="004115CF"/>
    <w:rsid w:val="004117AC"/>
    <w:rsid w:val="0041265E"/>
    <w:rsid w:val="004137B4"/>
    <w:rsid w:val="00416B33"/>
    <w:rsid w:val="0041736F"/>
    <w:rsid w:val="00420948"/>
    <w:rsid w:val="00420C2B"/>
    <w:rsid w:val="00420D8B"/>
    <w:rsid w:val="00423BA2"/>
    <w:rsid w:val="004241B7"/>
    <w:rsid w:val="00424F35"/>
    <w:rsid w:val="0042647C"/>
    <w:rsid w:val="00426867"/>
    <w:rsid w:val="00427631"/>
    <w:rsid w:val="004306B3"/>
    <w:rsid w:val="00430C00"/>
    <w:rsid w:val="00432F51"/>
    <w:rsid w:val="00432F8B"/>
    <w:rsid w:val="00434CCB"/>
    <w:rsid w:val="00435FFB"/>
    <w:rsid w:val="004363F8"/>
    <w:rsid w:val="00441AFF"/>
    <w:rsid w:val="00443B9C"/>
    <w:rsid w:val="00445768"/>
    <w:rsid w:val="00445AD3"/>
    <w:rsid w:val="00451920"/>
    <w:rsid w:val="00452011"/>
    <w:rsid w:val="0045291C"/>
    <w:rsid w:val="004535B5"/>
    <w:rsid w:val="00453DFF"/>
    <w:rsid w:val="00453E55"/>
    <w:rsid w:val="00455D60"/>
    <w:rsid w:val="00455FFB"/>
    <w:rsid w:val="004560A0"/>
    <w:rsid w:val="00457B4D"/>
    <w:rsid w:val="0046105E"/>
    <w:rsid w:val="00461C69"/>
    <w:rsid w:val="00463CB9"/>
    <w:rsid w:val="00464F41"/>
    <w:rsid w:val="00466257"/>
    <w:rsid w:val="004701B1"/>
    <w:rsid w:val="00472CD1"/>
    <w:rsid w:val="004742A2"/>
    <w:rsid w:val="00474DD6"/>
    <w:rsid w:val="0047697E"/>
    <w:rsid w:val="00476EF7"/>
    <w:rsid w:val="004809BC"/>
    <w:rsid w:val="00480A1F"/>
    <w:rsid w:val="00481E8D"/>
    <w:rsid w:val="004831E8"/>
    <w:rsid w:val="00484027"/>
    <w:rsid w:val="0048440B"/>
    <w:rsid w:val="004849B6"/>
    <w:rsid w:val="00490F63"/>
    <w:rsid w:val="0049148C"/>
    <w:rsid w:val="004914DE"/>
    <w:rsid w:val="004929E5"/>
    <w:rsid w:val="00493649"/>
    <w:rsid w:val="00493D2C"/>
    <w:rsid w:val="004946F1"/>
    <w:rsid w:val="00494E26"/>
    <w:rsid w:val="00496DEA"/>
    <w:rsid w:val="00496DEE"/>
    <w:rsid w:val="004970A3"/>
    <w:rsid w:val="004A039F"/>
    <w:rsid w:val="004A0FDA"/>
    <w:rsid w:val="004A2536"/>
    <w:rsid w:val="004A2AE5"/>
    <w:rsid w:val="004A453E"/>
    <w:rsid w:val="004A464B"/>
    <w:rsid w:val="004A4D5B"/>
    <w:rsid w:val="004A5157"/>
    <w:rsid w:val="004A51A3"/>
    <w:rsid w:val="004B075E"/>
    <w:rsid w:val="004B07AF"/>
    <w:rsid w:val="004B5A01"/>
    <w:rsid w:val="004C0589"/>
    <w:rsid w:val="004C252C"/>
    <w:rsid w:val="004C32E6"/>
    <w:rsid w:val="004C341F"/>
    <w:rsid w:val="004C6059"/>
    <w:rsid w:val="004D04F0"/>
    <w:rsid w:val="004D0C05"/>
    <w:rsid w:val="004D2BC7"/>
    <w:rsid w:val="004D3F8C"/>
    <w:rsid w:val="004D3FC5"/>
    <w:rsid w:val="004D52FB"/>
    <w:rsid w:val="004D5726"/>
    <w:rsid w:val="004D737B"/>
    <w:rsid w:val="004E2926"/>
    <w:rsid w:val="004E29B6"/>
    <w:rsid w:val="004E2E13"/>
    <w:rsid w:val="004E3CF5"/>
    <w:rsid w:val="004E61A5"/>
    <w:rsid w:val="004E6849"/>
    <w:rsid w:val="004E6EC3"/>
    <w:rsid w:val="004E728B"/>
    <w:rsid w:val="004E7566"/>
    <w:rsid w:val="004F02EA"/>
    <w:rsid w:val="004F03AD"/>
    <w:rsid w:val="004F06DD"/>
    <w:rsid w:val="004F0A2D"/>
    <w:rsid w:val="004F1865"/>
    <w:rsid w:val="004F1BDE"/>
    <w:rsid w:val="004F1EB4"/>
    <w:rsid w:val="004F2F8E"/>
    <w:rsid w:val="004F3BF8"/>
    <w:rsid w:val="005003BF"/>
    <w:rsid w:val="00500686"/>
    <w:rsid w:val="00500BED"/>
    <w:rsid w:val="00501489"/>
    <w:rsid w:val="00502988"/>
    <w:rsid w:val="005034F8"/>
    <w:rsid w:val="0051133D"/>
    <w:rsid w:val="00512DC0"/>
    <w:rsid w:val="00513360"/>
    <w:rsid w:val="0051505E"/>
    <w:rsid w:val="0051786A"/>
    <w:rsid w:val="0052004E"/>
    <w:rsid w:val="005203C9"/>
    <w:rsid w:val="00521763"/>
    <w:rsid w:val="00522B8C"/>
    <w:rsid w:val="005236CC"/>
    <w:rsid w:val="00523B84"/>
    <w:rsid w:val="005243AB"/>
    <w:rsid w:val="005245D0"/>
    <w:rsid w:val="00524C0E"/>
    <w:rsid w:val="00525135"/>
    <w:rsid w:val="0052698B"/>
    <w:rsid w:val="00526E6E"/>
    <w:rsid w:val="00527051"/>
    <w:rsid w:val="00531E67"/>
    <w:rsid w:val="00534996"/>
    <w:rsid w:val="0053595D"/>
    <w:rsid w:val="005362B6"/>
    <w:rsid w:val="00536EB9"/>
    <w:rsid w:val="0053735A"/>
    <w:rsid w:val="00537E57"/>
    <w:rsid w:val="0054176F"/>
    <w:rsid w:val="00542378"/>
    <w:rsid w:val="00542701"/>
    <w:rsid w:val="00543721"/>
    <w:rsid w:val="00543B2C"/>
    <w:rsid w:val="00543E90"/>
    <w:rsid w:val="00544701"/>
    <w:rsid w:val="0054522B"/>
    <w:rsid w:val="005457DE"/>
    <w:rsid w:val="00545CF1"/>
    <w:rsid w:val="00546CC0"/>
    <w:rsid w:val="005526E7"/>
    <w:rsid w:val="005569EF"/>
    <w:rsid w:val="0056044B"/>
    <w:rsid w:val="00560737"/>
    <w:rsid w:val="00560EE6"/>
    <w:rsid w:val="00561846"/>
    <w:rsid w:val="00561A70"/>
    <w:rsid w:val="00561D78"/>
    <w:rsid w:val="0056372D"/>
    <w:rsid w:val="00563EA2"/>
    <w:rsid w:val="0056417F"/>
    <w:rsid w:val="00564B6F"/>
    <w:rsid w:val="00564DDE"/>
    <w:rsid w:val="005658DC"/>
    <w:rsid w:val="0056728A"/>
    <w:rsid w:val="005676BF"/>
    <w:rsid w:val="0056789E"/>
    <w:rsid w:val="005733C7"/>
    <w:rsid w:val="00573DE1"/>
    <w:rsid w:val="00574A19"/>
    <w:rsid w:val="005760B7"/>
    <w:rsid w:val="005762EA"/>
    <w:rsid w:val="00576946"/>
    <w:rsid w:val="005777DA"/>
    <w:rsid w:val="005779A5"/>
    <w:rsid w:val="00577A4A"/>
    <w:rsid w:val="00577C59"/>
    <w:rsid w:val="00581B2C"/>
    <w:rsid w:val="00581BD5"/>
    <w:rsid w:val="00581E50"/>
    <w:rsid w:val="005828EE"/>
    <w:rsid w:val="005842B3"/>
    <w:rsid w:val="00584AF5"/>
    <w:rsid w:val="00585607"/>
    <w:rsid w:val="005868F9"/>
    <w:rsid w:val="0058701C"/>
    <w:rsid w:val="00591B48"/>
    <w:rsid w:val="005935C6"/>
    <w:rsid w:val="0059406E"/>
    <w:rsid w:val="00594634"/>
    <w:rsid w:val="00595AD2"/>
    <w:rsid w:val="00596518"/>
    <w:rsid w:val="00596E10"/>
    <w:rsid w:val="005A0423"/>
    <w:rsid w:val="005A0444"/>
    <w:rsid w:val="005A0856"/>
    <w:rsid w:val="005A0A5E"/>
    <w:rsid w:val="005A1C33"/>
    <w:rsid w:val="005A3241"/>
    <w:rsid w:val="005A3EB2"/>
    <w:rsid w:val="005A4615"/>
    <w:rsid w:val="005A7503"/>
    <w:rsid w:val="005A7F06"/>
    <w:rsid w:val="005B07B1"/>
    <w:rsid w:val="005B07F5"/>
    <w:rsid w:val="005B2278"/>
    <w:rsid w:val="005B2BA1"/>
    <w:rsid w:val="005B2DE1"/>
    <w:rsid w:val="005B3C83"/>
    <w:rsid w:val="005B4BA1"/>
    <w:rsid w:val="005B579F"/>
    <w:rsid w:val="005B7B45"/>
    <w:rsid w:val="005B7ED6"/>
    <w:rsid w:val="005C35C1"/>
    <w:rsid w:val="005C4244"/>
    <w:rsid w:val="005C46F9"/>
    <w:rsid w:val="005C4AB8"/>
    <w:rsid w:val="005C4E6E"/>
    <w:rsid w:val="005C5141"/>
    <w:rsid w:val="005C6529"/>
    <w:rsid w:val="005D046D"/>
    <w:rsid w:val="005D16AE"/>
    <w:rsid w:val="005D1793"/>
    <w:rsid w:val="005D3D25"/>
    <w:rsid w:val="005D52A6"/>
    <w:rsid w:val="005D5A27"/>
    <w:rsid w:val="005D5A4C"/>
    <w:rsid w:val="005D6920"/>
    <w:rsid w:val="005E0D53"/>
    <w:rsid w:val="005E1E69"/>
    <w:rsid w:val="005E2031"/>
    <w:rsid w:val="005E2141"/>
    <w:rsid w:val="005E3327"/>
    <w:rsid w:val="005E362B"/>
    <w:rsid w:val="005E3A1D"/>
    <w:rsid w:val="005E481A"/>
    <w:rsid w:val="005E529A"/>
    <w:rsid w:val="005E55C2"/>
    <w:rsid w:val="005F088B"/>
    <w:rsid w:val="005F23AF"/>
    <w:rsid w:val="005F2685"/>
    <w:rsid w:val="005F34E6"/>
    <w:rsid w:val="005F350D"/>
    <w:rsid w:val="005F4740"/>
    <w:rsid w:val="005F4B6F"/>
    <w:rsid w:val="005F4D78"/>
    <w:rsid w:val="005F589A"/>
    <w:rsid w:val="005F6543"/>
    <w:rsid w:val="005F7027"/>
    <w:rsid w:val="005F74F9"/>
    <w:rsid w:val="00600B06"/>
    <w:rsid w:val="00600E2B"/>
    <w:rsid w:val="00601397"/>
    <w:rsid w:val="0060168A"/>
    <w:rsid w:val="00601A17"/>
    <w:rsid w:val="00601A31"/>
    <w:rsid w:val="00602A02"/>
    <w:rsid w:val="00603C1E"/>
    <w:rsid w:val="0060414B"/>
    <w:rsid w:val="006041DA"/>
    <w:rsid w:val="006045A9"/>
    <w:rsid w:val="00604664"/>
    <w:rsid w:val="00606835"/>
    <w:rsid w:val="00607BE6"/>
    <w:rsid w:val="006113DB"/>
    <w:rsid w:val="0061239D"/>
    <w:rsid w:val="00612EA2"/>
    <w:rsid w:val="006133BA"/>
    <w:rsid w:val="006148B4"/>
    <w:rsid w:val="0061553B"/>
    <w:rsid w:val="00616206"/>
    <w:rsid w:val="006178D7"/>
    <w:rsid w:val="00621C4B"/>
    <w:rsid w:val="00625033"/>
    <w:rsid w:val="006253B8"/>
    <w:rsid w:val="0062554D"/>
    <w:rsid w:val="00626407"/>
    <w:rsid w:val="006300A4"/>
    <w:rsid w:val="00630BE5"/>
    <w:rsid w:val="006316DB"/>
    <w:rsid w:val="006319B1"/>
    <w:rsid w:val="006328FE"/>
    <w:rsid w:val="00633CB0"/>
    <w:rsid w:val="00634BEC"/>
    <w:rsid w:val="00634C71"/>
    <w:rsid w:val="0063534B"/>
    <w:rsid w:val="006357F7"/>
    <w:rsid w:val="00635A3A"/>
    <w:rsid w:val="00635C2C"/>
    <w:rsid w:val="00636B8D"/>
    <w:rsid w:val="00636D27"/>
    <w:rsid w:val="00640D86"/>
    <w:rsid w:val="00641C7E"/>
    <w:rsid w:val="006424F8"/>
    <w:rsid w:val="00645866"/>
    <w:rsid w:val="00645E78"/>
    <w:rsid w:val="00646371"/>
    <w:rsid w:val="00647FE0"/>
    <w:rsid w:val="00650383"/>
    <w:rsid w:val="006505E0"/>
    <w:rsid w:val="0065139B"/>
    <w:rsid w:val="006534AD"/>
    <w:rsid w:val="006564B4"/>
    <w:rsid w:val="00656B40"/>
    <w:rsid w:val="00660CBC"/>
    <w:rsid w:val="00661E87"/>
    <w:rsid w:val="00664690"/>
    <w:rsid w:val="0066569D"/>
    <w:rsid w:val="00667AC8"/>
    <w:rsid w:val="00667CBF"/>
    <w:rsid w:val="00670F4C"/>
    <w:rsid w:val="00676544"/>
    <w:rsid w:val="00677233"/>
    <w:rsid w:val="00677504"/>
    <w:rsid w:val="00680015"/>
    <w:rsid w:val="00680EAD"/>
    <w:rsid w:val="00681C0A"/>
    <w:rsid w:val="00683B23"/>
    <w:rsid w:val="00684A02"/>
    <w:rsid w:val="00684D5F"/>
    <w:rsid w:val="00686F2A"/>
    <w:rsid w:val="00691986"/>
    <w:rsid w:val="00691AE9"/>
    <w:rsid w:val="00691F84"/>
    <w:rsid w:val="006939B1"/>
    <w:rsid w:val="0069464D"/>
    <w:rsid w:val="00696A1A"/>
    <w:rsid w:val="00697308"/>
    <w:rsid w:val="006976C7"/>
    <w:rsid w:val="006A08AF"/>
    <w:rsid w:val="006A146E"/>
    <w:rsid w:val="006A2159"/>
    <w:rsid w:val="006A5A87"/>
    <w:rsid w:val="006A6178"/>
    <w:rsid w:val="006A6C83"/>
    <w:rsid w:val="006A739F"/>
    <w:rsid w:val="006B1DD5"/>
    <w:rsid w:val="006B307C"/>
    <w:rsid w:val="006B36F8"/>
    <w:rsid w:val="006B4D62"/>
    <w:rsid w:val="006B534C"/>
    <w:rsid w:val="006B5E14"/>
    <w:rsid w:val="006B70CE"/>
    <w:rsid w:val="006B7A04"/>
    <w:rsid w:val="006C01C8"/>
    <w:rsid w:val="006C0300"/>
    <w:rsid w:val="006C2CB5"/>
    <w:rsid w:val="006C37DA"/>
    <w:rsid w:val="006C3DB3"/>
    <w:rsid w:val="006C4B60"/>
    <w:rsid w:val="006C5422"/>
    <w:rsid w:val="006C56F8"/>
    <w:rsid w:val="006D0510"/>
    <w:rsid w:val="006D2199"/>
    <w:rsid w:val="006D3379"/>
    <w:rsid w:val="006D39BC"/>
    <w:rsid w:val="006D4DCE"/>
    <w:rsid w:val="006D5BAA"/>
    <w:rsid w:val="006D600F"/>
    <w:rsid w:val="006D61B4"/>
    <w:rsid w:val="006D6D68"/>
    <w:rsid w:val="006D71A1"/>
    <w:rsid w:val="006D72DA"/>
    <w:rsid w:val="006D75A3"/>
    <w:rsid w:val="006D7CE6"/>
    <w:rsid w:val="006E4162"/>
    <w:rsid w:val="006E44E8"/>
    <w:rsid w:val="006E4851"/>
    <w:rsid w:val="006E4F5B"/>
    <w:rsid w:val="006E6A15"/>
    <w:rsid w:val="006E6D76"/>
    <w:rsid w:val="006F0BF0"/>
    <w:rsid w:val="006F10F4"/>
    <w:rsid w:val="006F2ADB"/>
    <w:rsid w:val="006F2F5F"/>
    <w:rsid w:val="006F37CB"/>
    <w:rsid w:val="006F5875"/>
    <w:rsid w:val="006F5F17"/>
    <w:rsid w:val="006F7D52"/>
    <w:rsid w:val="00700324"/>
    <w:rsid w:val="00700B28"/>
    <w:rsid w:val="00702035"/>
    <w:rsid w:val="0070340E"/>
    <w:rsid w:val="00703575"/>
    <w:rsid w:val="007051CC"/>
    <w:rsid w:val="00706486"/>
    <w:rsid w:val="00710B64"/>
    <w:rsid w:val="00712305"/>
    <w:rsid w:val="007127B6"/>
    <w:rsid w:val="00712A09"/>
    <w:rsid w:val="00713386"/>
    <w:rsid w:val="00715545"/>
    <w:rsid w:val="00715669"/>
    <w:rsid w:val="00715AC6"/>
    <w:rsid w:val="0071765B"/>
    <w:rsid w:val="00717676"/>
    <w:rsid w:val="00717A6F"/>
    <w:rsid w:val="0072144F"/>
    <w:rsid w:val="0072249C"/>
    <w:rsid w:val="00723DC1"/>
    <w:rsid w:val="00723EFC"/>
    <w:rsid w:val="0072447B"/>
    <w:rsid w:val="00725C69"/>
    <w:rsid w:val="00726D97"/>
    <w:rsid w:val="007319B8"/>
    <w:rsid w:val="007327D7"/>
    <w:rsid w:val="00732FFE"/>
    <w:rsid w:val="0073494A"/>
    <w:rsid w:val="00735686"/>
    <w:rsid w:val="007365EE"/>
    <w:rsid w:val="007371F1"/>
    <w:rsid w:val="0074029A"/>
    <w:rsid w:val="00741082"/>
    <w:rsid w:val="00741706"/>
    <w:rsid w:val="00741C99"/>
    <w:rsid w:val="00743DF0"/>
    <w:rsid w:val="007454BC"/>
    <w:rsid w:val="00746E3B"/>
    <w:rsid w:val="00750433"/>
    <w:rsid w:val="00750771"/>
    <w:rsid w:val="00751865"/>
    <w:rsid w:val="00751E5B"/>
    <w:rsid w:val="007526B9"/>
    <w:rsid w:val="007526FA"/>
    <w:rsid w:val="00753B26"/>
    <w:rsid w:val="00753D96"/>
    <w:rsid w:val="00755814"/>
    <w:rsid w:val="0076015D"/>
    <w:rsid w:val="007608D6"/>
    <w:rsid w:val="00760E18"/>
    <w:rsid w:val="00761848"/>
    <w:rsid w:val="007622F5"/>
    <w:rsid w:val="007652CF"/>
    <w:rsid w:val="007652E9"/>
    <w:rsid w:val="00765741"/>
    <w:rsid w:val="00771797"/>
    <w:rsid w:val="007734D1"/>
    <w:rsid w:val="00773AE1"/>
    <w:rsid w:val="007743EC"/>
    <w:rsid w:val="007762E4"/>
    <w:rsid w:val="007808CB"/>
    <w:rsid w:val="007828C0"/>
    <w:rsid w:val="00782D73"/>
    <w:rsid w:val="00782F78"/>
    <w:rsid w:val="007849BC"/>
    <w:rsid w:val="0078517D"/>
    <w:rsid w:val="00785FD2"/>
    <w:rsid w:val="00786B06"/>
    <w:rsid w:val="00791B05"/>
    <w:rsid w:val="00792F4D"/>
    <w:rsid w:val="00794975"/>
    <w:rsid w:val="00794F0C"/>
    <w:rsid w:val="00794F6B"/>
    <w:rsid w:val="00795691"/>
    <w:rsid w:val="00796EF7"/>
    <w:rsid w:val="00797309"/>
    <w:rsid w:val="00797D29"/>
    <w:rsid w:val="007A0852"/>
    <w:rsid w:val="007A0E6E"/>
    <w:rsid w:val="007A1166"/>
    <w:rsid w:val="007A30FD"/>
    <w:rsid w:val="007A3711"/>
    <w:rsid w:val="007A4366"/>
    <w:rsid w:val="007A46E3"/>
    <w:rsid w:val="007A4A00"/>
    <w:rsid w:val="007A54B0"/>
    <w:rsid w:val="007A7B31"/>
    <w:rsid w:val="007B02FB"/>
    <w:rsid w:val="007B0481"/>
    <w:rsid w:val="007B0801"/>
    <w:rsid w:val="007B23BE"/>
    <w:rsid w:val="007B28D7"/>
    <w:rsid w:val="007B2C0E"/>
    <w:rsid w:val="007B360B"/>
    <w:rsid w:val="007B5CF1"/>
    <w:rsid w:val="007B7726"/>
    <w:rsid w:val="007B7989"/>
    <w:rsid w:val="007B7A27"/>
    <w:rsid w:val="007C1763"/>
    <w:rsid w:val="007C1C8C"/>
    <w:rsid w:val="007C25F9"/>
    <w:rsid w:val="007C3541"/>
    <w:rsid w:val="007C364F"/>
    <w:rsid w:val="007C430D"/>
    <w:rsid w:val="007C54B0"/>
    <w:rsid w:val="007C5592"/>
    <w:rsid w:val="007C6072"/>
    <w:rsid w:val="007C63CD"/>
    <w:rsid w:val="007C6A8B"/>
    <w:rsid w:val="007C7C2B"/>
    <w:rsid w:val="007D1A00"/>
    <w:rsid w:val="007D2A94"/>
    <w:rsid w:val="007D2D5F"/>
    <w:rsid w:val="007D3841"/>
    <w:rsid w:val="007D50F0"/>
    <w:rsid w:val="007D5591"/>
    <w:rsid w:val="007D56A3"/>
    <w:rsid w:val="007D5C31"/>
    <w:rsid w:val="007D7B34"/>
    <w:rsid w:val="007E03D5"/>
    <w:rsid w:val="007E1070"/>
    <w:rsid w:val="007E14A0"/>
    <w:rsid w:val="007E1627"/>
    <w:rsid w:val="007E38D1"/>
    <w:rsid w:val="007E3956"/>
    <w:rsid w:val="007E52FD"/>
    <w:rsid w:val="007E575E"/>
    <w:rsid w:val="007E6EF2"/>
    <w:rsid w:val="007F0877"/>
    <w:rsid w:val="007F08D4"/>
    <w:rsid w:val="007F1A77"/>
    <w:rsid w:val="007F2AF8"/>
    <w:rsid w:val="007F2EF8"/>
    <w:rsid w:val="007F50C6"/>
    <w:rsid w:val="007F6BF0"/>
    <w:rsid w:val="007F7EDC"/>
    <w:rsid w:val="0080129B"/>
    <w:rsid w:val="008016E6"/>
    <w:rsid w:val="0080193A"/>
    <w:rsid w:val="00803161"/>
    <w:rsid w:val="0080548E"/>
    <w:rsid w:val="00807C1B"/>
    <w:rsid w:val="00813031"/>
    <w:rsid w:val="00814662"/>
    <w:rsid w:val="00815AB6"/>
    <w:rsid w:val="008163C5"/>
    <w:rsid w:val="00816689"/>
    <w:rsid w:val="00817918"/>
    <w:rsid w:val="00817EFC"/>
    <w:rsid w:val="008203BD"/>
    <w:rsid w:val="008208EC"/>
    <w:rsid w:val="00820FFC"/>
    <w:rsid w:val="00821559"/>
    <w:rsid w:val="008217A1"/>
    <w:rsid w:val="00822B82"/>
    <w:rsid w:val="008278AB"/>
    <w:rsid w:val="00830CF0"/>
    <w:rsid w:val="00830F00"/>
    <w:rsid w:val="00830F07"/>
    <w:rsid w:val="0083103B"/>
    <w:rsid w:val="00831902"/>
    <w:rsid w:val="008320D0"/>
    <w:rsid w:val="00837039"/>
    <w:rsid w:val="00842826"/>
    <w:rsid w:val="0084420E"/>
    <w:rsid w:val="008444B2"/>
    <w:rsid w:val="00846381"/>
    <w:rsid w:val="00846D35"/>
    <w:rsid w:val="008475B4"/>
    <w:rsid w:val="008475E1"/>
    <w:rsid w:val="00847E98"/>
    <w:rsid w:val="0085043B"/>
    <w:rsid w:val="00854924"/>
    <w:rsid w:val="00855C5A"/>
    <w:rsid w:val="008564ED"/>
    <w:rsid w:val="00857D91"/>
    <w:rsid w:val="008601E6"/>
    <w:rsid w:val="00860662"/>
    <w:rsid w:val="00860757"/>
    <w:rsid w:val="008614EB"/>
    <w:rsid w:val="00861BA1"/>
    <w:rsid w:val="008635AD"/>
    <w:rsid w:val="008635C5"/>
    <w:rsid w:val="00863B31"/>
    <w:rsid w:val="00865C9D"/>
    <w:rsid w:val="00870F1C"/>
    <w:rsid w:val="00871076"/>
    <w:rsid w:val="00871E89"/>
    <w:rsid w:val="00871F92"/>
    <w:rsid w:val="00872B2D"/>
    <w:rsid w:val="00872E57"/>
    <w:rsid w:val="00875DCB"/>
    <w:rsid w:val="00876E05"/>
    <w:rsid w:val="00880D7B"/>
    <w:rsid w:val="00881963"/>
    <w:rsid w:val="00884042"/>
    <w:rsid w:val="00884C60"/>
    <w:rsid w:val="00885068"/>
    <w:rsid w:val="00885DD1"/>
    <w:rsid w:val="008869A5"/>
    <w:rsid w:val="0088741A"/>
    <w:rsid w:val="0088767C"/>
    <w:rsid w:val="0089059A"/>
    <w:rsid w:val="00890778"/>
    <w:rsid w:val="0089254F"/>
    <w:rsid w:val="0089308F"/>
    <w:rsid w:val="008931E3"/>
    <w:rsid w:val="00894309"/>
    <w:rsid w:val="0089473A"/>
    <w:rsid w:val="008948E0"/>
    <w:rsid w:val="00895486"/>
    <w:rsid w:val="008961D7"/>
    <w:rsid w:val="00896B0E"/>
    <w:rsid w:val="00897170"/>
    <w:rsid w:val="008971FB"/>
    <w:rsid w:val="008A06DF"/>
    <w:rsid w:val="008A08F5"/>
    <w:rsid w:val="008A157E"/>
    <w:rsid w:val="008A15FC"/>
    <w:rsid w:val="008A182D"/>
    <w:rsid w:val="008A1C2D"/>
    <w:rsid w:val="008A1DA7"/>
    <w:rsid w:val="008A23B5"/>
    <w:rsid w:val="008A3CAE"/>
    <w:rsid w:val="008A6CCA"/>
    <w:rsid w:val="008B19BF"/>
    <w:rsid w:val="008B1CC4"/>
    <w:rsid w:val="008B5419"/>
    <w:rsid w:val="008B5DD2"/>
    <w:rsid w:val="008B796B"/>
    <w:rsid w:val="008C10E2"/>
    <w:rsid w:val="008C11E1"/>
    <w:rsid w:val="008C29FF"/>
    <w:rsid w:val="008C6C86"/>
    <w:rsid w:val="008C77D9"/>
    <w:rsid w:val="008D1007"/>
    <w:rsid w:val="008D16B9"/>
    <w:rsid w:val="008D2B76"/>
    <w:rsid w:val="008D4561"/>
    <w:rsid w:val="008D45FF"/>
    <w:rsid w:val="008D5197"/>
    <w:rsid w:val="008D6283"/>
    <w:rsid w:val="008D66A7"/>
    <w:rsid w:val="008D76E4"/>
    <w:rsid w:val="008E0A86"/>
    <w:rsid w:val="008E0E74"/>
    <w:rsid w:val="008E2102"/>
    <w:rsid w:val="008E2F62"/>
    <w:rsid w:val="008E3A3C"/>
    <w:rsid w:val="008E4202"/>
    <w:rsid w:val="008E7999"/>
    <w:rsid w:val="008E7A05"/>
    <w:rsid w:val="008F12DB"/>
    <w:rsid w:val="008F2467"/>
    <w:rsid w:val="008F3FBE"/>
    <w:rsid w:val="008F44E0"/>
    <w:rsid w:val="008F7DC1"/>
    <w:rsid w:val="00900248"/>
    <w:rsid w:val="00902814"/>
    <w:rsid w:val="0090351C"/>
    <w:rsid w:val="00903652"/>
    <w:rsid w:val="00906070"/>
    <w:rsid w:val="00906785"/>
    <w:rsid w:val="00906B9D"/>
    <w:rsid w:val="00907366"/>
    <w:rsid w:val="00907527"/>
    <w:rsid w:val="00910B18"/>
    <w:rsid w:val="009129EE"/>
    <w:rsid w:val="00912A1E"/>
    <w:rsid w:val="009138DC"/>
    <w:rsid w:val="00913AE6"/>
    <w:rsid w:val="009146AB"/>
    <w:rsid w:val="00914EFA"/>
    <w:rsid w:val="00915343"/>
    <w:rsid w:val="00915770"/>
    <w:rsid w:val="00916374"/>
    <w:rsid w:val="00916765"/>
    <w:rsid w:val="00916785"/>
    <w:rsid w:val="00916FEA"/>
    <w:rsid w:val="00917EC9"/>
    <w:rsid w:val="0092016D"/>
    <w:rsid w:val="009214EF"/>
    <w:rsid w:val="009222D7"/>
    <w:rsid w:val="00923F64"/>
    <w:rsid w:val="0092481E"/>
    <w:rsid w:val="00924898"/>
    <w:rsid w:val="00924E6A"/>
    <w:rsid w:val="00926AFD"/>
    <w:rsid w:val="00930B09"/>
    <w:rsid w:val="0093110E"/>
    <w:rsid w:val="00932231"/>
    <w:rsid w:val="00932C13"/>
    <w:rsid w:val="00932D27"/>
    <w:rsid w:val="00933AB5"/>
    <w:rsid w:val="00934D89"/>
    <w:rsid w:val="00934F58"/>
    <w:rsid w:val="0093557A"/>
    <w:rsid w:val="009402C0"/>
    <w:rsid w:val="00941602"/>
    <w:rsid w:val="00941BA3"/>
    <w:rsid w:val="00942043"/>
    <w:rsid w:val="00942E8B"/>
    <w:rsid w:val="00942FB7"/>
    <w:rsid w:val="00944A9C"/>
    <w:rsid w:val="00950381"/>
    <w:rsid w:val="00950B3B"/>
    <w:rsid w:val="009516DB"/>
    <w:rsid w:val="00951C36"/>
    <w:rsid w:val="00954F08"/>
    <w:rsid w:val="009564DE"/>
    <w:rsid w:val="00956CDF"/>
    <w:rsid w:val="00957983"/>
    <w:rsid w:val="00960255"/>
    <w:rsid w:val="009603E4"/>
    <w:rsid w:val="00961473"/>
    <w:rsid w:val="00963331"/>
    <w:rsid w:val="0096524F"/>
    <w:rsid w:val="00966448"/>
    <w:rsid w:val="009665C9"/>
    <w:rsid w:val="00966AD9"/>
    <w:rsid w:val="0097046D"/>
    <w:rsid w:val="009714C0"/>
    <w:rsid w:val="009726C5"/>
    <w:rsid w:val="009749A8"/>
    <w:rsid w:val="009804B7"/>
    <w:rsid w:val="00980E04"/>
    <w:rsid w:val="00980FB4"/>
    <w:rsid w:val="0098144C"/>
    <w:rsid w:val="009819F6"/>
    <w:rsid w:val="0098237C"/>
    <w:rsid w:val="00982C46"/>
    <w:rsid w:val="00983821"/>
    <w:rsid w:val="009848D2"/>
    <w:rsid w:val="0098498C"/>
    <w:rsid w:val="00986B40"/>
    <w:rsid w:val="009878A3"/>
    <w:rsid w:val="00990366"/>
    <w:rsid w:val="0099046E"/>
    <w:rsid w:val="009916E9"/>
    <w:rsid w:val="0099253D"/>
    <w:rsid w:val="009A0157"/>
    <w:rsid w:val="009A1311"/>
    <w:rsid w:val="009A2CE1"/>
    <w:rsid w:val="009A396F"/>
    <w:rsid w:val="009A3AF1"/>
    <w:rsid w:val="009A40B0"/>
    <w:rsid w:val="009A6E87"/>
    <w:rsid w:val="009A72A5"/>
    <w:rsid w:val="009A7FED"/>
    <w:rsid w:val="009B00D9"/>
    <w:rsid w:val="009B1163"/>
    <w:rsid w:val="009B1661"/>
    <w:rsid w:val="009B3D4D"/>
    <w:rsid w:val="009B524B"/>
    <w:rsid w:val="009B5AEC"/>
    <w:rsid w:val="009B7C2B"/>
    <w:rsid w:val="009C05E8"/>
    <w:rsid w:val="009C0768"/>
    <w:rsid w:val="009C0D2B"/>
    <w:rsid w:val="009C195E"/>
    <w:rsid w:val="009C1D6B"/>
    <w:rsid w:val="009C28CC"/>
    <w:rsid w:val="009C496A"/>
    <w:rsid w:val="009C4FF0"/>
    <w:rsid w:val="009C510D"/>
    <w:rsid w:val="009C5C62"/>
    <w:rsid w:val="009C7B47"/>
    <w:rsid w:val="009D0CE7"/>
    <w:rsid w:val="009D14B0"/>
    <w:rsid w:val="009D3795"/>
    <w:rsid w:val="009D3C09"/>
    <w:rsid w:val="009D44A8"/>
    <w:rsid w:val="009D4C1F"/>
    <w:rsid w:val="009D6B52"/>
    <w:rsid w:val="009D6B98"/>
    <w:rsid w:val="009D6F35"/>
    <w:rsid w:val="009D79A5"/>
    <w:rsid w:val="009E0236"/>
    <w:rsid w:val="009E064A"/>
    <w:rsid w:val="009E1509"/>
    <w:rsid w:val="009E40C6"/>
    <w:rsid w:val="009E4161"/>
    <w:rsid w:val="009E47C1"/>
    <w:rsid w:val="009E4CA6"/>
    <w:rsid w:val="009E5381"/>
    <w:rsid w:val="009E58E5"/>
    <w:rsid w:val="009E5B4D"/>
    <w:rsid w:val="009F1276"/>
    <w:rsid w:val="009F288A"/>
    <w:rsid w:val="009F5095"/>
    <w:rsid w:val="009F5192"/>
    <w:rsid w:val="009F615C"/>
    <w:rsid w:val="009F76DD"/>
    <w:rsid w:val="00A0170B"/>
    <w:rsid w:val="00A042B6"/>
    <w:rsid w:val="00A04E97"/>
    <w:rsid w:val="00A0542C"/>
    <w:rsid w:val="00A07B45"/>
    <w:rsid w:val="00A119D0"/>
    <w:rsid w:val="00A132DC"/>
    <w:rsid w:val="00A1346E"/>
    <w:rsid w:val="00A13916"/>
    <w:rsid w:val="00A14103"/>
    <w:rsid w:val="00A15506"/>
    <w:rsid w:val="00A15CCF"/>
    <w:rsid w:val="00A168D8"/>
    <w:rsid w:val="00A17489"/>
    <w:rsid w:val="00A20158"/>
    <w:rsid w:val="00A2053E"/>
    <w:rsid w:val="00A2127B"/>
    <w:rsid w:val="00A23B76"/>
    <w:rsid w:val="00A23CE9"/>
    <w:rsid w:val="00A23E39"/>
    <w:rsid w:val="00A24E4D"/>
    <w:rsid w:val="00A25A00"/>
    <w:rsid w:val="00A2643D"/>
    <w:rsid w:val="00A266DE"/>
    <w:rsid w:val="00A26EA3"/>
    <w:rsid w:val="00A270B3"/>
    <w:rsid w:val="00A272F0"/>
    <w:rsid w:val="00A278FE"/>
    <w:rsid w:val="00A3113F"/>
    <w:rsid w:val="00A32736"/>
    <w:rsid w:val="00A32FD8"/>
    <w:rsid w:val="00A332E5"/>
    <w:rsid w:val="00A3333B"/>
    <w:rsid w:val="00A3355F"/>
    <w:rsid w:val="00A3365C"/>
    <w:rsid w:val="00A3385D"/>
    <w:rsid w:val="00A33E33"/>
    <w:rsid w:val="00A3540D"/>
    <w:rsid w:val="00A36E0E"/>
    <w:rsid w:val="00A3731A"/>
    <w:rsid w:val="00A411E9"/>
    <w:rsid w:val="00A4208E"/>
    <w:rsid w:val="00A44034"/>
    <w:rsid w:val="00A44129"/>
    <w:rsid w:val="00A46087"/>
    <w:rsid w:val="00A46784"/>
    <w:rsid w:val="00A472EB"/>
    <w:rsid w:val="00A4762A"/>
    <w:rsid w:val="00A47710"/>
    <w:rsid w:val="00A50530"/>
    <w:rsid w:val="00A50EA5"/>
    <w:rsid w:val="00A520F7"/>
    <w:rsid w:val="00A52A48"/>
    <w:rsid w:val="00A52B2B"/>
    <w:rsid w:val="00A52D16"/>
    <w:rsid w:val="00A53C72"/>
    <w:rsid w:val="00A54569"/>
    <w:rsid w:val="00A57003"/>
    <w:rsid w:val="00A57AA3"/>
    <w:rsid w:val="00A6039E"/>
    <w:rsid w:val="00A60A4D"/>
    <w:rsid w:val="00A61480"/>
    <w:rsid w:val="00A61F6B"/>
    <w:rsid w:val="00A623EF"/>
    <w:rsid w:val="00A63B8E"/>
    <w:rsid w:val="00A64730"/>
    <w:rsid w:val="00A650FE"/>
    <w:rsid w:val="00A652E4"/>
    <w:rsid w:val="00A71EB4"/>
    <w:rsid w:val="00A7240D"/>
    <w:rsid w:val="00A72870"/>
    <w:rsid w:val="00A73A3B"/>
    <w:rsid w:val="00A73E25"/>
    <w:rsid w:val="00A745AE"/>
    <w:rsid w:val="00A74DB0"/>
    <w:rsid w:val="00A759C0"/>
    <w:rsid w:val="00A777A9"/>
    <w:rsid w:val="00A77F58"/>
    <w:rsid w:val="00A81F46"/>
    <w:rsid w:val="00A820D0"/>
    <w:rsid w:val="00A83665"/>
    <w:rsid w:val="00A83CCC"/>
    <w:rsid w:val="00A842C8"/>
    <w:rsid w:val="00A86BE2"/>
    <w:rsid w:val="00A90BAA"/>
    <w:rsid w:val="00A90F39"/>
    <w:rsid w:val="00A910A0"/>
    <w:rsid w:val="00A910DE"/>
    <w:rsid w:val="00A92199"/>
    <w:rsid w:val="00A96147"/>
    <w:rsid w:val="00A96C67"/>
    <w:rsid w:val="00AA1DFA"/>
    <w:rsid w:val="00AA217D"/>
    <w:rsid w:val="00AA35B5"/>
    <w:rsid w:val="00AA404C"/>
    <w:rsid w:val="00AA4C37"/>
    <w:rsid w:val="00AA55AA"/>
    <w:rsid w:val="00AA6346"/>
    <w:rsid w:val="00AA75FF"/>
    <w:rsid w:val="00AB1635"/>
    <w:rsid w:val="00AB1E4A"/>
    <w:rsid w:val="00AB3060"/>
    <w:rsid w:val="00AB5234"/>
    <w:rsid w:val="00AB52B4"/>
    <w:rsid w:val="00AB52B7"/>
    <w:rsid w:val="00AB5462"/>
    <w:rsid w:val="00AB5526"/>
    <w:rsid w:val="00AB5A73"/>
    <w:rsid w:val="00AB6277"/>
    <w:rsid w:val="00AB7CD5"/>
    <w:rsid w:val="00AC0023"/>
    <w:rsid w:val="00AC01B3"/>
    <w:rsid w:val="00AC025D"/>
    <w:rsid w:val="00AC3EF1"/>
    <w:rsid w:val="00AC4C3C"/>
    <w:rsid w:val="00AC68AD"/>
    <w:rsid w:val="00AC7899"/>
    <w:rsid w:val="00AD0B25"/>
    <w:rsid w:val="00AD0E07"/>
    <w:rsid w:val="00AD1C01"/>
    <w:rsid w:val="00AD3F64"/>
    <w:rsid w:val="00AD4529"/>
    <w:rsid w:val="00AD6196"/>
    <w:rsid w:val="00AD7F87"/>
    <w:rsid w:val="00AE15E8"/>
    <w:rsid w:val="00AE1B20"/>
    <w:rsid w:val="00AE33D9"/>
    <w:rsid w:val="00AE3C34"/>
    <w:rsid w:val="00AE519C"/>
    <w:rsid w:val="00AE6F1E"/>
    <w:rsid w:val="00AF0B58"/>
    <w:rsid w:val="00AF1F31"/>
    <w:rsid w:val="00AF2A46"/>
    <w:rsid w:val="00AF4233"/>
    <w:rsid w:val="00AF5436"/>
    <w:rsid w:val="00AF7556"/>
    <w:rsid w:val="00B009C4"/>
    <w:rsid w:val="00B00C61"/>
    <w:rsid w:val="00B015BA"/>
    <w:rsid w:val="00B03903"/>
    <w:rsid w:val="00B0498B"/>
    <w:rsid w:val="00B07798"/>
    <w:rsid w:val="00B10047"/>
    <w:rsid w:val="00B10521"/>
    <w:rsid w:val="00B1106F"/>
    <w:rsid w:val="00B137C3"/>
    <w:rsid w:val="00B13A87"/>
    <w:rsid w:val="00B16509"/>
    <w:rsid w:val="00B17168"/>
    <w:rsid w:val="00B17B45"/>
    <w:rsid w:val="00B20278"/>
    <w:rsid w:val="00B222EF"/>
    <w:rsid w:val="00B22317"/>
    <w:rsid w:val="00B24348"/>
    <w:rsid w:val="00B246A0"/>
    <w:rsid w:val="00B2506E"/>
    <w:rsid w:val="00B268BF"/>
    <w:rsid w:val="00B3040E"/>
    <w:rsid w:val="00B3276A"/>
    <w:rsid w:val="00B333BC"/>
    <w:rsid w:val="00B3365F"/>
    <w:rsid w:val="00B34FCB"/>
    <w:rsid w:val="00B37B2C"/>
    <w:rsid w:val="00B403D4"/>
    <w:rsid w:val="00B40791"/>
    <w:rsid w:val="00B42D8B"/>
    <w:rsid w:val="00B44277"/>
    <w:rsid w:val="00B46611"/>
    <w:rsid w:val="00B46A5C"/>
    <w:rsid w:val="00B50413"/>
    <w:rsid w:val="00B510C9"/>
    <w:rsid w:val="00B52AC3"/>
    <w:rsid w:val="00B54BDD"/>
    <w:rsid w:val="00B57155"/>
    <w:rsid w:val="00B57716"/>
    <w:rsid w:val="00B57E63"/>
    <w:rsid w:val="00B6044D"/>
    <w:rsid w:val="00B61401"/>
    <w:rsid w:val="00B62A61"/>
    <w:rsid w:val="00B62AF2"/>
    <w:rsid w:val="00B630FE"/>
    <w:rsid w:val="00B63F85"/>
    <w:rsid w:val="00B65C47"/>
    <w:rsid w:val="00B67A72"/>
    <w:rsid w:val="00B705CB"/>
    <w:rsid w:val="00B70D17"/>
    <w:rsid w:val="00B71842"/>
    <w:rsid w:val="00B71E99"/>
    <w:rsid w:val="00B76241"/>
    <w:rsid w:val="00B76389"/>
    <w:rsid w:val="00B7687D"/>
    <w:rsid w:val="00B80369"/>
    <w:rsid w:val="00B806A1"/>
    <w:rsid w:val="00B8119E"/>
    <w:rsid w:val="00B811C5"/>
    <w:rsid w:val="00B81819"/>
    <w:rsid w:val="00B83473"/>
    <w:rsid w:val="00B86668"/>
    <w:rsid w:val="00B8768B"/>
    <w:rsid w:val="00B87D3F"/>
    <w:rsid w:val="00B902C1"/>
    <w:rsid w:val="00B909C6"/>
    <w:rsid w:val="00B912D6"/>
    <w:rsid w:val="00B9157A"/>
    <w:rsid w:val="00B91E8F"/>
    <w:rsid w:val="00B92DA0"/>
    <w:rsid w:val="00B93FF3"/>
    <w:rsid w:val="00B94C0A"/>
    <w:rsid w:val="00B94DCB"/>
    <w:rsid w:val="00B94F82"/>
    <w:rsid w:val="00B951C9"/>
    <w:rsid w:val="00B951F8"/>
    <w:rsid w:val="00B95516"/>
    <w:rsid w:val="00B958FF"/>
    <w:rsid w:val="00BA0ADC"/>
    <w:rsid w:val="00BA0F1D"/>
    <w:rsid w:val="00BA10FA"/>
    <w:rsid w:val="00BA208A"/>
    <w:rsid w:val="00BA244D"/>
    <w:rsid w:val="00BA40C7"/>
    <w:rsid w:val="00BA43F7"/>
    <w:rsid w:val="00BA45AF"/>
    <w:rsid w:val="00BA45E5"/>
    <w:rsid w:val="00BA4F89"/>
    <w:rsid w:val="00BA4FB4"/>
    <w:rsid w:val="00BA502C"/>
    <w:rsid w:val="00BA6E22"/>
    <w:rsid w:val="00BA72E9"/>
    <w:rsid w:val="00BB0B37"/>
    <w:rsid w:val="00BB0DAA"/>
    <w:rsid w:val="00BB1E29"/>
    <w:rsid w:val="00BB50ED"/>
    <w:rsid w:val="00BB5D36"/>
    <w:rsid w:val="00BB5E0A"/>
    <w:rsid w:val="00BB7123"/>
    <w:rsid w:val="00BC2C0E"/>
    <w:rsid w:val="00BC39CC"/>
    <w:rsid w:val="00BC45E6"/>
    <w:rsid w:val="00BC5C26"/>
    <w:rsid w:val="00BC5F40"/>
    <w:rsid w:val="00BC6055"/>
    <w:rsid w:val="00BC7E58"/>
    <w:rsid w:val="00BD0030"/>
    <w:rsid w:val="00BD0071"/>
    <w:rsid w:val="00BD0366"/>
    <w:rsid w:val="00BD08F3"/>
    <w:rsid w:val="00BD0A05"/>
    <w:rsid w:val="00BD1588"/>
    <w:rsid w:val="00BD2EAE"/>
    <w:rsid w:val="00BD351F"/>
    <w:rsid w:val="00BD373C"/>
    <w:rsid w:val="00BD56A9"/>
    <w:rsid w:val="00BD5722"/>
    <w:rsid w:val="00BD612A"/>
    <w:rsid w:val="00BD714F"/>
    <w:rsid w:val="00BD7728"/>
    <w:rsid w:val="00BE40FC"/>
    <w:rsid w:val="00BE4542"/>
    <w:rsid w:val="00BE5C33"/>
    <w:rsid w:val="00BE774C"/>
    <w:rsid w:val="00BF4109"/>
    <w:rsid w:val="00C00071"/>
    <w:rsid w:val="00C012CE"/>
    <w:rsid w:val="00C03D66"/>
    <w:rsid w:val="00C046A0"/>
    <w:rsid w:val="00C04DFF"/>
    <w:rsid w:val="00C0622C"/>
    <w:rsid w:val="00C06E8C"/>
    <w:rsid w:val="00C07B13"/>
    <w:rsid w:val="00C107A3"/>
    <w:rsid w:val="00C10829"/>
    <w:rsid w:val="00C12790"/>
    <w:rsid w:val="00C138F4"/>
    <w:rsid w:val="00C13E8E"/>
    <w:rsid w:val="00C160CD"/>
    <w:rsid w:val="00C1704B"/>
    <w:rsid w:val="00C17C07"/>
    <w:rsid w:val="00C217E6"/>
    <w:rsid w:val="00C22565"/>
    <w:rsid w:val="00C23DBD"/>
    <w:rsid w:val="00C25C68"/>
    <w:rsid w:val="00C260A4"/>
    <w:rsid w:val="00C261B6"/>
    <w:rsid w:val="00C2634C"/>
    <w:rsid w:val="00C30184"/>
    <w:rsid w:val="00C30392"/>
    <w:rsid w:val="00C30405"/>
    <w:rsid w:val="00C31084"/>
    <w:rsid w:val="00C312D3"/>
    <w:rsid w:val="00C32EAB"/>
    <w:rsid w:val="00C34260"/>
    <w:rsid w:val="00C34AC2"/>
    <w:rsid w:val="00C34CC8"/>
    <w:rsid w:val="00C35455"/>
    <w:rsid w:val="00C35E0D"/>
    <w:rsid w:val="00C363AC"/>
    <w:rsid w:val="00C36A73"/>
    <w:rsid w:val="00C40435"/>
    <w:rsid w:val="00C4105D"/>
    <w:rsid w:val="00C42064"/>
    <w:rsid w:val="00C43623"/>
    <w:rsid w:val="00C4370A"/>
    <w:rsid w:val="00C43938"/>
    <w:rsid w:val="00C44851"/>
    <w:rsid w:val="00C45AB7"/>
    <w:rsid w:val="00C45D31"/>
    <w:rsid w:val="00C46FC4"/>
    <w:rsid w:val="00C50892"/>
    <w:rsid w:val="00C51860"/>
    <w:rsid w:val="00C51DAF"/>
    <w:rsid w:val="00C5208C"/>
    <w:rsid w:val="00C52B4C"/>
    <w:rsid w:val="00C53C02"/>
    <w:rsid w:val="00C53E6B"/>
    <w:rsid w:val="00C57390"/>
    <w:rsid w:val="00C575DE"/>
    <w:rsid w:val="00C57675"/>
    <w:rsid w:val="00C60358"/>
    <w:rsid w:val="00C61F22"/>
    <w:rsid w:val="00C62CEB"/>
    <w:rsid w:val="00C62FD2"/>
    <w:rsid w:val="00C6466C"/>
    <w:rsid w:val="00C647F6"/>
    <w:rsid w:val="00C64948"/>
    <w:rsid w:val="00C6759B"/>
    <w:rsid w:val="00C67CF8"/>
    <w:rsid w:val="00C7001B"/>
    <w:rsid w:val="00C70927"/>
    <w:rsid w:val="00C743A5"/>
    <w:rsid w:val="00C746CC"/>
    <w:rsid w:val="00C75593"/>
    <w:rsid w:val="00C76026"/>
    <w:rsid w:val="00C76085"/>
    <w:rsid w:val="00C7658B"/>
    <w:rsid w:val="00C7752B"/>
    <w:rsid w:val="00C77F1A"/>
    <w:rsid w:val="00C77F9F"/>
    <w:rsid w:val="00C81D46"/>
    <w:rsid w:val="00C82B93"/>
    <w:rsid w:val="00C83BDC"/>
    <w:rsid w:val="00C83C8A"/>
    <w:rsid w:val="00C84482"/>
    <w:rsid w:val="00C857AA"/>
    <w:rsid w:val="00C87364"/>
    <w:rsid w:val="00C91CE0"/>
    <w:rsid w:val="00C91DF8"/>
    <w:rsid w:val="00C942F2"/>
    <w:rsid w:val="00C94CD7"/>
    <w:rsid w:val="00C95653"/>
    <w:rsid w:val="00C97D05"/>
    <w:rsid w:val="00CA04C3"/>
    <w:rsid w:val="00CA3E53"/>
    <w:rsid w:val="00CA46FC"/>
    <w:rsid w:val="00CA5EFC"/>
    <w:rsid w:val="00CA6FC1"/>
    <w:rsid w:val="00CB208A"/>
    <w:rsid w:val="00CB3F56"/>
    <w:rsid w:val="00CB40BA"/>
    <w:rsid w:val="00CB40C0"/>
    <w:rsid w:val="00CB46BE"/>
    <w:rsid w:val="00CB4B63"/>
    <w:rsid w:val="00CB7B8E"/>
    <w:rsid w:val="00CB7CDE"/>
    <w:rsid w:val="00CC0704"/>
    <w:rsid w:val="00CC08E7"/>
    <w:rsid w:val="00CC11E9"/>
    <w:rsid w:val="00CC638C"/>
    <w:rsid w:val="00CC7964"/>
    <w:rsid w:val="00CD0C53"/>
    <w:rsid w:val="00CD0DC8"/>
    <w:rsid w:val="00CD114D"/>
    <w:rsid w:val="00CD1F1B"/>
    <w:rsid w:val="00CD2B69"/>
    <w:rsid w:val="00CD2CA1"/>
    <w:rsid w:val="00CD6498"/>
    <w:rsid w:val="00CD69E1"/>
    <w:rsid w:val="00CE0850"/>
    <w:rsid w:val="00CE26FE"/>
    <w:rsid w:val="00CE2F5B"/>
    <w:rsid w:val="00CE338C"/>
    <w:rsid w:val="00CE47F6"/>
    <w:rsid w:val="00CE6AC6"/>
    <w:rsid w:val="00CE77B7"/>
    <w:rsid w:val="00CE79D8"/>
    <w:rsid w:val="00CE7B4F"/>
    <w:rsid w:val="00CE7C88"/>
    <w:rsid w:val="00CF04B4"/>
    <w:rsid w:val="00CF08F1"/>
    <w:rsid w:val="00CF0C89"/>
    <w:rsid w:val="00CF2382"/>
    <w:rsid w:val="00CF3711"/>
    <w:rsid w:val="00CF6FE8"/>
    <w:rsid w:val="00D004CA"/>
    <w:rsid w:val="00D00BEE"/>
    <w:rsid w:val="00D0130C"/>
    <w:rsid w:val="00D01675"/>
    <w:rsid w:val="00D01717"/>
    <w:rsid w:val="00D03106"/>
    <w:rsid w:val="00D0411C"/>
    <w:rsid w:val="00D04324"/>
    <w:rsid w:val="00D07054"/>
    <w:rsid w:val="00D077BE"/>
    <w:rsid w:val="00D104EF"/>
    <w:rsid w:val="00D1273D"/>
    <w:rsid w:val="00D12D35"/>
    <w:rsid w:val="00D13B9F"/>
    <w:rsid w:val="00D13E89"/>
    <w:rsid w:val="00D15AA0"/>
    <w:rsid w:val="00D2006E"/>
    <w:rsid w:val="00D31350"/>
    <w:rsid w:val="00D31846"/>
    <w:rsid w:val="00D33991"/>
    <w:rsid w:val="00D40C02"/>
    <w:rsid w:val="00D41A29"/>
    <w:rsid w:val="00D43D72"/>
    <w:rsid w:val="00D43E87"/>
    <w:rsid w:val="00D4432C"/>
    <w:rsid w:val="00D44CAD"/>
    <w:rsid w:val="00D44E4E"/>
    <w:rsid w:val="00D46F5A"/>
    <w:rsid w:val="00D476B4"/>
    <w:rsid w:val="00D510F2"/>
    <w:rsid w:val="00D5121A"/>
    <w:rsid w:val="00D51A4A"/>
    <w:rsid w:val="00D5451F"/>
    <w:rsid w:val="00D5619E"/>
    <w:rsid w:val="00D569C3"/>
    <w:rsid w:val="00D56E41"/>
    <w:rsid w:val="00D627F4"/>
    <w:rsid w:val="00D62BDC"/>
    <w:rsid w:val="00D632B6"/>
    <w:rsid w:val="00D63F4B"/>
    <w:rsid w:val="00D64E9B"/>
    <w:rsid w:val="00D66CFF"/>
    <w:rsid w:val="00D6757F"/>
    <w:rsid w:val="00D70B48"/>
    <w:rsid w:val="00D70F39"/>
    <w:rsid w:val="00D71D30"/>
    <w:rsid w:val="00D73AB4"/>
    <w:rsid w:val="00D80644"/>
    <w:rsid w:val="00D81A4C"/>
    <w:rsid w:val="00D82C83"/>
    <w:rsid w:val="00D83615"/>
    <w:rsid w:val="00D83B14"/>
    <w:rsid w:val="00D83C79"/>
    <w:rsid w:val="00D83EC6"/>
    <w:rsid w:val="00D83F25"/>
    <w:rsid w:val="00D8417E"/>
    <w:rsid w:val="00D84D6B"/>
    <w:rsid w:val="00D865D1"/>
    <w:rsid w:val="00D8724B"/>
    <w:rsid w:val="00D90B41"/>
    <w:rsid w:val="00D92674"/>
    <w:rsid w:val="00D943D4"/>
    <w:rsid w:val="00D944C9"/>
    <w:rsid w:val="00D9451D"/>
    <w:rsid w:val="00D94BE2"/>
    <w:rsid w:val="00D94FBB"/>
    <w:rsid w:val="00D96EE4"/>
    <w:rsid w:val="00D972C5"/>
    <w:rsid w:val="00D97355"/>
    <w:rsid w:val="00DA1CE9"/>
    <w:rsid w:val="00DA21AA"/>
    <w:rsid w:val="00DA2430"/>
    <w:rsid w:val="00DA5733"/>
    <w:rsid w:val="00DA6241"/>
    <w:rsid w:val="00DA67B9"/>
    <w:rsid w:val="00DA721F"/>
    <w:rsid w:val="00DA7876"/>
    <w:rsid w:val="00DA7AAF"/>
    <w:rsid w:val="00DA7DA4"/>
    <w:rsid w:val="00DB08FF"/>
    <w:rsid w:val="00DB1929"/>
    <w:rsid w:val="00DB1B45"/>
    <w:rsid w:val="00DB1D31"/>
    <w:rsid w:val="00DB234D"/>
    <w:rsid w:val="00DB37F8"/>
    <w:rsid w:val="00DB3845"/>
    <w:rsid w:val="00DB5D80"/>
    <w:rsid w:val="00DB5F80"/>
    <w:rsid w:val="00DB64D9"/>
    <w:rsid w:val="00DB70A7"/>
    <w:rsid w:val="00DB7BA4"/>
    <w:rsid w:val="00DC0C57"/>
    <w:rsid w:val="00DC15A1"/>
    <w:rsid w:val="00DC2C6A"/>
    <w:rsid w:val="00DC31B6"/>
    <w:rsid w:val="00DC3857"/>
    <w:rsid w:val="00DC4B80"/>
    <w:rsid w:val="00DC4D8F"/>
    <w:rsid w:val="00DC77EF"/>
    <w:rsid w:val="00DD03CF"/>
    <w:rsid w:val="00DD0539"/>
    <w:rsid w:val="00DD0D00"/>
    <w:rsid w:val="00DD15EF"/>
    <w:rsid w:val="00DD30B7"/>
    <w:rsid w:val="00DD3C3F"/>
    <w:rsid w:val="00DD51FC"/>
    <w:rsid w:val="00DD5525"/>
    <w:rsid w:val="00DD55FD"/>
    <w:rsid w:val="00DD5B36"/>
    <w:rsid w:val="00DD728F"/>
    <w:rsid w:val="00DE1244"/>
    <w:rsid w:val="00DE1928"/>
    <w:rsid w:val="00DE21CB"/>
    <w:rsid w:val="00DE263E"/>
    <w:rsid w:val="00DE3405"/>
    <w:rsid w:val="00DE36F7"/>
    <w:rsid w:val="00DE4F73"/>
    <w:rsid w:val="00DE52FA"/>
    <w:rsid w:val="00DF0DCC"/>
    <w:rsid w:val="00DF22F0"/>
    <w:rsid w:val="00DF2C8F"/>
    <w:rsid w:val="00DF3AEE"/>
    <w:rsid w:val="00DF3C7F"/>
    <w:rsid w:val="00DF4B75"/>
    <w:rsid w:val="00DF4FD7"/>
    <w:rsid w:val="00DF55AA"/>
    <w:rsid w:val="00DF5D48"/>
    <w:rsid w:val="00E00554"/>
    <w:rsid w:val="00E02554"/>
    <w:rsid w:val="00E05A54"/>
    <w:rsid w:val="00E067FC"/>
    <w:rsid w:val="00E07775"/>
    <w:rsid w:val="00E125A9"/>
    <w:rsid w:val="00E12EFF"/>
    <w:rsid w:val="00E139C7"/>
    <w:rsid w:val="00E15D5D"/>
    <w:rsid w:val="00E2112E"/>
    <w:rsid w:val="00E22B49"/>
    <w:rsid w:val="00E22E49"/>
    <w:rsid w:val="00E24675"/>
    <w:rsid w:val="00E24E18"/>
    <w:rsid w:val="00E26054"/>
    <w:rsid w:val="00E26F5A"/>
    <w:rsid w:val="00E2756D"/>
    <w:rsid w:val="00E31E04"/>
    <w:rsid w:val="00E32A2D"/>
    <w:rsid w:val="00E32CF1"/>
    <w:rsid w:val="00E3314B"/>
    <w:rsid w:val="00E40B64"/>
    <w:rsid w:val="00E4136B"/>
    <w:rsid w:val="00E414A8"/>
    <w:rsid w:val="00E41C5C"/>
    <w:rsid w:val="00E43D49"/>
    <w:rsid w:val="00E45644"/>
    <w:rsid w:val="00E458B3"/>
    <w:rsid w:val="00E46E9E"/>
    <w:rsid w:val="00E505A5"/>
    <w:rsid w:val="00E50AB6"/>
    <w:rsid w:val="00E52751"/>
    <w:rsid w:val="00E52EA9"/>
    <w:rsid w:val="00E5348F"/>
    <w:rsid w:val="00E5373F"/>
    <w:rsid w:val="00E54080"/>
    <w:rsid w:val="00E54AC5"/>
    <w:rsid w:val="00E560EC"/>
    <w:rsid w:val="00E5710D"/>
    <w:rsid w:val="00E6243D"/>
    <w:rsid w:val="00E62ABB"/>
    <w:rsid w:val="00E649EC"/>
    <w:rsid w:val="00E664EF"/>
    <w:rsid w:val="00E66DC4"/>
    <w:rsid w:val="00E6773E"/>
    <w:rsid w:val="00E72530"/>
    <w:rsid w:val="00E736B6"/>
    <w:rsid w:val="00E7617A"/>
    <w:rsid w:val="00E770B1"/>
    <w:rsid w:val="00E77677"/>
    <w:rsid w:val="00E805DC"/>
    <w:rsid w:val="00E80694"/>
    <w:rsid w:val="00E8292B"/>
    <w:rsid w:val="00E82D15"/>
    <w:rsid w:val="00E8326C"/>
    <w:rsid w:val="00E84A3B"/>
    <w:rsid w:val="00E912DF"/>
    <w:rsid w:val="00E9168E"/>
    <w:rsid w:val="00E94958"/>
    <w:rsid w:val="00E97A1B"/>
    <w:rsid w:val="00E97CD0"/>
    <w:rsid w:val="00E97FC9"/>
    <w:rsid w:val="00EA0EEF"/>
    <w:rsid w:val="00EA15BF"/>
    <w:rsid w:val="00EA1699"/>
    <w:rsid w:val="00EA23B0"/>
    <w:rsid w:val="00EA2547"/>
    <w:rsid w:val="00EA2AD8"/>
    <w:rsid w:val="00EA411E"/>
    <w:rsid w:val="00EA6245"/>
    <w:rsid w:val="00EA660B"/>
    <w:rsid w:val="00EB09E2"/>
    <w:rsid w:val="00EB1B04"/>
    <w:rsid w:val="00EB1D3E"/>
    <w:rsid w:val="00EB326B"/>
    <w:rsid w:val="00EB368C"/>
    <w:rsid w:val="00EB3D36"/>
    <w:rsid w:val="00EB3F06"/>
    <w:rsid w:val="00EB3F9C"/>
    <w:rsid w:val="00EB4869"/>
    <w:rsid w:val="00EB4C4D"/>
    <w:rsid w:val="00EB57FB"/>
    <w:rsid w:val="00EB6256"/>
    <w:rsid w:val="00EB7C4B"/>
    <w:rsid w:val="00EC0EEA"/>
    <w:rsid w:val="00EC2A13"/>
    <w:rsid w:val="00EC354D"/>
    <w:rsid w:val="00EC3D0A"/>
    <w:rsid w:val="00EC44C5"/>
    <w:rsid w:val="00EC46CE"/>
    <w:rsid w:val="00EC60DF"/>
    <w:rsid w:val="00EC610B"/>
    <w:rsid w:val="00EC6B32"/>
    <w:rsid w:val="00EC6D3F"/>
    <w:rsid w:val="00ED2112"/>
    <w:rsid w:val="00ED2E29"/>
    <w:rsid w:val="00ED344B"/>
    <w:rsid w:val="00ED61A1"/>
    <w:rsid w:val="00ED7F66"/>
    <w:rsid w:val="00EE0E68"/>
    <w:rsid w:val="00EE13F1"/>
    <w:rsid w:val="00EE363A"/>
    <w:rsid w:val="00EE3E4F"/>
    <w:rsid w:val="00EE6007"/>
    <w:rsid w:val="00EE6D8B"/>
    <w:rsid w:val="00EE7511"/>
    <w:rsid w:val="00EF0115"/>
    <w:rsid w:val="00EF0515"/>
    <w:rsid w:val="00EF2BD0"/>
    <w:rsid w:val="00EF2FDA"/>
    <w:rsid w:val="00EF4556"/>
    <w:rsid w:val="00EF47E8"/>
    <w:rsid w:val="00EF51FD"/>
    <w:rsid w:val="00EF6196"/>
    <w:rsid w:val="00EF6CED"/>
    <w:rsid w:val="00F0288E"/>
    <w:rsid w:val="00F02E2F"/>
    <w:rsid w:val="00F038AB"/>
    <w:rsid w:val="00F06487"/>
    <w:rsid w:val="00F065C8"/>
    <w:rsid w:val="00F0716E"/>
    <w:rsid w:val="00F10039"/>
    <w:rsid w:val="00F1068B"/>
    <w:rsid w:val="00F11C6E"/>
    <w:rsid w:val="00F12DE7"/>
    <w:rsid w:val="00F133D6"/>
    <w:rsid w:val="00F135C9"/>
    <w:rsid w:val="00F13E97"/>
    <w:rsid w:val="00F147EF"/>
    <w:rsid w:val="00F20946"/>
    <w:rsid w:val="00F21CEF"/>
    <w:rsid w:val="00F2278B"/>
    <w:rsid w:val="00F23AFA"/>
    <w:rsid w:val="00F23C51"/>
    <w:rsid w:val="00F23E2A"/>
    <w:rsid w:val="00F24F70"/>
    <w:rsid w:val="00F260EE"/>
    <w:rsid w:val="00F26CC6"/>
    <w:rsid w:val="00F26F45"/>
    <w:rsid w:val="00F27EAD"/>
    <w:rsid w:val="00F30C1C"/>
    <w:rsid w:val="00F30C8B"/>
    <w:rsid w:val="00F31314"/>
    <w:rsid w:val="00F33B3D"/>
    <w:rsid w:val="00F33E07"/>
    <w:rsid w:val="00F355D2"/>
    <w:rsid w:val="00F35A84"/>
    <w:rsid w:val="00F36180"/>
    <w:rsid w:val="00F3671D"/>
    <w:rsid w:val="00F36EB0"/>
    <w:rsid w:val="00F37F30"/>
    <w:rsid w:val="00F433D4"/>
    <w:rsid w:val="00F435C7"/>
    <w:rsid w:val="00F44937"/>
    <w:rsid w:val="00F45B9E"/>
    <w:rsid w:val="00F46D2B"/>
    <w:rsid w:val="00F520F6"/>
    <w:rsid w:val="00F5502C"/>
    <w:rsid w:val="00F5555C"/>
    <w:rsid w:val="00F57CAC"/>
    <w:rsid w:val="00F61F05"/>
    <w:rsid w:val="00F638F0"/>
    <w:rsid w:val="00F63E7B"/>
    <w:rsid w:val="00F651D6"/>
    <w:rsid w:val="00F6568A"/>
    <w:rsid w:val="00F65D0B"/>
    <w:rsid w:val="00F66786"/>
    <w:rsid w:val="00F66AD8"/>
    <w:rsid w:val="00F67541"/>
    <w:rsid w:val="00F67633"/>
    <w:rsid w:val="00F70F02"/>
    <w:rsid w:val="00F71E79"/>
    <w:rsid w:val="00F7433F"/>
    <w:rsid w:val="00F743BC"/>
    <w:rsid w:val="00F75D8F"/>
    <w:rsid w:val="00F80038"/>
    <w:rsid w:val="00F80128"/>
    <w:rsid w:val="00F83EA5"/>
    <w:rsid w:val="00F83EFA"/>
    <w:rsid w:val="00F840FF"/>
    <w:rsid w:val="00F842AE"/>
    <w:rsid w:val="00F844F2"/>
    <w:rsid w:val="00F846F2"/>
    <w:rsid w:val="00F84BA7"/>
    <w:rsid w:val="00F85869"/>
    <w:rsid w:val="00F8711E"/>
    <w:rsid w:val="00F901DF"/>
    <w:rsid w:val="00F90838"/>
    <w:rsid w:val="00F90C27"/>
    <w:rsid w:val="00F923BA"/>
    <w:rsid w:val="00F9293D"/>
    <w:rsid w:val="00F93655"/>
    <w:rsid w:val="00F93AB0"/>
    <w:rsid w:val="00F9509E"/>
    <w:rsid w:val="00F96017"/>
    <w:rsid w:val="00F97A10"/>
    <w:rsid w:val="00FA087F"/>
    <w:rsid w:val="00FA0DBF"/>
    <w:rsid w:val="00FA1261"/>
    <w:rsid w:val="00FA1D4F"/>
    <w:rsid w:val="00FA2991"/>
    <w:rsid w:val="00FA3851"/>
    <w:rsid w:val="00FA4100"/>
    <w:rsid w:val="00FA61EA"/>
    <w:rsid w:val="00FB18B3"/>
    <w:rsid w:val="00FB20B6"/>
    <w:rsid w:val="00FB3AC8"/>
    <w:rsid w:val="00FB54A4"/>
    <w:rsid w:val="00FB653A"/>
    <w:rsid w:val="00FB7C20"/>
    <w:rsid w:val="00FC2552"/>
    <w:rsid w:val="00FC33AA"/>
    <w:rsid w:val="00FC3CD5"/>
    <w:rsid w:val="00FC4EEE"/>
    <w:rsid w:val="00FC61DC"/>
    <w:rsid w:val="00FC642D"/>
    <w:rsid w:val="00FC6D41"/>
    <w:rsid w:val="00FD0D9B"/>
    <w:rsid w:val="00FD4E9A"/>
    <w:rsid w:val="00FD746A"/>
    <w:rsid w:val="00FE0331"/>
    <w:rsid w:val="00FE29AE"/>
    <w:rsid w:val="00FE3628"/>
    <w:rsid w:val="00FE4887"/>
    <w:rsid w:val="00FE6AD8"/>
    <w:rsid w:val="00FE727B"/>
    <w:rsid w:val="00FE7591"/>
    <w:rsid w:val="00FE7973"/>
    <w:rsid w:val="00FF0002"/>
    <w:rsid w:val="00FF24EC"/>
    <w:rsid w:val="00FF322E"/>
    <w:rsid w:val="00FF3863"/>
    <w:rsid w:val="00FF3E0F"/>
    <w:rsid w:val="00FF3EA1"/>
    <w:rsid w:val="00FF43BD"/>
    <w:rsid w:val="00FF4601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/>
    <o:shapelayout v:ext="edit">
      <o:idmap v:ext="edit" data="1"/>
    </o:shapelayout>
  </w:shapeDefaults>
  <w:decimalSymbol w:val=","/>
  <w:listSeparator w:val=";"/>
  <w14:docId w14:val="7C5AF979"/>
  <w15:chartTrackingRefBased/>
  <w15:docId w15:val="{E6AC4657-4DD7-4D9A-A12A-DD58637F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B3845"/>
    <w:pPr>
      <w:spacing w:after="200" w:line="276" w:lineRule="auto"/>
    </w:pPr>
    <w:rPr>
      <w:rFonts w:ascii="Lucida Sans Unicode" w:hAnsi="Lucida Sans Unicode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EB3D36"/>
    <w:pPr>
      <w:keepNext/>
      <w:spacing w:before="240" w:after="240" w:line="240" w:lineRule="auto"/>
      <w:outlineLvl w:val="0"/>
    </w:pPr>
    <w:rPr>
      <w:rFonts w:eastAsia="Times New Roman"/>
      <w:sz w:val="28"/>
      <w:szCs w:val="20"/>
      <w:lang w:val="x-none" w:eastAsia="x-none"/>
    </w:rPr>
  </w:style>
  <w:style w:type="paragraph" w:styleId="Kop2">
    <w:name w:val="heading 2"/>
    <w:basedOn w:val="Geenafstand"/>
    <w:next w:val="Geenafstand"/>
    <w:link w:val="Kop2Char"/>
    <w:uiPriority w:val="9"/>
    <w:unhideWhenUsed/>
    <w:qFormat/>
    <w:rsid w:val="00F93655"/>
    <w:pPr>
      <w:keepNext/>
      <w:spacing w:before="120" w:after="120"/>
      <w:outlineLvl w:val="1"/>
    </w:pPr>
    <w:rPr>
      <w:rFonts w:eastAsia="Times New Roman"/>
      <w:b/>
      <w:bCs/>
      <w:iCs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46784"/>
    <w:pPr>
      <w:keepNext/>
      <w:spacing w:after="0"/>
      <w:outlineLvl w:val="2"/>
    </w:pPr>
    <w:rPr>
      <w:rFonts w:eastAsia="Times New Roman"/>
      <w:bCs/>
      <w:i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7454B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7454BC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7454BC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50AB6"/>
    <w:rPr>
      <w:color w:val="0000FF"/>
      <w:u w:val="single"/>
    </w:rPr>
  </w:style>
  <w:style w:type="paragraph" w:styleId="Koptekst">
    <w:name w:val="header"/>
    <w:basedOn w:val="Standaard"/>
    <w:link w:val="KoptekstChar"/>
    <w:rsid w:val="00725C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KoptekstChar">
    <w:name w:val="Koptekst Char"/>
    <w:link w:val="Koptekst"/>
    <w:rsid w:val="00725C69"/>
    <w:rPr>
      <w:rFonts w:ascii="Times New Roman" w:eastAsia="Times New Roman" w:hAnsi="Times New Roman"/>
      <w:sz w:val="24"/>
    </w:rPr>
  </w:style>
  <w:style w:type="paragraph" w:styleId="Plattetekst">
    <w:name w:val="Body Text"/>
    <w:basedOn w:val="Standaard"/>
    <w:link w:val="PlattetekstChar"/>
    <w:rsid w:val="00725C69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PlattetekstChar">
    <w:name w:val="Platte tekst Char"/>
    <w:link w:val="Plattetekst"/>
    <w:rsid w:val="00725C69"/>
    <w:rPr>
      <w:rFonts w:ascii="Times New Roman" w:eastAsia="Times New Roman" w:hAnsi="Times New Roman"/>
      <w:b/>
      <w:bCs/>
      <w:sz w:val="24"/>
    </w:rPr>
  </w:style>
  <w:style w:type="character" w:customStyle="1" w:styleId="Kop1Char">
    <w:name w:val="Kop 1 Char"/>
    <w:link w:val="Kop1"/>
    <w:rsid w:val="00EB3D36"/>
    <w:rPr>
      <w:rFonts w:ascii="Lucida Sans Unicode" w:eastAsia="Times New Roman" w:hAnsi="Lucida Sans Unicode"/>
      <w:sz w:val="28"/>
      <w:lang w:val="x-none" w:eastAsia="x-non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40565"/>
    <w:rPr>
      <w:szCs w:val="20"/>
      <w:lang w:val="x-none"/>
    </w:rPr>
  </w:style>
  <w:style w:type="character" w:customStyle="1" w:styleId="TekstopmerkingChar">
    <w:name w:val="Tekst opmerking Char"/>
    <w:link w:val="Tekstopmerking"/>
    <w:uiPriority w:val="99"/>
    <w:semiHidden/>
    <w:rsid w:val="00040565"/>
    <w:rPr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9551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B95516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125A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E125A9"/>
    <w:rPr>
      <w:rFonts w:ascii="Tahoma" w:hAnsi="Tahoma" w:cs="Tahoma"/>
      <w:sz w:val="16"/>
      <w:szCs w:val="16"/>
      <w:lang w:eastAsia="en-US"/>
    </w:rPr>
  </w:style>
  <w:style w:type="character" w:styleId="GevolgdeHyperlink">
    <w:name w:val="FollowedHyperlink"/>
    <w:uiPriority w:val="99"/>
    <w:semiHidden/>
    <w:unhideWhenUsed/>
    <w:rsid w:val="00A3365C"/>
    <w:rPr>
      <w:color w:val="954F72"/>
      <w:u w:val="single"/>
    </w:rPr>
  </w:style>
  <w:style w:type="paragraph" w:styleId="Lijstalinea">
    <w:name w:val="List Paragraph"/>
    <w:basedOn w:val="Standaard"/>
    <w:uiPriority w:val="34"/>
    <w:qFormat/>
    <w:rsid w:val="00455FFB"/>
    <w:pPr>
      <w:widowControl w:val="0"/>
      <w:autoSpaceDE w:val="0"/>
      <w:autoSpaceDN w:val="0"/>
      <w:spacing w:after="0" w:line="240" w:lineRule="auto"/>
      <w:ind w:left="682" w:hanging="424"/>
    </w:pPr>
    <w:rPr>
      <w:rFonts w:eastAsia="Lucida Sans Unicode" w:cs="Lucida Sans Unicode"/>
    </w:rPr>
  </w:style>
  <w:style w:type="table" w:styleId="Tabelraster">
    <w:name w:val="Table Grid"/>
    <w:basedOn w:val="Standaardtabel"/>
    <w:uiPriority w:val="39"/>
    <w:rsid w:val="00932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A83665"/>
    <w:rPr>
      <w:rFonts w:ascii="Lucida Sans Unicode" w:hAnsi="Lucida Sans Unicode"/>
      <w:szCs w:val="22"/>
      <w:lang w:eastAsia="en-US"/>
    </w:rPr>
  </w:style>
  <w:style w:type="paragraph" w:customStyle="1" w:styleId="Default">
    <w:name w:val="Default"/>
    <w:rsid w:val="006D39BC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2Char">
    <w:name w:val="Kop 2 Char"/>
    <w:link w:val="Kop2"/>
    <w:uiPriority w:val="9"/>
    <w:rsid w:val="00F93655"/>
    <w:rPr>
      <w:rFonts w:ascii="Lucida Sans Unicode" w:eastAsia="Times New Roman" w:hAnsi="Lucida Sans Unicode"/>
      <w:b/>
      <w:bCs/>
      <w:iCs/>
      <w:szCs w:val="28"/>
      <w:lang w:eastAsia="en-US"/>
    </w:rPr>
  </w:style>
  <w:style w:type="character" w:customStyle="1" w:styleId="Kop3Char">
    <w:name w:val="Kop 3 Char"/>
    <w:link w:val="Kop3"/>
    <w:uiPriority w:val="9"/>
    <w:rsid w:val="00A46784"/>
    <w:rPr>
      <w:rFonts w:ascii="Lucida Sans Unicode" w:eastAsia="Times New Roman" w:hAnsi="Lucida Sans Unicode"/>
      <w:bCs/>
      <w:i/>
      <w:sz w:val="22"/>
      <w:szCs w:val="26"/>
      <w:lang w:eastAsia="en-US"/>
    </w:rPr>
  </w:style>
  <w:style w:type="character" w:customStyle="1" w:styleId="Kop4Char">
    <w:name w:val="Kop 4 Char"/>
    <w:link w:val="Kop4"/>
    <w:uiPriority w:val="9"/>
    <w:rsid w:val="007454B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Kop5Char">
    <w:name w:val="Kop 5 Char"/>
    <w:link w:val="Kop5"/>
    <w:uiPriority w:val="9"/>
    <w:rsid w:val="007454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Kop6Char">
    <w:name w:val="Kop 6 Char"/>
    <w:link w:val="Kop6"/>
    <w:uiPriority w:val="9"/>
    <w:rsid w:val="007454BC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454BC"/>
    <w:pPr>
      <w:keepLines/>
      <w:spacing w:line="259" w:lineRule="auto"/>
      <w:outlineLvl w:val="9"/>
    </w:pPr>
    <w:rPr>
      <w:rFonts w:ascii="Calibri Light" w:hAnsi="Calibri Light"/>
      <w:color w:val="2E74B5"/>
      <w:sz w:val="32"/>
      <w:szCs w:val="32"/>
      <w:lang w:val="nl-NL"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F049E"/>
    <w:pPr>
      <w:spacing w:after="0"/>
    </w:pPr>
    <w:rPr>
      <w:b/>
    </w:rPr>
  </w:style>
  <w:style w:type="paragraph" w:styleId="Inhopg2">
    <w:name w:val="toc 2"/>
    <w:basedOn w:val="Standaard"/>
    <w:next w:val="Standaard"/>
    <w:autoRedefine/>
    <w:uiPriority w:val="39"/>
    <w:unhideWhenUsed/>
    <w:rsid w:val="008A15FC"/>
    <w:pPr>
      <w:tabs>
        <w:tab w:val="right" w:leader="dot" w:pos="9062"/>
      </w:tabs>
      <w:spacing w:after="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8A15FC"/>
    <w:pPr>
      <w:spacing w:after="0" w:line="259" w:lineRule="auto"/>
      <w:ind w:left="708"/>
    </w:pPr>
    <w:rPr>
      <w:rFonts w:eastAsia="Times New Roman"/>
      <w:lang w:eastAsia="nl-NL"/>
    </w:rPr>
  </w:style>
  <w:style w:type="character" w:styleId="Intensieveverwijzing">
    <w:name w:val="Intense Reference"/>
    <w:uiPriority w:val="32"/>
    <w:qFormat/>
    <w:rsid w:val="00A20158"/>
    <w:rPr>
      <w:b/>
      <w:bCs/>
      <w:smallCaps/>
      <w:color w:val="5B9BD5"/>
      <w:spacing w:val="5"/>
    </w:rPr>
  </w:style>
  <w:style w:type="character" w:styleId="Zwaar">
    <w:name w:val="Strong"/>
    <w:uiPriority w:val="22"/>
    <w:qFormat/>
    <w:rsid w:val="00A6039E"/>
  </w:style>
  <w:style w:type="paragraph" w:styleId="Normaalweb">
    <w:name w:val="Normal (Web)"/>
    <w:basedOn w:val="Standaard"/>
    <w:uiPriority w:val="99"/>
    <w:semiHidden/>
    <w:unhideWhenUsed/>
    <w:rsid w:val="006D05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638F0"/>
    <w:rPr>
      <w:i/>
      <w:i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10B18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10B18"/>
    <w:pPr>
      <w:spacing w:line="240" w:lineRule="auto"/>
    </w:pPr>
    <w:rPr>
      <w:b/>
      <w:bCs/>
      <w:lang w:val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10B18"/>
    <w:rPr>
      <w:rFonts w:ascii="Lucida Sans Unicode" w:hAnsi="Lucida Sans Unicode"/>
      <w:b/>
      <w:bCs/>
      <w:lang w:eastAsia="en-US"/>
    </w:rPr>
  </w:style>
  <w:style w:type="character" w:styleId="Tekstvantijdelijkeaanduiding">
    <w:name w:val="Placeholder Text"/>
    <w:basedOn w:val="Standaardalinea-lettertype"/>
    <w:uiPriority w:val="99"/>
    <w:semiHidden/>
    <w:rsid w:val="005733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7A6A643CE340BD8822BC1E4237C7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6AFF43-DDDB-41FF-87BF-A7618F24BDDB}"/>
      </w:docPartPr>
      <w:docPartBody>
        <w:p w:rsidR="00B47A40" w:rsidRDefault="00B47A40" w:rsidP="00B47A40">
          <w:pPr>
            <w:pStyle w:val="DE7A6A643CE340BD8822BC1E4237C7C91"/>
          </w:pPr>
          <w:r w:rsidRPr="008368B0">
            <w:rPr>
              <w:rStyle w:val="Tekstvantijdelijkeaanduiding"/>
              <w:szCs w:val="20"/>
            </w:rPr>
            <w:t xml:space="preserve">Vul naam </w:t>
          </w:r>
          <w:r>
            <w:rPr>
              <w:rStyle w:val="Tekstvantijdelijkeaanduiding"/>
              <w:szCs w:val="20"/>
            </w:rPr>
            <w:t>k</w:t>
          </w:r>
          <w:r>
            <w:rPr>
              <w:rStyle w:val="Tekstvantijdelijkeaanduiding"/>
            </w:rPr>
            <w:t>andidaat in</w:t>
          </w:r>
        </w:p>
      </w:docPartBody>
    </w:docPart>
    <w:docPart>
      <w:docPartPr>
        <w:name w:val="9ABCA673BA4C4AB9B76A1C623D83AE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D357CB-9E32-41F0-81DF-23E18C8C5FB1}"/>
      </w:docPartPr>
      <w:docPartBody>
        <w:p w:rsidR="00B47A40" w:rsidRDefault="00B47A40" w:rsidP="00B47A40">
          <w:pPr>
            <w:pStyle w:val="9ABCA673BA4C4AB9B76A1C623D83AE641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s</w:t>
          </w:r>
          <w:r>
            <w:rPr>
              <w:rStyle w:val="Tekstvantijdelijkeaanduiding"/>
            </w:rPr>
            <w:t>tudentennummer in</w:t>
          </w:r>
        </w:p>
      </w:docPartBody>
    </w:docPart>
    <w:docPart>
      <w:docPartPr>
        <w:name w:val="3598393961364E9BB9176E6893031E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F03401-D269-43B0-AE13-44B9B70A3F17}"/>
      </w:docPartPr>
      <w:docPartBody>
        <w:p w:rsidR="00B47A40" w:rsidRDefault="00B47A40" w:rsidP="00B47A40">
          <w:pPr>
            <w:pStyle w:val="3598393961364E9BB9176E6893031E2A1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  <w:docPart>
      <w:docPartPr>
        <w:name w:val="0DC99937A09A46AE914EAF59EA6D19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888BDB-1532-4B6D-9CF6-A622D0F8A7E5}"/>
      </w:docPartPr>
      <w:docPartBody>
        <w:p w:rsidR="00B47A40" w:rsidRDefault="00B47A40" w:rsidP="00B47A40">
          <w:pPr>
            <w:pStyle w:val="0DC99937A09A46AE914EAF59EA6D19571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examennummer in</w:t>
          </w:r>
        </w:p>
      </w:docPartBody>
    </w:docPart>
    <w:docPart>
      <w:docPartPr>
        <w:name w:val="F26089989B174BA79765BC162393B8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0E3A2B-861D-432D-8B93-390218430C92}"/>
      </w:docPartPr>
      <w:docPartBody>
        <w:p w:rsidR="00C659A3" w:rsidRDefault="00B47A40" w:rsidP="00B47A40">
          <w:pPr>
            <w:pStyle w:val="F26089989B174BA79765BC162393B8F3"/>
          </w:pPr>
          <w:r w:rsidRPr="008368B0">
            <w:rPr>
              <w:rStyle w:val="Tekstvantijdelijkeaanduiding"/>
              <w:szCs w:val="20"/>
            </w:rPr>
            <w:t xml:space="preserve">Vul naam </w:t>
          </w:r>
          <w:r>
            <w:rPr>
              <w:rStyle w:val="Tekstvantijdelijkeaanduiding"/>
              <w:szCs w:val="20"/>
            </w:rPr>
            <w:t>k</w:t>
          </w:r>
          <w:r>
            <w:rPr>
              <w:rStyle w:val="Tekstvantijdelijkeaanduiding"/>
            </w:rPr>
            <w:t>andidaat in</w:t>
          </w:r>
        </w:p>
      </w:docPartBody>
    </w:docPart>
    <w:docPart>
      <w:docPartPr>
        <w:name w:val="C43D0D0855B5443D9B51BFB9ABE6E9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7CCCEF-70A8-42E5-ADA9-F6776FCA3E39}"/>
      </w:docPartPr>
      <w:docPartBody>
        <w:p w:rsidR="00C659A3" w:rsidRDefault="00B47A40" w:rsidP="00B47A40">
          <w:pPr>
            <w:pStyle w:val="C43D0D0855B5443D9B51BFB9ABE6E955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s</w:t>
          </w:r>
          <w:r>
            <w:rPr>
              <w:rStyle w:val="Tekstvantijdelijkeaanduiding"/>
            </w:rPr>
            <w:t>tudentennummer in</w:t>
          </w:r>
        </w:p>
      </w:docPartBody>
    </w:docPart>
    <w:docPart>
      <w:docPartPr>
        <w:name w:val="264862C682B84D12A04725C93F0994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5112FE-5033-46C8-A349-41240AA938CF}"/>
      </w:docPartPr>
      <w:docPartBody>
        <w:p w:rsidR="00C659A3" w:rsidRDefault="00B47A40" w:rsidP="00B47A40">
          <w:pPr>
            <w:pStyle w:val="264862C682B84D12A04725C93F099452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  <w:docPart>
      <w:docPartPr>
        <w:name w:val="8EA6B29205F44E718EFAB114A4B1F0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BDC1D5A-C993-4752-81F7-9041A3B1805C}"/>
      </w:docPartPr>
      <w:docPartBody>
        <w:p w:rsidR="00C659A3" w:rsidRDefault="00B47A40" w:rsidP="00B47A40">
          <w:pPr>
            <w:pStyle w:val="8EA6B29205F44E718EFAB114A4B1F091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examennummer in</w:t>
          </w:r>
        </w:p>
      </w:docPartBody>
    </w:docPart>
    <w:docPart>
      <w:docPartPr>
        <w:name w:val="F5881C5F00C446D08CBBD005A4D4FF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152D69-FD5E-4EA3-8398-918369F8E894}"/>
      </w:docPartPr>
      <w:docPartBody>
        <w:p w:rsidR="00C659A3" w:rsidRDefault="00B47A40" w:rsidP="00B47A40">
          <w:pPr>
            <w:pStyle w:val="F5881C5F00C446D08CBBD005A4D4FF4F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  <w:docPart>
      <w:docPartPr>
        <w:name w:val="1842D2CFFE684201BA070E599085AA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1D0BCF-5575-4C79-A289-E7D7E3DBC33D}"/>
      </w:docPartPr>
      <w:docPartBody>
        <w:p w:rsidR="00C659A3" w:rsidRDefault="00B47A40" w:rsidP="00B47A40">
          <w:pPr>
            <w:pStyle w:val="1842D2CFFE684201BA070E599085AA72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  <w:docPart>
      <w:docPartPr>
        <w:name w:val="3C161D744FBE408495BC5A6D861D3D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1BE7F9-F558-41AE-B692-246244C2A38D}"/>
      </w:docPartPr>
      <w:docPartBody>
        <w:p w:rsidR="00C659A3" w:rsidRDefault="00B47A40" w:rsidP="00B47A40">
          <w:pPr>
            <w:pStyle w:val="3C161D744FBE408495BC5A6D861D3DC4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2FC"/>
    <w:rsid w:val="002E12FC"/>
    <w:rsid w:val="00B47A40"/>
    <w:rsid w:val="00C6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47A40"/>
    <w:rPr>
      <w:color w:val="808080"/>
    </w:rPr>
  </w:style>
  <w:style w:type="paragraph" w:customStyle="1" w:styleId="DE7A6A643CE340BD8822BC1E4237C7C9">
    <w:name w:val="DE7A6A643CE340BD8822BC1E4237C7C9"/>
    <w:rsid w:val="002E12FC"/>
  </w:style>
  <w:style w:type="paragraph" w:customStyle="1" w:styleId="9ABCA673BA4C4AB9B76A1C623D83AE64">
    <w:name w:val="9ABCA673BA4C4AB9B76A1C623D83AE64"/>
    <w:rsid w:val="002E12FC"/>
  </w:style>
  <w:style w:type="paragraph" w:customStyle="1" w:styleId="3598393961364E9BB9176E6893031E2A">
    <w:name w:val="3598393961364E9BB9176E6893031E2A"/>
    <w:rsid w:val="002E12FC"/>
  </w:style>
  <w:style w:type="paragraph" w:customStyle="1" w:styleId="0DC99937A09A46AE914EAF59EA6D1957">
    <w:name w:val="0DC99937A09A46AE914EAF59EA6D1957"/>
    <w:rsid w:val="002E12FC"/>
  </w:style>
  <w:style w:type="paragraph" w:customStyle="1" w:styleId="F60284DF0BB94CB284217447441653D0">
    <w:name w:val="F60284DF0BB94CB284217447441653D0"/>
    <w:rsid w:val="002E12FC"/>
  </w:style>
  <w:style w:type="paragraph" w:customStyle="1" w:styleId="E59485435BF948F98039289371AEDB78">
    <w:name w:val="E59485435BF948F98039289371AEDB78"/>
    <w:rsid w:val="002E12FC"/>
  </w:style>
  <w:style w:type="paragraph" w:customStyle="1" w:styleId="DE7A6A643CE340BD8822BC1E4237C7C91">
    <w:name w:val="DE7A6A643CE340BD8822BC1E4237C7C91"/>
    <w:rsid w:val="00B47A40"/>
    <w:pPr>
      <w:spacing w:after="0" w:line="240" w:lineRule="auto"/>
    </w:pPr>
    <w:rPr>
      <w:rFonts w:ascii="Lucida Sans Unicode" w:eastAsia="Calibri" w:hAnsi="Lucida Sans Unicode" w:cs="Times New Roman"/>
      <w:sz w:val="20"/>
      <w:lang w:eastAsia="en-US"/>
    </w:rPr>
  </w:style>
  <w:style w:type="paragraph" w:customStyle="1" w:styleId="9ABCA673BA4C4AB9B76A1C623D83AE641">
    <w:name w:val="9ABCA673BA4C4AB9B76A1C623D83AE641"/>
    <w:rsid w:val="00B47A40"/>
    <w:pPr>
      <w:spacing w:after="0" w:line="240" w:lineRule="auto"/>
    </w:pPr>
    <w:rPr>
      <w:rFonts w:ascii="Lucida Sans Unicode" w:eastAsia="Calibri" w:hAnsi="Lucida Sans Unicode" w:cs="Times New Roman"/>
      <w:sz w:val="20"/>
      <w:lang w:eastAsia="en-US"/>
    </w:rPr>
  </w:style>
  <w:style w:type="paragraph" w:customStyle="1" w:styleId="3598393961364E9BB9176E6893031E2A1">
    <w:name w:val="3598393961364E9BB9176E6893031E2A1"/>
    <w:rsid w:val="00B47A40"/>
    <w:pPr>
      <w:spacing w:after="0" w:line="240" w:lineRule="auto"/>
    </w:pPr>
    <w:rPr>
      <w:rFonts w:ascii="Lucida Sans Unicode" w:eastAsia="Calibri" w:hAnsi="Lucida Sans Unicode" w:cs="Times New Roman"/>
      <w:sz w:val="20"/>
      <w:lang w:eastAsia="en-US"/>
    </w:rPr>
  </w:style>
  <w:style w:type="paragraph" w:customStyle="1" w:styleId="0DC99937A09A46AE914EAF59EA6D19571">
    <w:name w:val="0DC99937A09A46AE914EAF59EA6D19571"/>
    <w:rsid w:val="00B47A40"/>
    <w:pPr>
      <w:spacing w:after="0" w:line="240" w:lineRule="auto"/>
    </w:pPr>
    <w:rPr>
      <w:rFonts w:ascii="Lucida Sans Unicode" w:eastAsia="Calibri" w:hAnsi="Lucida Sans Unicode" w:cs="Times New Roman"/>
      <w:sz w:val="20"/>
      <w:lang w:eastAsia="en-US"/>
    </w:rPr>
  </w:style>
  <w:style w:type="paragraph" w:customStyle="1" w:styleId="F26089989B174BA79765BC162393B8F3">
    <w:name w:val="F26089989B174BA79765BC162393B8F3"/>
    <w:rsid w:val="00B47A40"/>
  </w:style>
  <w:style w:type="paragraph" w:customStyle="1" w:styleId="C43D0D0855B5443D9B51BFB9ABE6E955">
    <w:name w:val="C43D0D0855B5443D9B51BFB9ABE6E955"/>
    <w:rsid w:val="00B47A40"/>
  </w:style>
  <w:style w:type="paragraph" w:customStyle="1" w:styleId="264862C682B84D12A04725C93F099452">
    <w:name w:val="264862C682B84D12A04725C93F099452"/>
    <w:rsid w:val="00B47A40"/>
  </w:style>
  <w:style w:type="paragraph" w:customStyle="1" w:styleId="8EA6B29205F44E718EFAB114A4B1F091">
    <w:name w:val="8EA6B29205F44E718EFAB114A4B1F091"/>
    <w:rsid w:val="00B47A40"/>
  </w:style>
  <w:style w:type="paragraph" w:customStyle="1" w:styleId="F5881C5F00C446D08CBBD005A4D4FF4F">
    <w:name w:val="F5881C5F00C446D08CBBD005A4D4FF4F"/>
    <w:rsid w:val="00B47A40"/>
  </w:style>
  <w:style w:type="paragraph" w:customStyle="1" w:styleId="1842D2CFFE684201BA070E599085AA72">
    <w:name w:val="1842D2CFFE684201BA070E599085AA72"/>
    <w:rsid w:val="00B47A40"/>
  </w:style>
  <w:style w:type="paragraph" w:customStyle="1" w:styleId="3C161D744FBE408495BC5A6D861D3DC4">
    <w:name w:val="3C161D744FBE408495BC5A6D861D3DC4"/>
    <w:rsid w:val="00B47A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8A3C2-0E13-4663-A88D-8596C376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F6829133</Template>
  <TotalTime>54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Links>
    <vt:vector size="480" baseType="variant">
      <vt:variant>
        <vt:i4>7536708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4063330</vt:i4>
      </vt:variant>
      <vt:variant>
        <vt:i4>384</vt:i4>
      </vt:variant>
      <vt:variant>
        <vt:i4>0</vt:i4>
      </vt:variant>
      <vt:variant>
        <vt:i4>5</vt:i4>
      </vt:variant>
      <vt:variant>
        <vt:lpwstr>https://kwalificaties.s-bb.nl/</vt:lpwstr>
      </vt:variant>
      <vt:variant>
        <vt:lpwstr/>
      </vt:variant>
      <vt:variant>
        <vt:i4>7274593</vt:i4>
      </vt:variant>
      <vt:variant>
        <vt:i4>381</vt:i4>
      </vt:variant>
      <vt:variant>
        <vt:i4>0</vt:i4>
      </vt:variant>
      <vt:variant>
        <vt:i4>5</vt:i4>
      </vt:variant>
      <vt:variant>
        <vt:lpwstr>https://onderwijsenexaminering.nl/examinering/examencommissies/examentaken-mbo/</vt:lpwstr>
      </vt:variant>
      <vt:variant>
        <vt:lpwstr/>
      </vt:variant>
      <vt:variant>
        <vt:i4>2424936</vt:i4>
      </vt:variant>
      <vt:variant>
        <vt:i4>378</vt:i4>
      </vt:variant>
      <vt:variant>
        <vt:i4>0</vt:i4>
      </vt:variant>
      <vt:variant>
        <vt:i4>5</vt:i4>
      </vt:variant>
      <vt:variant>
        <vt:lpwstr>https://onderwijsenexaminering.nl/</vt:lpwstr>
      </vt:variant>
      <vt:variant>
        <vt:lpwstr/>
      </vt:variant>
      <vt:variant>
        <vt:i4>3997736</vt:i4>
      </vt:variant>
      <vt:variant>
        <vt:i4>375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3735648</vt:i4>
      </vt:variant>
      <vt:variant>
        <vt:i4>372</vt:i4>
      </vt:variant>
      <vt:variant>
        <vt:i4>0</vt:i4>
      </vt:variant>
      <vt:variant>
        <vt:i4>5</vt:i4>
      </vt:variant>
      <vt:variant>
        <vt:lpwstr>https://www.onderwijsinspectie.nl/documenten/rapporten/2018/07/13/onderzoekskader-2017-voor-het-toezicht-op-het-middelbaar-beroepsonderwijs</vt:lpwstr>
      </vt:variant>
      <vt:variant>
        <vt:lpwstr/>
      </vt:variant>
      <vt:variant>
        <vt:i4>7536708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4063330</vt:i4>
      </vt:variant>
      <vt:variant>
        <vt:i4>366</vt:i4>
      </vt:variant>
      <vt:variant>
        <vt:i4>0</vt:i4>
      </vt:variant>
      <vt:variant>
        <vt:i4>5</vt:i4>
      </vt:variant>
      <vt:variant>
        <vt:lpwstr>https://kwalificaties.s-bb.nl/</vt:lpwstr>
      </vt:variant>
      <vt:variant>
        <vt:lpwstr/>
      </vt:variant>
      <vt:variant>
        <vt:i4>7274593</vt:i4>
      </vt:variant>
      <vt:variant>
        <vt:i4>363</vt:i4>
      </vt:variant>
      <vt:variant>
        <vt:i4>0</vt:i4>
      </vt:variant>
      <vt:variant>
        <vt:i4>5</vt:i4>
      </vt:variant>
      <vt:variant>
        <vt:lpwstr>https://onderwijsenexaminering.nl/examinering/examencommissies/examentaken-mbo/</vt:lpwstr>
      </vt:variant>
      <vt:variant>
        <vt:lpwstr/>
      </vt:variant>
      <vt:variant>
        <vt:i4>2424936</vt:i4>
      </vt:variant>
      <vt:variant>
        <vt:i4>360</vt:i4>
      </vt:variant>
      <vt:variant>
        <vt:i4>0</vt:i4>
      </vt:variant>
      <vt:variant>
        <vt:i4>5</vt:i4>
      </vt:variant>
      <vt:variant>
        <vt:lpwstr>https://onderwijsenexaminering.nl/</vt:lpwstr>
      </vt:variant>
      <vt:variant>
        <vt:lpwstr/>
      </vt:variant>
      <vt:variant>
        <vt:i4>3997736</vt:i4>
      </vt:variant>
      <vt:variant>
        <vt:i4>357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3735648</vt:i4>
      </vt:variant>
      <vt:variant>
        <vt:i4>354</vt:i4>
      </vt:variant>
      <vt:variant>
        <vt:i4>0</vt:i4>
      </vt:variant>
      <vt:variant>
        <vt:i4>5</vt:i4>
      </vt:variant>
      <vt:variant>
        <vt:lpwstr>https://www.onderwijsinspectie.nl/documenten/rapporten/2018/07/13/onderzoekskader-2017-voor-het-toezicht-op-het-middelbaar-beroepsonderwijs</vt:lpwstr>
      </vt:variant>
      <vt:variant>
        <vt:lpwstr/>
      </vt:variant>
      <vt:variant>
        <vt:i4>786531</vt:i4>
      </vt:variant>
      <vt:variant>
        <vt:i4>351</vt:i4>
      </vt:variant>
      <vt:variant>
        <vt:i4>0</vt:i4>
      </vt:variant>
      <vt:variant>
        <vt:i4>5</vt:i4>
      </vt:variant>
      <vt:variant>
        <vt:lpwstr>http://www.expertisecentrum-kunsttheorie.nl/cms_data/bloom.pdf</vt:lpwstr>
      </vt:variant>
      <vt:variant>
        <vt:lpwstr/>
      </vt:variant>
      <vt:variant>
        <vt:i4>720920</vt:i4>
      </vt:variant>
      <vt:variant>
        <vt:i4>348</vt:i4>
      </vt:variant>
      <vt:variant>
        <vt:i4>0</vt:i4>
      </vt:variant>
      <vt:variant>
        <vt:i4>5</vt:i4>
      </vt:variant>
      <vt:variant>
        <vt:lpwstr>https://onderwijsenexaminering.nl/app/uploads/Handreiking-Waarderingskader-en-norm-valide-exameninstrumenten-dekking-basis-profieldeel-en-vakkennis-en-vaardigheden-KP-OE.pdf</vt:lpwstr>
      </vt:variant>
      <vt:variant>
        <vt:lpwstr/>
      </vt:variant>
      <vt:variant>
        <vt:i4>720920</vt:i4>
      </vt:variant>
      <vt:variant>
        <vt:i4>345</vt:i4>
      </vt:variant>
      <vt:variant>
        <vt:i4>0</vt:i4>
      </vt:variant>
      <vt:variant>
        <vt:i4>5</vt:i4>
      </vt:variant>
      <vt:variant>
        <vt:lpwstr>https://onderwijsenexaminering.nl/app/uploads/Handreiking-Waarderingskader-en-norm-valide-exameninstrumenten-dekking-basis-profieldeel-en-vakkennis-en-vaardigheden-KP-OE.pdf</vt:lpwstr>
      </vt:variant>
      <vt:variant>
        <vt:lpwstr/>
      </vt:variant>
      <vt:variant>
        <vt:i4>7536708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4063330</vt:i4>
      </vt:variant>
      <vt:variant>
        <vt:i4>339</vt:i4>
      </vt:variant>
      <vt:variant>
        <vt:i4>0</vt:i4>
      </vt:variant>
      <vt:variant>
        <vt:i4>5</vt:i4>
      </vt:variant>
      <vt:variant>
        <vt:lpwstr>https://kwalificaties.s-bb.nl/</vt:lpwstr>
      </vt:variant>
      <vt:variant>
        <vt:lpwstr/>
      </vt:variant>
      <vt:variant>
        <vt:i4>7274593</vt:i4>
      </vt:variant>
      <vt:variant>
        <vt:i4>336</vt:i4>
      </vt:variant>
      <vt:variant>
        <vt:i4>0</vt:i4>
      </vt:variant>
      <vt:variant>
        <vt:i4>5</vt:i4>
      </vt:variant>
      <vt:variant>
        <vt:lpwstr>https://onderwijsenexaminering.nl/examinering/examencommissies/examentaken-mbo/</vt:lpwstr>
      </vt:variant>
      <vt:variant>
        <vt:lpwstr/>
      </vt:variant>
      <vt:variant>
        <vt:i4>2424936</vt:i4>
      </vt:variant>
      <vt:variant>
        <vt:i4>333</vt:i4>
      </vt:variant>
      <vt:variant>
        <vt:i4>0</vt:i4>
      </vt:variant>
      <vt:variant>
        <vt:i4>5</vt:i4>
      </vt:variant>
      <vt:variant>
        <vt:lpwstr>https://onderwijsenexaminering.nl/</vt:lpwstr>
      </vt:variant>
      <vt:variant>
        <vt:lpwstr/>
      </vt:variant>
      <vt:variant>
        <vt:i4>3997736</vt:i4>
      </vt:variant>
      <vt:variant>
        <vt:i4>330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3735648</vt:i4>
      </vt:variant>
      <vt:variant>
        <vt:i4>327</vt:i4>
      </vt:variant>
      <vt:variant>
        <vt:i4>0</vt:i4>
      </vt:variant>
      <vt:variant>
        <vt:i4>5</vt:i4>
      </vt:variant>
      <vt:variant>
        <vt:lpwstr>https://www.onderwijsinspectie.nl/documenten/rapporten/2018/07/13/onderzoekskader-2017-voor-het-toezicht-op-het-middelbaar-beroepsonderwijs</vt:lpwstr>
      </vt:variant>
      <vt:variant>
        <vt:lpwstr/>
      </vt:variant>
      <vt:variant>
        <vt:i4>7536708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7536708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7274593</vt:i4>
      </vt:variant>
      <vt:variant>
        <vt:i4>318</vt:i4>
      </vt:variant>
      <vt:variant>
        <vt:i4>0</vt:i4>
      </vt:variant>
      <vt:variant>
        <vt:i4>5</vt:i4>
      </vt:variant>
      <vt:variant>
        <vt:lpwstr>https://onderwijsenexaminering.nl/examinering/examencommissies/examentaken-mbo/</vt:lpwstr>
      </vt:variant>
      <vt:variant>
        <vt:lpwstr/>
      </vt:variant>
      <vt:variant>
        <vt:i4>2424936</vt:i4>
      </vt:variant>
      <vt:variant>
        <vt:i4>315</vt:i4>
      </vt:variant>
      <vt:variant>
        <vt:i4>0</vt:i4>
      </vt:variant>
      <vt:variant>
        <vt:i4>5</vt:i4>
      </vt:variant>
      <vt:variant>
        <vt:lpwstr>https://onderwijsenexaminering.nl/</vt:lpwstr>
      </vt:variant>
      <vt:variant>
        <vt:lpwstr/>
      </vt:variant>
      <vt:variant>
        <vt:i4>3997736</vt:i4>
      </vt:variant>
      <vt:variant>
        <vt:i4>312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4063330</vt:i4>
      </vt:variant>
      <vt:variant>
        <vt:i4>309</vt:i4>
      </vt:variant>
      <vt:variant>
        <vt:i4>0</vt:i4>
      </vt:variant>
      <vt:variant>
        <vt:i4>5</vt:i4>
      </vt:variant>
      <vt:variant>
        <vt:lpwstr>https://kwalificaties.s-bb.nl/</vt:lpwstr>
      </vt:variant>
      <vt:variant>
        <vt:lpwstr/>
      </vt:variant>
      <vt:variant>
        <vt:i4>3735648</vt:i4>
      </vt:variant>
      <vt:variant>
        <vt:i4>306</vt:i4>
      </vt:variant>
      <vt:variant>
        <vt:i4>0</vt:i4>
      </vt:variant>
      <vt:variant>
        <vt:i4>5</vt:i4>
      </vt:variant>
      <vt:variant>
        <vt:lpwstr>https://www.onderwijsinspectie.nl/documenten/rapporten/2018/07/13/onderzoekskader-2017-voor-het-toezicht-op-het-middelbaar-beroepsonderwijs</vt:lpwstr>
      </vt:variant>
      <vt:variant>
        <vt:lpwstr/>
      </vt:variant>
      <vt:variant>
        <vt:i4>2818082</vt:i4>
      </vt:variant>
      <vt:variant>
        <vt:i4>303</vt:i4>
      </vt:variant>
      <vt:variant>
        <vt:i4>0</vt:i4>
      </vt:variant>
      <vt:variant>
        <vt:i4>5</vt:i4>
      </vt:variant>
      <vt:variant>
        <vt:lpwstr>https://wetten.overheid.nl/BWBR0007625/2015-08-01</vt:lpwstr>
      </vt:variant>
      <vt:variant>
        <vt:lpwstr>Opschrift.</vt:lpwstr>
      </vt:variant>
      <vt:variant>
        <vt:i4>720920</vt:i4>
      </vt:variant>
      <vt:variant>
        <vt:i4>300</vt:i4>
      </vt:variant>
      <vt:variant>
        <vt:i4>0</vt:i4>
      </vt:variant>
      <vt:variant>
        <vt:i4>5</vt:i4>
      </vt:variant>
      <vt:variant>
        <vt:lpwstr>https://onderwijsenexaminering.nl/app/uploads/Handreiking-Waarderingskader-en-norm-valide-exameninstrumenten-dekking-basis-profieldeel-en-vakkennis-en-vaardigheden-KP-OE.pdf</vt:lpwstr>
      </vt:variant>
      <vt:variant>
        <vt:lpwstr/>
      </vt:variant>
      <vt:variant>
        <vt:i4>3997736</vt:i4>
      </vt:variant>
      <vt:variant>
        <vt:i4>297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_Toc530736258</vt:lpwstr>
      </vt:variant>
      <vt:variant>
        <vt:i4>1048628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_Toc530736257</vt:lpwstr>
      </vt:variant>
      <vt:variant>
        <vt:i4>1048628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_Toc530736256</vt:lpwstr>
      </vt:variant>
      <vt:variant>
        <vt:i4>1048628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_Toc530736255</vt:lpwstr>
      </vt:variant>
      <vt:variant>
        <vt:i4>1048628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_Toc530736254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_Toc530736253</vt:lpwstr>
      </vt:variant>
      <vt:variant>
        <vt:i4>1048628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_Toc530736252</vt:lpwstr>
      </vt:variant>
      <vt:variant>
        <vt:i4>1048628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_Toc530736251</vt:lpwstr>
      </vt:variant>
      <vt:variant>
        <vt:i4>1048628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_Toc530736250</vt:lpwstr>
      </vt:variant>
      <vt:variant>
        <vt:i4>1114164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_Toc530736249</vt:lpwstr>
      </vt:variant>
      <vt:variant>
        <vt:i4>1114164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_Toc530736248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_Toc530736247</vt:lpwstr>
      </vt:variant>
      <vt:variant>
        <vt:i4>1114164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_Toc530736246</vt:lpwstr>
      </vt:variant>
      <vt:variant>
        <vt:i4>1114164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_Toc530736245</vt:lpwstr>
      </vt:variant>
      <vt:variant>
        <vt:i4>1114164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_Toc530736244</vt:lpwstr>
      </vt:variant>
      <vt:variant>
        <vt:i4>1114164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_Toc530736243</vt:lpwstr>
      </vt:variant>
      <vt:variant>
        <vt:i4>1114164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_Toc530736242</vt:lpwstr>
      </vt:variant>
      <vt:variant>
        <vt:i4>1114164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_Toc530736241</vt:lpwstr>
      </vt:variant>
      <vt:variant>
        <vt:i4>1114164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_Toc530736240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_Toc530736239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_Toc530736238</vt:lpwstr>
      </vt:variant>
      <vt:variant>
        <vt:i4>1441844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_Toc530736237</vt:lpwstr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_Toc530736236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_Toc530736235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_Toc530736234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_Toc530736233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_Toc530736232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_Toc530736231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_Toc530736230</vt:lpwstr>
      </vt:variant>
      <vt:variant>
        <vt:i4>1507380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_Toc530736229</vt:lpwstr>
      </vt:variant>
      <vt:variant>
        <vt:i4>1507380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_Toc530736228</vt:lpwstr>
      </vt:variant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_Toc530736227</vt:lpwstr>
      </vt:variant>
      <vt:variant>
        <vt:i4>1507380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_Toc530736226</vt:lpwstr>
      </vt:variant>
      <vt:variant>
        <vt:i4>1507380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_Toc530736225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_Toc530736224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_Toc530736223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_Toc530736222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_Toc530736221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_Toc530736220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_Toc530736219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_Toc530736218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_Toc530736217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_Toc530736216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_Toc530736215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_Toc530736214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_Toc530736213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_Toc530736212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_Toc530736211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_Toc530736210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Frido Pennings</cp:lastModifiedBy>
  <cp:revision>17</cp:revision>
  <cp:lastPrinted>2019-10-16T11:04:00Z</cp:lastPrinted>
  <dcterms:created xsi:type="dcterms:W3CDTF">2020-05-13T06:53:00Z</dcterms:created>
  <dcterms:modified xsi:type="dcterms:W3CDTF">2020-07-10T13:10:00Z</dcterms:modified>
</cp:coreProperties>
</file>