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83D40" w14:textId="74444F3A" w:rsidR="00985BFA" w:rsidRDefault="00985BFA" w:rsidP="00807A1E">
      <w:pPr>
        <w:rPr>
          <w:b/>
          <w:bCs/>
        </w:rPr>
      </w:pPr>
      <w:r>
        <w:rPr>
          <w:noProof/>
        </w:rPr>
        <mc:AlternateContent>
          <mc:Choice Requires="wpg">
            <w:drawing>
              <wp:inline distT="0" distB="0" distL="0" distR="0" wp14:anchorId="4F25A75D" wp14:editId="2AB0EFB5">
                <wp:extent cx="874395" cy="874395"/>
                <wp:effectExtent l="0" t="0" r="20955" b="20955"/>
                <wp:docPr id="11437" name="Groep 11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74395" cy="874395"/>
                          <a:chOff x="0" y="0"/>
                          <a:chExt cx="874323" cy="874323"/>
                        </a:xfrm>
                      </wpg:grpSpPr>
                      <wps:wsp>
                        <wps:cNvPr id="46" name="Shape 46"/>
                        <wps:cNvSpPr/>
                        <wps:spPr>
                          <a:xfrm>
                            <a:off x="0" y="0"/>
                            <a:ext cx="874323" cy="87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4323" h="874323">
                                <a:moveTo>
                                  <a:pt x="0" y="0"/>
                                </a:moveTo>
                                <a:lnTo>
                                  <a:pt x="874323" y="0"/>
                                </a:lnTo>
                                <a:lnTo>
                                  <a:pt x="874323" y="874323"/>
                                </a:lnTo>
                                <a:lnTo>
                                  <a:pt x="0" y="8743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494" cap="flat" cmpd="sng" algn="ctr">
                            <a:solidFill>
                              <a:srgbClr val="9D9C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64455" y="55440"/>
                            <a:ext cx="100896" cy="122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96" h="122150">
                                <a:moveTo>
                                  <a:pt x="54254" y="0"/>
                                </a:moveTo>
                                <a:cubicBezTo>
                                  <a:pt x="69799" y="0"/>
                                  <a:pt x="75512" y="2544"/>
                                  <a:pt x="82807" y="6344"/>
                                </a:cubicBezTo>
                                <a:cubicBezTo>
                                  <a:pt x="92326" y="11428"/>
                                  <a:pt x="100575" y="20944"/>
                                  <a:pt x="100575" y="26018"/>
                                </a:cubicBezTo>
                                <a:cubicBezTo>
                                  <a:pt x="100575" y="34268"/>
                                  <a:pt x="93277" y="39660"/>
                                  <a:pt x="85665" y="39660"/>
                                </a:cubicBezTo>
                                <a:cubicBezTo>
                                  <a:pt x="82807" y="39660"/>
                                  <a:pt x="80263" y="39029"/>
                                  <a:pt x="78052" y="37754"/>
                                </a:cubicBezTo>
                                <a:lnTo>
                                  <a:pt x="69168" y="32365"/>
                                </a:lnTo>
                                <a:cubicBezTo>
                                  <a:pt x="65676" y="30145"/>
                                  <a:pt x="60598" y="29187"/>
                                  <a:pt x="57429" y="29187"/>
                                </a:cubicBezTo>
                                <a:cubicBezTo>
                                  <a:pt x="51079" y="29187"/>
                                  <a:pt x="36165" y="32365"/>
                                  <a:pt x="33317" y="53620"/>
                                </a:cubicBezTo>
                                <a:cubicBezTo>
                                  <a:pt x="30145" y="77415"/>
                                  <a:pt x="43464" y="92963"/>
                                  <a:pt x="56157" y="92963"/>
                                </a:cubicBezTo>
                                <a:cubicBezTo>
                                  <a:pt x="66310" y="92966"/>
                                  <a:pt x="68844" y="89798"/>
                                  <a:pt x="76143" y="85982"/>
                                </a:cubicBezTo>
                                <a:cubicBezTo>
                                  <a:pt x="80907" y="83441"/>
                                  <a:pt x="83762" y="83441"/>
                                  <a:pt x="85985" y="83441"/>
                                </a:cubicBezTo>
                                <a:cubicBezTo>
                                  <a:pt x="94225" y="83441"/>
                                  <a:pt x="100896" y="89157"/>
                                  <a:pt x="100896" y="95497"/>
                                </a:cubicBezTo>
                                <a:cubicBezTo>
                                  <a:pt x="100896" y="107557"/>
                                  <a:pt x="78998" y="122150"/>
                                  <a:pt x="59646" y="122150"/>
                                </a:cubicBezTo>
                                <a:cubicBezTo>
                                  <a:pt x="24429" y="122150"/>
                                  <a:pt x="0" y="95497"/>
                                  <a:pt x="0" y="61870"/>
                                </a:cubicBezTo>
                                <a:cubicBezTo>
                                  <a:pt x="0" y="44104"/>
                                  <a:pt x="4764" y="29508"/>
                                  <a:pt x="14280" y="18720"/>
                                </a:cubicBezTo>
                                <a:cubicBezTo>
                                  <a:pt x="25064" y="6344"/>
                                  <a:pt x="39657" y="0"/>
                                  <a:pt x="542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22031" y="55473"/>
                            <a:ext cx="58690" cy="122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0" h="122913">
                                <a:moveTo>
                                  <a:pt x="58690" y="0"/>
                                </a:moveTo>
                                <a:lnTo>
                                  <a:pt x="58690" y="28912"/>
                                </a:lnTo>
                                <a:lnTo>
                                  <a:pt x="57740" y="28685"/>
                                </a:lnTo>
                                <a:cubicBezTo>
                                  <a:pt x="43460" y="28685"/>
                                  <a:pt x="32673" y="41214"/>
                                  <a:pt x="32673" y="59455"/>
                                </a:cubicBezTo>
                                <a:cubicBezTo>
                                  <a:pt x="32673" y="81988"/>
                                  <a:pt x="43460" y="93089"/>
                                  <a:pt x="58054" y="93089"/>
                                </a:cubicBezTo>
                                <a:lnTo>
                                  <a:pt x="58690" y="92801"/>
                                </a:lnTo>
                                <a:lnTo>
                                  <a:pt x="58690" y="122913"/>
                                </a:lnTo>
                                <a:lnTo>
                                  <a:pt x="35867" y="118333"/>
                                </a:lnTo>
                                <a:cubicBezTo>
                                  <a:pt x="14808" y="109468"/>
                                  <a:pt x="0" y="88646"/>
                                  <a:pt x="0" y="63899"/>
                                </a:cubicBezTo>
                                <a:cubicBezTo>
                                  <a:pt x="0" y="46130"/>
                                  <a:pt x="5065" y="30585"/>
                                  <a:pt x="14267" y="19801"/>
                                </a:cubicBezTo>
                                <a:cubicBezTo>
                                  <a:pt x="19662" y="13454"/>
                                  <a:pt x="26087" y="8456"/>
                                  <a:pt x="33623" y="5045"/>
                                </a:cubicBezTo>
                                <a:lnTo>
                                  <a:pt x="58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80721" y="55282"/>
                            <a:ext cx="59017" cy="123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17" h="123105">
                                <a:moveTo>
                                  <a:pt x="950" y="0"/>
                                </a:moveTo>
                                <a:cubicBezTo>
                                  <a:pt x="32361" y="0"/>
                                  <a:pt x="59017" y="26336"/>
                                  <a:pt x="59017" y="61238"/>
                                </a:cubicBezTo>
                                <a:cubicBezTo>
                                  <a:pt x="59017" y="98038"/>
                                  <a:pt x="33315" y="123105"/>
                                  <a:pt x="2" y="123105"/>
                                </a:cubicBezTo>
                                <a:lnTo>
                                  <a:pt x="0" y="123105"/>
                                </a:lnTo>
                                <a:lnTo>
                                  <a:pt x="0" y="92992"/>
                                </a:lnTo>
                                <a:lnTo>
                                  <a:pt x="18640" y="84553"/>
                                </a:lnTo>
                                <a:cubicBezTo>
                                  <a:pt x="23320" y="79001"/>
                                  <a:pt x="26017" y="71070"/>
                                  <a:pt x="26017" y="61556"/>
                                </a:cubicBezTo>
                                <a:cubicBezTo>
                                  <a:pt x="26017" y="49894"/>
                                  <a:pt x="21557" y="37343"/>
                                  <a:pt x="11295" y="31796"/>
                                </a:cubicBezTo>
                                <a:lnTo>
                                  <a:pt x="0" y="29103"/>
                                </a:lnTo>
                                <a:lnTo>
                                  <a:pt x="0" y="191"/>
                                </a:lnTo>
                                <a:lnTo>
                                  <a:pt x="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90747" y="58618"/>
                            <a:ext cx="100246" cy="116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246" h="116117">
                                <a:moveTo>
                                  <a:pt x="17445" y="0"/>
                                </a:moveTo>
                                <a:cubicBezTo>
                                  <a:pt x="25692" y="0"/>
                                  <a:pt x="30135" y="2214"/>
                                  <a:pt x="34579" y="6664"/>
                                </a:cubicBezTo>
                                <a:cubicBezTo>
                                  <a:pt x="37120" y="9198"/>
                                  <a:pt x="42201" y="16811"/>
                                  <a:pt x="46639" y="25381"/>
                                </a:cubicBezTo>
                                <a:cubicBezTo>
                                  <a:pt x="53937" y="39343"/>
                                  <a:pt x="60912" y="47276"/>
                                  <a:pt x="64413" y="47276"/>
                                </a:cubicBezTo>
                                <a:cubicBezTo>
                                  <a:pt x="66941" y="47276"/>
                                  <a:pt x="69799" y="42826"/>
                                  <a:pt x="69799" y="34262"/>
                                </a:cubicBezTo>
                                <a:cubicBezTo>
                                  <a:pt x="69799" y="31407"/>
                                  <a:pt x="69168" y="15545"/>
                                  <a:pt x="72010" y="9519"/>
                                </a:cubicBezTo>
                                <a:cubicBezTo>
                                  <a:pt x="74554" y="3806"/>
                                  <a:pt x="78677" y="952"/>
                                  <a:pt x="84707" y="952"/>
                                </a:cubicBezTo>
                                <a:cubicBezTo>
                                  <a:pt x="96766" y="952"/>
                                  <a:pt x="100246" y="7292"/>
                                  <a:pt x="100246" y="30136"/>
                                </a:cubicBezTo>
                                <a:lnTo>
                                  <a:pt x="100246" y="93594"/>
                                </a:lnTo>
                                <a:cubicBezTo>
                                  <a:pt x="100246" y="108505"/>
                                  <a:pt x="94543" y="116117"/>
                                  <a:pt x="83121" y="116117"/>
                                </a:cubicBezTo>
                                <a:cubicBezTo>
                                  <a:pt x="73929" y="116117"/>
                                  <a:pt x="68524" y="112628"/>
                                  <a:pt x="64087" y="108191"/>
                                </a:cubicBezTo>
                                <a:cubicBezTo>
                                  <a:pt x="62177" y="106285"/>
                                  <a:pt x="54248" y="92322"/>
                                  <a:pt x="49173" y="84072"/>
                                </a:cubicBezTo>
                                <a:cubicBezTo>
                                  <a:pt x="44415" y="76460"/>
                                  <a:pt x="39337" y="69482"/>
                                  <a:pt x="36486" y="69482"/>
                                </a:cubicBezTo>
                                <a:cubicBezTo>
                                  <a:pt x="32359" y="69482"/>
                                  <a:pt x="30456" y="74237"/>
                                  <a:pt x="30456" y="83124"/>
                                </a:cubicBezTo>
                                <a:cubicBezTo>
                                  <a:pt x="30456" y="102158"/>
                                  <a:pt x="28860" y="104068"/>
                                  <a:pt x="27604" y="107867"/>
                                </a:cubicBezTo>
                                <a:cubicBezTo>
                                  <a:pt x="25381" y="112949"/>
                                  <a:pt x="21258" y="115483"/>
                                  <a:pt x="15545" y="115483"/>
                                </a:cubicBezTo>
                                <a:cubicBezTo>
                                  <a:pt x="951" y="115483"/>
                                  <a:pt x="0" y="105016"/>
                                  <a:pt x="0" y="86619"/>
                                </a:cubicBezTo>
                                <a:lnTo>
                                  <a:pt x="0" y="22523"/>
                                </a:lnTo>
                                <a:cubicBezTo>
                                  <a:pt x="0" y="7292"/>
                                  <a:pt x="4434" y="0"/>
                                  <a:pt x="174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553496" y="54803"/>
                            <a:ext cx="99624" cy="123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24" h="123111">
                                <a:moveTo>
                                  <a:pt x="47920" y="0"/>
                                </a:moveTo>
                                <a:cubicBezTo>
                                  <a:pt x="72340" y="0"/>
                                  <a:pt x="93600" y="11428"/>
                                  <a:pt x="93600" y="22219"/>
                                </a:cubicBezTo>
                                <a:cubicBezTo>
                                  <a:pt x="93600" y="29197"/>
                                  <a:pt x="87263" y="37443"/>
                                  <a:pt x="75838" y="37443"/>
                                </a:cubicBezTo>
                                <a:cubicBezTo>
                                  <a:pt x="67271" y="37443"/>
                                  <a:pt x="59976" y="29197"/>
                                  <a:pt x="51396" y="29197"/>
                                </a:cubicBezTo>
                                <a:cubicBezTo>
                                  <a:pt x="44726" y="29197"/>
                                  <a:pt x="39664" y="31417"/>
                                  <a:pt x="39664" y="35537"/>
                                </a:cubicBezTo>
                                <a:cubicBezTo>
                                  <a:pt x="39664" y="39981"/>
                                  <a:pt x="43162" y="43467"/>
                                  <a:pt x="51729" y="45059"/>
                                </a:cubicBezTo>
                                <a:cubicBezTo>
                                  <a:pt x="61235" y="46965"/>
                                  <a:pt x="71709" y="45696"/>
                                  <a:pt x="87263" y="57118"/>
                                </a:cubicBezTo>
                                <a:cubicBezTo>
                                  <a:pt x="95824" y="63779"/>
                                  <a:pt x="99624" y="72023"/>
                                  <a:pt x="99624" y="82496"/>
                                </a:cubicBezTo>
                                <a:cubicBezTo>
                                  <a:pt x="99624" y="101530"/>
                                  <a:pt x="85985" y="123111"/>
                                  <a:pt x="47917" y="123111"/>
                                </a:cubicBezTo>
                                <a:cubicBezTo>
                                  <a:pt x="21901" y="123111"/>
                                  <a:pt x="0" y="112321"/>
                                  <a:pt x="0" y="98679"/>
                                </a:cubicBezTo>
                                <a:cubicBezTo>
                                  <a:pt x="0" y="91063"/>
                                  <a:pt x="9192" y="85671"/>
                                  <a:pt x="17134" y="85671"/>
                                </a:cubicBezTo>
                                <a:cubicBezTo>
                                  <a:pt x="26973" y="85671"/>
                                  <a:pt x="32365" y="94552"/>
                                  <a:pt x="47917" y="94552"/>
                                </a:cubicBezTo>
                                <a:cubicBezTo>
                                  <a:pt x="56795" y="94552"/>
                                  <a:pt x="62190" y="90432"/>
                                  <a:pt x="62190" y="86305"/>
                                </a:cubicBezTo>
                                <a:cubicBezTo>
                                  <a:pt x="62193" y="81227"/>
                                  <a:pt x="55843" y="77421"/>
                                  <a:pt x="46962" y="76152"/>
                                </a:cubicBezTo>
                                <a:cubicBezTo>
                                  <a:pt x="33314" y="74249"/>
                                  <a:pt x="23164" y="72346"/>
                                  <a:pt x="14283" y="65999"/>
                                </a:cubicBezTo>
                                <a:cubicBezTo>
                                  <a:pt x="5078" y="59653"/>
                                  <a:pt x="634" y="50454"/>
                                  <a:pt x="634" y="39667"/>
                                </a:cubicBezTo>
                                <a:cubicBezTo>
                                  <a:pt x="634" y="28876"/>
                                  <a:pt x="4444" y="19672"/>
                                  <a:pt x="12383" y="12383"/>
                                </a:cubicBezTo>
                                <a:cubicBezTo>
                                  <a:pt x="19361" y="6030"/>
                                  <a:pt x="30786" y="0"/>
                                  <a:pt x="47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703505" y="55473"/>
                            <a:ext cx="58698" cy="122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" h="122914">
                                <a:moveTo>
                                  <a:pt x="58698" y="0"/>
                                </a:moveTo>
                                <a:lnTo>
                                  <a:pt x="58698" y="28912"/>
                                </a:lnTo>
                                <a:lnTo>
                                  <a:pt x="57749" y="28685"/>
                                </a:lnTo>
                                <a:cubicBezTo>
                                  <a:pt x="43470" y="28685"/>
                                  <a:pt x="32679" y="41214"/>
                                  <a:pt x="32679" y="59455"/>
                                </a:cubicBezTo>
                                <a:cubicBezTo>
                                  <a:pt x="32679" y="81988"/>
                                  <a:pt x="43470" y="93089"/>
                                  <a:pt x="58060" y="93089"/>
                                </a:cubicBezTo>
                                <a:lnTo>
                                  <a:pt x="58698" y="92801"/>
                                </a:lnTo>
                                <a:lnTo>
                                  <a:pt x="58698" y="122913"/>
                                </a:lnTo>
                                <a:lnTo>
                                  <a:pt x="58691" y="122914"/>
                                </a:lnTo>
                                <a:cubicBezTo>
                                  <a:pt x="26342" y="122914"/>
                                  <a:pt x="0" y="96896"/>
                                  <a:pt x="0" y="63899"/>
                                </a:cubicBezTo>
                                <a:cubicBezTo>
                                  <a:pt x="0" y="46131"/>
                                  <a:pt x="5068" y="30585"/>
                                  <a:pt x="14273" y="19801"/>
                                </a:cubicBezTo>
                                <a:cubicBezTo>
                                  <a:pt x="19662" y="13454"/>
                                  <a:pt x="26088" y="8456"/>
                                  <a:pt x="33626" y="5045"/>
                                </a:cubicBezTo>
                                <a:lnTo>
                                  <a:pt x="58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E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762202" y="55282"/>
                            <a:ext cx="59009" cy="123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9" h="123104">
                                <a:moveTo>
                                  <a:pt x="948" y="0"/>
                                </a:moveTo>
                                <a:cubicBezTo>
                                  <a:pt x="32356" y="0"/>
                                  <a:pt x="59009" y="26336"/>
                                  <a:pt x="59009" y="61238"/>
                                </a:cubicBezTo>
                                <a:cubicBezTo>
                                  <a:pt x="59006" y="88838"/>
                                  <a:pt x="44556" y="109838"/>
                                  <a:pt x="23273" y="118613"/>
                                </a:cubicBezTo>
                                <a:lnTo>
                                  <a:pt x="0" y="123104"/>
                                </a:lnTo>
                                <a:lnTo>
                                  <a:pt x="0" y="92992"/>
                                </a:lnTo>
                                <a:lnTo>
                                  <a:pt x="18640" y="84553"/>
                                </a:lnTo>
                                <a:cubicBezTo>
                                  <a:pt x="23321" y="79001"/>
                                  <a:pt x="26018" y="71070"/>
                                  <a:pt x="26018" y="61556"/>
                                </a:cubicBezTo>
                                <a:cubicBezTo>
                                  <a:pt x="26018" y="49894"/>
                                  <a:pt x="21555" y="37343"/>
                                  <a:pt x="11294" y="31796"/>
                                </a:cubicBezTo>
                                <a:lnTo>
                                  <a:pt x="0" y="29102"/>
                                </a:lnTo>
                                <a:lnTo>
                                  <a:pt x="0" y="191"/>
                                </a:lnTo>
                                <a:lnTo>
                                  <a:pt x="9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E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66989" y="216306"/>
                            <a:ext cx="50449" cy="116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49" h="116748">
                                <a:moveTo>
                                  <a:pt x="21895" y="0"/>
                                </a:moveTo>
                                <a:lnTo>
                                  <a:pt x="50449" y="0"/>
                                </a:lnTo>
                                <a:lnTo>
                                  <a:pt x="50449" y="26406"/>
                                </a:lnTo>
                                <a:lnTo>
                                  <a:pt x="38752" y="29265"/>
                                </a:lnTo>
                                <a:cubicBezTo>
                                  <a:pt x="36016" y="31328"/>
                                  <a:pt x="34589" y="34422"/>
                                  <a:pt x="34589" y="38389"/>
                                </a:cubicBezTo>
                                <a:cubicBezTo>
                                  <a:pt x="34589" y="46635"/>
                                  <a:pt x="40929" y="50759"/>
                                  <a:pt x="48545" y="50759"/>
                                </a:cubicBezTo>
                                <a:lnTo>
                                  <a:pt x="50449" y="50241"/>
                                </a:lnTo>
                                <a:lnTo>
                                  <a:pt x="50449" y="86718"/>
                                </a:lnTo>
                                <a:lnTo>
                                  <a:pt x="43467" y="80590"/>
                                </a:lnTo>
                                <a:cubicBezTo>
                                  <a:pt x="36492" y="80590"/>
                                  <a:pt x="33631" y="85021"/>
                                  <a:pt x="33631" y="96128"/>
                                </a:cubicBezTo>
                                <a:cubicBezTo>
                                  <a:pt x="33631" y="110091"/>
                                  <a:pt x="27608" y="116748"/>
                                  <a:pt x="17458" y="116748"/>
                                </a:cubicBezTo>
                                <a:cubicBezTo>
                                  <a:pt x="6664" y="116748"/>
                                  <a:pt x="0" y="110411"/>
                                  <a:pt x="0" y="103744"/>
                                </a:cubicBezTo>
                                <a:lnTo>
                                  <a:pt x="320" y="21886"/>
                                </a:lnTo>
                                <a:cubicBezTo>
                                  <a:pt x="320" y="4437"/>
                                  <a:pt x="7619" y="0"/>
                                  <a:pt x="21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17438" y="216306"/>
                            <a:ext cx="51398" cy="117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98" h="117075">
                                <a:moveTo>
                                  <a:pt x="0" y="0"/>
                                </a:moveTo>
                                <a:lnTo>
                                  <a:pt x="5076" y="0"/>
                                </a:lnTo>
                                <a:cubicBezTo>
                                  <a:pt x="40931" y="0"/>
                                  <a:pt x="51398" y="19983"/>
                                  <a:pt x="51398" y="36485"/>
                                </a:cubicBezTo>
                                <a:cubicBezTo>
                                  <a:pt x="51398" y="42506"/>
                                  <a:pt x="50770" y="47587"/>
                                  <a:pt x="48857" y="51713"/>
                                </a:cubicBezTo>
                                <a:cubicBezTo>
                                  <a:pt x="42831" y="65355"/>
                                  <a:pt x="35532" y="65676"/>
                                  <a:pt x="35532" y="75822"/>
                                </a:cubicBezTo>
                                <a:cubicBezTo>
                                  <a:pt x="35532" y="85021"/>
                                  <a:pt x="47271" y="97714"/>
                                  <a:pt x="47271" y="105647"/>
                                </a:cubicBezTo>
                                <a:cubicBezTo>
                                  <a:pt x="47271" y="113900"/>
                                  <a:pt x="42517" y="117075"/>
                                  <a:pt x="33312" y="117075"/>
                                </a:cubicBezTo>
                                <a:cubicBezTo>
                                  <a:pt x="24111" y="117075"/>
                                  <a:pt x="17767" y="113263"/>
                                  <a:pt x="13326" y="105964"/>
                                </a:cubicBezTo>
                                <a:lnTo>
                                  <a:pt x="3491" y="89782"/>
                                </a:lnTo>
                                <a:lnTo>
                                  <a:pt x="0" y="86718"/>
                                </a:lnTo>
                                <a:lnTo>
                                  <a:pt x="0" y="50241"/>
                                </a:lnTo>
                                <a:lnTo>
                                  <a:pt x="11499" y="47112"/>
                                </a:lnTo>
                                <a:cubicBezTo>
                                  <a:pt x="14433" y="44892"/>
                                  <a:pt x="15861" y="41879"/>
                                  <a:pt x="15861" y="38706"/>
                                </a:cubicBezTo>
                                <a:cubicBezTo>
                                  <a:pt x="15861" y="31411"/>
                                  <a:pt x="10469" y="26650"/>
                                  <a:pt x="316" y="26329"/>
                                </a:cubicBezTo>
                                <a:lnTo>
                                  <a:pt x="0" y="26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33491" y="216778"/>
                            <a:ext cx="88526" cy="119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26" h="119299">
                                <a:moveTo>
                                  <a:pt x="19992" y="0"/>
                                </a:moveTo>
                                <a:lnTo>
                                  <a:pt x="67896" y="0"/>
                                </a:lnTo>
                                <a:cubicBezTo>
                                  <a:pt x="82496" y="0"/>
                                  <a:pt x="88526" y="4447"/>
                                  <a:pt x="88526" y="13642"/>
                                </a:cubicBezTo>
                                <a:cubicBezTo>
                                  <a:pt x="88526" y="19669"/>
                                  <a:pt x="84716" y="24747"/>
                                  <a:pt x="76466" y="26333"/>
                                </a:cubicBezTo>
                                <a:cubicBezTo>
                                  <a:pt x="64087" y="28553"/>
                                  <a:pt x="60918" y="33000"/>
                                  <a:pt x="60918" y="42515"/>
                                </a:cubicBezTo>
                                <a:lnTo>
                                  <a:pt x="60918" y="98672"/>
                                </a:lnTo>
                                <a:cubicBezTo>
                                  <a:pt x="60918" y="114217"/>
                                  <a:pt x="53623" y="119299"/>
                                  <a:pt x="45053" y="119299"/>
                                </a:cubicBezTo>
                                <a:cubicBezTo>
                                  <a:pt x="33003" y="119299"/>
                                  <a:pt x="27604" y="112635"/>
                                  <a:pt x="27604" y="98352"/>
                                </a:cubicBezTo>
                                <a:lnTo>
                                  <a:pt x="27604" y="42515"/>
                                </a:lnTo>
                                <a:cubicBezTo>
                                  <a:pt x="27604" y="33000"/>
                                  <a:pt x="24429" y="29504"/>
                                  <a:pt x="12376" y="26333"/>
                                </a:cubicBezTo>
                                <a:cubicBezTo>
                                  <a:pt x="4123" y="24112"/>
                                  <a:pt x="0" y="19669"/>
                                  <a:pt x="0" y="13325"/>
                                </a:cubicBezTo>
                                <a:cubicBezTo>
                                  <a:pt x="0" y="4447"/>
                                  <a:pt x="6667" y="0"/>
                                  <a:pt x="199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419756" y="213924"/>
                            <a:ext cx="39343" cy="122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43" h="122461">
                                <a:moveTo>
                                  <a:pt x="17765" y="0"/>
                                </a:moveTo>
                                <a:cubicBezTo>
                                  <a:pt x="33628" y="0"/>
                                  <a:pt x="39343" y="6661"/>
                                  <a:pt x="39343" y="30132"/>
                                </a:cubicBezTo>
                                <a:lnTo>
                                  <a:pt x="39343" y="98986"/>
                                </a:lnTo>
                                <a:cubicBezTo>
                                  <a:pt x="39343" y="114538"/>
                                  <a:pt x="32676" y="122461"/>
                                  <a:pt x="19665" y="122461"/>
                                </a:cubicBezTo>
                                <a:cubicBezTo>
                                  <a:pt x="2534" y="122461"/>
                                  <a:pt x="0" y="110088"/>
                                  <a:pt x="0" y="94229"/>
                                </a:cubicBezTo>
                                <a:lnTo>
                                  <a:pt x="314" y="23792"/>
                                </a:lnTo>
                                <a:cubicBezTo>
                                  <a:pt x="314" y="9829"/>
                                  <a:pt x="6030" y="0"/>
                                  <a:pt x="177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548370" y="213445"/>
                            <a:ext cx="104055" cy="123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055" h="123105">
                                <a:moveTo>
                                  <a:pt x="16490" y="0"/>
                                </a:moveTo>
                                <a:cubicBezTo>
                                  <a:pt x="31404" y="0"/>
                                  <a:pt x="36470" y="6661"/>
                                  <a:pt x="36470" y="28239"/>
                                </a:cubicBezTo>
                                <a:lnTo>
                                  <a:pt x="36470" y="70754"/>
                                </a:lnTo>
                                <a:cubicBezTo>
                                  <a:pt x="36470" y="81538"/>
                                  <a:pt x="42496" y="90426"/>
                                  <a:pt x="51704" y="90426"/>
                                </a:cubicBezTo>
                                <a:cubicBezTo>
                                  <a:pt x="60591" y="90426"/>
                                  <a:pt x="67566" y="84082"/>
                                  <a:pt x="67566" y="70754"/>
                                </a:cubicBezTo>
                                <a:lnTo>
                                  <a:pt x="67566" y="28239"/>
                                </a:lnTo>
                                <a:cubicBezTo>
                                  <a:pt x="67566" y="7933"/>
                                  <a:pt x="71696" y="317"/>
                                  <a:pt x="85341" y="317"/>
                                </a:cubicBezTo>
                                <a:cubicBezTo>
                                  <a:pt x="99300" y="317"/>
                                  <a:pt x="104055" y="6661"/>
                                  <a:pt x="104055" y="28870"/>
                                </a:cubicBezTo>
                                <a:lnTo>
                                  <a:pt x="104055" y="72023"/>
                                </a:lnTo>
                                <a:cubicBezTo>
                                  <a:pt x="104055" y="115807"/>
                                  <a:pt x="67566" y="123105"/>
                                  <a:pt x="51704" y="123105"/>
                                </a:cubicBezTo>
                                <a:cubicBezTo>
                                  <a:pt x="33634" y="123105"/>
                                  <a:pt x="17131" y="116120"/>
                                  <a:pt x="7936" y="101847"/>
                                </a:cubicBezTo>
                                <a:cubicBezTo>
                                  <a:pt x="936" y="91057"/>
                                  <a:pt x="0" y="85665"/>
                                  <a:pt x="0" y="45049"/>
                                </a:cubicBezTo>
                                <a:lnTo>
                                  <a:pt x="0" y="28239"/>
                                </a:lnTo>
                                <a:cubicBezTo>
                                  <a:pt x="0" y="9836"/>
                                  <a:pt x="3809" y="0"/>
                                  <a:pt x="164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695892" y="217882"/>
                            <a:ext cx="127863" cy="115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863" h="115810">
                                <a:moveTo>
                                  <a:pt x="18714" y="3"/>
                                </a:moveTo>
                                <a:lnTo>
                                  <a:pt x="27906" y="3"/>
                                </a:lnTo>
                                <a:cubicBezTo>
                                  <a:pt x="34893" y="0"/>
                                  <a:pt x="45043" y="1595"/>
                                  <a:pt x="48542" y="15237"/>
                                </a:cubicBezTo>
                                <a:lnTo>
                                  <a:pt x="53293" y="33006"/>
                                </a:lnTo>
                                <a:cubicBezTo>
                                  <a:pt x="57420" y="47914"/>
                                  <a:pt x="59332" y="55529"/>
                                  <a:pt x="63776" y="55529"/>
                                </a:cubicBezTo>
                                <a:cubicBezTo>
                                  <a:pt x="69796" y="55529"/>
                                  <a:pt x="72654" y="39346"/>
                                  <a:pt x="79007" y="15555"/>
                                </a:cubicBezTo>
                                <a:cubicBezTo>
                                  <a:pt x="81538" y="6039"/>
                                  <a:pt x="87888" y="3"/>
                                  <a:pt x="100265" y="3"/>
                                </a:cubicBezTo>
                                <a:lnTo>
                                  <a:pt x="109456" y="3"/>
                                </a:lnTo>
                                <a:cubicBezTo>
                                  <a:pt x="126277" y="3"/>
                                  <a:pt x="127863" y="12066"/>
                                  <a:pt x="127863" y="23805"/>
                                </a:cubicBezTo>
                                <a:lnTo>
                                  <a:pt x="127863" y="93921"/>
                                </a:lnTo>
                                <a:cubicBezTo>
                                  <a:pt x="127863" y="108197"/>
                                  <a:pt x="122788" y="115499"/>
                                  <a:pt x="111997" y="115499"/>
                                </a:cubicBezTo>
                                <a:cubicBezTo>
                                  <a:pt x="103744" y="115499"/>
                                  <a:pt x="99310" y="111049"/>
                                  <a:pt x="96763" y="102168"/>
                                </a:cubicBezTo>
                                <a:cubicBezTo>
                                  <a:pt x="95808" y="98361"/>
                                  <a:pt x="95494" y="83137"/>
                                  <a:pt x="91374" y="83137"/>
                                </a:cubicBezTo>
                                <a:cubicBezTo>
                                  <a:pt x="88840" y="83137"/>
                                  <a:pt x="87885" y="86302"/>
                                  <a:pt x="81535" y="102488"/>
                                </a:cubicBezTo>
                                <a:cubicBezTo>
                                  <a:pt x="78033" y="111369"/>
                                  <a:pt x="72007" y="115810"/>
                                  <a:pt x="63773" y="115810"/>
                                </a:cubicBezTo>
                                <a:cubicBezTo>
                                  <a:pt x="55837" y="115810"/>
                                  <a:pt x="49166" y="111049"/>
                                  <a:pt x="45684" y="102168"/>
                                </a:cubicBezTo>
                                <a:cubicBezTo>
                                  <a:pt x="39971" y="86940"/>
                                  <a:pt x="37431" y="81544"/>
                                  <a:pt x="35220" y="81544"/>
                                </a:cubicBezTo>
                                <a:cubicBezTo>
                                  <a:pt x="33304" y="81544"/>
                                  <a:pt x="31404" y="85037"/>
                                  <a:pt x="30132" y="101216"/>
                                </a:cubicBezTo>
                                <a:cubicBezTo>
                                  <a:pt x="29184" y="111686"/>
                                  <a:pt x="20928" y="115499"/>
                                  <a:pt x="15542" y="115499"/>
                                </a:cubicBezTo>
                                <a:cubicBezTo>
                                  <a:pt x="1570" y="115499"/>
                                  <a:pt x="0" y="105025"/>
                                  <a:pt x="0" y="89163"/>
                                </a:cubicBezTo>
                                <a:lnTo>
                                  <a:pt x="0" y="22850"/>
                                </a:lnTo>
                                <a:cubicBezTo>
                                  <a:pt x="0" y="7622"/>
                                  <a:pt x="4123" y="3"/>
                                  <a:pt x="18714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66037" y="376524"/>
                            <a:ext cx="48703" cy="115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03" h="115172">
                                <a:moveTo>
                                  <a:pt x="19034" y="0"/>
                                </a:moveTo>
                                <a:lnTo>
                                  <a:pt x="48703" y="0"/>
                                </a:lnTo>
                                <a:lnTo>
                                  <a:pt x="48703" y="24349"/>
                                </a:lnTo>
                                <a:lnTo>
                                  <a:pt x="46959" y="23798"/>
                                </a:lnTo>
                                <a:cubicBezTo>
                                  <a:pt x="38075" y="23798"/>
                                  <a:pt x="32045" y="26970"/>
                                  <a:pt x="32045" y="33631"/>
                                </a:cubicBezTo>
                                <a:cubicBezTo>
                                  <a:pt x="32045" y="38709"/>
                                  <a:pt x="35220" y="43473"/>
                                  <a:pt x="46959" y="43473"/>
                                </a:cubicBezTo>
                                <a:lnTo>
                                  <a:pt x="48703" y="42941"/>
                                </a:lnTo>
                                <a:lnTo>
                                  <a:pt x="48703" y="68305"/>
                                </a:lnTo>
                                <a:lnTo>
                                  <a:pt x="36648" y="70119"/>
                                </a:lnTo>
                                <a:cubicBezTo>
                                  <a:pt x="33238" y="71785"/>
                                  <a:pt x="31414" y="74560"/>
                                  <a:pt x="31414" y="79001"/>
                                </a:cubicBezTo>
                                <a:cubicBezTo>
                                  <a:pt x="31417" y="86622"/>
                                  <a:pt x="37123" y="91063"/>
                                  <a:pt x="46959" y="91063"/>
                                </a:cubicBezTo>
                                <a:lnTo>
                                  <a:pt x="48703" y="90653"/>
                                </a:lnTo>
                                <a:lnTo>
                                  <a:pt x="48703" y="115172"/>
                                </a:lnTo>
                                <a:lnTo>
                                  <a:pt x="19361" y="115172"/>
                                </a:lnTo>
                                <a:lnTo>
                                  <a:pt x="19361" y="115169"/>
                                </a:lnTo>
                                <a:cubicBezTo>
                                  <a:pt x="4758" y="115169"/>
                                  <a:pt x="0" y="109146"/>
                                  <a:pt x="0" y="91380"/>
                                </a:cubicBezTo>
                                <a:lnTo>
                                  <a:pt x="0" y="19351"/>
                                </a:lnTo>
                                <a:cubicBezTo>
                                  <a:pt x="0" y="6350"/>
                                  <a:pt x="6350" y="0"/>
                                  <a:pt x="190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14741" y="376524"/>
                            <a:ext cx="50606" cy="115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606" h="115172">
                                <a:moveTo>
                                  <a:pt x="0" y="0"/>
                                </a:moveTo>
                                <a:lnTo>
                                  <a:pt x="4923" y="0"/>
                                </a:lnTo>
                                <a:cubicBezTo>
                                  <a:pt x="29666" y="0"/>
                                  <a:pt x="46163" y="9519"/>
                                  <a:pt x="46163" y="27925"/>
                                </a:cubicBezTo>
                                <a:lnTo>
                                  <a:pt x="46163" y="32048"/>
                                </a:lnTo>
                                <a:cubicBezTo>
                                  <a:pt x="46163" y="41884"/>
                                  <a:pt x="39185" y="46642"/>
                                  <a:pt x="39185" y="54254"/>
                                </a:cubicBezTo>
                                <a:cubicBezTo>
                                  <a:pt x="39185" y="61870"/>
                                  <a:pt x="50606" y="66951"/>
                                  <a:pt x="50606" y="82496"/>
                                </a:cubicBezTo>
                                <a:cubicBezTo>
                                  <a:pt x="50606" y="101216"/>
                                  <a:pt x="36330" y="115172"/>
                                  <a:pt x="2062" y="115172"/>
                                </a:cubicBezTo>
                                <a:lnTo>
                                  <a:pt x="0" y="115172"/>
                                </a:lnTo>
                                <a:lnTo>
                                  <a:pt x="0" y="90653"/>
                                </a:lnTo>
                                <a:lnTo>
                                  <a:pt x="12769" y="87650"/>
                                </a:lnTo>
                                <a:cubicBezTo>
                                  <a:pt x="15862" y="85507"/>
                                  <a:pt x="17290" y="82491"/>
                                  <a:pt x="17290" y="79001"/>
                                </a:cubicBezTo>
                                <a:cubicBezTo>
                                  <a:pt x="17290" y="73612"/>
                                  <a:pt x="11263" y="67899"/>
                                  <a:pt x="2699" y="67899"/>
                                </a:cubicBezTo>
                                <a:lnTo>
                                  <a:pt x="0" y="68305"/>
                                </a:lnTo>
                                <a:lnTo>
                                  <a:pt x="0" y="42941"/>
                                </a:lnTo>
                                <a:lnTo>
                                  <a:pt x="7376" y="40694"/>
                                </a:lnTo>
                                <a:cubicBezTo>
                                  <a:pt x="10151" y="39027"/>
                                  <a:pt x="12211" y="36804"/>
                                  <a:pt x="12211" y="34582"/>
                                </a:cubicBezTo>
                                <a:cubicBezTo>
                                  <a:pt x="12211" y="31888"/>
                                  <a:pt x="11182" y="29192"/>
                                  <a:pt x="8923" y="27169"/>
                                </a:cubicBezTo>
                                <a:lnTo>
                                  <a:pt x="0" y="243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235150" y="374621"/>
                            <a:ext cx="92005" cy="118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05" h="118668">
                                <a:moveTo>
                                  <a:pt x="17134" y="0"/>
                                </a:moveTo>
                                <a:lnTo>
                                  <a:pt x="69479" y="0"/>
                                </a:lnTo>
                                <a:cubicBezTo>
                                  <a:pt x="78360" y="0"/>
                                  <a:pt x="85982" y="5392"/>
                                  <a:pt x="85982" y="12373"/>
                                </a:cubicBezTo>
                                <a:cubicBezTo>
                                  <a:pt x="85982" y="26650"/>
                                  <a:pt x="72654" y="26976"/>
                                  <a:pt x="53306" y="26976"/>
                                </a:cubicBezTo>
                                <a:cubicBezTo>
                                  <a:pt x="42826" y="26976"/>
                                  <a:pt x="37431" y="29828"/>
                                  <a:pt x="37431" y="33951"/>
                                </a:cubicBezTo>
                                <a:cubicBezTo>
                                  <a:pt x="37431" y="39657"/>
                                  <a:pt x="42826" y="41567"/>
                                  <a:pt x="53306" y="41567"/>
                                </a:cubicBezTo>
                                <a:cubicBezTo>
                                  <a:pt x="66310" y="41567"/>
                                  <a:pt x="82490" y="41250"/>
                                  <a:pt x="82490" y="55532"/>
                                </a:cubicBezTo>
                                <a:cubicBezTo>
                                  <a:pt x="82490" y="68527"/>
                                  <a:pt x="67576" y="68527"/>
                                  <a:pt x="56474" y="68527"/>
                                </a:cubicBezTo>
                                <a:cubicBezTo>
                                  <a:pt x="38703" y="68527"/>
                                  <a:pt x="34586" y="72654"/>
                                  <a:pt x="34586" y="79318"/>
                                </a:cubicBezTo>
                                <a:cubicBezTo>
                                  <a:pt x="34586" y="89791"/>
                                  <a:pt x="42512" y="90743"/>
                                  <a:pt x="66310" y="90743"/>
                                </a:cubicBezTo>
                                <a:cubicBezTo>
                                  <a:pt x="66941" y="90743"/>
                                  <a:pt x="92005" y="88529"/>
                                  <a:pt x="92005" y="103430"/>
                                </a:cubicBezTo>
                                <a:cubicBezTo>
                                  <a:pt x="92005" y="118668"/>
                                  <a:pt x="67893" y="117396"/>
                                  <a:pt x="61866" y="117396"/>
                                </a:cubicBezTo>
                                <a:lnTo>
                                  <a:pt x="32997" y="117396"/>
                                </a:lnTo>
                                <a:cubicBezTo>
                                  <a:pt x="9836" y="117396"/>
                                  <a:pt x="0" y="116752"/>
                                  <a:pt x="0" y="96776"/>
                                </a:cubicBezTo>
                                <a:lnTo>
                                  <a:pt x="0" y="17769"/>
                                </a:lnTo>
                                <a:cubicBezTo>
                                  <a:pt x="0" y="7616"/>
                                  <a:pt x="6978" y="0"/>
                                  <a:pt x="171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91765" y="374938"/>
                            <a:ext cx="50449" cy="11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49" h="116752">
                                <a:moveTo>
                                  <a:pt x="21892" y="0"/>
                                </a:moveTo>
                                <a:lnTo>
                                  <a:pt x="50449" y="0"/>
                                </a:lnTo>
                                <a:lnTo>
                                  <a:pt x="50449" y="26410"/>
                                </a:lnTo>
                                <a:lnTo>
                                  <a:pt x="38752" y="29267"/>
                                </a:lnTo>
                                <a:cubicBezTo>
                                  <a:pt x="36016" y="31330"/>
                                  <a:pt x="34589" y="34424"/>
                                  <a:pt x="34589" y="38389"/>
                                </a:cubicBezTo>
                                <a:cubicBezTo>
                                  <a:pt x="34586" y="46638"/>
                                  <a:pt x="40929" y="50762"/>
                                  <a:pt x="48542" y="50762"/>
                                </a:cubicBezTo>
                                <a:lnTo>
                                  <a:pt x="50449" y="50243"/>
                                </a:lnTo>
                                <a:lnTo>
                                  <a:pt x="50449" y="85416"/>
                                </a:lnTo>
                                <a:lnTo>
                                  <a:pt x="48466" y="82929"/>
                                </a:lnTo>
                                <a:cubicBezTo>
                                  <a:pt x="46640" y="81381"/>
                                  <a:pt x="44894" y="80587"/>
                                  <a:pt x="43467" y="80587"/>
                                </a:cubicBezTo>
                                <a:cubicBezTo>
                                  <a:pt x="36486" y="80587"/>
                                  <a:pt x="33631" y="85027"/>
                                  <a:pt x="33631" y="96135"/>
                                </a:cubicBezTo>
                                <a:cubicBezTo>
                                  <a:pt x="33631" y="110091"/>
                                  <a:pt x="27601" y="116752"/>
                                  <a:pt x="17455" y="116752"/>
                                </a:cubicBezTo>
                                <a:cubicBezTo>
                                  <a:pt x="6664" y="116752"/>
                                  <a:pt x="0" y="110411"/>
                                  <a:pt x="0" y="103741"/>
                                </a:cubicBezTo>
                                <a:lnTo>
                                  <a:pt x="320" y="21882"/>
                                </a:lnTo>
                                <a:cubicBezTo>
                                  <a:pt x="320" y="4444"/>
                                  <a:pt x="7619" y="0"/>
                                  <a:pt x="218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442214" y="374938"/>
                            <a:ext cx="51395" cy="117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95" h="117078">
                                <a:moveTo>
                                  <a:pt x="0" y="0"/>
                                </a:moveTo>
                                <a:lnTo>
                                  <a:pt x="5073" y="0"/>
                                </a:lnTo>
                                <a:cubicBezTo>
                                  <a:pt x="40934" y="0"/>
                                  <a:pt x="51395" y="19986"/>
                                  <a:pt x="51395" y="36486"/>
                                </a:cubicBezTo>
                                <a:cubicBezTo>
                                  <a:pt x="51395" y="42512"/>
                                  <a:pt x="50767" y="47587"/>
                                  <a:pt x="48854" y="51710"/>
                                </a:cubicBezTo>
                                <a:cubicBezTo>
                                  <a:pt x="42828" y="65355"/>
                                  <a:pt x="35523" y="65673"/>
                                  <a:pt x="35523" y="75819"/>
                                </a:cubicBezTo>
                                <a:cubicBezTo>
                                  <a:pt x="35523" y="85024"/>
                                  <a:pt x="47268" y="97711"/>
                                  <a:pt x="47268" y="105653"/>
                                </a:cubicBezTo>
                                <a:cubicBezTo>
                                  <a:pt x="47271" y="113910"/>
                                  <a:pt x="42517" y="117078"/>
                                  <a:pt x="33315" y="117078"/>
                                </a:cubicBezTo>
                                <a:cubicBezTo>
                                  <a:pt x="24114" y="117078"/>
                                  <a:pt x="17773" y="113266"/>
                                  <a:pt x="13330" y="105967"/>
                                </a:cubicBezTo>
                                <a:lnTo>
                                  <a:pt x="3491" y="89791"/>
                                </a:lnTo>
                                <a:lnTo>
                                  <a:pt x="0" y="85416"/>
                                </a:lnTo>
                                <a:lnTo>
                                  <a:pt x="0" y="50243"/>
                                </a:lnTo>
                                <a:lnTo>
                                  <a:pt x="11499" y="47117"/>
                                </a:lnTo>
                                <a:cubicBezTo>
                                  <a:pt x="14433" y="44897"/>
                                  <a:pt x="15861" y="41884"/>
                                  <a:pt x="15861" y="38709"/>
                                </a:cubicBezTo>
                                <a:cubicBezTo>
                                  <a:pt x="15861" y="31414"/>
                                  <a:pt x="10469" y="26656"/>
                                  <a:pt x="316" y="26333"/>
                                </a:cubicBezTo>
                                <a:lnTo>
                                  <a:pt x="0" y="264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543724" y="372748"/>
                            <a:ext cx="58695" cy="122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5" h="122910">
                                <a:moveTo>
                                  <a:pt x="58695" y="0"/>
                                </a:moveTo>
                                <a:lnTo>
                                  <a:pt x="58695" y="28918"/>
                                </a:lnTo>
                                <a:lnTo>
                                  <a:pt x="57730" y="28688"/>
                                </a:lnTo>
                                <a:cubicBezTo>
                                  <a:pt x="43454" y="28688"/>
                                  <a:pt x="32679" y="41220"/>
                                  <a:pt x="32679" y="59461"/>
                                </a:cubicBezTo>
                                <a:cubicBezTo>
                                  <a:pt x="32679" y="81984"/>
                                  <a:pt x="43454" y="93092"/>
                                  <a:pt x="58057" y="93092"/>
                                </a:cubicBezTo>
                                <a:lnTo>
                                  <a:pt x="58695" y="92803"/>
                                </a:lnTo>
                                <a:lnTo>
                                  <a:pt x="58695" y="122909"/>
                                </a:lnTo>
                                <a:lnTo>
                                  <a:pt x="58688" y="122910"/>
                                </a:lnTo>
                                <a:cubicBezTo>
                                  <a:pt x="26323" y="122910"/>
                                  <a:pt x="0" y="96892"/>
                                  <a:pt x="0" y="63902"/>
                                </a:cubicBezTo>
                                <a:cubicBezTo>
                                  <a:pt x="0" y="46130"/>
                                  <a:pt x="5069" y="30588"/>
                                  <a:pt x="14273" y="19797"/>
                                </a:cubicBezTo>
                                <a:cubicBezTo>
                                  <a:pt x="19662" y="13454"/>
                                  <a:pt x="26087" y="8456"/>
                                  <a:pt x="33623" y="5045"/>
                                </a:cubicBezTo>
                                <a:lnTo>
                                  <a:pt x="58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602418" y="372556"/>
                            <a:ext cx="59012" cy="123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12" h="123100">
                                <a:moveTo>
                                  <a:pt x="951" y="0"/>
                                </a:moveTo>
                                <a:cubicBezTo>
                                  <a:pt x="32353" y="0"/>
                                  <a:pt x="59012" y="26336"/>
                                  <a:pt x="59012" y="61235"/>
                                </a:cubicBezTo>
                                <a:cubicBezTo>
                                  <a:pt x="59009" y="88837"/>
                                  <a:pt x="44555" y="109836"/>
                                  <a:pt x="23272" y="118610"/>
                                </a:cubicBezTo>
                                <a:lnTo>
                                  <a:pt x="0" y="123100"/>
                                </a:lnTo>
                                <a:lnTo>
                                  <a:pt x="0" y="92995"/>
                                </a:lnTo>
                                <a:lnTo>
                                  <a:pt x="18640" y="84555"/>
                                </a:lnTo>
                                <a:cubicBezTo>
                                  <a:pt x="23319" y="79002"/>
                                  <a:pt x="26015" y="71071"/>
                                  <a:pt x="26015" y="61559"/>
                                </a:cubicBezTo>
                                <a:cubicBezTo>
                                  <a:pt x="26015" y="49898"/>
                                  <a:pt x="21551" y="37346"/>
                                  <a:pt x="11285" y="31799"/>
                                </a:cubicBezTo>
                                <a:lnTo>
                                  <a:pt x="0" y="29109"/>
                                </a:lnTo>
                                <a:lnTo>
                                  <a:pt x="0" y="191"/>
                                </a:lnTo>
                                <a:lnTo>
                                  <a:pt x="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711596" y="374621"/>
                            <a:ext cx="92008" cy="118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08" h="118668">
                                <a:moveTo>
                                  <a:pt x="17128" y="0"/>
                                </a:moveTo>
                                <a:lnTo>
                                  <a:pt x="69476" y="0"/>
                                </a:lnTo>
                                <a:cubicBezTo>
                                  <a:pt x="78360" y="0"/>
                                  <a:pt x="85966" y="5392"/>
                                  <a:pt x="85966" y="12373"/>
                                </a:cubicBezTo>
                                <a:cubicBezTo>
                                  <a:pt x="85966" y="26650"/>
                                  <a:pt x="72666" y="26976"/>
                                  <a:pt x="53287" y="26976"/>
                                </a:cubicBezTo>
                                <a:cubicBezTo>
                                  <a:pt x="42823" y="26976"/>
                                  <a:pt x="37427" y="29828"/>
                                  <a:pt x="37427" y="33951"/>
                                </a:cubicBezTo>
                                <a:cubicBezTo>
                                  <a:pt x="37427" y="39657"/>
                                  <a:pt x="42823" y="41567"/>
                                  <a:pt x="53287" y="41567"/>
                                </a:cubicBezTo>
                                <a:cubicBezTo>
                                  <a:pt x="66307" y="41567"/>
                                  <a:pt x="82496" y="41250"/>
                                  <a:pt x="82496" y="55532"/>
                                </a:cubicBezTo>
                                <a:cubicBezTo>
                                  <a:pt x="82496" y="68527"/>
                                  <a:pt x="67560" y="68527"/>
                                  <a:pt x="56471" y="68527"/>
                                </a:cubicBezTo>
                                <a:cubicBezTo>
                                  <a:pt x="38693" y="68527"/>
                                  <a:pt x="34573" y="72654"/>
                                  <a:pt x="34573" y="79318"/>
                                </a:cubicBezTo>
                                <a:cubicBezTo>
                                  <a:pt x="34573" y="89791"/>
                                  <a:pt x="42509" y="90743"/>
                                  <a:pt x="66310" y="90743"/>
                                </a:cubicBezTo>
                                <a:cubicBezTo>
                                  <a:pt x="66935" y="90743"/>
                                  <a:pt x="92008" y="88529"/>
                                  <a:pt x="92008" y="103430"/>
                                </a:cubicBezTo>
                                <a:cubicBezTo>
                                  <a:pt x="92008" y="118668"/>
                                  <a:pt x="67890" y="117396"/>
                                  <a:pt x="61857" y="117396"/>
                                </a:cubicBezTo>
                                <a:lnTo>
                                  <a:pt x="32987" y="117396"/>
                                </a:lnTo>
                                <a:cubicBezTo>
                                  <a:pt x="9829" y="117396"/>
                                  <a:pt x="0" y="116752"/>
                                  <a:pt x="0" y="96776"/>
                                </a:cubicBezTo>
                                <a:lnTo>
                                  <a:pt x="0" y="17769"/>
                                </a:lnTo>
                                <a:cubicBezTo>
                                  <a:pt x="0" y="7616"/>
                                  <a:pt x="6981" y="0"/>
                                  <a:pt x="171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71867" y="534056"/>
                            <a:ext cx="50286" cy="116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86" h="116428">
                                <a:moveTo>
                                  <a:pt x="19983" y="0"/>
                                </a:moveTo>
                                <a:lnTo>
                                  <a:pt x="50286" y="0"/>
                                </a:lnTo>
                                <a:lnTo>
                                  <a:pt x="50286" y="26064"/>
                                </a:lnTo>
                                <a:lnTo>
                                  <a:pt x="49179" y="25689"/>
                                </a:lnTo>
                                <a:cubicBezTo>
                                  <a:pt x="39020" y="25689"/>
                                  <a:pt x="33314" y="30446"/>
                                  <a:pt x="33314" y="38071"/>
                                </a:cubicBezTo>
                                <a:cubicBezTo>
                                  <a:pt x="33317" y="49493"/>
                                  <a:pt x="37437" y="54555"/>
                                  <a:pt x="48542" y="54555"/>
                                </a:cubicBezTo>
                                <a:lnTo>
                                  <a:pt x="50286" y="54042"/>
                                </a:lnTo>
                                <a:lnTo>
                                  <a:pt x="50286" y="80419"/>
                                </a:lnTo>
                                <a:lnTo>
                                  <a:pt x="41022" y="82282"/>
                                </a:lnTo>
                                <a:cubicBezTo>
                                  <a:pt x="33526" y="86030"/>
                                  <a:pt x="32987" y="94061"/>
                                  <a:pt x="32987" y="98346"/>
                                </a:cubicBezTo>
                                <a:cubicBezTo>
                                  <a:pt x="32987" y="108499"/>
                                  <a:pt x="28232" y="116428"/>
                                  <a:pt x="16500" y="116428"/>
                                </a:cubicBezTo>
                                <a:cubicBezTo>
                                  <a:pt x="3489" y="116428"/>
                                  <a:pt x="0" y="107544"/>
                                  <a:pt x="0" y="93915"/>
                                </a:cubicBezTo>
                                <a:lnTo>
                                  <a:pt x="0" y="20306"/>
                                </a:lnTo>
                                <a:cubicBezTo>
                                  <a:pt x="0" y="6658"/>
                                  <a:pt x="5712" y="0"/>
                                  <a:pt x="199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22153" y="534056"/>
                            <a:ext cx="51244" cy="80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44" h="80419">
                                <a:moveTo>
                                  <a:pt x="0" y="0"/>
                                </a:moveTo>
                                <a:lnTo>
                                  <a:pt x="3968" y="0"/>
                                </a:lnTo>
                                <a:cubicBezTo>
                                  <a:pt x="30621" y="3"/>
                                  <a:pt x="51244" y="10470"/>
                                  <a:pt x="51244" y="39340"/>
                                </a:cubicBezTo>
                                <a:cubicBezTo>
                                  <a:pt x="51244" y="76771"/>
                                  <a:pt x="14118" y="80260"/>
                                  <a:pt x="790" y="80260"/>
                                </a:cubicBezTo>
                                <a:lnTo>
                                  <a:pt x="0" y="80419"/>
                                </a:lnTo>
                                <a:lnTo>
                                  <a:pt x="0" y="54042"/>
                                </a:lnTo>
                                <a:lnTo>
                                  <a:pt x="11183" y="50754"/>
                                </a:lnTo>
                                <a:cubicBezTo>
                                  <a:pt x="14673" y="48377"/>
                                  <a:pt x="16972" y="45049"/>
                                  <a:pt x="16972" y="41243"/>
                                </a:cubicBezTo>
                                <a:cubicBezTo>
                                  <a:pt x="16972" y="36798"/>
                                  <a:pt x="15148" y="32909"/>
                                  <a:pt x="11976" y="30132"/>
                                </a:cubicBezTo>
                                <a:lnTo>
                                  <a:pt x="0" y="260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234357" y="530726"/>
                            <a:ext cx="99617" cy="12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17" h="123102">
                                <a:moveTo>
                                  <a:pt x="47904" y="0"/>
                                </a:moveTo>
                                <a:cubicBezTo>
                                  <a:pt x="72330" y="0"/>
                                  <a:pt x="93588" y="11412"/>
                                  <a:pt x="93588" y="22215"/>
                                </a:cubicBezTo>
                                <a:cubicBezTo>
                                  <a:pt x="93588" y="29184"/>
                                  <a:pt x="87244" y="37434"/>
                                  <a:pt x="75822" y="37434"/>
                                </a:cubicBezTo>
                                <a:cubicBezTo>
                                  <a:pt x="67255" y="37434"/>
                                  <a:pt x="59960" y="29184"/>
                                  <a:pt x="51393" y="29184"/>
                                </a:cubicBezTo>
                                <a:cubicBezTo>
                                  <a:pt x="44729" y="29184"/>
                                  <a:pt x="39654" y="31407"/>
                                  <a:pt x="39654" y="35528"/>
                                </a:cubicBezTo>
                                <a:cubicBezTo>
                                  <a:pt x="39654" y="39962"/>
                                  <a:pt x="43146" y="43470"/>
                                  <a:pt x="51710" y="45043"/>
                                </a:cubicBezTo>
                                <a:cubicBezTo>
                                  <a:pt x="61229" y="46946"/>
                                  <a:pt x="71702" y="45681"/>
                                  <a:pt x="87244" y="57105"/>
                                </a:cubicBezTo>
                                <a:cubicBezTo>
                                  <a:pt x="95811" y="63773"/>
                                  <a:pt x="99617" y="72013"/>
                                  <a:pt x="99617" y="82493"/>
                                </a:cubicBezTo>
                                <a:cubicBezTo>
                                  <a:pt x="99617" y="101524"/>
                                  <a:pt x="85975" y="123102"/>
                                  <a:pt x="47904" y="123102"/>
                                </a:cubicBezTo>
                                <a:cubicBezTo>
                                  <a:pt x="21886" y="123102"/>
                                  <a:pt x="0" y="112317"/>
                                  <a:pt x="0" y="98669"/>
                                </a:cubicBezTo>
                                <a:cubicBezTo>
                                  <a:pt x="0" y="91050"/>
                                  <a:pt x="9192" y="85665"/>
                                  <a:pt x="17131" y="85665"/>
                                </a:cubicBezTo>
                                <a:cubicBezTo>
                                  <a:pt x="26967" y="85665"/>
                                  <a:pt x="32359" y="94536"/>
                                  <a:pt x="47904" y="94536"/>
                                </a:cubicBezTo>
                                <a:cubicBezTo>
                                  <a:pt x="56785" y="94536"/>
                                  <a:pt x="62180" y="90416"/>
                                  <a:pt x="62180" y="86290"/>
                                </a:cubicBezTo>
                                <a:cubicBezTo>
                                  <a:pt x="62180" y="81221"/>
                                  <a:pt x="55837" y="77412"/>
                                  <a:pt x="46949" y="76136"/>
                                </a:cubicBezTo>
                                <a:cubicBezTo>
                                  <a:pt x="33307" y="74240"/>
                                  <a:pt x="23158" y="72343"/>
                                  <a:pt x="14273" y="65990"/>
                                </a:cubicBezTo>
                                <a:cubicBezTo>
                                  <a:pt x="5072" y="59646"/>
                                  <a:pt x="628" y="50441"/>
                                  <a:pt x="628" y="39654"/>
                                </a:cubicBezTo>
                                <a:cubicBezTo>
                                  <a:pt x="628" y="28867"/>
                                  <a:pt x="4437" y="19662"/>
                                  <a:pt x="12367" y="12376"/>
                                </a:cubicBezTo>
                                <a:cubicBezTo>
                                  <a:pt x="19348" y="6017"/>
                                  <a:pt x="30770" y="0"/>
                                  <a:pt x="4790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79373" y="531387"/>
                            <a:ext cx="58688" cy="1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88" h="122908">
                                <a:moveTo>
                                  <a:pt x="58688" y="0"/>
                                </a:moveTo>
                                <a:lnTo>
                                  <a:pt x="58688" y="28904"/>
                                </a:lnTo>
                                <a:lnTo>
                                  <a:pt x="57740" y="28678"/>
                                </a:lnTo>
                                <a:cubicBezTo>
                                  <a:pt x="43460" y="28678"/>
                                  <a:pt x="32676" y="41213"/>
                                  <a:pt x="32676" y="59451"/>
                                </a:cubicBezTo>
                                <a:cubicBezTo>
                                  <a:pt x="32679" y="81990"/>
                                  <a:pt x="43463" y="93085"/>
                                  <a:pt x="58057" y="93085"/>
                                </a:cubicBezTo>
                                <a:lnTo>
                                  <a:pt x="58688" y="92799"/>
                                </a:lnTo>
                                <a:lnTo>
                                  <a:pt x="58688" y="122908"/>
                                </a:lnTo>
                                <a:lnTo>
                                  <a:pt x="35871" y="118330"/>
                                </a:lnTo>
                                <a:cubicBezTo>
                                  <a:pt x="14812" y="109467"/>
                                  <a:pt x="0" y="88648"/>
                                  <a:pt x="0" y="63901"/>
                                </a:cubicBezTo>
                                <a:cubicBezTo>
                                  <a:pt x="0" y="46132"/>
                                  <a:pt x="5075" y="30584"/>
                                  <a:pt x="14276" y="19794"/>
                                </a:cubicBezTo>
                                <a:cubicBezTo>
                                  <a:pt x="19670" y="13447"/>
                                  <a:pt x="26093" y="8450"/>
                                  <a:pt x="33627" y="5041"/>
                                </a:cubicBezTo>
                                <a:lnTo>
                                  <a:pt x="58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4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438061" y="531195"/>
                            <a:ext cx="59002" cy="12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2" h="123102">
                                <a:moveTo>
                                  <a:pt x="955" y="0"/>
                                </a:moveTo>
                                <a:cubicBezTo>
                                  <a:pt x="32368" y="0"/>
                                  <a:pt x="59002" y="26342"/>
                                  <a:pt x="59002" y="61226"/>
                                </a:cubicBezTo>
                                <a:cubicBezTo>
                                  <a:pt x="59002" y="98035"/>
                                  <a:pt x="33323" y="123102"/>
                                  <a:pt x="6" y="123102"/>
                                </a:cubicBezTo>
                                <a:lnTo>
                                  <a:pt x="0" y="123101"/>
                                </a:lnTo>
                                <a:lnTo>
                                  <a:pt x="0" y="92991"/>
                                </a:lnTo>
                                <a:lnTo>
                                  <a:pt x="18640" y="84551"/>
                                </a:lnTo>
                                <a:cubicBezTo>
                                  <a:pt x="23318" y="78999"/>
                                  <a:pt x="26012" y="71068"/>
                                  <a:pt x="26012" y="61552"/>
                                </a:cubicBezTo>
                                <a:cubicBezTo>
                                  <a:pt x="26012" y="49891"/>
                                  <a:pt x="21559" y="37338"/>
                                  <a:pt x="11298" y="31790"/>
                                </a:cubicBezTo>
                                <a:lnTo>
                                  <a:pt x="0" y="29096"/>
                                </a:lnTo>
                                <a:lnTo>
                                  <a:pt x="0" y="192"/>
                                </a:lnTo>
                                <a:lnTo>
                                  <a:pt x="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4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54438" y="534525"/>
                            <a:ext cx="100255" cy="116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255" h="116133">
                                <a:moveTo>
                                  <a:pt x="17439" y="0"/>
                                </a:moveTo>
                                <a:cubicBezTo>
                                  <a:pt x="25689" y="0"/>
                                  <a:pt x="30148" y="2214"/>
                                  <a:pt x="34576" y="6667"/>
                                </a:cubicBezTo>
                                <a:cubicBezTo>
                                  <a:pt x="37110" y="9195"/>
                                  <a:pt x="42192" y="16817"/>
                                  <a:pt x="46632" y="25384"/>
                                </a:cubicBezTo>
                                <a:cubicBezTo>
                                  <a:pt x="53931" y="39347"/>
                                  <a:pt x="60912" y="47282"/>
                                  <a:pt x="64394" y="47282"/>
                                </a:cubicBezTo>
                                <a:cubicBezTo>
                                  <a:pt x="66935" y="47282"/>
                                  <a:pt x="69790" y="42832"/>
                                  <a:pt x="69790" y="34262"/>
                                </a:cubicBezTo>
                                <a:cubicBezTo>
                                  <a:pt x="69790" y="31411"/>
                                  <a:pt x="69165" y="15548"/>
                                  <a:pt x="72013" y="9525"/>
                                </a:cubicBezTo>
                                <a:cubicBezTo>
                                  <a:pt x="74541" y="3813"/>
                                  <a:pt x="78680" y="958"/>
                                  <a:pt x="84707" y="958"/>
                                </a:cubicBezTo>
                                <a:cubicBezTo>
                                  <a:pt x="96760" y="958"/>
                                  <a:pt x="100255" y="7295"/>
                                  <a:pt x="100255" y="30136"/>
                                </a:cubicBezTo>
                                <a:lnTo>
                                  <a:pt x="100255" y="93594"/>
                                </a:lnTo>
                                <a:cubicBezTo>
                                  <a:pt x="100255" y="108515"/>
                                  <a:pt x="94536" y="116133"/>
                                  <a:pt x="83121" y="116133"/>
                                </a:cubicBezTo>
                                <a:cubicBezTo>
                                  <a:pt x="73916" y="116133"/>
                                  <a:pt x="68518" y="112625"/>
                                  <a:pt x="64077" y="108197"/>
                                </a:cubicBezTo>
                                <a:cubicBezTo>
                                  <a:pt x="62181" y="106288"/>
                                  <a:pt x="54245" y="92326"/>
                                  <a:pt x="49176" y="84069"/>
                                </a:cubicBezTo>
                                <a:cubicBezTo>
                                  <a:pt x="44409" y="76463"/>
                                  <a:pt x="39337" y="69479"/>
                                  <a:pt x="36485" y="69479"/>
                                </a:cubicBezTo>
                                <a:cubicBezTo>
                                  <a:pt x="32356" y="69479"/>
                                  <a:pt x="30443" y="74237"/>
                                  <a:pt x="30443" y="83134"/>
                                </a:cubicBezTo>
                                <a:cubicBezTo>
                                  <a:pt x="30443" y="102158"/>
                                  <a:pt x="28857" y="104071"/>
                                  <a:pt x="27592" y="107871"/>
                                </a:cubicBezTo>
                                <a:cubicBezTo>
                                  <a:pt x="25381" y="112958"/>
                                  <a:pt x="21254" y="115489"/>
                                  <a:pt x="15545" y="115489"/>
                                </a:cubicBezTo>
                                <a:cubicBezTo>
                                  <a:pt x="936" y="115489"/>
                                  <a:pt x="0" y="105013"/>
                                  <a:pt x="0" y="86613"/>
                                </a:cubicBezTo>
                                <a:lnTo>
                                  <a:pt x="0" y="22530"/>
                                </a:lnTo>
                                <a:cubicBezTo>
                                  <a:pt x="0" y="7292"/>
                                  <a:pt x="4434" y="0"/>
                                  <a:pt x="174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710054" y="535008"/>
                            <a:ext cx="51396" cy="115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96" h="115175">
                                <a:moveTo>
                                  <a:pt x="17445" y="0"/>
                                </a:moveTo>
                                <a:cubicBezTo>
                                  <a:pt x="27520" y="0"/>
                                  <a:pt x="35590" y="0"/>
                                  <a:pt x="42272" y="154"/>
                                </a:cubicBezTo>
                                <a:lnTo>
                                  <a:pt x="51396" y="749"/>
                                </a:lnTo>
                                <a:lnTo>
                                  <a:pt x="51396" y="28765"/>
                                </a:lnTo>
                                <a:lnTo>
                                  <a:pt x="48212" y="27284"/>
                                </a:lnTo>
                                <a:cubicBezTo>
                                  <a:pt x="35207" y="27284"/>
                                  <a:pt x="30773" y="31404"/>
                                  <a:pt x="30773" y="51079"/>
                                </a:cubicBezTo>
                                <a:lnTo>
                                  <a:pt x="30773" y="69482"/>
                                </a:lnTo>
                                <a:cubicBezTo>
                                  <a:pt x="30773" y="81846"/>
                                  <a:pt x="37110" y="87882"/>
                                  <a:pt x="45046" y="87882"/>
                                </a:cubicBezTo>
                                <a:lnTo>
                                  <a:pt x="51396" y="86505"/>
                                </a:lnTo>
                                <a:lnTo>
                                  <a:pt x="51396" y="113550"/>
                                </a:lnTo>
                                <a:lnTo>
                                  <a:pt x="38699" y="115175"/>
                                </a:lnTo>
                                <a:lnTo>
                                  <a:pt x="18083" y="115175"/>
                                </a:lnTo>
                                <a:cubicBezTo>
                                  <a:pt x="5078" y="115175"/>
                                  <a:pt x="0" y="108825"/>
                                  <a:pt x="0" y="94225"/>
                                </a:cubicBezTo>
                                <a:lnTo>
                                  <a:pt x="0" y="18089"/>
                                </a:lnTo>
                                <a:cubicBezTo>
                                  <a:pt x="0" y="6023"/>
                                  <a:pt x="5706" y="0"/>
                                  <a:pt x="174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761451" y="535756"/>
                            <a:ext cx="52027" cy="11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27" h="112801">
                                <a:moveTo>
                                  <a:pt x="0" y="0"/>
                                </a:moveTo>
                                <a:lnTo>
                                  <a:pt x="7372" y="481"/>
                                </a:lnTo>
                                <a:cubicBezTo>
                                  <a:pt x="16413" y="1710"/>
                                  <a:pt x="22361" y="4169"/>
                                  <a:pt x="30142" y="9087"/>
                                </a:cubicBezTo>
                                <a:cubicBezTo>
                                  <a:pt x="45046" y="18609"/>
                                  <a:pt x="52027" y="34785"/>
                                  <a:pt x="52027" y="56664"/>
                                </a:cubicBezTo>
                                <a:cubicBezTo>
                                  <a:pt x="52027" y="85465"/>
                                  <a:pt x="39893" y="103556"/>
                                  <a:pt x="15621" y="110801"/>
                                </a:cubicBezTo>
                                <a:lnTo>
                                  <a:pt x="0" y="112801"/>
                                </a:lnTo>
                                <a:lnTo>
                                  <a:pt x="0" y="85756"/>
                                </a:lnTo>
                                <a:lnTo>
                                  <a:pt x="5630" y="84535"/>
                                </a:lnTo>
                                <a:cubicBezTo>
                                  <a:pt x="15804" y="79596"/>
                                  <a:pt x="20623" y="68411"/>
                                  <a:pt x="20623" y="57949"/>
                                </a:cubicBezTo>
                                <a:cubicBezTo>
                                  <a:pt x="20623" y="46532"/>
                                  <a:pt x="16974" y="38679"/>
                                  <a:pt x="12173" y="33680"/>
                                </a:cubicBezTo>
                                <a:lnTo>
                                  <a:pt x="0" y="280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71544" y="691892"/>
                            <a:ext cx="92015" cy="118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15" h="118658">
                                <a:moveTo>
                                  <a:pt x="17141" y="0"/>
                                </a:moveTo>
                                <a:lnTo>
                                  <a:pt x="69488" y="0"/>
                                </a:lnTo>
                                <a:cubicBezTo>
                                  <a:pt x="78373" y="0"/>
                                  <a:pt x="85988" y="5395"/>
                                  <a:pt x="85988" y="12373"/>
                                </a:cubicBezTo>
                                <a:cubicBezTo>
                                  <a:pt x="85988" y="26656"/>
                                  <a:pt x="72657" y="26964"/>
                                  <a:pt x="53309" y="26964"/>
                                </a:cubicBezTo>
                                <a:cubicBezTo>
                                  <a:pt x="42839" y="26964"/>
                                  <a:pt x="37437" y="29815"/>
                                  <a:pt x="37437" y="33951"/>
                                </a:cubicBezTo>
                                <a:cubicBezTo>
                                  <a:pt x="37437" y="39654"/>
                                  <a:pt x="42839" y="41567"/>
                                  <a:pt x="53309" y="41567"/>
                                </a:cubicBezTo>
                                <a:cubicBezTo>
                                  <a:pt x="66317" y="41567"/>
                                  <a:pt x="82493" y="41253"/>
                                  <a:pt x="82493" y="55529"/>
                                </a:cubicBezTo>
                                <a:cubicBezTo>
                                  <a:pt x="82493" y="68540"/>
                                  <a:pt x="67585" y="68540"/>
                                  <a:pt x="56481" y="68540"/>
                                </a:cubicBezTo>
                                <a:cubicBezTo>
                                  <a:pt x="38712" y="68540"/>
                                  <a:pt x="34589" y="72660"/>
                                  <a:pt x="34589" y="79315"/>
                                </a:cubicBezTo>
                                <a:cubicBezTo>
                                  <a:pt x="34589" y="89788"/>
                                  <a:pt x="42518" y="90733"/>
                                  <a:pt x="66317" y="90733"/>
                                </a:cubicBezTo>
                                <a:cubicBezTo>
                                  <a:pt x="66948" y="90733"/>
                                  <a:pt x="92015" y="88523"/>
                                  <a:pt x="92015" y="103424"/>
                                </a:cubicBezTo>
                                <a:cubicBezTo>
                                  <a:pt x="92015" y="118658"/>
                                  <a:pt x="67899" y="117392"/>
                                  <a:pt x="61873" y="117392"/>
                                </a:cubicBezTo>
                                <a:lnTo>
                                  <a:pt x="33003" y="117392"/>
                                </a:lnTo>
                                <a:lnTo>
                                  <a:pt x="33003" y="117396"/>
                                </a:lnTo>
                                <a:cubicBezTo>
                                  <a:pt x="9842" y="117396"/>
                                  <a:pt x="0" y="116761"/>
                                  <a:pt x="0" y="96779"/>
                                </a:cubicBezTo>
                                <a:lnTo>
                                  <a:pt x="0" y="17772"/>
                                </a:lnTo>
                                <a:cubicBezTo>
                                  <a:pt x="0" y="7609"/>
                                  <a:pt x="6984" y="0"/>
                                  <a:pt x="171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232247" y="692216"/>
                            <a:ext cx="50445" cy="11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45" h="116752">
                                <a:moveTo>
                                  <a:pt x="21892" y="0"/>
                                </a:moveTo>
                                <a:lnTo>
                                  <a:pt x="50445" y="0"/>
                                </a:lnTo>
                                <a:lnTo>
                                  <a:pt x="50445" y="26414"/>
                                </a:lnTo>
                                <a:lnTo>
                                  <a:pt x="38745" y="29268"/>
                                </a:lnTo>
                                <a:cubicBezTo>
                                  <a:pt x="36007" y="31329"/>
                                  <a:pt x="34579" y="34421"/>
                                  <a:pt x="34579" y="38382"/>
                                </a:cubicBezTo>
                                <a:cubicBezTo>
                                  <a:pt x="34582" y="46629"/>
                                  <a:pt x="40929" y="50752"/>
                                  <a:pt x="48545" y="50752"/>
                                </a:cubicBezTo>
                                <a:lnTo>
                                  <a:pt x="50445" y="50236"/>
                                </a:lnTo>
                                <a:lnTo>
                                  <a:pt x="50445" y="85404"/>
                                </a:lnTo>
                                <a:lnTo>
                                  <a:pt x="48463" y="82919"/>
                                </a:lnTo>
                                <a:cubicBezTo>
                                  <a:pt x="46638" y="81370"/>
                                  <a:pt x="44892" y="80574"/>
                                  <a:pt x="43464" y="80574"/>
                                </a:cubicBezTo>
                                <a:cubicBezTo>
                                  <a:pt x="36489" y="80574"/>
                                  <a:pt x="33631" y="85027"/>
                                  <a:pt x="33631" y="96122"/>
                                </a:cubicBezTo>
                                <a:cubicBezTo>
                                  <a:pt x="33631" y="110085"/>
                                  <a:pt x="27601" y="116752"/>
                                  <a:pt x="17451" y="116752"/>
                                </a:cubicBezTo>
                                <a:cubicBezTo>
                                  <a:pt x="6661" y="116752"/>
                                  <a:pt x="0" y="110411"/>
                                  <a:pt x="0" y="103744"/>
                                </a:cubicBezTo>
                                <a:lnTo>
                                  <a:pt x="314" y="21886"/>
                                </a:lnTo>
                                <a:cubicBezTo>
                                  <a:pt x="314" y="4437"/>
                                  <a:pt x="7609" y="0"/>
                                  <a:pt x="218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282692" y="692216"/>
                            <a:ext cx="51399" cy="117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99" h="117072">
                                <a:moveTo>
                                  <a:pt x="0" y="0"/>
                                </a:moveTo>
                                <a:lnTo>
                                  <a:pt x="5078" y="0"/>
                                </a:lnTo>
                                <a:cubicBezTo>
                                  <a:pt x="40926" y="0"/>
                                  <a:pt x="51399" y="19986"/>
                                  <a:pt x="51399" y="36482"/>
                                </a:cubicBezTo>
                                <a:cubicBezTo>
                                  <a:pt x="51399" y="42518"/>
                                  <a:pt x="50762" y="47584"/>
                                  <a:pt x="48859" y="51713"/>
                                </a:cubicBezTo>
                                <a:cubicBezTo>
                                  <a:pt x="42836" y="65346"/>
                                  <a:pt x="35534" y="65670"/>
                                  <a:pt x="35534" y="75823"/>
                                </a:cubicBezTo>
                                <a:cubicBezTo>
                                  <a:pt x="35534" y="85027"/>
                                  <a:pt x="47273" y="97724"/>
                                  <a:pt x="47273" y="105647"/>
                                </a:cubicBezTo>
                                <a:cubicBezTo>
                                  <a:pt x="47273" y="113897"/>
                                  <a:pt x="42512" y="117072"/>
                                  <a:pt x="33314" y="117072"/>
                                </a:cubicBezTo>
                                <a:cubicBezTo>
                                  <a:pt x="24112" y="117072"/>
                                  <a:pt x="17772" y="113266"/>
                                  <a:pt x="13328" y="105961"/>
                                </a:cubicBezTo>
                                <a:lnTo>
                                  <a:pt x="3495" y="89785"/>
                                </a:lnTo>
                                <a:lnTo>
                                  <a:pt x="0" y="85404"/>
                                </a:lnTo>
                                <a:lnTo>
                                  <a:pt x="0" y="50236"/>
                                </a:lnTo>
                                <a:lnTo>
                                  <a:pt x="11505" y="47107"/>
                                </a:lnTo>
                                <a:cubicBezTo>
                                  <a:pt x="14439" y="44888"/>
                                  <a:pt x="15866" y="41876"/>
                                  <a:pt x="15866" y="38706"/>
                                </a:cubicBezTo>
                                <a:cubicBezTo>
                                  <a:pt x="15866" y="31395"/>
                                  <a:pt x="10470" y="26640"/>
                                  <a:pt x="320" y="26336"/>
                                </a:cubicBezTo>
                                <a:lnTo>
                                  <a:pt x="0" y="264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64170" y="690785"/>
                            <a:ext cx="157040" cy="1199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040" h="119936">
                                <a:moveTo>
                                  <a:pt x="14911" y="0"/>
                                </a:moveTo>
                                <a:cubicBezTo>
                                  <a:pt x="27922" y="0"/>
                                  <a:pt x="32676" y="7606"/>
                                  <a:pt x="34262" y="14273"/>
                                </a:cubicBezTo>
                                <a:cubicBezTo>
                                  <a:pt x="39968" y="38389"/>
                                  <a:pt x="42512" y="46645"/>
                                  <a:pt x="45681" y="46645"/>
                                </a:cubicBezTo>
                                <a:cubicBezTo>
                                  <a:pt x="49487" y="46645"/>
                                  <a:pt x="51076" y="42198"/>
                                  <a:pt x="58371" y="16808"/>
                                </a:cubicBezTo>
                                <a:cubicBezTo>
                                  <a:pt x="61546" y="6026"/>
                                  <a:pt x="66938" y="330"/>
                                  <a:pt x="78049" y="330"/>
                                </a:cubicBezTo>
                                <a:cubicBezTo>
                                  <a:pt x="90736" y="330"/>
                                  <a:pt x="95811" y="6026"/>
                                  <a:pt x="100563" y="23475"/>
                                </a:cubicBezTo>
                                <a:cubicBezTo>
                                  <a:pt x="105958" y="42835"/>
                                  <a:pt x="107871" y="46959"/>
                                  <a:pt x="111036" y="46959"/>
                                </a:cubicBezTo>
                                <a:cubicBezTo>
                                  <a:pt x="115480" y="46959"/>
                                  <a:pt x="117066" y="38392"/>
                                  <a:pt x="122464" y="16189"/>
                                </a:cubicBezTo>
                                <a:cubicBezTo>
                                  <a:pt x="125005" y="6026"/>
                                  <a:pt x="132297" y="330"/>
                                  <a:pt x="141495" y="330"/>
                                </a:cubicBezTo>
                                <a:cubicBezTo>
                                  <a:pt x="151972" y="330"/>
                                  <a:pt x="157040" y="6026"/>
                                  <a:pt x="157040" y="14908"/>
                                </a:cubicBezTo>
                                <a:cubicBezTo>
                                  <a:pt x="157040" y="20626"/>
                                  <a:pt x="153872" y="32356"/>
                                  <a:pt x="141184" y="80273"/>
                                </a:cubicBezTo>
                                <a:cubicBezTo>
                                  <a:pt x="134517" y="105330"/>
                                  <a:pt x="133239" y="119936"/>
                                  <a:pt x="113894" y="119936"/>
                                </a:cubicBezTo>
                                <a:cubicBezTo>
                                  <a:pt x="96125" y="119936"/>
                                  <a:pt x="93905" y="110732"/>
                                  <a:pt x="88833" y="95824"/>
                                </a:cubicBezTo>
                                <a:cubicBezTo>
                                  <a:pt x="82169" y="74880"/>
                                  <a:pt x="80900" y="72654"/>
                                  <a:pt x="78052" y="72654"/>
                                </a:cubicBezTo>
                                <a:cubicBezTo>
                                  <a:pt x="76143" y="72654"/>
                                  <a:pt x="72657" y="73291"/>
                                  <a:pt x="66941" y="98032"/>
                                </a:cubicBezTo>
                                <a:cubicBezTo>
                                  <a:pt x="62821" y="116438"/>
                                  <a:pt x="53296" y="119933"/>
                                  <a:pt x="45049" y="119933"/>
                                </a:cubicBezTo>
                                <a:cubicBezTo>
                                  <a:pt x="34262" y="119933"/>
                                  <a:pt x="25384" y="118030"/>
                                  <a:pt x="20309" y="97086"/>
                                </a:cubicBezTo>
                                <a:lnTo>
                                  <a:pt x="2534" y="28553"/>
                                </a:lnTo>
                                <a:cubicBezTo>
                                  <a:pt x="948" y="22529"/>
                                  <a:pt x="0" y="16500"/>
                                  <a:pt x="0" y="13328"/>
                                </a:cubicBezTo>
                                <a:cubicBezTo>
                                  <a:pt x="0" y="5712"/>
                                  <a:pt x="5392" y="0"/>
                                  <a:pt x="149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551292" y="689834"/>
                            <a:ext cx="39350" cy="122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50" h="122467">
                                <a:moveTo>
                                  <a:pt x="17778" y="0"/>
                                </a:moveTo>
                                <a:cubicBezTo>
                                  <a:pt x="33634" y="0"/>
                                  <a:pt x="39350" y="6667"/>
                                  <a:pt x="39350" y="30148"/>
                                </a:cubicBezTo>
                                <a:lnTo>
                                  <a:pt x="39350" y="98983"/>
                                </a:lnTo>
                                <a:lnTo>
                                  <a:pt x="39347" y="98983"/>
                                </a:lnTo>
                                <a:cubicBezTo>
                                  <a:pt x="39347" y="114531"/>
                                  <a:pt x="32676" y="122467"/>
                                  <a:pt x="19672" y="122467"/>
                                </a:cubicBezTo>
                                <a:cubicBezTo>
                                  <a:pt x="2544" y="122467"/>
                                  <a:pt x="0" y="110104"/>
                                  <a:pt x="0" y="94232"/>
                                </a:cubicBezTo>
                                <a:lnTo>
                                  <a:pt x="314" y="23792"/>
                                </a:lnTo>
                                <a:cubicBezTo>
                                  <a:pt x="314" y="9839"/>
                                  <a:pt x="6039" y="0"/>
                                  <a:pt x="177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596351" y="689203"/>
                            <a:ext cx="60287" cy="122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87" h="122781">
                                <a:moveTo>
                                  <a:pt x="39974" y="0"/>
                                </a:moveTo>
                                <a:cubicBezTo>
                                  <a:pt x="54876" y="0"/>
                                  <a:pt x="60287" y="7298"/>
                                  <a:pt x="60287" y="25057"/>
                                </a:cubicBezTo>
                                <a:lnTo>
                                  <a:pt x="60287" y="87882"/>
                                </a:lnTo>
                                <a:lnTo>
                                  <a:pt x="60284" y="87882"/>
                                </a:lnTo>
                                <a:cubicBezTo>
                                  <a:pt x="60284" y="110097"/>
                                  <a:pt x="47590" y="122781"/>
                                  <a:pt x="26650" y="122781"/>
                                </a:cubicBezTo>
                                <a:cubicBezTo>
                                  <a:pt x="7603" y="122781"/>
                                  <a:pt x="0" y="118021"/>
                                  <a:pt x="0" y="107239"/>
                                </a:cubicBezTo>
                                <a:cubicBezTo>
                                  <a:pt x="0" y="100572"/>
                                  <a:pt x="3169" y="94866"/>
                                  <a:pt x="9836" y="90743"/>
                                </a:cubicBezTo>
                                <a:cubicBezTo>
                                  <a:pt x="19345" y="84402"/>
                                  <a:pt x="21261" y="81538"/>
                                  <a:pt x="21261" y="72651"/>
                                </a:cubicBezTo>
                                <a:lnTo>
                                  <a:pt x="21261" y="21258"/>
                                </a:lnTo>
                                <a:cubicBezTo>
                                  <a:pt x="21261" y="7936"/>
                                  <a:pt x="28553" y="0"/>
                                  <a:pt x="399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706159" y="689368"/>
                            <a:ext cx="99624" cy="12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24" h="123102">
                                <a:moveTo>
                                  <a:pt x="47898" y="0"/>
                                </a:moveTo>
                                <a:cubicBezTo>
                                  <a:pt x="72324" y="0"/>
                                  <a:pt x="93585" y="11419"/>
                                  <a:pt x="93585" y="22200"/>
                                </a:cubicBezTo>
                                <a:cubicBezTo>
                                  <a:pt x="93585" y="29184"/>
                                  <a:pt x="87241" y="37428"/>
                                  <a:pt x="75823" y="37428"/>
                                </a:cubicBezTo>
                                <a:cubicBezTo>
                                  <a:pt x="67255" y="37428"/>
                                  <a:pt x="59963" y="29184"/>
                                  <a:pt x="51396" y="29184"/>
                                </a:cubicBezTo>
                                <a:cubicBezTo>
                                  <a:pt x="44729" y="29184"/>
                                  <a:pt x="39664" y="31398"/>
                                  <a:pt x="39664" y="35534"/>
                                </a:cubicBezTo>
                                <a:cubicBezTo>
                                  <a:pt x="39664" y="39971"/>
                                  <a:pt x="43146" y="43457"/>
                                  <a:pt x="51713" y="45053"/>
                                </a:cubicBezTo>
                                <a:cubicBezTo>
                                  <a:pt x="61235" y="46940"/>
                                  <a:pt x="71699" y="45684"/>
                                  <a:pt x="87241" y="57102"/>
                                </a:cubicBezTo>
                                <a:cubicBezTo>
                                  <a:pt x="95808" y="63773"/>
                                  <a:pt x="99624" y="72007"/>
                                  <a:pt x="99624" y="82490"/>
                                </a:cubicBezTo>
                                <a:cubicBezTo>
                                  <a:pt x="99624" y="101524"/>
                                  <a:pt x="85975" y="123102"/>
                                  <a:pt x="47895" y="123102"/>
                                </a:cubicBezTo>
                                <a:cubicBezTo>
                                  <a:pt x="21889" y="123102"/>
                                  <a:pt x="0" y="112308"/>
                                  <a:pt x="0" y="98663"/>
                                </a:cubicBezTo>
                                <a:cubicBezTo>
                                  <a:pt x="0" y="91054"/>
                                  <a:pt x="9192" y="85658"/>
                                  <a:pt x="17115" y="85658"/>
                                </a:cubicBezTo>
                                <a:cubicBezTo>
                                  <a:pt x="26954" y="85658"/>
                                  <a:pt x="32346" y="94539"/>
                                  <a:pt x="47891" y="94539"/>
                                </a:cubicBezTo>
                                <a:cubicBezTo>
                                  <a:pt x="56788" y="94539"/>
                                  <a:pt x="62171" y="90413"/>
                                  <a:pt x="62171" y="86290"/>
                                </a:cubicBezTo>
                                <a:cubicBezTo>
                                  <a:pt x="62180" y="81211"/>
                                  <a:pt x="55843" y="77402"/>
                                  <a:pt x="46959" y="76137"/>
                                </a:cubicBezTo>
                                <a:cubicBezTo>
                                  <a:pt x="33310" y="74227"/>
                                  <a:pt x="23164" y="72324"/>
                                  <a:pt x="14286" y="65980"/>
                                </a:cubicBezTo>
                                <a:cubicBezTo>
                                  <a:pt x="5075" y="59646"/>
                                  <a:pt x="631" y="50432"/>
                                  <a:pt x="631" y="39651"/>
                                </a:cubicBezTo>
                                <a:cubicBezTo>
                                  <a:pt x="631" y="28864"/>
                                  <a:pt x="4447" y="19649"/>
                                  <a:pt x="12370" y="12361"/>
                                </a:cubicBezTo>
                                <a:cubicBezTo>
                                  <a:pt x="19351" y="6020"/>
                                  <a:pt x="30767" y="0"/>
                                  <a:pt x="478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AC14A0" id="Groep 11437" o:spid="_x0000_s1026" style="width:68.85pt;height:68.85pt;mso-position-horizontal-relative:char;mso-position-vertical-relative:line" coordsize="8743,8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">
                <v:shape id="Shape 46" o:spid="_x0000_s1027" style="position:absolute;width:8743;height:8743;visibility:visible;mso-wrap-style:square;v-text-anchor:top" coordsize="874323,874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" path="m,l874323,r,874323l,874323,,xe" filled="f" strokecolor="#9d9c9c" strokeweight=".1248mm">
                  <v:stroke miterlimit="83231f" joinstyle="miter"/>
                  <v:path arrowok="t" textboxrect="0,0,874323,874323"/>
                </v:shape>
                <v:shape id="Shape 47" o:spid="_x0000_s1028" style="position:absolute;left:644;top:554;width:1009;height:1221;visibility:visible;mso-wrap-style:square;v-text-anchor:top" coordsize="100896,122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" path="m54254,c69799,,75512,2544,82807,6344v9519,5084,17768,14600,17768,19674c100575,34268,93277,39660,85665,39660v-2858,,-5402,-631,-7613,-1906l69168,32365c65676,30145,60598,29187,57429,29187v-6350,,-21264,3178,-24112,24433c30145,77415,43464,92963,56157,92963v10153,3,12687,-3165,19986,-6981c80907,83441,83762,83441,85985,83441v8240,,14911,5716,14911,12056c100896,107557,78998,122150,59646,122150,24429,122150,,95497,,61870,,44104,4764,29508,14280,18720,25064,6344,39657,,54254,xe" fillcolor="black" stroked="f" strokeweight="0">
                  <v:stroke miterlimit="83231f" joinstyle="miter"/>
                  <v:path arrowok="t" textboxrect="0,0,100896,122150"/>
                </v:shape>
                <v:shape id="Shape 48" o:spid="_x0000_s1029" style="position:absolute;left:2220;top:554;width:587;height:1229;visibility:visible;mso-wrap-style:square;v-text-anchor:top" coordsize="58690,12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" path="m58690,r,28912l57740,28685v-14280,,-25067,12529,-25067,30770c32673,81988,43460,93089,58054,93089r636,-288l58690,122913,35867,118333c14808,109468,,88646,,63899,,46130,5065,30585,14267,19801,19662,13454,26087,8456,33623,5045l58690,xe" fillcolor="#e30613" stroked="f" strokeweight="0">
                  <v:stroke miterlimit="83231f" joinstyle="miter"/>
                  <v:path arrowok="t" textboxrect="0,0,58690,122913"/>
                </v:shape>
                <v:shape id="Shape 49" o:spid="_x0000_s1030" style="position:absolute;left:2807;top:552;width:590;height:1231;visibility:visible;mso-wrap-style:square;v-text-anchor:top" coordsize="59017,123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" path="m950,c32361,,59017,26336,59017,61238v,36800,-25702,61867,-59015,61867l,123105,,92992,18640,84553v4680,-5552,7377,-13483,7377,-22997c26017,49894,21557,37343,11295,31796l,29103,,191,950,xe" fillcolor="#e30613" stroked="f" strokeweight="0">
                  <v:stroke miterlimit="83231f" joinstyle="miter"/>
                  <v:path arrowok="t" textboxrect="0,0,59017,123105"/>
                </v:shape>
                <v:shape id="Shape 50" o:spid="_x0000_s1031" style="position:absolute;left:3907;top:586;width:1002;height:1161;visibility:visible;mso-wrap-style:square;v-text-anchor:top" coordsize="100246,116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" path="m17445,v8247,,12690,2214,17134,6664c37120,9198,42201,16811,46639,25381v7298,13962,14273,21895,17774,21895c66941,47276,69799,42826,69799,34262v,-2855,-631,-18717,2211,-24743c74554,3806,78677,952,84707,952v12059,,15539,6340,15539,29184l100246,93594v,14911,-5703,22523,-17125,22523c73929,116117,68524,112628,64087,108191,62177,106285,54248,92322,49173,84072,44415,76460,39337,69482,36486,69482v-4127,,-6030,4755,-6030,13642c30456,102158,28860,104068,27604,107867v-2223,5082,-6346,7616,-12059,7616c951,115483,,105016,,86619l,22523c,7292,4434,,17445,xe" fillcolor="black" stroked="f" strokeweight="0">
                  <v:stroke miterlimit="83231f" joinstyle="miter"/>
                  <v:path arrowok="t" textboxrect="0,0,100246,116117"/>
                </v:shape>
                <v:shape id="Shape 51" o:spid="_x0000_s1032" style="position:absolute;left:5534;top:548;width:997;height:1231;visibility:visible;mso-wrap-style:square;v-text-anchor:top" coordsize="99624,123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" path="m47920,c72340,,93600,11428,93600,22219v,6978,-6337,15224,-17762,15224c67271,37443,59976,29197,51396,29197v-6670,,-11732,2220,-11732,6340c39664,39981,43162,43467,51729,45059v9506,1906,19980,637,35534,12059c95824,63779,99624,72023,99624,82496v,19034,-13639,40615,-51707,40615c21901,123111,,112321,,98679,,91063,9192,85671,17134,85671v9839,,15231,8881,30783,8881c56795,94552,62190,90432,62190,86305v3,-5078,-6347,-8884,-15228,-10153c33314,74249,23164,72346,14283,65999,5078,59653,634,50454,634,39667,634,28876,4444,19672,12383,12383,19361,6030,30786,,47920,xe" fillcolor="black" stroked="f" strokeweight="0">
                  <v:stroke miterlimit="83231f" joinstyle="miter"/>
                  <v:path arrowok="t" textboxrect="0,0,99624,123111"/>
                </v:shape>
                <v:shape id="Shape 52" o:spid="_x0000_s1033" style="position:absolute;left:7035;top:554;width:587;height:1229;visibility:visible;mso-wrap-style:square;v-text-anchor:top" coordsize="58698,12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" path="m58698,r,28912l57749,28685v-14279,,-25070,12529,-25070,30770c32679,81988,43470,93089,58060,93089r638,-288l58698,122913r-7,1c26342,122914,,96896,,63899,,46131,5068,30585,14273,19801,19662,13454,26088,8456,33626,5045l58698,xe" fillcolor="#009fe3" stroked="f" strokeweight="0">
                  <v:stroke miterlimit="83231f" joinstyle="miter"/>
                  <v:path arrowok="t" textboxrect="0,0,58698,122914"/>
                </v:shape>
                <v:shape id="Shape 53" o:spid="_x0000_s1034" style="position:absolute;left:7622;top:552;width:590;height:1231;visibility:visible;mso-wrap-style:square;v-text-anchor:top" coordsize="59009,123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" path="m948,c32356,,59009,26336,59009,61238v-3,27600,-14453,48600,-35736,57375l,123104,,92992,18640,84553v4681,-5552,7378,-13483,7378,-22997c26018,49894,21555,37343,11294,31796l,29102,,191,948,xe" fillcolor="#009fe3" stroked="f" strokeweight="0">
                  <v:stroke miterlimit="83231f" joinstyle="miter"/>
                  <v:path arrowok="t" textboxrect="0,0,59009,123104"/>
                </v:shape>
                <v:shape id="Shape 54" o:spid="_x0000_s1035" style="position:absolute;left:669;top:2163;width:505;height:1167;visibility:visible;mso-wrap-style:square;v-text-anchor:top" coordsize="50449,116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" path="m21895,l50449,r,26406l38752,29265v-2736,2063,-4163,5157,-4163,9124c34589,46635,40929,50759,48545,50759r1904,-518l50449,86718,43467,80590v-6975,,-9836,4431,-9836,15538c33631,110091,27608,116748,17458,116748,6664,116748,,110411,,103744l320,21886c320,4437,7619,,21895,xe" fillcolor="black" stroked="f" strokeweight="0">
                  <v:stroke miterlimit="83231f" joinstyle="miter"/>
                  <v:path arrowok="t" textboxrect="0,0,50449,116748"/>
                </v:shape>
                <v:shape id="Shape 55" o:spid="_x0000_s1036" style="position:absolute;left:1174;top:2163;width:514;height:1170;visibility:visible;mso-wrap-style:square;v-text-anchor:top" coordsize="51398,11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" path="m,l5076,c40931,,51398,19983,51398,36485v,6021,-628,11102,-2541,15228c42831,65355,35532,65676,35532,75822v,9199,11739,21892,11739,29825c47271,113900,42517,117075,33312,117075v-9201,,-15545,-3812,-19986,-11111l3491,89782,,86718,,50241,11499,47112v2934,-2220,4362,-5233,4362,-8406c15861,31411,10469,26650,316,26329l,26406,,xe" fillcolor="black" stroked="f" strokeweight="0">
                  <v:stroke miterlimit="83231f" joinstyle="miter"/>
                  <v:path arrowok="t" textboxrect="0,0,51398,117075"/>
                </v:shape>
                <v:shape id="Shape 56" o:spid="_x0000_s1037" style="position:absolute;left:2334;top:2167;width:886;height:1193;visibility:visible;mso-wrap-style:square;v-text-anchor:top" coordsize="88526,119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" path="m19992,l67896,c82496,,88526,4447,88526,13642v,6027,-3810,11105,-12060,12691c64087,28553,60918,33000,60918,42515r,56157c60918,114217,53623,119299,45053,119299v-12050,,-17449,-6664,-17449,-20947l27604,42515v,-9515,-3175,-13011,-15228,-16182c4123,24112,,19669,,13325,,4447,6667,,19992,xe" fillcolor="black" stroked="f" strokeweight="0">
                  <v:stroke miterlimit="83231f" joinstyle="miter"/>
                  <v:path arrowok="t" textboxrect="0,0,88526,119299"/>
                </v:shape>
                <v:shape id="Shape 57" o:spid="_x0000_s1038" style="position:absolute;left:4197;top:2139;width:393;height:1224;visibility:visible;mso-wrap-style:square;v-text-anchor:top" coordsize="39343,12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" path="m17765,c33628,,39343,6661,39343,30132r,68854c39343,114538,32676,122461,19665,122461,2534,122461,,110088,,94229l314,23792c314,9829,6030,,17765,xe" fillcolor="black" stroked="f" strokeweight="0">
                  <v:stroke miterlimit="83231f" joinstyle="miter"/>
                  <v:path arrowok="t" textboxrect="0,0,39343,122461"/>
                </v:shape>
                <v:shape id="Shape 58" o:spid="_x0000_s1039" style="position:absolute;left:5483;top:2134;width:1041;height:1231;visibility:visible;mso-wrap-style:square;v-text-anchor:top" coordsize="104055,123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" path="m16490,c31404,,36470,6661,36470,28239r,42515c36470,81538,42496,90426,51704,90426v8887,,15862,-6344,15862,-19672l67566,28239c67566,7933,71696,317,85341,317v13959,,18714,6344,18714,28553l104055,72023v,43784,-36489,51082,-52351,51082c33634,123105,17131,116120,7936,101847,936,91057,,85665,,45049l,28239c,9836,3809,,16490,xe" fillcolor="black" stroked="f" strokeweight="0">
                  <v:stroke miterlimit="83231f" joinstyle="miter"/>
                  <v:path arrowok="t" textboxrect="0,0,104055,123105"/>
                </v:shape>
                <v:shape id="Shape 59" o:spid="_x0000_s1040" style="position:absolute;left:6958;top:2178;width:1279;height:1158;visibility:visible;mso-wrap-style:square;v-text-anchor:top" coordsize="127863,11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" path="m18714,3r9192,c34893,,45043,1595,48542,15237r4751,17769c57420,47914,59332,55529,63776,55529v6020,,8878,-16183,15231,-39974c81538,6039,87888,3,100265,3r9191,c126277,3,127863,12066,127863,23805r,70116c127863,108197,122788,115499,111997,115499v-8253,,-12687,-4450,-15234,-13331c95808,98361,95494,83137,91374,83137v-2534,,-3489,3165,-9839,19351c78033,111369,72007,115810,63773,115810v-7936,,-14607,-4761,-18089,-13642c39971,86940,37431,81544,35220,81544v-1916,,-3816,3493,-5088,19672c29184,111686,20928,115499,15542,115499,1570,115499,,105025,,89163l,22850c,7622,4123,3,18714,3xe" fillcolor="black" stroked="f" strokeweight="0">
                  <v:stroke miterlimit="83231f" joinstyle="miter"/>
                  <v:path arrowok="t" textboxrect="0,0,127863,115810"/>
                </v:shape>
                <v:shape id="Shape 60" o:spid="_x0000_s1041" style="position:absolute;left:660;top:3765;width:487;height:1151;visibility:visible;mso-wrap-style:square;v-text-anchor:top" coordsize="48703,115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" path="m19034,l48703,r,24349l46959,23798v-8884,,-14914,3172,-14914,9833c32045,38709,35220,43473,46959,43473r1744,-532l48703,68305,36648,70119v-3410,1666,-5234,4441,-5234,8882c31417,86622,37123,91063,46959,91063r1744,-410l48703,115172r-29342,l19361,115169c4758,115169,,109146,,91380l,19351c,6350,6350,,19034,xe" fillcolor="black" stroked="f" strokeweight="0">
                  <v:stroke miterlimit="83231f" joinstyle="miter"/>
                  <v:path arrowok="t" textboxrect="0,0,48703,115172"/>
                </v:shape>
                <v:shape id="Shape 61" o:spid="_x0000_s1042" style="position:absolute;left:1147;top:3765;width:506;height:1151;visibility:visible;mso-wrap-style:square;v-text-anchor:top" coordsize="50606,115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" path="m,l4923,c29666,,46163,9519,46163,27925r,4123c46163,41884,39185,46642,39185,54254v,7616,11421,12697,11421,28242c50606,101216,36330,115172,2062,115172r-2062,l,90653,12769,87650v3093,-2143,4521,-5159,4521,-8649c17290,73612,11263,67899,2699,67899l,68305,,42941,7376,40694v2775,-1667,4835,-3890,4835,-6112c12211,31888,11182,29192,8923,27169l,24349,,xe" fillcolor="black" stroked="f" strokeweight="0">
                  <v:stroke miterlimit="83231f" joinstyle="miter"/>
                  <v:path arrowok="t" textboxrect="0,0,50606,115172"/>
                </v:shape>
                <v:shape id="Shape 62" o:spid="_x0000_s1043" style="position:absolute;left:2351;top:3746;width:920;height:1186;visibility:visible;mso-wrap-style:square;v-text-anchor:top" coordsize="92005,118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" path="m17134,l69479,v8881,,16503,5392,16503,12373c85982,26650,72654,26976,53306,26976v-10480,,-15875,2852,-15875,6975c37431,39657,42826,41567,53306,41567v13004,,29184,-317,29184,13965c82490,68527,67576,68527,56474,68527v-17771,,-21888,4127,-21888,10791c34586,89791,42512,90743,66310,90743v631,,25695,-2214,25695,12687c92005,118668,67893,117396,61866,117396r-28869,c9836,117396,,116752,,96776l,17769c,7616,6978,,17134,xe" fillcolor="black" stroked="f" strokeweight="0">
                  <v:stroke miterlimit="83231f" joinstyle="miter"/>
                  <v:path arrowok="t" textboxrect="0,0,92005,118668"/>
                </v:shape>
                <v:shape id="Shape 63" o:spid="_x0000_s1044" style="position:absolute;left:3917;top:3749;width:505;height:1167;visibility:visible;mso-wrap-style:square;v-text-anchor:top" coordsize="50449,116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" path="m21892,l50449,r,26410l38752,29267v-2736,2063,-4163,5157,-4163,9122c34586,46638,40929,50762,48542,50762r1907,-519l50449,85416,48466,82929c46640,81381,44894,80587,43467,80587v-6981,,-9836,4440,-9836,15548c33631,110091,27601,116752,17455,116752,6664,116752,,110411,,103741l320,21882c320,4444,7619,,21892,xe" fillcolor="black" stroked="f" strokeweight="0">
                  <v:stroke miterlimit="83231f" joinstyle="miter"/>
                  <v:path arrowok="t" textboxrect="0,0,50449,116752"/>
                </v:shape>
                <v:shape id="Shape 64" o:spid="_x0000_s1045" style="position:absolute;left:4422;top:3749;width:514;height:1171;visibility:visible;mso-wrap-style:square;v-text-anchor:top" coordsize="51395,117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" path="m,l5073,c40934,,51395,19986,51395,36486v,6026,-628,11101,-2541,15224c42828,65355,35523,65673,35523,75819v,9205,11745,21892,11745,29834c47271,113910,42517,117078,33315,117078v-9201,,-15542,-3812,-19985,-11111l3491,89791,,85416,,50243,11499,47117v2934,-2220,4362,-5233,4362,-8408c15861,31414,10469,26656,316,26333l,26410,,xe" fillcolor="black" stroked="f" strokeweight="0">
                  <v:stroke miterlimit="83231f" joinstyle="miter"/>
                  <v:path arrowok="t" textboxrect="0,0,51395,117078"/>
                </v:shape>
                <v:shape id="Shape 65" o:spid="_x0000_s1046" style="position:absolute;left:5437;top:3727;width:587;height:1229;visibility:visible;mso-wrap-style:square;v-text-anchor:top" coordsize="58695,12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" path="m58695,r,28918l57730,28688v-14276,,-25051,12532,-25051,30773c32679,81984,43454,93092,58057,93092r638,-289l58695,122909r-7,1c26323,122910,,96892,,63902,,46130,5069,30588,14273,19797,19662,13454,26087,8456,33623,5045l58695,xe" fillcolor="#f9b000" stroked="f" strokeweight="0">
                  <v:stroke miterlimit="83231f" joinstyle="miter"/>
                  <v:path arrowok="t" textboxrect="0,0,58695,122910"/>
                </v:shape>
                <v:shape id="Shape 66" o:spid="_x0000_s1047" style="position:absolute;left:6024;top:3725;width:590;height:1231;visibility:visible;mso-wrap-style:square;v-text-anchor:top" coordsize="59012,12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" path="m951,c32353,,59012,26336,59012,61235v-3,27602,-14457,48601,-35740,57375l,123100,,92995,18640,84555v4679,-5553,7375,-13484,7375,-22996c26015,49898,21551,37346,11285,31799l,29109,,191,951,xe" fillcolor="#f9b000" stroked="f" strokeweight="0">
                  <v:stroke miterlimit="83231f" joinstyle="miter"/>
                  <v:path arrowok="t" textboxrect="0,0,59012,123100"/>
                </v:shape>
                <v:shape id="Shape 67" o:spid="_x0000_s1048" style="position:absolute;left:7115;top:3746;width:921;height:1186;visibility:visible;mso-wrap-style:square;v-text-anchor:top" coordsize="92008,118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" path="m17128,l69476,v8884,,16490,5392,16490,12373c85966,26650,72666,26976,53287,26976v-10464,,-15860,2852,-15860,6975c37427,39657,42823,41567,53287,41567v13020,,29209,-317,29209,13965c82496,68527,67560,68527,56471,68527v-17778,,-21898,4127,-21898,10791c34573,89791,42509,90743,66310,90743v625,,25698,-2214,25698,12687c92008,118668,67890,117396,61857,117396r-28870,c9829,117396,,116752,,96776l,17769c,7616,6981,,17128,xe" fillcolor="black" stroked="f" strokeweight="0">
                  <v:stroke miterlimit="83231f" joinstyle="miter"/>
                  <v:path arrowok="t" textboxrect="0,0,92008,118668"/>
                </v:shape>
                <v:shape id="Shape 68" o:spid="_x0000_s1049" style="position:absolute;left:718;top:5340;width:503;height:1164;visibility:visible;mso-wrap-style:square;v-text-anchor:top" coordsize="50286,116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" path="m19983,l50286,r,26064l49179,25689v-10159,,-15865,4757,-15865,12382c33317,49493,37437,54555,48542,54555r1744,-513l50286,80419r-9264,1863c33526,86030,32987,94061,32987,98346v,10153,-4755,18082,-16487,18082c3489,116428,,107544,,93915l,20306c,6658,5712,,19983,xe" fillcolor="black" stroked="f" strokeweight="0">
                  <v:stroke miterlimit="83231f" joinstyle="miter"/>
                  <v:path arrowok="t" textboxrect="0,0,50286,116428"/>
                </v:shape>
                <v:shape id="Shape 69" o:spid="_x0000_s1050" style="position:absolute;left:1221;top:5340;width:512;height:804;visibility:visible;mso-wrap-style:square;v-text-anchor:top" coordsize="51244,80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" path="m,l3968,c30621,3,51244,10470,51244,39340v,37431,-37126,40920,-50454,40920l,80419,,54042,11183,50754v3490,-2377,5789,-5705,5789,-9511c16972,36798,15148,32909,11976,30132l,26064,,xe" fillcolor="black" stroked="f" strokeweight="0">
                  <v:stroke miterlimit="83231f" joinstyle="miter"/>
                  <v:path arrowok="t" textboxrect="0,0,51244,80419"/>
                </v:shape>
                <v:shape id="Shape 70" o:spid="_x0000_s1051" style="position:absolute;left:2343;top:5307;width:996;height:1231;visibility:visible;mso-wrap-style:square;v-text-anchor:top" coordsize="99617,12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" path="m47904,c72330,,93588,11412,93588,22215v,6969,-6344,15219,-17766,15219c67255,37434,59960,29184,51393,29184v-6664,,-11739,2223,-11739,6344c39654,39962,43146,43470,51710,45043v9519,1903,19992,638,35534,12062c95811,63773,99617,72013,99617,82493v,19031,-13642,40609,-51713,40609c21886,123102,,112317,,98669,,91050,9192,85665,17131,85665v9836,,15228,8871,30773,8871c56785,94536,62180,90416,62180,86290v,-5069,-6343,-8878,-15231,-10154c33307,74240,23158,72343,14273,65990,5072,59646,628,50441,628,39654,628,28867,4437,19662,12367,12376,19348,6017,30770,,47904,xe" fillcolor="black" stroked="f" strokeweight="0">
                  <v:stroke miterlimit="83231f" joinstyle="miter"/>
                  <v:path arrowok="t" textboxrect="0,0,99617,123102"/>
                </v:shape>
                <v:shape id="Shape 71" o:spid="_x0000_s1052" style="position:absolute;left:3793;top:5313;width:587;height:1229;visibility:visible;mso-wrap-style:square;v-text-anchor:top" coordsize="58688,1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" path="m58688,r,28904l57740,28678v-14280,,-25064,12535,-25064,30773c32679,81990,43463,93085,58057,93085r631,-286l58688,122908,35871,118330c14812,109467,,88648,,63901,,46132,5075,30584,14276,19794,19670,13447,26093,8450,33627,5041l58688,xe" fillcolor="#009640" stroked="f" strokeweight="0">
                  <v:stroke miterlimit="83231f" joinstyle="miter"/>
                  <v:path arrowok="t" textboxrect="0,0,58688,122908"/>
                </v:shape>
                <v:shape id="Shape 72" o:spid="_x0000_s1053" style="position:absolute;left:4380;top:5311;width:590;height:1231;visibility:visible;mso-wrap-style:square;v-text-anchor:top" coordsize="59002,12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" path="m955,c32368,,59002,26342,59002,61226v,36809,-25679,61876,-58996,61876l,123101,,92991,18640,84551v4678,-5552,7372,-13483,7372,-22999c26012,49891,21559,37338,11298,31790l,29096,,192,955,xe" fillcolor="#009640" stroked="f" strokeweight="0">
                  <v:stroke miterlimit="83231f" joinstyle="miter"/>
                  <v:path arrowok="t" textboxrect="0,0,59002,123102"/>
                </v:shape>
                <v:shape id="Shape 73" o:spid="_x0000_s1054" style="position:absolute;left:5544;top:5345;width:1002;height:1161;visibility:visible;mso-wrap-style:square;v-text-anchor:top" coordsize="100255,116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" path="m17439,v8250,,12709,2214,17137,6667c37110,9195,42192,16817,46632,25384v7299,13963,14280,21898,17762,21898c66935,47282,69790,42832,69790,34262v,-2851,-625,-18714,2223,-24737c74541,3813,78680,958,84707,958v12053,,15548,6337,15548,29178l100255,93594v,14921,-5719,22539,-17134,22539c73916,116133,68518,112625,64077,108197,62181,106288,54245,92326,49176,84069,44409,76463,39337,69479,36485,69479v-4129,,-6042,4758,-6042,13655c30443,102158,28857,104071,27592,107871v-2211,5087,-6338,7618,-12047,7618c936,115489,,105013,,86613l,22530c,7292,4434,,17439,xe" fillcolor="black" stroked="f" strokeweight="0">
                  <v:stroke miterlimit="83231f" joinstyle="miter"/>
                  <v:path arrowok="t" textboxrect="0,0,100255,116133"/>
                </v:shape>
                <v:shape id="Shape 74" o:spid="_x0000_s1055" style="position:absolute;left:7100;top:5350;width:514;height:1151;visibility:visible;mso-wrap-style:square;v-text-anchor:top" coordsize="51396,11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" path="m17445,c27520,,35590,,42272,154r9124,595l51396,28765,48212,27284v-13005,,-17439,4120,-17439,23795l30773,69482v,12364,6337,18400,14273,18400l51396,86505r,27045l38699,115175r-20616,c5078,115175,,108825,,94225l,18089c,6023,5706,,17445,xe" fillcolor="black" stroked="f" strokeweight="0">
                  <v:stroke miterlimit="83231f" joinstyle="miter"/>
                  <v:path arrowok="t" textboxrect="0,0,51396,115175"/>
                </v:shape>
                <v:shape id="Shape 75" o:spid="_x0000_s1056" style="position:absolute;left:7614;top:5357;width:520;height:1128;visibility:visible;mso-wrap-style:square;v-text-anchor:top" coordsize="52027,11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" path="m,l7372,481v9041,1229,14989,3688,22770,8606c45046,18609,52027,34785,52027,56664v,28801,-12134,46892,-36406,54137l,112801,,85756,5630,84535c15804,79596,20623,68411,20623,57949v,-11417,-3649,-19270,-8450,-24269l,28017,,xe" fillcolor="black" stroked="f" strokeweight="0">
                  <v:stroke miterlimit="83231f" joinstyle="miter"/>
                  <v:path arrowok="t" textboxrect="0,0,52027,112801"/>
                </v:shape>
                <v:shape id="Shape 76" o:spid="_x0000_s1057" style="position:absolute;left:715;top:6918;width:920;height:1187;visibility:visible;mso-wrap-style:square;v-text-anchor:top" coordsize="92015,11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" path="m17141,l69488,v8885,,16500,5395,16500,12373c85988,26656,72657,26964,53309,26964v-10470,,-15872,2851,-15872,6987c37437,39654,42839,41567,53309,41567v13008,,29184,-314,29184,13962c82493,68540,67585,68540,56481,68540v-17769,,-21892,4120,-21892,10775c34589,89788,42518,90733,66317,90733v631,,25698,-2210,25698,12691c92015,118658,67899,117392,61873,117392r-28870,l33003,117396c9842,117396,,116761,,96779l,17772c,7609,6984,,17141,xe" fillcolor="black" stroked="f" strokeweight="0">
                  <v:stroke miterlimit="83231f" joinstyle="miter"/>
                  <v:path arrowok="t" textboxrect="0,0,92015,118658"/>
                </v:shape>
                <v:shape id="Shape 77" o:spid="_x0000_s1058" style="position:absolute;left:2322;top:6922;width:504;height:1167;visibility:visible;mso-wrap-style:square;v-text-anchor:top" coordsize="50445,116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" path="m21892,l50445,r,26414l38745,29268v-2738,2061,-4166,5153,-4166,9114c34582,46629,40929,50752,48545,50752r1900,-516l50445,85404,48463,82919c46638,81370,44892,80574,43464,80574v-6975,,-9833,4453,-9833,15548c33631,110085,27601,116752,17451,116752,6661,116752,,110411,,103744l314,21886c314,4437,7609,,21892,xe" fillcolor="black" stroked="f" strokeweight="0">
                  <v:stroke miterlimit="83231f" joinstyle="miter"/>
                  <v:path arrowok="t" textboxrect="0,0,50445,116752"/>
                </v:shape>
                <v:shape id="Shape 78" o:spid="_x0000_s1059" style="position:absolute;left:2826;top:6922;width:514;height:1170;visibility:visible;mso-wrap-style:square;v-text-anchor:top" coordsize="51399,117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" path="m,l5078,c40926,,51399,19986,51399,36482v,6036,-637,11102,-2540,15231c42836,65346,35534,65670,35534,75823v,9204,11739,21901,11739,29824c47273,113897,42512,117072,33314,117072v-9202,,-15542,-3806,-19986,-11111l3495,89785,,85404,,50236,11505,47107v2934,-2219,4361,-5231,4361,-8401c15866,31395,10470,26640,320,26336l,26414,,xe" fillcolor="black" stroked="f" strokeweight="0">
                  <v:stroke miterlimit="83231f" joinstyle="miter"/>
                  <v:path arrowok="t" textboxrect="0,0,51399,117072"/>
                </v:shape>
                <v:shape id="Shape 79" o:spid="_x0000_s1060" style="position:absolute;left:3641;top:6907;width:1571;height:1200;visibility:visible;mso-wrap-style:square;v-text-anchor:top" coordsize="157040,11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" path="m14911,c27922,,32676,7606,34262,14273v5706,24116,8250,32372,11419,32372c49487,46645,51076,42198,58371,16808,61546,6026,66938,330,78049,330v12687,,17762,5696,22514,23145c105958,42835,107871,46959,111036,46959v4444,,6030,-8567,11428,-30770c125005,6026,132297,330,141495,330v10477,,15545,5696,15545,14578c157040,20626,153872,32356,141184,80273v-6667,25057,-7945,39663,-27290,39663c96125,119936,93905,110732,88833,95824,82169,74880,80900,72654,78052,72654v-1909,,-5395,637,-11111,25378c62821,116438,53296,119933,45049,119933v-10787,,-19665,-1903,-24740,-22847l2534,28553c948,22529,,16500,,13328,,5712,5392,,14911,xe" fillcolor="black" stroked="f" strokeweight="0">
                  <v:stroke miterlimit="83231f" joinstyle="miter"/>
                  <v:path arrowok="t" textboxrect="0,0,157040,119936"/>
                </v:shape>
                <v:shape id="Shape 80" o:spid="_x0000_s1061" style="position:absolute;left:5512;top:6898;width:394;height:1225;visibility:visible;mso-wrap-style:square;v-text-anchor:top" coordsize="39350,122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" path="m17778,c33634,,39350,6667,39350,30148r,68835l39347,98983v,15548,-6671,23484,-19675,23484c2544,122467,,110104,,94232l314,23792c314,9839,6039,,17778,xe" fillcolor="black" stroked="f" strokeweight="0">
                  <v:stroke miterlimit="83231f" joinstyle="miter"/>
                  <v:path arrowok="t" textboxrect="0,0,39350,122467"/>
                </v:shape>
                <v:shape id="Shape 81" o:spid="_x0000_s1062" style="position:absolute;left:5963;top:6892;width:603;height:1227;visibility:visible;mso-wrap-style:square;v-text-anchor:top" coordsize="60287,12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" path="m39974,c54876,,60287,7298,60287,25057r,62825l60284,87882v,22215,-12694,34899,-33634,34899c7603,122781,,118021,,107239,,100572,3169,94866,9836,90743,19345,84402,21261,81538,21261,72651r,-51393c21261,7936,28553,,39974,xe" fillcolor="black" stroked="f" strokeweight="0">
                  <v:stroke miterlimit="83231f" joinstyle="miter"/>
                  <v:path arrowok="t" textboxrect="0,0,60287,122781"/>
                </v:shape>
                <v:shape id="Shape 82" o:spid="_x0000_s1063" style="position:absolute;left:7061;top:6893;width:996;height:1231;visibility:visible;mso-wrap-style:square;v-text-anchor:top" coordsize="99624,12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" path="m47898,c72324,,93585,11419,93585,22200v,6984,-6344,15228,-17762,15228c67255,37428,59963,29184,51396,29184v-6667,,-11732,2214,-11732,6350c39664,39971,43146,43457,51713,45053v9522,1887,19986,631,35528,12049c95808,63773,99624,72007,99624,82490v,19034,-13649,40612,-51729,40612c21889,123102,,112308,,98663,,91054,9192,85658,17115,85658v9839,,15231,8881,30776,8881c56788,94539,62171,90413,62171,86290v9,-5079,-6328,-8888,-15212,-10153c33310,74227,23164,72324,14286,65980,5075,59646,631,50432,631,39651,631,28864,4447,19649,12370,12361,19351,6020,30767,,47898,xe" fillcolor="black" stroked="f" strokeweight="0">
                  <v:stroke miterlimit="83231f" joinstyle="miter"/>
                  <v:path arrowok="t" textboxrect="0,0,99624,123102"/>
                </v:shape>
                <w10:anchorlock/>
              </v:group>
            </w:pict>
          </mc:Fallback>
        </mc:AlternateContent>
      </w:r>
      <w:r>
        <w:rPr>
          <w:b/>
          <w:bCs/>
        </w:rPr>
        <w:tab/>
        <w:t xml:space="preserve">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noProof/>
        </w:rPr>
        <w:drawing>
          <wp:inline distT="0" distB="0" distL="0" distR="0" wp14:anchorId="7BA046D3" wp14:editId="4EC9F613">
            <wp:extent cx="1694815" cy="702374"/>
            <wp:effectExtent l="0" t="0" r="635" b="2540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241" cy="71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1DD66E" w14:textId="77777777" w:rsidR="00985BFA" w:rsidRDefault="00985BFA" w:rsidP="00807A1E">
      <w:pPr>
        <w:rPr>
          <w:b/>
          <w:bCs/>
          <w:sz w:val="28"/>
          <w:szCs w:val="28"/>
        </w:rPr>
      </w:pPr>
    </w:p>
    <w:p w14:paraId="4F55EBD2" w14:textId="697210AF" w:rsidR="009D6A3E" w:rsidRDefault="00990C19" w:rsidP="00807A1E">
      <w:pPr>
        <w:rPr>
          <w:b/>
          <w:bCs/>
        </w:rPr>
      </w:pPr>
      <w:r w:rsidRPr="00985BFA">
        <w:rPr>
          <w:b/>
          <w:bCs/>
          <w:sz w:val="28"/>
          <w:szCs w:val="28"/>
        </w:rPr>
        <w:t>K</w:t>
      </w:r>
      <w:r w:rsidR="00985BFA" w:rsidRPr="00985BFA">
        <w:rPr>
          <w:b/>
          <w:bCs/>
          <w:sz w:val="28"/>
          <w:szCs w:val="28"/>
        </w:rPr>
        <w:t>0618</w:t>
      </w:r>
      <w:r w:rsidRPr="00985BFA">
        <w:rPr>
          <w:b/>
          <w:bCs/>
          <w:sz w:val="28"/>
          <w:szCs w:val="28"/>
        </w:rPr>
        <w:t xml:space="preserve"> acute zorg opdracht</w:t>
      </w:r>
      <w:r w:rsidR="00DA7678" w:rsidRPr="00985BFA">
        <w:rPr>
          <w:b/>
          <w:bCs/>
          <w:sz w:val="28"/>
          <w:szCs w:val="28"/>
        </w:rPr>
        <w:t>/examen</w:t>
      </w:r>
      <w:r w:rsidR="008F71A9">
        <w:rPr>
          <w:b/>
          <w:bCs/>
          <w:sz w:val="28"/>
          <w:szCs w:val="28"/>
        </w:rPr>
        <w:t xml:space="preserve"> 2022-23</w:t>
      </w:r>
      <w:r w:rsidR="00985BFA">
        <w:rPr>
          <w:b/>
          <w:bCs/>
        </w:rPr>
        <w:tab/>
      </w:r>
      <w:r w:rsidR="00985BFA">
        <w:rPr>
          <w:b/>
          <w:bCs/>
        </w:rPr>
        <w:tab/>
      </w:r>
      <w:r w:rsidR="00985BFA">
        <w:rPr>
          <w:b/>
          <w:bCs/>
        </w:rPr>
        <w:tab/>
      </w:r>
    </w:p>
    <w:p w14:paraId="0B4D444D" w14:textId="19B80916" w:rsidR="00947D65" w:rsidRDefault="00947D65" w:rsidP="00807A1E">
      <w:pPr>
        <w:rPr>
          <w:b/>
          <w:bCs/>
        </w:rPr>
      </w:pPr>
    </w:p>
    <w:p w14:paraId="444163A3" w14:textId="076B9CAC" w:rsidR="00985BFA" w:rsidRDefault="00985BFA" w:rsidP="00807A1E">
      <w:pPr>
        <w:rPr>
          <w:b/>
          <w:bCs/>
        </w:rPr>
      </w:pPr>
      <w:r>
        <w:rPr>
          <w:b/>
          <w:bCs/>
        </w:rPr>
        <w:t>Inhoud opdracht/examen</w:t>
      </w:r>
    </w:p>
    <w:p w14:paraId="109A6D1A" w14:textId="7B0EC9F9" w:rsidR="00990C19" w:rsidRPr="00947D65" w:rsidRDefault="00947D65" w:rsidP="00947D65">
      <w:pPr>
        <w:pStyle w:val="Lijstalinea"/>
        <w:numPr>
          <w:ilvl w:val="0"/>
          <w:numId w:val="1"/>
        </w:numPr>
        <w:rPr>
          <w:b/>
          <w:bCs/>
        </w:rPr>
      </w:pPr>
      <w:r>
        <w:t>Voorblad met naam student, nummer en naam keuzedeel</w:t>
      </w:r>
    </w:p>
    <w:p w14:paraId="48099F2E" w14:textId="48125AD4" w:rsidR="00990C19" w:rsidRDefault="00990C19" w:rsidP="00990C19">
      <w:pPr>
        <w:pStyle w:val="Lijstalinea"/>
        <w:numPr>
          <w:ilvl w:val="0"/>
          <w:numId w:val="1"/>
        </w:numPr>
      </w:pPr>
      <w:r w:rsidRPr="00990C19">
        <w:t>Volledige beschrijving casus</w:t>
      </w:r>
      <w:r w:rsidR="00D1615E">
        <w:t xml:space="preserve"> (medicatie, med VG, gezinssituatie, setting etc)</w:t>
      </w:r>
    </w:p>
    <w:p w14:paraId="47D48078" w14:textId="25531BE1" w:rsidR="00990C19" w:rsidRDefault="00990C19" w:rsidP="00990C19">
      <w:pPr>
        <w:pStyle w:val="Lijstalinea"/>
        <w:numPr>
          <w:ilvl w:val="0"/>
          <w:numId w:val="1"/>
        </w:numPr>
      </w:pPr>
      <w:r>
        <w:t>Uitleg interventies die je neemt (en waarom)</w:t>
      </w:r>
    </w:p>
    <w:p w14:paraId="125680C5" w14:textId="4666224A" w:rsidR="00990C19" w:rsidRDefault="00990C19" w:rsidP="00990C19">
      <w:pPr>
        <w:pStyle w:val="Lijstalinea"/>
        <w:numPr>
          <w:ilvl w:val="0"/>
          <w:numId w:val="1"/>
        </w:numPr>
      </w:pPr>
      <w:r>
        <w:t>Welke mogelijke DD (en waarom)</w:t>
      </w:r>
    </w:p>
    <w:p w14:paraId="573E4660" w14:textId="560A17BB" w:rsidR="00985BFA" w:rsidRDefault="00985BFA" w:rsidP="00990C19">
      <w:pPr>
        <w:pStyle w:val="Lijstalinea"/>
        <w:numPr>
          <w:ilvl w:val="0"/>
          <w:numId w:val="1"/>
        </w:numPr>
      </w:pPr>
      <w:r>
        <w:t>Welke diagnostiek is nodig (en waarom)</w:t>
      </w:r>
    </w:p>
    <w:p w14:paraId="4E220EAD" w14:textId="74C91B9C" w:rsidR="00990C19" w:rsidRDefault="00990C19" w:rsidP="00990C19">
      <w:pPr>
        <w:pStyle w:val="Lijstalinea"/>
        <w:numPr>
          <w:ilvl w:val="0"/>
          <w:numId w:val="1"/>
        </w:numPr>
      </w:pPr>
      <w:r>
        <w:t>Hoe communiceer je (met wie en waarom)</w:t>
      </w:r>
    </w:p>
    <w:p w14:paraId="62351CFE" w14:textId="5C3D579E" w:rsidR="00DA7678" w:rsidRDefault="00DA7678" w:rsidP="00DA7678"/>
    <w:p w14:paraId="38573DD0" w14:textId="4BAC290B" w:rsidR="00985BFA" w:rsidRPr="00985BFA" w:rsidRDefault="00985BFA" w:rsidP="00DA7678">
      <w:pPr>
        <w:rPr>
          <w:b/>
          <w:bCs/>
        </w:rPr>
      </w:pPr>
      <w:r w:rsidRPr="00985BFA">
        <w:rPr>
          <w:b/>
          <w:bCs/>
        </w:rPr>
        <w:t>Examen</w:t>
      </w:r>
    </w:p>
    <w:p w14:paraId="6C79577D" w14:textId="6D1207A9" w:rsidR="00985BFA" w:rsidRDefault="00985BFA" w:rsidP="00DA7678">
      <w:pPr>
        <w:pStyle w:val="Lijstalinea"/>
        <w:numPr>
          <w:ilvl w:val="0"/>
          <w:numId w:val="1"/>
        </w:numPr>
      </w:pPr>
      <w:r>
        <w:t>Examenopdracht is door student aangeleverd op het afgesproken moment</w:t>
      </w:r>
    </w:p>
    <w:p w14:paraId="39B9C250" w14:textId="370240B6" w:rsidR="00DA7678" w:rsidRDefault="00E57EE0" w:rsidP="00DA7678">
      <w:pPr>
        <w:pStyle w:val="Lijstalinea"/>
        <w:numPr>
          <w:ilvl w:val="0"/>
          <w:numId w:val="1"/>
        </w:numPr>
      </w:pPr>
      <w:r>
        <w:t>Presentatie duurt max 10 minuten</w:t>
      </w:r>
    </w:p>
    <w:p w14:paraId="317A1A64" w14:textId="568A88A2" w:rsidR="00985BFA" w:rsidRDefault="00985BFA" w:rsidP="00DA7678">
      <w:pPr>
        <w:pStyle w:val="Lijstalinea"/>
        <w:numPr>
          <w:ilvl w:val="0"/>
          <w:numId w:val="1"/>
        </w:numPr>
      </w:pPr>
      <w:r>
        <w:t>Examen is individueel</w:t>
      </w:r>
    </w:p>
    <w:p w14:paraId="1BA885EC" w14:textId="460132AF" w:rsidR="00985BFA" w:rsidRDefault="00985BFA" w:rsidP="00DA7678">
      <w:pPr>
        <w:pStyle w:val="Lijstalinea"/>
        <w:numPr>
          <w:ilvl w:val="0"/>
          <w:numId w:val="1"/>
        </w:numPr>
      </w:pPr>
      <w:r>
        <w:t>ARA verklaring moet volledig ingevuld worden aangeleverd door de student</w:t>
      </w:r>
    </w:p>
    <w:p w14:paraId="7931397F" w14:textId="77777777" w:rsidR="00DA7678" w:rsidRPr="00990C19" w:rsidRDefault="00DA7678" w:rsidP="00DA7678"/>
    <w:p w14:paraId="5D492AD0" w14:textId="77777777" w:rsidR="00990C19" w:rsidRPr="00990C19" w:rsidRDefault="00990C19" w:rsidP="00807A1E">
      <w:pPr>
        <w:rPr>
          <w:b/>
          <w:bCs/>
        </w:rPr>
      </w:pPr>
    </w:p>
    <w:sectPr w:rsidR="00990C19" w:rsidRPr="00990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D769E"/>
    <w:multiLevelType w:val="hybridMultilevel"/>
    <w:tmpl w:val="C6D8D70C"/>
    <w:lvl w:ilvl="0" w:tplc="E7122A44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850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C19"/>
    <w:rsid w:val="00080386"/>
    <w:rsid w:val="00807A1E"/>
    <w:rsid w:val="008F71A9"/>
    <w:rsid w:val="00947D65"/>
    <w:rsid w:val="00985BFA"/>
    <w:rsid w:val="00990C19"/>
    <w:rsid w:val="009D6A3E"/>
    <w:rsid w:val="00AA41D8"/>
    <w:rsid w:val="00D1615E"/>
    <w:rsid w:val="00DA7678"/>
    <w:rsid w:val="00E5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  <w14:docId w14:val="1E3D5A4A"/>
  <w15:chartTrackingRefBased/>
  <w15:docId w15:val="{A87844D1-4B29-4B58-BB4C-A74D8F05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0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 van der Werf</dc:creator>
  <cp:keywords/>
  <dc:description/>
  <cp:lastModifiedBy>Iwan van der Werf</cp:lastModifiedBy>
  <cp:revision>5</cp:revision>
  <dcterms:created xsi:type="dcterms:W3CDTF">2022-10-21T07:42:00Z</dcterms:created>
  <dcterms:modified xsi:type="dcterms:W3CDTF">2022-11-01T13:58:00Z</dcterms:modified>
</cp:coreProperties>
</file>