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F0F00" w14:textId="77777777" w:rsidR="00550678" w:rsidRDefault="00550678" w:rsidP="00550678">
      <w:pPr>
        <w:spacing w:after="0" w:line="240" w:lineRule="auto"/>
        <w:jc w:val="center"/>
        <w:rPr>
          <w:rFonts w:ascii="Avenir Next" w:hAnsi="Avenir Next"/>
          <w:sz w:val="48"/>
          <w:szCs w:val="48"/>
        </w:rPr>
      </w:pPr>
    </w:p>
    <w:p w14:paraId="2A2D7410" w14:textId="77777777" w:rsidR="00550678" w:rsidRDefault="00550678" w:rsidP="00550678">
      <w:pPr>
        <w:spacing w:after="0" w:line="240" w:lineRule="auto"/>
        <w:jc w:val="center"/>
        <w:rPr>
          <w:rFonts w:ascii="Avenir Next" w:hAnsi="Avenir Next"/>
          <w:sz w:val="48"/>
          <w:szCs w:val="48"/>
        </w:rPr>
      </w:pPr>
    </w:p>
    <w:p w14:paraId="672D9F94" w14:textId="77777777" w:rsidR="00550678" w:rsidRDefault="00550678" w:rsidP="00550678">
      <w:pPr>
        <w:spacing w:after="0" w:line="240" w:lineRule="auto"/>
        <w:jc w:val="center"/>
        <w:rPr>
          <w:rFonts w:ascii="Avenir Next" w:hAnsi="Avenir Next"/>
          <w:sz w:val="48"/>
          <w:szCs w:val="48"/>
        </w:rPr>
      </w:pPr>
    </w:p>
    <w:p w14:paraId="7C6FCA3A" w14:textId="548EB7B9" w:rsidR="00550678" w:rsidRPr="00550678" w:rsidRDefault="009D5268" w:rsidP="00550678">
      <w:pPr>
        <w:spacing w:after="0" w:line="240" w:lineRule="auto"/>
        <w:jc w:val="center"/>
        <w:rPr>
          <w:rFonts w:ascii="Avenir Next" w:hAnsi="Avenir Next"/>
          <w:color w:val="156661"/>
          <w:sz w:val="72"/>
          <w:szCs w:val="72"/>
        </w:rPr>
      </w:pPr>
      <w:r>
        <w:rPr>
          <w:rFonts w:ascii="Avenir Next" w:hAnsi="Avenir Next"/>
          <w:color w:val="156661"/>
          <w:sz w:val="72"/>
          <w:szCs w:val="72"/>
        </w:rPr>
        <w:t>STAGE</w:t>
      </w:r>
    </w:p>
    <w:p w14:paraId="1B6B5EA9" w14:textId="77777777" w:rsidR="00550678" w:rsidRDefault="00550678" w:rsidP="00550678">
      <w:pPr>
        <w:spacing w:after="0" w:line="240" w:lineRule="auto"/>
        <w:jc w:val="center"/>
        <w:rPr>
          <w:rFonts w:ascii="Avenir Next" w:hAnsi="Avenir Next"/>
          <w:sz w:val="48"/>
          <w:szCs w:val="48"/>
        </w:rPr>
      </w:pPr>
    </w:p>
    <w:p w14:paraId="0C80C293" w14:textId="77777777" w:rsidR="00550678" w:rsidRDefault="00550678" w:rsidP="00550678">
      <w:pPr>
        <w:spacing w:after="0" w:line="240" w:lineRule="auto"/>
        <w:jc w:val="center"/>
        <w:rPr>
          <w:rFonts w:ascii="Avenir Next" w:hAnsi="Avenir Next"/>
          <w:sz w:val="48"/>
          <w:szCs w:val="48"/>
        </w:rPr>
      </w:pPr>
    </w:p>
    <w:p w14:paraId="0A523B31" w14:textId="42B52645" w:rsidR="00550678" w:rsidRPr="00550678" w:rsidRDefault="00550678" w:rsidP="00550678">
      <w:pPr>
        <w:spacing w:after="0" w:line="240" w:lineRule="auto"/>
        <w:jc w:val="center"/>
        <w:rPr>
          <w:rFonts w:ascii="Avenir Next" w:hAnsi="Avenir Next"/>
          <w:sz w:val="48"/>
          <w:szCs w:val="48"/>
        </w:rPr>
      </w:pPr>
      <w:r>
        <w:rPr>
          <w:noProof/>
        </w:rPr>
        <w:drawing>
          <wp:inline distT="0" distB="0" distL="0" distR="0" wp14:anchorId="3A89F221" wp14:editId="591AC20A">
            <wp:extent cx="5753181" cy="2966484"/>
            <wp:effectExtent l="0" t="0" r="0" b="571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8">
                      <a:extLst>
                        <a:ext uri="{28A0092B-C50C-407E-A947-70E740481C1C}">
                          <a14:useLocalDpi xmlns:a14="http://schemas.microsoft.com/office/drawing/2010/main" val="0"/>
                        </a:ext>
                      </a:extLst>
                    </a:blip>
                    <a:stretch>
                      <a:fillRect/>
                    </a:stretch>
                  </pic:blipFill>
                  <pic:spPr>
                    <a:xfrm>
                      <a:off x="0" y="0"/>
                      <a:ext cx="5753181" cy="2966484"/>
                    </a:xfrm>
                    <a:prstGeom prst="rect">
                      <a:avLst/>
                    </a:prstGeom>
                  </pic:spPr>
                </pic:pic>
              </a:graphicData>
            </a:graphic>
          </wp:inline>
        </w:drawing>
      </w:r>
      <w:r w:rsidRPr="00550678">
        <w:rPr>
          <w:rFonts w:ascii="Avenir Next" w:hAnsi="Avenir Next"/>
          <w:sz w:val="48"/>
          <w:szCs w:val="48"/>
        </w:rPr>
        <w:br w:type="page"/>
      </w:r>
    </w:p>
    <w:p w14:paraId="7569CAE8" w14:textId="1A1FAB85" w:rsidR="00E4141E" w:rsidRPr="001A7150" w:rsidRDefault="001A7150" w:rsidP="00583BA7">
      <w:pPr>
        <w:spacing w:after="0" w:line="240" w:lineRule="auto"/>
        <w:rPr>
          <w:rFonts w:eastAsia="Calibri" w:cs="Arial"/>
          <w:sz w:val="36"/>
          <w:szCs w:val="36"/>
        </w:rPr>
      </w:pPr>
      <w:bookmarkStart w:id="0" w:name="_Toc76540036"/>
      <w:r>
        <w:rPr>
          <w:rFonts w:eastAsia="Calibri" w:cs="Arial"/>
          <w:sz w:val="36"/>
          <w:szCs w:val="36"/>
        </w:rPr>
        <w:lastRenderedPageBreak/>
        <w:t>Vooronderzoek</w:t>
      </w:r>
      <w:bookmarkEnd w:id="0"/>
    </w:p>
    <w:p w14:paraId="67EE3B29" w14:textId="34EE78D0" w:rsidR="00E4141E" w:rsidRDefault="00E4141E" w:rsidP="00E4141E">
      <w:pPr>
        <w:spacing w:after="0" w:line="240" w:lineRule="auto"/>
        <w:rPr>
          <w:rFonts w:ascii="Avenir Next" w:eastAsia="Calibri" w:hAnsi="Avenir Next" w:cs="Arial"/>
          <w:sz w:val="24"/>
          <w:szCs w:val="24"/>
          <w:u w:val="single"/>
        </w:rPr>
      </w:pPr>
    </w:p>
    <w:p w14:paraId="3B9D9922" w14:textId="521B6BD8" w:rsidR="001A7150" w:rsidRPr="001A7150" w:rsidRDefault="001A7150" w:rsidP="00E4141E">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Stap1</w:t>
      </w:r>
    </w:p>
    <w:p w14:paraId="39607AEC" w14:textId="238809D8" w:rsidR="00E4141E" w:rsidRPr="001A7150" w:rsidRDefault="00E4141E" w:rsidP="00E4141E">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Bedenk nu in welke branche je onderzoek zou willen doen. Voorbeelden van een branche zijn de horeca, de luchtvaart, </w:t>
      </w:r>
      <w:r w:rsidR="001A7150">
        <w:rPr>
          <w:rFonts w:ascii="Avenir Next" w:eastAsia="Calibri" w:hAnsi="Avenir Next" w:cs="Arial"/>
          <w:sz w:val="24"/>
          <w:szCs w:val="24"/>
        </w:rPr>
        <w:t>j</w:t>
      </w:r>
      <w:r w:rsidRPr="001A7150">
        <w:rPr>
          <w:rFonts w:ascii="Avenir Next" w:eastAsia="Calibri" w:hAnsi="Avenir Next" w:cs="Arial"/>
          <w:sz w:val="24"/>
          <w:szCs w:val="24"/>
        </w:rPr>
        <w:t xml:space="preserve">ustitie, beveiliging, de kappersbranche, ICT branche, winkeliersbranche etc. Er zijn talloze branches waar je in zou kunnen werken. Kies er 1 die jou aanspreekt en past bij je gekozen sector/vakkenpakket/vervolgopleiding. Zoek zoveel mogelijk informatie over deze branche op, want die informatie moet je straks in je verslag verwerken. </w:t>
      </w:r>
    </w:p>
    <w:p w14:paraId="3A003305" w14:textId="77777777" w:rsidR="001A7150" w:rsidRDefault="00E4141E" w:rsidP="00E4141E">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br/>
        <w:t xml:space="preserve">Stap 2 </w:t>
      </w:r>
    </w:p>
    <w:p w14:paraId="6F3B4E3D" w14:textId="4FDC387D" w:rsidR="00E4141E" w:rsidRPr="001A7150" w:rsidRDefault="001A7150" w:rsidP="00E4141E">
      <w:pPr>
        <w:spacing w:after="0" w:line="240" w:lineRule="auto"/>
        <w:rPr>
          <w:rFonts w:ascii="Avenir Next" w:eastAsia="Calibri" w:hAnsi="Avenir Next" w:cs="Arial"/>
          <w:sz w:val="24"/>
          <w:szCs w:val="24"/>
        </w:rPr>
      </w:pPr>
      <w:r>
        <w:rPr>
          <w:rFonts w:ascii="Avenir Next" w:eastAsia="Calibri" w:hAnsi="Avenir Next" w:cs="Arial"/>
          <w:sz w:val="24"/>
          <w:szCs w:val="24"/>
        </w:rPr>
        <w:t xml:space="preserve">Deze stap </w:t>
      </w:r>
      <w:r w:rsidR="00E4141E" w:rsidRPr="001A7150">
        <w:rPr>
          <w:rFonts w:ascii="Avenir Next" w:eastAsia="Calibri" w:hAnsi="Avenir Next" w:cs="Arial"/>
          <w:sz w:val="24"/>
          <w:szCs w:val="24"/>
        </w:rPr>
        <w:t xml:space="preserve">is het uitzoeken van </w:t>
      </w:r>
      <w:r w:rsidR="009D5268">
        <w:rPr>
          <w:rFonts w:ascii="Avenir Next" w:eastAsia="Calibri" w:hAnsi="Avenir Next" w:cs="Arial"/>
          <w:sz w:val="24"/>
          <w:szCs w:val="24"/>
        </w:rPr>
        <w:t>1</w:t>
      </w:r>
      <w:r w:rsidR="00E4141E" w:rsidRPr="001A7150">
        <w:rPr>
          <w:rFonts w:ascii="Avenir Next" w:eastAsia="Calibri" w:hAnsi="Avenir Next" w:cs="Arial"/>
          <w:sz w:val="24"/>
          <w:szCs w:val="24"/>
        </w:rPr>
        <w:t xml:space="preserve"> bedrij</w:t>
      </w:r>
      <w:r w:rsidR="009D5268">
        <w:rPr>
          <w:rFonts w:ascii="Avenir Next" w:eastAsia="Calibri" w:hAnsi="Avenir Next" w:cs="Arial"/>
          <w:sz w:val="24"/>
          <w:szCs w:val="24"/>
        </w:rPr>
        <w:t>f</w:t>
      </w:r>
      <w:r w:rsidR="00E4141E" w:rsidRPr="001A7150">
        <w:rPr>
          <w:rFonts w:ascii="Avenir Next" w:eastAsia="Calibri" w:hAnsi="Avenir Next" w:cs="Arial"/>
          <w:sz w:val="24"/>
          <w:szCs w:val="24"/>
        </w:rPr>
        <w:t>/instelling</w:t>
      </w:r>
    </w:p>
    <w:p w14:paraId="23738C60" w14:textId="77777777" w:rsidR="001A7150" w:rsidRDefault="001A7150" w:rsidP="00E4141E">
      <w:pPr>
        <w:spacing w:after="0" w:line="240" w:lineRule="auto"/>
        <w:rPr>
          <w:rFonts w:ascii="Avenir Next" w:eastAsia="Calibri" w:hAnsi="Avenir Next" w:cs="Arial"/>
          <w:sz w:val="24"/>
          <w:szCs w:val="24"/>
        </w:rPr>
      </w:pPr>
    </w:p>
    <w:p w14:paraId="08489A21" w14:textId="554A6E3A" w:rsidR="00E4141E" w:rsidRPr="001A7150" w:rsidRDefault="00E4141E" w:rsidP="00E4141E">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Vul de onderstaande vragen in die jou straks helpen bij het uitwerken van je verslag:</w:t>
      </w:r>
    </w:p>
    <w:p w14:paraId="644D9B95" w14:textId="77777777" w:rsidR="00E4141E" w:rsidRPr="001A7150" w:rsidRDefault="00E4141E" w:rsidP="00E4141E">
      <w:pPr>
        <w:spacing w:after="0" w:line="240" w:lineRule="auto"/>
        <w:rPr>
          <w:rFonts w:ascii="Avenir Next" w:eastAsia="Calibri" w:hAnsi="Avenir Next" w:cs="Arial"/>
          <w:sz w:val="24"/>
          <w:szCs w:val="24"/>
        </w:rPr>
      </w:pPr>
    </w:p>
    <w:p w14:paraId="114702D2" w14:textId="5CBC894F" w:rsidR="001A7150" w:rsidRPr="001A7150" w:rsidRDefault="00E4141E" w:rsidP="001A7150">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Branche</w:t>
      </w:r>
      <w:r w:rsidR="001A7150">
        <w:rPr>
          <w:rFonts w:ascii="Avenir Next" w:eastAsia="Calibri" w:hAnsi="Avenir Next" w:cs="Arial"/>
          <w:sz w:val="24"/>
          <w:szCs w:val="24"/>
        </w:rPr>
        <w:t xml:space="preserve"> ………………………………………………………………………………………...</w:t>
      </w:r>
    </w:p>
    <w:p w14:paraId="10569ACB" w14:textId="6C43DA73" w:rsidR="00E4141E" w:rsidRPr="001A7150" w:rsidRDefault="00E4141E" w:rsidP="00E4141E">
      <w:pPr>
        <w:spacing w:after="0" w:line="240" w:lineRule="auto"/>
        <w:rPr>
          <w:rFonts w:ascii="Avenir Next" w:eastAsia="Calibri" w:hAnsi="Avenir Next" w:cs="Arial"/>
          <w:sz w:val="24"/>
          <w:szCs w:val="24"/>
        </w:rPr>
      </w:pPr>
    </w:p>
    <w:p w14:paraId="1B8C5AA4" w14:textId="7D35BF64" w:rsidR="001A7150" w:rsidRPr="001A7150" w:rsidRDefault="001A7150" w:rsidP="001A7150">
      <w:pPr>
        <w:spacing w:after="0" w:line="240" w:lineRule="auto"/>
        <w:rPr>
          <w:rFonts w:ascii="Avenir Next" w:eastAsia="Calibri" w:hAnsi="Avenir Next" w:cs="Arial"/>
          <w:sz w:val="24"/>
          <w:szCs w:val="24"/>
        </w:rPr>
      </w:pPr>
      <w:r>
        <w:rPr>
          <w:rFonts w:ascii="Avenir Next" w:eastAsia="Calibri" w:hAnsi="Avenir Next" w:cs="Arial"/>
          <w:sz w:val="24"/>
          <w:szCs w:val="24"/>
        </w:rPr>
        <w:t>Uitleg over wat jij verstaat onder deze branche</w:t>
      </w:r>
      <w:r w:rsidR="00E4141E" w:rsidRPr="001A7150">
        <w:rPr>
          <w:rFonts w:ascii="Avenir Next" w:eastAsia="Calibri" w:hAnsi="Avenir Next" w:cs="Arial"/>
          <w:sz w:val="24"/>
          <w:szCs w:val="24"/>
        </w:rPr>
        <w:t xml:space="preserve"> </w:t>
      </w:r>
      <w:r>
        <w:rPr>
          <w:rFonts w:ascii="Avenir Next" w:eastAsia="Calibri" w:hAnsi="Avenir Next" w:cs="Arial"/>
          <w:sz w:val="24"/>
          <w:szCs w:val="24"/>
        </w:rPr>
        <w:t>…………………………………………………………………………………………………</w:t>
      </w:r>
    </w:p>
    <w:p w14:paraId="69B9525D" w14:textId="77777777" w:rsidR="001A7150" w:rsidRPr="001A7150" w:rsidRDefault="001A7150" w:rsidP="001A7150">
      <w:pPr>
        <w:spacing w:after="0" w:line="240" w:lineRule="auto"/>
        <w:rPr>
          <w:rFonts w:ascii="Avenir Next" w:eastAsia="Calibri" w:hAnsi="Avenir Next" w:cs="Arial"/>
          <w:sz w:val="24"/>
          <w:szCs w:val="24"/>
        </w:rPr>
      </w:pPr>
      <w:r>
        <w:rPr>
          <w:rFonts w:ascii="Avenir Next" w:eastAsia="Calibri" w:hAnsi="Avenir Next" w:cs="Arial"/>
          <w:sz w:val="24"/>
          <w:szCs w:val="24"/>
        </w:rPr>
        <w:t>…………………………………………………………………………………………………</w:t>
      </w:r>
    </w:p>
    <w:p w14:paraId="657D144B" w14:textId="4553761A" w:rsidR="00E4141E" w:rsidRDefault="001A7150" w:rsidP="00E4141E">
      <w:pPr>
        <w:spacing w:after="0" w:line="240" w:lineRule="auto"/>
        <w:rPr>
          <w:rFonts w:ascii="Avenir Next" w:eastAsia="Calibri" w:hAnsi="Avenir Next" w:cs="Arial"/>
          <w:sz w:val="24"/>
          <w:szCs w:val="24"/>
        </w:rPr>
      </w:pPr>
      <w:r>
        <w:rPr>
          <w:rFonts w:ascii="Avenir Next" w:eastAsia="Calibri" w:hAnsi="Avenir Next" w:cs="Arial"/>
          <w:sz w:val="24"/>
          <w:szCs w:val="24"/>
        </w:rPr>
        <w:t>…………………………………………………………………………………………………</w:t>
      </w:r>
    </w:p>
    <w:p w14:paraId="0A806415" w14:textId="77777777" w:rsidR="00E4141E" w:rsidRPr="001A7150" w:rsidRDefault="00E4141E" w:rsidP="00E4141E">
      <w:pPr>
        <w:spacing w:after="0" w:line="240" w:lineRule="auto"/>
        <w:rPr>
          <w:rFonts w:ascii="Avenir Next" w:eastAsia="Calibri" w:hAnsi="Avenir Next" w:cs="Arial"/>
          <w:sz w:val="24"/>
          <w:szCs w:val="24"/>
        </w:rPr>
      </w:pPr>
    </w:p>
    <w:p w14:paraId="7A8C1D24" w14:textId="45EEF989" w:rsidR="00E4141E" w:rsidRDefault="00E4141E" w:rsidP="00E4141E">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Welke bedrijven vallen onder deze branche? </w:t>
      </w:r>
    </w:p>
    <w:p w14:paraId="08D8E812" w14:textId="77777777" w:rsidR="001A7150" w:rsidRPr="001A7150" w:rsidRDefault="001A7150" w:rsidP="001A7150">
      <w:pPr>
        <w:spacing w:after="0" w:line="240" w:lineRule="auto"/>
        <w:rPr>
          <w:rFonts w:ascii="Avenir Next" w:eastAsia="Calibri" w:hAnsi="Avenir Next" w:cs="Arial"/>
          <w:sz w:val="24"/>
          <w:szCs w:val="24"/>
        </w:rPr>
      </w:pPr>
      <w:r>
        <w:rPr>
          <w:rFonts w:ascii="Avenir Next" w:eastAsia="Calibri" w:hAnsi="Avenir Next" w:cs="Arial"/>
          <w:sz w:val="24"/>
          <w:szCs w:val="24"/>
        </w:rPr>
        <w:t>…………………………………………………………………………………………………</w:t>
      </w:r>
    </w:p>
    <w:p w14:paraId="044BB284" w14:textId="77777777" w:rsidR="001A7150" w:rsidRPr="001A7150" w:rsidRDefault="001A7150" w:rsidP="001A7150">
      <w:pPr>
        <w:spacing w:after="0" w:line="240" w:lineRule="auto"/>
        <w:rPr>
          <w:rFonts w:ascii="Avenir Next" w:eastAsia="Calibri" w:hAnsi="Avenir Next" w:cs="Arial"/>
          <w:sz w:val="24"/>
          <w:szCs w:val="24"/>
        </w:rPr>
      </w:pPr>
      <w:r>
        <w:rPr>
          <w:rFonts w:ascii="Avenir Next" w:eastAsia="Calibri" w:hAnsi="Avenir Next" w:cs="Arial"/>
          <w:sz w:val="24"/>
          <w:szCs w:val="24"/>
        </w:rPr>
        <w:t>…………………………………………………………………………………………………</w:t>
      </w:r>
    </w:p>
    <w:p w14:paraId="670C195D" w14:textId="77777777" w:rsidR="001A7150" w:rsidRPr="001A7150" w:rsidRDefault="001A7150" w:rsidP="001A7150">
      <w:pPr>
        <w:spacing w:after="0" w:line="240" w:lineRule="auto"/>
        <w:rPr>
          <w:rFonts w:ascii="Avenir Next" w:eastAsia="Calibri" w:hAnsi="Avenir Next" w:cs="Arial"/>
          <w:sz w:val="24"/>
          <w:szCs w:val="24"/>
        </w:rPr>
      </w:pPr>
      <w:r>
        <w:rPr>
          <w:rFonts w:ascii="Avenir Next" w:eastAsia="Calibri" w:hAnsi="Avenir Next" w:cs="Arial"/>
          <w:sz w:val="24"/>
          <w:szCs w:val="24"/>
        </w:rPr>
        <w:t>…………………………………………………………………………………………………</w:t>
      </w:r>
    </w:p>
    <w:p w14:paraId="7BE7DB67" w14:textId="77777777" w:rsidR="001A7150" w:rsidRPr="001A7150" w:rsidRDefault="001A7150" w:rsidP="00E4141E">
      <w:pPr>
        <w:spacing w:after="0" w:line="240" w:lineRule="auto"/>
        <w:rPr>
          <w:rFonts w:ascii="Avenir Next" w:eastAsia="Calibri" w:hAnsi="Avenir Next" w:cs="Arial"/>
          <w:sz w:val="24"/>
          <w:szCs w:val="24"/>
        </w:rPr>
      </w:pPr>
    </w:p>
    <w:p w14:paraId="570B5D11" w14:textId="77777777" w:rsidR="001A7150" w:rsidRDefault="00E4141E" w:rsidP="001A7150">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Waarom past </w:t>
      </w:r>
      <w:r w:rsidR="001A7150">
        <w:rPr>
          <w:rFonts w:ascii="Avenir Next" w:eastAsia="Calibri" w:hAnsi="Avenir Next" w:cs="Arial"/>
          <w:sz w:val="24"/>
          <w:szCs w:val="24"/>
        </w:rPr>
        <w:t>dit</w:t>
      </w:r>
      <w:r w:rsidRPr="001A7150">
        <w:rPr>
          <w:rFonts w:ascii="Avenir Next" w:eastAsia="Calibri" w:hAnsi="Avenir Next" w:cs="Arial"/>
          <w:sz w:val="24"/>
          <w:szCs w:val="24"/>
        </w:rPr>
        <w:t xml:space="preserve"> bij jouw </w:t>
      </w:r>
      <w:r w:rsidR="001A7150">
        <w:rPr>
          <w:rFonts w:ascii="Avenir Next" w:eastAsia="Calibri" w:hAnsi="Avenir Next" w:cs="Arial"/>
          <w:sz w:val="24"/>
          <w:szCs w:val="24"/>
        </w:rPr>
        <w:t>profielkeuze en/of vervolgopleiding</w:t>
      </w:r>
    </w:p>
    <w:p w14:paraId="19C457E9" w14:textId="306969C4" w:rsidR="001A7150" w:rsidRPr="001A7150" w:rsidRDefault="001A7150" w:rsidP="001A7150">
      <w:pPr>
        <w:spacing w:after="0" w:line="240" w:lineRule="auto"/>
        <w:rPr>
          <w:rFonts w:ascii="Avenir Next" w:eastAsia="Calibri" w:hAnsi="Avenir Next" w:cs="Arial"/>
          <w:sz w:val="24"/>
          <w:szCs w:val="24"/>
        </w:rPr>
      </w:pPr>
      <w:r>
        <w:rPr>
          <w:rFonts w:ascii="Avenir Next" w:eastAsia="Calibri" w:hAnsi="Avenir Next" w:cs="Arial"/>
          <w:sz w:val="24"/>
          <w:szCs w:val="24"/>
        </w:rPr>
        <w:t>…………………………………………………………………………………………………</w:t>
      </w:r>
    </w:p>
    <w:p w14:paraId="29821A67" w14:textId="77777777" w:rsidR="001A7150" w:rsidRPr="001A7150" w:rsidRDefault="001A7150" w:rsidP="001A7150">
      <w:pPr>
        <w:spacing w:after="0" w:line="240" w:lineRule="auto"/>
        <w:rPr>
          <w:rFonts w:ascii="Avenir Next" w:eastAsia="Calibri" w:hAnsi="Avenir Next" w:cs="Arial"/>
          <w:sz w:val="24"/>
          <w:szCs w:val="24"/>
        </w:rPr>
      </w:pPr>
      <w:r>
        <w:rPr>
          <w:rFonts w:ascii="Avenir Next" w:eastAsia="Calibri" w:hAnsi="Avenir Next" w:cs="Arial"/>
          <w:sz w:val="24"/>
          <w:szCs w:val="24"/>
        </w:rPr>
        <w:t>…………………………………………………………………………………………………</w:t>
      </w:r>
    </w:p>
    <w:p w14:paraId="7F3BB556" w14:textId="77777777" w:rsidR="001A7150" w:rsidRPr="001A7150" w:rsidRDefault="001A7150" w:rsidP="001A7150">
      <w:pPr>
        <w:spacing w:after="0" w:line="240" w:lineRule="auto"/>
        <w:rPr>
          <w:rFonts w:ascii="Avenir Next" w:eastAsia="Calibri" w:hAnsi="Avenir Next" w:cs="Arial"/>
          <w:sz w:val="24"/>
          <w:szCs w:val="24"/>
        </w:rPr>
      </w:pPr>
      <w:r>
        <w:rPr>
          <w:rFonts w:ascii="Avenir Next" w:eastAsia="Calibri" w:hAnsi="Avenir Next" w:cs="Arial"/>
          <w:sz w:val="24"/>
          <w:szCs w:val="24"/>
        </w:rPr>
        <w:t>…………………………………………………………………………………………………</w:t>
      </w:r>
    </w:p>
    <w:p w14:paraId="78BFCB6F" w14:textId="1C6D55D2" w:rsidR="00E4141E" w:rsidRPr="001A7150" w:rsidRDefault="00E4141E" w:rsidP="00E4141E">
      <w:pPr>
        <w:spacing w:after="0" w:line="240" w:lineRule="auto"/>
        <w:rPr>
          <w:rFonts w:ascii="Avenir Next" w:eastAsia="Calibri" w:hAnsi="Avenir Next" w:cs="Arial"/>
          <w:sz w:val="24"/>
          <w:szCs w:val="24"/>
        </w:rPr>
      </w:pPr>
    </w:p>
    <w:p w14:paraId="70EC59E2" w14:textId="28BE3CEE" w:rsidR="00E4141E" w:rsidRPr="001A7150" w:rsidRDefault="00E4141E" w:rsidP="00E4141E">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Welke bedrij</w:t>
      </w:r>
      <w:r w:rsidR="009D5268">
        <w:rPr>
          <w:rFonts w:ascii="Avenir Next" w:eastAsia="Calibri" w:hAnsi="Avenir Next" w:cs="Arial"/>
          <w:sz w:val="24"/>
          <w:szCs w:val="24"/>
        </w:rPr>
        <w:t>f</w:t>
      </w:r>
      <w:r w:rsidRPr="001A7150">
        <w:rPr>
          <w:rFonts w:ascii="Avenir Next" w:eastAsia="Calibri" w:hAnsi="Avenir Next" w:cs="Arial"/>
          <w:sz w:val="24"/>
          <w:szCs w:val="24"/>
        </w:rPr>
        <w:t xml:space="preserve"> heb jij gekozen om </w:t>
      </w:r>
      <w:r w:rsidR="009D5268">
        <w:rPr>
          <w:rFonts w:ascii="Avenir Next" w:eastAsia="Calibri" w:hAnsi="Avenir Next" w:cs="Arial"/>
          <w:sz w:val="24"/>
          <w:szCs w:val="24"/>
        </w:rPr>
        <w:t>stage te lopen</w:t>
      </w:r>
      <w:r w:rsidRPr="001A7150">
        <w:rPr>
          <w:rFonts w:ascii="Avenir Next" w:eastAsia="Calibri" w:hAnsi="Avenir Next" w:cs="Arial"/>
          <w:sz w:val="24"/>
          <w:szCs w:val="24"/>
        </w:rPr>
        <w:t>?</w:t>
      </w:r>
    </w:p>
    <w:p w14:paraId="48016550" w14:textId="77777777" w:rsidR="001A7150" w:rsidRPr="001A7150" w:rsidRDefault="001A7150" w:rsidP="001A7150">
      <w:pPr>
        <w:spacing w:after="0" w:line="240" w:lineRule="auto"/>
        <w:rPr>
          <w:rFonts w:ascii="Avenir Next" w:eastAsia="Calibri" w:hAnsi="Avenir Next" w:cs="Arial"/>
          <w:sz w:val="24"/>
          <w:szCs w:val="24"/>
        </w:rPr>
      </w:pPr>
      <w:r>
        <w:rPr>
          <w:rFonts w:ascii="Avenir Next" w:eastAsia="Calibri" w:hAnsi="Avenir Next" w:cs="Arial"/>
          <w:sz w:val="24"/>
          <w:szCs w:val="24"/>
        </w:rPr>
        <w:t>…………………………………………………………………………………………………</w:t>
      </w:r>
    </w:p>
    <w:p w14:paraId="7898814E" w14:textId="77777777" w:rsidR="001A7150" w:rsidRPr="001A7150" w:rsidRDefault="001A7150" w:rsidP="001A7150">
      <w:pPr>
        <w:spacing w:after="0" w:line="240" w:lineRule="auto"/>
        <w:rPr>
          <w:rFonts w:ascii="Avenir Next" w:eastAsia="Calibri" w:hAnsi="Avenir Next" w:cs="Arial"/>
          <w:sz w:val="24"/>
          <w:szCs w:val="24"/>
        </w:rPr>
      </w:pPr>
      <w:r>
        <w:rPr>
          <w:rFonts w:ascii="Avenir Next" w:eastAsia="Calibri" w:hAnsi="Avenir Next" w:cs="Arial"/>
          <w:sz w:val="24"/>
          <w:szCs w:val="24"/>
        </w:rPr>
        <w:t>…………………………………………………………………………………………………</w:t>
      </w:r>
    </w:p>
    <w:p w14:paraId="4D28F362" w14:textId="22DD0888" w:rsidR="00E4141E" w:rsidRPr="001A7150" w:rsidRDefault="001A7150" w:rsidP="00E4141E">
      <w:pPr>
        <w:spacing w:after="0" w:line="240" w:lineRule="auto"/>
        <w:rPr>
          <w:rFonts w:ascii="Avenir Next" w:eastAsia="Calibri" w:hAnsi="Avenir Next" w:cs="Arial"/>
          <w:sz w:val="24"/>
          <w:szCs w:val="24"/>
        </w:rPr>
      </w:pPr>
      <w:r>
        <w:rPr>
          <w:rFonts w:ascii="Avenir Next" w:eastAsia="Calibri" w:hAnsi="Avenir Next" w:cs="Arial"/>
          <w:sz w:val="24"/>
          <w:szCs w:val="24"/>
        </w:rPr>
        <w:t>…………………………………………………………………………………………………</w:t>
      </w:r>
    </w:p>
    <w:p w14:paraId="42FD5F52" w14:textId="15F413AD" w:rsidR="00E4141E" w:rsidRPr="001A7150" w:rsidRDefault="00E4141E" w:rsidP="00E4141E">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Voordat je contact legt met </w:t>
      </w:r>
      <w:r w:rsidR="009D5268">
        <w:rPr>
          <w:rFonts w:ascii="Avenir Next" w:eastAsia="Calibri" w:hAnsi="Avenir Next" w:cs="Arial"/>
          <w:sz w:val="24"/>
          <w:szCs w:val="24"/>
        </w:rPr>
        <w:t xml:space="preserve">het </w:t>
      </w:r>
      <w:r w:rsidRPr="001A7150">
        <w:rPr>
          <w:rFonts w:ascii="Avenir Next" w:eastAsia="Calibri" w:hAnsi="Avenir Next" w:cs="Arial"/>
          <w:sz w:val="24"/>
          <w:szCs w:val="24"/>
        </w:rPr>
        <w:t>bedrij</w:t>
      </w:r>
      <w:r w:rsidR="009D5268">
        <w:rPr>
          <w:rFonts w:ascii="Avenir Next" w:eastAsia="Calibri" w:hAnsi="Avenir Next" w:cs="Arial"/>
          <w:sz w:val="24"/>
          <w:szCs w:val="24"/>
        </w:rPr>
        <w:t>f</w:t>
      </w:r>
      <w:r w:rsidRPr="001A7150">
        <w:rPr>
          <w:rFonts w:ascii="Avenir Next" w:eastAsia="Calibri" w:hAnsi="Avenir Next" w:cs="Arial"/>
          <w:sz w:val="24"/>
          <w:szCs w:val="24"/>
        </w:rPr>
        <w:t xml:space="preserve">, is het belangrijk dat je op internet al een boel informatie verzamelt over </w:t>
      </w:r>
      <w:r w:rsidR="009D5268">
        <w:rPr>
          <w:rFonts w:ascii="Avenir Next" w:eastAsia="Calibri" w:hAnsi="Avenir Next" w:cs="Arial"/>
          <w:sz w:val="24"/>
          <w:szCs w:val="24"/>
        </w:rPr>
        <w:t>het</w:t>
      </w:r>
      <w:r w:rsidRPr="001A7150">
        <w:rPr>
          <w:rFonts w:ascii="Avenir Next" w:eastAsia="Calibri" w:hAnsi="Avenir Next" w:cs="Arial"/>
          <w:sz w:val="24"/>
          <w:szCs w:val="24"/>
        </w:rPr>
        <w:t xml:space="preserve"> bedrij</w:t>
      </w:r>
      <w:r w:rsidR="009D5268">
        <w:rPr>
          <w:rFonts w:ascii="Avenir Next" w:eastAsia="Calibri" w:hAnsi="Avenir Next" w:cs="Arial"/>
          <w:sz w:val="24"/>
          <w:szCs w:val="24"/>
        </w:rPr>
        <w:t>f</w:t>
      </w:r>
      <w:r w:rsidRPr="001A7150">
        <w:rPr>
          <w:rFonts w:ascii="Avenir Next" w:eastAsia="Calibri" w:hAnsi="Avenir Next" w:cs="Arial"/>
          <w:sz w:val="24"/>
          <w:szCs w:val="24"/>
        </w:rPr>
        <w:t>. Om je te helpen, hebben wij een aantal vragen voor je bedacht die je zo uitgebreid mogelijk moet beantwoorden. De vragen staan hieronder</w:t>
      </w:r>
      <w:r w:rsidR="001A7150">
        <w:rPr>
          <w:rFonts w:ascii="Avenir Next" w:eastAsia="Calibri" w:hAnsi="Avenir Next" w:cs="Arial"/>
          <w:sz w:val="24"/>
          <w:szCs w:val="24"/>
        </w:rPr>
        <w:t>.</w:t>
      </w:r>
      <w:r w:rsidRPr="001A7150">
        <w:rPr>
          <w:rFonts w:ascii="Avenir Next" w:eastAsia="Calibri" w:hAnsi="Avenir Next" w:cs="Arial"/>
          <w:sz w:val="24"/>
          <w:szCs w:val="24"/>
        </w:rPr>
        <w:t xml:space="preserve"> Zoek </w:t>
      </w:r>
      <w:r w:rsidR="009D5268">
        <w:rPr>
          <w:rFonts w:ascii="Avenir Next" w:eastAsia="Calibri" w:hAnsi="Avenir Next" w:cs="Arial"/>
          <w:sz w:val="24"/>
          <w:szCs w:val="24"/>
        </w:rPr>
        <w:t xml:space="preserve">of maak tijdens je stage </w:t>
      </w:r>
      <w:r w:rsidRPr="001A7150">
        <w:rPr>
          <w:rFonts w:ascii="Avenir Next" w:eastAsia="Calibri" w:hAnsi="Avenir Next" w:cs="Arial"/>
          <w:sz w:val="24"/>
          <w:szCs w:val="24"/>
        </w:rPr>
        <w:t xml:space="preserve">ook foto’s van je bedrijf </w:t>
      </w:r>
      <w:r w:rsidR="009D5268">
        <w:rPr>
          <w:rFonts w:ascii="Avenir Next" w:eastAsia="Calibri" w:hAnsi="Avenir Next" w:cs="Arial"/>
          <w:sz w:val="24"/>
          <w:szCs w:val="24"/>
        </w:rPr>
        <w:t xml:space="preserve">en jouw </w:t>
      </w:r>
      <w:r w:rsidRPr="001A7150">
        <w:rPr>
          <w:rFonts w:ascii="Avenir Next" w:eastAsia="Calibri" w:hAnsi="Avenir Next" w:cs="Arial"/>
          <w:sz w:val="24"/>
          <w:szCs w:val="24"/>
        </w:rPr>
        <w:t xml:space="preserve">werkzaamheden. Zo wordt je verslag aantrekkelijker en is het leuker om te lezen. </w:t>
      </w:r>
    </w:p>
    <w:p w14:paraId="0D3EB29F" w14:textId="77777777" w:rsidR="00E4141E" w:rsidRPr="001A7150" w:rsidRDefault="00E4141E" w:rsidP="00E4141E">
      <w:pPr>
        <w:spacing w:after="0" w:line="240" w:lineRule="auto"/>
        <w:rPr>
          <w:rFonts w:ascii="Avenir Next" w:eastAsia="Calibri" w:hAnsi="Avenir Next" w:cs="Arial"/>
          <w:sz w:val="24"/>
          <w:szCs w:val="24"/>
        </w:rPr>
      </w:pPr>
    </w:p>
    <w:p w14:paraId="395736EF" w14:textId="026827A3" w:rsidR="00E4141E" w:rsidRPr="001A7150" w:rsidRDefault="00E4141E" w:rsidP="00E4141E">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In </w:t>
      </w:r>
      <w:r w:rsidR="001A7150">
        <w:rPr>
          <w:rFonts w:ascii="Avenir Next" w:eastAsia="Calibri" w:hAnsi="Avenir Next" w:cs="Arial"/>
          <w:sz w:val="24"/>
          <w:szCs w:val="24"/>
        </w:rPr>
        <w:t xml:space="preserve">het tweede </w:t>
      </w:r>
      <w:r w:rsidRPr="001A7150">
        <w:rPr>
          <w:rFonts w:ascii="Avenir Next" w:eastAsia="Calibri" w:hAnsi="Avenir Next" w:cs="Arial"/>
          <w:sz w:val="24"/>
          <w:szCs w:val="24"/>
        </w:rPr>
        <w:t xml:space="preserve">onderdeel maak je een samenvatting van het gesprek dat je met een van de medewerkers van het bedrijf hebt gevoerd. Zorg dat je een duidelijke opbouw in je verhaal hebt en alle vragen aan bod komen. Je maakt hier dus echt een verhaaltje van en geen vraag-antwoord. </w:t>
      </w:r>
    </w:p>
    <w:p w14:paraId="7B32FC8A" w14:textId="3A0DC4CC" w:rsidR="00E4141E" w:rsidRPr="001A7150" w:rsidRDefault="00E4141E" w:rsidP="001A7150">
      <w:pPr>
        <w:pStyle w:val="Kop3"/>
        <w:rPr>
          <w:rFonts w:ascii="Avenir Next" w:eastAsia="Calibri" w:hAnsi="Avenir Next" w:cs="Arial"/>
        </w:rPr>
      </w:pPr>
    </w:p>
    <w:p w14:paraId="10B9AA68" w14:textId="3D43A57E" w:rsidR="00E4141E" w:rsidRPr="001A7150" w:rsidRDefault="00E4141E" w:rsidP="001A7150">
      <w:pPr>
        <w:pStyle w:val="Geenafstand"/>
        <w:rPr>
          <w:rFonts w:ascii="Avenir Next" w:hAnsi="Avenir Next"/>
          <w:sz w:val="24"/>
          <w:szCs w:val="24"/>
        </w:rPr>
      </w:pPr>
      <w:r w:rsidRPr="001A7150">
        <w:rPr>
          <w:rFonts w:ascii="Avenir Next" w:hAnsi="Avenir Next"/>
          <w:sz w:val="24"/>
          <w:szCs w:val="24"/>
        </w:rPr>
        <w:t>A Wat is het voor bedrijf of instelling?</w:t>
      </w:r>
    </w:p>
    <w:p w14:paraId="34F5A6B6" w14:textId="6730B561" w:rsidR="00E4141E" w:rsidRPr="001A7150" w:rsidRDefault="00E4141E" w:rsidP="001A7150">
      <w:pPr>
        <w:pStyle w:val="Geenafstand"/>
        <w:rPr>
          <w:rFonts w:ascii="Avenir Next" w:hAnsi="Avenir Next"/>
          <w:sz w:val="24"/>
          <w:szCs w:val="24"/>
        </w:rPr>
      </w:pPr>
      <w:r w:rsidRPr="001A7150">
        <w:rPr>
          <w:rFonts w:ascii="Avenir Next" w:hAnsi="Avenir Next"/>
          <w:sz w:val="24"/>
          <w:szCs w:val="24"/>
        </w:rPr>
        <w:t>B Wat is de geschiedenis van het bedrijf?</w:t>
      </w:r>
    </w:p>
    <w:p w14:paraId="3B62E006" w14:textId="52AB2593" w:rsidR="00E4141E" w:rsidRPr="001A7150" w:rsidRDefault="00E4141E" w:rsidP="001A7150">
      <w:pPr>
        <w:pStyle w:val="Geenafstand"/>
        <w:rPr>
          <w:rFonts w:ascii="Avenir Next" w:hAnsi="Avenir Next"/>
          <w:sz w:val="24"/>
          <w:szCs w:val="24"/>
        </w:rPr>
      </w:pPr>
      <w:r w:rsidRPr="001A7150">
        <w:rPr>
          <w:rFonts w:ascii="Avenir Next" w:hAnsi="Avenir Next"/>
          <w:sz w:val="24"/>
          <w:szCs w:val="24"/>
        </w:rPr>
        <w:t>C Wat voor werkzaamheden zijn er in het bedrijf of de instelling?</w:t>
      </w:r>
    </w:p>
    <w:p w14:paraId="54D5B5A9" w14:textId="47171608" w:rsidR="00E4141E" w:rsidRPr="001A7150" w:rsidRDefault="00E4141E" w:rsidP="001A7150">
      <w:pPr>
        <w:pStyle w:val="Geenafstand"/>
        <w:rPr>
          <w:rFonts w:ascii="Avenir Next" w:hAnsi="Avenir Next"/>
          <w:sz w:val="24"/>
          <w:szCs w:val="24"/>
        </w:rPr>
      </w:pPr>
      <w:r w:rsidRPr="001A7150">
        <w:rPr>
          <w:rFonts w:ascii="Avenir Next" w:hAnsi="Avenir Next"/>
          <w:sz w:val="24"/>
          <w:szCs w:val="24"/>
        </w:rPr>
        <w:t>D Welke functies (beroepen) zijn er in het bedrijf en wat houden ze in?</w:t>
      </w:r>
      <w:r w:rsidRPr="001A7150">
        <w:br/>
      </w:r>
      <w:r w:rsidRPr="001A7150">
        <w:br/>
      </w:r>
      <w:r w:rsidR="001A7150">
        <w:rPr>
          <w:rStyle w:val="Kop3Char"/>
          <w:rFonts w:ascii="Avenir Next" w:hAnsi="Avenir Next" w:cs="Arial"/>
          <w:sz w:val="28"/>
          <w:szCs w:val="28"/>
        </w:rPr>
        <w:t xml:space="preserve">Stage </w:t>
      </w:r>
      <w:r w:rsidR="00780734">
        <w:rPr>
          <w:rStyle w:val="Kop3Char"/>
          <w:rFonts w:ascii="Avenir Next" w:hAnsi="Avenir Next" w:cs="Arial"/>
          <w:sz w:val="28"/>
          <w:szCs w:val="28"/>
        </w:rPr>
        <w:t xml:space="preserve">en </w:t>
      </w:r>
      <w:r w:rsidR="001A7150">
        <w:rPr>
          <w:rStyle w:val="Kop3Char"/>
          <w:rFonts w:ascii="Avenir Next" w:hAnsi="Avenir Next" w:cs="Arial"/>
          <w:sz w:val="28"/>
          <w:szCs w:val="28"/>
        </w:rPr>
        <w:t>interview</w:t>
      </w:r>
    </w:p>
    <w:p w14:paraId="25A70131" w14:textId="293E832F" w:rsidR="00E4141E" w:rsidRPr="001A7150" w:rsidRDefault="00E4141E" w:rsidP="00E4141E">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Om de vervolgvragen te kunnen beantwoorden</w:t>
      </w:r>
      <w:r w:rsidR="001A7150">
        <w:rPr>
          <w:rFonts w:ascii="Avenir Next" w:eastAsia="Calibri" w:hAnsi="Avenir Next" w:cs="Arial"/>
          <w:sz w:val="24"/>
          <w:szCs w:val="24"/>
        </w:rPr>
        <w:t xml:space="preserve"> of een stage te regelen</w:t>
      </w:r>
      <w:r w:rsidRPr="001A7150">
        <w:rPr>
          <w:rFonts w:ascii="Avenir Next" w:eastAsia="Calibri" w:hAnsi="Avenir Next" w:cs="Arial"/>
          <w:sz w:val="24"/>
          <w:szCs w:val="24"/>
        </w:rPr>
        <w:t xml:space="preserve">, moet je contact leggen met </w:t>
      </w:r>
      <w:r w:rsidRPr="001A7150">
        <w:rPr>
          <w:rFonts w:ascii="Avenir Next" w:eastAsia="Calibri" w:hAnsi="Avenir Next" w:cs="Arial"/>
          <w:b/>
          <w:bCs/>
          <w:sz w:val="24"/>
          <w:szCs w:val="24"/>
        </w:rPr>
        <w:t>één van de bedrijven of instellingen</w:t>
      </w:r>
      <w:r w:rsidRPr="001A7150">
        <w:rPr>
          <w:rFonts w:ascii="Avenir Next" w:eastAsia="Calibri" w:hAnsi="Avenir Next" w:cs="Arial"/>
          <w:sz w:val="24"/>
          <w:szCs w:val="24"/>
        </w:rPr>
        <w:t xml:space="preserve">. Je moet een interview afnemen bij </w:t>
      </w:r>
      <w:r w:rsidRPr="001A7150">
        <w:rPr>
          <w:rFonts w:ascii="Avenir Next" w:eastAsia="Calibri" w:hAnsi="Avenir Next" w:cs="Arial"/>
          <w:b/>
          <w:bCs/>
          <w:sz w:val="24"/>
          <w:szCs w:val="24"/>
        </w:rPr>
        <w:t>één</w:t>
      </w:r>
      <w:r w:rsidRPr="001A7150">
        <w:rPr>
          <w:rFonts w:ascii="Avenir Next" w:eastAsia="Calibri" w:hAnsi="Avenir Next" w:cs="Arial"/>
          <w:sz w:val="24"/>
          <w:szCs w:val="24"/>
        </w:rPr>
        <w:t xml:space="preserve"> van de medewerkers en deze uitwerken in je verslag. Voor je contact opneemt, moet je een aantal dingen doen:</w:t>
      </w:r>
    </w:p>
    <w:p w14:paraId="12E584C1" w14:textId="77777777" w:rsidR="00E4141E" w:rsidRPr="001A7150" w:rsidRDefault="00E4141E" w:rsidP="00E4141E">
      <w:pPr>
        <w:pStyle w:val="Lijstalinea"/>
        <w:numPr>
          <w:ilvl w:val="0"/>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Bezoek de website en probeer informatie te krijgen over het bedrijf. Is de informatie bruikbaar voor je werkstuk? Als je vragen gaat stellen over het bedrijf die al op de website staan, zal een geïnterviewde je daar naar verwijzen. Misschien heb je juist een vraag die je door het lezen van de website hebt. Het is een blijk van interesse als je dan een vraag hebt.</w:t>
      </w:r>
    </w:p>
    <w:p w14:paraId="0A228C53" w14:textId="23EC5A1E" w:rsidR="00E4141E" w:rsidRPr="001A7150" w:rsidRDefault="00E4141E" w:rsidP="00E4141E">
      <w:pPr>
        <w:pStyle w:val="Lijstalinea"/>
        <w:numPr>
          <w:ilvl w:val="0"/>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Overleg met je begeleider/ docent over de informatie die je</w:t>
      </w:r>
      <w:r w:rsidR="001A7150">
        <w:rPr>
          <w:rFonts w:ascii="Avenir Next" w:eastAsia="Calibri" w:hAnsi="Avenir Next" w:cs="Arial"/>
          <w:sz w:val="24"/>
          <w:szCs w:val="24"/>
        </w:rPr>
        <w:t xml:space="preserve"> hebt</w:t>
      </w:r>
      <w:r w:rsidRPr="001A7150">
        <w:rPr>
          <w:rFonts w:ascii="Avenir Next" w:eastAsia="Calibri" w:hAnsi="Avenir Next" w:cs="Arial"/>
          <w:sz w:val="24"/>
          <w:szCs w:val="24"/>
        </w:rPr>
        <w:t xml:space="preserve"> gevonden en de vragen die je nog beantwoord wilt hebben. Je moet dus zelf de interviewvragen maken. Hieronder geven we een aantal tips. </w:t>
      </w:r>
    </w:p>
    <w:p w14:paraId="6A6E0612" w14:textId="77777777" w:rsidR="00E4141E" w:rsidRPr="001A7150" w:rsidRDefault="00E4141E" w:rsidP="00E4141E">
      <w:pPr>
        <w:pStyle w:val="Lijstalinea"/>
        <w:numPr>
          <w:ilvl w:val="0"/>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Werk bij een telefoongesprek of bezoek de volgende punten af:</w:t>
      </w:r>
    </w:p>
    <w:p w14:paraId="19EBCA0A" w14:textId="0B8A128A" w:rsidR="00E4141E" w:rsidRPr="001A7150" w:rsidRDefault="00E4141E" w:rsidP="00E4141E">
      <w:pPr>
        <w:pStyle w:val="Lijstalinea"/>
        <w:numPr>
          <w:ilvl w:val="1"/>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Stel jezelf voor, leg uit dat het onderzoek een belangrijk onderdeel is voor het schrijven van een</w:t>
      </w:r>
      <w:r w:rsidR="001A7150">
        <w:rPr>
          <w:rFonts w:ascii="Avenir Next" w:eastAsia="Calibri" w:hAnsi="Avenir Next" w:cs="Arial"/>
          <w:sz w:val="24"/>
          <w:szCs w:val="24"/>
        </w:rPr>
        <w:t xml:space="preserve"> profielwerkstuk.</w:t>
      </w:r>
    </w:p>
    <w:p w14:paraId="05B2B1E3" w14:textId="77777777" w:rsidR="00E4141E" w:rsidRPr="001A7150" w:rsidRDefault="00E4141E" w:rsidP="00E4141E">
      <w:pPr>
        <w:pStyle w:val="Lijstalinea"/>
        <w:numPr>
          <w:ilvl w:val="1"/>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Vertel wat de reden is dat je gekozen hebt voor dit bedrijf of deze instelling. Dit is je motivatie.</w:t>
      </w:r>
    </w:p>
    <w:p w14:paraId="335EF32F" w14:textId="77777777" w:rsidR="00E4141E" w:rsidRPr="001A7150" w:rsidRDefault="00E4141E" w:rsidP="00E4141E">
      <w:pPr>
        <w:pStyle w:val="Lijstalinea"/>
        <w:numPr>
          <w:ilvl w:val="1"/>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Het gaat om een verslaglegging waarin je vooral wil onderzoeken wat het bedrijf of de instelling precies doet. Welke beroepen de mensen hebben die daar werken en wat voor werk ze dan doen.</w:t>
      </w:r>
    </w:p>
    <w:p w14:paraId="5CA421DF" w14:textId="7191C667" w:rsidR="00E4141E" w:rsidRPr="001A7150" w:rsidRDefault="00E4141E" w:rsidP="00E4141E">
      <w:pPr>
        <w:pStyle w:val="Lijstalinea"/>
        <w:numPr>
          <w:ilvl w:val="1"/>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Stel je interviewvragen en vraag of je het gesprek mag opnemen. Zo kan je na het gesprek </w:t>
      </w:r>
      <w:r w:rsidR="001A7150">
        <w:rPr>
          <w:rFonts w:ascii="Avenir Next" w:eastAsia="Calibri" w:hAnsi="Avenir Next" w:cs="Arial"/>
          <w:sz w:val="24"/>
          <w:szCs w:val="24"/>
        </w:rPr>
        <w:t xml:space="preserve">alles </w:t>
      </w:r>
      <w:r w:rsidRPr="001A7150">
        <w:rPr>
          <w:rFonts w:ascii="Avenir Next" w:eastAsia="Calibri" w:hAnsi="Avenir Next" w:cs="Arial"/>
          <w:sz w:val="24"/>
          <w:szCs w:val="24"/>
        </w:rPr>
        <w:t xml:space="preserve">nog een keer terug luisteren om de antwoorden goed te verwerken. Je kan ook tijdens het interview meeschrijven. </w:t>
      </w:r>
    </w:p>
    <w:p w14:paraId="579CEC00" w14:textId="77777777" w:rsidR="00E4141E" w:rsidRPr="001A7150" w:rsidRDefault="00E4141E" w:rsidP="00E4141E">
      <w:pPr>
        <w:pStyle w:val="Lijstalinea"/>
        <w:numPr>
          <w:ilvl w:val="0"/>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Als je hebt gekozen voor een stage neem je het interview op je stageplek af. De vorm van het interview en de uitwerking zijn hetzelfde als hierboven besproken is. </w:t>
      </w:r>
    </w:p>
    <w:p w14:paraId="3A16934B" w14:textId="77777777" w:rsidR="00E4141E" w:rsidRPr="001A7150" w:rsidRDefault="00E4141E" w:rsidP="00E4141E">
      <w:pPr>
        <w:spacing w:after="0" w:line="240" w:lineRule="auto"/>
        <w:rPr>
          <w:rFonts w:ascii="Avenir Next" w:eastAsia="Calibri" w:hAnsi="Avenir Next" w:cs="Arial"/>
          <w:b/>
          <w:bCs/>
          <w:sz w:val="24"/>
          <w:szCs w:val="24"/>
          <w:u w:val="single"/>
        </w:rPr>
      </w:pPr>
    </w:p>
    <w:p w14:paraId="773EDD66" w14:textId="4EB414B2" w:rsidR="00E4141E" w:rsidRPr="001A7150" w:rsidRDefault="00E4141E" w:rsidP="001A7150">
      <w:pPr>
        <w:pStyle w:val="Kop2"/>
        <w:rPr>
          <w:rFonts w:eastAsia="Calibri"/>
          <w:szCs w:val="24"/>
        </w:rPr>
      </w:pPr>
      <w:bookmarkStart w:id="1" w:name="_Toc76540037"/>
      <w:r w:rsidRPr="001A7150">
        <w:rPr>
          <w:rFonts w:eastAsia="Calibri"/>
          <w:szCs w:val="24"/>
        </w:rPr>
        <w:t>Uitwerking van het interview</w:t>
      </w:r>
      <w:bookmarkEnd w:id="1"/>
      <w:r w:rsidRPr="001A7150">
        <w:rPr>
          <w:rFonts w:eastAsia="Calibri"/>
          <w:szCs w:val="24"/>
        </w:rPr>
        <w:t xml:space="preserve"> </w:t>
      </w:r>
    </w:p>
    <w:p w14:paraId="41C079E8" w14:textId="15D48042" w:rsidR="00E4141E" w:rsidRPr="001A7150" w:rsidRDefault="00E4141E" w:rsidP="00E4141E">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Voordat je iemand gaat interviewen, moet je natuurlijk een aantal vragen bedacht hebben. Deze vragen moet je zelf maken, maar we hebben al wat onderwerpen bedacht die in het interview besproken </w:t>
      </w:r>
      <w:r w:rsidR="001A7150">
        <w:rPr>
          <w:rFonts w:ascii="Avenir Next" w:eastAsia="Calibri" w:hAnsi="Avenir Next" w:cs="Arial"/>
          <w:sz w:val="24"/>
          <w:szCs w:val="24"/>
        </w:rPr>
        <w:t>kunnen</w:t>
      </w:r>
      <w:r w:rsidRPr="001A7150">
        <w:rPr>
          <w:rFonts w:ascii="Avenir Next" w:eastAsia="Calibri" w:hAnsi="Avenir Next" w:cs="Arial"/>
          <w:sz w:val="24"/>
          <w:szCs w:val="24"/>
        </w:rPr>
        <w:t xml:space="preserve"> worden. Maak ongeveer 10 vragen waarin deze vijf onderwerpen sowieso voorbij komen. </w:t>
      </w:r>
    </w:p>
    <w:p w14:paraId="101189D5" w14:textId="77777777" w:rsidR="00E4141E" w:rsidRPr="001A7150" w:rsidRDefault="00E4141E" w:rsidP="00E4141E">
      <w:pPr>
        <w:spacing w:after="0" w:line="240" w:lineRule="auto"/>
        <w:rPr>
          <w:rFonts w:ascii="Avenir Next" w:eastAsia="Calibri" w:hAnsi="Avenir Next" w:cs="Arial"/>
          <w:sz w:val="24"/>
          <w:szCs w:val="24"/>
        </w:rPr>
      </w:pPr>
    </w:p>
    <w:p w14:paraId="0BE16DF9" w14:textId="77777777" w:rsidR="00E4141E" w:rsidRPr="001A7150" w:rsidRDefault="00E4141E" w:rsidP="00E4141E">
      <w:pPr>
        <w:pStyle w:val="Lijstalinea"/>
        <w:numPr>
          <w:ilvl w:val="0"/>
          <w:numId w:val="4"/>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Aantal medewerkers, functies (beroepen) en wat ze inhouden. </w:t>
      </w:r>
    </w:p>
    <w:p w14:paraId="6244A8C5" w14:textId="77777777" w:rsidR="00E4141E" w:rsidRPr="001A7150" w:rsidRDefault="00E4141E" w:rsidP="00E4141E">
      <w:pPr>
        <w:pStyle w:val="Lijstalinea"/>
        <w:numPr>
          <w:ilvl w:val="0"/>
          <w:numId w:val="4"/>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Competenties/vaardigheden, wat zijn de werkzaamheden?</w:t>
      </w:r>
    </w:p>
    <w:p w14:paraId="7F0B7A0F" w14:textId="77777777" w:rsidR="00E4141E" w:rsidRPr="001A7150" w:rsidRDefault="00E4141E" w:rsidP="00E4141E">
      <w:pPr>
        <w:pStyle w:val="Lijstalinea"/>
        <w:numPr>
          <w:ilvl w:val="0"/>
          <w:numId w:val="4"/>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Doorgroeimogelijkheden</w:t>
      </w:r>
    </w:p>
    <w:p w14:paraId="7656923F" w14:textId="77777777" w:rsidR="00E4141E" w:rsidRPr="001A7150" w:rsidRDefault="00E4141E" w:rsidP="00E4141E">
      <w:pPr>
        <w:pStyle w:val="Lijstalinea"/>
        <w:numPr>
          <w:ilvl w:val="0"/>
          <w:numId w:val="4"/>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Opleiding</w:t>
      </w:r>
    </w:p>
    <w:p w14:paraId="72358461" w14:textId="77777777" w:rsidR="00E4141E" w:rsidRPr="001A7150" w:rsidRDefault="00E4141E" w:rsidP="00E4141E">
      <w:pPr>
        <w:pStyle w:val="Lijstalinea"/>
        <w:numPr>
          <w:ilvl w:val="0"/>
          <w:numId w:val="4"/>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Invloed van de </w:t>
      </w:r>
      <w:proofErr w:type="spellStart"/>
      <w:r w:rsidRPr="001A7150">
        <w:rPr>
          <w:rFonts w:ascii="Avenir Next" w:eastAsia="Calibri" w:hAnsi="Avenir Next" w:cs="Arial"/>
          <w:sz w:val="24"/>
          <w:szCs w:val="24"/>
        </w:rPr>
        <w:t>Corona-crisis</w:t>
      </w:r>
      <w:proofErr w:type="spellEnd"/>
    </w:p>
    <w:p w14:paraId="0A246312" w14:textId="77777777" w:rsidR="00E4141E" w:rsidRPr="001A7150" w:rsidRDefault="00E4141E" w:rsidP="00E4141E">
      <w:pPr>
        <w:spacing w:after="0" w:line="240" w:lineRule="auto"/>
        <w:rPr>
          <w:rFonts w:ascii="Avenir Next" w:eastAsia="Calibri" w:hAnsi="Avenir Next" w:cs="Arial"/>
          <w:sz w:val="24"/>
          <w:szCs w:val="24"/>
        </w:rPr>
      </w:pPr>
    </w:p>
    <w:p w14:paraId="30F95752" w14:textId="2EA245C8" w:rsidR="00E4141E" w:rsidRPr="001A7150" w:rsidRDefault="00E4141E" w:rsidP="00E4141E">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Nadat je het interview hebt afgenomen </w:t>
      </w:r>
      <w:r w:rsidR="00583BA7">
        <w:rPr>
          <w:rFonts w:ascii="Avenir Next" w:eastAsia="Calibri" w:hAnsi="Avenir Next" w:cs="Arial"/>
          <w:sz w:val="24"/>
          <w:szCs w:val="24"/>
        </w:rPr>
        <w:t xml:space="preserve">maak je </w:t>
      </w:r>
      <w:r w:rsidRPr="001A7150">
        <w:rPr>
          <w:rFonts w:ascii="Avenir Next" w:eastAsia="Calibri" w:hAnsi="Avenir Next" w:cs="Arial"/>
          <w:sz w:val="24"/>
          <w:szCs w:val="24"/>
        </w:rPr>
        <w:t xml:space="preserve">er een </w:t>
      </w:r>
      <w:r w:rsidR="00583BA7">
        <w:rPr>
          <w:rFonts w:ascii="Avenir Next" w:eastAsia="Calibri" w:hAnsi="Avenir Next" w:cs="Arial"/>
          <w:sz w:val="24"/>
          <w:szCs w:val="24"/>
        </w:rPr>
        <w:t xml:space="preserve">goed lopend verhaal van. </w:t>
      </w:r>
    </w:p>
    <w:p w14:paraId="205F1954" w14:textId="77777777" w:rsidR="00E4141E" w:rsidRPr="001A7150" w:rsidRDefault="00E4141E" w:rsidP="00E4141E">
      <w:pPr>
        <w:pStyle w:val="Kop2"/>
        <w:rPr>
          <w:rFonts w:eastAsia="Calibri" w:cs="Arial"/>
          <w:sz w:val="28"/>
          <w:szCs w:val="28"/>
        </w:rPr>
      </w:pPr>
    </w:p>
    <w:p w14:paraId="7B15EAEB" w14:textId="5B39AD24" w:rsidR="00E4141E" w:rsidRPr="001A7150" w:rsidRDefault="00E4141E" w:rsidP="001A7150">
      <w:pPr>
        <w:pStyle w:val="Kop2"/>
        <w:rPr>
          <w:rFonts w:eastAsia="Calibri" w:cs="Arial"/>
          <w:sz w:val="36"/>
          <w:szCs w:val="36"/>
        </w:rPr>
      </w:pPr>
      <w:bookmarkStart w:id="2" w:name="_Toc76540038"/>
      <w:r w:rsidRPr="001A7150">
        <w:rPr>
          <w:rFonts w:eastAsia="Calibri" w:cs="Arial"/>
          <w:sz w:val="36"/>
          <w:szCs w:val="36"/>
        </w:rPr>
        <w:t>Conclusie</w:t>
      </w:r>
      <w:bookmarkEnd w:id="2"/>
      <w:r w:rsidRPr="001A7150">
        <w:rPr>
          <w:rFonts w:eastAsia="Calibri" w:cs="Arial"/>
          <w:sz w:val="36"/>
          <w:szCs w:val="36"/>
        </w:rPr>
        <w:t xml:space="preserve"> </w:t>
      </w:r>
    </w:p>
    <w:p w14:paraId="12E224E5" w14:textId="0BF75106" w:rsidR="00E4141E" w:rsidRPr="001A7150" w:rsidRDefault="00583BA7" w:rsidP="00E4141E">
      <w:pPr>
        <w:spacing w:after="0" w:line="240" w:lineRule="auto"/>
        <w:rPr>
          <w:rFonts w:ascii="Avenir Next" w:eastAsia="Calibri" w:hAnsi="Avenir Next" w:cs="Arial"/>
          <w:sz w:val="24"/>
          <w:szCs w:val="24"/>
        </w:rPr>
      </w:pPr>
      <w:r>
        <w:rPr>
          <w:rFonts w:ascii="Avenir Next" w:eastAsia="Calibri" w:hAnsi="Avenir Next" w:cs="Arial"/>
          <w:sz w:val="24"/>
          <w:szCs w:val="24"/>
        </w:rPr>
        <w:t xml:space="preserve">Als conclusie bespreek je </w:t>
      </w:r>
      <w:r w:rsidR="00E4141E" w:rsidRPr="001A7150">
        <w:rPr>
          <w:rFonts w:ascii="Avenir Next" w:eastAsia="Calibri" w:hAnsi="Avenir Next" w:cs="Arial"/>
          <w:sz w:val="24"/>
          <w:szCs w:val="24"/>
        </w:rPr>
        <w:t>wat je hebt geleerd</w:t>
      </w:r>
      <w:r w:rsidR="00853292">
        <w:rPr>
          <w:rFonts w:ascii="Avenir Next" w:eastAsia="Calibri" w:hAnsi="Avenir Next" w:cs="Arial"/>
          <w:sz w:val="24"/>
          <w:szCs w:val="24"/>
        </w:rPr>
        <w:t xml:space="preserve"> en je</w:t>
      </w:r>
      <w:r w:rsidR="00E4141E" w:rsidRPr="001A7150">
        <w:rPr>
          <w:rFonts w:ascii="Avenir Next" w:eastAsia="Calibri" w:hAnsi="Avenir Next" w:cs="Arial"/>
          <w:sz w:val="24"/>
          <w:szCs w:val="24"/>
        </w:rPr>
        <w:t xml:space="preserve"> benoemt </w:t>
      </w:r>
      <w:r>
        <w:rPr>
          <w:rFonts w:ascii="Avenir Next" w:eastAsia="Calibri" w:hAnsi="Avenir Next" w:cs="Arial"/>
          <w:sz w:val="24"/>
          <w:szCs w:val="24"/>
        </w:rPr>
        <w:t xml:space="preserve">of dit type bedrijf en beroep </w:t>
      </w:r>
      <w:r w:rsidR="00E4141E" w:rsidRPr="001A7150">
        <w:rPr>
          <w:rFonts w:ascii="Avenir Next" w:eastAsia="Calibri" w:hAnsi="Avenir Next" w:cs="Arial"/>
          <w:sz w:val="24"/>
          <w:szCs w:val="24"/>
        </w:rPr>
        <w:t xml:space="preserve">bij je zou </w:t>
      </w:r>
      <w:r w:rsidR="00217766">
        <w:rPr>
          <w:rFonts w:ascii="Avenir Next" w:eastAsia="Calibri" w:hAnsi="Avenir Next" w:cs="Arial"/>
          <w:sz w:val="24"/>
          <w:szCs w:val="24"/>
        </w:rPr>
        <w:t xml:space="preserve">kunnen </w:t>
      </w:r>
      <w:r w:rsidR="00E4141E" w:rsidRPr="001A7150">
        <w:rPr>
          <w:rFonts w:ascii="Avenir Next" w:eastAsia="Calibri" w:hAnsi="Avenir Next" w:cs="Arial"/>
          <w:sz w:val="24"/>
          <w:szCs w:val="24"/>
        </w:rPr>
        <w:t xml:space="preserve">passen en waarom. </w:t>
      </w:r>
    </w:p>
    <w:p w14:paraId="017A792D" w14:textId="77777777" w:rsidR="00217766" w:rsidRDefault="00217766" w:rsidP="001A7150">
      <w:pPr>
        <w:pStyle w:val="Kop2"/>
        <w:rPr>
          <w:rFonts w:cs="Arial"/>
          <w:sz w:val="28"/>
          <w:szCs w:val="28"/>
        </w:rPr>
      </w:pPr>
    </w:p>
    <w:p w14:paraId="7BB5EF7F" w14:textId="77777777" w:rsidR="00217766" w:rsidRPr="001A7150" w:rsidRDefault="00217766" w:rsidP="00E4141E">
      <w:pPr>
        <w:spacing w:after="0" w:line="240" w:lineRule="auto"/>
        <w:rPr>
          <w:rFonts w:ascii="Avenir Next" w:eastAsia="Calibri" w:hAnsi="Avenir Next" w:cs="Arial"/>
          <w:b/>
          <w:bCs/>
          <w:sz w:val="24"/>
          <w:szCs w:val="24"/>
        </w:rPr>
      </w:pPr>
    </w:p>
    <w:p w14:paraId="06AEDC3E" w14:textId="6BBE2452" w:rsidR="00E4141E" w:rsidRPr="001A7150" w:rsidRDefault="00E4141E" w:rsidP="00E4141E">
      <w:pPr>
        <w:spacing w:after="0" w:line="240" w:lineRule="auto"/>
        <w:rPr>
          <w:rFonts w:ascii="Avenir Next" w:eastAsia="Calibri" w:hAnsi="Avenir Next" w:cs="Arial"/>
          <w:b/>
          <w:bCs/>
          <w:sz w:val="24"/>
          <w:szCs w:val="24"/>
        </w:rPr>
      </w:pPr>
      <w:r w:rsidRPr="001A7150">
        <w:rPr>
          <w:rFonts w:ascii="Avenir Next" w:eastAsia="Calibri" w:hAnsi="Avenir Next" w:cs="Arial"/>
          <w:b/>
          <w:bCs/>
          <w:sz w:val="24"/>
          <w:szCs w:val="24"/>
        </w:rPr>
        <w:t>Tot slot:</w:t>
      </w:r>
    </w:p>
    <w:p w14:paraId="7D43F72F" w14:textId="77777777" w:rsidR="00E4141E" w:rsidRPr="001A7150" w:rsidRDefault="00E4141E" w:rsidP="00E4141E">
      <w:pPr>
        <w:pStyle w:val="Lijstalinea"/>
        <w:numPr>
          <w:ilvl w:val="0"/>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Je verslag moet netjes, duidelijk en overzichtelijk zijn. </w:t>
      </w:r>
    </w:p>
    <w:p w14:paraId="336EBCE9" w14:textId="77777777" w:rsidR="00E4141E" w:rsidRPr="001A7150" w:rsidRDefault="00E4141E" w:rsidP="00E4141E">
      <w:pPr>
        <w:pStyle w:val="Lijstalinea"/>
        <w:numPr>
          <w:ilvl w:val="0"/>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Je maakt een voorpagina met daarop een titel (naam van het bedrijf of de branche), je naam en klas, je begeleider en de datum van inleveren. </w:t>
      </w:r>
    </w:p>
    <w:p w14:paraId="3A5213C8" w14:textId="77777777" w:rsidR="00E4141E" w:rsidRPr="001A7150" w:rsidRDefault="00E4141E" w:rsidP="00E4141E">
      <w:pPr>
        <w:pStyle w:val="Lijstalinea"/>
        <w:numPr>
          <w:ilvl w:val="0"/>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Je maakt een inhoudsopgave waarin duidelijk staat welk hoofdstuk op welke pagina begint</w:t>
      </w:r>
    </w:p>
    <w:p w14:paraId="79CDB106" w14:textId="3578BE4D" w:rsidR="00E4141E" w:rsidRPr="001A7150" w:rsidRDefault="00E4141E" w:rsidP="00E4141E">
      <w:pPr>
        <w:pStyle w:val="Lijstalinea"/>
        <w:numPr>
          <w:ilvl w:val="0"/>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Je schrijft een inleiding met daarin waar je verslag over gaat en w</w:t>
      </w:r>
      <w:r w:rsidR="00583BA7">
        <w:rPr>
          <w:rFonts w:ascii="Avenir Next" w:eastAsia="Calibri" w:hAnsi="Avenir Next" w:cs="Arial"/>
          <w:sz w:val="24"/>
          <w:szCs w:val="24"/>
        </w:rPr>
        <w:t>aarom</w:t>
      </w:r>
      <w:r w:rsidRPr="001A7150">
        <w:rPr>
          <w:rFonts w:ascii="Avenir Next" w:eastAsia="Calibri" w:hAnsi="Avenir Next" w:cs="Arial"/>
          <w:sz w:val="24"/>
          <w:szCs w:val="24"/>
        </w:rPr>
        <w:t xml:space="preserve"> je </w:t>
      </w:r>
      <w:r w:rsidR="00583BA7">
        <w:rPr>
          <w:rFonts w:ascii="Avenir Next" w:eastAsia="Calibri" w:hAnsi="Avenir Next" w:cs="Arial"/>
          <w:sz w:val="24"/>
          <w:szCs w:val="24"/>
        </w:rPr>
        <w:t>dit stagebedrijf gekozen hebt</w:t>
      </w:r>
      <w:r w:rsidRPr="001A7150">
        <w:rPr>
          <w:rFonts w:ascii="Avenir Next" w:eastAsia="Calibri" w:hAnsi="Avenir Next" w:cs="Arial"/>
          <w:sz w:val="24"/>
          <w:szCs w:val="24"/>
        </w:rPr>
        <w:t xml:space="preserve">. </w:t>
      </w:r>
    </w:p>
    <w:p w14:paraId="630D3D6C" w14:textId="1F807A1A" w:rsidR="00E4141E" w:rsidRPr="001A7150" w:rsidRDefault="00E4141E" w:rsidP="00E4141E">
      <w:pPr>
        <w:pStyle w:val="Lijstalinea"/>
        <w:numPr>
          <w:ilvl w:val="0"/>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Je zorgt dat ieder hoofdstuk</w:t>
      </w:r>
      <w:r w:rsidR="00583BA7">
        <w:rPr>
          <w:rFonts w:ascii="Avenir Next" w:eastAsia="Calibri" w:hAnsi="Avenir Next" w:cs="Arial"/>
          <w:sz w:val="24"/>
          <w:szCs w:val="24"/>
        </w:rPr>
        <w:t>/onderdeel</w:t>
      </w:r>
      <w:r w:rsidRPr="001A7150">
        <w:rPr>
          <w:rFonts w:ascii="Avenir Next" w:eastAsia="Calibri" w:hAnsi="Avenir Next" w:cs="Arial"/>
          <w:sz w:val="24"/>
          <w:szCs w:val="24"/>
        </w:rPr>
        <w:t xml:space="preserve"> op een nieuwe pagina begint. </w:t>
      </w:r>
    </w:p>
    <w:p w14:paraId="0DFA3706" w14:textId="77777777" w:rsidR="00E4141E" w:rsidRPr="001A7150" w:rsidRDefault="00E4141E" w:rsidP="00E4141E">
      <w:pPr>
        <w:pStyle w:val="Lijstalinea"/>
        <w:numPr>
          <w:ilvl w:val="0"/>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Je kiest een makkelijk leesbaar lettertype en grootte, maar niet groter dan 12. Gebruik ook afbeeldingen/foto’s in je verslag. </w:t>
      </w:r>
    </w:p>
    <w:p w14:paraId="531D8C0A" w14:textId="29CAFE30" w:rsidR="00E4141E" w:rsidRPr="001A7150" w:rsidRDefault="00E4141E" w:rsidP="00E4141E">
      <w:pPr>
        <w:pStyle w:val="Lijstalinea"/>
        <w:numPr>
          <w:ilvl w:val="0"/>
          <w:numId w:val="1"/>
        </w:numPr>
        <w:spacing w:after="0" w:line="240" w:lineRule="auto"/>
        <w:rPr>
          <w:rFonts w:ascii="Avenir Next" w:eastAsia="Calibri" w:hAnsi="Avenir Next" w:cs="Arial"/>
          <w:sz w:val="24"/>
          <w:szCs w:val="24"/>
        </w:rPr>
      </w:pPr>
      <w:r w:rsidRPr="001A7150">
        <w:rPr>
          <w:rFonts w:ascii="Avenir Next" w:eastAsia="Calibri" w:hAnsi="Avenir Next" w:cs="Arial"/>
          <w:sz w:val="24"/>
          <w:szCs w:val="24"/>
        </w:rPr>
        <w:t xml:space="preserve">Daarna lever </w:t>
      </w:r>
      <w:r w:rsidR="00583BA7">
        <w:rPr>
          <w:rFonts w:ascii="Avenir Next" w:eastAsia="Calibri" w:hAnsi="Avenir Next" w:cs="Arial"/>
          <w:sz w:val="24"/>
          <w:szCs w:val="24"/>
        </w:rPr>
        <w:t xml:space="preserve">je </w:t>
      </w:r>
      <w:r w:rsidRPr="001A7150">
        <w:rPr>
          <w:rFonts w:ascii="Avenir Next" w:eastAsia="Calibri" w:hAnsi="Avenir Next" w:cs="Arial"/>
          <w:sz w:val="24"/>
          <w:szCs w:val="24"/>
        </w:rPr>
        <w:t xml:space="preserve">het complete verslag in. </w:t>
      </w:r>
    </w:p>
    <w:p w14:paraId="1684BB5B" w14:textId="77777777" w:rsidR="00E4141E" w:rsidRPr="001A7150" w:rsidRDefault="00E4141E" w:rsidP="00E4141E">
      <w:pPr>
        <w:spacing w:after="0" w:line="240" w:lineRule="auto"/>
        <w:rPr>
          <w:rFonts w:ascii="Avenir Next" w:eastAsia="Calibri" w:hAnsi="Avenir Next" w:cs="Arial"/>
          <w:sz w:val="24"/>
          <w:szCs w:val="24"/>
        </w:rPr>
      </w:pPr>
    </w:p>
    <w:p w14:paraId="7D145B8F" w14:textId="35C5C3E7" w:rsidR="00E4141E" w:rsidRPr="001A7150" w:rsidRDefault="00217766" w:rsidP="00E4141E">
      <w:pPr>
        <w:spacing w:after="0" w:line="240" w:lineRule="auto"/>
        <w:rPr>
          <w:rFonts w:ascii="Avenir Next" w:eastAsia="Calibri" w:hAnsi="Avenir Next" w:cs="Arial"/>
          <w:sz w:val="24"/>
          <w:szCs w:val="24"/>
        </w:rPr>
      </w:pPr>
      <w:r>
        <w:rPr>
          <w:rFonts w:ascii="Avenir Next" w:eastAsia="Calibri" w:hAnsi="Avenir Next" w:cs="Arial"/>
          <w:sz w:val="24"/>
          <w:szCs w:val="24"/>
        </w:rPr>
        <w:t>We wensen</w:t>
      </w:r>
      <w:r w:rsidR="00E4141E" w:rsidRPr="001A7150">
        <w:rPr>
          <w:rFonts w:ascii="Avenir Next" w:eastAsia="Calibri" w:hAnsi="Avenir Next" w:cs="Arial"/>
          <w:sz w:val="24"/>
          <w:szCs w:val="24"/>
        </w:rPr>
        <w:t xml:space="preserve"> je veel plezier toe bij je onderzoek en </w:t>
      </w:r>
      <w:r>
        <w:rPr>
          <w:rFonts w:ascii="Avenir Next" w:eastAsia="Calibri" w:hAnsi="Avenir Next" w:cs="Arial"/>
          <w:sz w:val="24"/>
          <w:szCs w:val="24"/>
        </w:rPr>
        <w:t xml:space="preserve">de </w:t>
      </w:r>
      <w:r w:rsidR="00E4141E" w:rsidRPr="001A7150">
        <w:rPr>
          <w:rFonts w:ascii="Avenir Next" w:eastAsia="Calibri" w:hAnsi="Avenir Next" w:cs="Arial"/>
          <w:sz w:val="24"/>
          <w:szCs w:val="24"/>
        </w:rPr>
        <w:t>werkzaamheden.</w:t>
      </w:r>
    </w:p>
    <w:p w14:paraId="1109846C" w14:textId="77777777" w:rsidR="00E4141E" w:rsidRPr="001A7150" w:rsidRDefault="00E4141E" w:rsidP="00E4141E">
      <w:pPr>
        <w:spacing w:after="0" w:line="240" w:lineRule="auto"/>
        <w:rPr>
          <w:rFonts w:ascii="Avenir Next" w:eastAsia="Calibri" w:hAnsi="Avenir Next" w:cs="Arial"/>
          <w:sz w:val="24"/>
          <w:szCs w:val="24"/>
        </w:rPr>
      </w:pPr>
    </w:p>
    <w:p w14:paraId="3529E64C" w14:textId="77777777" w:rsidR="00E4141E" w:rsidRPr="001A7150" w:rsidRDefault="00E4141E" w:rsidP="00E4141E">
      <w:pPr>
        <w:spacing w:after="0" w:line="240" w:lineRule="auto"/>
        <w:rPr>
          <w:rFonts w:ascii="Avenir Next" w:eastAsia="Calibri" w:hAnsi="Avenir Next" w:cs="Arial"/>
          <w:sz w:val="24"/>
          <w:szCs w:val="24"/>
        </w:rPr>
      </w:pPr>
      <w:r w:rsidRPr="001A7150">
        <w:rPr>
          <w:rFonts w:ascii="Avenir Next" w:eastAsia="Calibri" w:hAnsi="Avenir Next" w:cs="Arial"/>
          <w:sz w:val="24"/>
          <w:szCs w:val="24"/>
        </w:rPr>
        <w:t>Met vriendelijke groet,</w:t>
      </w:r>
    </w:p>
    <w:p w14:paraId="2374BAE4" w14:textId="77777777" w:rsidR="00E4141E" w:rsidRPr="001A7150" w:rsidRDefault="00E4141E" w:rsidP="00E4141E">
      <w:pPr>
        <w:spacing w:after="0" w:line="240" w:lineRule="auto"/>
        <w:rPr>
          <w:rFonts w:ascii="Avenir Next" w:eastAsia="Calibri" w:hAnsi="Avenir Next" w:cs="Arial"/>
          <w:sz w:val="24"/>
          <w:szCs w:val="24"/>
        </w:rPr>
      </w:pPr>
    </w:p>
    <w:p w14:paraId="50328908" w14:textId="32DF931E" w:rsidR="00E4141E" w:rsidRPr="001A7150" w:rsidRDefault="001A7150" w:rsidP="00E4141E">
      <w:pPr>
        <w:spacing w:after="0" w:line="240" w:lineRule="auto"/>
        <w:rPr>
          <w:rFonts w:ascii="Avenir Next" w:eastAsia="Calibri" w:hAnsi="Avenir Next" w:cs="Times New Roman"/>
          <w:sz w:val="28"/>
          <w:szCs w:val="28"/>
        </w:rPr>
      </w:pPr>
      <w:r>
        <w:rPr>
          <w:rFonts w:ascii="Avenir Next" w:eastAsia="Calibri" w:hAnsi="Avenir Next" w:cs="Arial"/>
          <w:sz w:val="24"/>
          <w:szCs w:val="24"/>
        </w:rPr>
        <w:t>Het HVX team</w:t>
      </w:r>
      <w:r w:rsidR="00E4141E" w:rsidRPr="001A7150">
        <w:rPr>
          <w:rFonts w:ascii="Avenir Next" w:eastAsia="Calibri" w:hAnsi="Avenir Next" w:cs="Times New Roman"/>
          <w:sz w:val="24"/>
          <w:szCs w:val="24"/>
        </w:rPr>
        <w:t xml:space="preserve"> </w:t>
      </w:r>
      <w:r w:rsidR="00E4141E" w:rsidRPr="001A7150">
        <w:rPr>
          <w:rFonts w:ascii="Avenir Next" w:eastAsia="Calibri" w:hAnsi="Avenir Next" w:cs="Times New Roman"/>
          <w:sz w:val="24"/>
          <w:szCs w:val="24"/>
        </w:rPr>
        <w:br/>
      </w:r>
    </w:p>
    <w:p w14:paraId="3DBFC755" w14:textId="77777777" w:rsidR="00E4141E" w:rsidRPr="001A7150" w:rsidRDefault="00E4141E" w:rsidP="00E4141E">
      <w:pPr>
        <w:spacing w:after="0" w:line="240" w:lineRule="auto"/>
        <w:rPr>
          <w:rFonts w:ascii="Avenir Next" w:eastAsia="Calibri" w:hAnsi="Avenir Next" w:cs="Times New Roman"/>
          <w:sz w:val="28"/>
          <w:szCs w:val="28"/>
        </w:rPr>
      </w:pPr>
    </w:p>
    <w:p w14:paraId="014ED00A" w14:textId="77777777" w:rsidR="00E4141E" w:rsidRPr="001A7150" w:rsidRDefault="00E4141E" w:rsidP="00E4141E">
      <w:pPr>
        <w:rPr>
          <w:rFonts w:ascii="Avenir Next" w:hAnsi="Avenir Next"/>
        </w:rPr>
      </w:pPr>
    </w:p>
    <w:p w14:paraId="478FC009" w14:textId="77777777" w:rsidR="00E4141E" w:rsidRPr="001A7150" w:rsidRDefault="00E4141E" w:rsidP="00E4141E">
      <w:pPr>
        <w:rPr>
          <w:rFonts w:ascii="Avenir Next" w:hAnsi="Avenir Next"/>
        </w:rPr>
      </w:pPr>
    </w:p>
    <w:p w14:paraId="70C70025" w14:textId="77777777" w:rsidR="00E4141E" w:rsidRPr="001A7150" w:rsidRDefault="00E4141E" w:rsidP="00E4141E">
      <w:pPr>
        <w:rPr>
          <w:rFonts w:ascii="Avenir Next" w:hAnsi="Avenir Next"/>
        </w:rPr>
      </w:pPr>
    </w:p>
    <w:p w14:paraId="1D5D7FCF" w14:textId="77777777" w:rsidR="00E4141E" w:rsidRPr="001A7150" w:rsidRDefault="00E4141E" w:rsidP="00E4141E">
      <w:pPr>
        <w:rPr>
          <w:rFonts w:ascii="Avenir Next" w:hAnsi="Avenir Next"/>
        </w:rPr>
      </w:pPr>
    </w:p>
    <w:p w14:paraId="26FCDF20" w14:textId="77777777" w:rsidR="00E4141E" w:rsidRPr="001A7150" w:rsidRDefault="00E4141E" w:rsidP="00E4141E">
      <w:pPr>
        <w:rPr>
          <w:rFonts w:ascii="Avenir Next" w:hAnsi="Avenir Next"/>
        </w:rPr>
      </w:pPr>
    </w:p>
    <w:p w14:paraId="4E088792" w14:textId="77777777" w:rsidR="00E4141E" w:rsidRPr="001A7150" w:rsidRDefault="00E4141E" w:rsidP="00E4141E">
      <w:pPr>
        <w:rPr>
          <w:rFonts w:ascii="Avenir Next" w:hAnsi="Avenir Next"/>
        </w:rPr>
      </w:pPr>
    </w:p>
    <w:p w14:paraId="3845C7AD" w14:textId="77777777" w:rsidR="00E4141E" w:rsidRPr="001A7150" w:rsidRDefault="00E4141E" w:rsidP="00E4141E">
      <w:pPr>
        <w:rPr>
          <w:rFonts w:ascii="Avenir Next" w:hAnsi="Avenir Next"/>
        </w:rPr>
      </w:pPr>
    </w:p>
    <w:p w14:paraId="680A174E" w14:textId="77777777" w:rsidR="00E4141E" w:rsidRPr="001A7150" w:rsidRDefault="00E4141E" w:rsidP="00E4141E">
      <w:pPr>
        <w:rPr>
          <w:rFonts w:ascii="Avenir Next" w:hAnsi="Avenir Next"/>
        </w:rPr>
      </w:pPr>
    </w:p>
    <w:p w14:paraId="662CF4E8" w14:textId="77777777" w:rsidR="00E4141E" w:rsidRPr="001A7150" w:rsidRDefault="00E4141E" w:rsidP="00E4141E">
      <w:pPr>
        <w:rPr>
          <w:rFonts w:ascii="Avenir Next" w:hAnsi="Avenir Next"/>
        </w:rPr>
      </w:pPr>
    </w:p>
    <w:p w14:paraId="65BC65DC" w14:textId="77777777" w:rsidR="00E4141E" w:rsidRPr="001A7150" w:rsidRDefault="00E4141E" w:rsidP="00E4141E">
      <w:pPr>
        <w:rPr>
          <w:rFonts w:ascii="Avenir Next" w:hAnsi="Avenir Next"/>
        </w:rPr>
      </w:pPr>
    </w:p>
    <w:p w14:paraId="079C9340" w14:textId="77777777" w:rsidR="00E4141E" w:rsidRPr="001A7150" w:rsidRDefault="00E4141E" w:rsidP="00E4141E">
      <w:pPr>
        <w:rPr>
          <w:rFonts w:ascii="Avenir Next" w:hAnsi="Avenir Next"/>
        </w:rPr>
      </w:pPr>
    </w:p>
    <w:p w14:paraId="1CC9A810" w14:textId="77777777" w:rsidR="00E4141E" w:rsidRPr="001A7150" w:rsidRDefault="00E4141E" w:rsidP="00E4141E">
      <w:pPr>
        <w:rPr>
          <w:rFonts w:ascii="Avenir Next" w:hAnsi="Avenir Next"/>
        </w:rPr>
      </w:pPr>
    </w:p>
    <w:p w14:paraId="7F412EEC" w14:textId="77777777" w:rsidR="00E4141E" w:rsidRPr="001A7150" w:rsidRDefault="00E4141E" w:rsidP="00E4141E">
      <w:pPr>
        <w:rPr>
          <w:rFonts w:ascii="Avenir Next" w:hAnsi="Avenir Next"/>
        </w:rPr>
      </w:pPr>
    </w:p>
    <w:sectPr w:rsidR="00E4141E" w:rsidRPr="001A7150" w:rsidSect="005506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alibri"/>
    <w:charset w:val="00"/>
    <w:family w:val="swiss"/>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C8242A"/>
    <w:multiLevelType w:val="hybridMultilevel"/>
    <w:tmpl w:val="7F406052"/>
    <w:lvl w:ilvl="0" w:tplc="EEAA908A">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 w15:restartNumberingAfterBreak="0">
    <w:nsid w:val="669E7BCA"/>
    <w:multiLevelType w:val="hybridMultilevel"/>
    <w:tmpl w:val="27DC9BDE"/>
    <w:lvl w:ilvl="0" w:tplc="0413000F">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 w15:restartNumberingAfterBreak="0">
    <w:nsid w:val="75D675BB"/>
    <w:multiLevelType w:val="multilevel"/>
    <w:tmpl w:val="58CE5C4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7D32FF9"/>
    <w:multiLevelType w:val="hybridMultilevel"/>
    <w:tmpl w:val="68423BFE"/>
    <w:lvl w:ilvl="0" w:tplc="016E10B6">
      <w:start w:val="1"/>
      <w:numFmt w:val="bullet"/>
      <w:lvlText w:val=""/>
      <w:lvlJc w:val="left"/>
      <w:pPr>
        <w:ind w:left="720" w:hanging="360"/>
      </w:pPr>
      <w:rPr>
        <w:rFonts w:ascii="Symbol" w:eastAsia="Calibri"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03366949">
    <w:abstractNumId w:val="3"/>
  </w:num>
  <w:num w:numId="2" w16cid:durableId="2139183013">
    <w:abstractNumId w:val="1"/>
  </w:num>
  <w:num w:numId="3" w16cid:durableId="1028524396">
    <w:abstractNumId w:val="2"/>
  </w:num>
  <w:num w:numId="4" w16cid:durableId="728308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41E"/>
    <w:rsid w:val="0009268C"/>
    <w:rsid w:val="001A7150"/>
    <w:rsid w:val="00217766"/>
    <w:rsid w:val="00333FD9"/>
    <w:rsid w:val="003F3900"/>
    <w:rsid w:val="00550678"/>
    <w:rsid w:val="00583BA7"/>
    <w:rsid w:val="00600E76"/>
    <w:rsid w:val="00631177"/>
    <w:rsid w:val="006A5C18"/>
    <w:rsid w:val="007247F6"/>
    <w:rsid w:val="00780734"/>
    <w:rsid w:val="007A5651"/>
    <w:rsid w:val="0081566B"/>
    <w:rsid w:val="00853292"/>
    <w:rsid w:val="008666F4"/>
    <w:rsid w:val="009D5268"/>
    <w:rsid w:val="009D69EF"/>
    <w:rsid w:val="00A70F5E"/>
    <w:rsid w:val="00D70ED1"/>
    <w:rsid w:val="00E1399C"/>
    <w:rsid w:val="00E4141E"/>
    <w:rsid w:val="00E46056"/>
    <w:rsid w:val="172F93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675E4"/>
  <w15:chartTrackingRefBased/>
  <w15:docId w15:val="{F1076164-3824-4FBA-B5A1-2C02FB2CF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4141E"/>
    <w:pPr>
      <w:spacing w:after="160" w:line="259" w:lineRule="auto"/>
    </w:pPr>
  </w:style>
  <w:style w:type="paragraph" w:styleId="Kop1">
    <w:name w:val="heading 1"/>
    <w:basedOn w:val="Standaard"/>
    <w:next w:val="Standaard"/>
    <w:link w:val="Kop1Char"/>
    <w:uiPriority w:val="9"/>
    <w:qFormat/>
    <w:rsid w:val="001A7150"/>
    <w:pPr>
      <w:keepNext/>
      <w:keepLines/>
      <w:spacing w:before="240" w:after="0"/>
      <w:outlineLvl w:val="0"/>
    </w:pPr>
    <w:rPr>
      <w:rFonts w:ascii="Avenir Next" w:eastAsiaTheme="majorEastAsia" w:hAnsi="Avenir Next" w:cstheme="majorBidi"/>
      <w:color w:val="2F5496" w:themeColor="accent1" w:themeShade="BF"/>
      <w:sz w:val="32"/>
      <w:szCs w:val="32"/>
    </w:rPr>
  </w:style>
  <w:style w:type="paragraph" w:styleId="Kop2">
    <w:name w:val="heading 2"/>
    <w:basedOn w:val="Standaard"/>
    <w:next w:val="Standaard"/>
    <w:link w:val="Kop2Char"/>
    <w:uiPriority w:val="9"/>
    <w:unhideWhenUsed/>
    <w:qFormat/>
    <w:rsid w:val="001A7150"/>
    <w:pPr>
      <w:keepNext/>
      <w:keepLines/>
      <w:spacing w:before="40" w:after="0"/>
      <w:outlineLvl w:val="1"/>
    </w:pPr>
    <w:rPr>
      <w:rFonts w:ascii="Avenir Next" w:eastAsiaTheme="majorEastAsia" w:hAnsi="Avenir Next" w:cstheme="majorBidi"/>
      <w:color w:val="2F5496" w:themeColor="accent1" w:themeShade="BF"/>
      <w:sz w:val="24"/>
      <w:szCs w:val="26"/>
    </w:rPr>
  </w:style>
  <w:style w:type="paragraph" w:styleId="Kop3">
    <w:name w:val="heading 3"/>
    <w:basedOn w:val="Standaard"/>
    <w:next w:val="Standaard"/>
    <w:link w:val="Kop3Char"/>
    <w:uiPriority w:val="9"/>
    <w:unhideWhenUsed/>
    <w:qFormat/>
    <w:rsid w:val="00E4141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A7150"/>
    <w:rPr>
      <w:rFonts w:ascii="Avenir Next" w:eastAsiaTheme="majorEastAsia" w:hAnsi="Avenir Next" w:cstheme="majorBidi"/>
      <w:color w:val="2F5496" w:themeColor="accent1" w:themeShade="BF"/>
      <w:sz w:val="32"/>
      <w:szCs w:val="32"/>
    </w:rPr>
  </w:style>
  <w:style w:type="character" w:customStyle="1" w:styleId="Kop2Char">
    <w:name w:val="Kop 2 Char"/>
    <w:basedOn w:val="Standaardalinea-lettertype"/>
    <w:link w:val="Kop2"/>
    <w:uiPriority w:val="9"/>
    <w:rsid w:val="001A7150"/>
    <w:rPr>
      <w:rFonts w:ascii="Avenir Next" w:eastAsiaTheme="majorEastAsia" w:hAnsi="Avenir Next" w:cstheme="majorBidi"/>
      <w:color w:val="2F5496" w:themeColor="accent1" w:themeShade="BF"/>
      <w:sz w:val="24"/>
      <w:szCs w:val="26"/>
    </w:rPr>
  </w:style>
  <w:style w:type="character" w:customStyle="1" w:styleId="Kop3Char">
    <w:name w:val="Kop 3 Char"/>
    <w:basedOn w:val="Standaardalinea-lettertype"/>
    <w:link w:val="Kop3"/>
    <w:uiPriority w:val="9"/>
    <w:rsid w:val="00E4141E"/>
    <w:rPr>
      <w:rFonts w:asciiTheme="majorHAnsi" w:eastAsiaTheme="majorEastAsia" w:hAnsiTheme="majorHAnsi" w:cstheme="majorBidi"/>
      <w:color w:val="1F3763" w:themeColor="accent1" w:themeShade="7F"/>
      <w:sz w:val="24"/>
      <w:szCs w:val="24"/>
    </w:rPr>
  </w:style>
  <w:style w:type="paragraph" w:styleId="Lijstalinea">
    <w:name w:val="List Paragraph"/>
    <w:basedOn w:val="Standaard"/>
    <w:uiPriority w:val="34"/>
    <w:qFormat/>
    <w:rsid w:val="00E4141E"/>
    <w:pPr>
      <w:ind w:left="720"/>
      <w:contextualSpacing/>
    </w:pPr>
  </w:style>
  <w:style w:type="paragraph" w:styleId="Geenafstand">
    <w:name w:val="No Spacing"/>
    <w:basedOn w:val="Standaard"/>
    <w:link w:val="GeenafstandChar"/>
    <w:uiPriority w:val="1"/>
    <w:qFormat/>
    <w:rsid w:val="00E4141E"/>
    <w:pPr>
      <w:spacing w:after="0" w:line="240" w:lineRule="auto"/>
    </w:pPr>
    <w:rPr>
      <w:rFonts w:ascii="Calibri" w:hAnsi="Calibri" w:cs="Calibri"/>
      <w:lang w:eastAsia="nl-NL"/>
    </w:rPr>
  </w:style>
  <w:style w:type="character" w:customStyle="1" w:styleId="GeenafstandChar">
    <w:name w:val="Geen afstand Char"/>
    <w:basedOn w:val="Standaardalinea-lettertype"/>
    <w:link w:val="Geenafstand"/>
    <w:uiPriority w:val="1"/>
    <w:rsid w:val="00E4141E"/>
    <w:rPr>
      <w:rFonts w:ascii="Calibri" w:hAnsi="Calibri" w:cs="Calibri"/>
      <w:lang w:eastAsia="nl-NL"/>
    </w:rPr>
  </w:style>
  <w:style w:type="paragraph" w:styleId="Kopvaninhoudsopgave">
    <w:name w:val="TOC Heading"/>
    <w:basedOn w:val="Kop1"/>
    <w:next w:val="Standaard"/>
    <w:uiPriority w:val="39"/>
    <w:unhideWhenUsed/>
    <w:qFormat/>
    <w:rsid w:val="00E4141E"/>
    <w:pPr>
      <w:outlineLvl w:val="9"/>
    </w:pPr>
    <w:rPr>
      <w:lang w:eastAsia="nl-NL"/>
    </w:rPr>
  </w:style>
  <w:style w:type="paragraph" w:styleId="Inhopg1">
    <w:name w:val="toc 1"/>
    <w:basedOn w:val="Standaard"/>
    <w:next w:val="Standaard"/>
    <w:autoRedefine/>
    <w:uiPriority w:val="39"/>
    <w:unhideWhenUsed/>
    <w:rsid w:val="00E4141E"/>
    <w:pPr>
      <w:spacing w:after="100"/>
    </w:pPr>
  </w:style>
  <w:style w:type="paragraph" w:styleId="Inhopg2">
    <w:name w:val="toc 2"/>
    <w:basedOn w:val="Standaard"/>
    <w:next w:val="Standaard"/>
    <w:autoRedefine/>
    <w:uiPriority w:val="39"/>
    <w:unhideWhenUsed/>
    <w:rsid w:val="00E4141E"/>
    <w:pPr>
      <w:spacing w:after="100"/>
      <w:ind w:left="220"/>
    </w:pPr>
  </w:style>
  <w:style w:type="paragraph" w:styleId="Inhopg3">
    <w:name w:val="toc 3"/>
    <w:basedOn w:val="Standaard"/>
    <w:next w:val="Standaard"/>
    <w:autoRedefine/>
    <w:uiPriority w:val="39"/>
    <w:unhideWhenUsed/>
    <w:rsid w:val="00E4141E"/>
    <w:pPr>
      <w:spacing w:after="100"/>
      <w:ind w:left="440"/>
    </w:pPr>
  </w:style>
  <w:style w:type="character" w:styleId="Hyperlink">
    <w:name w:val="Hyperlink"/>
    <w:basedOn w:val="Standaardalinea-lettertype"/>
    <w:uiPriority w:val="99"/>
    <w:unhideWhenUsed/>
    <w:rsid w:val="00E4141E"/>
    <w:rPr>
      <w:color w:val="0563C1" w:themeColor="hyperlink"/>
      <w:u w:val="single"/>
    </w:rPr>
  </w:style>
  <w:style w:type="table" w:styleId="Tabelraster">
    <w:name w:val="Table Grid"/>
    <w:basedOn w:val="Standaardtabel"/>
    <w:uiPriority w:val="39"/>
    <w:rsid w:val="00E414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C2F4BE20ECC34D9D4A360E09A7B560" ma:contentTypeVersion="13" ma:contentTypeDescription="Een nieuw document maken." ma:contentTypeScope="" ma:versionID="5c08f3d1942a418fdf16c170c99129e1">
  <xsd:schema xmlns:xsd="http://www.w3.org/2001/XMLSchema" xmlns:xs="http://www.w3.org/2001/XMLSchema" xmlns:p="http://schemas.microsoft.com/office/2006/metadata/properties" xmlns:ns2="e350bf3f-b353-477b-8666-0bcb2715ff4f" xmlns:ns3="0460b635-63c2-4736-af4b-91a079e33c5a" targetNamespace="http://schemas.microsoft.com/office/2006/metadata/properties" ma:root="true" ma:fieldsID="618edecdd0ee1b6e72c058816e8261d2" ns2:_="" ns3:_="">
    <xsd:import namespace="e350bf3f-b353-477b-8666-0bcb2715ff4f"/>
    <xsd:import namespace="0460b635-63c2-4736-af4b-91a079e33c5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50bf3f-b353-477b-8666-0bcb2715f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460b635-63c2-4736-af4b-91a079e33c5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609689-EE91-4781-A341-9797B889B7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19AFA4-9A26-4FBD-8407-594FE93E4C8C}">
  <ds:schemaRefs>
    <ds:schemaRef ds:uri="http://schemas.microsoft.com/sharepoint/v3/contenttype/forms"/>
  </ds:schemaRefs>
</ds:datastoreItem>
</file>

<file path=customXml/itemProps3.xml><?xml version="1.0" encoding="utf-8"?>
<ds:datastoreItem xmlns:ds="http://schemas.openxmlformats.org/officeDocument/2006/customXml" ds:itemID="{E4E00865-5C17-462F-804D-EE5887CAB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50bf3f-b353-477b-8666-0bcb2715ff4f"/>
    <ds:schemaRef ds:uri="0460b635-63c2-4736-af4b-91a079e33c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839</Words>
  <Characters>4615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Lischer</dc:creator>
  <cp:keywords/>
  <dc:description/>
  <cp:lastModifiedBy>Annemarie van Leeuwen</cp:lastModifiedBy>
  <cp:revision>2</cp:revision>
  <dcterms:created xsi:type="dcterms:W3CDTF">2022-05-11T11:58:00Z</dcterms:created>
  <dcterms:modified xsi:type="dcterms:W3CDTF">2022-05-11T11:58:00Z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0x01010013C2F4BE20ECC34D9D4A360E09A7B560</vt:lpwstr>
  </property>
</Properties>
</file>