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A00566" w14:textId="3F4C062F" w:rsidR="003069A1" w:rsidRPr="0021304F" w:rsidRDefault="001E7E47" w:rsidP="05E012D6">
      <w:pPr>
        <w:autoSpaceDE w:val="0"/>
        <w:autoSpaceDN w:val="0"/>
        <w:adjustRightInd w:val="0"/>
        <w:spacing w:after="0" w:line="240" w:lineRule="auto"/>
        <w:rPr>
          <w:b/>
          <w:bCs/>
          <w:color w:val="56355B"/>
          <w:sz w:val="32"/>
          <w:szCs w:val="32"/>
        </w:rPr>
      </w:pPr>
      <w:r w:rsidRPr="05E012D6">
        <w:rPr>
          <w:b/>
          <w:bCs/>
          <w:color w:val="56355B"/>
          <w:sz w:val="32"/>
          <w:szCs w:val="32"/>
        </w:rPr>
        <w:t>Vragen</w:t>
      </w:r>
    </w:p>
    <w:p w14:paraId="2EFBFFF5" w14:textId="77777777" w:rsidR="00153DA5" w:rsidRDefault="00153DA5" w:rsidP="007463BC">
      <w:pPr>
        <w:rPr>
          <w:b/>
          <w:sz w:val="24"/>
          <w:szCs w:val="24"/>
        </w:rPr>
      </w:pPr>
    </w:p>
    <w:p w14:paraId="07DAB513" w14:textId="56811746" w:rsidR="00153DA5" w:rsidRDefault="001E7E47" w:rsidP="007463BC">
      <w:r w:rsidRPr="001E7E47">
        <w:rPr>
          <w:b/>
          <w:sz w:val="24"/>
          <w:szCs w:val="24"/>
        </w:rPr>
        <w:t>Zoek onderstaande gegevens op in P</w:t>
      </w:r>
      <w:r w:rsidR="0074495F">
        <w:rPr>
          <w:b/>
          <w:sz w:val="24"/>
          <w:szCs w:val="24"/>
        </w:rPr>
        <w:t>AS</w:t>
      </w:r>
      <w:r w:rsidRPr="001E7E47">
        <w:rPr>
          <w:b/>
          <w:sz w:val="24"/>
          <w:szCs w:val="24"/>
        </w:rPr>
        <w:t>2</w:t>
      </w:r>
      <w:r w:rsidR="0074495F">
        <w:rPr>
          <w:b/>
          <w:sz w:val="24"/>
          <w:szCs w:val="24"/>
        </w:rPr>
        <w:t>.</w:t>
      </w:r>
    </w:p>
    <w:p w14:paraId="6C6157B7" w14:textId="0A4E0237" w:rsidR="00153DA5" w:rsidRDefault="001E7E47" w:rsidP="007463BC">
      <w:r>
        <w:t>Noteer de gevraagde informatie in de tabel.</w:t>
      </w:r>
    </w:p>
    <w:p w14:paraId="6D6F0210" w14:textId="4DBA975F" w:rsidR="00CC0067" w:rsidRDefault="00CC0067" w:rsidP="00CC006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1E7E47" w14:paraId="2C134C3D" w14:textId="77777777" w:rsidTr="001E7E47">
        <w:tc>
          <w:tcPr>
            <w:tcW w:w="4815" w:type="dxa"/>
            <w:shd w:val="clear" w:color="auto" w:fill="93689C"/>
          </w:tcPr>
          <w:p w14:paraId="129DC28E" w14:textId="4742F765" w:rsidR="001E7E47" w:rsidRPr="00A577CC" w:rsidRDefault="001E7E47" w:rsidP="00B0223D">
            <w:pPr>
              <w:rPr>
                <w:b/>
                <w:bCs/>
              </w:rPr>
            </w:pPr>
            <w:r>
              <w:rPr>
                <w:b/>
                <w:bCs/>
              </w:rPr>
              <w:t>Vraag</w:t>
            </w:r>
          </w:p>
        </w:tc>
        <w:tc>
          <w:tcPr>
            <w:tcW w:w="4247" w:type="dxa"/>
            <w:shd w:val="clear" w:color="auto" w:fill="93689C"/>
          </w:tcPr>
          <w:p w14:paraId="56984EC9" w14:textId="2CA011FD" w:rsidR="001E7E47" w:rsidRPr="00A577CC" w:rsidRDefault="001E7E47" w:rsidP="00B0223D">
            <w:pPr>
              <w:rPr>
                <w:b/>
                <w:bCs/>
              </w:rPr>
            </w:pPr>
            <w:r>
              <w:rPr>
                <w:b/>
                <w:bCs/>
              </w:rPr>
              <w:t>Antwoord</w:t>
            </w:r>
          </w:p>
        </w:tc>
      </w:tr>
      <w:tr w:rsidR="001E7E47" w14:paraId="453F34BB" w14:textId="77777777" w:rsidTr="001E7E47">
        <w:tc>
          <w:tcPr>
            <w:tcW w:w="4815" w:type="dxa"/>
            <w:shd w:val="clear" w:color="auto" w:fill="C9B4CD"/>
          </w:tcPr>
          <w:p w14:paraId="40B9696F" w14:textId="69A88C0D" w:rsidR="001E7E47" w:rsidRDefault="001E7E47" w:rsidP="00B0223D">
            <w:bookmarkStart w:id="0" w:name="_Hlk84588172"/>
            <w:r>
              <w:t xml:space="preserve">1. Wat is de burgerlijke staat van Volkan </w:t>
            </w:r>
            <w:proofErr w:type="spellStart"/>
            <w:r>
              <w:t>Yamat</w:t>
            </w:r>
            <w:proofErr w:type="spellEnd"/>
            <w:r>
              <w:t>?</w:t>
            </w:r>
          </w:p>
        </w:tc>
        <w:tc>
          <w:tcPr>
            <w:tcW w:w="4247" w:type="dxa"/>
            <w:shd w:val="clear" w:color="auto" w:fill="C9B4CD"/>
          </w:tcPr>
          <w:p w14:paraId="625A8222" w14:textId="77777777" w:rsidR="001E7E47" w:rsidRDefault="001E7E47" w:rsidP="00B0223D"/>
        </w:tc>
      </w:tr>
      <w:tr w:rsidR="001E7E47" w14:paraId="1523A5B5" w14:textId="77777777" w:rsidTr="001E7E47">
        <w:tc>
          <w:tcPr>
            <w:tcW w:w="4815" w:type="dxa"/>
          </w:tcPr>
          <w:p w14:paraId="60F893E1" w14:textId="0E65CB68" w:rsidR="001E7E47" w:rsidRDefault="001E7E47" w:rsidP="00B0223D">
            <w:bookmarkStart w:id="1" w:name="_Hlk84588190"/>
            <w:r>
              <w:t>2. Wat is het adres van Baggio Troost?</w:t>
            </w:r>
          </w:p>
        </w:tc>
        <w:tc>
          <w:tcPr>
            <w:tcW w:w="4247" w:type="dxa"/>
          </w:tcPr>
          <w:p w14:paraId="3DEF01C5" w14:textId="77777777" w:rsidR="001E7E47" w:rsidRDefault="001E7E47" w:rsidP="00B0223D"/>
        </w:tc>
      </w:tr>
      <w:tr w:rsidR="001E7E47" w14:paraId="737490A2" w14:textId="77777777" w:rsidTr="001E7E47">
        <w:tc>
          <w:tcPr>
            <w:tcW w:w="4815" w:type="dxa"/>
            <w:shd w:val="clear" w:color="auto" w:fill="C9B4CD"/>
          </w:tcPr>
          <w:p w14:paraId="653CEDA8" w14:textId="5432EFDB" w:rsidR="001E7E47" w:rsidRDefault="001E7E47" w:rsidP="00B0223D">
            <w:r>
              <w:t>3. Wat is de geboortedatum van Timo Qualm?</w:t>
            </w:r>
          </w:p>
        </w:tc>
        <w:tc>
          <w:tcPr>
            <w:tcW w:w="4247" w:type="dxa"/>
            <w:shd w:val="clear" w:color="auto" w:fill="C9B4CD"/>
          </w:tcPr>
          <w:p w14:paraId="6BF00ECC" w14:textId="77777777" w:rsidR="001E7E47" w:rsidRDefault="001E7E47" w:rsidP="00B0223D"/>
        </w:tc>
      </w:tr>
      <w:tr w:rsidR="001E7E47" w14:paraId="4E091834" w14:textId="77777777" w:rsidTr="001E7E47">
        <w:tc>
          <w:tcPr>
            <w:tcW w:w="4815" w:type="dxa"/>
          </w:tcPr>
          <w:p w14:paraId="2177EE2F" w14:textId="03327246" w:rsidR="001E7E47" w:rsidRDefault="001E7E47" w:rsidP="00B0223D">
            <w:r>
              <w:t xml:space="preserve">4. Wat is de geboorteplaats van </w:t>
            </w:r>
            <w:proofErr w:type="spellStart"/>
            <w:r>
              <w:t>Nusiya</w:t>
            </w:r>
            <w:proofErr w:type="spellEnd"/>
            <w:r>
              <w:t xml:space="preserve"> </w:t>
            </w:r>
            <w:proofErr w:type="spellStart"/>
            <w:r>
              <w:t>Hedeby</w:t>
            </w:r>
            <w:proofErr w:type="spellEnd"/>
            <w:r>
              <w:t>?</w:t>
            </w:r>
          </w:p>
        </w:tc>
        <w:tc>
          <w:tcPr>
            <w:tcW w:w="4247" w:type="dxa"/>
          </w:tcPr>
          <w:p w14:paraId="4752C980" w14:textId="77777777" w:rsidR="001E7E47" w:rsidRDefault="001E7E47" w:rsidP="00B0223D"/>
        </w:tc>
      </w:tr>
      <w:tr w:rsidR="001E7E47" w14:paraId="6B9717FB" w14:textId="77777777" w:rsidTr="001E7E47">
        <w:tc>
          <w:tcPr>
            <w:tcW w:w="4815" w:type="dxa"/>
            <w:shd w:val="clear" w:color="auto" w:fill="C9B4CD"/>
          </w:tcPr>
          <w:p w14:paraId="66943B54" w14:textId="5AFF8FD3" w:rsidR="001E7E47" w:rsidRDefault="001E7E47" w:rsidP="00B0223D">
            <w:r>
              <w:t xml:space="preserve">5. Wat zijn de voorletters van Kevin </w:t>
            </w:r>
            <w:proofErr w:type="spellStart"/>
            <w:r>
              <w:t>Chaanbi</w:t>
            </w:r>
            <w:proofErr w:type="spellEnd"/>
            <w:r>
              <w:t>?</w:t>
            </w:r>
          </w:p>
        </w:tc>
        <w:tc>
          <w:tcPr>
            <w:tcW w:w="4247" w:type="dxa"/>
            <w:shd w:val="clear" w:color="auto" w:fill="C9B4CD"/>
          </w:tcPr>
          <w:p w14:paraId="3990303B" w14:textId="77777777" w:rsidR="001E7E47" w:rsidRDefault="001E7E47" w:rsidP="00B0223D"/>
        </w:tc>
      </w:tr>
      <w:tr w:rsidR="001E7E47" w14:paraId="4D5962D1" w14:textId="77777777" w:rsidTr="001E7E47">
        <w:tc>
          <w:tcPr>
            <w:tcW w:w="4815" w:type="dxa"/>
          </w:tcPr>
          <w:p w14:paraId="2A2D108B" w14:textId="54BF264E" w:rsidR="001E7E47" w:rsidRDefault="001E7E47" w:rsidP="00B0223D">
            <w:r>
              <w:t>6. Wat is het BSN-nummer van Roberto van Ingen?</w:t>
            </w:r>
          </w:p>
        </w:tc>
        <w:tc>
          <w:tcPr>
            <w:tcW w:w="4247" w:type="dxa"/>
          </w:tcPr>
          <w:p w14:paraId="477E24DF" w14:textId="77777777" w:rsidR="001E7E47" w:rsidRDefault="001E7E47" w:rsidP="00B0223D"/>
        </w:tc>
      </w:tr>
      <w:bookmarkEnd w:id="0"/>
      <w:bookmarkEnd w:id="1"/>
      <w:tr w:rsidR="001E7E47" w14:paraId="6D7299B4" w14:textId="77777777" w:rsidTr="001E7E47">
        <w:tc>
          <w:tcPr>
            <w:tcW w:w="4815" w:type="dxa"/>
            <w:shd w:val="clear" w:color="auto" w:fill="C9B4CD"/>
          </w:tcPr>
          <w:p w14:paraId="1F8E07D3" w14:textId="1D261A2C" w:rsidR="001E7E47" w:rsidRDefault="001E7E47" w:rsidP="00800B09">
            <w:r>
              <w:t>7. Welke functie heeft Peter van den Berg?</w:t>
            </w:r>
          </w:p>
        </w:tc>
        <w:tc>
          <w:tcPr>
            <w:tcW w:w="4247" w:type="dxa"/>
            <w:shd w:val="clear" w:color="auto" w:fill="C9B4CD"/>
          </w:tcPr>
          <w:p w14:paraId="26CEFAA7" w14:textId="77777777" w:rsidR="001E7E47" w:rsidRDefault="001E7E47" w:rsidP="00800B09"/>
        </w:tc>
      </w:tr>
      <w:tr w:rsidR="001E7E47" w14:paraId="0A5D74E6" w14:textId="77777777" w:rsidTr="001E7E47">
        <w:tc>
          <w:tcPr>
            <w:tcW w:w="4815" w:type="dxa"/>
          </w:tcPr>
          <w:p w14:paraId="607F81B4" w14:textId="2BE9A0E2" w:rsidR="001E7E47" w:rsidRDefault="001E7E47" w:rsidP="00800B09">
            <w:r>
              <w:t>8. Op welke afdeling is Thomas Booij werkzaam?</w:t>
            </w:r>
          </w:p>
        </w:tc>
        <w:tc>
          <w:tcPr>
            <w:tcW w:w="4247" w:type="dxa"/>
          </w:tcPr>
          <w:p w14:paraId="169FC536" w14:textId="77777777" w:rsidR="001E7E47" w:rsidRDefault="001E7E47" w:rsidP="00800B09"/>
        </w:tc>
      </w:tr>
      <w:tr w:rsidR="001E7E47" w14:paraId="45667B2F" w14:textId="77777777" w:rsidTr="001E7E47">
        <w:tc>
          <w:tcPr>
            <w:tcW w:w="4815" w:type="dxa"/>
            <w:shd w:val="clear" w:color="auto" w:fill="C9B4CD"/>
          </w:tcPr>
          <w:p w14:paraId="3E5A4B96" w14:textId="67ADEED7" w:rsidR="001E7E47" w:rsidRDefault="001E7E47" w:rsidP="00800B09">
            <w:r>
              <w:t xml:space="preserve">9. Wie is de manager van </w:t>
            </w:r>
            <w:proofErr w:type="spellStart"/>
            <w:r>
              <w:t>Gamze</w:t>
            </w:r>
            <w:proofErr w:type="spellEnd"/>
            <w:r>
              <w:t xml:space="preserve"> Demir?</w:t>
            </w:r>
          </w:p>
        </w:tc>
        <w:tc>
          <w:tcPr>
            <w:tcW w:w="4247" w:type="dxa"/>
            <w:shd w:val="clear" w:color="auto" w:fill="C9B4CD"/>
          </w:tcPr>
          <w:p w14:paraId="29127D87" w14:textId="77777777" w:rsidR="001E7E47" w:rsidRDefault="001E7E47" w:rsidP="00800B09"/>
        </w:tc>
      </w:tr>
      <w:tr w:rsidR="001E7E47" w14:paraId="2610F9B7" w14:textId="77777777" w:rsidTr="001E7E47">
        <w:tc>
          <w:tcPr>
            <w:tcW w:w="4815" w:type="dxa"/>
          </w:tcPr>
          <w:p w14:paraId="07909D6F" w14:textId="12A043EF" w:rsidR="001E7E47" w:rsidRDefault="001E7E47" w:rsidP="00800B09">
            <w:r>
              <w:t xml:space="preserve">10. Sinds wanneer is Klaas </w:t>
            </w:r>
            <w:proofErr w:type="spellStart"/>
            <w:r>
              <w:t>Annema</w:t>
            </w:r>
            <w:proofErr w:type="spellEnd"/>
            <w:r>
              <w:t xml:space="preserve"> ziek?</w:t>
            </w:r>
          </w:p>
        </w:tc>
        <w:tc>
          <w:tcPr>
            <w:tcW w:w="4247" w:type="dxa"/>
          </w:tcPr>
          <w:p w14:paraId="51F45941" w14:textId="77777777" w:rsidR="001E7E47" w:rsidRDefault="001E7E47" w:rsidP="00800B09"/>
        </w:tc>
      </w:tr>
    </w:tbl>
    <w:p w14:paraId="281642CD" w14:textId="77777777" w:rsidR="00CC0067" w:rsidRDefault="00CC0067" w:rsidP="00572C4A"/>
    <w:sectPr w:rsidR="00CC006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286A7F" w14:textId="77777777" w:rsidR="002D4BB7" w:rsidRDefault="002D4BB7" w:rsidP="002B562E">
      <w:pPr>
        <w:spacing w:after="0" w:line="240" w:lineRule="auto"/>
      </w:pPr>
      <w:r>
        <w:separator/>
      </w:r>
    </w:p>
  </w:endnote>
  <w:endnote w:type="continuationSeparator" w:id="0">
    <w:p w14:paraId="7AC883E3" w14:textId="77777777" w:rsidR="002D4BB7" w:rsidRDefault="002D4BB7" w:rsidP="002B5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483073107"/>
      <w:docPartObj>
        <w:docPartGallery w:val="Page Numbers (Top of Page)"/>
        <w:docPartUnique/>
      </w:docPartObj>
    </w:sdtPr>
    <w:sdtEndPr/>
    <w:sdtContent>
      <w:p w14:paraId="2A6352BF" w14:textId="4B0D9985" w:rsidR="00F10A32" w:rsidRDefault="05E012D6" w:rsidP="00F10A32">
        <w:pPr>
          <w:pStyle w:val="Voettekst"/>
          <w:rPr>
            <w:sz w:val="16"/>
            <w:szCs w:val="16"/>
          </w:rPr>
        </w:pPr>
        <w:r w:rsidRPr="05E012D6">
          <w:rPr>
            <w:sz w:val="16"/>
            <w:szCs w:val="16"/>
          </w:rPr>
          <w:t>© Stichting Praktijkleren</w:t>
        </w:r>
        <w:r w:rsidR="00F10A32">
          <w:tab/>
        </w:r>
        <w:r w:rsidRPr="05E012D6">
          <w:rPr>
            <w:sz w:val="16"/>
            <w:szCs w:val="16"/>
          </w:rPr>
          <w:t xml:space="preserve"> Zoeken in personeelsdossiers - Personeelsdossier 1</w:t>
        </w:r>
        <w:r w:rsidR="00F10A32">
          <w:tab/>
        </w:r>
        <w:r w:rsidR="00F10A32" w:rsidRPr="05E012D6">
          <w:rPr>
            <w:noProof/>
            <w:sz w:val="16"/>
            <w:szCs w:val="16"/>
          </w:rPr>
          <w:fldChar w:fldCharType="begin"/>
        </w:r>
        <w:r w:rsidR="00F10A32" w:rsidRPr="05E012D6">
          <w:rPr>
            <w:sz w:val="16"/>
            <w:szCs w:val="16"/>
          </w:rPr>
          <w:instrText>PAGE</w:instrText>
        </w:r>
        <w:r w:rsidR="00F10A32" w:rsidRPr="05E012D6">
          <w:rPr>
            <w:sz w:val="16"/>
            <w:szCs w:val="16"/>
          </w:rPr>
          <w:fldChar w:fldCharType="separate"/>
        </w:r>
        <w:r w:rsidRPr="05E012D6">
          <w:rPr>
            <w:noProof/>
            <w:sz w:val="16"/>
            <w:szCs w:val="16"/>
          </w:rPr>
          <w:t>1</w:t>
        </w:r>
        <w:r w:rsidR="00F10A32" w:rsidRPr="05E012D6">
          <w:rPr>
            <w:noProof/>
            <w:sz w:val="16"/>
            <w:szCs w:val="16"/>
          </w:rPr>
          <w:fldChar w:fldCharType="end"/>
        </w:r>
        <w:r w:rsidRPr="05E012D6">
          <w:rPr>
            <w:sz w:val="16"/>
            <w:szCs w:val="16"/>
          </w:rPr>
          <w:t>/</w:t>
        </w:r>
        <w:r w:rsidR="00F10A32" w:rsidRPr="05E012D6">
          <w:rPr>
            <w:noProof/>
            <w:sz w:val="16"/>
            <w:szCs w:val="16"/>
          </w:rPr>
          <w:fldChar w:fldCharType="begin"/>
        </w:r>
        <w:r w:rsidR="00F10A32" w:rsidRPr="05E012D6">
          <w:rPr>
            <w:sz w:val="16"/>
            <w:szCs w:val="16"/>
          </w:rPr>
          <w:instrText>NUMPAGES</w:instrText>
        </w:r>
        <w:r w:rsidR="00F10A32" w:rsidRPr="05E012D6">
          <w:rPr>
            <w:sz w:val="16"/>
            <w:szCs w:val="16"/>
          </w:rPr>
          <w:fldChar w:fldCharType="separate"/>
        </w:r>
        <w:r w:rsidRPr="05E012D6">
          <w:rPr>
            <w:noProof/>
            <w:sz w:val="16"/>
            <w:szCs w:val="16"/>
          </w:rPr>
          <w:t>1</w:t>
        </w:r>
        <w:r w:rsidR="00F10A32" w:rsidRPr="05E012D6">
          <w:rPr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EAE5E5" w14:textId="77777777" w:rsidR="002D4BB7" w:rsidRDefault="002D4BB7" w:rsidP="002B562E">
      <w:pPr>
        <w:spacing w:after="0" w:line="240" w:lineRule="auto"/>
      </w:pPr>
      <w:r>
        <w:separator/>
      </w:r>
    </w:p>
  </w:footnote>
  <w:footnote w:type="continuationSeparator" w:id="0">
    <w:p w14:paraId="39C2A393" w14:textId="77777777" w:rsidR="002D4BB7" w:rsidRDefault="002D4BB7" w:rsidP="002B5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63B2F" w14:textId="77777777" w:rsidR="00CD377E" w:rsidRDefault="00896A1B" w:rsidP="00CD377E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6CA1B84A" wp14:editId="1327EEF0">
          <wp:extent cx="1404004" cy="477982"/>
          <wp:effectExtent l="0" t="0" r="5715" b="0"/>
          <wp:docPr id="2" name="Afbeelding 2" descr="C:\Users\K.vanVegchel\AppData\Local\Microsoft\Windows\INetCache\Content.Word\SPL Nieuw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.vanVegchel\AppData\Local\Microsoft\Windows\INetCache\Content.Word\SPL Nieuw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779" cy="506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98E"/>
    <w:rsid w:val="000F7EEA"/>
    <w:rsid w:val="00153DA5"/>
    <w:rsid w:val="001E7E47"/>
    <w:rsid w:val="001F76AE"/>
    <w:rsid w:val="002041EB"/>
    <w:rsid w:val="0021304F"/>
    <w:rsid w:val="002B562E"/>
    <w:rsid w:val="002D4BB7"/>
    <w:rsid w:val="003069A1"/>
    <w:rsid w:val="003E7165"/>
    <w:rsid w:val="004001F7"/>
    <w:rsid w:val="00541355"/>
    <w:rsid w:val="00572C4A"/>
    <w:rsid w:val="0069458F"/>
    <w:rsid w:val="0074495F"/>
    <w:rsid w:val="007463BC"/>
    <w:rsid w:val="007A5925"/>
    <w:rsid w:val="00815185"/>
    <w:rsid w:val="00896A1B"/>
    <w:rsid w:val="008E3324"/>
    <w:rsid w:val="00926396"/>
    <w:rsid w:val="00933D1E"/>
    <w:rsid w:val="009F39AD"/>
    <w:rsid w:val="00B66CF0"/>
    <w:rsid w:val="00BC6FC1"/>
    <w:rsid w:val="00BD042F"/>
    <w:rsid w:val="00C76496"/>
    <w:rsid w:val="00CC0067"/>
    <w:rsid w:val="00CD377E"/>
    <w:rsid w:val="00DF1024"/>
    <w:rsid w:val="00E90DB0"/>
    <w:rsid w:val="00EC398E"/>
    <w:rsid w:val="00F10A32"/>
    <w:rsid w:val="00F565AF"/>
    <w:rsid w:val="05E012D6"/>
    <w:rsid w:val="6387E5E4"/>
    <w:rsid w:val="6769D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28F3C"/>
  <w15:docId w15:val="{FFB01F6A-67AD-4C89-9C2B-567DD9E45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26396"/>
    <w:pPr>
      <w:spacing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926396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B5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B562E"/>
  </w:style>
  <w:style w:type="paragraph" w:styleId="Voettekst">
    <w:name w:val="footer"/>
    <w:basedOn w:val="Standaard"/>
    <w:link w:val="VoettekstChar"/>
    <w:uiPriority w:val="99"/>
    <w:unhideWhenUsed/>
    <w:rsid w:val="002B5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B562E"/>
  </w:style>
  <w:style w:type="paragraph" w:styleId="Ballontekst">
    <w:name w:val="Balloon Text"/>
    <w:basedOn w:val="Standaard"/>
    <w:link w:val="BallontekstChar"/>
    <w:uiPriority w:val="99"/>
    <w:semiHidden/>
    <w:unhideWhenUsed/>
    <w:rsid w:val="00CD3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377E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926396"/>
    <w:rPr>
      <w:rFonts w:eastAsiaTheme="majorEastAsia" w:cstheme="majorBidi"/>
      <w:b/>
      <w:sz w:val="24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21304F"/>
    <w:pPr>
      <w:spacing w:after="0" w:line="240" w:lineRule="auto"/>
      <w:contextualSpacing/>
    </w:pPr>
    <w:rPr>
      <w:rFonts w:eastAsiaTheme="majorEastAsia" w:cstheme="majorBidi"/>
      <w:b/>
      <w:color w:val="56355B"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1304F"/>
    <w:rPr>
      <w:rFonts w:eastAsiaTheme="majorEastAsia" w:cstheme="majorBidi"/>
      <w:b/>
      <w:color w:val="56355B"/>
      <w:spacing w:val="-10"/>
      <w:kern w:val="28"/>
      <w:sz w:val="32"/>
      <w:szCs w:val="56"/>
    </w:rPr>
  </w:style>
  <w:style w:type="table" w:styleId="Tabelraster">
    <w:name w:val="Table Grid"/>
    <w:basedOn w:val="Standaardtabel"/>
    <w:uiPriority w:val="39"/>
    <w:rsid w:val="00CC00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5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igenaar\Downloads\Format%20bijlage%20staand%20paars%20(2)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5c6331a-2a23-464e-9aa5-03df216f8e92">
      <UserInfo>
        <DisplayName/>
        <AccountId xsi:nil="true"/>
        <AccountType/>
      </UserInfo>
    </SharedWithUsers>
    <MediaLengthInSeconds xmlns="f8c42d2d-712c-424e-9bb9-76fe7ce9f99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1FE6E6EDA587458AED04E72EE50C48" ma:contentTypeVersion="13" ma:contentTypeDescription="Een nieuw document maken." ma:contentTypeScope="" ma:versionID="13a56f6ed99b49c673592d9184e64099">
  <xsd:schema xmlns:xsd="http://www.w3.org/2001/XMLSchema" xmlns:xs="http://www.w3.org/2001/XMLSchema" xmlns:p="http://schemas.microsoft.com/office/2006/metadata/properties" xmlns:ns2="f8c42d2d-712c-424e-9bb9-76fe7ce9f99a" xmlns:ns3="35c6331a-2a23-464e-9aa5-03df216f8e92" targetNamespace="http://schemas.microsoft.com/office/2006/metadata/properties" ma:root="true" ma:fieldsID="4091e551500b34607e572f141c91b73b" ns2:_="" ns3:_="">
    <xsd:import namespace="f8c42d2d-712c-424e-9bb9-76fe7ce9f99a"/>
    <xsd:import namespace="35c6331a-2a23-464e-9aa5-03df216f8e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c42d2d-712c-424e-9bb9-76fe7ce9f9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6331a-2a23-464e-9aa5-03df216f8e9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84680F-B5FC-416E-A571-BD2FEAB1738F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35c6331a-2a23-464e-9aa5-03df216f8e92"/>
    <ds:schemaRef ds:uri="76eb8839-6c1a-4e20-af4f-497114d42467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f8c42d2d-712c-424e-9bb9-76fe7ce9f99a"/>
  </ds:schemaRefs>
</ds:datastoreItem>
</file>

<file path=customXml/itemProps2.xml><?xml version="1.0" encoding="utf-8"?>
<ds:datastoreItem xmlns:ds="http://schemas.openxmlformats.org/officeDocument/2006/customXml" ds:itemID="{7DC8250B-2508-4C82-BADF-E4586D8F36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c42d2d-712c-424e-9bb9-76fe7ce9f99a"/>
    <ds:schemaRef ds:uri="35c6331a-2a23-464e-9aa5-03df216f8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0FECE1-0AE4-4F96-868D-E2E59B6112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 bijlage staand paars (2)</Template>
  <TotalTime>0</TotalTime>
  <Pages>1</Pages>
  <Words>87</Words>
  <Characters>482</Characters>
  <Application>Microsoft Office Word</Application>
  <DocSecurity>0</DocSecurity>
  <Lines>4</Lines>
  <Paragraphs>1</Paragraphs>
  <ScaleCrop>false</ScaleCrop>
  <Company>Stichting Praktijkleren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Eigenaar</dc:creator>
  <cp:keywords/>
  <dc:description/>
  <cp:lastModifiedBy>Fonne van Nieuwamerongen</cp:lastModifiedBy>
  <cp:revision>2</cp:revision>
  <dcterms:created xsi:type="dcterms:W3CDTF">2022-05-20T08:52:00Z</dcterms:created>
  <dcterms:modified xsi:type="dcterms:W3CDTF">2022-05-20T08:52:00Z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0x010100F21FE6E6EDA587458AED04E72EE50C48</vt:lpwstr>
  </property>
  <property fmtid="{D5CDD505-2E9C-101B-9397-08002B2CF9AE}" pid="3" name="Order">
    <vt:r8>9792400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SourceUrl">
    <vt:lpwstr/>
  </property>
  <property fmtid="{D5CDD505-2E9C-101B-9397-08002B2CF9AE}" pid="11" name="_SharedFileIndex">
    <vt:lpwstr/>
  </property>
</Properties>
</file>