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BCDBF" w14:textId="3B0303C2" w:rsidR="003069A1" w:rsidRPr="0021304F" w:rsidRDefault="000F28E3" w:rsidP="23112997">
      <w:pPr>
        <w:autoSpaceDE w:val="0"/>
        <w:autoSpaceDN w:val="0"/>
        <w:adjustRightInd w:val="0"/>
        <w:spacing w:after="0" w:line="240" w:lineRule="auto"/>
        <w:rPr>
          <w:b/>
          <w:bCs/>
          <w:color w:val="56355B"/>
          <w:sz w:val="32"/>
          <w:szCs w:val="32"/>
        </w:rPr>
      </w:pPr>
      <w:r w:rsidRPr="23112997">
        <w:rPr>
          <w:b/>
          <w:bCs/>
          <w:color w:val="56355B"/>
          <w:sz w:val="32"/>
          <w:szCs w:val="32"/>
        </w:rPr>
        <w:t>Feedbackformulier pitch</w:t>
      </w:r>
      <w:r w:rsidR="0002367D">
        <w:rPr>
          <w:b/>
          <w:bCs/>
          <w:color w:val="56355B"/>
          <w:sz w:val="32"/>
          <w:szCs w:val="32"/>
        </w:rPr>
        <w:t xml:space="preserve"> voor opdrachtgever</w:t>
      </w:r>
      <w:r>
        <w:br/>
      </w:r>
    </w:p>
    <w:tbl>
      <w:tblPr>
        <w:tblStyle w:val="Tabelraster"/>
        <w:tblW w:w="14454" w:type="dxa"/>
        <w:tblLook w:val="04A0" w:firstRow="1" w:lastRow="0" w:firstColumn="1" w:lastColumn="0" w:noHBand="0" w:noVBand="1"/>
      </w:tblPr>
      <w:tblGrid>
        <w:gridCol w:w="5949"/>
        <w:gridCol w:w="2410"/>
        <w:gridCol w:w="6095"/>
      </w:tblGrid>
      <w:tr w:rsidR="000F28E3" w14:paraId="275AC879" w14:textId="77777777" w:rsidTr="54B8BF92">
        <w:tc>
          <w:tcPr>
            <w:tcW w:w="5949" w:type="dxa"/>
          </w:tcPr>
          <w:p w14:paraId="6C340A94" w14:textId="77777777" w:rsidR="000F28E3" w:rsidRPr="000F28E3" w:rsidRDefault="000F28E3" w:rsidP="007463BC">
            <w:pPr>
              <w:rPr>
                <w:b/>
                <w:sz w:val="24"/>
                <w:szCs w:val="24"/>
              </w:rPr>
            </w:pPr>
            <w:r w:rsidRPr="000F28E3">
              <w:rPr>
                <w:b/>
                <w:sz w:val="24"/>
                <w:szCs w:val="24"/>
              </w:rPr>
              <w:t>Aspect</w:t>
            </w:r>
          </w:p>
        </w:tc>
        <w:tc>
          <w:tcPr>
            <w:tcW w:w="2410" w:type="dxa"/>
          </w:tcPr>
          <w:p w14:paraId="486E1B15" w14:textId="77777777" w:rsidR="000F28E3" w:rsidRPr="000F28E3" w:rsidRDefault="000F28E3" w:rsidP="007463BC">
            <w:pPr>
              <w:rPr>
                <w:b/>
                <w:sz w:val="24"/>
                <w:szCs w:val="24"/>
              </w:rPr>
            </w:pPr>
            <w:r w:rsidRPr="000F28E3">
              <w:rPr>
                <w:b/>
                <w:sz w:val="24"/>
                <w:szCs w:val="24"/>
              </w:rPr>
              <w:t>Beoordeling (o/v/g)</w:t>
            </w:r>
          </w:p>
        </w:tc>
        <w:tc>
          <w:tcPr>
            <w:tcW w:w="6095" w:type="dxa"/>
          </w:tcPr>
          <w:p w14:paraId="6AC7B9AA" w14:textId="77777777" w:rsidR="000F28E3" w:rsidRPr="000F28E3" w:rsidRDefault="000F28E3" w:rsidP="007463BC">
            <w:pPr>
              <w:rPr>
                <w:b/>
                <w:sz w:val="24"/>
                <w:szCs w:val="24"/>
              </w:rPr>
            </w:pPr>
            <w:r w:rsidRPr="000F28E3">
              <w:rPr>
                <w:b/>
                <w:sz w:val="24"/>
                <w:szCs w:val="24"/>
              </w:rPr>
              <w:t>Feedback</w:t>
            </w:r>
          </w:p>
        </w:tc>
      </w:tr>
      <w:tr w:rsidR="000F28E3" w14:paraId="3A7A1110" w14:textId="77777777" w:rsidTr="54B8BF92">
        <w:tc>
          <w:tcPr>
            <w:tcW w:w="5949" w:type="dxa"/>
          </w:tcPr>
          <w:p w14:paraId="00560B5A" w14:textId="77777777" w:rsidR="006D25F1" w:rsidRDefault="006D25F1" w:rsidP="23112997">
            <w:pPr>
              <w:spacing w:after="160"/>
              <w:rPr>
                <w:rFonts w:ascii="Calibri" w:eastAsia="Calibri" w:hAnsi="Calibri" w:cs="Calibri"/>
              </w:rPr>
            </w:pPr>
          </w:p>
          <w:p w14:paraId="4D57CB90" w14:textId="7FFE3084" w:rsidR="000F28E3" w:rsidRPr="000F28E3" w:rsidRDefault="4ABB7F04" w:rsidP="23112997">
            <w:pPr>
              <w:spacing w:after="160"/>
            </w:pPr>
            <w:r w:rsidRPr="23112997">
              <w:rPr>
                <w:rFonts w:ascii="Calibri" w:eastAsia="Calibri" w:hAnsi="Calibri" w:cs="Calibri"/>
              </w:rPr>
              <w:t>De pitch heeft een duidelijke kop, romp en staart.</w:t>
            </w:r>
            <w:r w:rsidR="006D25F1">
              <w:rPr>
                <w:rFonts w:ascii="Calibri" w:eastAsia="Calibri" w:hAnsi="Calibri" w:cs="Calibri"/>
              </w:rPr>
              <w:br/>
            </w:r>
          </w:p>
        </w:tc>
        <w:tc>
          <w:tcPr>
            <w:tcW w:w="2410" w:type="dxa"/>
          </w:tcPr>
          <w:p w14:paraId="5DAB6C7B" w14:textId="77777777" w:rsidR="000F28E3" w:rsidRDefault="000F28E3" w:rsidP="007463BC"/>
        </w:tc>
        <w:tc>
          <w:tcPr>
            <w:tcW w:w="6095" w:type="dxa"/>
          </w:tcPr>
          <w:p w14:paraId="02EB378F" w14:textId="77777777" w:rsidR="000F28E3" w:rsidRDefault="000F28E3" w:rsidP="007463BC"/>
        </w:tc>
      </w:tr>
      <w:tr w:rsidR="000F28E3" w14:paraId="784E76FA" w14:textId="77777777" w:rsidTr="54B8BF92">
        <w:tc>
          <w:tcPr>
            <w:tcW w:w="5949" w:type="dxa"/>
          </w:tcPr>
          <w:p w14:paraId="17E1F3D2" w14:textId="4C0292D7" w:rsidR="000F28E3" w:rsidRPr="00F02690" w:rsidRDefault="006D25F1" w:rsidP="23112997">
            <w:pPr>
              <w:pStyle w:val="paragraph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br/>
            </w:r>
            <w:r w:rsidR="2E1E643B" w:rsidRPr="00F02690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De kop</w:t>
            </w:r>
            <w:r w:rsidR="008D5819" w:rsidRPr="00F02690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van de pitch</w:t>
            </w:r>
            <w:r w:rsidR="2E1E643B" w:rsidRPr="00F02690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  <w:r w:rsidR="00293AA2" w:rsidRPr="00F02690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heeft</w:t>
            </w:r>
            <w:r w:rsidR="2E1E643B" w:rsidRPr="00F02690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een krachtige opening en </w:t>
            </w:r>
            <w:r w:rsidR="00293AA2" w:rsidRPr="00F02690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de</w:t>
            </w:r>
            <w:r w:rsidR="2E1E643B" w:rsidRPr="00F02690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kernboodschap</w:t>
            </w:r>
            <w:r w:rsidR="00293AA2" w:rsidRPr="00F02690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wordt direct duidelijk.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br/>
            </w:r>
          </w:p>
        </w:tc>
        <w:tc>
          <w:tcPr>
            <w:tcW w:w="2410" w:type="dxa"/>
          </w:tcPr>
          <w:p w14:paraId="6A05A809" w14:textId="77777777" w:rsidR="000F28E3" w:rsidRDefault="000F28E3" w:rsidP="007463BC"/>
        </w:tc>
        <w:tc>
          <w:tcPr>
            <w:tcW w:w="6095" w:type="dxa"/>
          </w:tcPr>
          <w:p w14:paraId="5A39BBE3" w14:textId="77777777" w:rsidR="000F28E3" w:rsidRDefault="000F28E3" w:rsidP="007463BC"/>
        </w:tc>
      </w:tr>
      <w:tr w:rsidR="000F28E3" w14:paraId="66722030" w14:textId="77777777" w:rsidTr="54B8BF92">
        <w:tc>
          <w:tcPr>
            <w:tcW w:w="5949" w:type="dxa"/>
          </w:tcPr>
          <w:p w14:paraId="2A85A17D" w14:textId="2B721545" w:rsidR="000F28E3" w:rsidRPr="00F02690" w:rsidRDefault="006D25F1" w:rsidP="23112997">
            <w:pPr>
              <w:pStyle w:val="paragraph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br/>
            </w:r>
            <w:r w:rsidR="0002367D" w:rsidRPr="00F02690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In de romp wordt duidelijk waarom de boodschap relevant is voor de opdrachtgever.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br/>
            </w:r>
          </w:p>
        </w:tc>
        <w:tc>
          <w:tcPr>
            <w:tcW w:w="2410" w:type="dxa"/>
          </w:tcPr>
          <w:p w14:paraId="41C8F396" w14:textId="77777777" w:rsidR="000F28E3" w:rsidRDefault="000F28E3" w:rsidP="007463BC"/>
        </w:tc>
        <w:tc>
          <w:tcPr>
            <w:tcW w:w="6095" w:type="dxa"/>
          </w:tcPr>
          <w:p w14:paraId="72A3D3EC" w14:textId="77777777" w:rsidR="000F28E3" w:rsidRDefault="000F28E3" w:rsidP="007463BC"/>
        </w:tc>
      </w:tr>
      <w:tr w:rsidR="000F28E3" w14:paraId="1C0EE9CC" w14:textId="77777777" w:rsidTr="54B8BF92">
        <w:tc>
          <w:tcPr>
            <w:tcW w:w="5949" w:type="dxa"/>
          </w:tcPr>
          <w:p w14:paraId="320CFEB2" w14:textId="63EC6D2B" w:rsidR="000F28E3" w:rsidRPr="00F02690" w:rsidRDefault="006D25F1" w:rsidP="000F28E3">
            <w:pPr>
              <w:pStyle w:val="paragraph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br/>
            </w:r>
            <w:r w:rsidR="00F02690" w:rsidRPr="00F02690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</w:t>
            </w:r>
            <w:r w:rsidR="008A6453" w:rsidRPr="00F02690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e staart</w:t>
            </w:r>
            <w:r w:rsidR="00F02690" w:rsidRPr="00F02690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heeft een knallend einde.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br/>
            </w:r>
          </w:p>
        </w:tc>
        <w:tc>
          <w:tcPr>
            <w:tcW w:w="2410" w:type="dxa"/>
          </w:tcPr>
          <w:p w14:paraId="0D0B940D" w14:textId="77777777" w:rsidR="000F28E3" w:rsidRDefault="000F28E3" w:rsidP="007463BC"/>
        </w:tc>
        <w:tc>
          <w:tcPr>
            <w:tcW w:w="6095" w:type="dxa"/>
          </w:tcPr>
          <w:p w14:paraId="0E27B00A" w14:textId="77777777" w:rsidR="000F28E3" w:rsidRDefault="000F28E3" w:rsidP="007463BC"/>
        </w:tc>
      </w:tr>
      <w:tr w:rsidR="00D77EEB" w14:paraId="61BDDEC4" w14:textId="77777777" w:rsidTr="54B8BF92">
        <w:tc>
          <w:tcPr>
            <w:tcW w:w="5949" w:type="dxa"/>
          </w:tcPr>
          <w:p w14:paraId="782EF236" w14:textId="2517D51D" w:rsidR="00D77EEB" w:rsidRPr="000F28E3" w:rsidRDefault="006D25F1" w:rsidP="54B8BF92">
            <w:pPr>
              <w:pStyle w:val="paragraph"/>
              <w:textAlignment w:val="baseline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br/>
            </w:r>
            <w:r w:rsidR="00D9240C" w:rsidRPr="54B8BF92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De pitch is duidelijk (wat voor evenem</w:t>
            </w:r>
            <w:r w:rsidR="046DD01E" w:rsidRPr="54B8BF92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e</w:t>
            </w:r>
            <w:r w:rsidR="00D9240C" w:rsidRPr="54B8BF92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n</w:t>
            </w:r>
            <w:r w:rsidR="7F3934AC" w:rsidRPr="54B8BF92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t</w:t>
            </w:r>
            <w:r w:rsidR="00D9240C" w:rsidRPr="54B8BF92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gaat het worden?).</w:t>
            </w:r>
            <w:r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br/>
            </w:r>
          </w:p>
        </w:tc>
        <w:tc>
          <w:tcPr>
            <w:tcW w:w="2410" w:type="dxa"/>
          </w:tcPr>
          <w:p w14:paraId="60061E4C" w14:textId="77777777" w:rsidR="00D77EEB" w:rsidRDefault="00D77EEB" w:rsidP="00D77EEB"/>
        </w:tc>
        <w:tc>
          <w:tcPr>
            <w:tcW w:w="6095" w:type="dxa"/>
          </w:tcPr>
          <w:p w14:paraId="44EAFD9C" w14:textId="77777777" w:rsidR="00D77EEB" w:rsidRDefault="00D77EEB" w:rsidP="00D77EEB"/>
        </w:tc>
      </w:tr>
      <w:tr w:rsidR="00D9240C" w14:paraId="417FBF8B" w14:textId="77777777" w:rsidTr="54B8BF92">
        <w:tc>
          <w:tcPr>
            <w:tcW w:w="5949" w:type="dxa"/>
          </w:tcPr>
          <w:p w14:paraId="2FEFD069" w14:textId="7C30B791" w:rsidR="00D9240C" w:rsidRDefault="006D25F1" w:rsidP="00D9240C">
            <w:pPr>
              <w:pStyle w:val="paragraph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br/>
            </w:r>
            <w:r w:rsidR="00D9240C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De pitch </w:t>
            </w: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komt zeker over</w:t>
            </w:r>
            <w:r w:rsidR="00D9240C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  <w:tc>
          <w:tcPr>
            <w:tcW w:w="2410" w:type="dxa"/>
          </w:tcPr>
          <w:p w14:paraId="1E1B1DE5" w14:textId="77777777" w:rsidR="00D9240C" w:rsidRDefault="00D9240C" w:rsidP="00D9240C"/>
        </w:tc>
        <w:tc>
          <w:tcPr>
            <w:tcW w:w="6095" w:type="dxa"/>
          </w:tcPr>
          <w:p w14:paraId="11569430" w14:textId="77777777" w:rsidR="00D9240C" w:rsidRDefault="00D9240C" w:rsidP="00D9240C"/>
        </w:tc>
      </w:tr>
      <w:tr w:rsidR="00D9240C" w14:paraId="17A570CF" w14:textId="77777777" w:rsidTr="54B8BF92">
        <w:tc>
          <w:tcPr>
            <w:tcW w:w="5949" w:type="dxa"/>
          </w:tcPr>
          <w:p w14:paraId="0B51DF21" w14:textId="18FA0040" w:rsidR="00D9240C" w:rsidRDefault="006D25F1" w:rsidP="00D9240C">
            <w:pPr>
              <w:pStyle w:val="paragraph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br/>
            </w:r>
            <w:r w:rsidR="00D9240C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De pitch is</w:t>
            </w:r>
            <w:r w:rsidR="00D9240C" w:rsidRPr="000F28E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enthousias</w:t>
            </w:r>
            <w:r w:rsidR="00D9240C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merend</w:t>
            </w:r>
            <w:r w:rsidR="00D9240C" w:rsidRPr="000F28E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.</w:t>
            </w:r>
            <w:r w:rsidR="00D9240C" w:rsidRPr="000F28E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Style w:val="eop"/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  <w:tc>
          <w:tcPr>
            <w:tcW w:w="2410" w:type="dxa"/>
          </w:tcPr>
          <w:p w14:paraId="5EE9A611" w14:textId="77777777" w:rsidR="00D9240C" w:rsidRDefault="00D9240C" w:rsidP="00D9240C"/>
        </w:tc>
        <w:tc>
          <w:tcPr>
            <w:tcW w:w="6095" w:type="dxa"/>
          </w:tcPr>
          <w:p w14:paraId="4494B30A" w14:textId="77777777" w:rsidR="00D9240C" w:rsidRDefault="00D9240C" w:rsidP="00D9240C"/>
        </w:tc>
      </w:tr>
      <w:tr w:rsidR="00D9240C" w14:paraId="7ED9D88A" w14:textId="77777777" w:rsidTr="54B8BF92">
        <w:tc>
          <w:tcPr>
            <w:tcW w:w="5949" w:type="dxa"/>
          </w:tcPr>
          <w:p w14:paraId="42340907" w14:textId="1F52DB0B" w:rsidR="00D9240C" w:rsidRDefault="006D25F1" w:rsidP="00D9240C">
            <w:pPr>
              <w:pStyle w:val="paragraph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br/>
            </w:r>
            <w:r w:rsidR="00D9240C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De</w:t>
            </w:r>
            <w:r w:rsidR="00D9240C" w:rsidRPr="000F28E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pitch duurt maximaal </w:t>
            </w:r>
            <w:r w:rsidR="00D9240C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drie</w:t>
            </w:r>
            <w:r w:rsidR="00D9240C" w:rsidRPr="000F28E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minu</w:t>
            </w:r>
            <w:r w:rsidR="00D9240C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ten</w:t>
            </w:r>
            <w:r w:rsidR="00D9240C" w:rsidRPr="000F28E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  <w:tc>
          <w:tcPr>
            <w:tcW w:w="2410" w:type="dxa"/>
          </w:tcPr>
          <w:p w14:paraId="614B326C" w14:textId="77777777" w:rsidR="00D9240C" w:rsidRDefault="00D9240C" w:rsidP="00D9240C"/>
        </w:tc>
        <w:tc>
          <w:tcPr>
            <w:tcW w:w="6095" w:type="dxa"/>
          </w:tcPr>
          <w:p w14:paraId="1CDA541F" w14:textId="77777777" w:rsidR="00D9240C" w:rsidRDefault="00D9240C" w:rsidP="00D9240C"/>
        </w:tc>
      </w:tr>
    </w:tbl>
    <w:p w14:paraId="4B94D5A5" w14:textId="77777777" w:rsidR="000F28E3" w:rsidRDefault="000F28E3" w:rsidP="007463BC"/>
    <w:sectPr w:rsidR="000F28E3" w:rsidSect="000F28E3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52B83" w14:textId="77777777" w:rsidR="00FC7618" w:rsidRDefault="00FC7618" w:rsidP="002B562E">
      <w:pPr>
        <w:spacing w:after="0" w:line="240" w:lineRule="auto"/>
      </w:pPr>
      <w:r>
        <w:separator/>
      </w:r>
    </w:p>
  </w:endnote>
  <w:endnote w:type="continuationSeparator" w:id="0">
    <w:p w14:paraId="1AD2B250" w14:textId="77777777" w:rsidR="00FC7618" w:rsidRDefault="00FC7618" w:rsidP="002B562E">
      <w:pPr>
        <w:spacing w:after="0" w:line="240" w:lineRule="auto"/>
      </w:pPr>
      <w:r>
        <w:continuationSeparator/>
      </w:r>
    </w:p>
  </w:endnote>
  <w:endnote w:type="continuationNotice" w:id="1">
    <w:p w14:paraId="0C52A0CB" w14:textId="77777777" w:rsidR="00FC7618" w:rsidRDefault="00FC76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3795B" w14:textId="612036F9" w:rsidR="00F10A32" w:rsidRDefault="000E7421" w:rsidP="00F10A32">
    <w:pPr>
      <w:pStyle w:val="Voettekst"/>
      <w:rPr>
        <w:sz w:val="16"/>
        <w:szCs w:val="16"/>
      </w:rPr>
    </w:pPr>
    <w:r>
      <w:rPr>
        <w:sz w:val="16"/>
        <w:szCs w:val="16"/>
      </w:rPr>
      <w:t>© Stichting Praktijkleren</w:t>
    </w:r>
    <w:r w:rsidRPr="000E7421">
      <w:rPr>
        <w:sz w:val="16"/>
        <w:szCs w:val="16"/>
      </w:rPr>
      <w:ptab w:relativeTo="margin" w:alignment="center" w:leader="none"/>
    </w:r>
    <w:r w:rsidR="00260199">
      <w:rPr>
        <w:sz w:val="16"/>
        <w:szCs w:val="16"/>
      </w:rPr>
      <w:t>Pitch je project</w:t>
    </w:r>
    <w:r>
      <w:rPr>
        <w:sz w:val="16"/>
        <w:szCs w:val="16"/>
      </w:rPr>
      <w:t xml:space="preserve"> – </w:t>
    </w:r>
    <w:r w:rsidR="0009103C">
      <w:rPr>
        <w:sz w:val="16"/>
        <w:szCs w:val="16"/>
      </w:rPr>
      <w:t>Project</w:t>
    </w:r>
    <w:r w:rsidR="00260199">
      <w:rPr>
        <w:sz w:val="16"/>
        <w:szCs w:val="16"/>
      </w:rPr>
      <w:t>matig werken 1</w:t>
    </w:r>
    <w:r w:rsidRPr="000E7421">
      <w:rPr>
        <w:sz w:val="16"/>
        <w:szCs w:val="16"/>
      </w:rPr>
      <w:ptab w:relativeTo="margin" w:alignment="right" w:leader="none"/>
    </w: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>NUMPAGES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C40BE" w14:textId="77777777" w:rsidR="00FC7618" w:rsidRDefault="00FC7618" w:rsidP="002B562E">
      <w:pPr>
        <w:spacing w:after="0" w:line="240" w:lineRule="auto"/>
      </w:pPr>
      <w:r>
        <w:separator/>
      </w:r>
    </w:p>
  </w:footnote>
  <w:footnote w:type="continuationSeparator" w:id="0">
    <w:p w14:paraId="0FD963B7" w14:textId="77777777" w:rsidR="00FC7618" w:rsidRDefault="00FC7618" w:rsidP="002B562E">
      <w:pPr>
        <w:spacing w:after="0" w:line="240" w:lineRule="auto"/>
      </w:pPr>
      <w:r>
        <w:continuationSeparator/>
      </w:r>
    </w:p>
  </w:footnote>
  <w:footnote w:type="continuationNotice" w:id="1">
    <w:p w14:paraId="3D15A4CB" w14:textId="77777777" w:rsidR="00FC7618" w:rsidRDefault="00FC761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F31CB" w14:textId="77777777" w:rsidR="00CD377E" w:rsidRDefault="318DF14B" w:rsidP="00CD377E">
    <w:pPr>
      <w:pStyle w:val="Koptekst"/>
      <w:jc w:val="right"/>
    </w:pPr>
    <w:r>
      <w:rPr>
        <w:noProof/>
      </w:rPr>
      <w:drawing>
        <wp:inline distT="0" distB="0" distL="0" distR="0" wp14:anchorId="33C2950D" wp14:editId="318DF14B">
          <wp:extent cx="1404004" cy="477982"/>
          <wp:effectExtent l="0" t="0" r="5715" b="0"/>
          <wp:docPr id="2" name="Afbeelding 2" descr="C:\Users\K.vanVegchel\AppData\Local\Microsoft\Windows\INetCache\Content.Word\SPL Nieuw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4004" cy="4779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421"/>
    <w:rsid w:val="0002367D"/>
    <w:rsid w:val="0009103C"/>
    <w:rsid w:val="000E7421"/>
    <w:rsid w:val="000F28E3"/>
    <w:rsid w:val="00153DA5"/>
    <w:rsid w:val="002041EB"/>
    <w:rsid w:val="0021304F"/>
    <w:rsid w:val="00260199"/>
    <w:rsid w:val="00293AA2"/>
    <w:rsid w:val="002B562E"/>
    <w:rsid w:val="003069A1"/>
    <w:rsid w:val="00346459"/>
    <w:rsid w:val="003D4E42"/>
    <w:rsid w:val="003E7165"/>
    <w:rsid w:val="004001F7"/>
    <w:rsid w:val="00442C4F"/>
    <w:rsid w:val="00460DA1"/>
    <w:rsid w:val="00480D23"/>
    <w:rsid w:val="00541355"/>
    <w:rsid w:val="00581326"/>
    <w:rsid w:val="00592422"/>
    <w:rsid w:val="005C3489"/>
    <w:rsid w:val="0069458F"/>
    <w:rsid w:val="006D25F1"/>
    <w:rsid w:val="00706817"/>
    <w:rsid w:val="007463BC"/>
    <w:rsid w:val="007A5925"/>
    <w:rsid w:val="00815185"/>
    <w:rsid w:val="008313BE"/>
    <w:rsid w:val="008562DC"/>
    <w:rsid w:val="00896A1B"/>
    <w:rsid w:val="008A6453"/>
    <w:rsid w:val="008D5819"/>
    <w:rsid w:val="008E3324"/>
    <w:rsid w:val="00926396"/>
    <w:rsid w:val="009573AC"/>
    <w:rsid w:val="00BC6FC1"/>
    <w:rsid w:val="00C762A2"/>
    <w:rsid w:val="00C76496"/>
    <w:rsid w:val="00CD377E"/>
    <w:rsid w:val="00D733EE"/>
    <w:rsid w:val="00D77EEB"/>
    <w:rsid w:val="00D9240C"/>
    <w:rsid w:val="00D96B8E"/>
    <w:rsid w:val="00DE7A3A"/>
    <w:rsid w:val="00DF1024"/>
    <w:rsid w:val="00E90DB0"/>
    <w:rsid w:val="00F02690"/>
    <w:rsid w:val="00F10A32"/>
    <w:rsid w:val="00F565AF"/>
    <w:rsid w:val="00FC7618"/>
    <w:rsid w:val="046DD01E"/>
    <w:rsid w:val="0DAF37C1"/>
    <w:rsid w:val="23112997"/>
    <w:rsid w:val="2E1E643B"/>
    <w:rsid w:val="318DF14B"/>
    <w:rsid w:val="4ABB7F04"/>
    <w:rsid w:val="54B8BF92"/>
    <w:rsid w:val="5E00AE8D"/>
    <w:rsid w:val="65E67DA5"/>
    <w:rsid w:val="7F39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BF6B4"/>
  <w15:docId w15:val="{5508FF56-5CCF-49D5-B7C1-3834EC66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26396"/>
    <w:pPr>
      <w:spacing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926396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B5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B562E"/>
  </w:style>
  <w:style w:type="paragraph" w:styleId="Voettekst">
    <w:name w:val="footer"/>
    <w:basedOn w:val="Standaard"/>
    <w:link w:val="VoettekstChar"/>
    <w:uiPriority w:val="99"/>
    <w:unhideWhenUsed/>
    <w:rsid w:val="002B5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B562E"/>
  </w:style>
  <w:style w:type="paragraph" w:styleId="Ballontekst">
    <w:name w:val="Balloon Text"/>
    <w:basedOn w:val="Standaard"/>
    <w:link w:val="BallontekstChar"/>
    <w:uiPriority w:val="99"/>
    <w:semiHidden/>
    <w:unhideWhenUsed/>
    <w:rsid w:val="00CD3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377E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926396"/>
    <w:rPr>
      <w:rFonts w:eastAsiaTheme="majorEastAsia" w:cstheme="majorBidi"/>
      <w:b/>
      <w:sz w:val="24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21304F"/>
    <w:pPr>
      <w:spacing w:after="0" w:line="240" w:lineRule="auto"/>
      <w:contextualSpacing/>
    </w:pPr>
    <w:rPr>
      <w:rFonts w:eastAsiaTheme="majorEastAsia" w:cstheme="majorBidi"/>
      <w:b/>
      <w:color w:val="56355B"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1304F"/>
    <w:rPr>
      <w:rFonts w:eastAsiaTheme="majorEastAsia" w:cstheme="majorBidi"/>
      <w:b/>
      <w:color w:val="56355B"/>
      <w:spacing w:val="-10"/>
      <w:kern w:val="28"/>
      <w:sz w:val="32"/>
      <w:szCs w:val="56"/>
    </w:rPr>
  </w:style>
  <w:style w:type="paragraph" w:customStyle="1" w:styleId="paragraph">
    <w:name w:val="paragraph"/>
    <w:basedOn w:val="Standaard"/>
    <w:rsid w:val="000F2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0F28E3"/>
  </w:style>
  <w:style w:type="character" w:customStyle="1" w:styleId="eop">
    <w:name w:val="eop"/>
    <w:basedOn w:val="Standaardalinea-lettertype"/>
    <w:rsid w:val="000F28E3"/>
  </w:style>
  <w:style w:type="table" w:styleId="Tabelraster">
    <w:name w:val="Table Grid"/>
    <w:basedOn w:val="Standaardtabel"/>
    <w:uiPriority w:val="39"/>
    <w:rsid w:val="000F2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4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64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arina\Downloads\Feedbackformulier%20netwerkpitch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1FE6E6EDA587458AED04E72EE50C48" ma:contentTypeVersion="13" ma:contentTypeDescription="Een nieuw document maken." ma:contentTypeScope="" ma:versionID="13a56f6ed99b49c673592d9184e64099">
  <xsd:schema xmlns:xsd="http://www.w3.org/2001/XMLSchema" xmlns:xs="http://www.w3.org/2001/XMLSchema" xmlns:p="http://schemas.microsoft.com/office/2006/metadata/properties" xmlns:ns2="f8c42d2d-712c-424e-9bb9-76fe7ce9f99a" xmlns:ns3="35c6331a-2a23-464e-9aa5-03df216f8e92" targetNamespace="http://schemas.microsoft.com/office/2006/metadata/properties" ma:root="true" ma:fieldsID="4091e551500b34607e572f141c91b73b" ns2:_="" ns3:_="">
    <xsd:import namespace="f8c42d2d-712c-424e-9bb9-76fe7ce9f99a"/>
    <xsd:import namespace="35c6331a-2a23-464e-9aa5-03df216f8e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c42d2d-712c-424e-9bb9-76fe7ce9f9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6331a-2a23-464e-9aa5-03df216f8e9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5c6331a-2a23-464e-9aa5-03df216f8e92">
      <UserInfo>
        <DisplayName/>
        <AccountId xsi:nil="true"/>
        <AccountType/>
      </UserInfo>
    </SharedWithUsers>
    <MediaLengthInSeconds xmlns="f8c42d2d-712c-424e-9bb9-76fe7ce9f99a" xsi:nil="true"/>
  </documentManagement>
</p:properties>
</file>

<file path=customXml/itemProps1.xml><?xml version="1.0" encoding="utf-8"?>
<ds:datastoreItem xmlns:ds="http://schemas.openxmlformats.org/officeDocument/2006/customXml" ds:itemID="{5A87E2DE-1475-45D6-B75B-9BA510321C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2F81E9-4A1A-4E55-A6ED-622C75E21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c42d2d-712c-424e-9bb9-76fe7ce9f99a"/>
    <ds:schemaRef ds:uri="35c6331a-2a23-464e-9aa5-03df216f8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CABB1C-92E7-45C1-B85F-24E5FB822AC1}">
  <ds:schemaRefs>
    <ds:schemaRef ds:uri="http://schemas.microsoft.com/office/2006/metadata/properties"/>
    <ds:schemaRef ds:uri="http://schemas.microsoft.com/office/infopath/2007/PartnerControls"/>
    <ds:schemaRef ds:uri="35c6331a-2a23-464e-9aa5-03df216f8e92"/>
    <ds:schemaRef ds:uri="f8c42d2d-712c-424e-9bb9-76fe7ce9f9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Feedbackformulier netwerkpitch</Template>
  <TotalTime>31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Praktijkleren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Catharina Scherder-Besijn</dc:creator>
  <cp:lastModifiedBy>Romina van Rooijen</cp:lastModifiedBy>
  <cp:revision>19</cp:revision>
  <dcterms:created xsi:type="dcterms:W3CDTF">2021-07-05T08:58:00Z</dcterms:created>
  <dcterms:modified xsi:type="dcterms:W3CDTF">2022-02-08T08:54:00Z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0x010100F21FE6E6EDA587458AED04E72EE50C48</vt:lpwstr>
  </property>
  <property fmtid="{D5CDD505-2E9C-101B-9397-08002B2CF9AE}" pid="3" name="Order">
    <vt:r8>694100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