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5126" w:rsidP="00A3692A" w:rsidRDefault="006142E1" w14:paraId="34C1AEEE" w14:textId="77777777">
      <w:pPr>
        <w:pStyle w:val="bedrijfsnaam"/>
      </w:pPr>
      <w:r>
        <w:t>Naam van restaurant</w:t>
      </w:r>
      <w:bookmarkStart w:name="_GoBack" w:id="0"/>
      <w:bookmarkEnd w:id="0"/>
    </w:p>
    <w:p w:rsidR="006142E1" w:rsidP="00A3692A" w:rsidRDefault="006142E1" w14:paraId="0560A553" w14:textId="77777777">
      <w:pPr>
        <w:pStyle w:val="bedrijfsnaam"/>
      </w:pPr>
    </w:p>
    <w:p w:rsidR="007D175E" w:rsidP="006142E1" w:rsidRDefault="006142E1" w14:paraId="67B311DB" w14:textId="77777777">
      <w:pPr>
        <w:pStyle w:val="bedrijfsnaam"/>
      </w:pPr>
      <w:r>
        <w:t xml:space="preserve">Reden van de uitnodiging en wat de gasten kunnen krijgen. </w:t>
      </w:r>
    </w:p>
    <w:p w:rsidR="006142E1" w:rsidP="006142E1" w:rsidRDefault="006142E1" w14:paraId="5BC0DAF2" w14:textId="77777777">
      <w:pPr>
        <w:pStyle w:val="bedrijfsnaam"/>
      </w:pPr>
    </w:p>
    <w:p w:rsidR="006142E1" w:rsidP="006142E1" w:rsidRDefault="006142E1" w14:paraId="109C4E55" w14:textId="77777777">
      <w:pPr>
        <w:pStyle w:val="bedrijfsnaam"/>
      </w:pPr>
      <w:r>
        <w:t>De kosten van het 3 gangen-menu</w:t>
      </w:r>
    </w:p>
    <w:p w:rsidR="007D175E" w:rsidP="00A3692A" w:rsidRDefault="007D175E" w14:paraId="5775D33E" w14:textId="77777777">
      <w:pPr>
        <w:pStyle w:val="Feestinformatie"/>
      </w:pPr>
    </w:p>
    <w:p w:rsidR="007D175E" w:rsidP="00A3692A" w:rsidRDefault="006142E1" w14:paraId="5E35CC7C" w14:textId="77777777">
      <w:pPr>
        <w:pStyle w:val="Kop2"/>
      </w:pPr>
      <w:r>
        <w:t xml:space="preserve">Datum </w:t>
      </w:r>
      <w:r w:rsidR="00330A0A">
        <w:rPr>
          <w:lang w:bidi="nl-NL"/>
        </w:rPr>
        <w:br/>
      </w:r>
      <w:r>
        <w:t xml:space="preserve">Tijdstip </w:t>
      </w:r>
    </w:p>
    <w:p w:rsidR="00B9582F" w:rsidP="00B9582F" w:rsidRDefault="006142E1" w14:paraId="50F29E84" w14:textId="77777777">
      <w:pPr>
        <w:pStyle w:val="Feestinformatie"/>
      </w:pPr>
      <w:sdt>
        <w:sdtPr>
          <w:alias w:val="Voer adres in:"/>
          <w:tag w:val="Voer adres in:"/>
          <w:id w:val="332114211"/>
          <w:placeholder>
            <w:docPart w:val="D948CB48CC7C4A52ADDDB48DBAB6A18A"/>
          </w:placeholder>
          <w:temporary/>
          <w:showingPlcHdr/>
          <w15:appearance w15:val="hidden"/>
        </w:sdtPr>
        <w:sdtEndPr/>
        <w:sdtContent>
          <w:r w:rsidR="00C11756">
            <w:rPr>
              <w:lang w:bidi="nl-NL"/>
            </w:rPr>
            <w:t>Adres</w:t>
          </w:r>
        </w:sdtContent>
      </w:sdt>
      <w:r w:rsidR="001C6559">
        <w:rPr>
          <w:lang w:bidi="nl-NL"/>
        </w:rPr>
        <w:br/>
      </w:r>
      <w:sdt>
        <w:sdtPr>
          <w:alias w:val="Voer postcode en plaats in:"/>
          <w:tag w:val="Voer postcode en plaats in:"/>
          <w:id w:val="-916707611"/>
          <w:placeholder>
            <w:docPart w:val="E5CBCB0B84124BCD9B0384092F195559"/>
          </w:placeholder>
          <w:temporary/>
          <w:showingPlcHdr/>
          <w15:appearance w15:val="hidden"/>
        </w:sdtPr>
        <w:sdtEndPr/>
        <w:sdtContent>
          <w:r w:rsidR="00C11756">
            <w:rPr>
              <w:lang w:bidi="nl-NL"/>
            </w:rPr>
            <w:t>Postcode en plaats</w:t>
          </w:r>
        </w:sdtContent>
      </w:sdt>
    </w:p>
    <w:p w:rsidR="009637A6" w:rsidP="00B9582F" w:rsidRDefault="006142E1" w14:paraId="06B81642" w14:textId="6B80F041">
      <w:pPr>
        <w:pStyle w:val="Feestinformatie-Cursief"/>
      </w:pPr>
      <w:r w:rsidR="54812E7C">
        <w:rPr/>
        <w:t>Parkeren kan op de p</w:t>
      </w:r>
      <w:r w:rsidR="54812E7C">
        <w:rPr/>
        <w:t>arkeerplaats bij kalkwijck</w:t>
      </w:r>
    </w:p>
    <w:p w:rsidR="00AF6236" w:rsidP="00A3692A" w:rsidRDefault="006142E1" w14:paraId="5F3A8F75" w14:textId="77777777">
      <w:pPr>
        <w:pStyle w:val="Feestinformatie"/>
      </w:pPr>
      <w:r>
        <w:t>Wilt u doorgeven of u wel of niet kunt komen voor… (datum)</w:t>
      </w:r>
      <w:r w:rsidR="009637A6">
        <w:rPr>
          <w:lang w:bidi="nl-NL"/>
        </w:rPr>
        <w:br/>
      </w:r>
      <w:sdt>
        <w:sdtPr>
          <w:alias w:val="Voer naam in:"/>
          <w:tag w:val="Voer naam in:"/>
          <w:id w:val="1240140273"/>
          <w:placeholder>
            <w:docPart w:val="93B31E919EF347D0A9D7362A6848137C"/>
          </w:placeholder>
          <w:temporary/>
          <w:showingPlcHdr/>
          <w15:appearance w15:val="hidden"/>
        </w:sdtPr>
        <w:sdtEndPr/>
        <w:sdtContent>
          <w:r w:rsidR="00C11756">
            <w:rPr>
              <w:lang w:bidi="nl-NL"/>
            </w:rPr>
            <w:t>Naam</w:t>
          </w:r>
        </w:sdtContent>
      </w:sdt>
      <w:r w:rsidR="009637A6">
        <w:rPr>
          <w:lang w:bidi="nl-NL"/>
        </w:rPr>
        <w:t xml:space="preserve"> </w:t>
      </w:r>
      <w:r w:rsidR="009637A6">
        <w:rPr>
          <w:lang w:bidi="nl-NL"/>
        </w:rPr>
        <w:br/>
      </w:r>
      <w:sdt>
        <w:sdtPr>
          <w:alias w:val="Voer e-mailadres in:"/>
          <w:tag w:val="Voer e-mailadres in:"/>
          <w:id w:val="1027057693"/>
          <w:placeholder>
            <w:docPart w:val="5FE8FBF866A242A8BA98B60ED543B84A"/>
          </w:placeholder>
          <w:temporary/>
          <w:showingPlcHdr/>
          <w15:appearance w15:val="hidden"/>
        </w:sdtPr>
        <w:sdtEndPr/>
        <w:sdtContent>
          <w:r w:rsidR="00C11756">
            <w:rPr>
              <w:lang w:bidi="nl-NL"/>
            </w:rPr>
            <w:t>E-mailadres</w:t>
          </w:r>
        </w:sdtContent>
      </w:sdt>
      <w:r w:rsidR="009637A6">
        <w:rPr>
          <w:lang w:bidi="nl-NL"/>
        </w:rPr>
        <w:br/>
      </w:r>
    </w:p>
    <w:sectPr w:rsidR="00AF6236" w:rsidSect="006142E1">
      <w:headerReference w:type="default" r:id="rId7"/>
      <w:footerReference w:type="default" r:id="rId8"/>
      <w:pgSz w:w="11906" w:h="16838" w:orient="portrait" w:code="9"/>
      <w:pgMar w:top="2070" w:right="1287" w:bottom="1440" w:left="504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2E1" w:rsidP="00C574A4" w:rsidRDefault="006142E1" w14:paraId="33CDE215" w14:textId="77777777">
      <w:pPr>
        <w:spacing w:after="0" w:line="240" w:lineRule="auto"/>
      </w:pPr>
      <w:r>
        <w:separator/>
      </w:r>
    </w:p>
  </w:endnote>
  <w:endnote w:type="continuationSeparator" w:id="0">
    <w:p w:rsidR="006142E1" w:rsidP="00C574A4" w:rsidRDefault="006142E1" w14:paraId="162FB17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31C3" w:rsidP="00A81994" w:rsidRDefault="005F31C3" w14:paraId="50919473" w14:textId="77777777">
    <w:pPr>
      <w:pStyle w:val="Voettekst"/>
      <w:tabs>
        <w:tab w:val="clear" w:pos="4680"/>
        <w:tab w:val="clear" w:pos="9360"/>
        <w:tab w:val="left" w:pos="379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2E1" w:rsidP="00C574A4" w:rsidRDefault="006142E1" w14:paraId="05C3EC55" w14:textId="77777777">
      <w:pPr>
        <w:spacing w:after="0" w:line="240" w:lineRule="auto"/>
      </w:pPr>
      <w:r>
        <w:separator/>
      </w:r>
    </w:p>
  </w:footnote>
  <w:footnote w:type="continuationSeparator" w:id="0">
    <w:p w:rsidR="006142E1" w:rsidP="00C574A4" w:rsidRDefault="006142E1" w14:paraId="7AF4261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p w:rsidRPr="006142E1" w:rsidR="002F5126" w:rsidRDefault="007D175E" w14:paraId="3A3300CE" w14:textId="77777777">
    <w:pPr>
      <w:pStyle w:val="Koptekst"/>
      <w:rPr>
        <w:b/>
        <w:sz w:val="40"/>
        <w:szCs w:val="40"/>
      </w:rPr>
    </w:pPr>
    <w:r w:rsidRPr="006142E1">
      <w:rPr>
        <w:b/>
        <w:noProof/>
        <w:sz w:val="40"/>
        <w:szCs w:val="40"/>
        <w:lang w:val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391944B" wp14:editId="42F2DF6E">
              <wp:simplePos x="0" y="0"/>
              <wp:positionH relativeFrom="page">
                <wp:posOffset>304800</wp:posOffset>
              </wp:positionH>
              <wp:positionV relativeFrom="margin">
                <wp:align>top</wp:align>
              </wp:positionV>
              <wp:extent cx="6844665" cy="8604533"/>
              <wp:effectExtent l="0" t="0" r="13335" b="25400"/>
              <wp:wrapNone/>
              <wp:docPr id="41" name="Groep 41" descr="Rode en roze hartvormen in hoeken binnen een decoratieve rand geplaats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4665" cy="8604533"/>
                        <a:chOff x="0" y="-1"/>
                        <a:chExt cx="6705600" cy="9137648"/>
                      </a:xfrm>
                    </wpg:grpSpPr>
                    <wps:wsp>
                      <wps:cNvPr id="22" name="Tekstvak 30" descr="Decoratieve rand"/>
                      <wps:cNvSpPr txBox="1">
                        <a:spLocks noChangeArrowheads="1"/>
                      </wps:cNvSpPr>
                      <wps:spPr bwMode="auto">
                        <a:xfrm>
                          <a:off x="0" y="-1"/>
                          <a:ext cx="6705600" cy="91376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 cmpd="thinThick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126" w:rsidP="002F5126" w:rsidRDefault="002F5126" w14:paraId="48363DFD" w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3" name="Groep 6" descr="Hart"/>
                      <wpg:cNvGrpSpPr>
                        <a:grpSpLocks/>
                      </wpg:cNvGrpSpPr>
                      <wpg:grpSpPr bwMode="auto">
                        <a:xfrm>
                          <a:off x="5619750" y="619125"/>
                          <a:ext cx="634365" cy="689610"/>
                          <a:chOff x="8234" y="6360"/>
                          <a:chExt cx="1548" cy="1684"/>
                        </a:xfrm>
                      </wpg:grpSpPr>
                      <wps:wsp>
                        <wps:cNvPr id="24" name="Vrije vorm 7" descr="Rode hartvorm"/>
                        <wps:cNvSpPr>
                          <a:spLocks/>
                        </wps:cNvSpPr>
                        <wps:spPr bwMode="auto">
                          <a:xfrm rot="-1800000">
                            <a:off x="8234" y="6714"/>
                            <a:ext cx="814" cy="676"/>
                          </a:xfrm>
                          <a:custGeom>
                            <a:avLst/>
                            <a:gdLst>
                              <a:gd name="T0" fmla="*/ 1501 w 2969"/>
                              <a:gd name="T1" fmla="*/ 445 h 2417"/>
                              <a:gd name="T2" fmla="*/ 2088 w 2969"/>
                              <a:gd name="T3" fmla="*/ 193 h 2417"/>
                              <a:gd name="T4" fmla="*/ 2707 w 2969"/>
                              <a:gd name="T5" fmla="*/ 412 h 2417"/>
                              <a:gd name="T6" fmla="*/ 2955 w 2969"/>
                              <a:gd name="T7" fmla="*/ 963 h 2417"/>
                              <a:gd name="T8" fmla="*/ 2619 w 2969"/>
                              <a:gd name="T9" fmla="*/ 1578 h 2417"/>
                              <a:gd name="T10" fmla="*/ 1836 w 2969"/>
                              <a:gd name="T11" fmla="*/ 2095 h 2417"/>
                              <a:gd name="T12" fmla="*/ 1437 w 2969"/>
                              <a:gd name="T13" fmla="*/ 2297 h 2417"/>
                              <a:gd name="T14" fmla="*/ 1232 w 2969"/>
                              <a:gd name="T15" fmla="*/ 2417 h 2417"/>
                              <a:gd name="T16" fmla="*/ 547 w 2969"/>
                              <a:gd name="T17" fmla="*/ 1667 h 2417"/>
                              <a:gd name="T18" fmla="*/ 172 w 2969"/>
                              <a:gd name="T19" fmla="*/ 1172 h 2417"/>
                              <a:gd name="T20" fmla="*/ 5 w 2969"/>
                              <a:gd name="T21" fmla="*/ 697 h 2417"/>
                              <a:gd name="T22" fmla="*/ 137 w 2969"/>
                              <a:gd name="T23" fmla="*/ 207 h 2417"/>
                              <a:gd name="T24" fmla="*/ 494 w 2969"/>
                              <a:gd name="T25" fmla="*/ 12 h 2417"/>
                              <a:gd name="T26" fmla="*/ 1047 w 2969"/>
                              <a:gd name="T27" fmla="*/ 82 h 2417"/>
                              <a:gd name="T28" fmla="*/ 1501 w 2969"/>
                              <a:gd name="T29" fmla="*/ 445 h 24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969" h="2417">
                                <a:moveTo>
                                  <a:pt x="1501" y="445"/>
                                </a:moveTo>
                                <a:cubicBezTo>
                                  <a:pt x="1717" y="297"/>
                                  <a:pt x="1887" y="202"/>
                                  <a:pt x="2088" y="193"/>
                                </a:cubicBezTo>
                                <a:cubicBezTo>
                                  <a:pt x="2289" y="184"/>
                                  <a:pt x="2562" y="284"/>
                                  <a:pt x="2707" y="412"/>
                                </a:cubicBezTo>
                                <a:cubicBezTo>
                                  <a:pt x="2852" y="540"/>
                                  <a:pt x="2969" y="765"/>
                                  <a:pt x="2955" y="963"/>
                                </a:cubicBezTo>
                                <a:cubicBezTo>
                                  <a:pt x="2941" y="1161"/>
                                  <a:pt x="2805" y="1389"/>
                                  <a:pt x="2619" y="1578"/>
                                </a:cubicBezTo>
                                <a:cubicBezTo>
                                  <a:pt x="2433" y="1767"/>
                                  <a:pt x="2040" y="1993"/>
                                  <a:pt x="1836" y="2095"/>
                                </a:cubicBezTo>
                                <a:cubicBezTo>
                                  <a:pt x="1632" y="2197"/>
                                  <a:pt x="1538" y="2243"/>
                                  <a:pt x="1437" y="2297"/>
                                </a:cubicBezTo>
                                <a:cubicBezTo>
                                  <a:pt x="1247" y="2382"/>
                                  <a:pt x="1284" y="2413"/>
                                  <a:pt x="1232" y="2417"/>
                                </a:cubicBezTo>
                                <a:cubicBezTo>
                                  <a:pt x="1082" y="2304"/>
                                  <a:pt x="724" y="1874"/>
                                  <a:pt x="547" y="1667"/>
                                </a:cubicBezTo>
                                <a:cubicBezTo>
                                  <a:pt x="370" y="1460"/>
                                  <a:pt x="260" y="1326"/>
                                  <a:pt x="172" y="1172"/>
                                </a:cubicBezTo>
                                <a:cubicBezTo>
                                  <a:pt x="84" y="1018"/>
                                  <a:pt x="10" y="863"/>
                                  <a:pt x="5" y="697"/>
                                </a:cubicBezTo>
                                <a:cubicBezTo>
                                  <a:pt x="0" y="531"/>
                                  <a:pt x="55" y="321"/>
                                  <a:pt x="137" y="207"/>
                                </a:cubicBezTo>
                                <a:cubicBezTo>
                                  <a:pt x="219" y="93"/>
                                  <a:pt x="342" y="24"/>
                                  <a:pt x="494" y="12"/>
                                </a:cubicBezTo>
                                <a:cubicBezTo>
                                  <a:pt x="646" y="0"/>
                                  <a:pt x="879" y="10"/>
                                  <a:pt x="1047" y="82"/>
                                </a:cubicBezTo>
                                <a:cubicBezTo>
                                  <a:pt x="1215" y="154"/>
                                  <a:pt x="1387" y="317"/>
                                  <a:pt x="1501" y="4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Vrije vorm 8" descr="Rode hartvorm"/>
                        <wps:cNvSpPr>
                          <a:spLocks/>
                        </wps:cNvSpPr>
                        <wps:spPr bwMode="auto">
                          <a:xfrm>
                            <a:off x="9048" y="6360"/>
                            <a:ext cx="551" cy="457"/>
                          </a:xfrm>
                          <a:custGeom>
                            <a:avLst/>
                            <a:gdLst>
                              <a:gd name="T0" fmla="*/ 1501 w 2969"/>
                              <a:gd name="T1" fmla="*/ 445 h 2417"/>
                              <a:gd name="T2" fmla="*/ 2088 w 2969"/>
                              <a:gd name="T3" fmla="*/ 193 h 2417"/>
                              <a:gd name="T4" fmla="*/ 2707 w 2969"/>
                              <a:gd name="T5" fmla="*/ 412 h 2417"/>
                              <a:gd name="T6" fmla="*/ 2955 w 2969"/>
                              <a:gd name="T7" fmla="*/ 963 h 2417"/>
                              <a:gd name="T8" fmla="*/ 2619 w 2969"/>
                              <a:gd name="T9" fmla="*/ 1578 h 2417"/>
                              <a:gd name="T10" fmla="*/ 1836 w 2969"/>
                              <a:gd name="T11" fmla="*/ 2095 h 2417"/>
                              <a:gd name="T12" fmla="*/ 1437 w 2969"/>
                              <a:gd name="T13" fmla="*/ 2297 h 2417"/>
                              <a:gd name="T14" fmla="*/ 1232 w 2969"/>
                              <a:gd name="T15" fmla="*/ 2417 h 2417"/>
                              <a:gd name="T16" fmla="*/ 547 w 2969"/>
                              <a:gd name="T17" fmla="*/ 1667 h 2417"/>
                              <a:gd name="T18" fmla="*/ 172 w 2969"/>
                              <a:gd name="T19" fmla="*/ 1172 h 2417"/>
                              <a:gd name="T20" fmla="*/ 5 w 2969"/>
                              <a:gd name="T21" fmla="*/ 697 h 2417"/>
                              <a:gd name="T22" fmla="*/ 137 w 2969"/>
                              <a:gd name="T23" fmla="*/ 207 h 2417"/>
                              <a:gd name="T24" fmla="*/ 494 w 2969"/>
                              <a:gd name="T25" fmla="*/ 12 h 2417"/>
                              <a:gd name="T26" fmla="*/ 1047 w 2969"/>
                              <a:gd name="T27" fmla="*/ 82 h 2417"/>
                              <a:gd name="T28" fmla="*/ 1501 w 2969"/>
                              <a:gd name="T29" fmla="*/ 445 h 24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969" h="2417">
                                <a:moveTo>
                                  <a:pt x="1501" y="445"/>
                                </a:moveTo>
                                <a:cubicBezTo>
                                  <a:pt x="1717" y="297"/>
                                  <a:pt x="1887" y="202"/>
                                  <a:pt x="2088" y="193"/>
                                </a:cubicBezTo>
                                <a:cubicBezTo>
                                  <a:pt x="2289" y="184"/>
                                  <a:pt x="2562" y="284"/>
                                  <a:pt x="2707" y="412"/>
                                </a:cubicBezTo>
                                <a:cubicBezTo>
                                  <a:pt x="2852" y="540"/>
                                  <a:pt x="2969" y="765"/>
                                  <a:pt x="2955" y="963"/>
                                </a:cubicBezTo>
                                <a:cubicBezTo>
                                  <a:pt x="2941" y="1161"/>
                                  <a:pt x="2805" y="1389"/>
                                  <a:pt x="2619" y="1578"/>
                                </a:cubicBezTo>
                                <a:cubicBezTo>
                                  <a:pt x="2433" y="1767"/>
                                  <a:pt x="2040" y="1993"/>
                                  <a:pt x="1836" y="2095"/>
                                </a:cubicBezTo>
                                <a:cubicBezTo>
                                  <a:pt x="1632" y="2197"/>
                                  <a:pt x="1538" y="2243"/>
                                  <a:pt x="1437" y="2297"/>
                                </a:cubicBezTo>
                                <a:cubicBezTo>
                                  <a:pt x="1247" y="2382"/>
                                  <a:pt x="1284" y="2413"/>
                                  <a:pt x="1232" y="2417"/>
                                </a:cubicBezTo>
                                <a:cubicBezTo>
                                  <a:pt x="1082" y="2304"/>
                                  <a:pt x="724" y="1874"/>
                                  <a:pt x="547" y="1667"/>
                                </a:cubicBezTo>
                                <a:cubicBezTo>
                                  <a:pt x="370" y="1460"/>
                                  <a:pt x="260" y="1326"/>
                                  <a:pt x="172" y="1172"/>
                                </a:cubicBezTo>
                                <a:cubicBezTo>
                                  <a:pt x="84" y="1018"/>
                                  <a:pt x="10" y="863"/>
                                  <a:pt x="5" y="697"/>
                                </a:cubicBezTo>
                                <a:cubicBezTo>
                                  <a:pt x="0" y="531"/>
                                  <a:pt x="55" y="321"/>
                                  <a:pt x="137" y="207"/>
                                </a:cubicBezTo>
                                <a:cubicBezTo>
                                  <a:pt x="219" y="93"/>
                                  <a:pt x="342" y="24"/>
                                  <a:pt x="494" y="12"/>
                                </a:cubicBezTo>
                                <a:cubicBezTo>
                                  <a:pt x="646" y="0"/>
                                  <a:pt x="879" y="10"/>
                                  <a:pt x="1047" y="82"/>
                                </a:cubicBezTo>
                                <a:cubicBezTo>
                                  <a:pt x="1215" y="154"/>
                                  <a:pt x="1387" y="317"/>
                                  <a:pt x="1501" y="4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Vrije vorm 9" descr="Roze hartvorm"/>
                        <wps:cNvSpPr>
                          <a:spLocks/>
                        </wps:cNvSpPr>
                        <wps:spPr bwMode="auto">
                          <a:xfrm rot="-1800000">
                            <a:off x="8525" y="7610"/>
                            <a:ext cx="523" cy="434"/>
                          </a:xfrm>
                          <a:custGeom>
                            <a:avLst/>
                            <a:gdLst>
                              <a:gd name="T0" fmla="*/ 1501 w 2969"/>
                              <a:gd name="T1" fmla="*/ 445 h 2417"/>
                              <a:gd name="T2" fmla="*/ 2088 w 2969"/>
                              <a:gd name="T3" fmla="*/ 193 h 2417"/>
                              <a:gd name="T4" fmla="*/ 2707 w 2969"/>
                              <a:gd name="T5" fmla="*/ 412 h 2417"/>
                              <a:gd name="T6" fmla="*/ 2955 w 2969"/>
                              <a:gd name="T7" fmla="*/ 963 h 2417"/>
                              <a:gd name="T8" fmla="*/ 2619 w 2969"/>
                              <a:gd name="T9" fmla="*/ 1578 h 2417"/>
                              <a:gd name="T10" fmla="*/ 1836 w 2969"/>
                              <a:gd name="T11" fmla="*/ 2095 h 2417"/>
                              <a:gd name="T12" fmla="*/ 1437 w 2969"/>
                              <a:gd name="T13" fmla="*/ 2297 h 2417"/>
                              <a:gd name="T14" fmla="*/ 1232 w 2969"/>
                              <a:gd name="T15" fmla="*/ 2417 h 2417"/>
                              <a:gd name="T16" fmla="*/ 547 w 2969"/>
                              <a:gd name="T17" fmla="*/ 1667 h 2417"/>
                              <a:gd name="T18" fmla="*/ 172 w 2969"/>
                              <a:gd name="T19" fmla="*/ 1172 h 2417"/>
                              <a:gd name="T20" fmla="*/ 5 w 2969"/>
                              <a:gd name="T21" fmla="*/ 697 h 2417"/>
                              <a:gd name="T22" fmla="*/ 137 w 2969"/>
                              <a:gd name="T23" fmla="*/ 207 h 2417"/>
                              <a:gd name="T24" fmla="*/ 494 w 2969"/>
                              <a:gd name="T25" fmla="*/ 12 h 2417"/>
                              <a:gd name="T26" fmla="*/ 1047 w 2969"/>
                              <a:gd name="T27" fmla="*/ 82 h 2417"/>
                              <a:gd name="T28" fmla="*/ 1501 w 2969"/>
                              <a:gd name="T29" fmla="*/ 445 h 24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969" h="2417">
                                <a:moveTo>
                                  <a:pt x="1501" y="445"/>
                                </a:moveTo>
                                <a:cubicBezTo>
                                  <a:pt x="1717" y="297"/>
                                  <a:pt x="1887" y="202"/>
                                  <a:pt x="2088" y="193"/>
                                </a:cubicBezTo>
                                <a:cubicBezTo>
                                  <a:pt x="2289" y="184"/>
                                  <a:pt x="2562" y="284"/>
                                  <a:pt x="2707" y="412"/>
                                </a:cubicBezTo>
                                <a:cubicBezTo>
                                  <a:pt x="2852" y="540"/>
                                  <a:pt x="2969" y="765"/>
                                  <a:pt x="2955" y="963"/>
                                </a:cubicBezTo>
                                <a:cubicBezTo>
                                  <a:pt x="2941" y="1161"/>
                                  <a:pt x="2805" y="1389"/>
                                  <a:pt x="2619" y="1578"/>
                                </a:cubicBezTo>
                                <a:cubicBezTo>
                                  <a:pt x="2433" y="1767"/>
                                  <a:pt x="2040" y="1993"/>
                                  <a:pt x="1836" y="2095"/>
                                </a:cubicBezTo>
                                <a:cubicBezTo>
                                  <a:pt x="1632" y="2197"/>
                                  <a:pt x="1538" y="2243"/>
                                  <a:pt x="1437" y="2297"/>
                                </a:cubicBezTo>
                                <a:cubicBezTo>
                                  <a:pt x="1247" y="2382"/>
                                  <a:pt x="1284" y="2413"/>
                                  <a:pt x="1232" y="2417"/>
                                </a:cubicBezTo>
                                <a:cubicBezTo>
                                  <a:pt x="1082" y="2304"/>
                                  <a:pt x="724" y="1874"/>
                                  <a:pt x="547" y="1667"/>
                                </a:cubicBezTo>
                                <a:cubicBezTo>
                                  <a:pt x="370" y="1460"/>
                                  <a:pt x="260" y="1326"/>
                                  <a:pt x="172" y="1172"/>
                                </a:cubicBezTo>
                                <a:cubicBezTo>
                                  <a:pt x="84" y="1018"/>
                                  <a:pt x="10" y="863"/>
                                  <a:pt x="5" y="697"/>
                                </a:cubicBezTo>
                                <a:cubicBezTo>
                                  <a:pt x="0" y="531"/>
                                  <a:pt x="55" y="321"/>
                                  <a:pt x="137" y="207"/>
                                </a:cubicBezTo>
                                <a:cubicBezTo>
                                  <a:pt x="219" y="93"/>
                                  <a:pt x="342" y="24"/>
                                  <a:pt x="494" y="12"/>
                                </a:cubicBezTo>
                                <a:cubicBezTo>
                                  <a:pt x="646" y="0"/>
                                  <a:pt x="879" y="10"/>
                                  <a:pt x="1047" y="82"/>
                                </a:cubicBezTo>
                                <a:cubicBezTo>
                                  <a:pt x="1215" y="154"/>
                                  <a:pt x="1387" y="317"/>
                                  <a:pt x="1501" y="4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60000"/>
                              <a:lumOff val="40000"/>
                              <a:alpha val="52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Vrije vorm 10" descr="Roze hartvorm&#10;"/>
                        <wps:cNvSpPr>
                          <a:spLocks/>
                        </wps:cNvSpPr>
                        <wps:spPr bwMode="auto">
                          <a:xfrm rot="2030413">
                            <a:off x="9060" y="7191"/>
                            <a:ext cx="722" cy="599"/>
                          </a:xfrm>
                          <a:custGeom>
                            <a:avLst/>
                            <a:gdLst>
                              <a:gd name="T0" fmla="*/ 1501 w 2969"/>
                              <a:gd name="T1" fmla="*/ 445 h 2417"/>
                              <a:gd name="T2" fmla="*/ 2088 w 2969"/>
                              <a:gd name="T3" fmla="*/ 193 h 2417"/>
                              <a:gd name="T4" fmla="*/ 2707 w 2969"/>
                              <a:gd name="T5" fmla="*/ 412 h 2417"/>
                              <a:gd name="T6" fmla="*/ 2955 w 2969"/>
                              <a:gd name="T7" fmla="*/ 963 h 2417"/>
                              <a:gd name="T8" fmla="*/ 2619 w 2969"/>
                              <a:gd name="T9" fmla="*/ 1578 h 2417"/>
                              <a:gd name="T10" fmla="*/ 1836 w 2969"/>
                              <a:gd name="T11" fmla="*/ 2095 h 2417"/>
                              <a:gd name="T12" fmla="*/ 1437 w 2969"/>
                              <a:gd name="T13" fmla="*/ 2297 h 2417"/>
                              <a:gd name="T14" fmla="*/ 1232 w 2969"/>
                              <a:gd name="T15" fmla="*/ 2417 h 2417"/>
                              <a:gd name="T16" fmla="*/ 547 w 2969"/>
                              <a:gd name="T17" fmla="*/ 1667 h 2417"/>
                              <a:gd name="T18" fmla="*/ 172 w 2969"/>
                              <a:gd name="T19" fmla="*/ 1172 h 2417"/>
                              <a:gd name="T20" fmla="*/ 5 w 2969"/>
                              <a:gd name="T21" fmla="*/ 697 h 2417"/>
                              <a:gd name="T22" fmla="*/ 137 w 2969"/>
                              <a:gd name="T23" fmla="*/ 207 h 2417"/>
                              <a:gd name="T24" fmla="*/ 494 w 2969"/>
                              <a:gd name="T25" fmla="*/ 12 h 2417"/>
                              <a:gd name="T26" fmla="*/ 1047 w 2969"/>
                              <a:gd name="T27" fmla="*/ 82 h 2417"/>
                              <a:gd name="T28" fmla="*/ 1501 w 2969"/>
                              <a:gd name="T29" fmla="*/ 445 h 24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969" h="2417">
                                <a:moveTo>
                                  <a:pt x="1501" y="445"/>
                                </a:moveTo>
                                <a:cubicBezTo>
                                  <a:pt x="1717" y="297"/>
                                  <a:pt x="1887" y="202"/>
                                  <a:pt x="2088" y="193"/>
                                </a:cubicBezTo>
                                <a:cubicBezTo>
                                  <a:pt x="2289" y="184"/>
                                  <a:pt x="2562" y="284"/>
                                  <a:pt x="2707" y="412"/>
                                </a:cubicBezTo>
                                <a:cubicBezTo>
                                  <a:pt x="2852" y="540"/>
                                  <a:pt x="2969" y="765"/>
                                  <a:pt x="2955" y="963"/>
                                </a:cubicBezTo>
                                <a:cubicBezTo>
                                  <a:pt x="2941" y="1161"/>
                                  <a:pt x="2805" y="1389"/>
                                  <a:pt x="2619" y="1578"/>
                                </a:cubicBezTo>
                                <a:cubicBezTo>
                                  <a:pt x="2433" y="1767"/>
                                  <a:pt x="2040" y="1993"/>
                                  <a:pt x="1836" y="2095"/>
                                </a:cubicBezTo>
                                <a:cubicBezTo>
                                  <a:pt x="1632" y="2197"/>
                                  <a:pt x="1538" y="2243"/>
                                  <a:pt x="1437" y="2297"/>
                                </a:cubicBezTo>
                                <a:cubicBezTo>
                                  <a:pt x="1247" y="2382"/>
                                  <a:pt x="1284" y="2413"/>
                                  <a:pt x="1232" y="2417"/>
                                </a:cubicBezTo>
                                <a:cubicBezTo>
                                  <a:pt x="1082" y="2304"/>
                                  <a:pt x="724" y="1874"/>
                                  <a:pt x="547" y="1667"/>
                                </a:cubicBezTo>
                                <a:cubicBezTo>
                                  <a:pt x="370" y="1460"/>
                                  <a:pt x="260" y="1326"/>
                                  <a:pt x="172" y="1172"/>
                                </a:cubicBezTo>
                                <a:cubicBezTo>
                                  <a:pt x="84" y="1018"/>
                                  <a:pt x="10" y="863"/>
                                  <a:pt x="5" y="697"/>
                                </a:cubicBezTo>
                                <a:cubicBezTo>
                                  <a:pt x="0" y="531"/>
                                  <a:pt x="55" y="321"/>
                                  <a:pt x="137" y="207"/>
                                </a:cubicBezTo>
                                <a:cubicBezTo>
                                  <a:pt x="219" y="93"/>
                                  <a:pt x="342" y="24"/>
                                  <a:pt x="494" y="12"/>
                                </a:cubicBezTo>
                                <a:cubicBezTo>
                                  <a:pt x="646" y="0"/>
                                  <a:pt x="879" y="10"/>
                                  <a:pt x="1047" y="82"/>
                                </a:cubicBezTo>
                                <a:cubicBezTo>
                                  <a:pt x="1215" y="154"/>
                                  <a:pt x="1387" y="317"/>
                                  <a:pt x="1501" y="4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60000"/>
                              <a:lumOff val="40000"/>
                              <a:alpha val="52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Vrije vorm 11" descr="Rode hartvorm"/>
                        <wps:cNvSpPr>
                          <a:spLocks/>
                        </wps:cNvSpPr>
                        <wps:spPr bwMode="auto">
                          <a:xfrm rot="-22341119">
                            <a:off x="8234" y="6360"/>
                            <a:ext cx="266" cy="221"/>
                          </a:xfrm>
                          <a:custGeom>
                            <a:avLst/>
                            <a:gdLst>
                              <a:gd name="T0" fmla="*/ 1501 w 2969"/>
                              <a:gd name="T1" fmla="*/ 445 h 2417"/>
                              <a:gd name="T2" fmla="*/ 2088 w 2969"/>
                              <a:gd name="T3" fmla="*/ 193 h 2417"/>
                              <a:gd name="T4" fmla="*/ 2707 w 2969"/>
                              <a:gd name="T5" fmla="*/ 412 h 2417"/>
                              <a:gd name="T6" fmla="*/ 2955 w 2969"/>
                              <a:gd name="T7" fmla="*/ 963 h 2417"/>
                              <a:gd name="T8" fmla="*/ 2619 w 2969"/>
                              <a:gd name="T9" fmla="*/ 1578 h 2417"/>
                              <a:gd name="T10" fmla="*/ 1836 w 2969"/>
                              <a:gd name="T11" fmla="*/ 2095 h 2417"/>
                              <a:gd name="T12" fmla="*/ 1437 w 2969"/>
                              <a:gd name="T13" fmla="*/ 2297 h 2417"/>
                              <a:gd name="T14" fmla="*/ 1232 w 2969"/>
                              <a:gd name="T15" fmla="*/ 2417 h 2417"/>
                              <a:gd name="T16" fmla="*/ 547 w 2969"/>
                              <a:gd name="T17" fmla="*/ 1667 h 2417"/>
                              <a:gd name="T18" fmla="*/ 172 w 2969"/>
                              <a:gd name="T19" fmla="*/ 1172 h 2417"/>
                              <a:gd name="T20" fmla="*/ 5 w 2969"/>
                              <a:gd name="T21" fmla="*/ 697 h 2417"/>
                              <a:gd name="T22" fmla="*/ 137 w 2969"/>
                              <a:gd name="T23" fmla="*/ 207 h 2417"/>
                              <a:gd name="T24" fmla="*/ 494 w 2969"/>
                              <a:gd name="T25" fmla="*/ 12 h 2417"/>
                              <a:gd name="T26" fmla="*/ 1047 w 2969"/>
                              <a:gd name="T27" fmla="*/ 82 h 2417"/>
                              <a:gd name="T28" fmla="*/ 1501 w 2969"/>
                              <a:gd name="T29" fmla="*/ 445 h 24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969" h="2417">
                                <a:moveTo>
                                  <a:pt x="1501" y="445"/>
                                </a:moveTo>
                                <a:cubicBezTo>
                                  <a:pt x="1717" y="297"/>
                                  <a:pt x="1887" y="202"/>
                                  <a:pt x="2088" y="193"/>
                                </a:cubicBezTo>
                                <a:cubicBezTo>
                                  <a:pt x="2289" y="184"/>
                                  <a:pt x="2562" y="284"/>
                                  <a:pt x="2707" y="412"/>
                                </a:cubicBezTo>
                                <a:cubicBezTo>
                                  <a:pt x="2852" y="540"/>
                                  <a:pt x="2969" y="765"/>
                                  <a:pt x="2955" y="963"/>
                                </a:cubicBezTo>
                                <a:cubicBezTo>
                                  <a:pt x="2941" y="1161"/>
                                  <a:pt x="2805" y="1389"/>
                                  <a:pt x="2619" y="1578"/>
                                </a:cubicBezTo>
                                <a:cubicBezTo>
                                  <a:pt x="2433" y="1767"/>
                                  <a:pt x="2040" y="1993"/>
                                  <a:pt x="1836" y="2095"/>
                                </a:cubicBezTo>
                                <a:cubicBezTo>
                                  <a:pt x="1632" y="2197"/>
                                  <a:pt x="1538" y="2243"/>
                                  <a:pt x="1437" y="2297"/>
                                </a:cubicBezTo>
                                <a:cubicBezTo>
                                  <a:pt x="1247" y="2382"/>
                                  <a:pt x="1284" y="2413"/>
                                  <a:pt x="1232" y="2417"/>
                                </a:cubicBezTo>
                                <a:cubicBezTo>
                                  <a:pt x="1082" y="2304"/>
                                  <a:pt x="724" y="1874"/>
                                  <a:pt x="547" y="1667"/>
                                </a:cubicBezTo>
                                <a:cubicBezTo>
                                  <a:pt x="370" y="1460"/>
                                  <a:pt x="260" y="1326"/>
                                  <a:pt x="172" y="1172"/>
                                </a:cubicBezTo>
                                <a:cubicBezTo>
                                  <a:pt x="84" y="1018"/>
                                  <a:pt x="10" y="863"/>
                                  <a:pt x="5" y="697"/>
                                </a:cubicBezTo>
                                <a:cubicBezTo>
                                  <a:pt x="0" y="531"/>
                                  <a:pt x="55" y="321"/>
                                  <a:pt x="137" y="207"/>
                                </a:cubicBezTo>
                                <a:cubicBezTo>
                                  <a:pt x="219" y="93"/>
                                  <a:pt x="342" y="24"/>
                                  <a:pt x="494" y="12"/>
                                </a:cubicBezTo>
                                <a:cubicBezTo>
                                  <a:pt x="646" y="0"/>
                                  <a:pt x="879" y="10"/>
                                  <a:pt x="1047" y="82"/>
                                </a:cubicBezTo>
                                <a:cubicBezTo>
                                  <a:pt x="1215" y="154"/>
                                  <a:pt x="1387" y="317"/>
                                  <a:pt x="1501" y="4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9" name="Groep 18" descr="Hart"/>
                      <wpg:cNvGrpSpPr>
                        <a:grpSpLocks/>
                      </wpg:cNvGrpSpPr>
                      <wpg:grpSpPr bwMode="auto">
                        <a:xfrm>
                          <a:off x="142875" y="180975"/>
                          <a:ext cx="2244725" cy="2442210"/>
                          <a:chOff x="8234" y="6360"/>
                          <a:chExt cx="1548" cy="1684"/>
                        </a:xfrm>
                      </wpg:grpSpPr>
                      <wps:wsp>
                        <wps:cNvPr id="30" name="Vrije vorm 19" descr="Rode hartvorm"/>
                        <wps:cNvSpPr>
                          <a:spLocks/>
                        </wps:cNvSpPr>
                        <wps:spPr bwMode="auto">
                          <a:xfrm rot="-1800000">
                            <a:off x="8234" y="6714"/>
                            <a:ext cx="814" cy="676"/>
                          </a:xfrm>
                          <a:custGeom>
                            <a:avLst/>
                            <a:gdLst>
                              <a:gd name="T0" fmla="*/ 1501 w 2969"/>
                              <a:gd name="T1" fmla="*/ 445 h 2417"/>
                              <a:gd name="T2" fmla="*/ 2088 w 2969"/>
                              <a:gd name="T3" fmla="*/ 193 h 2417"/>
                              <a:gd name="T4" fmla="*/ 2707 w 2969"/>
                              <a:gd name="T5" fmla="*/ 412 h 2417"/>
                              <a:gd name="T6" fmla="*/ 2955 w 2969"/>
                              <a:gd name="T7" fmla="*/ 963 h 2417"/>
                              <a:gd name="T8" fmla="*/ 2619 w 2969"/>
                              <a:gd name="T9" fmla="*/ 1578 h 2417"/>
                              <a:gd name="T10" fmla="*/ 1836 w 2969"/>
                              <a:gd name="T11" fmla="*/ 2095 h 2417"/>
                              <a:gd name="T12" fmla="*/ 1437 w 2969"/>
                              <a:gd name="T13" fmla="*/ 2297 h 2417"/>
                              <a:gd name="T14" fmla="*/ 1232 w 2969"/>
                              <a:gd name="T15" fmla="*/ 2417 h 2417"/>
                              <a:gd name="T16" fmla="*/ 547 w 2969"/>
                              <a:gd name="T17" fmla="*/ 1667 h 2417"/>
                              <a:gd name="T18" fmla="*/ 172 w 2969"/>
                              <a:gd name="T19" fmla="*/ 1172 h 2417"/>
                              <a:gd name="T20" fmla="*/ 5 w 2969"/>
                              <a:gd name="T21" fmla="*/ 697 h 2417"/>
                              <a:gd name="T22" fmla="*/ 137 w 2969"/>
                              <a:gd name="T23" fmla="*/ 207 h 2417"/>
                              <a:gd name="T24" fmla="*/ 494 w 2969"/>
                              <a:gd name="T25" fmla="*/ 12 h 2417"/>
                              <a:gd name="T26" fmla="*/ 1047 w 2969"/>
                              <a:gd name="T27" fmla="*/ 82 h 2417"/>
                              <a:gd name="T28" fmla="*/ 1501 w 2969"/>
                              <a:gd name="T29" fmla="*/ 445 h 24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969" h="2417">
                                <a:moveTo>
                                  <a:pt x="1501" y="445"/>
                                </a:moveTo>
                                <a:cubicBezTo>
                                  <a:pt x="1717" y="297"/>
                                  <a:pt x="1887" y="202"/>
                                  <a:pt x="2088" y="193"/>
                                </a:cubicBezTo>
                                <a:cubicBezTo>
                                  <a:pt x="2289" y="184"/>
                                  <a:pt x="2562" y="284"/>
                                  <a:pt x="2707" y="412"/>
                                </a:cubicBezTo>
                                <a:cubicBezTo>
                                  <a:pt x="2852" y="540"/>
                                  <a:pt x="2969" y="765"/>
                                  <a:pt x="2955" y="963"/>
                                </a:cubicBezTo>
                                <a:cubicBezTo>
                                  <a:pt x="2941" y="1161"/>
                                  <a:pt x="2805" y="1389"/>
                                  <a:pt x="2619" y="1578"/>
                                </a:cubicBezTo>
                                <a:cubicBezTo>
                                  <a:pt x="2433" y="1767"/>
                                  <a:pt x="2040" y="1993"/>
                                  <a:pt x="1836" y="2095"/>
                                </a:cubicBezTo>
                                <a:cubicBezTo>
                                  <a:pt x="1632" y="2197"/>
                                  <a:pt x="1538" y="2243"/>
                                  <a:pt x="1437" y="2297"/>
                                </a:cubicBezTo>
                                <a:cubicBezTo>
                                  <a:pt x="1247" y="2382"/>
                                  <a:pt x="1284" y="2413"/>
                                  <a:pt x="1232" y="2417"/>
                                </a:cubicBezTo>
                                <a:cubicBezTo>
                                  <a:pt x="1082" y="2304"/>
                                  <a:pt x="724" y="1874"/>
                                  <a:pt x="547" y="1667"/>
                                </a:cubicBezTo>
                                <a:cubicBezTo>
                                  <a:pt x="370" y="1460"/>
                                  <a:pt x="260" y="1326"/>
                                  <a:pt x="172" y="1172"/>
                                </a:cubicBezTo>
                                <a:cubicBezTo>
                                  <a:pt x="84" y="1018"/>
                                  <a:pt x="10" y="863"/>
                                  <a:pt x="5" y="697"/>
                                </a:cubicBezTo>
                                <a:cubicBezTo>
                                  <a:pt x="0" y="531"/>
                                  <a:pt x="55" y="321"/>
                                  <a:pt x="137" y="207"/>
                                </a:cubicBezTo>
                                <a:cubicBezTo>
                                  <a:pt x="219" y="93"/>
                                  <a:pt x="342" y="24"/>
                                  <a:pt x="494" y="12"/>
                                </a:cubicBezTo>
                                <a:cubicBezTo>
                                  <a:pt x="646" y="0"/>
                                  <a:pt x="879" y="10"/>
                                  <a:pt x="1047" y="82"/>
                                </a:cubicBezTo>
                                <a:cubicBezTo>
                                  <a:pt x="1215" y="154"/>
                                  <a:pt x="1387" y="317"/>
                                  <a:pt x="1501" y="4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Vrije vorm 20" descr="Rode hartvorm"/>
                        <wps:cNvSpPr>
                          <a:spLocks/>
                        </wps:cNvSpPr>
                        <wps:spPr bwMode="auto">
                          <a:xfrm>
                            <a:off x="9048" y="6360"/>
                            <a:ext cx="551" cy="457"/>
                          </a:xfrm>
                          <a:custGeom>
                            <a:avLst/>
                            <a:gdLst>
                              <a:gd name="T0" fmla="*/ 1501 w 2969"/>
                              <a:gd name="T1" fmla="*/ 445 h 2417"/>
                              <a:gd name="T2" fmla="*/ 2088 w 2969"/>
                              <a:gd name="T3" fmla="*/ 193 h 2417"/>
                              <a:gd name="T4" fmla="*/ 2707 w 2969"/>
                              <a:gd name="T5" fmla="*/ 412 h 2417"/>
                              <a:gd name="T6" fmla="*/ 2955 w 2969"/>
                              <a:gd name="T7" fmla="*/ 963 h 2417"/>
                              <a:gd name="T8" fmla="*/ 2619 w 2969"/>
                              <a:gd name="T9" fmla="*/ 1578 h 2417"/>
                              <a:gd name="T10" fmla="*/ 1836 w 2969"/>
                              <a:gd name="T11" fmla="*/ 2095 h 2417"/>
                              <a:gd name="T12" fmla="*/ 1437 w 2969"/>
                              <a:gd name="T13" fmla="*/ 2297 h 2417"/>
                              <a:gd name="T14" fmla="*/ 1232 w 2969"/>
                              <a:gd name="T15" fmla="*/ 2417 h 2417"/>
                              <a:gd name="T16" fmla="*/ 547 w 2969"/>
                              <a:gd name="T17" fmla="*/ 1667 h 2417"/>
                              <a:gd name="T18" fmla="*/ 172 w 2969"/>
                              <a:gd name="T19" fmla="*/ 1172 h 2417"/>
                              <a:gd name="T20" fmla="*/ 5 w 2969"/>
                              <a:gd name="T21" fmla="*/ 697 h 2417"/>
                              <a:gd name="T22" fmla="*/ 137 w 2969"/>
                              <a:gd name="T23" fmla="*/ 207 h 2417"/>
                              <a:gd name="T24" fmla="*/ 494 w 2969"/>
                              <a:gd name="T25" fmla="*/ 12 h 2417"/>
                              <a:gd name="T26" fmla="*/ 1047 w 2969"/>
                              <a:gd name="T27" fmla="*/ 82 h 2417"/>
                              <a:gd name="T28" fmla="*/ 1501 w 2969"/>
                              <a:gd name="T29" fmla="*/ 445 h 24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969" h="2417">
                                <a:moveTo>
                                  <a:pt x="1501" y="445"/>
                                </a:moveTo>
                                <a:cubicBezTo>
                                  <a:pt x="1717" y="297"/>
                                  <a:pt x="1887" y="202"/>
                                  <a:pt x="2088" y="193"/>
                                </a:cubicBezTo>
                                <a:cubicBezTo>
                                  <a:pt x="2289" y="184"/>
                                  <a:pt x="2562" y="284"/>
                                  <a:pt x="2707" y="412"/>
                                </a:cubicBezTo>
                                <a:cubicBezTo>
                                  <a:pt x="2852" y="540"/>
                                  <a:pt x="2969" y="765"/>
                                  <a:pt x="2955" y="963"/>
                                </a:cubicBezTo>
                                <a:cubicBezTo>
                                  <a:pt x="2941" y="1161"/>
                                  <a:pt x="2805" y="1389"/>
                                  <a:pt x="2619" y="1578"/>
                                </a:cubicBezTo>
                                <a:cubicBezTo>
                                  <a:pt x="2433" y="1767"/>
                                  <a:pt x="2040" y="1993"/>
                                  <a:pt x="1836" y="2095"/>
                                </a:cubicBezTo>
                                <a:cubicBezTo>
                                  <a:pt x="1632" y="2197"/>
                                  <a:pt x="1538" y="2243"/>
                                  <a:pt x="1437" y="2297"/>
                                </a:cubicBezTo>
                                <a:cubicBezTo>
                                  <a:pt x="1247" y="2382"/>
                                  <a:pt x="1284" y="2413"/>
                                  <a:pt x="1232" y="2417"/>
                                </a:cubicBezTo>
                                <a:cubicBezTo>
                                  <a:pt x="1082" y="2304"/>
                                  <a:pt x="724" y="1874"/>
                                  <a:pt x="547" y="1667"/>
                                </a:cubicBezTo>
                                <a:cubicBezTo>
                                  <a:pt x="370" y="1460"/>
                                  <a:pt x="260" y="1326"/>
                                  <a:pt x="172" y="1172"/>
                                </a:cubicBezTo>
                                <a:cubicBezTo>
                                  <a:pt x="84" y="1018"/>
                                  <a:pt x="10" y="863"/>
                                  <a:pt x="5" y="697"/>
                                </a:cubicBezTo>
                                <a:cubicBezTo>
                                  <a:pt x="0" y="531"/>
                                  <a:pt x="55" y="321"/>
                                  <a:pt x="137" y="207"/>
                                </a:cubicBezTo>
                                <a:cubicBezTo>
                                  <a:pt x="219" y="93"/>
                                  <a:pt x="342" y="24"/>
                                  <a:pt x="494" y="12"/>
                                </a:cubicBezTo>
                                <a:cubicBezTo>
                                  <a:pt x="646" y="0"/>
                                  <a:pt x="879" y="10"/>
                                  <a:pt x="1047" y="82"/>
                                </a:cubicBezTo>
                                <a:cubicBezTo>
                                  <a:pt x="1215" y="154"/>
                                  <a:pt x="1387" y="317"/>
                                  <a:pt x="1501" y="4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Vrije vorm 21" descr="Roze hartvorm"/>
                        <wps:cNvSpPr>
                          <a:spLocks/>
                        </wps:cNvSpPr>
                        <wps:spPr bwMode="auto">
                          <a:xfrm rot="-1800000">
                            <a:off x="8525" y="7610"/>
                            <a:ext cx="523" cy="434"/>
                          </a:xfrm>
                          <a:custGeom>
                            <a:avLst/>
                            <a:gdLst>
                              <a:gd name="T0" fmla="*/ 1501 w 2969"/>
                              <a:gd name="T1" fmla="*/ 445 h 2417"/>
                              <a:gd name="T2" fmla="*/ 2088 w 2969"/>
                              <a:gd name="T3" fmla="*/ 193 h 2417"/>
                              <a:gd name="T4" fmla="*/ 2707 w 2969"/>
                              <a:gd name="T5" fmla="*/ 412 h 2417"/>
                              <a:gd name="T6" fmla="*/ 2955 w 2969"/>
                              <a:gd name="T7" fmla="*/ 963 h 2417"/>
                              <a:gd name="T8" fmla="*/ 2619 w 2969"/>
                              <a:gd name="T9" fmla="*/ 1578 h 2417"/>
                              <a:gd name="T10" fmla="*/ 1836 w 2969"/>
                              <a:gd name="T11" fmla="*/ 2095 h 2417"/>
                              <a:gd name="T12" fmla="*/ 1437 w 2969"/>
                              <a:gd name="T13" fmla="*/ 2297 h 2417"/>
                              <a:gd name="T14" fmla="*/ 1232 w 2969"/>
                              <a:gd name="T15" fmla="*/ 2417 h 2417"/>
                              <a:gd name="T16" fmla="*/ 547 w 2969"/>
                              <a:gd name="T17" fmla="*/ 1667 h 2417"/>
                              <a:gd name="T18" fmla="*/ 172 w 2969"/>
                              <a:gd name="T19" fmla="*/ 1172 h 2417"/>
                              <a:gd name="T20" fmla="*/ 5 w 2969"/>
                              <a:gd name="T21" fmla="*/ 697 h 2417"/>
                              <a:gd name="T22" fmla="*/ 137 w 2969"/>
                              <a:gd name="T23" fmla="*/ 207 h 2417"/>
                              <a:gd name="T24" fmla="*/ 494 w 2969"/>
                              <a:gd name="T25" fmla="*/ 12 h 2417"/>
                              <a:gd name="T26" fmla="*/ 1047 w 2969"/>
                              <a:gd name="T27" fmla="*/ 82 h 2417"/>
                              <a:gd name="T28" fmla="*/ 1501 w 2969"/>
                              <a:gd name="T29" fmla="*/ 445 h 24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969" h="2417">
                                <a:moveTo>
                                  <a:pt x="1501" y="445"/>
                                </a:moveTo>
                                <a:cubicBezTo>
                                  <a:pt x="1717" y="297"/>
                                  <a:pt x="1887" y="202"/>
                                  <a:pt x="2088" y="193"/>
                                </a:cubicBezTo>
                                <a:cubicBezTo>
                                  <a:pt x="2289" y="184"/>
                                  <a:pt x="2562" y="284"/>
                                  <a:pt x="2707" y="412"/>
                                </a:cubicBezTo>
                                <a:cubicBezTo>
                                  <a:pt x="2852" y="540"/>
                                  <a:pt x="2969" y="765"/>
                                  <a:pt x="2955" y="963"/>
                                </a:cubicBezTo>
                                <a:cubicBezTo>
                                  <a:pt x="2941" y="1161"/>
                                  <a:pt x="2805" y="1389"/>
                                  <a:pt x="2619" y="1578"/>
                                </a:cubicBezTo>
                                <a:cubicBezTo>
                                  <a:pt x="2433" y="1767"/>
                                  <a:pt x="2040" y="1993"/>
                                  <a:pt x="1836" y="2095"/>
                                </a:cubicBezTo>
                                <a:cubicBezTo>
                                  <a:pt x="1632" y="2197"/>
                                  <a:pt x="1538" y="2243"/>
                                  <a:pt x="1437" y="2297"/>
                                </a:cubicBezTo>
                                <a:cubicBezTo>
                                  <a:pt x="1247" y="2382"/>
                                  <a:pt x="1284" y="2413"/>
                                  <a:pt x="1232" y="2417"/>
                                </a:cubicBezTo>
                                <a:cubicBezTo>
                                  <a:pt x="1082" y="2304"/>
                                  <a:pt x="724" y="1874"/>
                                  <a:pt x="547" y="1667"/>
                                </a:cubicBezTo>
                                <a:cubicBezTo>
                                  <a:pt x="370" y="1460"/>
                                  <a:pt x="260" y="1326"/>
                                  <a:pt x="172" y="1172"/>
                                </a:cubicBezTo>
                                <a:cubicBezTo>
                                  <a:pt x="84" y="1018"/>
                                  <a:pt x="10" y="863"/>
                                  <a:pt x="5" y="697"/>
                                </a:cubicBezTo>
                                <a:cubicBezTo>
                                  <a:pt x="0" y="531"/>
                                  <a:pt x="55" y="321"/>
                                  <a:pt x="137" y="207"/>
                                </a:cubicBezTo>
                                <a:cubicBezTo>
                                  <a:pt x="219" y="93"/>
                                  <a:pt x="342" y="24"/>
                                  <a:pt x="494" y="12"/>
                                </a:cubicBezTo>
                                <a:cubicBezTo>
                                  <a:pt x="646" y="0"/>
                                  <a:pt x="879" y="10"/>
                                  <a:pt x="1047" y="82"/>
                                </a:cubicBezTo>
                                <a:cubicBezTo>
                                  <a:pt x="1215" y="154"/>
                                  <a:pt x="1387" y="317"/>
                                  <a:pt x="1501" y="4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100000"/>
                              <a:lumOff val="0"/>
                              <a:alpha val="52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Vrije vorm 22" descr="Roze hartvorm"/>
                        <wps:cNvSpPr>
                          <a:spLocks/>
                        </wps:cNvSpPr>
                        <wps:spPr bwMode="auto">
                          <a:xfrm rot="2030413">
                            <a:off x="9060" y="7191"/>
                            <a:ext cx="722" cy="599"/>
                          </a:xfrm>
                          <a:custGeom>
                            <a:avLst/>
                            <a:gdLst>
                              <a:gd name="T0" fmla="*/ 1501 w 2969"/>
                              <a:gd name="T1" fmla="*/ 445 h 2417"/>
                              <a:gd name="T2" fmla="*/ 2088 w 2969"/>
                              <a:gd name="T3" fmla="*/ 193 h 2417"/>
                              <a:gd name="T4" fmla="*/ 2707 w 2969"/>
                              <a:gd name="T5" fmla="*/ 412 h 2417"/>
                              <a:gd name="T6" fmla="*/ 2955 w 2969"/>
                              <a:gd name="T7" fmla="*/ 963 h 2417"/>
                              <a:gd name="T8" fmla="*/ 2619 w 2969"/>
                              <a:gd name="T9" fmla="*/ 1578 h 2417"/>
                              <a:gd name="T10" fmla="*/ 1836 w 2969"/>
                              <a:gd name="T11" fmla="*/ 2095 h 2417"/>
                              <a:gd name="T12" fmla="*/ 1437 w 2969"/>
                              <a:gd name="T13" fmla="*/ 2297 h 2417"/>
                              <a:gd name="T14" fmla="*/ 1232 w 2969"/>
                              <a:gd name="T15" fmla="*/ 2417 h 2417"/>
                              <a:gd name="T16" fmla="*/ 547 w 2969"/>
                              <a:gd name="T17" fmla="*/ 1667 h 2417"/>
                              <a:gd name="T18" fmla="*/ 172 w 2969"/>
                              <a:gd name="T19" fmla="*/ 1172 h 2417"/>
                              <a:gd name="T20" fmla="*/ 5 w 2969"/>
                              <a:gd name="T21" fmla="*/ 697 h 2417"/>
                              <a:gd name="T22" fmla="*/ 137 w 2969"/>
                              <a:gd name="T23" fmla="*/ 207 h 2417"/>
                              <a:gd name="T24" fmla="*/ 494 w 2969"/>
                              <a:gd name="T25" fmla="*/ 12 h 2417"/>
                              <a:gd name="T26" fmla="*/ 1047 w 2969"/>
                              <a:gd name="T27" fmla="*/ 82 h 2417"/>
                              <a:gd name="T28" fmla="*/ 1501 w 2969"/>
                              <a:gd name="T29" fmla="*/ 445 h 24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969" h="2417">
                                <a:moveTo>
                                  <a:pt x="1501" y="445"/>
                                </a:moveTo>
                                <a:cubicBezTo>
                                  <a:pt x="1717" y="297"/>
                                  <a:pt x="1887" y="202"/>
                                  <a:pt x="2088" y="193"/>
                                </a:cubicBezTo>
                                <a:cubicBezTo>
                                  <a:pt x="2289" y="184"/>
                                  <a:pt x="2562" y="284"/>
                                  <a:pt x="2707" y="412"/>
                                </a:cubicBezTo>
                                <a:cubicBezTo>
                                  <a:pt x="2852" y="540"/>
                                  <a:pt x="2969" y="765"/>
                                  <a:pt x="2955" y="963"/>
                                </a:cubicBezTo>
                                <a:cubicBezTo>
                                  <a:pt x="2941" y="1161"/>
                                  <a:pt x="2805" y="1389"/>
                                  <a:pt x="2619" y="1578"/>
                                </a:cubicBezTo>
                                <a:cubicBezTo>
                                  <a:pt x="2433" y="1767"/>
                                  <a:pt x="2040" y="1993"/>
                                  <a:pt x="1836" y="2095"/>
                                </a:cubicBezTo>
                                <a:cubicBezTo>
                                  <a:pt x="1632" y="2197"/>
                                  <a:pt x="1538" y="2243"/>
                                  <a:pt x="1437" y="2297"/>
                                </a:cubicBezTo>
                                <a:cubicBezTo>
                                  <a:pt x="1247" y="2382"/>
                                  <a:pt x="1284" y="2413"/>
                                  <a:pt x="1232" y="2417"/>
                                </a:cubicBezTo>
                                <a:cubicBezTo>
                                  <a:pt x="1082" y="2304"/>
                                  <a:pt x="724" y="1874"/>
                                  <a:pt x="547" y="1667"/>
                                </a:cubicBezTo>
                                <a:cubicBezTo>
                                  <a:pt x="370" y="1460"/>
                                  <a:pt x="260" y="1326"/>
                                  <a:pt x="172" y="1172"/>
                                </a:cubicBezTo>
                                <a:cubicBezTo>
                                  <a:pt x="84" y="1018"/>
                                  <a:pt x="10" y="863"/>
                                  <a:pt x="5" y="697"/>
                                </a:cubicBezTo>
                                <a:cubicBezTo>
                                  <a:pt x="0" y="531"/>
                                  <a:pt x="55" y="321"/>
                                  <a:pt x="137" y="207"/>
                                </a:cubicBezTo>
                                <a:cubicBezTo>
                                  <a:pt x="219" y="93"/>
                                  <a:pt x="342" y="24"/>
                                  <a:pt x="494" y="12"/>
                                </a:cubicBezTo>
                                <a:cubicBezTo>
                                  <a:pt x="646" y="0"/>
                                  <a:pt x="879" y="10"/>
                                  <a:pt x="1047" y="82"/>
                                </a:cubicBezTo>
                                <a:cubicBezTo>
                                  <a:pt x="1215" y="154"/>
                                  <a:pt x="1387" y="317"/>
                                  <a:pt x="1501" y="4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100000"/>
                              <a:lumOff val="0"/>
                              <a:alpha val="52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Vrije vorm 23" descr="Rode hartvorm"/>
                        <wps:cNvSpPr>
                          <a:spLocks/>
                        </wps:cNvSpPr>
                        <wps:spPr bwMode="auto">
                          <a:xfrm rot="-22341119">
                            <a:off x="8234" y="6360"/>
                            <a:ext cx="266" cy="221"/>
                          </a:xfrm>
                          <a:custGeom>
                            <a:avLst/>
                            <a:gdLst>
                              <a:gd name="T0" fmla="*/ 1501 w 2969"/>
                              <a:gd name="T1" fmla="*/ 445 h 2417"/>
                              <a:gd name="T2" fmla="*/ 2088 w 2969"/>
                              <a:gd name="T3" fmla="*/ 193 h 2417"/>
                              <a:gd name="T4" fmla="*/ 2707 w 2969"/>
                              <a:gd name="T5" fmla="*/ 412 h 2417"/>
                              <a:gd name="T6" fmla="*/ 2955 w 2969"/>
                              <a:gd name="T7" fmla="*/ 963 h 2417"/>
                              <a:gd name="T8" fmla="*/ 2619 w 2969"/>
                              <a:gd name="T9" fmla="*/ 1578 h 2417"/>
                              <a:gd name="T10" fmla="*/ 1836 w 2969"/>
                              <a:gd name="T11" fmla="*/ 2095 h 2417"/>
                              <a:gd name="T12" fmla="*/ 1437 w 2969"/>
                              <a:gd name="T13" fmla="*/ 2297 h 2417"/>
                              <a:gd name="T14" fmla="*/ 1232 w 2969"/>
                              <a:gd name="T15" fmla="*/ 2417 h 2417"/>
                              <a:gd name="T16" fmla="*/ 547 w 2969"/>
                              <a:gd name="T17" fmla="*/ 1667 h 2417"/>
                              <a:gd name="T18" fmla="*/ 172 w 2969"/>
                              <a:gd name="T19" fmla="*/ 1172 h 2417"/>
                              <a:gd name="T20" fmla="*/ 5 w 2969"/>
                              <a:gd name="T21" fmla="*/ 697 h 2417"/>
                              <a:gd name="T22" fmla="*/ 137 w 2969"/>
                              <a:gd name="T23" fmla="*/ 207 h 2417"/>
                              <a:gd name="T24" fmla="*/ 494 w 2969"/>
                              <a:gd name="T25" fmla="*/ 12 h 2417"/>
                              <a:gd name="T26" fmla="*/ 1047 w 2969"/>
                              <a:gd name="T27" fmla="*/ 82 h 2417"/>
                              <a:gd name="T28" fmla="*/ 1501 w 2969"/>
                              <a:gd name="T29" fmla="*/ 445 h 24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969" h="2417">
                                <a:moveTo>
                                  <a:pt x="1501" y="445"/>
                                </a:moveTo>
                                <a:cubicBezTo>
                                  <a:pt x="1717" y="297"/>
                                  <a:pt x="1887" y="202"/>
                                  <a:pt x="2088" y="193"/>
                                </a:cubicBezTo>
                                <a:cubicBezTo>
                                  <a:pt x="2289" y="184"/>
                                  <a:pt x="2562" y="284"/>
                                  <a:pt x="2707" y="412"/>
                                </a:cubicBezTo>
                                <a:cubicBezTo>
                                  <a:pt x="2852" y="540"/>
                                  <a:pt x="2969" y="765"/>
                                  <a:pt x="2955" y="963"/>
                                </a:cubicBezTo>
                                <a:cubicBezTo>
                                  <a:pt x="2941" y="1161"/>
                                  <a:pt x="2805" y="1389"/>
                                  <a:pt x="2619" y="1578"/>
                                </a:cubicBezTo>
                                <a:cubicBezTo>
                                  <a:pt x="2433" y="1767"/>
                                  <a:pt x="2040" y="1993"/>
                                  <a:pt x="1836" y="2095"/>
                                </a:cubicBezTo>
                                <a:cubicBezTo>
                                  <a:pt x="1632" y="2197"/>
                                  <a:pt x="1538" y="2243"/>
                                  <a:pt x="1437" y="2297"/>
                                </a:cubicBezTo>
                                <a:cubicBezTo>
                                  <a:pt x="1247" y="2382"/>
                                  <a:pt x="1284" y="2413"/>
                                  <a:pt x="1232" y="2417"/>
                                </a:cubicBezTo>
                                <a:cubicBezTo>
                                  <a:pt x="1082" y="2304"/>
                                  <a:pt x="724" y="1874"/>
                                  <a:pt x="547" y="1667"/>
                                </a:cubicBezTo>
                                <a:cubicBezTo>
                                  <a:pt x="370" y="1460"/>
                                  <a:pt x="260" y="1326"/>
                                  <a:pt x="172" y="1172"/>
                                </a:cubicBezTo>
                                <a:cubicBezTo>
                                  <a:pt x="84" y="1018"/>
                                  <a:pt x="10" y="863"/>
                                  <a:pt x="5" y="697"/>
                                </a:cubicBezTo>
                                <a:cubicBezTo>
                                  <a:pt x="0" y="531"/>
                                  <a:pt x="55" y="321"/>
                                  <a:pt x="137" y="207"/>
                                </a:cubicBezTo>
                                <a:cubicBezTo>
                                  <a:pt x="219" y="93"/>
                                  <a:pt x="342" y="24"/>
                                  <a:pt x="494" y="12"/>
                                </a:cubicBezTo>
                                <a:cubicBezTo>
                                  <a:pt x="646" y="0"/>
                                  <a:pt x="879" y="10"/>
                                  <a:pt x="1047" y="82"/>
                                </a:cubicBezTo>
                                <a:cubicBezTo>
                                  <a:pt x="1215" y="154"/>
                                  <a:pt x="1387" y="317"/>
                                  <a:pt x="1501" y="4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5" name="Groep 24" descr="Hart"/>
                      <wpg:cNvGrpSpPr>
                        <a:grpSpLocks/>
                      </wpg:cNvGrpSpPr>
                      <wpg:grpSpPr bwMode="auto">
                        <a:xfrm>
                          <a:off x="771525" y="7515225"/>
                          <a:ext cx="1120140" cy="1218565"/>
                          <a:chOff x="8234" y="6360"/>
                          <a:chExt cx="1548" cy="1684"/>
                        </a:xfrm>
                      </wpg:grpSpPr>
                      <wps:wsp>
                        <wps:cNvPr id="36" name="Vrije vorm 25" descr="Rode hartvorm"/>
                        <wps:cNvSpPr>
                          <a:spLocks/>
                        </wps:cNvSpPr>
                        <wps:spPr bwMode="auto">
                          <a:xfrm rot="-1800000">
                            <a:off x="8234" y="6714"/>
                            <a:ext cx="814" cy="676"/>
                          </a:xfrm>
                          <a:custGeom>
                            <a:avLst/>
                            <a:gdLst>
                              <a:gd name="T0" fmla="*/ 1501 w 2969"/>
                              <a:gd name="T1" fmla="*/ 445 h 2417"/>
                              <a:gd name="T2" fmla="*/ 2088 w 2969"/>
                              <a:gd name="T3" fmla="*/ 193 h 2417"/>
                              <a:gd name="T4" fmla="*/ 2707 w 2969"/>
                              <a:gd name="T5" fmla="*/ 412 h 2417"/>
                              <a:gd name="T6" fmla="*/ 2955 w 2969"/>
                              <a:gd name="T7" fmla="*/ 963 h 2417"/>
                              <a:gd name="T8" fmla="*/ 2619 w 2969"/>
                              <a:gd name="T9" fmla="*/ 1578 h 2417"/>
                              <a:gd name="T10" fmla="*/ 1836 w 2969"/>
                              <a:gd name="T11" fmla="*/ 2095 h 2417"/>
                              <a:gd name="T12" fmla="*/ 1437 w 2969"/>
                              <a:gd name="T13" fmla="*/ 2297 h 2417"/>
                              <a:gd name="T14" fmla="*/ 1232 w 2969"/>
                              <a:gd name="T15" fmla="*/ 2417 h 2417"/>
                              <a:gd name="T16" fmla="*/ 547 w 2969"/>
                              <a:gd name="T17" fmla="*/ 1667 h 2417"/>
                              <a:gd name="T18" fmla="*/ 172 w 2969"/>
                              <a:gd name="T19" fmla="*/ 1172 h 2417"/>
                              <a:gd name="T20" fmla="*/ 5 w 2969"/>
                              <a:gd name="T21" fmla="*/ 697 h 2417"/>
                              <a:gd name="T22" fmla="*/ 137 w 2969"/>
                              <a:gd name="T23" fmla="*/ 207 h 2417"/>
                              <a:gd name="T24" fmla="*/ 494 w 2969"/>
                              <a:gd name="T25" fmla="*/ 12 h 2417"/>
                              <a:gd name="T26" fmla="*/ 1047 w 2969"/>
                              <a:gd name="T27" fmla="*/ 82 h 2417"/>
                              <a:gd name="T28" fmla="*/ 1501 w 2969"/>
                              <a:gd name="T29" fmla="*/ 445 h 24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969" h="2417">
                                <a:moveTo>
                                  <a:pt x="1501" y="445"/>
                                </a:moveTo>
                                <a:cubicBezTo>
                                  <a:pt x="1717" y="297"/>
                                  <a:pt x="1887" y="202"/>
                                  <a:pt x="2088" y="193"/>
                                </a:cubicBezTo>
                                <a:cubicBezTo>
                                  <a:pt x="2289" y="184"/>
                                  <a:pt x="2562" y="284"/>
                                  <a:pt x="2707" y="412"/>
                                </a:cubicBezTo>
                                <a:cubicBezTo>
                                  <a:pt x="2852" y="540"/>
                                  <a:pt x="2969" y="765"/>
                                  <a:pt x="2955" y="963"/>
                                </a:cubicBezTo>
                                <a:cubicBezTo>
                                  <a:pt x="2941" y="1161"/>
                                  <a:pt x="2805" y="1389"/>
                                  <a:pt x="2619" y="1578"/>
                                </a:cubicBezTo>
                                <a:cubicBezTo>
                                  <a:pt x="2433" y="1767"/>
                                  <a:pt x="2040" y="1993"/>
                                  <a:pt x="1836" y="2095"/>
                                </a:cubicBezTo>
                                <a:cubicBezTo>
                                  <a:pt x="1632" y="2197"/>
                                  <a:pt x="1538" y="2243"/>
                                  <a:pt x="1437" y="2297"/>
                                </a:cubicBezTo>
                                <a:cubicBezTo>
                                  <a:pt x="1247" y="2382"/>
                                  <a:pt x="1284" y="2413"/>
                                  <a:pt x="1232" y="2417"/>
                                </a:cubicBezTo>
                                <a:cubicBezTo>
                                  <a:pt x="1082" y="2304"/>
                                  <a:pt x="724" y="1874"/>
                                  <a:pt x="547" y="1667"/>
                                </a:cubicBezTo>
                                <a:cubicBezTo>
                                  <a:pt x="370" y="1460"/>
                                  <a:pt x="260" y="1326"/>
                                  <a:pt x="172" y="1172"/>
                                </a:cubicBezTo>
                                <a:cubicBezTo>
                                  <a:pt x="84" y="1018"/>
                                  <a:pt x="10" y="863"/>
                                  <a:pt x="5" y="697"/>
                                </a:cubicBezTo>
                                <a:cubicBezTo>
                                  <a:pt x="0" y="531"/>
                                  <a:pt x="55" y="321"/>
                                  <a:pt x="137" y="207"/>
                                </a:cubicBezTo>
                                <a:cubicBezTo>
                                  <a:pt x="219" y="93"/>
                                  <a:pt x="342" y="24"/>
                                  <a:pt x="494" y="12"/>
                                </a:cubicBezTo>
                                <a:cubicBezTo>
                                  <a:pt x="646" y="0"/>
                                  <a:pt x="879" y="10"/>
                                  <a:pt x="1047" y="82"/>
                                </a:cubicBezTo>
                                <a:cubicBezTo>
                                  <a:pt x="1215" y="154"/>
                                  <a:pt x="1387" y="317"/>
                                  <a:pt x="1501" y="4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Vrije vorm 26" descr="Rode hartvorm"/>
                        <wps:cNvSpPr>
                          <a:spLocks/>
                        </wps:cNvSpPr>
                        <wps:spPr bwMode="auto">
                          <a:xfrm>
                            <a:off x="9048" y="6360"/>
                            <a:ext cx="551" cy="457"/>
                          </a:xfrm>
                          <a:custGeom>
                            <a:avLst/>
                            <a:gdLst>
                              <a:gd name="T0" fmla="*/ 1501 w 2969"/>
                              <a:gd name="T1" fmla="*/ 445 h 2417"/>
                              <a:gd name="T2" fmla="*/ 2088 w 2969"/>
                              <a:gd name="T3" fmla="*/ 193 h 2417"/>
                              <a:gd name="T4" fmla="*/ 2707 w 2969"/>
                              <a:gd name="T5" fmla="*/ 412 h 2417"/>
                              <a:gd name="T6" fmla="*/ 2955 w 2969"/>
                              <a:gd name="T7" fmla="*/ 963 h 2417"/>
                              <a:gd name="T8" fmla="*/ 2619 w 2969"/>
                              <a:gd name="T9" fmla="*/ 1578 h 2417"/>
                              <a:gd name="T10" fmla="*/ 1836 w 2969"/>
                              <a:gd name="T11" fmla="*/ 2095 h 2417"/>
                              <a:gd name="T12" fmla="*/ 1437 w 2969"/>
                              <a:gd name="T13" fmla="*/ 2297 h 2417"/>
                              <a:gd name="T14" fmla="*/ 1232 w 2969"/>
                              <a:gd name="T15" fmla="*/ 2417 h 2417"/>
                              <a:gd name="T16" fmla="*/ 547 w 2969"/>
                              <a:gd name="T17" fmla="*/ 1667 h 2417"/>
                              <a:gd name="T18" fmla="*/ 172 w 2969"/>
                              <a:gd name="T19" fmla="*/ 1172 h 2417"/>
                              <a:gd name="T20" fmla="*/ 5 w 2969"/>
                              <a:gd name="T21" fmla="*/ 697 h 2417"/>
                              <a:gd name="T22" fmla="*/ 137 w 2969"/>
                              <a:gd name="T23" fmla="*/ 207 h 2417"/>
                              <a:gd name="T24" fmla="*/ 494 w 2969"/>
                              <a:gd name="T25" fmla="*/ 12 h 2417"/>
                              <a:gd name="T26" fmla="*/ 1047 w 2969"/>
                              <a:gd name="T27" fmla="*/ 82 h 2417"/>
                              <a:gd name="T28" fmla="*/ 1501 w 2969"/>
                              <a:gd name="T29" fmla="*/ 445 h 24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969" h="2417">
                                <a:moveTo>
                                  <a:pt x="1501" y="445"/>
                                </a:moveTo>
                                <a:cubicBezTo>
                                  <a:pt x="1717" y="297"/>
                                  <a:pt x="1887" y="202"/>
                                  <a:pt x="2088" y="193"/>
                                </a:cubicBezTo>
                                <a:cubicBezTo>
                                  <a:pt x="2289" y="184"/>
                                  <a:pt x="2562" y="284"/>
                                  <a:pt x="2707" y="412"/>
                                </a:cubicBezTo>
                                <a:cubicBezTo>
                                  <a:pt x="2852" y="540"/>
                                  <a:pt x="2969" y="765"/>
                                  <a:pt x="2955" y="963"/>
                                </a:cubicBezTo>
                                <a:cubicBezTo>
                                  <a:pt x="2941" y="1161"/>
                                  <a:pt x="2805" y="1389"/>
                                  <a:pt x="2619" y="1578"/>
                                </a:cubicBezTo>
                                <a:cubicBezTo>
                                  <a:pt x="2433" y="1767"/>
                                  <a:pt x="2040" y="1993"/>
                                  <a:pt x="1836" y="2095"/>
                                </a:cubicBezTo>
                                <a:cubicBezTo>
                                  <a:pt x="1632" y="2197"/>
                                  <a:pt x="1538" y="2243"/>
                                  <a:pt x="1437" y="2297"/>
                                </a:cubicBezTo>
                                <a:cubicBezTo>
                                  <a:pt x="1247" y="2382"/>
                                  <a:pt x="1284" y="2413"/>
                                  <a:pt x="1232" y="2417"/>
                                </a:cubicBezTo>
                                <a:cubicBezTo>
                                  <a:pt x="1082" y="2304"/>
                                  <a:pt x="724" y="1874"/>
                                  <a:pt x="547" y="1667"/>
                                </a:cubicBezTo>
                                <a:cubicBezTo>
                                  <a:pt x="370" y="1460"/>
                                  <a:pt x="260" y="1326"/>
                                  <a:pt x="172" y="1172"/>
                                </a:cubicBezTo>
                                <a:cubicBezTo>
                                  <a:pt x="84" y="1018"/>
                                  <a:pt x="10" y="863"/>
                                  <a:pt x="5" y="697"/>
                                </a:cubicBezTo>
                                <a:cubicBezTo>
                                  <a:pt x="0" y="531"/>
                                  <a:pt x="55" y="321"/>
                                  <a:pt x="137" y="207"/>
                                </a:cubicBezTo>
                                <a:cubicBezTo>
                                  <a:pt x="219" y="93"/>
                                  <a:pt x="342" y="24"/>
                                  <a:pt x="494" y="12"/>
                                </a:cubicBezTo>
                                <a:cubicBezTo>
                                  <a:pt x="646" y="0"/>
                                  <a:pt x="879" y="10"/>
                                  <a:pt x="1047" y="82"/>
                                </a:cubicBezTo>
                                <a:cubicBezTo>
                                  <a:pt x="1215" y="154"/>
                                  <a:pt x="1387" y="317"/>
                                  <a:pt x="1501" y="4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Vrije vorm 27" descr="Roze hartvorm"/>
                        <wps:cNvSpPr>
                          <a:spLocks/>
                        </wps:cNvSpPr>
                        <wps:spPr bwMode="auto">
                          <a:xfrm rot="-1800000">
                            <a:off x="8525" y="7610"/>
                            <a:ext cx="523" cy="434"/>
                          </a:xfrm>
                          <a:custGeom>
                            <a:avLst/>
                            <a:gdLst>
                              <a:gd name="T0" fmla="*/ 1501 w 2969"/>
                              <a:gd name="T1" fmla="*/ 445 h 2417"/>
                              <a:gd name="T2" fmla="*/ 2088 w 2969"/>
                              <a:gd name="T3" fmla="*/ 193 h 2417"/>
                              <a:gd name="T4" fmla="*/ 2707 w 2969"/>
                              <a:gd name="T5" fmla="*/ 412 h 2417"/>
                              <a:gd name="T6" fmla="*/ 2955 w 2969"/>
                              <a:gd name="T7" fmla="*/ 963 h 2417"/>
                              <a:gd name="T8" fmla="*/ 2619 w 2969"/>
                              <a:gd name="T9" fmla="*/ 1578 h 2417"/>
                              <a:gd name="T10" fmla="*/ 1836 w 2969"/>
                              <a:gd name="T11" fmla="*/ 2095 h 2417"/>
                              <a:gd name="T12" fmla="*/ 1437 w 2969"/>
                              <a:gd name="T13" fmla="*/ 2297 h 2417"/>
                              <a:gd name="T14" fmla="*/ 1232 w 2969"/>
                              <a:gd name="T15" fmla="*/ 2417 h 2417"/>
                              <a:gd name="T16" fmla="*/ 547 w 2969"/>
                              <a:gd name="T17" fmla="*/ 1667 h 2417"/>
                              <a:gd name="T18" fmla="*/ 172 w 2969"/>
                              <a:gd name="T19" fmla="*/ 1172 h 2417"/>
                              <a:gd name="T20" fmla="*/ 5 w 2969"/>
                              <a:gd name="T21" fmla="*/ 697 h 2417"/>
                              <a:gd name="T22" fmla="*/ 137 w 2969"/>
                              <a:gd name="T23" fmla="*/ 207 h 2417"/>
                              <a:gd name="T24" fmla="*/ 494 w 2969"/>
                              <a:gd name="T25" fmla="*/ 12 h 2417"/>
                              <a:gd name="T26" fmla="*/ 1047 w 2969"/>
                              <a:gd name="T27" fmla="*/ 82 h 2417"/>
                              <a:gd name="T28" fmla="*/ 1501 w 2969"/>
                              <a:gd name="T29" fmla="*/ 445 h 24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969" h="2417">
                                <a:moveTo>
                                  <a:pt x="1501" y="445"/>
                                </a:moveTo>
                                <a:cubicBezTo>
                                  <a:pt x="1717" y="297"/>
                                  <a:pt x="1887" y="202"/>
                                  <a:pt x="2088" y="193"/>
                                </a:cubicBezTo>
                                <a:cubicBezTo>
                                  <a:pt x="2289" y="184"/>
                                  <a:pt x="2562" y="284"/>
                                  <a:pt x="2707" y="412"/>
                                </a:cubicBezTo>
                                <a:cubicBezTo>
                                  <a:pt x="2852" y="540"/>
                                  <a:pt x="2969" y="765"/>
                                  <a:pt x="2955" y="963"/>
                                </a:cubicBezTo>
                                <a:cubicBezTo>
                                  <a:pt x="2941" y="1161"/>
                                  <a:pt x="2805" y="1389"/>
                                  <a:pt x="2619" y="1578"/>
                                </a:cubicBezTo>
                                <a:cubicBezTo>
                                  <a:pt x="2433" y="1767"/>
                                  <a:pt x="2040" y="1993"/>
                                  <a:pt x="1836" y="2095"/>
                                </a:cubicBezTo>
                                <a:cubicBezTo>
                                  <a:pt x="1632" y="2197"/>
                                  <a:pt x="1538" y="2243"/>
                                  <a:pt x="1437" y="2297"/>
                                </a:cubicBezTo>
                                <a:cubicBezTo>
                                  <a:pt x="1247" y="2382"/>
                                  <a:pt x="1284" y="2413"/>
                                  <a:pt x="1232" y="2417"/>
                                </a:cubicBezTo>
                                <a:cubicBezTo>
                                  <a:pt x="1082" y="2304"/>
                                  <a:pt x="724" y="1874"/>
                                  <a:pt x="547" y="1667"/>
                                </a:cubicBezTo>
                                <a:cubicBezTo>
                                  <a:pt x="370" y="1460"/>
                                  <a:pt x="260" y="1326"/>
                                  <a:pt x="172" y="1172"/>
                                </a:cubicBezTo>
                                <a:cubicBezTo>
                                  <a:pt x="84" y="1018"/>
                                  <a:pt x="10" y="863"/>
                                  <a:pt x="5" y="697"/>
                                </a:cubicBezTo>
                                <a:cubicBezTo>
                                  <a:pt x="0" y="531"/>
                                  <a:pt x="55" y="321"/>
                                  <a:pt x="137" y="207"/>
                                </a:cubicBezTo>
                                <a:cubicBezTo>
                                  <a:pt x="219" y="93"/>
                                  <a:pt x="342" y="24"/>
                                  <a:pt x="494" y="12"/>
                                </a:cubicBezTo>
                                <a:cubicBezTo>
                                  <a:pt x="646" y="0"/>
                                  <a:pt x="879" y="10"/>
                                  <a:pt x="1047" y="82"/>
                                </a:cubicBezTo>
                                <a:cubicBezTo>
                                  <a:pt x="1215" y="154"/>
                                  <a:pt x="1387" y="317"/>
                                  <a:pt x="1501" y="4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60000"/>
                              <a:lumOff val="40000"/>
                              <a:alpha val="52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Vrije vorm 28" descr="Roze hartvorm"/>
                        <wps:cNvSpPr>
                          <a:spLocks/>
                        </wps:cNvSpPr>
                        <wps:spPr bwMode="auto">
                          <a:xfrm rot="2030413">
                            <a:off x="9060" y="7191"/>
                            <a:ext cx="722" cy="599"/>
                          </a:xfrm>
                          <a:custGeom>
                            <a:avLst/>
                            <a:gdLst>
                              <a:gd name="T0" fmla="*/ 1501 w 2969"/>
                              <a:gd name="T1" fmla="*/ 445 h 2417"/>
                              <a:gd name="T2" fmla="*/ 2088 w 2969"/>
                              <a:gd name="T3" fmla="*/ 193 h 2417"/>
                              <a:gd name="T4" fmla="*/ 2707 w 2969"/>
                              <a:gd name="T5" fmla="*/ 412 h 2417"/>
                              <a:gd name="T6" fmla="*/ 2955 w 2969"/>
                              <a:gd name="T7" fmla="*/ 963 h 2417"/>
                              <a:gd name="T8" fmla="*/ 2619 w 2969"/>
                              <a:gd name="T9" fmla="*/ 1578 h 2417"/>
                              <a:gd name="T10" fmla="*/ 1836 w 2969"/>
                              <a:gd name="T11" fmla="*/ 2095 h 2417"/>
                              <a:gd name="T12" fmla="*/ 1437 w 2969"/>
                              <a:gd name="T13" fmla="*/ 2297 h 2417"/>
                              <a:gd name="T14" fmla="*/ 1232 w 2969"/>
                              <a:gd name="T15" fmla="*/ 2417 h 2417"/>
                              <a:gd name="T16" fmla="*/ 547 w 2969"/>
                              <a:gd name="T17" fmla="*/ 1667 h 2417"/>
                              <a:gd name="T18" fmla="*/ 172 w 2969"/>
                              <a:gd name="T19" fmla="*/ 1172 h 2417"/>
                              <a:gd name="T20" fmla="*/ 5 w 2969"/>
                              <a:gd name="T21" fmla="*/ 697 h 2417"/>
                              <a:gd name="T22" fmla="*/ 137 w 2969"/>
                              <a:gd name="T23" fmla="*/ 207 h 2417"/>
                              <a:gd name="T24" fmla="*/ 494 w 2969"/>
                              <a:gd name="T25" fmla="*/ 12 h 2417"/>
                              <a:gd name="T26" fmla="*/ 1047 w 2969"/>
                              <a:gd name="T27" fmla="*/ 82 h 2417"/>
                              <a:gd name="T28" fmla="*/ 1501 w 2969"/>
                              <a:gd name="T29" fmla="*/ 445 h 24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969" h="2417">
                                <a:moveTo>
                                  <a:pt x="1501" y="445"/>
                                </a:moveTo>
                                <a:cubicBezTo>
                                  <a:pt x="1717" y="297"/>
                                  <a:pt x="1887" y="202"/>
                                  <a:pt x="2088" y="193"/>
                                </a:cubicBezTo>
                                <a:cubicBezTo>
                                  <a:pt x="2289" y="184"/>
                                  <a:pt x="2562" y="284"/>
                                  <a:pt x="2707" y="412"/>
                                </a:cubicBezTo>
                                <a:cubicBezTo>
                                  <a:pt x="2852" y="540"/>
                                  <a:pt x="2969" y="765"/>
                                  <a:pt x="2955" y="963"/>
                                </a:cubicBezTo>
                                <a:cubicBezTo>
                                  <a:pt x="2941" y="1161"/>
                                  <a:pt x="2805" y="1389"/>
                                  <a:pt x="2619" y="1578"/>
                                </a:cubicBezTo>
                                <a:cubicBezTo>
                                  <a:pt x="2433" y="1767"/>
                                  <a:pt x="2040" y="1993"/>
                                  <a:pt x="1836" y="2095"/>
                                </a:cubicBezTo>
                                <a:cubicBezTo>
                                  <a:pt x="1632" y="2197"/>
                                  <a:pt x="1538" y="2243"/>
                                  <a:pt x="1437" y="2297"/>
                                </a:cubicBezTo>
                                <a:cubicBezTo>
                                  <a:pt x="1247" y="2382"/>
                                  <a:pt x="1284" y="2413"/>
                                  <a:pt x="1232" y="2417"/>
                                </a:cubicBezTo>
                                <a:cubicBezTo>
                                  <a:pt x="1082" y="2304"/>
                                  <a:pt x="724" y="1874"/>
                                  <a:pt x="547" y="1667"/>
                                </a:cubicBezTo>
                                <a:cubicBezTo>
                                  <a:pt x="370" y="1460"/>
                                  <a:pt x="260" y="1326"/>
                                  <a:pt x="172" y="1172"/>
                                </a:cubicBezTo>
                                <a:cubicBezTo>
                                  <a:pt x="84" y="1018"/>
                                  <a:pt x="10" y="863"/>
                                  <a:pt x="5" y="697"/>
                                </a:cubicBezTo>
                                <a:cubicBezTo>
                                  <a:pt x="0" y="531"/>
                                  <a:pt x="55" y="321"/>
                                  <a:pt x="137" y="207"/>
                                </a:cubicBezTo>
                                <a:cubicBezTo>
                                  <a:pt x="219" y="93"/>
                                  <a:pt x="342" y="24"/>
                                  <a:pt x="494" y="12"/>
                                </a:cubicBezTo>
                                <a:cubicBezTo>
                                  <a:pt x="646" y="0"/>
                                  <a:pt x="879" y="10"/>
                                  <a:pt x="1047" y="82"/>
                                </a:cubicBezTo>
                                <a:cubicBezTo>
                                  <a:pt x="1215" y="154"/>
                                  <a:pt x="1387" y="317"/>
                                  <a:pt x="1501" y="4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60000"/>
                              <a:lumOff val="40000"/>
                              <a:alpha val="52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Vrije vorm 29" descr="Rode hartvorm&#10;"/>
                        <wps:cNvSpPr>
                          <a:spLocks/>
                        </wps:cNvSpPr>
                        <wps:spPr bwMode="auto">
                          <a:xfrm rot="-22341119">
                            <a:off x="8234" y="6360"/>
                            <a:ext cx="266" cy="221"/>
                          </a:xfrm>
                          <a:custGeom>
                            <a:avLst/>
                            <a:gdLst>
                              <a:gd name="T0" fmla="*/ 1501 w 2969"/>
                              <a:gd name="T1" fmla="*/ 445 h 2417"/>
                              <a:gd name="T2" fmla="*/ 2088 w 2969"/>
                              <a:gd name="T3" fmla="*/ 193 h 2417"/>
                              <a:gd name="T4" fmla="*/ 2707 w 2969"/>
                              <a:gd name="T5" fmla="*/ 412 h 2417"/>
                              <a:gd name="T6" fmla="*/ 2955 w 2969"/>
                              <a:gd name="T7" fmla="*/ 963 h 2417"/>
                              <a:gd name="T8" fmla="*/ 2619 w 2969"/>
                              <a:gd name="T9" fmla="*/ 1578 h 2417"/>
                              <a:gd name="T10" fmla="*/ 1836 w 2969"/>
                              <a:gd name="T11" fmla="*/ 2095 h 2417"/>
                              <a:gd name="T12" fmla="*/ 1437 w 2969"/>
                              <a:gd name="T13" fmla="*/ 2297 h 2417"/>
                              <a:gd name="T14" fmla="*/ 1232 w 2969"/>
                              <a:gd name="T15" fmla="*/ 2417 h 2417"/>
                              <a:gd name="T16" fmla="*/ 547 w 2969"/>
                              <a:gd name="T17" fmla="*/ 1667 h 2417"/>
                              <a:gd name="T18" fmla="*/ 172 w 2969"/>
                              <a:gd name="T19" fmla="*/ 1172 h 2417"/>
                              <a:gd name="T20" fmla="*/ 5 w 2969"/>
                              <a:gd name="T21" fmla="*/ 697 h 2417"/>
                              <a:gd name="T22" fmla="*/ 137 w 2969"/>
                              <a:gd name="T23" fmla="*/ 207 h 2417"/>
                              <a:gd name="T24" fmla="*/ 494 w 2969"/>
                              <a:gd name="T25" fmla="*/ 12 h 2417"/>
                              <a:gd name="T26" fmla="*/ 1047 w 2969"/>
                              <a:gd name="T27" fmla="*/ 82 h 2417"/>
                              <a:gd name="T28" fmla="*/ 1501 w 2969"/>
                              <a:gd name="T29" fmla="*/ 445 h 24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969" h="2417">
                                <a:moveTo>
                                  <a:pt x="1501" y="445"/>
                                </a:moveTo>
                                <a:cubicBezTo>
                                  <a:pt x="1717" y="297"/>
                                  <a:pt x="1887" y="202"/>
                                  <a:pt x="2088" y="193"/>
                                </a:cubicBezTo>
                                <a:cubicBezTo>
                                  <a:pt x="2289" y="184"/>
                                  <a:pt x="2562" y="284"/>
                                  <a:pt x="2707" y="412"/>
                                </a:cubicBezTo>
                                <a:cubicBezTo>
                                  <a:pt x="2852" y="540"/>
                                  <a:pt x="2969" y="765"/>
                                  <a:pt x="2955" y="963"/>
                                </a:cubicBezTo>
                                <a:cubicBezTo>
                                  <a:pt x="2941" y="1161"/>
                                  <a:pt x="2805" y="1389"/>
                                  <a:pt x="2619" y="1578"/>
                                </a:cubicBezTo>
                                <a:cubicBezTo>
                                  <a:pt x="2433" y="1767"/>
                                  <a:pt x="2040" y="1993"/>
                                  <a:pt x="1836" y="2095"/>
                                </a:cubicBezTo>
                                <a:cubicBezTo>
                                  <a:pt x="1632" y="2197"/>
                                  <a:pt x="1538" y="2243"/>
                                  <a:pt x="1437" y="2297"/>
                                </a:cubicBezTo>
                                <a:cubicBezTo>
                                  <a:pt x="1247" y="2382"/>
                                  <a:pt x="1284" y="2413"/>
                                  <a:pt x="1232" y="2417"/>
                                </a:cubicBezTo>
                                <a:cubicBezTo>
                                  <a:pt x="1082" y="2304"/>
                                  <a:pt x="724" y="1874"/>
                                  <a:pt x="547" y="1667"/>
                                </a:cubicBezTo>
                                <a:cubicBezTo>
                                  <a:pt x="370" y="1460"/>
                                  <a:pt x="260" y="1326"/>
                                  <a:pt x="172" y="1172"/>
                                </a:cubicBezTo>
                                <a:cubicBezTo>
                                  <a:pt x="84" y="1018"/>
                                  <a:pt x="10" y="863"/>
                                  <a:pt x="5" y="697"/>
                                </a:cubicBezTo>
                                <a:cubicBezTo>
                                  <a:pt x="0" y="531"/>
                                  <a:pt x="55" y="321"/>
                                  <a:pt x="137" y="207"/>
                                </a:cubicBezTo>
                                <a:cubicBezTo>
                                  <a:pt x="219" y="93"/>
                                  <a:pt x="342" y="24"/>
                                  <a:pt x="494" y="12"/>
                                </a:cubicBezTo>
                                <a:cubicBezTo>
                                  <a:pt x="646" y="0"/>
                                  <a:pt x="879" y="10"/>
                                  <a:pt x="1047" y="82"/>
                                </a:cubicBezTo>
                                <a:cubicBezTo>
                                  <a:pt x="1215" y="154"/>
                                  <a:pt x="1387" y="317"/>
                                  <a:pt x="1501" y="44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ep 41" style="position:absolute;margin-left:24pt;margin-top:0;width:538.95pt;height:677.5pt;z-index:251662336;mso-position-horizontal-relative:page;mso-position-vertical:top;mso-position-vertical-relative:margin" alt="Rode en roze hartvormen in hoeken binnen een decoratieve rand geplaatst" coordsize="67056,91376" coordorigin="" o:spid="_x0000_s1026" w14:anchorId="4391944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30" style="position:absolute;width:67056;height:91376;visibility:visible;mso-wrap-style:square;v-text-anchor:top" alt="Decoratieve rand" o:spid="_x0000_s1027" strokecolor="#c0504d [3205]" strokeweight="1.75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">
                <v:stroke linestyle="thinThick" dashstyle="longDashDotDot"/>
                <v:textbox>
                  <w:txbxContent>
                    <w:p w:rsidR="002F5126" w:rsidP="002F5126" w:rsidRDefault="002F5126" w14:paraId="48363DFD" w14:textId="77777777"/>
                  </w:txbxContent>
                </v:textbox>
              </v:shape>
              <v:group id="Groep 6" style="position:absolute;left:56197;top:6191;width:6344;height:6896" alt="Hart" coordsize="1548,1684" coordorigin="8234,6360" o:spid="_x0000_s1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<v:shape id="Vrije vorm 7" style="position:absolute;left:8234;top:6714;width:814;height:676;rotation:-30;visibility:visible;mso-wrap-style:square;v-text-anchor:top" alt="Rode hartvorm" coordsize="2969,2417" o:spid="_x0000_s1029" fillcolor="#d99594 [1941]" stroked="f" strokeweight=".25pt" path="m1501,445c1717,297,1887,202,2088,193v201,-9,474,91,619,219c2852,540,2969,765,2955,963v-14,198,-150,426,-336,615c2433,1767,2040,1993,1836,2095v-204,102,-298,148,-399,202c1247,2382,1284,2413,1232,2417,1082,2304,724,1874,547,1667,370,1460,260,1326,172,1172,84,1018,10,863,5,697,,531,55,321,137,207,219,93,342,24,494,12,646,,879,10,1047,82v168,72,340,235,454,36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">
                  <v:path arrowok="t" o:connecttype="custom" o:connectlocs="412,124;572,54;742,115;810,269;718,441;503,586;394,642;338,676;150,466;47,328;1,195;38,58;135,3;287,23;412,124" o:connectangles="0,0,0,0,0,0,0,0,0,0,0,0,0,0,0"/>
                </v:shape>
                <v:shape id="Vrije vorm 8" style="position:absolute;left:9048;top:6360;width:551;height:457;visibility:visible;mso-wrap-style:square;v-text-anchor:top" alt="Rode hartvorm" coordsize="2969,2417" o:spid="_x0000_s1030" fillcolor="#d99594 [1941]" stroked="f" strokeweight=".25pt" path="m1501,445c1717,297,1887,202,2088,193v201,-9,474,91,619,219c2852,540,2969,765,2955,963v-14,198,-150,426,-336,615c2433,1767,2040,1993,1836,2095v-204,102,-298,148,-399,202c1247,2382,1284,2413,1232,2417,1082,2304,724,1874,547,1667,370,1460,260,1326,172,1172,84,1018,10,863,5,697,,531,55,321,137,207,219,93,342,24,494,12,646,,879,10,1047,82v168,72,340,235,454,36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">
                  <v:path arrowok="t" o:connecttype="custom" o:connectlocs="279,84;388,36;502,78;548,182;486,298;341,396;267,434;229,457;102,315;32,222;1,132;25,39;92,2;194,16;279,84" o:connectangles="0,0,0,0,0,0,0,0,0,0,0,0,0,0,0"/>
                </v:shape>
                <v:shape id="Vrije vorm 9" style="position:absolute;left:8525;top:7610;width:523;height:434;rotation:-30;visibility:visible;mso-wrap-style:square;v-text-anchor:top" alt="Roze hartvorm" coordsize="2969,2417" o:spid="_x0000_s1031" fillcolor="#d99594 [1941]" stroked="f" strokeweight=".25pt" path="m1501,445c1717,297,1887,202,2088,193v201,-9,474,91,619,219c2852,540,2969,765,2955,963v-14,198,-150,426,-336,615c2433,1767,2040,1993,1836,2095v-204,102,-298,148,-399,202c1247,2382,1284,2413,1232,2417,1082,2304,724,1874,547,1667,370,1460,260,1326,172,1172,84,1018,10,863,5,697,,531,55,321,137,207,219,93,342,24,494,12,646,,879,10,1047,82v168,72,340,235,454,36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">
                  <v:fill opacity="34181f"/>
                  <v:path arrowok="t" o:connecttype="custom" o:connectlocs="264,80;368,35;477,74;521,173;461,283;323,376;253,412;217,434;96,299;30,210;1,125;24,37;87,2;184,15;264,80" o:connectangles="0,0,0,0,0,0,0,0,0,0,0,0,0,0,0"/>
                </v:shape>
                <v:shape id="Vrije vorm 10" style="position:absolute;left:9060;top:7191;width:722;height:599;rotation:2217752fd;visibility:visible;mso-wrap-style:square;v-text-anchor:top" alt="Roze hartvorm&#10;" coordsize="2969,2417" o:spid="_x0000_s1032" fillcolor="#d99594 [1941]" stroked="f" strokeweight=".25pt" path="m1501,445c1717,297,1887,202,2088,193v201,-9,474,91,619,219c2852,540,2969,765,2955,963v-14,198,-150,426,-336,615c2433,1767,2040,1993,1836,2095v-204,102,-298,148,-399,202c1247,2382,1284,2413,1232,2417,1082,2304,724,1874,547,1667,370,1460,260,1326,172,1172,84,1018,10,863,5,697,,531,55,321,137,207,219,93,342,24,494,12,646,,879,10,1047,82v168,72,340,235,454,36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">
                  <v:fill opacity="34181f"/>
                  <v:path arrowok="t" o:connecttype="custom" o:connectlocs="365,110;508,48;658,102;719,239;637,391;446,519;349,569;300,599;133,413;42,290;1,173;33,51;120,3;255,20;365,110" o:connectangles="0,0,0,0,0,0,0,0,0,0,0,0,0,0,0"/>
                </v:shape>
                <v:shape id="Vrije vorm 11" style="position:absolute;left:8234;top:6360;width:266;height:221;rotation:-809500fd;visibility:visible;mso-wrap-style:square;v-text-anchor:top" alt="Rode hartvorm" coordsize="2969,2417" o:spid="_x0000_s1033" fillcolor="#d99594 [1941]" stroked="f" strokeweight=".25pt" path="m1501,445c1717,297,1887,202,2088,193v201,-9,474,91,619,219c2852,540,2969,765,2955,963v-14,198,-150,426,-336,615c2433,1767,2040,1993,1836,2095v-204,102,-298,148,-399,202c1247,2382,1284,2413,1232,2417,1082,2304,724,1874,547,1667,370,1460,260,1326,172,1172,84,1018,10,863,5,697,,531,55,321,137,207,219,93,342,24,494,12,646,,879,10,1047,82v168,72,340,235,454,36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">
                  <v:path arrowok="t" o:connecttype="custom" o:connectlocs="134,41;187,18;243,38;265,88;235,144;164,192;129,210;110,221;49,152;15,107;0,64;12,19;44,1;94,7;134,41" o:connectangles="0,0,0,0,0,0,0,0,0,0,0,0,0,0,0"/>
                </v:shape>
              </v:group>
              <v:group id="Groep 18" style="position:absolute;left:1428;top:1809;width:22448;height:24422" alt="Hart" coordsize="1548,1684" coordorigin="8234,6360" o:spid="_x0000_s1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<v:shape id="Vrije vorm 19" style="position:absolute;left:8234;top:6714;width:814;height:676;rotation:-30;visibility:visible;mso-wrap-style:square;v-text-anchor:top" alt="Rode hartvorm" coordsize="2969,2417" o:spid="_x0000_s1035" fillcolor="#c0504d [3205]" stroked="f" strokeweight=".25pt" path="m1501,445c1717,297,1887,202,2088,193v201,-9,474,91,619,219c2852,540,2969,765,2955,963v-14,198,-150,426,-336,615c2433,1767,2040,1993,1836,2095v-204,102,-298,148,-399,202c1247,2382,1284,2413,1232,2417,1082,2304,724,1874,547,1667,370,1460,260,1326,172,1172,84,1018,10,863,5,697,,531,55,321,137,207,219,93,342,24,494,12,646,,879,10,1047,82v168,72,340,235,454,36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">
                  <v:path arrowok="t" o:connecttype="custom" o:connectlocs="412,124;572,54;742,115;810,269;718,441;503,586;394,642;338,676;150,466;47,328;1,195;38,58;135,3;287,23;412,124" o:connectangles="0,0,0,0,0,0,0,0,0,0,0,0,0,0,0"/>
                </v:shape>
                <v:shape id="Vrije vorm 20" style="position:absolute;left:9048;top:6360;width:551;height:457;visibility:visible;mso-wrap-style:square;v-text-anchor:top" alt="Rode hartvorm" coordsize="2969,2417" o:spid="_x0000_s1036" fillcolor="#c0504d [3205]" stroked="f" strokeweight=".25pt" path="m1501,445c1717,297,1887,202,2088,193v201,-9,474,91,619,219c2852,540,2969,765,2955,963v-14,198,-150,426,-336,615c2433,1767,2040,1993,1836,2095v-204,102,-298,148,-399,202c1247,2382,1284,2413,1232,2417,1082,2304,724,1874,547,1667,370,1460,260,1326,172,1172,84,1018,10,863,5,697,,531,55,321,137,207,219,93,342,24,494,12,646,,879,10,1047,82v168,72,340,235,454,36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">
                  <v:path arrowok="t" o:connecttype="custom" o:connectlocs="279,84;388,36;502,78;548,182;486,298;341,396;267,434;229,457;102,315;32,222;1,132;25,39;92,2;194,16;279,84" o:connectangles="0,0,0,0,0,0,0,0,0,0,0,0,0,0,0"/>
                </v:shape>
                <v:shape id="Vrije vorm 21" style="position:absolute;left:8525;top:7610;width:523;height:434;rotation:-30;visibility:visible;mso-wrap-style:square;v-text-anchor:top" alt="Roze hartvorm" coordsize="2969,2417" o:spid="_x0000_s1037" fillcolor="#c0504d [3205]" stroked="f" strokeweight=".25pt" path="m1501,445c1717,297,1887,202,2088,193v201,-9,474,91,619,219c2852,540,2969,765,2955,963v-14,198,-150,426,-336,615c2433,1767,2040,1993,1836,2095v-204,102,-298,148,-399,202c1247,2382,1284,2413,1232,2417,1082,2304,724,1874,547,1667,370,1460,260,1326,172,1172,84,1018,10,863,5,697,,531,55,321,137,207,219,93,342,24,494,12,646,,879,10,1047,82v168,72,340,235,454,36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">
                  <v:fill opacity="34181f"/>
                  <v:path arrowok="t" o:connecttype="custom" o:connectlocs="264,80;368,35;477,74;521,173;461,283;323,376;253,412;217,434;96,299;30,210;1,125;24,37;87,2;184,15;264,80" o:connectangles="0,0,0,0,0,0,0,0,0,0,0,0,0,0,0"/>
                </v:shape>
                <v:shape id="Vrije vorm 22" style="position:absolute;left:9060;top:7191;width:722;height:599;rotation:2217752fd;visibility:visible;mso-wrap-style:square;v-text-anchor:top" alt="Roze hartvorm" coordsize="2969,2417" o:spid="_x0000_s1038" fillcolor="#c0504d [3205]" stroked="f" strokeweight=".25pt" path="m1501,445c1717,297,1887,202,2088,193v201,-9,474,91,619,219c2852,540,2969,765,2955,963v-14,198,-150,426,-336,615c2433,1767,2040,1993,1836,2095v-204,102,-298,148,-399,202c1247,2382,1284,2413,1232,2417,1082,2304,724,1874,547,1667,370,1460,260,1326,172,1172,84,1018,10,863,5,697,,531,55,321,137,207,219,93,342,24,494,12,646,,879,10,1047,82v168,72,340,235,454,36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">
                  <v:fill opacity="34181f"/>
                  <v:path arrowok="t" o:connecttype="custom" o:connectlocs="365,110;508,48;658,102;719,239;637,391;446,519;349,569;300,599;133,413;42,290;1,173;33,51;120,3;255,20;365,110" o:connectangles="0,0,0,0,0,0,0,0,0,0,0,0,0,0,0"/>
                </v:shape>
                <v:shape id="Vrije vorm 23" style="position:absolute;left:8234;top:6360;width:266;height:221;rotation:-809500fd;visibility:visible;mso-wrap-style:square;v-text-anchor:top" alt="Rode hartvorm" coordsize="2969,2417" o:spid="_x0000_s1039" fillcolor="#c0504d [3205]" stroked="f" strokeweight=".25pt" path="m1501,445c1717,297,1887,202,2088,193v201,-9,474,91,619,219c2852,540,2969,765,2955,963v-14,198,-150,426,-336,615c2433,1767,2040,1993,1836,2095v-204,102,-298,148,-399,202c1247,2382,1284,2413,1232,2417,1082,2304,724,1874,547,1667,370,1460,260,1326,172,1172,84,1018,10,863,5,697,,531,55,321,137,207,219,93,342,24,494,12,646,,879,10,1047,82v168,72,340,235,454,36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">
                  <v:path arrowok="t" o:connecttype="custom" o:connectlocs="134,41;187,18;243,38;265,88;235,144;164,192;129,210;110,221;49,152;15,107;0,64;12,19;44,1;94,7;134,41" o:connectangles="0,0,0,0,0,0,0,0,0,0,0,0,0,0,0"/>
                </v:shape>
              </v:group>
              <v:group id="Groep 24" style="position:absolute;left:7715;top:75152;width:11201;height:12185" alt="Hart" coordsize="1548,1684" coordorigin="8234,6360" o:spid="_x0000_s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<v:shape id="Vrije vorm 25" style="position:absolute;left:8234;top:6714;width:814;height:676;rotation:-30;visibility:visible;mso-wrap-style:square;v-text-anchor:top" alt="Rode hartvorm" coordsize="2969,2417" o:spid="_x0000_s1041" fillcolor="#d99594 [1941]" stroked="f" strokeweight=".25pt" path="m1501,445c1717,297,1887,202,2088,193v201,-9,474,91,619,219c2852,540,2969,765,2955,963v-14,198,-150,426,-336,615c2433,1767,2040,1993,1836,2095v-204,102,-298,148,-399,202c1247,2382,1284,2413,1232,2417,1082,2304,724,1874,547,1667,370,1460,260,1326,172,1172,84,1018,10,863,5,697,,531,55,321,137,207,219,93,342,24,494,12,646,,879,10,1047,82v168,72,340,235,454,36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">
                  <v:path arrowok="t" o:connecttype="custom" o:connectlocs="412,124;572,54;742,115;810,269;718,441;503,586;394,642;338,676;150,466;47,328;1,195;38,58;135,3;287,23;412,124" o:connectangles="0,0,0,0,0,0,0,0,0,0,0,0,0,0,0"/>
                </v:shape>
                <v:shape id="Vrije vorm 26" style="position:absolute;left:9048;top:6360;width:551;height:457;visibility:visible;mso-wrap-style:square;v-text-anchor:top" alt="Rode hartvorm" coordsize="2969,2417" o:spid="_x0000_s1042" fillcolor="#d99594 [1941]" stroked="f" strokeweight=".25pt" path="m1501,445c1717,297,1887,202,2088,193v201,-9,474,91,619,219c2852,540,2969,765,2955,963v-14,198,-150,426,-336,615c2433,1767,2040,1993,1836,2095v-204,102,-298,148,-399,202c1247,2382,1284,2413,1232,2417,1082,2304,724,1874,547,1667,370,1460,260,1326,172,1172,84,1018,10,863,5,697,,531,55,321,137,207,219,93,342,24,494,12,646,,879,10,1047,82v168,72,340,235,454,36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">
                  <v:path arrowok="t" o:connecttype="custom" o:connectlocs="279,84;388,36;502,78;548,182;486,298;341,396;267,434;229,457;102,315;32,222;1,132;25,39;92,2;194,16;279,84" o:connectangles="0,0,0,0,0,0,0,0,0,0,0,0,0,0,0"/>
                </v:shape>
                <v:shape id="Vrije vorm 27" style="position:absolute;left:8525;top:7610;width:523;height:434;rotation:-30;visibility:visible;mso-wrap-style:square;v-text-anchor:top" alt="Roze hartvorm" coordsize="2969,2417" o:spid="_x0000_s1043" fillcolor="#d99594 [1941]" stroked="f" strokeweight=".25pt" path="m1501,445c1717,297,1887,202,2088,193v201,-9,474,91,619,219c2852,540,2969,765,2955,963v-14,198,-150,426,-336,615c2433,1767,2040,1993,1836,2095v-204,102,-298,148,-399,202c1247,2382,1284,2413,1232,2417,1082,2304,724,1874,547,1667,370,1460,260,1326,172,1172,84,1018,10,863,5,697,,531,55,321,137,207,219,93,342,24,494,12,646,,879,10,1047,82v168,72,340,235,454,36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">
                  <v:fill opacity="34181f"/>
                  <v:path arrowok="t" o:connecttype="custom" o:connectlocs="264,80;368,35;477,74;521,173;461,283;323,376;253,412;217,434;96,299;30,210;1,125;24,37;87,2;184,15;264,80" o:connectangles="0,0,0,0,0,0,0,0,0,0,0,0,0,0,0"/>
                </v:shape>
                <v:shape id="Vrije vorm 28" style="position:absolute;left:9060;top:7191;width:722;height:599;rotation:2217752fd;visibility:visible;mso-wrap-style:square;v-text-anchor:top" alt="Roze hartvorm" coordsize="2969,2417" o:spid="_x0000_s1044" fillcolor="#d99594 [1941]" stroked="f" strokeweight=".25pt" path="m1501,445c1717,297,1887,202,2088,193v201,-9,474,91,619,219c2852,540,2969,765,2955,963v-14,198,-150,426,-336,615c2433,1767,2040,1993,1836,2095v-204,102,-298,148,-399,202c1247,2382,1284,2413,1232,2417,1082,2304,724,1874,547,1667,370,1460,260,1326,172,1172,84,1018,10,863,5,697,,531,55,321,137,207,219,93,342,24,494,12,646,,879,10,1047,82v168,72,340,235,454,36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">
                  <v:fill opacity="34181f"/>
                  <v:path arrowok="t" o:connecttype="custom" o:connectlocs="365,110;508,48;658,102;719,239;637,391;446,519;349,569;300,599;133,413;42,290;1,173;33,51;120,3;255,20;365,110" o:connectangles="0,0,0,0,0,0,0,0,0,0,0,0,0,0,0"/>
                </v:shape>
                <v:shape id="Vrije vorm 29" style="position:absolute;left:8234;top:6360;width:266;height:221;rotation:-809500fd;visibility:visible;mso-wrap-style:square;v-text-anchor:top" alt="Rode hartvorm&#10;" coordsize="2969,2417" o:spid="_x0000_s1045" fillcolor="#d99594 [1941]" stroked="f" strokeweight=".25pt" path="m1501,445c1717,297,1887,202,2088,193v201,-9,474,91,619,219c2852,540,2969,765,2955,963v-14,198,-150,426,-336,615c2433,1767,2040,1993,1836,2095v-204,102,-298,148,-399,202c1247,2382,1284,2413,1232,2417,1082,2304,724,1874,547,1667,370,1460,260,1326,172,1172,84,1018,10,863,5,697,,531,55,321,137,207,219,93,342,24,494,12,646,,879,10,1047,82v168,72,340,235,454,36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">
                  <v:path arrowok="t" o:connecttype="custom" o:connectlocs="134,41;187,18;243,38;265,88;235,144;164,192;129,210;110,221;49,152;15,107;0,64;12,19;44,1;94,7;134,41" o:connectangles="0,0,0,0,0,0,0,0,0,0,0,0,0,0,0"/>
                </v:shape>
              </v:group>
              <w10:wrap anchorx="page" anchory="margin"/>
            </v:group>
          </w:pict>
        </mc:Fallback>
      </mc:AlternateContent>
    </w:r>
    <w:r w:rsidRPr="006142E1" w:rsidR="006142E1">
      <w:rPr>
        <w:b/>
        <w:sz w:val="40"/>
        <w:szCs w:val="40"/>
      </w:rPr>
      <w:t>Let op dat je wel je eigen logo van het restaurant invoert!!!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090D78E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6AF2FE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812DEC6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50B304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09E263A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44444990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3FAE45E6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B81A6D26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D2BC136A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62A6C30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2E1"/>
    <w:rsid w:val="000108A6"/>
    <w:rsid w:val="000873FE"/>
    <w:rsid w:val="000C2621"/>
    <w:rsid w:val="000D1C6A"/>
    <w:rsid w:val="001020B1"/>
    <w:rsid w:val="0010316F"/>
    <w:rsid w:val="001053AC"/>
    <w:rsid w:val="00140B32"/>
    <w:rsid w:val="00140ECA"/>
    <w:rsid w:val="00141859"/>
    <w:rsid w:val="001C06D8"/>
    <w:rsid w:val="001C6559"/>
    <w:rsid w:val="001F5B80"/>
    <w:rsid w:val="00232261"/>
    <w:rsid w:val="002546F3"/>
    <w:rsid w:val="0026420D"/>
    <w:rsid w:val="002E17E1"/>
    <w:rsid w:val="002F4E58"/>
    <w:rsid w:val="002F5126"/>
    <w:rsid w:val="00300469"/>
    <w:rsid w:val="00305BE0"/>
    <w:rsid w:val="00330A0A"/>
    <w:rsid w:val="00362EE5"/>
    <w:rsid w:val="003670D2"/>
    <w:rsid w:val="00384E6D"/>
    <w:rsid w:val="003B0698"/>
    <w:rsid w:val="003D035F"/>
    <w:rsid w:val="003F1D1D"/>
    <w:rsid w:val="003F6F7E"/>
    <w:rsid w:val="004237E1"/>
    <w:rsid w:val="00437705"/>
    <w:rsid w:val="00437E5E"/>
    <w:rsid w:val="004F59E1"/>
    <w:rsid w:val="005666E5"/>
    <w:rsid w:val="005B3114"/>
    <w:rsid w:val="005D7850"/>
    <w:rsid w:val="005F31C3"/>
    <w:rsid w:val="006142E1"/>
    <w:rsid w:val="00614FA3"/>
    <w:rsid w:val="00617EAF"/>
    <w:rsid w:val="00645741"/>
    <w:rsid w:val="00667889"/>
    <w:rsid w:val="00676877"/>
    <w:rsid w:val="006B20AC"/>
    <w:rsid w:val="00735292"/>
    <w:rsid w:val="007832D8"/>
    <w:rsid w:val="007A6AB1"/>
    <w:rsid w:val="007C4207"/>
    <w:rsid w:val="007D175E"/>
    <w:rsid w:val="007F5940"/>
    <w:rsid w:val="00807178"/>
    <w:rsid w:val="008719FC"/>
    <w:rsid w:val="00872F7D"/>
    <w:rsid w:val="00884A69"/>
    <w:rsid w:val="009031D7"/>
    <w:rsid w:val="009637A6"/>
    <w:rsid w:val="00964158"/>
    <w:rsid w:val="0098505D"/>
    <w:rsid w:val="009E2AC4"/>
    <w:rsid w:val="00A23A3E"/>
    <w:rsid w:val="00A3692A"/>
    <w:rsid w:val="00A81994"/>
    <w:rsid w:val="00AD5023"/>
    <w:rsid w:val="00AE2B20"/>
    <w:rsid w:val="00AF3D20"/>
    <w:rsid w:val="00AF6236"/>
    <w:rsid w:val="00B31DCB"/>
    <w:rsid w:val="00B9582F"/>
    <w:rsid w:val="00BD1486"/>
    <w:rsid w:val="00BF765F"/>
    <w:rsid w:val="00C10359"/>
    <w:rsid w:val="00C11756"/>
    <w:rsid w:val="00C56088"/>
    <w:rsid w:val="00C574A4"/>
    <w:rsid w:val="00C961A4"/>
    <w:rsid w:val="00D0018B"/>
    <w:rsid w:val="00D77B42"/>
    <w:rsid w:val="00D85346"/>
    <w:rsid w:val="00D97B44"/>
    <w:rsid w:val="00DE70B7"/>
    <w:rsid w:val="00E96493"/>
    <w:rsid w:val="00EC2140"/>
    <w:rsid w:val="00F07885"/>
    <w:rsid w:val="00F57F98"/>
    <w:rsid w:val="00F66121"/>
    <w:rsid w:val="00F751E4"/>
    <w:rsid w:val="00FA41CF"/>
    <w:rsid w:val="00FB08F0"/>
    <w:rsid w:val="5481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401CD6"/>
  <w15:docId w15:val="{71B1DCB4-6526-4677-A6E5-9CBFEFB0B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0" w:semiHidden="1" w:unhideWhenUsed="1"/>
    <w:lsdException w:name="Signature" w:uiPriority="0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uiPriority="0" w:semiHidden="1" w:unhideWhenUsed="1"/>
    <w:lsdException w:name="Date" w:uiPriority="0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  <w:rsid w:val="00BF765F"/>
    <w:rPr>
      <w:color w:val="262626" w:themeColor="text1" w:themeTint="D9"/>
    </w:rPr>
  </w:style>
  <w:style w:type="paragraph" w:styleId="Kop1">
    <w:name w:val="heading 1"/>
    <w:basedOn w:val="Standaard"/>
    <w:next w:val="Standaard"/>
    <w:link w:val="Kop1Char"/>
    <w:qFormat/>
    <w:rsid w:val="00D97B44"/>
    <w:pPr>
      <w:spacing w:before="200" w:line="204" w:lineRule="auto"/>
      <w:ind w:left="-144"/>
      <w:outlineLvl w:val="0"/>
    </w:pPr>
    <w:rPr>
      <w:rFonts w:cs="Times New Roman" w:asciiTheme="majorHAnsi" w:hAnsiTheme="majorHAnsi"/>
      <w:b/>
      <w:color w:val="C0504D" w:themeColor="accent2"/>
      <w:sz w:val="88"/>
      <w:szCs w:val="96"/>
    </w:rPr>
  </w:style>
  <w:style w:type="paragraph" w:styleId="Kop2">
    <w:name w:val="heading 2"/>
    <w:basedOn w:val="Standaard"/>
    <w:next w:val="Standaard"/>
    <w:link w:val="Kop2Char"/>
    <w:unhideWhenUsed/>
    <w:qFormat/>
    <w:rsid w:val="00D97B44"/>
    <w:pPr>
      <w:spacing w:before="280" w:after="320" w:line="240" w:lineRule="auto"/>
      <w:outlineLvl w:val="1"/>
    </w:pPr>
    <w:rPr>
      <w:rFonts w:cs="Times New Roman" w:asciiTheme="majorHAnsi" w:hAnsiTheme="majorHAnsi"/>
      <w:color w:val="404040" w:themeColor="text1" w:themeTint="BF"/>
      <w:sz w:val="36"/>
      <w:szCs w:val="3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F6236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F6236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F6236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365F9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F6236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F6236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F6236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color w:val="272727" w:themeColor="text1" w:themeTint="D8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F6236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Cs w:val="21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Afsluiting">
    <w:name w:val="Closing"/>
    <w:basedOn w:val="Standaard"/>
    <w:link w:val="AfsluitingChar"/>
    <w:semiHidden/>
    <w:unhideWhenUsed/>
    <w:rsid w:val="00C574A4"/>
    <w:pPr>
      <w:spacing w:after="960" w:line="240" w:lineRule="auto"/>
    </w:pPr>
    <w:rPr>
      <w:rFonts w:ascii="Century Gothic" w:hAnsi="Century Gothic" w:eastAsia="Times New Roman" w:cs="Times New Roman"/>
      <w:szCs w:val="24"/>
    </w:rPr>
  </w:style>
  <w:style w:type="character" w:styleId="AfsluitingChar" w:customStyle="1">
    <w:name w:val="Afsluiting Char"/>
    <w:basedOn w:val="Standaardalinea-lettertype"/>
    <w:link w:val="Afsluiting"/>
    <w:semiHidden/>
    <w:rsid w:val="00C574A4"/>
    <w:rPr>
      <w:rFonts w:ascii="Century Gothic" w:hAnsi="Century Gothic" w:eastAsia="Times New Roman" w:cs="Times New Roman"/>
      <w:color w:val="262626" w:themeColor="text1" w:themeTint="D9"/>
      <w:szCs w:val="24"/>
    </w:rPr>
  </w:style>
  <w:style w:type="paragraph" w:styleId="Handtekening">
    <w:name w:val="Signature"/>
    <w:basedOn w:val="Standaard"/>
    <w:link w:val="HandtekeningChar"/>
    <w:semiHidden/>
    <w:unhideWhenUsed/>
    <w:rsid w:val="00C574A4"/>
    <w:pPr>
      <w:spacing w:after="0" w:line="240" w:lineRule="auto"/>
    </w:pPr>
    <w:rPr>
      <w:rFonts w:ascii="Century Gothic" w:hAnsi="Century Gothic" w:eastAsia="Times New Roman" w:cs="Times New Roman"/>
      <w:szCs w:val="24"/>
    </w:rPr>
  </w:style>
  <w:style w:type="character" w:styleId="HandtekeningChar" w:customStyle="1">
    <w:name w:val="Handtekening Char"/>
    <w:basedOn w:val="Standaardalinea-lettertype"/>
    <w:link w:val="Handtekening"/>
    <w:semiHidden/>
    <w:rsid w:val="00C574A4"/>
    <w:rPr>
      <w:rFonts w:ascii="Century Gothic" w:hAnsi="Century Gothic" w:eastAsia="Times New Roman" w:cs="Times New Roman"/>
      <w:color w:val="262626" w:themeColor="text1" w:themeTint="D9"/>
      <w:szCs w:val="24"/>
    </w:rPr>
  </w:style>
  <w:style w:type="paragraph" w:styleId="Aanhef">
    <w:name w:val="Salutation"/>
    <w:basedOn w:val="Standaard"/>
    <w:next w:val="Standaard"/>
    <w:link w:val="AanhefChar"/>
    <w:semiHidden/>
    <w:unhideWhenUsed/>
    <w:rsid w:val="00C574A4"/>
    <w:pPr>
      <w:spacing w:before="480" w:after="240" w:line="240" w:lineRule="auto"/>
    </w:pPr>
    <w:rPr>
      <w:rFonts w:ascii="Century Gothic" w:hAnsi="Century Gothic" w:eastAsia="Times New Roman" w:cs="Times New Roman"/>
      <w:szCs w:val="24"/>
    </w:rPr>
  </w:style>
  <w:style w:type="character" w:styleId="AanhefChar" w:customStyle="1">
    <w:name w:val="Aanhef Char"/>
    <w:basedOn w:val="Standaardalinea-lettertype"/>
    <w:link w:val="Aanhef"/>
    <w:semiHidden/>
    <w:rsid w:val="00C574A4"/>
    <w:rPr>
      <w:rFonts w:ascii="Century Gothic" w:hAnsi="Century Gothic" w:eastAsia="Times New Roman" w:cs="Times New Roman"/>
      <w:color w:val="262626" w:themeColor="text1" w:themeTint="D9"/>
      <w:szCs w:val="24"/>
    </w:rPr>
  </w:style>
  <w:style w:type="paragraph" w:styleId="Datum">
    <w:name w:val="Date"/>
    <w:basedOn w:val="Standaard"/>
    <w:next w:val="Standaard"/>
    <w:link w:val="DatumChar"/>
    <w:semiHidden/>
    <w:unhideWhenUsed/>
    <w:rsid w:val="00C574A4"/>
    <w:pPr>
      <w:spacing w:before="180" w:after="480" w:line="240" w:lineRule="auto"/>
    </w:pPr>
    <w:rPr>
      <w:rFonts w:ascii="Century Gothic" w:hAnsi="Century Gothic" w:eastAsia="Times New Roman" w:cs="Times New Roman"/>
      <w:szCs w:val="24"/>
    </w:rPr>
  </w:style>
  <w:style w:type="character" w:styleId="DatumChar" w:customStyle="1">
    <w:name w:val="Datum Char"/>
    <w:basedOn w:val="Standaardalinea-lettertype"/>
    <w:link w:val="Datum"/>
    <w:semiHidden/>
    <w:rsid w:val="00C574A4"/>
    <w:rPr>
      <w:rFonts w:ascii="Century Gothic" w:hAnsi="Century Gothic" w:eastAsia="Times New Roman" w:cs="Times New Roman"/>
      <w:color w:val="262626" w:themeColor="text1" w:themeTint="D9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574A4"/>
    <w:pPr>
      <w:spacing w:after="0" w:line="240" w:lineRule="auto"/>
    </w:pPr>
    <w:rPr>
      <w:rFonts w:ascii="Tahoma" w:hAnsi="Tahoma" w:cs="Tahoma"/>
      <w:szCs w:val="16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C574A4"/>
    <w:rPr>
      <w:rFonts w:ascii="Tahoma" w:hAnsi="Tahoma" w:cs="Tahoma"/>
      <w:color w:val="262626" w:themeColor="text1" w:themeTint="D9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574A4"/>
    <w:pPr>
      <w:tabs>
        <w:tab w:val="center" w:pos="4680"/>
        <w:tab w:val="right" w:pos="9360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C574A4"/>
  </w:style>
  <w:style w:type="paragraph" w:styleId="Voettekst">
    <w:name w:val="footer"/>
    <w:basedOn w:val="Standaard"/>
    <w:link w:val="VoettekstChar"/>
    <w:uiPriority w:val="99"/>
    <w:unhideWhenUsed/>
    <w:rsid w:val="00C574A4"/>
    <w:pPr>
      <w:tabs>
        <w:tab w:val="center" w:pos="4680"/>
        <w:tab w:val="right" w:pos="9360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C574A4"/>
  </w:style>
  <w:style w:type="character" w:styleId="Tekstvantijdelijkeaanduiding">
    <w:name w:val="Placeholder Text"/>
    <w:basedOn w:val="Standaardalinea-lettertype"/>
    <w:uiPriority w:val="99"/>
    <w:semiHidden/>
    <w:rsid w:val="00BF765F"/>
    <w:rPr>
      <w:color w:val="595959" w:themeColor="text1" w:themeTint="A6"/>
    </w:rPr>
  </w:style>
  <w:style w:type="character" w:styleId="Kop1Char" w:customStyle="1">
    <w:name w:val="Kop 1 Char"/>
    <w:basedOn w:val="Standaardalinea-lettertype"/>
    <w:link w:val="Kop1"/>
    <w:rsid w:val="00D97B44"/>
    <w:rPr>
      <w:rFonts w:cs="Times New Roman" w:asciiTheme="majorHAnsi" w:hAnsiTheme="majorHAnsi"/>
      <w:b/>
      <w:color w:val="C0504D" w:themeColor="accent2"/>
      <w:sz w:val="88"/>
      <w:szCs w:val="96"/>
    </w:rPr>
  </w:style>
  <w:style w:type="character" w:styleId="Kop2Char" w:customStyle="1">
    <w:name w:val="Kop 2 Char"/>
    <w:basedOn w:val="Standaardalinea-lettertype"/>
    <w:link w:val="Kop2"/>
    <w:rsid w:val="00D97B44"/>
    <w:rPr>
      <w:rFonts w:cs="Times New Roman" w:asciiTheme="majorHAnsi" w:hAnsiTheme="majorHAnsi"/>
      <w:color w:val="404040" w:themeColor="text1" w:themeTint="BF"/>
      <w:sz w:val="36"/>
      <w:szCs w:val="36"/>
    </w:rPr>
  </w:style>
  <w:style w:type="paragraph" w:styleId="bedrijfsnaam" w:customStyle="1">
    <w:name w:val="bedrijfsnaam"/>
    <w:basedOn w:val="Standaard"/>
    <w:qFormat/>
    <w:rsid w:val="00140ECA"/>
    <w:pPr>
      <w:spacing w:before="240" w:after="240" w:line="240" w:lineRule="auto"/>
      <w:contextualSpacing/>
    </w:pPr>
    <w:rPr>
      <w:b/>
      <w:color w:val="404040" w:themeColor="text1" w:themeTint="BF"/>
      <w:sz w:val="32"/>
      <w:szCs w:val="20"/>
    </w:rPr>
  </w:style>
  <w:style w:type="paragraph" w:styleId="Feestinformatie" w:customStyle="1">
    <w:name w:val="Feestinformatie"/>
    <w:basedOn w:val="Standaard"/>
    <w:rsid w:val="004F59E1"/>
    <w:pPr>
      <w:spacing w:after="240" w:line="240" w:lineRule="auto"/>
    </w:pPr>
    <w:rPr>
      <w:color w:val="404040" w:themeColor="text1" w:themeTint="BF"/>
      <w:szCs w:val="20"/>
    </w:rPr>
  </w:style>
  <w:style w:type="paragraph" w:styleId="Feestinformatie-Cursief" w:customStyle="1">
    <w:name w:val="Feestinformatie - Cursief"/>
    <w:basedOn w:val="Standaard"/>
    <w:qFormat/>
    <w:rsid w:val="004F59E1"/>
    <w:pPr>
      <w:spacing w:after="240" w:line="240" w:lineRule="auto"/>
    </w:pPr>
    <w:rPr>
      <w:i/>
      <w:color w:val="404040" w:themeColor="text1" w:themeTint="BF"/>
      <w:szCs w:val="20"/>
    </w:rPr>
  </w:style>
  <w:style w:type="paragraph" w:styleId="Nodigtuvanharteuit" w:customStyle="1">
    <w:name w:val="Nodigt u van harte uit"/>
    <w:basedOn w:val="bedrijfsnaam"/>
    <w:qFormat/>
    <w:rsid w:val="00A23A3E"/>
    <w:rPr>
      <w:b w:val="0"/>
      <w:sz w:val="28"/>
    </w:rPr>
  </w:style>
  <w:style w:type="paragraph" w:styleId="Bibliografie">
    <w:name w:val="Bibliography"/>
    <w:basedOn w:val="Standaard"/>
    <w:next w:val="Standaard"/>
    <w:uiPriority w:val="37"/>
    <w:semiHidden/>
    <w:unhideWhenUsed/>
    <w:rsid w:val="00AF6236"/>
  </w:style>
  <w:style w:type="paragraph" w:styleId="Bloktekst">
    <w:name w:val="Block Text"/>
    <w:basedOn w:val="Standaard"/>
    <w:uiPriority w:val="99"/>
    <w:semiHidden/>
    <w:unhideWhenUsed/>
    <w:rsid w:val="00BF765F"/>
    <w:pPr>
      <w:pBdr>
        <w:top w:val="single" w:color="365F91" w:themeColor="accent1" w:themeShade="BF" w:sz="2" w:space="10"/>
        <w:left w:val="single" w:color="365F91" w:themeColor="accent1" w:themeShade="BF" w:sz="2" w:space="10"/>
        <w:bottom w:val="single" w:color="365F91" w:themeColor="accent1" w:themeShade="BF" w:sz="2" w:space="10"/>
        <w:right w:val="single" w:color="365F91" w:themeColor="accent1" w:themeShade="BF" w:sz="2" w:space="10"/>
      </w:pBdr>
      <w:ind w:left="1152" w:right="1152"/>
    </w:pPr>
    <w:rPr>
      <w:rFonts w:eastAsiaTheme="minorEastAsia"/>
      <w:i/>
      <w:iCs/>
      <w:color w:val="365F91" w:themeColor="accent1" w:themeShade="BF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AF6236"/>
    <w:pPr>
      <w:spacing w:after="120"/>
    </w:pPr>
  </w:style>
  <w:style w:type="character" w:styleId="PlattetekstChar" w:customStyle="1">
    <w:name w:val="Platte tekst Char"/>
    <w:basedOn w:val="Standaardalinea-lettertype"/>
    <w:link w:val="Plattetekst"/>
    <w:uiPriority w:val="99"/>
    <w:semiHidden/>
    <w:rsid w:val="00AF6236"/>
    <w:rPr>
      <w:color w:val="262626" w:themeColor="text1" w:themeTint="D9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AF6236"/>
    <w:pPr>
      <w:spacing w:after="120" w:line="480" w:lineRule="auto"/>
    </w:pPr>
  </w:style>
  <w:style w:type="character" w:styleId="Plattetekst2Char" w:customStyle="1">
    <w:name w:val="Platte tekst 2 Char"/>
    <w:basedOn w:val="Standaardalinea-lettertype"/>
    <w:link w:val="Plattetekst2"/>
    <w:uiPriority w:val="99"/>
    <w:semiHidden/>
    <w:rsid w:val="00AF6236"/>
    <w:rPr>
      <w:color w:val="262626" w:themeColor="text1" w:themeTint="D9"/>
    </w:rPr>
  </w:style>
  <w:style w:type="paragraph" w:styleId="Plattetekst3">
    <w:name w:val="Body Text 3"/>
    <w:basedOn w:val="Standaard"/>
    <w:link w:val="Plattetekst3Char"/>
    <w:uiPriority w:val="99"/>
    <w:semiHidden/>
    <w:unhideWhenUsed/>
    <w:rsid w:val="00AF6236"/>
    <w:pPr>
      <w:spacing w:after="120"/>
    </w:pPr>
    <w:rPr>
      <w:szCs w:val="16"/>
    </w:rPr>
  </w:style>
  <w:style w:type="character" w:styleId="Plattetekst3Char" w:customStyle="1">
    <w:name w:val="Platte tekst 3 Char"/>
    <w:basedOn w:val="Standaardalinea-lettertype"/>
    <w:link w:val="Plattetekst3"/>
    <w:uiPriority w:val="99"/>
    <w:semiHidden/>
    <w:rsid w:val="00AF6236"/>
    <w:rPr>
      <w:color w:val="262626" w:themeColor="text1" w:themeTint="D9"/>
      <w:szCs w:val="16"/>
    </w:rPr>
  </w:style>
  <w:style w:type="paragraph" w:styleId="Platteteksteersteinspringing">
    <w:name w:val="Body Text First Indent"/>
    <w:basedOn w:val="Plattetekst"/>
    <w:link w:val="PlatteteksteersteinspringingChar"/>
    <w:uiPriority w:val="99"/>
    <w:semiHidden/>
    <w:unhideWhenUsed/>
    <w:rsid w:val="00AF6236"/>
    <w:pPr>
      <w:spacing w:after="200"/>
      <w:ind w:firstLine="360"/>
    </w:pPr>
  </w:style>
  <w:style w:type="character" w:styleId="PlatteteksteersteinspringingChar" w:customStyle="1">
    <w:name w:val="Platte tekst eerste inspringing Char"/>
    <w:basedOn w:val="PlattetekstChar"/>
    <w:link w:val="Platteteksteersteinspringing"/>
    <w:uiPriority w:val="99"/>
    <w:semiHidden/>
    <w:rsid w:val="00AF6236"/>
    <w:rPr>
      <w:color w:val="262626" w:themeColor="text1" w:themeTint="D9"/>
    </w:rPr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AF6236"/>
    <w:pPr>
      <w:spacing w:after="120"/>
      <w:ind w:left="283"/>
    </w:pPr>
  </w:style>
  <w:style w:type="character" w:styleId="PlattetekstinspringenChar" w:customStyle="1">
    <w:name w:val="Platte tekst inspringen Char"/>
    <w:basedOn w:val="Standaardalinea-lettertype"/>
    <w:link w:val="Plattetekstinspringen"/>
    <w:uiPriority w:val="99"/>
    <w:semiHidden/>
    <w:rsid w:val="00AF6236"/>
    <w:rPr>
      <w:color w:val="262626" w:themeColor="text1" w:themeTint="D9"/>
    </w:rPr>
  </w:style>
  <w:style w:type="paragraph" w:styleId="Platteteksteersteinspringing2">
    <w:name w:val="Body Text First Indent 2"/>
    <w:basedOn w:val="Plattetekstinspringen"/>
    <w:link w:val="Platteteksteersteinspringing2Char"/>
    <w:uiPriority w:val="99"/>
    <w:semiHidden/>
    <w:unhideWhenUsed/>
    <w:rsid w:val="00AF6236"/>
    <w:pPr>
      <w:spacing w:after="200"/>
      <w:ind w:left="360" w:firstLine="360"/>
    </w:pPr>
  </w:style>
  <w:style w:type="character" w:styleId="Platteteksteersteinspringing2Char" w:customStyle="1">
    <w:name w:val="Platte tekst eerste inspringing 2 Char"/>
    <w:basedOn w:val="PlattetekstinspringenChar"/>
    <w:link w:val="Platteteksteersteinspringing2"/>
    <w:uiPriority w:val="99"/>
    <w:semiHidden/>
    <w:rsid w:val="00AF6236"/>
    <w:rPr>
      <w:color w:val="262626" w:themeColor="text1" w:themeTint="D9"/>
    </w:rPr>
  </w:style>
  <w:style w:type="paragraph" w:styleId="Plattetekstinspringen2">
    <w:name w:val="Body Text Indent 2"/>
    <w:basedOn w:val="Standaard"/>
    <w:link w:val="Plattetekstinspringen2Char"/>
    <w:uiPriority w:val="99"/>
    <w:semiHidden/>
    <w:unhideWhenUsed/>
    <w:rsid w:val="00AF6236"/>
    <w:pPr>
      <w:spacing w:after="120" w:line="480" w:lineRule="auto"/>
      <w:ind w:left="283"/>
    </w:pPr>
  </w:style>
  <w:style w:type="character" w:styleId="Plattetekstinspringen2Char" w:customStyle="1">
    <w:name w:val="Platte tekst inspringen 2 Char"/>
    <w:basedOn w:val="Standaardalinea-lettertype"/>
    <w:link w:val="Plattetekstinspringen2"/>
    <w:uiPriority w:val="99"/>
    <w:semiHidden/>
    <w:rsid w:val="00AF6236"/>
    <w:rPr>
      <w:color w:val="262626" w:themeColor="text1" w:themeTint="D9"/>
    </w:rPr>
  </w:style>
  <w:style w:type="paragraph" w:styleId="Plattetekstinspringen3">
    <w:name w:val="Body Text Indent 3"/>
    <w:basedOn w:val="Standaard"/>
    <w:link w:val="Plattetekstinspringen3Char"/>
    <w:uiPriority w:val="99"/>
    <w:semiHidden/>
    <w:unhideWhenUsed/>
    <w:rsid w:val="00AF6236"/>
    <w:pPr>
      <w:spacing w:after="120"/>
      <w:ind w:left="283"/>
    </w:pPr>
    <w:rPr>
      <w:szCs w:val="16"/>
    </w:rPr>
  </w:style>
  <w:style w:type="character" w:styleId="Plattetekstinspringen3Char" w:customStyle="1">
    <w:name w:val="Platte tekst inspringen 3 Char"/>
    <w:basedOn w:val="Standaardalinea-lettertype"/>
    <w:link w:val="Plattetekstinspringen3"/>
    <w:uiPriority w:val="99"/>
    <w:semiHidden/>
    <w:rsid w:val="00AF6236"/>
    <w:rPr>
      <w:color w:val="262626" w:themeColor="text1" w:themeTint="D9"/>
      <w:szCs w:val="16"/>
    </w:rPr>
  </w:style>
  <w:style w:type="character" w:styleId="Titelvanboek">
    <w:name w:val="Book Title"/>
    <w:basedOn w:val="Standaardalinea-lettertype"/>
    <w:uiPriority w:val="33"/>
    <w:qFormat/>
    <w:rsid w:val="00AF6236"/>
    <w:rPr>
      <w:b/>
      <w:bCs/>
      <w:i/>
      <w:iCs/>
      <w:spacing w:val="5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AF6236"/>
    <w:pPr>
      <w:spacing w:line="240" w:lineRule="auto"/>
    </w:pPr>
    <w:rPr>
      <w:i/>
      <w:iCs/>
      <w:color w:val="1F497D" w:themeColor="text2"/>
      <w:szCs w:val="18"/>
    </w:rPr>
  </w:style>
  <w:style w:type="table" w:styleId="Kleurrijkraster">
    <w:name w:val="Colorful Grid"/>
    <w:basedOn w:val="Standaardtabel"/>
    <w:uiPriority w:val="73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leurrijkraster-accent6">
    <w:name w:val="Colorful Grid Accent 6"/>
    <w:basedOn w:val="Standaardtabel"/>
    <w:uiPriority w:val="73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leurrijkelijst">
    <w:name w:val="Colorful List"/>
    <w:basedOn w:val="Standaardtabel"/>
    <w:uiPriority w:val="72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leurrijkelijst-accent6">
    <w:name w:val="Colorful List Accent 6"/>
    <w:basedOn w:val="Standaardtabel"/>
    <w:uiPriority w:val="72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themeShade="99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71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themeShade="99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themeShade="99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leurrijkearcering-accent4">
    <w:name w:val="Colorful Shading Accent 4"/>
    <w:basedOn w:val="Standaardtabel"/>
    <w:uiPriority w:val="71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themeShade="99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themeShade="99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71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themeShade="99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AF6236"/>
    <w:rPr>
      <w:sz w:val="22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F6236"/>
    <w:pPr>
      <w:spacing w:line="240" w:lineRule="auto"/>
    </w:pPr>
    <w:rPr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semiHidden/>
    <w:rsid w:val="00AF6236"/>
    <w:rPr>
      <w:color w:val="262626" w:themeColor="text1" w:themeTint="D9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F6236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AF6236"/>
    <w:rPr>
      <w:b/>
      <w:bCs/>
      <w:color w:val="262626" w:themeColor="text1" w:themeTint="D9"/>
      <w:szCs w:val="20"/>
    </w:rPr>
  </w:style>
  <w:style w:type="table" w:styleId="Donkerelijst">
    <w:name w:val="Dark List"/>
    <w:basedOn w:val="Standaardtabel"/>
    <w:uiPriority w:val="70"/>
    <w:semiHidden/>
    <w:unhideWhenUsed/>
    <w:rsid w:val="00AF623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70"/>
    <w:semiHidden/>
    <w:unhideWhenUsed/>
    <w:rsid w:val="00AF623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onkerelijst-accent2">
    <w:name w:val="Dark List Accent 2"/>
    <w:basedOn w:val="Standaardtabel"/>
    <w:uiPriority w:val="70"/>
    <w:semiHidden/>
    <w:unhideWhenUsed/>
    <w:rsid w:val="00AF623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onkerelijst-accent3">
    <w:name w:val="Dark List Accent 3"/>
    <w:basedOn w:val="Standaardtabel"/>
    <w:uiPriority w:val="70"/>
    <w:semiHidden/>
    <w:unhideWhenUsed/>
    <w:rsid w:val="00AF623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onkerelijst-accent4">
    <w:name w:val="Dark List Accent 4"/>
    <w:basedOn w:val="Standaardtabel"/>
    <w:uiPriority w:val="70"/>
    <w:semiHidden/>
    <w:unhideWhenUsed/>
    <w:rsid w:val="00AF623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onkerelijst-accent5">
    <w:name w:val="Dark List Accent 5"/>
    <w:basedOn w:val="Standaardtabel"/>
    <w:uiPriority w:val="70"/>
    <w:semiHidden/>
    <w:unhideWhenUsed/>
    <w:rsid w:val="00AF623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onkerelijst-accent6">
    <w:name w:val="Dark List Accent 6"/>
    <w:basedOn w:val="Standaardtabel"/>
    <w:uiPriority w:val="70"/>
    <w:semiHidden/>
    <w:unhideWhenUsed/>
    <w:rsid w:val="00AF6236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AF6236"/>
    <w:pPr>
      <w:spacing w:after="0" w:line="240" w:lineRule="auto"/>
    </w:pPr>
    <w:rPr>
      <w:rFonts w:ascii="Segoe UI" w:hAnsi="Segoe UI" w:cs="Segoe UI"/>
      <w:szCs w:val="16"/>
    </w:rPr>
  </w:style>
  <w:style w:type="character" w:styleId="DocumentstructuurChar" w:customStyle="1">
    <w:name w:val="Documentstructuur Char"/>
    <w:basedOn w:val="Standaardalinea-lettertype"/>
    <w:link w:val="Documentstructuur"/>
    <w:uiPriority w:val="99"/>
    <w:semiHidden/>
    <w:rsid w:val="00AF6236"/>
    <w:rPr>
      <w:rFonts w:ascii="Segoe UI" w:hAnsi="Segoe UI" w:cs="Segoe UI"/>
      <w:color w:val="262626" w:themeColor="text1" w:themeTint="D9"/>
      <w:szCs w:val="16"/>
    </w:rPr>
  </w:style>
  <w:style w:type="paragraph" w:styleId="E-mailhandtekening">
    <w:name w:val="E-mail Signature"/>
    <w:basedOn w:val="Standaard"/>
    <w:link w:val="E-mailhandtekeningChar"/>
    <w:uiPriority w:val="99"/>
    <w:semiHidden/>
    <w:unhideWhenUsed/>
    <w:rsid w:val="00AF6236"/>
    <w:pPr>
      <w:spacing w:after="0" w:line="240" w:lineRule="auto"/>
    </w:pPr>
  </w:style>
  <w:style w:type="character" w:styleId="E-mailhandtekeningChar" w:customStyle="1">
    <w:name w:val="E-mailhandtekening Char"/>
    <w:basedOn w:val="Standaardalinea-lettertype"/>
    <w:link w:val="E-mailhandtekening"/>
    <w:uiPriority w:val="99"/>
    <w:semiHidden/>
    <w:rsid w:val="00AF6236"/>
    <w:rPr>
      <w:color w:val="262626" w:themeColor="text1" w:themeTint="D9"/>
    </w:rPr>
  </w:style>
  <w:style w:type="character" w:styleId="Nadruk">
    <w:name w:val="Emphasis"/>
    <w:basedOn w:val="Standaardalinea-lettertype"/>
    <w:uiPriority w:val="20"/>
    <w:qFormat/>
    <w:rsid w:val="00AF6236"/>
    <w:rPr>
      <w:i/>
      <w:iCs/>
    </w:rPr>
  </w:style>
  <w:style w:type="character" w:styleId="Eindnootmarkering">
    <w:name w:val="endnote reference"/>
    <w:basedOn w:val="Standaardalinea-lettertype"/>
    <w:uiPriority w:val="99"/>
    <w:semiHidden/>
    <w:unhideWhenUsed/>
    <w:rsid w:val="00AF6236"/>
    <w:rPr>
      <w:vertAlign w:val="superscript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AF6236"/>
    <w:pPr>
      <w:spacing w:after="0" w:line="240" w:lineRule="auto"/>
    </w:pPr>
    <w:rPr>
      <w:szCs w:val="20"/>
    </w:rPr>
  </w:style>
  <w:style w:type="character" w:styleId="EindnoottekstChar" w:customStyle="1">
    <w:name w:val="Eindnoottekst Char"/>
    <w:basedOn w:val="Standaardalinea-lettertype"/>
    <w:link w:val="Eindnoottekst"/>
    <w:uiPriority w:val="99"/>
    <w:semiHidden/>
    <w:rsid w:val="00AF6236"/>
    <w:rPr>
      <w:color w:val="262626" w:themeColor="text1" w:themeTint="D9"/>
      <w:szCs w:val="20"/>
    </w:rPr>
  </w:style>
  <w:style w:type="paragraph" w:styleId="Adresenvelop">
    <w:name w:val="envelope address"/>
    <w:basedOn w:val="Standaard"/>
    <w:uiPriority w:val="99"/>
    <w:semiHidden/>
    <w:unhideWhenUsed/>
    <w:rsid w:val="00AF6236"/>
    <w:pPr>
      <w:framePr w:w="7920" w:h="1980" w:hSpace="180" w:wrap="auto" w:hAnchor="page" w:xAlign="center" w:yAlign="bottom" w:hRule="exact"/>
      <w:spacing w:after="0" w:line="240" w:lineRule="auto"/>
      <w:ind w:left="2880"/>
    </w:pPr>
    <w:rPr>
      <w:rFonts w:asciiTheme="majorHAnsi" w:hAnsiTheme="majorHAnsi" w:eastAsiaTheme="majorEastAsia" w:cstheme="majorBidi"/>
      <w:sz w:val="24"/>
      <w:szCs w:val="24"/>
    </w:rPr>
  </w:style>
  <w:style w:type="paragraph" w:styleId="Afzender">
    <w:name w:val="envelope return"/>
    <w:basedOn w:val="Standaard"/>
    <w:uiPriority w:val="99"/>
    <w:semiHidden/>
    <w:unhideWhenUsed/>
    <w:rsid w:val="00AF6236"/>
    <w:pPr>
      <w:spacing w:after="0" w:line="240" w:lineRule="auto"/>
    </w:pPr>
    <w:rPr>
      <w:rFonts w:asciiTheme="majorHAnsi" w:hAnsiTheme="majorHAnsi" w:eastAsiaTheme="majorEastAsia" w:cstheme="majorBidi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F6236"/>
    <w:rPr>
      <w:color w:val="800080" w:themeColor="followedHyperlink"/>
      <w:u w:val="single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AF6236"/>
    <w:rPr>
      <w:vertAlign w:val="superscript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AF6236"/>
    <w:pPr>
      <w:spacing w:after="0" w:line="240" w:lineRule="auto"/>
    </w:pPr>
    <w:rPr>
      <w:szCs w:val="20"/>
    </w:rPr>
  </w:style>
  <w:style w:type="character" w:styleId="VoetnoottekstChar" w:customStyle="1">
    <w:name w:val="Voetnoottekst Char"/>
    <w:basedOn w:val="Standaardalinea-lettertype"/>
    <w:link w:val="Voetnoottekst"/>
    <w:uiPriority w:val="99"/>
    <w:semiHidden/>
    <w:rsid w:val="00AF6236"/>
    <w:rPr>
      <w:color w:val="262626" w:themeColor="text1" w:themeTint="D9"/>
      <w:szCs w:val="20"/>
    </w:rPr>
  </w:style>
  <w:style w:type="table" w:styleId="Rastertabel1licht1" w:customStyle="1">
    <w:name w:val="Rastertabel 1 licht1"/>
    <w:basedOn w:val="Standaardtabel"/>
    <w:uiPriority w:val="46"/>
    <w:rsid w:val="00AF6236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1" w:customStyle="1">
    <w:name w:val="Rastertabel 1 licht - Accent 11"/>
    <w:basedOn w:val="Standaardtabel"/>
    <w:uiPriority w:val="46"/>
    <w:rsid w:val="00AF6236"/>
    <w:pPr>
      <w:spacing w:after="0" w:line="240" w:lineRule="auto"/>
    </w:pPr>
    <w:tblPr>
      <w:tblStyleRowBandSize w:val="1"/>
      <w:tblStyleColBandSize w:val="1"/>
      <w:tblBorders>
        <w:top w:val="single" w:color="B8CCE4" w:themeColor="accent1" w:themeTint="66" w:sz="4" w:space="0"/>
        <w:left w:val="single" w:color="B8CCE4" w:themeColor="accent1" w:themeTint="66" w:sz="4" w:space="0"/>
        <w:bottom w:val="single" w:color="B8CCE4" w:themeColor="accent1" w:themeTint="66" w:sz="4" w:space="0"/>
        <w:right w:val="single" w:color="B8CCE4" w:themeColor="accent1" w:themeTint="66" w:sz="4" w:space="0"/>
        <w:insideH w:val="single" w:color="B8CCE4" w:themeColor="accent1" w:themeTint="66" w:sz="4" w:space="0"/>
        <w:insideV w:val="single" w:color="B8CCE4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95B3D7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1" w:customStyle="1">
    <w:name w:val="Rastertabel 1 licht - Accent 21"/>
    <w:basedOn w:val="Standaardtabel"/>
    <w:uiPriority w:val="46"/>
    <w:rsid w:val="00AF6236"/>
    <w:pPr>
      <w:spacing w:after="0" w:line="240" w:lineRule="auto"/>
    </w:pPr>
    <w:tblPr>
      <w:tblStyleRowBandSize w:val="1"/>
      <w:tblStyleColBandSize w:val="1"/>
      <w:tblBorders>
        <w:top w:val="single" w:color="E5B8B7" w:themeColor="accent2" w:themeTint="66" w:sz="4" w:space="0"/>
        <w:left w:val="single" w:color="E5B8B7" w:themeColor="accent2" w:themeTint="66" w:sz="4" w:space="0"/>
        <w:bottom w:val="single" w:color="E5B8B7" w:themeColor="accent2" w:themeTint="66" w:sz="4" w:space="0"/>
        <w:right w:val="single" w:color="E5B8B7" w:themeColor="accent2" w:themeTint="66" w:sz="4" w:space="0"/>
        <w:insideH w:val="single" w:color="E5B8B7" w:themeColor="accent2" w:themeTint="66" w:sz="4" w:space="0"/>
        <w:insideV w:val="single" w:color="E5B8B7" w:themeColor="accent2" w:themeTint="66" w:sz="4" w:space="0"/>
      </w:tblBorders>
    </w:tblPr>
    <w:tblStylePr w:type="firstRow">
      <w:rPr>
        <w:b/>
        <w:bCs/>
      </w:rPr>
      <w:tblPr/>
      <w:tcPr>
        <w:tcBorders>
          <w:bottom w:val="single" w:color="D99594" w:themeColor="accent2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1" w:customStyle="1">
    <w:name w:val="Rastertabel 1 licht - Accent 31"/>
    <w:basedOn w:val="Standaardtabel"/>
    <w:uiPriority w:val="46"/>
    <w:rsid w:val="00AF6236"/>
    <w:pPr>
      <w:spacing w:after="0" w:line="240" w:lineRule="auto"/>
    </w:pPr>
    <w:tblPr>
      <w:tblStyleRowBandSize w:val="1"/>
      <w:tblStyleColBandSize w:val="1"/>
      <w:tblBorders>
        <w:top w:val="single" w:color="D6E3BC" w:themeColor="accent3" w:themeTint="66" w:sz="4" w:space="0"/>
        <w:left w:val="single" w:color="D6E3BC" w:themeColor="accent3" w:themeTint="66" w:sz="4" w:space="0"/>
        <w:bottom w:val="single" w:color="D6E3BC" w:themeColor="accent3" w:themeTint="66" w:sz="4" w:space="0"/>
        <w:right w:val="single" w:color="D6E3BC" w:themeColor="accent3" w:themeTint="66" w:sz="4" w:space="0"/>
        <w:insideH w:val="single" w:color="D6E3BC" w:themeColor="accent3" w:themeTint="66" w:sz="4" w:space="0"/>
        <w:insideV w:val="single" w:color="D6E3BC" w:themeColor="accent3" w:themeTint="66" w:sz="4" w:space="0"/>
      </w:tblBorders>
    </w:tblPr>
    <w:tblStylePr w:type="firstRow">
      <w:rPr>
        <w:b/>
        <w:bCs/>
      </w:rPr>
      <w:tblPr/>
      <w:tcPr>
        <w:tcBorders>
          <w:bottom w:val="single" w:color="C2D69B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1" w:customStyle="1">
    <w:name w:val="Rastertabel 1 licht - Accent 41"/>
    <w:basedOn w:val="Standaardtabel"/>
    <w:uiPriority w:val="46"/>
    <w:rsid w:val="00AF6236"/>
    <w:pPr>
      <w:spacing w:after="0" w:line="240" w:lineRule="auto"/>
    </w:pPr>
    <w:tblPr>
      <w:tblStyleRowBandSize w:val="1"/>
      <w:tblStyleColBandSize w:val="1"/>
      <w:tblBorders>
        <w:top w:val="single" w:color="CCC0D9" w:themeColor="accent4" w:themeTint="66" w:sz="4" w:space="0"/>
        <w:left w:val="single" w:color="CCC0D9" w:themeColor="accent4" w:themeTint="66" w:sz="4" w:space="0"/>
        <w:bottom w:val="single" w:color="CCC0D9" w:themeColor="accent4" w:themeTint="66" w:sz="4" w:space="0"/>
        <w:right w:val="single" w:color="CCC0D9" w:themeColor="accent4" w:themeTint="66" w:sz="4" w:space="0"/>
        <w:insideH w:val="single" w:color="CCC0D9" w:themeColor="accent4" w:themeTint="66" w:sz="4" w:space="0"/>
        <w:insideV w:val="single" w:color="CCC0D9" w:themeColor="accent4" w:themeTint="66" w:sz="4" w:space="0"/>
      </w:tblBorders>
    </w:tblPr>
    <w:tblStylePr w:type="firstRow">
      <w:rPr>
        <w:b/>
        <w:bCs/>
      </w:rPr>
      <w:tblPr/>
      <w:tcPr>
        <w:tcBorders>
          <w:bottom w:val="single" w:color="B2A1C7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1" w:customStyle="1">
    <w:name w:val="Rastertabel 1 licht - Accent 51"/>
    <w:basedOn w:val="Standaardtabel"/>
    <w:uiPriority w:val="46"/>
    <w:rsid w:val="00AF6236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6" w:sz="4" w:space="0"/>
        <w:left w:val="single" w:color="B6DDE8" w:themeColor="accent5" w:themeTint="66" w:sz="4" w:space="0"/>
        <w:bottom w:val="single" w:color="B6DDE8" w:themeColor="accent5" w:themeTint="66" w:sz="4" w:space="0"/>
        <w:right w:val="single" w:color="B6DDE8" w:themeColor="accent5" w:themeTint="66" w:sz="4" w:space="0"/>
        <w:insideH w:val="single" w:color="B6DDE8" w:themeColor="accent5" w:themeTint="66" w:sz="4" w:space="0"/>
        <w:insideV w:val="single" w:color="B6DDE8" w:themeColor="accent5" w:themeTint="66" w:sz="4" w:space="0"/>
      </w:tblBorders>
    </w:tblPr>
    <w:tblStylePr w:type="firstRow">
      <w:rPr>
        <w:b/>
        <w:bCs/>
      </w:rPr>
      <w:tblPr/>
      <w:tcPr>
        <w:tcBorders>
          <w:bottom w:val="single" w:color="92CDDC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1" w:customStyle="1">
    <w:name w:val="Rastertabel 1 licht - Accent 61"/>
    <w:basedOn w:val="Standaardtabel"/>
    <w:uiPriority w:val="46"/>
    <w:rsid w:val="00AF6236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6" w:sz="4" w:space="0"/>
        <w:left w:val="single" w:color="FBD4B4" w:themeColor="accent6" w:themeTint="66" w:sz="4" w:space="0"/>
        <w:bottom w:val="single" w:color="FBD4B4" w:themeColor="accent6" w:themeTint="66" w:sz="4" w:space="0"/>
        <w:right w:val="single" w:color="FBD4B4" w:themeColor="accent6" w:themeTint="66" w:sz="4" w:space="0"/>
        <w:insideH w:val="single" w:color="FBD4B4" w:themeColor="accent6" w:themeTint="66" w:sz="4" w:space="0"/>
        <w:insideV w:val="single" w:color="FBD4B4" w:themeColor="accent6" w:themeTint="66" w:sz="4" w:space="0"/>
      </w:tblBorders>
    </w:tblPr>
    <w:tblStylePr w:type="firstRow">
      <w:rPr>
        <w:b/>
        <w:bCs/>
      </w:rPr>
      <w:tblPr/>
      <w:tcPr>
        <w:tcBorders>
          <w:bottom w:val="single" w:color="FABF8F" w:themeColor="accent6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1" w:customStyle="1">
    <w:name w:val="Rastertabel 21"/>
    <w:basedOn w:val="Standaardtabel"/>
    <w:uiPriority w:val="47"/>
    <w:rsid w:val="00AF6236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1" w:customStyle="1">
    <w:name w:val="Rastertabel 2 - Accent 11"/>
    <w:basedOn w:val="Standaardtabel"/>
    <w:uiPriority w:val="47"/>
    <w:rsid w:val="00AF6236"/>
    <w:pPr>
      <w:spacing w:after="0" w:line="240" w:lineRule="auto"/>
    </w:pPr>
    <w:tblPr>
      <w:tblStyleRowBandSize w:val="1"/>
      <w:tblStyleColBandSize w:val="1"/>
      <w:tblBorders>
        <w:top w:val="single" w:color="95B3D7" w:themeColor="accent1" w:themeTint="99" w:sz="2" w:space="0"/>
        <w:bottom w:val="single" w:color="95B3D7" w:themeColor="accent1" w:themeTint="99" w:sz="2" w:space="0"/>
        <w:insideH w:val="single" w:color="95B3D7" w:themeColor="accent1" w:themeTint="99" w:sz="2" w:space="0"/>
        <w:insideV w:val="single" w:color="95B3D7" w:themeColor="accen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95B3D7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astertabel2-Accent21" w:customStyle="1">
    <w:name w:val="Rastertabel 2 - Accent 21"/>
    <w:basedOn w:val="Standaardtabel"/>
    <w:uiPriority w:val="47"/>
    <w:rsid w:val="00AF6236"/>
    <w:pPr>
      <w:spacing w:after="0" w:line="240" w:lineRule="auto"/>
    </w:pPr>
    <w:tblPr>
      <w:tblStyleRowBandSize w:val="1"/>
      <w:tblStyleColBandSize w:val="1"/>
      <w:tblBorders>
        <w:top w:val="single" w:color="D99594" w:themeColor="accent2" w:themeTint="99" w:sz="2" w:space="0"/>
        <w:bottom w:val="single" w:color="D99594" w:themeColor="accent2" w:themeTint="99" w:sz="2" w:space="0"/>
        <w:insideH w:val="single" w:color="D99594" w:themeColor="accent2" w:themeTint="99" w:sz="2" w:space="0"/>
        <w:insideV w:val="single" w:color="D99594" w:themeColor="accent2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D99594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astertabel2-Accent31" w:customStyle="1">
    <w:name w:val="Rastertabel 2 - Accent 31"/>
    <w:basedOn w:val="Standaardtabel"/>
    <w:uiPriority w:val="47"/>
    <w:rsid w:val="00AF6236"/>
    <w:pPr>
      <w:spacing w:after="0" w:line="240" w:lineRule="auto"/>
    </w:pPr>
    <w:tblPr>
      <w:tblStyleRowBandSize w:val="1"/>
      <w:tblStyleColBandSize w:val="1"/>
      <w:tblBorders>
        <w:top w:val="single" w:color="C2D69B" w:themeColor="accent3" w:themeTint="99" w:sz="2" w:space="0"/>
        <w:bottom w:val="single" w:color="C2D69B" w:themeColor="accent3" w:themeTint="99" w:sz="2" w:space="0"/>
        <w:insideH w:val="single" w:color="C2D69B" w:themeColor="accent3" w:themeTint="99" w:sz="2" w:space="0"/>
        <w:insideV w:val="single" w:color="C2D69B" w:themeColor="accent3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C2D69B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astertabel2-Accent41" w:customStyle="1">
    <w:name w:val="Rastertabel 2 - Accent 41"/>
    <w:basedOn w:val="Standaardtabel"/>
    <w:uiPriority w:val="47"/>
    <w:rsid w:val="00AF6236"/>
    <w:pPr>
      <w:spacing w:after="0" w:line="240" w:lineRule="auto"/>
    </w:pPr>
    <w:tblPr>
      <w:tblStyleRowBandSize w:val="1"/>
      <w:tblStyleColBandSize w:val="1"/>
      <w:tblBorders>
        <w:top w:val="single" w:color="B2A1C7" w:themeColor="accent4" w:themeTint="99" w:sz="2" w:space="0"/>
        <w:bottom w:val="single" w:color="B2A1C7" w:themeColor="accent4" w:themeTint="99" w:sz="2" w:space="0"/>
        <w:insideH w:val="single" w:color="B2A1C7" w:themeColor="accent4" w:themeTint="99" w:sz="2" w:space="0"/>
        <w:insideV w:val="single" w:color="B2A1C7" w:themeColor="accent4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B2A1C7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astertabel2-Accent51" w:customStyle="1">
    <w:name w:val="Rastertabel 2 - Accent 51"/>
    <w:basedOn w:val="Standaardtabel"/>
    <w:uiPriority w:val="47"/>
    <w:rsid w:val="00AF6236"/>
    <w:pPr>
      <w:spacing w:after="0" w:line="240" w:lineRule="auto"/>
    </w:pPr>
    <w:tblPr>
      <w:tblStyleRowBandSize w:val="1"/>
      <w:tblStyleColBandSize w:val="1"/>
      <w:tblBorders>
        <w:top w:val="single" w:color="92CDDC" w:themeColor="accent5" w:themeTint="99" w:sz="2" w:space="0"/>
        <w:bottom w:val="single" w:color="92CDDC" w:themeColor="accent5" w:themeTint="99" w:sz="2" w:space="0"/>
        <w:insideH w:val="single" w:color="92CDDC" w:themeColor="accent5" w:themeTint="99" w:sz="2" w:space="0"/>
        <w:insideV w:val="single" w:color="92CDDC" w:themeColor="accent5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92CDDC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astertabel2-Accent61" w:customStyle="1">
    <w:name w:val="Rastertabel 2 - Accent 61"/>
    <w:basedOn w:val="Standaardtabel"/>
    <w:uiPriority w:val="47"/>
    <w:rsid w:val="00AF6236"/>
    <w:pPr>
      <w:spacing w:after="0" w:line="240" w:lineRule="auto"/>
    </w:pPr>
    <w:tblPr>
      <w:tblStyleRowBandSize w:val="1"/>
      <w:tblStyleColBandSize w:val="1"/>
      <w:tblBorders>
        <w:top w:val="single" w:color="FABF8F" w:themeColor="accent6" w:themeTint="99" w:sz="2" w:space="0"/>
        <w:bottom w:val="single" w:color="FABF8F" w:themeColor="accent6" w:themeTint="99" w:sz="2" w:space="0"/>
        <w:insideH w:val="single" w:color="FABF8F" w:themeColor="accent6" w:themeTint="99" w:sz="2" w:space="0"/>
        <w:insideV w:val="single" w:color="FABF8F" w:themeColor="accent6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FABF8F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astertabel31" w:customStyle="1">
    <w:name w:val="Rastertabel 31"/>
    <w:basedOn w:val="Standaardtabel"/>
    <w:uiPriority w:val="48"/>
    <w:rsid w:val="00AF6236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themeTint="99" w:sz="4" w:space="0"/>
        </w:tcBorders>
      </w:tcPr>
    </w:tblStylePr>
    <w:tblStylePr w:type="nwCell">
      <w:tblPr/>
      <w:tcPr>
        <w:tcBorders>
          <w:bottom w:val="single" w:color="666666" w:themeColor="text1" w:themeTint="99" w:sz="4" w:space="0"/>
        </w:tcBorders>
      </w:tcPr>
    </w:tblStylePr>
    <w:tblStylePr w:type="seCell">
      <w:tblPr/>
      <w:tcPr>
        <w:tcBorders>
          <w:top w:val="single" w:color="666666" w:themeColor="text1" w:themeTint="99" w:sz="4" w:space="0"/>
        </w:tcBorders>
      </w:tcPr>
    </w:tblStylePr>
    <w:tblStylePr w:type="swCell">
      <w:tblPr/>
      <w:tcPr>
        <w:tcBorders>
          <w:top w:val="single" w:color="666666" w:themeColor="text1" w:themeTint="99" w:sz="4" w:space="0"/>
        </w:tcBorders>
      </w:tcPr>
    </w:tblStylePr>
  </w:style>
  <w:style w:type="table" w:styleId="Rastertabel3-Accent11" w:customStyle="1">
    <w:name w:val="Rastertabel 3 - Accent 11"/>
    <w:basedOn w:val="Standaardtabel"/>
    <w:uiPriority w:val="48"/>
    <w:rsid w:val="00AF6236"/>
    <w:pPr>
      <w:spacing w:after="0" w:line="240" w:lineRule="auto"/>
    </w:pPr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color="95B3D7" w:themeColor="accent1" w:themeTint="99" w:sz="4" w:space="0"/>
        </w:tcBorders>
      </w:tcPr>
    </w:tblStylePr>
    <w:tblStylePr w:type="nwCell">
      <w:tblPr/>
      <w:tcPr>
        <w:tcBorders>
          <w:bottom w:val="single" w:color="95B3D7" w:themeColor="accent1" w:themeTint="99" w:sz="4" w:space="0"/>
        </w:tcBorders>
      </w:tcPr>
    </w:tblStylePr>
    <w:tblStylePr w:type="seCell">
      <w:tblPr/>
      <w:tcPr>
        <w:tcBorders>
          <w:top w:val="single" w:color="95B3D7" w:themeColor="accent1" w:themeTint="99" w:sz="4" w:space="0"/>
        </w:tcBorders>
      </w:tcPr>
    </w:tblStylePr>
    <w:tblStylePr w:type="swCell">
      <w:tblPr/>
      <w:tcPr>
        <w:tcBorders>
          <w:top w:val="single" w:color="95B3D7" w:themeColor="accent1" w:themeTint="99" w:sz="4" w:space="0"/>
        </w:tcBorders>
      </w:tcPr>
    </w:tblStylePr>
  </w:style>
  <w:style w:type="table" w:styleId="Rastertabel3-Accent21" w:customStyle="1">
    <w:name w:val="Rastertabel 3 - Accent 21"/>
    <w:basedOn w:val="Standaardtabel"/>
    <w:uiPriority w:val="48"/>
    <w:rsid w:val="00AF6236"/>
    <w:pPr>
      <w:spacing w:after="0" w:line="240" w:lineRule="auto"/>
    </w:pPr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color="D99594" w:themeColor="accent2" w:themeTint="99" w:sz="4" w:space="0"/>
        </w:tcBorders>
      </w:tcPr>
    </w:tblStylePr>
    <w:tblStylePr w:type="nwCell">
      <w:tblPr/>
      <w:tcPr>
        <w:tcBorders>
          <w:bottom w:val="single" w:color="D99594" w:themeColor="accent2" w:themeTint="99" w:sz="4" w:space="0"/>
        </w:tcBorders>
      </w:tcPr>
    </w:tblStylePr>
    <w:tblStylePr w:type="seCell">
      <w:tblPr/>
      <w:tcPr>
        <w:tcBorders>
          <w:top w:val="single" w:color="D99594" w:themeColor="accent2" w:themeTint="99" w:sz="4" w:space="0"/>
        </w:tcBorders>
      </w:tcPr>
    </w:tblStylePr>
    <w:tblStylePr w:type="swCell">
      <w:tblPr/>
      <w:tcPr>
        <w:tcBorders>
          <w:top w:val="single" w:color="D99594" w:themeColor="accent2" w:themeTint="99" w:sz="4" w:space="0"/>
        </w:tcBorders>
      </w:tcPr>
    </w:tblStylePr>
  </w:style>
  <w:style w:type="table" w:styleId="Rastertabel3-Accent31" w:customStyle="1">
    <w:name w:val="Rastertabel 3 - Accent 31"/>
    <w:basedOn w:val="Standaardtabel"/>
    <w:uiPriority w:val="48"/>
    <w:rsid w:val="00AF6236"/>
    <w:pPr>
      <w:spacing w:after="0" w:line="240" w:lineRule="auto"/>
    </w:pPr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color="C2D69B" w:themeColor="accent3" w:themeTint="99" w:sz="4" w:space="0"/>
        </w:tcBorders>
      </w:tcPr>
    </w:tblStylePr>
    <w:tblStylePr w:type="nwCell">
      <w:tblPr/>
      <w:tcPr>
        <w:tcBorders>
          <w:bottom w:val="single" w:color="C2D69B" w:themeColor="accent3" w:themeTint="99" w:sz="4" w:space="0"/>
        </w:tcBorders>
      </w:tcPr>
    </w:tblStylePr>
    <w:tblStylePr w:type="seCell">
      <w:tblPr/>
      <w:tcPr>
        <w:tcBorders>
          <w:top w:val="single" w:color="C2D69B" w:themeColor="accent3" w:themeTint="99" w:sz="4" w:space="0"/>
        </w:tcBorders>
      </w:tcPr>
    </w:tblStylePr>
    <w:tblStylePr w:type="swCell">
      <w:tblPr/>
      <w:tcPr>
        <w:tcBorders>
          <w:top w:val="single" w:color="C2D69B" w:themeColor="accent3" w:themeTint="99" w:sz="4" w:space="0"/>
        </w:tcBorders>
      </w:tcPr>
    </w:tblStylePr>
  </w:style>
  <w:style w:type="table" w:styleId="Rastertabel3-Accent41" w:customStyle="1">
    <w:name w:val="Rastertabel 3 - Accent 41"/>
    <w:basedOn w:val="Standaardtabel"/>
    <w:uiPriority w:val="48"/>
    <w:rsid w:val="00AF6236"/>
    <w:pPr>
      <w:spacing w:after="0" w:line="240" w:lineRule="auto"/>
    </w:pPr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color="B2A1C7" w:themeColor="accent4" w:themeTint="99" w:sz="4" w:space="0"/>
        </w:tcBorders>
      </w:tcPr>
    </w:tblStylePr>
    <w:tblStylePr w:type="nwCell">
      <w:tblPr/>
      <w:tcPr>
        <w:tcBorders>
          <w:bottom w:val="single" w:color="B2A1C7" w:themeColor="accent4" w:themeTint="99" w:sz="4" w:space="0"/>
        </w:tcBorders>
      </w:tcPr>
    </w:tblStylePr>
    <w:tblStylePr w:type="seCell">
      <w:tblPr/>
      <w:tcPr>
        <w:tcBorders>
          <w:top w:val="single" w:color="B2A1C7" w:themeColor="accent4" w:themeTint="99" w:sz="4" w:space="0"/>
        </w:tcBorders>
      </w:tcPr>
    </w:tblStylePr>
    <w:tblStylePr w:type="swCell">
      <w:tblPr/>
      <w:tcPr>
        <w:tcBorders>
          <w:top w:val="single" w:color="B2A1C7" w:themeColor="accent4" w:themeTint="99" w:sz="4" w:space="0"/>
        </w:tcBorders>
      </w:tcPr>
    </w:tblStylePr>
  </w:style>
  <w:style w:type="table" w:styleId="Rastertabel3-Accent51" w:customStyle="1">
    <w:name w:val="Rastertabel 3 - Accent 51"/>
    <w:basedOn w:val="Standaardtabel"/>
    <w:uiPriority w:val="48"/>
    <w:rsid w:val="00AF6236"/>
    <w:pPr>
      <w:spacing w:after="0" w:line="240" w:lineRule="auto"/>
    </w:pPr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color="92CDDC" w:themeColor="accent5" w:themeTint="99" w:sz="4" w:space="0"/>
        </w:tcBorders>
      </w:tcPr>
    </w:tblStylePr>
    <w:tblStylePr w:type="nwCell">
      <w:tblPr/>
      <w:tcPr>
        <w:tcBorders>
          <w:bottom w:val="single" w:color="92CDDC" w:themeColor="accent5" w:themeTint="99" w:sz="4" w:space="0"/>
        </w:tcBorders>
      </w:tcPr>
    </w:tblStylePr>
    <w:tblStylePr w:type="seCell">
      <w:tblPr/>
      <w:tcPr>
        <w:tcBorders>
          <w:top w:val="single" w:color="92CDDC" w:themeColor="accent5" w:themeTint="99" w:sz="4" w:space="0"/>
        </w:tcBorders>
      </w:tcPr>
    </w:tblStylePr>
    <w:tblStylePr w:type="swCell">
      <w:tblPr/>
      <w:tcPr>
        <w:tcBorders>
          <w:top w:val="single" w:color="92CDDC" w:themeColor="accent5" w:themeTint="99" w:sz="4" w:space="0"/>
        </w:tcBorders>
      </w:tcPr>
    </w:tblStylePr>
  </w:style>
  <w:style w:type="table" w:styleId="Rastertabel3-Accent61" w:customStyle="1">
    <w:name w:val="Rastertabel 3 - Accent 61"/>
    <w:basedOn w:val="Standaardtabel"/>
    <w:uiPriority w:val="48"/>
    <w:rsid w:val="00AF6236"/>
    <w:pPr>
      <w:spacing w:after="0" w:line="240" w:lineRule="auto"/>
    </w:p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color="FABF8F" w:themeColor="accent6" w:themeTint="99" w:sz="4" w:space="0"/>
        </w:tcBorders>
      </w:tcPr>
    </w:tblStylePr>
    <w:tblStylePr w:type="nwCell">
      <w:tblPr/>
      <w:tcPr>
        <w:tcBorders>
          <w:bottom w:val="single" w:color="FABF8F" w:themeColor="accent6" w:themeTint="99" w:sz="4" w:space="0"/>
        </w:tcBorders>
      </w:tcPr>
    </w:tblStylePr>
    <w:tblStylePr w:type="seCell">
      <w:tblPr/>
      <w:tcPr>
        <w:tcBorders>
          <w:top w:val="single" w:color="FABF8F" w:themeColor="accent6" w:themeTint="99" w:sz="4" w:space="0"/>
        </w:tcBorders>
      </w:tcPr>
    </w:tblStylePr>
    <w:tblStylePr w:type="swCell">
      <w:tblPr/>
      <w:tcPr>
        <w:tcBorders>
          <w:top w:val="single" w:color="FABF8F" w:themeColor="accent6" w:themeTint="99" w:sz="4" w:space="0"/>
        </w:tcBorders>
      </w:tcPr>
    </w:tblStylePr>
  </w:style>
  <w:style w:type="table" w:styleId="Rastertabel41" w:customStyle="1">
    <w:name w:val="Rastertabel 41"/>
    <w:basedOn w:val="Standaardtabel"/>
    <w:uiPriority w:val="49"/>
    <w:rsid w:val="00AF6236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1" w:customStyle="1">
    <w:name w:val="Rastertabel 4 - Accent 11"/>
    <w:basedOn w:val="Standaardtabel"/>
    <w:uiPriority w:val="49"/>
    <w:rsid w:val="00AF6236"/>
    <w:pPr>
      <w:spacing w:after="0" w:line="240" w:lineRule="auto"/>
    </w:pPr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astertabel4-Accent21" w:customStyle="1">
    <w:name w:val="Rastertabel 4 - Accent 21"/>
    <w:basedOn w:val="Standaardtabel"/>
    <w:uiPriority w:val="49"/>
    <w:rsid w:val="00AF6236"/>
    <w:pPr>
      <w:spacing w:after="0" w:line="240" w:lineRule="auto"/>
    </w:pPr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color="C0504D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astertabel4-Accent31" w:customStyle="1">
    <w:name w:val="Rastertabel 4 - Accent 31"/>
    <w:basedOn w:val="Standaardtabel"/>
    <w:uiPriority w:val="49"/>
    <w:rsid w:val="00AF6236"/>
    <w:pPr>
      <w:spacing w:after="0" w:line="240" w:lineRule="auto"/>
    </w:pPr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color="9BBB59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astertabel4-Accent41" w:customStyle="1">
    <w:name w:val="Rastertabel 4 - Accent 41"/>
    <w:basedOn w:val="Standaardtabel"/>
    <w:uiPriority w:val="49"/>
    <w:rsid w:val="00AF6236"/>
    <w:pPr>
      <w:spacing w:after="0" w:line="240" w:lineRule="auto"/>
    </w:pPr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color="8064A2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astertabel4-Accent51" w:customStyle="1">
    <w:name w:val="Rastertabel 4 - Accent 51"/>
    <w:basedOn w:val="Standaardtabel"/>
    <w:uiPriority w:val="49"/>
    <w:rsid w:val="00AF6236"/>
    <w:pPr>
      <w:spacing w:after="0" w:line="240" w:lineRule="auto"/>
    </w:pPr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color="4BACC6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astertabel4-Accent61" w:customStyle="1">
    <w:name w:val="Rastertabel 4 - Accent 61"/>
    <w:basedOn w:val="Standaardtabel"/>
    <w:uiPriority w:val="49"/>
    <w:rsid w:val="00AF6236"/>
    <w:pPr>
      <w:spacing w:after="0" w:line="240" w:lineRule="auto"/>
    </w:p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astertabel5donker1" w:customStyle="1">
    <w:name w:val="Rastertabel 5 donker1"/>
    <w:basedOn w:val="Standaardtabel"/>
    <w:uiPriority w:val="50"/>
    <w:rsid w:val="00AF6236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1" w:customStyle="1">
    <w:name w:val="Rastertabel 5 donker - Accent 11"/>
    <w:basedOn w:val="Standaardtabel"/>
    <w:uiPriority w:val="50"/>
    <w:rsid w:val="00AF6236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Rastertabel5donker-Accent21" w:customStyle="1">
    <w:name w:val="Rastertabel 5 donker - Accent 21"/>
    <w:basedOn w:val="Standaardtabel"/>
    <w:uiPriority w:val="50"/>
    <w:rsid w:val="00AF6236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Rastertabel5donker-Accent31" w:customStyle="1">
    <w:name w:val="Rastertabel 5 donker - Accent 31"/>
    <w:basedOn w:val="Standaardtabel"/>
    <w:uiPriority w:val="50"/>
    <w:rsid w:val="00AF6236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Rastertabel5donker-Accent41" w:customStyle="1">
    <w:name w:val="Rastertabel 5 donker - Accent 41"/>
    <w:basedOn w:val="Standaardtabel"/>
    <w:uiPriority w:val="50"/>
    <w:rsid w:val="00AF6236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Rastertabel5donker-Accent51" w:customStyle="1">
    <w:name w:val="Rastertabel 5 donker - Accent 51"/>
    <w:basedOn w:val="Standaardtabel"/>
    <w:uiPriority w:val="50"/>
    <w:rsid w:val="00AF6236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Rastertabel5donker-Accent61" w:customStyle="1">
    <w:name w:val="Rastertabel 5 donker - Accent 61"/>
    <w:basedOn w:val="Standaardtabel"/>
    <w:uiPriority w:val="50"/>
    <w:rsid w:val="00AF6236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Rastertabel6kleurrijk1" w:customStyle="1">
    <w:name w:val="Rastertabel 6 kleurrijk1"/>
    <w:basedOn w:val="Standaardtabel"/>
    <w:uiPriority w:val="51"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1" w:customStyle="1">
    <w:name w:val="Rastertabel 6 kleurrijk - Accent 11"/>
    <w:basedOn w:val="Standaardtabel"/>
    <w:uiPriority w:val="51"/>
    <w:rsid w:val="00AF623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</w:rPr>
      <w:tblPr/>
      <w:tcPr>
        <w:tcBorders>
          <w:bottom w:val="single" w:color="95B3D7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astertabel6kleurrijk-Accent21" w:customStyle="1">
    <w:name w:val="Rastertabel 6 kleurrijk - Accent 21"/>
    <w:basedOn w:val="Standaardtabel"/>
    <w:uiPriority w:val="51"/>
    <w:rsid w:val="00AF623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</w:rPr>
      <w:tblPr/>
      <w:tcPr>
        <w:tcBorders>
          <w:bottom w:val="single" w:color="D99594" w:themeColor="accent2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astertabel6kleurrijk-Accent31" w:customStyle="1">
    <w:name w:val="Rastertabel 6 kleurrijk - Accent 31"/>
    <w:basedOn w:val="Standaardtabel"/>
    <w:uiPriority w:val="51"/>
    <w:rsid w:val="00AF623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</w:rPr>
      <w:tblPr/>
      <w:tcPr>
        <w:tcBorders>
          <w:bottom w:val="single" w:color="C2D69B" w:themeColor="accent3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astertabel6kleurrijk-Accent41" w:customStyle="1">
    <w:name w:val="Rastertabel 6 kleurrijk - Accent 41"/>
    <w:basedOn w:val="Standaardtabel"/>
    <w:uiPriority w:val="51"/>
    <w:rsid w:val="00AF623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</w:rPr>
      <w:tblPr/>
      <w:tcPr>
        <w:tcBorders>
          <w:bottom w:val="single" w:color="B2A1C7" w:themeColor="accent4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astertabel6kleurrijk-Accent51" w:customStyle="1">
    <w:name w:val="Rastertabel 6 kleurrijk - Accent 51"/>
    <w:basedOn w:val="Standaardtabel"/>
    <w:uiPriority w:val="51"/>
    <w:rsid w:val="00AF623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</w:rPr>
      <w:tblPr/>
      <w:tcPr>
        <w:tcBorders>
          <w:bottom w:val="single" w:color="92CDDC" w:themeColor="accent5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astertabel6kleurrijk-Accent61" w:customStyle="1">
    <w:name w:val="Rastertabel 6 kleurrijk - Accent 61"/>
    <w:basedOn w:val="Standaardtabel"/>
    <w:uiPriority w:val="51"/>
    <w:rsid w:val="00AF623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</w:rPr>
      <w:tblPr/>
      <w:tcPr>
        <w:tcBorders>
          <w:bottom w:val="single" w:color="FABF8F" w:themeColor="accent6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astertabel7kleurrijk1" w:customStyle="1">
    <w:name w:val="Rastertabel 7 kleurrijk1"/>
    <w:basedOn w:val="Standaardtabel"/>
    <w:uiPriority w:val="52"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themeTint="99" w:sz="4" w:space="0"/>
        </w:tcBorders>
      </w:tcPr>
    </w:tblStylePr>
    <w:tblStylePr w:type="nwCell">
      <w:tblPr/>
      <w:tcPr>
        <w:tcBorders>
          <w:bottom w:val="single" w:color="666666" w:themeColor="text1" w:themeTint="99" w:sz="4" w:space="0"/>
        </w:tcBorders>
      </w:tcPr>
    </w:tblStylePr>
    <w:tblStylePr w:type="seCell">
      <w:tblPr/>
      <w:tcPr>
        <w:tcBorders>
          <w:top w:val="single" w:color="666666" w:themeColor="text1" w:themeTint="99" w:sz="4" w:space="0"/>
        </w:tcBorders>
      </w:tcPr>
    </w:tblStylePr>
    <w:tblStylePr w:type="swCell">
      <w:tblPr/>
      <w:tcPr>
        <w:tcBorders>
          <w:top w:val="single" w:color="666666" w:themeColor="text1" w:themeTint="99" w:sz="4" w:space="0"/>
        </w:tcBorders>
      </w:tcPr>
    </w:tblStylePr>
  </w:style>
  <w:style w:type="table" w:styleId="Rastertabel7kleurrijk-Accent11" w:customStyle="1">
    <w:name w:val="Rastertabel 7 kleurrijk - Accent 11"/>
    <w:basedOn w:val="Standaardtabel"/>
    <w:uiPriority w:val="52"/>
    <w:rsid w:val="00AF623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color="95B3D7" w:themeColor="accent1" w:themeTint="99" w:sz="4" w:space="0"/>
        </w:tcBorders>
      </w:tcPr>
    </w:tblStylePr>
    <w:tblStylePr w:type="nwCell">
      <w:tblPr/>
      <w:tcPr>
        <w:tcBorders>
          <w:bottom w:val="single" w:color="95B3D7" w:themeColor="accent1" w:themeTint="99" w:sz="4" w:space="0"/>
        </w:tcBorders>
      </w:tcPr>
    </w:tblStylePr>
    <w:tblStylePr w:type="seCell">
      <w:tblPr/>
      <w:tcPr>
        <w:tcBorders>
          <w:top w:val="single" w:color="95B3D7" w:themeColor="accent1" w:themeTint="99" w:sz="4" w:space="0"/>
        </w:tcBorders>
      </w:tcPr>
    </w:tblStylePr>
    <w:tblStylePr w:type="swCell">
      <w:tblPr/>
      <w:tcPr>
        <w:tcBorders>
          <w:top w:val="single" w:color="95B3D7" w:themeColor="accent1" w:themeTint="99" w:sz="4" w:space="0"/>
        </w:tcBorders>
      </w:tcPr>
    </w:tblStylePr>
  </w:style>
  <w:style w:type="table" w:styleId="Rastertabel7kleurrijk-Accent21" w:customStyle="1">
    <w:name w:val="Rastertabel 7 kleurrijk - Accent 21"/>
    <w:basedOn w:val="Standaardtabel"/>
    <w:uiPriority w:val="52"/>
    <w:rsid w:val="00AF623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color="D99594" w:themeColor="accent2" w:themeTint="99" w:sz="4" w:space="0"/>
        </w:tcBorders>
      </w:tcPr>
    </w:tblStylePr>
    <w:tblStylePr w:type="nwCell">
      <w:tblPr/>
      <w:tcPr>
        <w:tcBorders>
          <w:bottom w:val="single" w:color="D99594" w:themeColor="accent2" w:themeTint="99" w:sz="4" w:space="0"/>
        </w:tcBorders>
      </w:tcPr>
    </w:tblStylePr>
    <w:tblStylePr w:type="seCell">
      <w:tblPr/>
      <w:tcPr>
        <w:tcBorders>
          <w:top w:val="single" w:color="D99594" w:themeColor="accent2" w:themeTint="99" w:sz="4" w:space="0"/>
        </w:tcBorders>
      </w:tcPr>
    </w:tblStylePr>
    <w:tblStylePr w:type="swCell">
      <w:tblPr/>
      <w:tcPr>
        <w:tcBorders>
          <w:top w:val="single" w:color="D99594" w:themeColor="accent2" w:themeTint="99" w:sz="4" w:space="0"/>
        </w:tcBorders>
      </w:tcPr>
    </w:tblStylePr>
  </w:style>
  <w:style w:type="table" w:styleId="Rastertabel7kleurrijk-Accent31" w:customStyle="1">
    <w:name w:val="Rastertabel 7 kleurrijk - Accent 31"/>
    <w:basedOn w:val="Standaardtabel"/>
    <w:uiPriority w:val="52"/>
    <w:rsid w:val="00AF623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color="C2D69B" w:themeColor="accent3" w:themeTint="99" w:sz="4" w:space="0"/>
        </w:tcBorders>
      </w:tcPr>
    </w:tblStylePr>
    <w:tblStylePr w:type="nwCell">
      <w:tblPr/>
      <w:tcPr>
        <w:tcBorders>
          <w:bottom w:val="single" w:color="C2D69B" w:themeColor="accent3" w:themeTint="99" w:sz="4" w:space="0"/>
        </w:tcBorders>
      </w:tcPr>
    </w:tblStylePr>
    <w:tblStylePr w:type="seCell">
      <w:tblPr/>
      <w:tcPr>
        <w:tcBorders>
          <w:top w:val="single" w:color="C2D69B" w:themeColor="accent3" w:themeTint="99" w:sz="4" w:space="0"/>
        </w:tcBorders>
      </w:tcPr>
    </w:tblStylePr>
    <w:tblStylePr w:type="swCell">
      <w:tblPr/>
      <w:tcPr>
        <w:tcBorders>
          <w:top w:val="single" w:color="C2D69B" w:themeColor="accent3" w:themeTint="99" w:sz="4" w:space="0"/>
        </w:tcBorders>
      </w:tcPr>
    </w:tblStylePr>
  </w:style>
  <w:style w:type="table" w:styleId="Rastertabel7kleurrijk-Accent41" w:customStyle="1">
    <w:name w:val="Rastertabel 7 kleurrijk - Accent 41"/>
    <w:basedOn w:val="Standaardtabel"/>
    <w:uiPriority w:val="52"/>
    <w:rsid w:val="00AF623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color="B2A1C7" w:themeColor="accent4" w:themeTint="99" w:sz="4" w:space="0"/>
        </w:tcBorders>
      </w:tcPr>
    </w:tblStylePr>
    <w:tblStylePr w:type="nwCell">
      <w:tblPr/>
      <w:tcPr>
        <w:tcBorders>
          <w:bottom w:val="single" w:color="B2A1C7" w:themeColor="accent4" w:themeTint="99" w:sz="4" w:space="0"/>
        </w:tcBorders>
      </w:tcPr>
    </w:tblStylePr>
    <w:tblStylePr w:type="seCell">
      <w:tblPr/>
      <w:tcPr>
        <w:tcBorders>
          <w:top w:val="single" w:color="B2A1C7" w:themeColor="accent4" w:themeTint="99" w:sz="4" w:space="0"/>
        </w:tcBorders>
      </w:tcPr>
    </w:tblStylePr>
    <w:tblStylePr w:type="swCell">
      <w:tblPr/>
      <w:tcPr>
        <w:tcBorders>
          <w:top w:val="single" w:color="B2A1C7" w:themeColor="accent4" w:themeTint="99" w:sz="4" w:space="0"/>
        </w:tcBorders>
      </w:tcPr>
    </w:tblStylePr>
  </w:style>
  <w:style w:type="table" w:styleId="Rastertabel7kleurrijk-Accent51" w:customStyle="1">
    <w:name w:val="Rastertabel 7 kleurrijk - Accent 51"/>
    <w:basedOn w:val="Standaardtabel"/>
    <w:uiPriority w:val="52"/>
    <w:rsid w:val="00AF623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color="92CDDC" w:themeColor="accent5" w:themeTint="99" w:sz="4" w:space="0"/>
        </w:tcBorders>
      </w:tcPr>
    </w:tblStylePr>
    <w:tblStylePr w:type="nwCell">
      <w:tblPr/>
      <w:tcPr>
        <w:tcBorders>
          <w:bottom w:val="single" w:color="92CDDC" w:themeColor="accent5" w:themeTint="99" w:sz="4" w:space="0"/>
        </w:tcBorders>
      </w:tcPr>
    </w:tblStylePr>
    <w:tblStylePr w:type="seCell">
      <w:tblPr/>
      <w:tcPr>
        <w:tcBorders>
          <w:top w:val="single" w:color="92CDDC" w:themeColor="accent5" w:themeTint="99" w:sz="4" w:space="0"/>
        </w:tcBorders>
      </w:tcPr>
    </w:tblStylePr>
    <w:tblStylePr w:type="swCell">
      <w:tblPr/>
      <w:tcPr>
        <w:tcBorders>
          <w:top w:val="single" w:color="92CDDC" w:themeColor="accent5" w:themeTint="99" w:sz="4" w:space="0"/>
        </w:tcBorders>
      </w:tcPr>
    </w:tblStylePr>
  </w:style>
  <w:style w:type="table" w:styleId="Rastertabel7kleurrijk-Accent61" w:customStyle="1">
    <w:name w:val="Rastertabel 7 kleurrijk - Accent 61"/>
    <w:basedOn w:val="Standaardtabel"/>
    <w:uiPriority w:val="52"/>
    <w:rsid w:val="00AF623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color="FABF8F" w:themeColor="accent6" w:themeTint="99" w:sz="4" w:space="0"/>
        </w:tcBorders>
      </w:tcPr>
    </w:tblStylePr>
    <w:tblStylePr w:type="nwCell">
      <w:tblPr/>
      <w:tcPr>
        <w:tcBorders>
          <w:bottom w:val="single" w:color="FABF8F" w:themeColor="accent6" w:themeTint="99" w:sz="4" w:space="0"/>
        </w:tcBorders>
      </w:tcPr>
    </w:tblStylePr>
    <w:tblStylePr w:type="seCell">
      <w:tblPr/>
      <w:tcPr>
        <w:tcBorders>
          <w:top w:val="single" w:color="FABF8F" w:themeColor="accent6" w:themeTint="99" w:sz="4" w:space="0"/>
        </w:tcBorders>
      </w:tcPr>
    </w:tblStylePr>
    <w:tblStylePr w:type="swCell">
      <w:tblPr/>
      <w:tcPr>
        <w:tcBorders>
          <w:top w:val="single" w:color="FABF8F" w:themeColor="accent6" w:themeTint="99" w:sz="4" w:space="0"/>
        </w:tcBorders>
      </w:tcPr>
    </w:tblStylePr>
  </w:style>
  <w:style w:type="character" w:styleId="Hashtag1" w:customStyle="1">
    <w:name w:val="Hashtag1"/>
    <w:basedOn w:val="Standaardalinea-lettertype"/>
    <w:uiPriority w:val="99"/>
    <w:semiHidden/>
    <w:unhideWhenUsed/>
    <w:rsid w:val="00AF6236"/>
    <w:rPr>
      <w:color w:val="2B579A"/>
      <w:shd w:val="clear" w:color="auto" w:fill="E6E6E6"/>
    </w:rPr>
  </w:style>
  <w:style w:type="character" w:styleId="Kop3Char" w:customStyle="1">
    <w:name w:val="Kop 3 Char"/>
    <w:basedOn w:val="Standaardalinea-lettertype"/>
    <w:link w:val="Kop3"/>
    <w:uiPriority w:val="9"/>
    <w:semiHidden/>
    <w:rsid w:val="00AF6236"/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Kop4Char" w:customStyle="1">
    <w:name w:val="Kop 4 Char"/>
    <w:basedOn w:val="Standaardalinea-lettertype"/>
    <w:link w:val="Kop4"/>
    <w:uiPriority w:val="9"/>
    <w:semiHidden/>
    <w:rsid w:val="00AF6236"/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character" w:styleId="Kop5Char" w:customStyle="1">
    <w:name w:val="Kop 5 Char"/>
    <w:basedOn w:val="Standaardalinea-lettertype"/>
    <w:link w:val="Kop5"/>
    <w:uiPriority w:val="9"/>
    <w:semiHidden/>
    <w:rsid w:val="00AF6236"/>
    <w:rPr>
      <w:rFonts w:asciiTheme="majorHAnsi" w:hAnsiTheme="majorHAnsi" w:eastAsiaTheme="majorEastAsia" w:cstheme="majorBidi"/>
      <w:color w:val="365F91" w:themeColor="accent1" w:themeShade="BF"/>
    </w:rPr>
  </w:style>
  <w:style w:type="character" w:styleId="Kop6Char" w:customStyle="1">
    <w:name w:val="Kop 6 Char"/>
    <w:basedOn w:val="Standaardalinea-lettertype"/>
    <w:link w:val="Kop6"/>
    <w:uiPriority w:val="9"/>
    <w:semiHidden/>
    <w:rsid w:val="00AF6236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Kop7Char" w:customStyle="1">
    <w:name w:val="Kop 7 Char"/>
    <w:basedOn w:val="Standaardalinea-lettertype"/>
    <w:link w:val="Kop7"/>
    <w:uiPriority w:val="9"/>
    <w:semiHidden/>
    <w:rsid w:val="00AF6236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Kop8Char" w:customStyle="1">
    <w:name w:val="Kop 8 Char"/>
    <w:basedOn w:val="Standaardalinea-lettertype"/>
    <w:link w:val="Kop8"/>
    <w:uiPriority w:val="9"/>
    <w:semiHidden/>
    <w:rsid w:val="00AF6236"/>
    <w:rPr>
      <w:rFonts w:asciiTheme="majorHAnsi" w:hAnsiTheme="majorHAnsi" w:eastAsiaTheme="majorEastAsia" w:cstheme="majorBidi"/>
      <w:color w:val="272727" w:themeColor="text1" w:themeTint="D8"/>
      <w:szCs w:val="21"/>
    </w:rPr>
  </w:style>
  <w:style w:type="character" w:styleId="Kop9Char" w:customStyle="1">
    <w:name w:val="Kop 9 Char"/>
    <w:basedOn w:val="Standaardalinea-lettertype"/>
    <w:link w:val="Kop9"/>
    <w:uiPriority w:val="9"/>
    <w:semiHidden/>
    <w:rsid w:val="00AF6236"/>
    <w:rPr>
      <w:rFonts w:asciiTheme="majorHAnsi" w:hAnsiTheme="majorHAnsi" w:eastAsiaTheme="majorEastAsia" w:cstheme="majorBidi"/>
      <w:i/>
      <w:iCs/>
      <w:color w:val="272727" w:themeColor="text1" w:themeTint="D8"/>
      <w:szCs w:val="21"/>
    </w:rPr>
  </w:style>
  <w:style w:type="character" w:styleId="HTML-acroniem">
    <w:name w:val="HTML Acronym"/>
    <w:basedOn w:val="Standaardalinea-lettertype"/>
    <w:uiPriority w:val="99"/>
    <w:semiHidden/>
    <w:unhideWhenUsed/>
    <w:rsid w:val="00AF6236"/>
  </w:style>
  <w:style w:type="paragraph" w:styleId="HTML-adres">
    <w:name w:val="HTML Address"/>
    <w:basedOn w:val="Standaard"/>
    <w:link w:val="HTML-adresChar"/>
    <w:uiPriority w:val="99"/>
    <w:semiHidden/>
    <w:unhideWhenUsed/>
    <w:rsid w:val="00AF6236"/>
    <w:pPr>
      <w:spacing w:after="0" w:line="240" w:lineRule="auto"/>
    </w:pPr>
    <w:rPr>
      <w:i/>
      <w:iCs/>
    </w:rPr>
  </w:style>
  <w:style w:type="character" w:styleId="HTML-adresChar" w:customStyle="1">
    <w:name w:val="HTML-adres Char"/>
    <w:basedOn w:val="Standaardalinea-lettertype"/>
    <w:link w:val="HTML-adres"/>
    <w:uiPriority w:val="99"/>
    <w:semiHidden/>
    <w:rsid w:val="00AF6236"/>
    <w:rPr>
      <w:i/>
      <w:iCs/>
      <w:color w:val="262626" w:themeColor="text1" w:themeTint="D9"/>
    </w:rPr>
  </w:style>
  <w:style w:type="character" w:styleId="HTML-citaat">
    <w:name w:val="HTML Cite"/>
    <w:basedOn w:val="Standaardalinea-lettertype"/>
    <w:uiPriority w:val="99"/>
    <w:semiHidden/>
    <w:unhideWhenUsed/>
    <w:rsid w:val="00AF6236"/>
    <w:rPr>
      <w:i/>
      <w:iCs/>
    </w:rPr>
  </w:style>
  <w:style w:type="character" w:styleId="HTMLCode">
    <w:name w:val="HTML Code"/>
    <w:basedOn w:val="Standaardalinea-lettertype"/>
    <w:uiPriority w:val="99"/>
    <w:semiHidden/>
    <w:unhideWhenUsed/>
    <w:rsid w:val="00AF6236"/>
    <w:rPr>
      <w:rFonts w:ascii="Consolas" w:hAnsi="Consolas"/>
      <w:sz w:val="22"/>
      <w:szCs w:val="20"/>
    </w:rPr>
  </w:style>
  <w:style w:type="character" w:styleId="HTMLDefinition">
    <w:name w:val="HTML Definition"/>
    <w:basedOn w:val="Standaardalinea-lettertype"/>
    <w:uiPriority w:val="99"/>
    <w:semiHidden/>
    <w:unhideWhenUsed/>
    <w:rsid w:val="00AF6236"/>
    <w:rPr>
      <w:i/>
      <w:iCs/>
    </w:rPr>
  </w:style>
  <w:style w:type="character" w:styleId="HTML-toetsenbord">
    <w:name w:val="HTML Keyboard"/>
    <w:basedOn w:val="Standaardalinea-lettertype"/>
    <w:uiPriority w:val="99"/>
    <w:semiHidden/>
    <w:unhideWhenUsed/>
    <w:rsid w:val="00AF6236"/>
    <w:rPr>
      <w:rFonts w:ascii="Consolas" w:hAnsi="Consolas"/>
      <w:sz w:val="22"/>
      <w:szCs w:val="20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AF6236"/>
    <w:pPr>
      <w:spacing w:after="0" w:line="240" w:lineRule="auto"/>
    </w:pPr>
    <w:rPr>
      <w:rFonts w:ascii="Consolas" w:hAnsi="Consolas"/>
      <w:szCs w:val="20"/>
    </w:rPr>
  </w:style>
  <w:style w:type="character" w:styleId="HTML-voorafopgemaaktChar" w:customStyle="1">
    <w:name w:val="HTML - vooraf opgemaakt Char"/>
    <w:basedOn w:val="Standaardalinea-lettertype"/>
    <w:link w:val="HTML-voorafopgemaakt"/>
    <w:uiPriority w:val="99"/>
    <w:semiHidden/>
    <w:rsid w:val="00AF6236"/>
    <w:rPr>
      <w:rFonts w:ascii="Consolas" w:hAnsi="Consolas"/>
      <w:color w:val="262626" w:themeColor="text1" w:themeTint="D9"/>
      <w:szCs w:val="20"/>
    </w:rPr>
  </w:style>
  <w:style w:type="character" w:styleId="HTML-voorbeeld">
    <w:name w:val="HTML Sample"/>
    <w:basedOn w:val="Standaardalinea-lettertype"/>
    <w:uiPriority w:val="99"/>
    <w:semiHidden/>
    <w:unhideWhenUsed/>
    <w:rsid w:val="00AF6236"/>
    <w:rPr>
      <w:rFonts w:ascii="Consolas" w:hAnsi="Consolas"/>
      <w:sz w:val="24"/>
      <w:szCs w:val="24"/>
    </w:rPr>
  </w:style>
  <w:style w:type="character" w:styleId="HTML-schrijfmachine">
    <w:name w:val="HTML Typewriter"/>
    <w:basedOn w:val="Standaardalinea-lettertype"/>
    <w:uiPriority w:val="99"/>
    <w:semiHidden/>
    <w:unhideWhenUsed/>
    <w:rsid w:val="00AF6236"/>
    <w:rPr>
      <w:rFonts w:ascii="Consolas" w:hAnsi="Consolas"/>
      <w:sz w:val="22"/>
      <w:szCs w:val="20"/>
    </w:rPr>
  </w:style>
  <w:style w:type="character" w:styleId="HTMLVariable">
    <w:name w:val="HTML Variable"/>
    <w:basedOn w:val="Standaardalinea-lettertype"/>
    <w:uiPriority w:val="99"/>
    <w:semiHidden/>
    <w:unhideWhenUsed/>
    <w:rsid w:val="00AF6236"/>
    <w:rPr>
      <w:i/>
      <w:iCs/>
    </w:rPr>
  </w:style>
  <w:style w:type="character" w:styleId="Hyperlink">
    <w:name w:val="Hyperlink"/>
    <w:basedOn w:val="Standaardalinea-lettertype"/>
    <w:uiPriority w:val="99"/>
    <w:semiHidden/>
    <w:unhideWhenUsed/>
    <w:rsid w:val="00AF6236"/>
    <w:rPr>
      <w:color w:val="0000FF" w:themeColor="hyperlink"/>
      <w:u w:val="single"/>
    </w:rPr>
  </w:style>
  <w:style w:type="paragraph" w:styleId="Index1">
    <w:name w:val="index 1"/>
    <w:basedOn w:val="Standaard"/>
    <w:next w:val="Standaard"/>
    <w:autoRedefine/>
    <w:uiPriority w:val="99"/>
    <w:semiHidden/>
    <w:unhideWhenUsed/>
    <w:rsid w:val="00AF6236"/>
    <w:pPr>
      <w:spacing w:after="0" w:line="240" w:lineRule="auto"/>
      <w:ind w:left="220" w:hanging="220"/>
    </w:pPr>
  </w:style>
  <w:style w:type="paragraph" w:styleId="Index2">
    <w:name w:val="index 2"/>
    <w:basedOn w:val="Standaard"/>
    <w:next w:val="Standaard"/>
    <w:autoRedefine/>
    <w:uiPriority w:val="99"/>
    <w:semiHidden/>
    <w:unhideWhenUsed/>
    <w:rsid w:val="00AF6236"/>
    <w:pPr>
      <w:spacing w:after="0" w:line="240" w:lineRule="auto"/>
      <w:ind w:left="440" w:hanging="220"/>
    </w:pPr>
  </w:style>
  <w:style w:type="paragraph" w:styleId="Index3">
    <w:name w:val="index 3"/>
    <w:basedOn w:val="Standaard"/>
    <w:next w:val="Standaard"/>
    <w:autoRedefine/>
    <w:uiPriority w:val="99"/>
    <w:semiHidden/>
    <w:unhideWhenUsed/>
    <w:rsid w:val="00AF6236"/>
    <w:pPr>
      <w:spacing w:after="0" w:line="240" w:lineRule="auto"/>
      <w:ind w:left="660" w:hanging="220"/>
    </w:pPr>
  </w:style>
  <w:style w:type="paragraph" w:styleId="Index4">
    <w:name w:val="index 4"/>
    <w:basedOn w:val="Standaard"/>
    <w:next w:val="Standaard"/>
    <w:autoRedefine/>
    <w:uiPriority w:val="99"/>
    <w:semiHidden/>
    <w:unhideWhenUsed/>
    <w:rsid w:val="00AF6236"/>
    <w:pPr>
      <w:spacing w:after="0" w:line="240" w:lineRule="auto"/>
      <w:ind w:left="880" w:hanging="220"/>
    </w:pPr>
  </w:style>
  <w:style w:type="paragraph" w:styleId="Index5">
    <w:name w:val="index 5"/>
    <w:basedOn w:val="Standaard"/>
    <w:next w:val="Standaard"/>
    <w:autoRedefine/>
    <w:uiPriority w:val="99"/>
    <w:semiHidden/>
    <w:unhideWhenUsed/>
    <w:rsid w:val="00AF6236"/>
    <w:pPr>
      <w:spacing w:after="0" w:line="240" w:lineRule="auto"/>
      <w:ind w:left="1100" w:hanging="220"/>
    </w:pPr>
  </w:style>
  <w:style w:type="paragraph" w:styleId="Index6">
    <w:name w:val="index 6"/>
    <w:basedOn w:val="Standaard"/>
    <w:next w:val="Standaard"/>
    <w:autoRedefine/>
    <w:uiPriority w:val="99"/>
    <w:semiHidden/>
    <w:unhideWhenUsed/>
    <w:rsid w:val="00AF6236"/>
    <w:pPr>
      <w:spacing w:after="0" w:line="240" w:lineRule="auto"/>
      <w:ind w:left="1320" w:hanging="220"/>
    </w:pPr>
  </w:style>
  <w:style w:type="paragraph" w:styleId="Index7">
    <w:name w:val="index 7"/>
    <w:basedOn w:val="Standaard"/>
    <w:next w:val="Standaard"/>
    <w:autoRedefine/>
    <w:uiPriority w:val="99"/>
    <w:semiHidden/>
    <w:unhideWhenUsed/>
    <w:rsid w:val="00AF6236"/>
    <w:pPr>
      <w:spacing w:after="0" w:line="240" w:lineRule="auto"/>
      <w:ind w:left="1540" w:hanging="220"/>
    </w:pPr>
  </w:style>
  <w:style w:type="paragraph" w:styleId="Index8">
    <w:name w:val="index 8"/>
    <w:basedOn w:val="Standaard"/>
    <w:next w:val="Standaard"/>
    <w:autoRedefine/>
    <w:uiPriority w:val="99"/>
    <w:semiHidden/>
    <w:unhideWhenUsed/>
    <w:rsid w:val="00AF6236"/>
    <w:pPr>
      <w:spacing w:after="0" w:line="240" w:lineRule="auto"/>
      <w:ind w:left="1760" w:hanging="220"/>
    </w:pPr>
  </w:style>
  <w:style w:type="paragraph" w:styleId="Index9">
    <w:name w:val="index 9"/>
    <w:basedOn w:val="Standaard"/>
    <w:next w:val="Standaard"/>
    <w:autoRedefine/>
    <w:uiPriority w:val="99"/>
    <w:semiHidden/>
    <w:unhideWhenUsed/>
    <w:rsid w:val="00AF6236"/>
    <w:pPr>
      <w:spacing w:after="0" w:line="240" w:lineRule="auto"/>
      <w:ind w:left="1980" w:hanging="220"/>
    </w:pPr>
  </w:style>
  <w:style w:type="paragraph" w:styleId="Indexkop">
    <w:name w:val="index heading"/>
    <w:basedOn w:val="Standaard"/>
    <w:next w:val="Index1"/>
    <w:uiPriority w:val="99"/>
    <w:semiHidden/>
    <w:unhideWhenUsed/>
    <w:rsid w:val="00AF6236"/>
    <w:rPr>
      <w:rFonts w:asciiTheme="majorHAnsi" w:hAnsiTheme="majorHAnsi" w:eastAsiaTheme="majorEastAsia" w:cstheme="majorBidi"/>
      <w:b/>
      <w:bCs/>
    </w:rPr>
  </w:style>
  <w:style w:type="character" w:styleId="Intensievebenadrukking">
    <w:name w:val="Intense Emphasis"/>
    <w:basedOn w:val="Standaardalinea-lettertype"/>
    <w:uiPriority w:val="21"/>
    <w:qFormat/>
    <w:rsid w:val="00BF765F"/>
    <w:rPr>
      <w:i/>
      <w:iCs/>
      <w:color w:val="365F9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F765F"/>
    <w:pPr>
      <w:pBdr>
        <w:top w:val="single" w:color="365F91" w:themeColor="accent1" w:themeShade="BF" w:sz="4" w:space="10"/>
        <w:bottom w:val="single" w:color="365F91" w:themeColor="accent1" w:themeShade="BF" w:sz="4" w:space="10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rsid w:val="00BF765F"/>
    <w:rPr>
      <w:i/>
      <w:iCs/>
      <w:color w:val="365F9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F765F"/>
    <w:rPr>
      <w:b/>
      <w:bCs/>
      <w:caps w:val="0"/>
      <w:smallCaps/>
      <w:color w:val="365F91" w:themeColor="accent1" w:themeShade="BF"/>
      <w:spacing w:val="5"/>
    </w:rPr>
  </w:style>
  <w:style w:type="table" w:styleId="Lichtraster">
    <w:name w:val="Light Grid"/>
    <w:basedOn w:val="Standaardtabel"/>
    <w:uiPriority w:val="62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chtraster-accent1">
    <w:name w:val="Light Grid Accent 1"/>
    <w:basedOn w:val="Standaardtabel"/>
    <w:uiPriority w:val="62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Lichtraster-accent2">
    <w:name w:val="Light Grid Accent 2"/>
    <w:basedOn w:val="Standaardtabel"/>
    <w:uiPriority w:val="62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Lichtraster-accent3">
    <w:name w:val="Light Grid Accent 3"/>
    <w:basedOn w:val="Standaardtabel"/>
    <w:uiPriority w:val="62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Lichtraster-accent4">
    <w:name w:val="Light Grid Accent 4"/>
    <w:basedOn w:val="Standaardtabel"/>
    <w:uiPriority w:val="62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Lichtraster-accent5">
    <w:name w:val="Light Grid Accent 5"/>
    <w:basedOn w:val="Standaardtabel"/>
    <w:uiPriority w:val="62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Lichtraster-accent6">
    <w:name w:val="Light Grid Accent 6"/>
    <w:basedOn w:val="Standaardtabel"/>
    <w:uiPriority w:val="62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Lichtelijst">
    <w:name w:val="Light List"/>
    <w:basedOn w:val="Standaardtabel"/>
    <w:uiPriority w:val="61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Lichtelijst-accent2">
    <w:name w:val="Light List Accent 2"/>
    <w:basedOn w:val="Standaardtabel"/>
    <w:uiPriority w:val="61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Lichtelijst-accent3">
    <w:name w:val="Light List Accent 3"/>
    <w:basedOn w:val="Standaardtabel"/>
    <w:uiPriority w:val="61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Lichtelijst-accent4">
    <w:name w:val="Light List Accent 4"/>
    <w:basedOn w:val="Standaardtabel"/>
    <w:uiPriority w:val="61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Lichtelijst-accent5">
    <w:name w:val="Light List Accent 5"/>
    <w:basedOn w:val="Standaardtabel"/>
    <w:uiPriority w:val="61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Lichtelijst-accent6">
    <w:name w:val="Light List Accent 6"/>
    <w:basedOn w:val="Standaardtabel"/>
    <w:uiPriority w:val="61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AF623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semiHidden/>
    <w:unhideWhenUsed/>
    <w:rsid w:val="00AF623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semiHidden/>
    <w:unhideWhenUsed/>
    <w:rsid w:val="00AF623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chtearcering-accent3">
    <w:name w:val="Light Shading Accent 3"/>
    <w:basedOn w:val="Standaardtabel"/>
    <w:uiPriority w:val="60"/>
    <w:semiHidden/>
    <w:unhideWhenUsed/>
    <w:rsid w:val="00AF623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chtearcering-accent4">
    <w:name w:val="Light Shading Accent 4"/>
    <w:basedOn w:val="Standaardtabel"/>
    <w:uiPriority w:val="60"/>
    <w:semiHidden/>
    <w:unhideWhenUsed/>
    <w:rsid w:val="00AF623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chtearcering-accent5">
    <w:name w:val="Light Shading Accent 5"/>
    <w:basedOn w:val="Standaardtabel"/>
    <w:uiPriority w:val="60"/>
    <w:semiHidden/>
    <w:unhideWhenUsed/>
    <w:rsid w:val="00AF623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chtearcering-accent6">
    <w:name w:val="Light Shading Accent 6"/>
    <w:basedOn w:val="Standaardtabel"/>
    <w:uiPriority w:val="60"/>
    <w:semiHidden/>
    <w:unhideWhenUsed/>
    <w:rsid w:val="00AF623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Regelnummer">
    <w:name w:val="line number"/>
    <w:basedOn w:val="Standaardalinea-lettertype"/>
    <w:uiPriority w:val="99"/>
    <w:semiHidden/>
    <w:unhideWhenUsed/>
    <w:rsid w:val="00AF6236"/>
  </w:style>
  <w:style w:type="paragraph" w:styleId="Lijst">
    <w:name w:val="List"/>
    <w:basedOn w:val="Standaard"/>
    <w:uiPriority w:val="99"/>
    <w:semiHidden/>
    <w:unhideWhenUsed/>
    <w:rsid w:val="00AF6236"/>
    <w:pPr>
      <w:ind w:left="283" w:hanging="283"/>
      <w:contextualSpacing/>
    </w:pPr>
  </w:style>
  <w:style w:type="paragraph" w:styleId="Lijst2">
    <w:name w:val="List 2"/>
    <w:basedOn w:val="Standaard"/>
    <w:uiPriority w:val="99"/>
    <w:semiHidden/>
    <w:unhideWhenUsed/>
    <w:rsid w:val="00AF6236"/>
    <w:pPr>
      <w:ind w:left="566" w:hanging="283"/>
      <w:contextualSpacing/>
    </w:pPr>
  </w:style>
  <w:style w:type="paragraph" w:styleId="Lijst3">
    <w:name w:val="List 3"/>
    <w:basedOn w:val="Standaard"/>
    <w:uiPriority w:val="99"/>
    <w:semiHidden/>
    <w:unhideWhenUsed/>
    <w:rsid w:val="00AF6236"/>
    <w:pPr>
      <w:ind w:left="849" w:hanging="283"/>
      <w:contextualSpacing/>
    </w:pPr>
  </w:style>
  <w:style w:type="paragraph" w:styleId="Lijst4">
    <w:name w:val="List 4"/>
    <w:basedOn w:val="Standaard"/>
    <w:uiPriority w:val="99"/>
    <w:semiHidden/>
    <w:unhideWhenUsed/>
    <w:rsid w:val="00AF6236"/>
    <w:pPr>
      <w:ind w:left="1132" w:hanging="283"/>
      <w:contextualSpacing/>
    </w:pPr>
  </w:style>
  <w:style w:type="paragraph" w:styleId="Lijst5">
    <w:name w:val="List 5"/>
    <w:basedOn w:val="Standaard"/>
    <w:uiPriority w:val="99"/>
    <w:semiHidden/>
    <w:unhideWhenUsed/>
    <w:rsid w:val="00AF6236"/>
    <w:pPr>
      <w:ind w:left="1415" w:hanging="283"/>
      <w:contextualSpacing/>
    </w:pPr>
  </w:style>
  <w:style w:type="paragraph" w:styleId="Lijstopsomteken">
    <w:name w:val="List Bullet"/>
    <w:basedOn w:val="Standaard"/>
    <w:uiPriority w:val="99"/>
    <w:semiHidden/>
    <w:unhideWhenUsed/>
    <w:rsid w:val="00AF6236"/>
    <w:pPr>
      <w:numPr>
        <w:numId w:val="1"/>
      </w:numPr>
      <w:contextualSpacing/>
    </w:pPr>
  </w:style>
  <w:style w:type="paragraph" w:styleId="Lijstopsomteken2">
    <w:name w:val="List Bullet 2"/>
    <w:basedOn w:val="Standaard"/>
    <w:uiPriority w:val="99"/>
    <w:semiHidden/>
    <w:unhideWhenUsed/>
    <w:rsid w:val="00AF6236"/>
    <w:pPr>
      <w:numPr>
        <w:numId w:val="2"/>
      </w:numPr>
      <w:contextualSpacing/>
    </w:pPr>
  </w:style>
  <w:style w:type="paragraph" w:styleId="Lijstopsomteken3">
    <w:name w:val="List Bullet 3"/>
    <w:basedOn w:val="Standaard"/>
    <w:uiPriority w:val="99"/>
    <w:semiHidden/>
    <w:unhideWhenUsed/>
    <w:rsid w:val="00AF6236"/>
    <w:pPr>
      <w:numPr>
        <w:numId w:val="3"/>
      </w:numPr>
      <w:contextualSpacing/>
    </w:pPr>
  </w:style>
  <w:style w:type="paragraph" w:styleId="Lijstopsomteken4">
    <w:name w:val="List Bullet 4"/>
    <w:basedOn w:val="Standaard"/>
    <w:uiPriority w:val="99"/>
    <w:semiHidden/>
    <w:unhideWhenUsed/>
    <w:rsid w:val="00AF6236"/>
    <w:pPr>
      <w:numPr>
        <w:numId w:val="4"/>
      </w:numPr>
      <w:contextualSpacing/>
    </w:pPr>
  </w:style>
  <w:style w:type="paragraph" w:styleId="Lijstopsomteken5">
    <w:name w:val="List Bullet 5"/>
    <w:basedOn w:val="Standaard"/>
    <w:uiPriority w:val="99"/>
    <w:semiHidden/>
    <w:unhideWhenUsed/>
    <w:rsid w:val="00AF6236"/>
    <w:pPr>
      <w:numPr>
        <w:numId w:val="5"/>
      </w:numPr>
      <w:contextualSpacing/>
    </w:pPr>
  </w:style>
  <w:style w:type="paragraph" w:styleId="Lijstvoortzetting">
    <w:name w:val="List Continue"/>
    <w:basedOn w:val="Standaard"/>
    <w:uiPriority w:val="99"/>
    <w:semiHidden/>
    <w:unhideWhenUsed/>
    <w:rsid w:val="00AF6236"/>
    <w:pPr>
      <w:spacing w:after="120"/>
      <w:ind w:left="283"/>
      <w:contextualSpacing/>
    </w:pPr>
  </w:style>
  <w:style w:type="paragraph" w:styleId="Lijstvoortzetting2">
    <w:name w:val="List Continue 2"/>
    <w:basedOn w:val="Standaard"/>
    <w:uiPriority w:val="99"/>
    <w:semiHidden/>
    <w:unhideWhenUsed/>
    <w:rsid w:val="00AF6236"/>
    <w:pPr>
      <w:spacing w:after="120"/>
      <w:ind w:left="566"/>
      <w:contextualSpacing/>
    </w:pPr>
  </w:style>
  <w:style w:type="paragraph" w:styleId="Lijstvoortzetting3">
    <w:name w:val="List Continue 3"/>
    <w:basedOn w:val="Standaard"/>
    <w:uiPriority w:val="99"/>
    <w:semiHidden/>
    <w:unhideWhenUsed/>
    <w:rsid w:val="00AF6236"/>
    <w:pPr>
      <w:spacing w:after="120"/>
      <w:ind w:left="849"/>
      <w:contextualSpacing/>
    </w:pPr>
  </w:style>
  <w:style w:type="paragraph" w:styleId="Lijstvoortzetting4">
    <w:name w:val="List Continue 4"/>
    <w:basedOn w:val="Standaard"/>
    <w:uiPriority w:val="99"/>
    <w:semiHidden/>
    <w:unhideWhenUsed/>
    <w:rsid w:val="00AF6236"/>
    <w:pPr>
      <w:spacing w:after="120"/>
      <w:ind w:left="1132"/>
      <w:contextualSpacing/>
    </w:pPr>
  </w:style>
  <w:style w:type="paragraph" w:styleId="Lijstvoortzetting5">
    <w:name w:val="List Continue 5"/>
    <w:basedOn w:val="Standaard"/>
    <w:uiPriority w:val="99"/>
    <w:semiHidden/>
    <w:unhideWhenUsed/>
    <w:rsid w:val="00AF6236"/>
    <w:pPr>
      <w:spacing w:after="120"/>
      <w:ind w:left="1415"/>
      <w:contextualSpacing/>
    </w:pPr>
  </w:style>
  <w:style w:type="paragraph" w:styleId="Lijstnummering">
    <w:name w:val="List Number"/>
    <w:basedOn w:val="Standaard"/>
    <w:uiPriority w:val="99"/>
    <w:semiHidden/>
    <w:unhideWhenUsed/>
    <w:rsid w:val="00AF6236"/>
    <w:pPr>
      <w:numPr>
        <w:numId w:val="6"/>
      </w:numPr>
      <w:contextualSpacing/>
    </w:pPr>
  </w:style>
  <w:style w:type="paragraph" w:styleId="Lijstnummering2">
    <w:name w:val="List Number 2"/>
    <w:basedOn w:val="Standaard"/>
    <w:uiPriority w:val="99"/>
    <w:semiHidden/>
    <w:unhideWhenUsed/>
    <w:rsid w:val="00AF6236"/>
    <w:pPr>
      <w:numPr>
        <w:numId w:val="7"/>
      </w:numPr>
      <w:contextualSpacing/>
    </w:pPr>
  </w:style>
  <w:style w:type="paragraph" w:styleId="Lijstnummering3">
    <w:name w:val="List Number 3"/>
    <w:basedOn w:val="Standaard"/>
    <w:uiPriority w:val="99"/>
    <w:semiHidden/>
    <w:unhideWhenUsed/>
    <w:rsid w:val="00AF6236"/>
    <w:pPr>
      <w:numPr>
        <w:numId w:val="8"/>
      </w:numPr>
      <w:contextualSpacing/>
    </w:pPr>
  </w:style>
  <w:style w:type="paragraph" w:styleId="Lijstnummering4">
    <w:name w:val="List Number 4"/>
    <w:basedOn w:val="Standaard"/>
    <w:uiPriority w:val="99"/>
    <w:semiHidden/>
    <w:unhideWhenUsed/>
    <w:rsid w:val="00AF6236"/>
    <w:pPr>
      <w:numPr>
        <w:numId w:val="9"/>
      </w:numPr>
      <w:contextualSpacing/>
    </w:pPr>
  </w:style>
  <w:style w:type="paragraph" w:styleId="Lijstnummering5">
    <w:name w:val="List Number 5"/>
    <w:basedOn w:val="Standaard"/>
    <w:uiPriority w:val="99"/>
    <w:semiHidden/>
    <w:unhideWhenUsed/>
    <w:rsid w:val="00AF6236"/>
    <w:pPr>
      <w:numPr>
        <w:numId w:val="10"/>
      </w:numPr>
      <w:contextualSpacing/>
    </w:pPr>
  </w:style>
  <w:style w:type="paragraph" w:styleId="Lijstalinea">
    <w:name w:val="List Paragraph"/>
    <w:basedOn w:val="Standaard"/>
    <w:uiPriority w:val="34"/>
    <w:qFormat/>
    <w:rsid w:val="00AF6236"/>
    <w:pPr>
      <w:ind w:left="720"/>
      <w:contextualSpacing/>
    </w:pPr>
  </w:style>
  <w:style w:type="table" w:styleId="Lijsttabel1licht1" w:customStyle="1">
    <w:name w:val="Lijsttabel 1 licht1"/>
    <w:basedOn w:val="Standaardtabel"/>
    <w:uiPriority w:val="46"/>
    <w:rsid w:val="00AF62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1" w:customStyle="1">
    <w:name w:val="Lijsttabel 1 licht - Accent 11"/>
    <w:basedOn w:val="Standaardtabel"/>
    <w:uiPriority w:val="46"/>
    <w:rsid w:val="00AF62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95B3D7" w:themeColor="accent1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jsttabel1licht-Accent21" w:customStyle="1">
    <w:name w:val="Lijsttabel 1 licht - Accent 21"/>
    <w:basedOn w:val="Standaardtabel"/>
    <w:uiPriority w:val="46"/>
    <w:rsid w:val="00AF62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D99594" w:themeColor="accent2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D99594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jsttabel1licht-Accent31" w:customStyle="1">
    <w:name w:val="Lijsttabel 1 licht - Accent 31"/>
    <w:basedOn w:val="Standaardtabel"/>
    <w:uiPriority w:val="46"/>
    <w:rsid w:val="00AF62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C2D69B" w:themeColor="accent3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C2D69B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jsttabel1licht-Accent41" w:customStyle="1">
    <w:name w:val="Lijsttabel 1 licht - Accent 41"/>
    <w:basedOn w:val="Standaardtabel"/>
    <w:uiPriority w:val="46"/>
    <w:rsid w:val="00AF62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B2A1C7" w:themeColor="accent4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B2A1C7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jsttabel1licht-Accent51" w:customStyle="1">
    <w:name w:val="Lijsttabel 1 licht - Accent 51"/>
    <w:basedOn w:val="Standaardtabel"/>
    <w:uiPriority w:val="46"/>
    <w:rsid w:val="00AF62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92CDDC" w:themeColor="accent5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92CDD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jsttabel1licht-Accent61" w:customStyle="1">
    <w:name w:val="Lijsttabel 1 licht - Accent 61"/>
    <w:basedOn w:val="Standaardtabel"/>
    <w:uiPriority w:val="46"/>
    <w:rsid w:val="00AF62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FABF8F" w:themeColor="accent6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jsttabel21" w:customStyle="1">
    <w:name w:val="Lijsttabel 21"/>
    <w:basedOn w:val="Standaardtabel"/>
    <w:uiPriority w:val="47"/>
    <w:rsid w:val="00AF6236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1" w:customStyle="1">
    <w:name w:val="Lijsttabel 2 - Accent 11"/>
    <w:basedOn w:val="Standaardtabel"/>
    <w:uiPriority w:val="47"/>
    <w:rsid w:val="00AF6236"/>
    <w:pPr>
      <w:spacing w:after="0" w:line="240" w:lineRule="auto"/>
    </w:pPr>
    <w:tblPr>
      <w:tblStyleRowBandSize w:val="1"/>
      <w:tblStyleColBandSize w:val="1"/>
      <w:tblBorders>
        <w:top w:val="single" w:color="95B3D7" w:themeColor="accent1" w:themeTint="99" w:sz="4" w:space="0"/>
        <w:bottom w:val="single" w:color="95B3D7" w:themeColor="accent1" w:themeTint="99" w:sz="4" w:space="0"/>
        <w:insideH w:val="single" w:color="95B3D7" w:themeColor="accen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jsttabel2-Accent21" w:customStyle="1">
    <w:name w:val="Lijsttabel 2 - Accent 21"/>
    <w:basedOn w:val="Standaardtabel"/>
    <w:uiPriority w:val="47"/>
    <w:rsid w:val="00AF6236"/>
    <w:pPr>
      <w:spacing w:after="0" w:line="240" w:lineRule="auto"/>
    </w:pPr>
    <w:tblPr>
      <w:tblStyleRowBandSize w:val="1"/>
      <w:tblStyleColBandSize w:val="1"/>
      <w:tblBorders>
        <w:top w:val="single" w:color="D99594" w:themeColor="accent2" w:themeTint="99" w:sz="4" w:space="0"/>
        <w:bottom w:val="single" w:color="D99594" w:themeColor="accent2" w:themeTint="99" w:sz="4" w:space="0"/>
        <w:insideH w:val="single" w:color="D99594" w:themeColor="accent2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jsttabel2-Accent31" w:customStyle="1">
    <w:name w:val="Lijsttabel 2 - Accent 31"/>
    <w:basedOn w:val="Standaardtabel"/>
    <w:uiPriority w:val="47"/>
    <w:rsid w:val="00AF6236"/>
    <w:pPr>
      <w:spacing w:after="0" w:line="240" w:lineRule="auto"/>
    </w:pPr>
    <w:tblPr>
      <w:tblStyleRowBandSize w:val="1"/>
      <w:tblStyleColBandSize w:val="1"/>
      <w:tblBorders>
        <w:top w:val="single" w:color="C2D69B" w:themeColor="accent3" w:themeTint="99" w:sz="4" w:space="0"/>
        <w:bottom w:val="single" w:color="C2D69B" w:themeColor="accent3" w:themeTint="99" w:sz="4" w:space="0"/>
        <w:insideH w:val="single" w:color="C2D69B" w:themeColor="accent3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jsttabel2-Accent41" w:customStyle="1">
    <w:name w:val="Lijsttabel 2 - Accent 41"/>
    <w:basedOn w:val="Standaardtabel"/>
    <w:uiPriority w:val="47"/>
    <w:rsid w:val="00AF6236"/>
    <w:pPr>
      <w:spacing w:after="0" w:line="240" w:lineRule="auto"/>
    </w:pPr>
    <w:tblPr>
      <w:tblStyleRowBandSize w:val="1"/>
      <w:tblStyleColBandSize w:val="1"/>
      <w:tblBorders>
        <w:top w:val="single" w:color="B2A1C7" w:themeColor="accent4" w:themeTint="99" w:sz="4" w:space="0"/>
        <w:bottom w:val="single" w:color="B2A1C7" w:themeColor="accent4" w:themeTint="99" w:sz="4" w:space="0"/>
        <w:insideH w:val="single" w:color="B2A1C7" w:themeColor="accent4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jsttabel2-Accent51" w:customStyle="1">
    <w:name w:val="Lijsttabel 2 - Accent 51"/>
    <w:basedOn w:val="Standaardtabel"/>
    <w:uiPriority w:val="47"/>
    <w:rsid w:val="00AF6236"/>
    <w:pPr>
      <w:spacing w:after="0" w:line="240" w:lineRule="auto"/>
    </w:pPr>
    <w:tblPr>
      <w:tblStyleRowBandSize w:val="1"/>
      <w:tblStyleColBandSize w:val="1"/>
      <w:tblBorders>
        <w:top w:val="single" w:color="92CDDC" w:themeColor="accent5" w:themeTint="99" w:sz="4" w:space="0"/>
        <w:bottom w:val="single" w:color="92CDDC" w:themeColor="accent5" w:themeTint="99" w:sz="4" w:space="0"/>
        <w:insideH w:val="single" w:color="92CDDC" w:themeColor="accent5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jsttabel2-Accent61" w:customStyle="1">
    <w:name w:val="Lijsttabel 2 - Accent 61"/>
    <w:basedOn w:val="Standaardtabel"/>
    <w:uiPriority w:val="47"/>
    <w:rsid w:val="00AF6236"/>
    <w:pPr>
      <w:spacing w:after="0" w:line="240" w:lineRule="auto"/>
    </w:pPr>
    <w:tblPr>
      <w:tblStyleRowBandSize w:val="1"/>
      <w:tblStyleColBandSize w:val="1"/>
      <w:tblBorders>
        <w:top w:val="single" w:color="FABF8F" w:themeColor="accent6" w:themeTint="99" w:sz="4" w:space="0"/>
        <w:bottom w:val="single" w:color="FABF8F" w:themeColor="accent6" w:themeTint="99" w:sz="4" w:space="0"/>
        <w:insideH w:val="single" w:color="FABF8F" w:themeColor="accent6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jsttabel31" w:customStyle="1">
    <w:name w:val="Lijsttabel 31"/>
    <w:basedOn w:val="Standaardtabel"/>
    <w:uiPriority w:val="48"/>
    <w:rsid w:val="00AF6236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000000" w:themeColor="text1" w:sz="4" w:space="0"/>
          <w:left w:val="nil"/>
        </w:tcBorders>
      </w:tcPr>
    </w:tblStylePr>
    <w:tblStylePr w:type="swCell">
      <w:tblPr/>
      <w:tcPr>
        <w:tcBorders>
          <w:top w:val="double" w:color="000000" w:themeColor="text1" w:sz="4" w:space="0"/>
          <w:right w:val="nil"/>
        </w:tcBorders>
      </w:tcPr>
    </w:tblStylePr>
  </w:style>
  <w:style w:type="table" w:styleId="Lijsttabel3-Accent11" w:customStyle="1">
    <w:name w:val="Lijsttabel 3 - Accent 11"/>
    <w:basedOn w:val="Standaardtabel"/>
    <w:uiPriority w:val="48"/>
    <w:rsid w:val="00AF6236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color="4F81BD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tblPr/>
      <w:tcPr>
        <w:tcBorders>
          <w:top w:val="single" w:color="4F81BD" w:themeColor="accent1" w:sz="4" w:space="0"/>
          <w:bottom w:val="single" w:color="4F81BD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4F81BD" w:themeColor="accent1" w:sz="4" w:space="0"/>
          <w:left w:val="nil"/>
        </w:tcBorders>
      </w:tcPr>
    </w:tblStylePr>
    <w:tblStylePr w:type="swCell">
      <w:tblPr/>
      <w:tcPr>
        <w:tcBorders>
          <w:top w:val="double" w:color="4F81BD" w:themeColor="accent1" w:sz="4" w:space="0"/>
          <w:right w:val="nil"/>
        </w:tcBorders>
      </w:tcPr>
    </w:tblStylePr>
  </w:style>
  <w:style w:type="table" w:styleId="Lijsttabel3-Accent21" w:customStyle="1">
    <w:name w:val="Lijsttabel 3 - Accent 21"/>
    <w:basedOn w:val="Standaardtabel"/>
    <w:uiPriority w:val="48"/>
    <w:rsid w:val="00AF6236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color="C0504D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tblPr/>
      <w:tcPr>
        <w:tcBorders>
          <w:top w:val="single" w:color="C0504D" w:themeColor="accent2" w:sz="4" w:space="0"/>
          <w:bottom w:val="single" w:color="C0504D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C0504D" w:themeColor="accent2" w:sz="4" w:space="0"/>
          <w:left w:val="nil"/>
        </w:tcBorders>
      </w:tcPr>
    </w:tblStylePr>
    <w:tblStylePr w:type="swCell">
      <w:tblPr/>
      <w:tcPr>
        <w:tcBorders>
          <w:top w:val="double" w:color="C0504D" w:themeColor="accent2" w:sz="4" w:space="0"/>
          <w:right w:val="nil"/>
        </w:tcBorders>
      </w:tcPr>
    </w:tblStylePr>
  </w:style>
  <w:style w:type="table" w:styleId="Lijsttabel3-Accent31" w:customStyle="1">
    <w:name w:val="Lijsttabel 3 - Accent 31"/>
    <w:basedOn w:val="Standaardtabel"/>
    <w:uiPriority w:val="48"/>
    <w:rsid w:val="00AF6236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color="9BBB59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1Horz">
      <w:tblPr/>
      <w:tcPr>
        <w:tcBorders>
          <w:top w:val="single" w:color="9BBB59" w:themeColor="accent3" w:sz="4" w:space="0"/>
          <w:bottom w:val="single" w:color="9BBB59" w:themeColor="accent3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9BBB59" w:themeColor="accent3" w:sz="4" w:space="0"/>
          <w:left w:val="nil"/>
        </w:tcBorders>
      </w:tcPr>
    </w:tblStylePr>
    <w:tblStylePr w:type="swCell">
      <w:tblPr/>
      <w:tcPr>
        <w:tcBorders>
          <w:top w:val="double" w:color="9BBB59" w:themeColor="accent3" w:sz="4" w:space="0"/>
          <w:right w:val="nil"/>
        </w:tcBorders>
      </w:tcPr>
    </w:tblStylePr>
  </w:style>
  <w:style w:type="table" w:styleId="Lijsttabel3-Accent41" w:customStyle="1">
    <w:name w:val="Lijsttabel 3 - Accent 41"/>
    <w:basedOn w:val="Standaardtabel"/>
    <w:uiPriority w:val="48"/>
    <w:rsid w:val="00AF6236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color="8064A2" w:themeColor="accent4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1Horz">
      <w:tblPr/>
      <w:tcPr>
        <w:tcBorders>
          <w:top w:val="single" w:color="8064A2" w:themeColor="accent4" w:sz="4" w:space="0"/>
          <w:bottom w:val="single" w:color="8064A2" w:themeColor="accent4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8064A2" w:themeColor="accent4" w:sz="4" w:space="0"/>
          <w:left w:val="nil"/>
        </w:tcBorders>
      </w:tcPr>
    </w:tblStylePr>
    <w:tblStylePr w:type="swCell">
      <w:tblPr/>
      <w:tcPr>
        <w:tcBorders>
          <w:top w:val="double" w:color="8064A2" w:themeColor="accent4" w:sz="4" w:space="0"/>
          <w:right w:val="nil"/>
        </w:tcBorders>
      </w:tcPr>
    </w:tblStylePr>
  </w:style>
  <w:style w:type="table" w:styleId="Lijsttabel3-Accent51" w:customStyle="1">
    <w:name w:val="Lijsttabel 3 - Accent 51"/>
    <w:basedOn w:val="Standaardtabel"/>
    <w:uiPriority w:val="48"/>
    <w:rsid w:val="00AF6236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color="4BACC6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tblPr/>
      <w:tcPr>
        <w:tcBorders>
          <w:top w:val="single" w:color="4BACC6" w:themeColor="accent5" w:sz="4" w:space="0"/>
          <w:bottom w:val="single" w:color="4BACC6" w:themeColor="accent5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4BACC6" w:themeColor="accent5" w:sz="4" w:space="0"/>
          <w:left w:val="nil"/>
        </w:tcBorders>
      </w:tcPr>
    </w:tblStylePr>
    <w:tblStylePr w:type="swCell">
      <w:tblPr/>
      <w:tcPr>
        <w:tcBorders>
          <w:top w:val="double" w:color="4BACC6" w:themeColor="accent5" w:sz="4" w:space="0"/>
          <w:right w:val="nil"/>
        </w:tcBorders>
      </w:tcPr>
    </w:tblStylePr>
  </w:style>
  <w:style w:type="table" w:styleId="Lijsttabel3-Accent61" w:customStyle="1">
    <w:name w:val="Lijsttabel 3 - Accent 61"/>
    <w:basedOn w:val="Standaardtabel"/>
    <w:uiPriority w:val="48"/>
    <w:rsid w:val="00AF6236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1Horz">
      <w:tblPr/>
      <w:tcPr>
        <w:tcBorders>
          <w:top w:val="single" w:color="F79646" w:themeColor="accent6" w:sz="4" w:space="0"/>
          <w:bottom w:val="single" w:color="F79646" w:themeColor="accent6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F79646" w:themeColor="accent6" w:sz="4" w:space="0"/>
          <w:left w:val="nil"/>
        </w:tcBorders>
      </w:tcPr>
    </w:tblStylePr>
    <w:tblStylePr w:type="swCell">
      <w:tblPr/>
      <w:tcPr>
        <w:tcBorders>
          <w:top w:val="double" w:color="F79646" w:themeColor="accent6" w:sz="4" w:space="0"/>
          <w:right w:val="nil"/>
        </w:tcBorders>
      </w:tcPr>
    </w:tblStylePr>
  </w:style>
  <w:style w:type="table" w:styleId="Lijsttabel41" w:customStyle="1">
    <w:name w:val="Lijsttabel 41"/>
    <w:basedOn w:val="Standaardtabel"/>
    <w:uiPriority w:val="49"/>
    <w:rsid w:val="00AF6236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1" w:customStyle="1">
    <w:name w:val="Lijsttabel 4 - Accent 11"/>
    <w:basedOn w:val="Standaardtabel"/>
    <w:uiPriority w:val="49"/>
    <w:rsid w:val="00AF6236"/>
    <w:pPr>
      <w:spacing w:after="0" w:line="240" w:lineRule="auto"/>
    </w:pPr>
    <w:tblPr>
      <w:tblStyleRowBandSize w:val="1"/>
      <w:tblStyleColBandSize w:val="1"/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jsttabel4-Accent21" w:customStyle="1">
    <w:name w:val="Lijsttabel 4 - Accent 21"/>
    <w:basedOn w:val="Standaardtabel"/>
    <w:uiPriority w:val="49"/>
    <w:rsid w:val="00AF6236"/>
    <w:pPr>
      <w:spacing w:after="0" w:line="240" w:lineRule="auto"/>
    </w:pPr>
    <w:tblPr>
      <w:tblStyleRowBandSize w:val="1"/>
      <w:tblStyleColBandSize w:val="1"/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color="D99594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jsttabel4-Accent31" w:customStyle="1">
    <w:name w:val="Lijsttabel 4 - Accent 31"/>
    <w:basedOn w:val="Standaardtabel"/>
    <w:uiPriority w:val="49"/>
    <w:rsid w:val="00AF6236"/>
    <w:pPr>
      <w:spacing w:after="0" w:line="240" w:lineRule="auto"/>
    </w:pPr>
    <w:tblPr>
      <w:tblStyleRowBandSize w:val="1"/>
      <w:tblStyleColBandSize w:val="1"/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color="C2D69B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jsttabel4-Accent41" w:customStyle="1">
    <w:name w:val="Lijsttabel 4 - Accent 41"/>
    <w:basedOn w:val="Standaardtabel"/>
    <w:uiPriority w:val="49"/>
    <w:rsid w:val="00AF6236"/>
    <w:pPr>
      <w:spacing w:after="0" w:line="240" w:lineRule="auto"/>
    </w:pPr>
    <w:tblPr>
      <w:tblStyleRowBandSize w:val="1"/>
      <w:tblStyleColBandSize w:val="1"/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color="B2A1C7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jsttabel4-Accent51" w:customStyle="1">
    <w:name w:val="Lijsttabel 4 - Accent 51"/>
    <w:basedOn w:val="Standaardtabel"/>
    <w:uiPriority w:val="49"/>
    <w:rsid w:val="00AF6236"/>
    <w:pPr>
      <w:spacing w:after="0" w:line="240" w:lineRule="auto"/>
    </w:pPr>
    <w:tblPr>
      <w:tblStyleRowBandSize w:val="1"/>
      <w:tblStyleColBandSize w:val="1"/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color="92CDDC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jsttabel4-Accent61" w:customStyle="1">
    <w:name w:val="Lijsttabel 4 - Accent 61"/>
    <w:basedOn w:val="Standaardtabel"/>
    <w:uiPriority w:val="49"/>
    <w:rsid w:val="00AF6236"/>
    <w:pPr>
      <w:spacing w:after="0" w:line="240" w:lineRule="auto"/>
    </w:pPr>
    <w:tblPr>
      <w:tblStyleRowBandSize w:val="1"/>
      <w:tblStyleColBandSize w:val="1"/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color="FABF8F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jsttabel5donker1" w:customStyle="1">
    <w:name w:val="Lijsttabel 5 donker1"/>
    <w:basedOn w:val="Standaardtabel"/>
    <w:uiPriority w:val="50"/>
    <w:rsid w:val="00AF623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1" w:customStyle="1">
    <w:name w:val="Lijsttabel 5 donker - Accent 11"/>
    <w:basedOn w:val="Standaardtabel"/>
    <w:uiPriority w:val="50"/>
    <w:rsid w:val="00AF623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4F81BD" w:themeColor="accent1" w:sz="24" w:space="0"/>
        <w:left w:val="single" w:color="4F81BD" w:themeColor="accent1" w:sz="24" w:space="0"/>
        <w:bottom w:val="single" w:color="4F81BD" w:themeColor="accent1" w:sz="24" w:space="0"/>
        <w:right w:val="single" w:color="4F81BD" w:themeColor="accent1" w:sz="24" w:space="0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1" w:customStyle="1">
    <w:name w:val="Lijsttabel 5 donker - Accent 21"/>
    <w:basedOn w:val="Standaardtabel"/>
    <w:uiPriority w:val="50"/>
    <w:rsid w:val="00AF623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24" w:space="0"/>
        <w:bottom w:val="single" w:color="C0504D" w:themeColor="accent2" w:sz="24" w:space="0"/>
        <w:right w:val="single" w:color="C0504D" w:themeColor="accent2" w:sz="24" w:space="0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1" w:customStyle="1">
    <w:name w:val="Lijsttabel 5 donker - Accent 31"/>
    <w:basedOn w:val="Standaardtabel"/>
    <w:uiPriority w:val="50"/>
    <w:rsid w:val="00AF623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9BBB59" w:themeColor="accent3" w:sz="24" w:space="0"/>
        <w:left w:val="single" w:color="9BBB59" w:themeColor="accent3" w:sz="24" w:space="0"/>
        <w:bottom w:val="single" w:color="9BBB59" w:themeColor="accent3" w:sz="24" w:space="0"/>
        <w:right w:val="single" w:color="9BBB59" w:themeColor="accent3" w:sz="24" w:space="0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1" w:customStyle="1">
    <w:name w:val="Lijsttabel 5 donker - Accent 41"/>
    <w:basedOn w:val="Standaardtabel"/>
    <w:uiPriority w:val="50"/>
    <w:rsid w:val="00AF623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8064A2" w:themeColor="accent4" w:sz="24" w:space="0"/>
        <w:left w:val="single" w:color="8064A2" w:themeColor="accent4" w:sz="24" w:space="0"/>
        <w:bottom w:val="single" w:color="8064A2" w:themeColor="accent4" w:sz="24" w:space="0"/>
        <w:right w:val="single" w:color="8064A2" w:themeColor="accent4" w:sz="24" w:space="0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1" w:customStyle="1">
    <w:name w:val="Lijsttabel 5 donker - Accent 51"/>
    <w:basedOn w:val="Standaardtabel"/>
    <w:uiPriority w:val="50"/>
    <w:rsid w:val="00AF623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4BACC6" w:themeColor="accent5" w:sz="24" w:space="0"/>
        <w:left w:val="single" w:color="4BACC6" w:themeColor="accent5" w:sz="24" w:space="0"/>
        <w:bottom w:val="single" w:color="4BACC6" w:themeColor="accent5" w:sz="24" w:space="0"/>
        <w:right w:val="single" w:color="4BACC6" w:themeColor="accent5" w:sz="24" w:space="0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1" w:customStyle="1">
    <w:name w:val="Lijsttabel 5 donker - Accent 61"/>
    <w:basedOn w:val="Standaardtabel"/>
    <w:uiPriority w:val="50"/>
    <w:rsid w:val="00AF623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F79646" w:themeColor="accent6" w:sz="24" w:space="0"/>
        <w:left w:val="single" w:color="F79646" w:themeColor="accent6" w:sz="24" w:space="0"/>
        <w:bottom w:val="single" w:color="F79646" w:themeColor="accent6" w:sz="24" w:space="0"/>
        <w:right w:val="single" w:color="F79646" w:themeColor="accent6" w:sz="24" w:space="0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1" w:customStyle="1">
    <w:name w:val="Lijsttabel 6 kleurrijk1"/>
    <w:basedOn w:val="Standaardtabel"/>
    <w:uiPriority w:val="51"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4" w:space="0"/>
        <w:bottom w:val="single" w:color="000000" w:themeColor="text1" w:sz="4" w:space="0"/>
      </w:tblBorders>
    </w:tblPr>
    <w:tblStylePr w:type="firstRow">
      <w:rPr>
        <w:b/>
        <w:bCs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1" w:customStyle="1">
    <w:name w:val="Lijsttabel 6 kleurrijk - Accent 11"/>
    <w:basedOn w:val="Standaardtabel"/>
    <w:uiPriority w:val="51"/>
    <w:rsid w:val="00AF623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bCs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jsttabel6kleurrijk-Accent21" w:customStyle="1">
    <w:name w:val="Lijsttabel 6 kleurrijk - Accent 21"/>
    <w:basedOn w:val="Standaardtabel"/>
    <w:uiPriority w:val="51"/>
    <w:rsid w:val="00AF623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4" w:space="0"/>
        <w:bottom w:val="single" w:color="C0504D" w:themeColor="accent2" w:sz="4" w:space="0"/>
      </w:tblBorders>
    </w:tblPr>
    <w:tblStylePr w:type="firstRow">
      <w:rPr>
        <w:b/>
        <w:bCs/>
      </w:rPr>
      <w:tblPr/>
      <w:tcPr>
        <w:tcBorders>
          <w:bottom w:val="single" w:color="C0504D" w:themeColor="accent2" w:sz="4" w:space="0"/>
        </w:tcBorders>
      </w:tcPr>
    </w:tblStylePr>
    <w:tblStylePr w:type="lastRow">
      <w:rPr>
        <w:b/>
        <w:bCs/>
      </w:rPr>
      <w:tblPr/>
      <w:tcPr>
        <w:tcBorders>
          <w:top w:val="double" w:color="C0504D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jsttabel6kleurrijk-Accent31" w:customStyle="1">
    <w:name w:val="Lijsttabel 6 kleurrijk - Accent 31"/>
    <w:basedOn w:val="Standaardtabel"/>
    <w:uiPriority w:val="51"/>
    <w:rsid w:val="00AF623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4" w:space="0"/>
        <w:bottom w:val="single" w:color="9BBB59" w:themeColor="accent3" w:sz="4" w:space="0"/>
      </w:tblBorders>
    </w:tblPr>
    <w:tblStylePr w:type="firstRow">
      <w:rPr>
        <w:b/>
        <w:bCs/>
      </w:rPr>
      <w:tblPr/>
      <w:tcPr>
        <w:tcBorders>
          <w:bottom w:val="single" w:color="9BBB59" w:themeColor="accent3" w:sz="4" w:space="0"/>
        </w:tcBorders>
      </w:tcPr>
    </w:tblStylePr>
    <w:tblStylePr w:type="lastRow">
      <w:rPr>
        <w:b/>
        <w:bCs/>
      </w:rPr>
      <w:tblPr/>
      <w:tcPr>
        <w:tcBorders>
          <w:top w:val="double" w:color="9BBB59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jsttabel6kleurrijk-Accent41" w:customStyle="1">
    <w:name w:val="Lijsttabel 6 kleurrijk - Accent 41"/>
    <w:basedOn w:val="Standaardtabel"/>
    <w:uiPriority w:val="51"/>
    <w:rsid w:val="00AF623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4" w:space="0"/>
        <w:bottom w:val="single" w:color="8064A2" w:themeColor="accent4" w:sz="4" w:space="0"/>
      </w:tblBorders>
    </w:tblPr>
    <w:tblStylePr w:type="firstRow">
      <w:rPr>
        <w:b/>
        <w:bCs/>
      </w:rPr>
      <w:tblPr/>
      <w:tcPr>
        <w:tcBorders>
          <w:bottom w:val="single" w:color="8064A2" w:themeColor="accent4" w:sz="4" w:space="0"/>
        </w:tcBorders>
      </w:tcPr>
    </w:tblStylePr>
    <w:tblStylePr w:type="lastRow">
      <w:rPr>
        <w:b/>
        <w:bCs/>
      </w:rPr>
      <w:tblPr/>
      <w:tcPr>
        <w:tcBorders>
          <w:top w:val="double" w:color="8064A2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jsttabel6kleurrijk-Accent51" w:customStyle="1">
    <w:name w:val="Lijsttabel 6 kleurrijk - Accent 51"/>
    <w:basedOn w:val="Standaardtabel"/>
    <w:uiPriority w:val="51"/>
    <w:rsid w:val="00AF623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4" w:space="0"/>
        <w:bottom w:val="single" w:color="4BACC6" w:themeColor="accent5" w:sz="4" w:space="0"/>
      </w:tblBorders>
    </w:tblPr>
    <w:tblStylePr w:type="firstRow">
      <w:rPr>
        <w:b/>
        <w:bCs/>
      </w:rPr>
      <w:tblPr/>
      <w:tcPr>
        <w:tcBorders>
          <w:bottom w:val="single" w:color="4BACC6" w:themeColor="accent5" w:sz="4" w:space="0"/>
        </w:tcBorders>
      </w:tcPr>
    </w:tblStylePr>
    <w:tblStylePr w:type="lastRow">
      <w:rPr>
        <w:b/>
        <w:bCs/>
      </w:rPr>
      <w:tblPr/>
      <w:tcPr>
        <w:tcBorders>
          <w:top w:val="double" w:color="4BACC6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jsttabel6kleurrijk-Accent61" w:customStyle="1">
    <w:name w:val="Lijsttabel 6 kleurrijk - Accent 61"/>
    <w:basedOn w:val="Standaardtabel"/>
    <w:uiPriority w:val="51"/>
    <w:rsid w:val="00AF623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4" w:space="0"/>
        <w:bottom w:val="single" w:color="F79646" w:themeColor="accent6" w:sz="4" w:space="0"/>
      </w:tblBorders>
    </w:tblPr>
    <w:tblStylePr w:type="firstRow">
      <w:rPr>
        <w:b/>
        <w:bCs/>
      </w:rPr>
      <w:tblPr/>
      <w:tcPr>
        <w:tcBorders>
          <w:bottom w:val="single" w:color="F79646" w:themeColor="accent6" w:sz="4" w:space="0"/>
        </w:tcBorders>
      </w:tcPr>
    </w:tblStylePr>
    <w:tblStylePr w:type="lastRow">
      <w:rPr>
        <w:b/>
        <w:bCs/>
      </w:rPr>
      <w:tblPr/>
      <w:tcPr>
        <w:tcBorders>
          <w:top w:val="double" w:color="F79646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jsttabel7kleurrijk1" w:customStyle="1">
    <w:name w:val="Lijsttabel 7 kleurrijk1"/>
    <w:basedOn w:val="Standaardtabel"/>
    <w:uiPriority w:val="52"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1" w:customStyle="1">
    <w:name w:val="Lijsttabel 7 kleurrijk - Accent 11"/>
    <w:basedOn w:val="Standaardtabel"/>
    <w:uiPriority w:val="52"/>
    <w:rsid w:val="00AF623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4F81BD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4F81BD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4F81BD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4F81BD" w:themeColor="accen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1" w:customStyle="1">
    <w:name w:val="Lijsttabel 7 kleurrijk - Accent 21"/>
    <w:basedOn w:val="Standaardtabel"/>
    <w:uiPriority w:val="52"/>
    <w:rsid w:val="00AF623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C0504D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C0504D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C0504D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C0504D" w:themeColor="accent2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1" w:customStyle="1">
    <w:name w:val="Lijsttabel 7 kleurrijk - Accent 31"/>
    <w:basedOn w:val="Standaardtabel"/>
    <w:uiPriority w:val="52"/>
    <w:rsid w:val="00AF623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9BBB59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9BBB59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9BBB59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9BBB59" w:themeColor="accent3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1" w:customStyle="1">
    <w:name w:val="Lijsttabel 7 kleurrijk - Accent 41"/>
    <w:basedOn w:val="Standaardtabel"/>
    <w:uiPriority w:val="52"/>
    <w:rsid w:val="00AF623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8064A2" w:themeColor="accent4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8064A2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8064A2" w:themeColor="accent4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8064A2" w:themeColor="accent4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1" w:customStyle="1">
    <w:name w:val="Lijsttabel 7 kleurrijk - Accent 51"/>
    <w:basedOn w:val="Standaardtabel"/>
    <w:uiPriority w:val="52"/>
    <w:rsid w:val="00AF623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4BACC6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4BACC6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4BACC6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4BACC6" w:themeColor="accent5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1" w:customStyle="1">
    <w:name w:val="Lijsttabel 7 kleurrijk - Accent 61"/>
    <w:basedOn w:val="Standaardtabel"/>
    <w:uiPriority w:val="52"/>
    <w:rsid w:val="00AF623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F79646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F79646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F79646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F79646" w:themeColor="accent6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kst">
    <w:name w:val="macro"/>
    <w:link w:val="MacrotekstChar"/>
    <w:uiPriority w:val="99"/>
    <w:semiHidden/>
    <w:unhideWhenUsed/>
    <w:rsid w:val="00AF62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color w:val="262626" w:themeColor="text1" w:themeTint="D9"/>
      <w:szCs w:val="20"/>
    </w:rPr>
  </w:style>
  <w:style w:type="character" w:styleId="MacrotekstChar" w:customStyle="1">
    <w:name w:val="Macrotekst Char"/>
    <w:basedOn w:val="Standaardalinea-lettertype"/>
    <w:link w:val="Macrotekst"/>
    <w:uiPriority w:val="99"/>
    <w:semiHidden/>
    <w:rsid w:val="00AF6236"/>
    <w:rPr>
      <w:rFonts w:ascii="Consolas" w:hAnsi="Consolas"/>
      <w:color w:val="262626" w:themeColor="text1" w:themeTint="D9"/>
      <w:szCs w:val="20"/>
    </w:rPr>
  </w:style>
  <w:style w:type="table" w:styleId="Gemiddeldraster1">
    <w:name w:val="Medium Grid 1"/>
    <w:basedOn w:val="Standaardtabel"/>
    <w:uiPriority w:val="67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emiddeldraster1-accent6">
    <w:name w:val="Medium Grid 1 Accent 6"/>
    <w:basedOn w:val="Standaardtabel"/>
    <w:uiPriority w:val="67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AF623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unhideWhenUsed/>
    <w:rsid w:val="00AF623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unhideWhenUsed/>
    <w:rsid w:val="00AF623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unhideWhenUsed/>
    <w:rsid w:val="00AF623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unhideWhenUsed/>
    <w:rsid w:val="00AF623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unhideWhenUsed/>
    <w:rsid w:val="00AF623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68"/>
    <w:semiHidden/>
    <w:unhideWhenUsed/>
    <w:rsid w:val="00AF623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Gemiddeldelijst1">
    <w:name w:val="Medium List 1"/>
    <w:basedOn w:val="Standaardtabel"/>
    <w:uiPriority w:val="65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Gemiddeldelijst1-accent4">
    <w:name w:val="Medium List 1 Accent 4"/>
    <w:basedOn w:val="Standaardtabel"/>
    <w:uiPriority w:val="65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Gemiddeldelijst1-accent6">
    <w:name w:val="Medium List 1 Accent 6"/>
    <w:basedOn w:val="Standaardtabel"/>
    <w:uiPriority w:val="65"/>
    <w:semiHidden/>
    <w:unhideWhenUsed/>
    <w:rsid w:val="00AF6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AF623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semiHidden/>
    <w:unhideWhenUsed/>
    <w:rsid w:val="00AF623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unhideWhenUsed/>
    <w:rsid w:val="00AF623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unhideWhenUsed/>
    <w:rsid w:val="00AF623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unhideWhenUsed/>
    <w:rsid w:val="00AF623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unhideWhenUsed/>
    <w:rsid w:val="00AF623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66"/>
    <w:semiHidden/>
    <w:unhideWhenUsed/>
    <w:rsid w:val="00AF623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themeTint="BF" w:sz="8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themeTint="BF" w:sz="6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64"/>
    <w:semiHidden/>
    <w:unhideWhenUsed/>
    <w:rsid w:val="00AF6236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Vermelding1" w:customStyle="1">
    <w:name w:val="Vermelding1"/>
    <w:basedOn w:val="Standaardalinea-lettertype"/>
    <w:uiPriority w:val="99"/>
    <w:semiHidden/>
    <w:unhideWhenUsed/>
    <w:rsid w:val="00AF6236"/>
    <w:rPr>
      <w:color w:val="2B579A"/>
      <w:shd w:val="clear" w:color="auto" w:fill="E6E6E6"/>
    </w:rPr>
  </w:style>
  <w:style w:type="paragraph" w:styleId="Berichtkop">
    <w:name w:val="Message Header"/>
    <w:basedOn w:val="Standaard"/>
    <w:link w:val="BerichtkopChar"/>
    <w:uiPriority w:val="99"/>
    <w:semiHidden/>
    <w:unhideWhenUsed/>
    <w:rsid w:val="00AF6236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spacing w:after="0" w:line="240" w:lineRule="auto"/>
      <w:ind w:left="1134" w:hanging="1134"/>
    </w:pPr>
    <w:rPr>
      <w:rFonts w:asciiTheme="majorHAnsi" w:hAnsiTheme="majorHAnsi" w:eastAsiaTheme="majorEastAsia" w:cstheme="majorBidi"/>
      <w:sz w:val="24"/>
      <w:szCs w:val="24"/>
    </w:rPr>
  </w:style>
  <w:style w:type="character" w:styleId="BerichtkopChar" w:customStyle="1">
    <w:name w:val="Berichtkop Char"/>
    <w:basedOn w:val="Standaardalinea-lettertype"/>
    <w:link w:val="Berichtkop"/>
    <w:uiPriority w:val="99"/>
    <w:semiHidden/>
    <w:rsid w:val="00AF6236"/>
    <w:rPr>
      <w:rFonts w:asciiTheme="majorHAnsi" w:hAnsiTheme="majorHAnsi" w:eastAsiaTheme="majorEastAsia" w:cstheme="majorBidi"/>
      <w:color w:val="262626" w:themeColor="text1" w:themeTint="D9"/>
      <w:sz w:val="24"/>
      <w:szCs w:val="24"/>
      <w:shd w:val="pct20" w:color="auto" w:fill="auto"/>
    </w:rPr>
  </w:style>
  <w:style w:type="paragraph" w:styleId="Geenafstand">
    <w:name w:val="No Spacing"/>
    <w:uiPriority w:val="1"/>
    <w:qFormat/>
    <w:rsid w:val="00AF6236"/>
    <w:pPr>
      <w:spacing w:after="0" w:line="240" w:lineRule="auto"/>
    </w:pPr>
    <w:rPr>
      <w:color w:val="262626" w:themeColor="text1" w:themeTint="D9"/>
    </w:rPr>
  </w:style>
  <w:style w:type="paragraph" w:styleId="Normaalweb">
    <w:name w:val="Normal (Web)"/>
    <w:basedOn w:val="Standaard"/>
    <w:uiPriority w:val="99"/>
    <w:semiHidden/>
    <w:unhideWhenUsed/>
    <w:rsid w:val="00AF6236"/>
    <w:rPr>
      <w:rFonts w:ascii="Times New Roman" w:hAnsi="Times New Roman" w:cs="Times New Roman"/>
      <w:sz w:val="24"/>
      <w:szCs w:val="24"/>
    </w:rPr>
  </w:style>
  <w:style w:type="paragraph" w:styleId="Standaardinspringing">
    <w:name w:val="Normal Indent"/>
    <w:basedOn w:val="Standaard"/>
    <w:uiPriority w:val="99"/>
    <w:semiHidden/>
    <w:unhideWhenUsed/>
    <w:rsid w:val="00AF6236"/>
    <w:pPr>
      <w:ind w:left="720"/>
    </w:pPr>
  </w:style>
  <w:style w:type="paragraph" w:styleId="Notitiekop">
    <w:name w:val="Note Heading"/>
    <w:basedOn w:val="Standaard"/>
    <w:next w:val="Standaard"/>
    <w:link w:val="NotitiekopChar"/>
    <w:uiPriority w:val="99"/>
    <w:semiHidden/>
    <w:unhideWhenUsed/>
    <w:rsid w:val="00AF6236"/>
    <w:pPr>
      <w:spacing w:after="0" w:line="240" w:lineRule="auto"/>
    </w:pPr>
  </w:style>
  <w:style w:type="character" w:styleId="NotitiekopChar" w:customStyle="1">
    <w:name w:val="Notitiekop Char"/>
    <w:basedOn w:val="Standaardalinea-lettertype"/>
    <w:link w:val="Notitiekop"/>
    <w:uiPriority w:val="99"/>
    <w:semiHidden/>
    <w:rsid w:val="00AF6236"/>
    <w:rPr>
      <w:color w:val="262626" w:themeColor="text1" w:themeTint="D9"/>
    </w:rPr>
  </w:style>
  <w:style w:type="character" w:styleId="Paginanummer">
    <w:name w:val="page number"/>
    <w:basedOn w:val="Standaardalinea-lettertype"/>
    <w:uiPriority w:val="99"/>
    <w:semiHidden/>
    <w:unhideWhenUsed/>
    <w:rsid w:val="00AF6236"/>
  </w:style>
  <w:style w:type="table" w:styleId="Onopgemaaktetabel11" w:customStyle="1">
    <w:name w:val="Onopgemaakte tabel 11"/>
    <w:basedOn w:val="Standaardtabel"/>
    <w:uiPriority w:val="41"/>
    <w:rsid w:val="00AF6236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1" w:customStyle="1">
    <w:name w:val="Onopgemaakte tabel 21"/>
    <w:basedOn w:val="Standaardtabel"/>
    <w:uiPriority w:val="42"/>
    <w:rsid w:val="00AF6236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table" w:styleId="Onopgemaaktetabel31" w:customStyle="1">
    <w:name w:val="Onopgemaakte tabel 31"/>
    <w:basedOn w:val="Standaardtabel"/>
    <w:uiPriority w:val="43"/>
    <w:rsid w:val="00AF62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1" w:customStyle="1">
    <w:name w:val="Onopgemaakte tabel 41"/>
    <w:basedOn w:val="Standaardtabel"/>
    <w:uiPriority w:val="44"/>
    <w:rsid w:val="00AF62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1" w:customStyle="1">
    <w:name w:val="Onopgemaakte tabel 51"/>
    <w:basedOn w:val="Standaardtabel"/>
    <w:uiPriority w:val="45"/>
    <w:rsid w:val="00AF623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F7F7F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F7F7F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F7F7F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F7F7F" w:themeColor="text1" w:themeTint="80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AF6236"/>
    <w:pPr>
      <w:spacing w:after="0" w:line="240" w:lineRule="auto"/>
    </w:pPr>
    <w:rPr>
      <w:rFonts w:ascii="Consolas" w:hAnsi="Consolas"/>
      <w:szCs w:val="21"/>
    </w:rPr>
  </w:style>
  <w:style w:type="character" w:styleId="TekstzonderopmaakChar" w:customStyle="1">
    <w:name w:val="Tekst zonder opmaak Char"/>
    <w:basedOn w:val="Standaardalinea-lettertype"/>
    <w:link w:val="Tekstzonderopmaak"/>
    <w:uiPriority w:val="99"/>
    <w:semiHidden/>
    <w:rsid w:val="00AF6236"/>
    <w:rPr>
      <w:rFonts w:ascii="Consolas" w:hAnsi="Consolas"/>
      <w:color w:val="262626" w:themeColor="text1" w:themeTint="D9"/>
      <w:szCs w:val="21"/>
    </w:rPr>
  </w:style>
  <w:style w:type="paragraph" w:styleId="Citaat">
    <w:name w:val="Quote"/>
    <w:basedOn w:val="Standaard"/>
    <w:next w:val="Standaard"/>
    <w:link w:val="CitaatChar"/>
    <w:uiPriority w:val="29"/>
    <w:qFormat/>
    <w:rsid w:val="00AF623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CitaatChar" w:customStyle="1">
    <w:name w:val="Citaat Char"/>
    <w:basedOn w:val="Standaardalinea-lettertype"/>
    <w:link w:val="Citaat"/>
    <w:uiPriority w:val="29"/>
    <w:rsid w:val="00AF6236"/>
    <w:rPr>
      <w:i/>
      <w:iCs/>
      <w:color w:val="404040" w:themeColor="text1" w:themeTint="BF"/>
    </w:rPr>
  </w:style>
  <w:style w:type="character" w:styleId="Slimmehyperlink1" w:customStyle="1">
    <w:name w:val="Slimme hyperlink1"/>
    <w:basedOn w:val="Standaardalinea-lettertype"/>
    <w:uiPriority w:val="99"/>
    <w:semiHidden/>
    <w:unhideWhenUsed/>
    <w:rsid w:val="00AF6236"/>
    <w:rPr>
      <w:u w:val="dotted"/>
    </w:rPr>
  </w:style>
  <w:style w:type="character" w:styleId="Zwaar">
    <w:name w:val="Strong"/>
    <w:basedOn w:val="Standaardalinea-lettertype"/>
    <w:uiPriority w:val="22"/>
    <w:qFormat/>
    <w:rsid w:val="00AF6236"/>
    <w:rPr>
      <w:b/>
      <w:bCs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F623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styleId="OndertitelChar" w:customStyle="1">
    <w:name w:val="Ondertitel Char"/>
    <w:basedOn w:val="Standaardalinea-lettertype"/>
    <w:link w:val="Ondertitel"/>
    <w:uiPriority w:val="11"/>
    <w:rsid w:val="00AF6236"/>
    <w:rPr>
      <w:rFonts w:eastAsiaTheme="minorEastAsia"/>
      <w:color w:val="5A5A5A" w:themeColor="text1" w:themeTint="A5"/>
      <w:spacing w:val="15"/>
    </w:rPr>
  </w:style>
  <w:style w:type="character" w:styleId="Subtielebenadrukking">
    <w:name w:val="Subtle Emphasis"/>
    <w:basedOn w:val="Standaardalinea-lettertype"/>
    <w:uiPriority w:val="19"/>
    <w:qFormat/>
    <w:rsid w:val="00AF6236"/>
    <w:rPr>
      <w:i/>
      <w:iCs/>
      <w:color w:val="404040" w:themeColor="text1" w:themeTint="BF"/>
    </w:rPr>
  </w:style>
  <w:style w:type="character" w:styleId="Subtieleverwijzing">
    <w:name w:val="Subtle Reference"/>
    <w:basedOn w:val="Standaardalinea-lettertype"/>
    <w:uiPriority w:val="31"/>
    <w:qFormat/>
    <w:rsid w:val="00AF6236"/>
    <w:rPr>
      <w:smallCaps/>
      <w:color w:val="5A5A5A" w:themeColor="text1" w:themeTint="A5"/>
    </w:rPr>
  </w:style>
  <w:style w:type="table" w:styleId="3D-effectenvoortabel1">
    <w:name w:val="Table 3D effects 1"/>
    <w:basedOn w:val="Standaardtabel"/>
    <w:uiPriority w:val="99"/>
    <w:semiHidden/>
    <w:unhideWhenUsed/>
    <w:rsid w:val="00AF623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3D-effectenvoortabel2">
    <w:name w:val="Table 3D effects 2"/>
    <w:basedOn w:val="Standaardtabel"/>
    <w:uiPriority w:val="99"/>
    <w:semiHidden/>
    <w:unhideWhenUsed/>
    <w:rsid w:val="00AF623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3D-effectenvoortabel3">
    <w:name w:val="Table 3D effects 3"/>
    <w:basedOn w:val="Standaardtabel"/>
    <w:uiPriority w:val="99"/>
    <w:semiHidden/>
    <w:unhideWhenUsed/>
    <w:rsid w:val="00AF623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Klassieketabel1">
    <w:name w:val="Table Classic 1"/>
    <w:basedOn w:val="Standaardtabel"/>
    <w:uiPriority w:val="99"/>
    <w:semiHidden/>
    <w:unhideWhenUsed/>
    <w:rsid w:val="00AF6236"/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Klassieketabel2">
    <w:name w:val="Table Classic 2"/>
    <w:basedOn w:val="Standaardtabel"/>
    <w:uiPriority w:val="99"/>
    <w:semiHidden/>
    <w:unhideWhenUsed/>
    <w:rsid w:val="00AF6236"/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Klassieketabel3">
    <w:name w:val="Table Classic 3"/>
    <w:basedOn w:val="Standaardtabel"/>
    <w:uiPriority w:val="99"/>
    <w:semiHidden/>
    <w:unhideWhenUsed/>
    <w:rsid w:val="00AF6236"/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Klassieketabel4">
    <w:name w:val="Table Classic 4"/>
    <w:basedOn w:val="Standaardtabel"/>
    <w:uiPriority w:val="99"/>
    <w:semiHidden/>
    <w:unhideWhenUsed/>
    <w:rsid w:val="00AF6236"/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Kleurrijketabel1">
    <w:name w:val="Table Colorful 1"/>
    <w:basedOn w:val="Standaardtabel"/>
    <w:uiPriority w:val="99"/>
    <w:semiHidden/>
    <w:unhideWhenUsed/>
    <w:rsid w:val="00AF6236"/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Kleurrijketabel2">
    <w:name w:val="Table Colorful 2"/>
    <w:basedOn w:val="Standaardtabel"/>
    <w:uiPriority w:val="99"/>
    <w:semiHidden/>
    <w:unhideWhenUsed/>
    <w:rsid w:val="00AF6236"/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Kleurrijketabel3">
    <w:name w:val="Table Colorful 3"/>
    <w:basedOn w:val="Standaardtabel"/>
    <w:uiPriority w:val="99"/>
    <w:semiHidden/>
    <w:unhideWhenUsed/>
    <w:rsid w:val="00AF6236"/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elkolommen1">
    <w:name w:val="Table Columns 1"/>
    <w:basedOn w:val="Standaardtabel"/>
    <w:uiPriority w:val="99"/>
    <w:semiHidden/>
    <w:unhideWhenUsed/>
    <w:rsid w:val="00AF6236"/>
    <w:rPr>
      <w:b/>
      <w:bCs/>
    </w:rPr>
    <w:tblPr>
      <w:tblStyleColBandSize w:val="1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elkolommen2">
    <w:name w:val="Table Columns 2"/>
    <w:basedOn w:val="Standaardtabel"/>
    <w:uiPriority w:val="99"/>
    <w:semiHidden/>
    <w:unhideWhenUsed/>
    <w:rsid w:val="00AF623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elkolommen3">
    <w:name w:val="Table Columns 3"/>
    <w:basedOn w:val="Standaardtabel"/>
    <w:uiPriority w:val="99"/>
    <w:semiHidden/>
    <w:unhideWhenUsed/>
    <w:rsid w:val="00AF6236"/>
    <w:rPr>
      <w:b/>
      <w:bCs/>
    </w:rPr>
    <w:tblPr>
      <w:tblStyleColBandSize w:val="1"/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elkolommen4">
    <w:name w:val="Table Columns 4"/>
    <w:basedOn w:val="Standaardtabel"/>
    <w:uiPriority w:val="99"/>
    <w:semiHidden/>
    <w:unhideWhenUsed/>
    <w:rsid w:val="00AF6236"/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semiHidden/>
    <w:unhideWhenUsed/>
    <w:rsid w:val="00AF6236"/>
    <w:tblPr>
      <w:tblStyleColBandSize w:val="1"/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igentijdsetabel">
    <w:name w:val="Table Contemporary"/>
    <w:basedOn w:val="Standaardtabel"/>
    <w:uiPriority w:val="99"/>
    <w:semiHidden/>
    <w:unhideWhenUsed/>
    <w:rsid w:val="00AF6236"/>
    <w:tblPr>
      <w:tblStyleRowBandSize w:val="1"/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table" w:styleId="Elegantetabel">
    <w:name w:val="Table Elegant"/>
    <w:basedOn w:val="Standaardtabel"/>
    <w:uiPriority w:val="99"/>
    <w:semiHidden/>
    <w:unhideWhenUsed/>
    <w:rsid w:val="00AF6236"/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elraster">
    <w:name w:val="Table Grid"/>
    <w:basedOn w:val="Standaardtabel"/>
    <w:uiPriority w:val="59"/>
    <w:semiHidden/>
    <w:unhideWhenUsed/>
    <w:rsid w:val="00AF623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raster1">
    <w:name w:val="Table Grid 1"/>
    <w:basedOn w:val="Standaardtabel"/>
    <w:uiPriority w:val="99"/>
    <w:semiHidden/>
    <w:unhideWhenUsed/>
    <w:rsid w:val="00AF6236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elraster2">
    <w:name w:val="Table Grid 2"/>
    <w:basedOn w:val="Standaardtabel"/>
    <w:uiPriority w:val="99"/>
    <w:semiHidden/>
    <w:unhideWhenUsed/>
    <w:rsid w:val="00AF6236"/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elraster3">
    <w:name w:val="Table Grid 3"/>
    <w:basedOn w:val="Standaardtabel"/>
    <w:uiPriority w:val="99"/>
    <w:semiHidden/>
    <w:unhideWhenUsed/>
    <w:rsid w:val="00AF6236"/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elraster4">
    <w:name w:val="Table Grid 4"/>
    <w:basedOn w:val="Standaardtabel"/>
    <w:uiPriority w:val="99"/>
    <w:semiHidden/>
    <w:unhideWhenUsed/>
    <w:rsid w:val="00AF6236"/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elraster5">
    <w:name w:val="Table Grid 5"/>
    <w:basedOn w:val="Standaardtabel"/>
    <w:uiPriority w:val="99"/>
    <w:semiHidden/>
    <w:unhideWhenUsed/>
    <w:rsid w:val="00AF6236"/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elraster6">
    <w:name w:val="Table Grid 6"/>
    <w:basedOn w:val="Standaardtabel"/>
    <w:uiPriority w:val="99"/>
    <w:semiHidden/>
    <w:unhideWhenUsed/>
    <w:rsid w:val="00AF6236"/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elraster7">
    <w:name w:val="Table Grid 7"/>
    <w:basedOn w:val="Standaardtabel"/>
    <w:uiPriority w:val="99"/>
    <w:semiHidden/>
    <w:unhideWhenUsed/>
    <w:rsid w:val="00AF6236"/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elraster8">
    <w:name w:val="Table Grid 8"/>
    <w:basedOn w:val="Standaardtabel"/>
    <w:uiPriority w:val="99"/>
    <w:semiHidden/>
    <w:unhideWhenUsed/>
    <w:rsid w:val="00AF6236"/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elrasterlicht1" w:customStyle="1">
    <w:name w:val="Tabelraster licht1"/>
    <w:basedOn w:val="Standaardtabel"/>
    <w:uiPriority w:val="40"/>
    <w:rsid w:val="00AF6236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table" w:styleId="Tabellijst1">
    <w:name w:val="Table List 1"/>
    <w:basedOn w:val="Standaardtabel"/>
    <w:uiPriority w:val="99"/>
    <w:semiHidden/>
    <w:unhideWhenUsed/>
    <w:rsid w:val="00AF6236"/>
    <w:tblPr>
      <w:tblStyleRowBandSize w:val="1"/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ellijst2">
    <w:name w:val="Table List 2"/>
    <w:basedOn w:val="Standaardtabel"/>
    <w:uiPriority w:val="99"/>
    <w:semiHidden/>
    <w:unhideWhenUsed/>
    <w:rsid w:val="00AF6236"/>
    <w:tblPr>
      <w:tblStyleRowBandSize w:val="2"/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ellijst3">
    <w:name w:val="Table List 3"/>
    <w:basedOn w:val="Standaardtabel"/>
    <w:uiPriority w:val="99"/>
    <w:semiHidden/>
    <w:unhideWhenUsed/>
    <w:rsid w:val="00AF6236"/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ellijst4">
    <w:name w:val="Table List 4"/>
    <w:basedOn w:val="Standaardtabel"/>
    <w:uiPriority w:val="99"/>
    <w:semiHidden/>
    <w:unhideWhenUsed/>
    <w:rsid w:val="00AF6236"/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semiHidden/>
    <w:unhideWhenUsed/>
    <w:rsid w:val="00AF6236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ellijst6">
    <w:name w:val="Table List 6"/>
    <w:basedOn w:val="Standaardtabel"/>
    <w:uiPriority w:val="99"/>
    <w:semiHidden/>
    <w:unhideWhenUsed/>
    <w:rsid w:val="00AF6236"/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l2br w:val="none" w:color="auto" w:sz="0" w:space="0"/>
          <w:tr2bl w:val="none" w:color="auto" w:sz="0" w:space="0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semiHidden/>
    <w:unhideWhenUsed/>
    <w:rsid w:val="00AF6236"/>
    <w:tblPr>
      <w:tblStyleRowBandSize w:val="1"/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semiHidden/>
    <w:unhideWhenUsed/>
    <w:rsid w:val="00AF6236"/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50" w:color="FF0000" w:fill="FFFFFF"/>
      </w:tcPr>
    </w:tblStylePr>
  </w:style>
  <w:style w:type="paragraph" w:styleId="Bronvermelding">
    <w:name w:val="table of authorities"/>
    <w:basedOn w:val="Standaard"/>
    <w:next w:val="Standaard"/>
    <w:uiPriority w:val="99"/>
    <w:semiHidden/>
    <w:unhideWhenUsed/>
    <w:rsid w:val="00AF6236"/>
    <w:pPr>
      <w:spacing w:after="0"/>
      <w:ind w:left="220" w:hanging="220"/>
    </w:pPr>
  </w:style>
  <w:style w:type="paragraph" w:styleId="Lijstmetafbeeldingen">
    <w:name w:val="table of figures"/>
    <w:basedOn w:val="Standaard"/>
    <w:next w:val="Standaard"/>
    <w:uiPriority w:val="99"/>
    <w:semiHidden/>
    <w:unhideWhenUsed/>
    <w:rsid w:val="00AF6236"/>
    <w:pPr>
      <w:spacing w:after="0"/>
    </w:pPr>
  </w:style>
  <w:style w:type="table" w:styleId="Professioneletabel">
    <w:name w:val="Table Professional"/>
    <w:basedOn w:val="Standaardtabel"/>
    <w:uiPriority w:val="99"/>
    <w:semiHidden/>
    <w:unhideWhenUsed/>
    <w:rsid w:val="00AF6236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Eenvoudigetabel1">
    <w:name w:val="Table Simple 1"/>
    <w:basedOn w:val="Standaardtabel"/>
    <w:uiPriority w:val="99"/>
    <w:semiHidden/>
    <w:unhideWhenUsed/>
    <w:rsid w:val="00AF6236"/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8000" w:sz="6" w:space="0"/>
          <w:tl2br w:val="none" w:color="auto" w:sz="0" w:space="0"/>
          <w:tr2bl w:val="none" w:color="auto" w:sz="0" w:space="0"/>
        </w:tcBorders>
      </w:tcPr>
    </w:tblStylePr>
  </w:style>
  <w:style w:type="table" w:styleId="Eenvoudigetabel2">
    <w:name w:val="Table Simple 2"/>
    <w:basedOn w:val="Standaardtabel"/>
    <w:uiPriority w:val="99"/>
    <w:semiHidden/>
    <w:unhideWhenUsed/>
    <w:rsid w:val="00AF6236"/>
    <w:tblPr/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</w:rPr>
      <w:tblPr/>
      <w:tcPr>
        <w:tcBorders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op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Eenvoudigetabel3">
    <w:name w:val="Table Simple 3"/>
    <w:basedOn w:val="Standaardtabel"/>
    <w:uiPriority w:val="99"/>
    <w:semiHidden/>
    <w:unhideWhenUsed/>
    <w:rsid w:val="00AF6236"/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Verfijndetabel1">
    <w:name w:val="Table Subtle 1"/>
    <w:basedOn w:val="Standaardtabel"/>
    <w:uiPriority w:val="99"/>
    <w:semiHidden/>
    <w:unhideWhenUsed/>
    <w:rsid w:val="00AF6236"/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Verfijndetabel2">
    <w:name w:val="Table Subtle 2"/>
    <w:basedOn w:val="Standaardtabel"/>
    <w:uiPriority w:val="99"/>
    <w:semiHidden/>
    <w:unhideWhenUsed/>
    <w:rsid w:val="00AF6236"/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elthema">
    <w:name w:val="Table Theme"/>
    <w:basedOn w:val="Standaardtabel"/>
    <w:uiPriority w:val="99"/>
    <w:semiHidden/>
    <w:unhideWhenUsed/>
    <w:rsid w:val="00AF623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Webtabel1">
    <w:name w:val="Table Web 1"/>
    <w:basedOn w:val="Standaardtabel"/>
    <w:uiPriority w:val="99"/>
    <w:semiHidden/>
    <w:unhideWhenUsed/>
    <w:rsid w:val="00AF6236"/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Webtabel2">
    <w:name w:val="Table Web 2"/>
    <w:basedOn w:val="Standaardtabel"/>
    <w:uiPriority w:val="99"/>
    <w:semiHidden/>
    <w:unhideWhenUsed/>
    <w:rsid w:val="00AF6236"/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Webtabel3">
    <w:name w:val="Table Web 3"/>
    <w:basedOn w:val="Standaardtabel"/>
    <w:uiPriority w:val="99"/>
    <w:semiHidden/>
    <w:unhideWhenUsed/>
    <w:rsid w:val="00AF6236"/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Titel">
    <w:name w:val="Title"/>
    <w:basedOn w:val="Standaard"/>
    <w:next w:val="Standaard"/>
    <w:link w:val="TitelChar"/>
    <w:uiPriority w:val="10"/>
    <w:qFormat/>
    <w:rsid w:val="00AF6236"/>
    <w:pPr>
      <w:spacing w:after="0" w:line="240" w:lineRule="auto"/>
      <w:contextualSpacing/>
    </w:pPr>
    <w:rPr>
      <w:rFonts w:asciiTheme="majorHAnsi" w:hAnsiTheme="majorHAnsi" w:eastAsiaTheme="majorEastAsia" w:cstheme="majorBidi"/>
      <w:color w:val="auto"/>
      <w:spacing w:val="-10"/>
      <w:kern w:val="28"/>
      <w:sz w:val="56"/>
      <w:szCs w:val="56"/>
    </w:rPr>
  </w:style>
  <w:style w:type="character" w:styleId="TitelChar" w:customStyle="1">
    <w:name w:val="Titel Char"/>
    <w:basedOn w:val="Standaardalinea-lettertype"/>
    <w:link w:val="Titel"/>
    <w:uiPriority w:val="10"/>
    <w:rsid w:val="00AF623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Kopbronvermelding">
    <w:name w:val="toa heading"/>
    <w:basedOn w:val="Standaard"/>
    <w:next w:val="Standaard"/>
    <w:uiPriority w:val="99"/>
    <w:semiHidden/>
    <w:unhideWhenUsed/>
    <w:rsid w:val="00AF6236"/>
    <w:pPr>
      <w:spacing w:before="120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Inhopg1">
    <w:name w:val="toc 1"/>
    <w:basedOn w:val="Standaard"/>
    <w:next w:val="Standaard"/>
    <w:autoRedefine/>
    <w:uiPriority w:val="39"/>
    <w:semiHidden/>
    <w:unhideWhenUsed/>
    <w:rsid w:val="00AF6236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semiHidden/>
    <w:unhideWhenUsed/>
    <w:rsid w:val="00AF6236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semiHidden/>
    <w:unhideWhenUsed/>
    <w:rsid w:val="00AF6236"/>
    <w:pPr>
      <w:spacing w:after="100"/>
      <w:ind w:left="440"/>
    </w:pPr>
  </w:style>
  <w:style w:type="paragraph" w:styleId="Inhopg4">
    <w:name w:val="toc 4"/>
    <w:basedOn w:val="Standaard"/>
    <w:next w:val="Standaard"/>
    <w:autoRedefine/>
    <w:uiPriority w:val="39"/>
    <w:semiHidden/>
    <w:unhideWhenUsed/>
    <w:rsid w:val="00AF6236"/>
    <w:pPr>
      <w:spacing w:after="100"/>
      <w:ind w:left="660"/>
    </w:pPr>
  </w:style>
  <w:style w:type="paragraph" w:styleId="Inhopg5">
    <w:name w:val="toc 5"/>
    <w:basedOn w:val="Standaard"/>
    <w:next w:val="Standaard"/>
    <w:autoRedefine/>
    <w:uiPriority w:val="39"/>
    <w:semiHidden/>
    <w:unhideWhenUsed/>
    <w:rsid w:val="00AF6236"/>
    <w:pPr>
      <w:spacing w:after="100"/>
      <w:ind w:left="880"/>
    </w:pPr>
  </w:style>
  <w:style w:type="paragraph" w:styleId="Inhopg6">
    <w:name w:val="toc 6"/>
    <w:basedOn w:val="Standaard"/>
    <w:next w:val="Standaard"/>
    <w:autoRedefine/>
    <w:uiPriority w:val="39"/>
    <w:semiHidden/>
    <w:unhideWhenUsed/>
    <w:rsid w:val="00AF6236"/>
    <w:pPr>
      <w:spacing w:after="100"/>
      <w:ind w:left="1100"/>
    </w:pPr>
  </w:style>
  <w:style w:type="paragraph" w:styleId="Inhopg7">
    <w:name w:val="toc 7"/>
    <w:basedOn w:val="Standaard"/>
    <w:next w:val="Standaard"/>
    <w:autoRedefine/>
    <w:uiPriority w:val="39"/>
    <w:semiHidden/>
    <w:unhideWhenUsed/>
    <w:rsid w:val="00AF6236"/>
    <w:pPr>
      <w:spacing w:after="100"/>
      <w:ind w:left="1320"/>
    </w:pPr>
  </w:style>
  <w:style w:type="paragraph" w:styleId="Inhopg8">
    <w:name w:val="toc 8"/>
    <w:basedOn w:val="Standaard"/>
    <w:next w:val="Standaard"/>
    <w:autoRedefine/>
    <w:uiPriority w:val="39"/>
    <w:semiHidden/>
    <w:unhideWhenUsed/>
    <w:rsid w:val="00AF6236"/>
    <w:pPr>
      <w:spacing w:after="100"/>
      <w:ind w:left="1540"/>
    </w:pPr>
  </w:style>
  <w:style w:type="paragraph" w:styleId="Inhopg9">
    <w:name w:val="toc 9"/>
    <w:basedOn w:val="Standaard"/>
    <w:next w:val="Standaard"/>
    <w:autoRedefine/>
    <w:uiPriority w:val="39"/>
    <w:semiHidden/>
    <w:unhideWhenUsed/>
    <w:rsid w:val="00AF6236"/>
    <w:pPr>
      <w:spacing w:after="100"/>
      <w:ind w:left="1760"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AF6236"/>
    <w:pPr>
      <w:keepNext/>
      <w:keepLines/>
      <w:spacing w:before="240" w:after="0" w:line="276" w:lineRule="auto"/>
      <w:ind w:left="0"/>
      <w:outlineLvl w:val="9"/>
    </w:pPr>
    <w:rPr>
      <w:rFonts w:eastAsiaTheme="majorEastAsia" w:cstheme="majorBidi"/>
      <w:b w:val="0"/>
      <w:color w:val="365F91" w:themeColor="accent1" w:themeShade="BF"/>
      <w:sz w:val="32"/>
      <w:szCs w:val="32"/>
    </w:rPr>
  </w:style>
  <w:style w:type="character" w:styleId="Niet-omgezettevermelding" w:customStyle="1">
    <w:name w:val="Niet-omgezette vermelding"/>
    <w:basedOn w:val="Standaardalinea-lettertype"/>
    <w:uiPriority w:val="99"/>
    <w:semiHidden/>
    <w:unhideWhenUsed/>
    <w:rsid w:val="00BF765F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4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glossaryDocument" Target="glossary/document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ne\AppData\Roaming\Microsoft\Templates\Uitnodiging%20voor%20diner%20en%20taartveiling%20op%20Valentijnsda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948CB48CC7C4A52ADDDB48DBAB6A18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9721F0D-6526-4CAF-A701-AC9A463BF97A}"/>
      </w:docPartPr>
      <w:docPartBody>
        <w:p w:rsidR="00000000" w:rsidRDefault="00B84FF0">
          <w:pPr>
            <w:pStyle w:val="D948CB48CC7C4A52ADDDB48DBAB6A18A"/>
          </w:pPr>
          <w:r>
            <w:rPr>
              <w:lang w:bidi="nl-NL"/>
            </w:rPr>
            <w:t>Adres</w:t>
          </w:r>
        </w:p>
      </w:docPartBody>
    </w:docPart>
    <w:docPart>
      <w:docPartPr>
        <w:name w:val="E5CBCB0B84124BCD9B0384092F19555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D5ACA9F-724A-4B8A-8662-0CF5F771D3CE}"/>
      </w:docPartPr>
      <w:docPartBody>
        <w:p w:rsidR="00000000" w:rsidRDefault="00B84FF0">
          <w:pPr>
            <w:pStyle w:val="E5CBCB0B84124BCD9B0384092F195559"/>
          </w:pPr>
          <w:r>
            <w:rPr>
              <w:lang w:bidi="nl-NL"/>
            </w:rPr>
            <w:t>Postcode en plaats</w:t>
          </w:r>
        </w:p>
      </w:docPartBody>
    </w:docPart>
    <w:docPart>
      <w:docPartPr>
        <w:name w:val="93B31E919EF347D0A9D7362A684813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39392A-B221-45AD-99F1-8E717A94D799}"/>
      </w:docPartPr>
      <w:docPartBody>
        <w:p w:rsidR="00000000" w:rsidRDefault="00B84FF0">
          <w:pPr>
            <w:pStyle w:val="93B31E919EF347D0A9D7362A6848137C"/>
          </w:pPr>
          <w:r>
            <w:rPr>
              <w:lang w:bidi="nl-NL"/>
            </w:rPr>
            <w:t>Naam</w:t>
          </w:r>
        </w:p>
      </w:docPartBody>
    </w:docPart>
    <w:docPart>
      <w:docPartPr>
        <w:name w:val="5FE8FBF866A242A8BA98B60ED543B84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64C044E-4167-4534-ACAC-5EABDD6A6E10}"/>
      </w:docPartPr>
      <w:docPartBody>
        <w:p w:rsidR="00000000" w:rsidRDefault="00B84FF0">
          <w:pPr>
            <w:pStyle w:val="5FE8FBF866A242A8BA98B60ED543B84A"/>
          </w:pPr>
          <w:r>
            <w:rPr>
              <w:lang w:bidi="nl-NL"/>
            </w:rPr>
            <w:t>E-mailadres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EB54EC30483B4F2CA52D63BAA3E79F57">
    <w:name w:val="EB54EC30483B4F2CA52D63BAA3E79F57"/>
  </w:style>
  <w:style w:type="paragraph" w:customStyle="1" w:styleId="Nodigtuvanharteuit">
    <w:name w:val="Nodigt u van harte uit"/>
    <w:basedOn w:val="Standaard"/>
    <w:qFormat/>
    <w:pPr>
      <w:spacing w:before="240" w:after="240" w:line="240" w:lineRule="auto"/>
      <w:contextualSpacing/>
    </w:pPr>
    <w:rPr>
      <w:rFonts w:eastAsiaTheme="minorHAnsi"/>
      <w:color w:val="404040" w:themeColor="text1" w:themeTint="BF"/>
      <w:sz w:val="28"/>
      <w:szCs w:val="20"/>
      <w:lang w:eastAsia="en-US"/>
    </w:rPr>
  </w:style>
  <w:style w:type="paragraph" w:customStyle="1" w:styleId="A812C687BBB34CA0B9CA6525980C40F8">
    <w:name w:val="A812C687BBB34CA0B9CA6525980C40F8"/>
  </w:style>
  <w:style w:type="paragraph" w:customStyle="1" w:styleId="338DE555960B4DDDA41E66469AB8F829">
    <w:name w:val="338DE555960B4DDDA41E66469AB8F829"/>
  </w:style>
  <w:style w:type="paragraph" w:customStyle="1" w:styleId="BFCC5C39E9BB468399ADD0481B53B583">
    <w:name w:val="BFCC5C39E9BB468399ADD0481B53B583"/>
  </w:style>
  <w:style w:type="paragraph" w:customStyle="1" w:styleId="C74DF01649CD475582C78E60EDEC50FC">
    <w:name w:val="C74DF01649CD475582C78E60EDEC50FC"/>
  </w:style>
  <w:style w:type="paragraph" w:customStyle="1" w:styleId="F1B56DF29E4A4133B842460A9D9B6C09">
    <w:name w:val="F1B56DF29E4A4133B842460A9D9B6C09"/>
  </w:style>
  <w:style w:type="paragraph" w:customStyle="1" w:styleId="DEF55DA10AAD43478371921D18BA4F4C">
    <w:name w:val="DEF55DA10AAD43478371921D18BA4F4C"/>
  </w:style>
  <w:style w:type="paragraph" w:customStyle="1" w:styleId="EB4603BE4D504DFD8369AFA3BBFE0DB5">
    <w:name w:val="EB4603BE4D504DFD8369AFA3BBFE0DB5"/>
  </w:style>
  <w:style w:type="paragraph" w:customStyle="1" w:styleId="FE60CD0F92094899BA9453DC68F02DBA">
    <w:name w:val="FE60CD0F92094899BA9453DC68F02DBA"/>
  </w:style>
  <w:style w:type="paragraph" w:customStyle="1" w:styleId="2CB6B2009AB64355AE17325BE6F6DABC">
    <w:name w:val="2CB6B2009AB64355AE17325BE6F6DABC"/>
  </w:style>
  <w:style w:type="paragraph" w:customStyle="1" w:styleId="DAA50563A1974EE281664B2A51B2DE50">
    <w:name w:val="DAA50563A1974EE281664B2A51B2DE50"/>
  </w:style>
  <w:style w:type="paragraph" w:customStyle="1" w:styleId="FC9F7763C1234BB4A501F72E6E4B1F88">
    <w:name w:val="FC9F7763C1234BB4A501F72E6E4B1F88"/>
  </w:style>
  <w:style w:type="paragraph" w:customStyle="1" w:styleId="D948CB48CC7C4A52ADDDB48DBAB6A18A">
    <w:name w:val="D948CB48CC7C4A52ADDDB48DBAB6A18A"/>
  </w:style>
  <w:style w:type="paragraph" w:customStyle="1" w:styleId="E5CBCB0B84124BCD9B0384092F195559">
    <w:name w:val="E5CBCB0B84124BCD9B0384092F195559"/>
  </w:style>
  <w:style w:type="paragraph" w:customStyle="1" w:styleId="8F521DE613A14C6C80A6A708B5A57429">
    <w:name w:val="8F521DE613A14C6C80A6A708B5A57429"/>
  </w:style>
  <w:style w:type="paragraph" w:customStyle="1" w:styleId="46A71FCC7D8C420DB2C8064AF358E8A5">
    <w:name w:val="46A71FCC7D8C420DB2C8064AF358E8A5"/>
  </w:style>
  <w:style w:type="paragraph" w:customStyle="1" w:styleId="4F28176936434494AF5AA98320E2C79A">
    <w:name w:val="4F28176936434494AF5AA98320E2C79A"/>
  </w:style>
  <w:style w:type="paragraph" w:customStyle="1" w:styleId="3C94B54ACF474D93BBD02E9C746242E2">
    <w:name w:val="3C94B54ACF474D93BBD02E9C746242E2"/>
  </w:style>
  <w:style w:type="paragraph" w:customStyle="1" w:styleId="93B31E919EF347D0A9D7362A6848137C">
    <w:name w:val="93B31E919EF347D0A9D7362A6848137C"/>
  </w:style>
  <w:style w:type="paragraph" w:customStyle="1" w:styleId="A134B782C70B4A7994F2DA7EAF5E590C">
    <w:name w:val="A134B782C70B4A7994F2DA7EAF5E590C"/>
  </w:style>
  <w:style w:type="paragraph" w:customStyle="1" w:styleId="5FE8FBF866A242A8BA98B60ED543B84A">
    <w:name w:val="5FE8FBF866A242A8BA98B60ED543B84A"/>
  </w:style>
  <w:style w:type="paragraph" w:customStyle="1" w:styleId="F4B2D7B00A2544DF900F8D1931A992FA">
    <w:name w:val="F4B2D7B00A2544DF900F8D1931A992FA"/>
  </w:style>
  <w:style w:type="paragraph" w:customStyle="1" w:styleId="F88B3432EEF6431EA2FD13EEAD51111C">
    <w:name w:val="F88B3432EEF6431EA2FD13EEAD5111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Uitnodiging voor diner en taartveiling op Valentijnsdag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Tine Potze</dc:creator>
  <lastModifiedBy>T. Potze</lastModifiedBy>
  <revision>2</revision>
  <dcterms:created xsi:type="dcterms:W3CDTF">2019-05-05T13:01:00.0000000Z</dcterms:created>
  <dcterms:modified xsi:type="dcterms:W3CDTF">2019-05-06T08:55:00.3317891Z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TC300018331033</vt:lpwstr>
  </property>
  <property fmtid="{D5CDD505-2E9C-101B-9397-08002B2CF9AE}" pid="3" name="ContentTypeId">
    <vt:lpwstr>0x010100AA3F7D94069FF64A86F7DFF56D60E3BE</vt:lpwstr>
  </property>
  <property fmtid="{D5CDD505-2E9C-101B-9397-08002B2CF9AE}" pid="4" name="ImageGenCounter">
    <vt:lpwstr>0</vt:lpwstr>
  </property>
  <property fmtid="{D5CDD505-2E9C-101B-9397-08002B2CF9AE}" pid="5" name="ViolationReportStatus">
    <vt:lpwstr>None</vt:lpwstr>
  </property>
  <property fmtid="{D5CDD505-2E9C-101B-9397-08002B2CF9AE}" pid="6" name="ImageGenStatus">
    <vt:lpwstr>0</vt:lpwstr>
  </property>
  <property fmtid="{D5CDD505-2E9C-101B-9397-08002B2CF9AE}" pid="7" name="PolicheckStatus">
    <vt:lpwstr>0</vt:lpwstr>
  </property>
  <property fmtid="{D5CDD505-2E9C-101B-9397-08002B2CF9AE}" pid="8" name="Applications">
    <vt:lpwstr>79;#tpl120;#95;#zwd120;#448;#zwd140</vt:lpwstr>
  </property>
  <property fmtid="{D5CDD505-2E9C-101B-9397-08002B2CF9AE}" pid="9" name="PolicheckCounter">
    <vt:lpwstr>0</vt:lpwstr>
  </property>
  <property fmtid="{D5CDD505-2E9C-101B-9397-08002B2CF9AE}" pid="10" name="APTrustLevel">
    <vt:r8>1</vt:r8>
  </property>
</Properties>
</file>