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4BB83" w14:textId="18C19F4F" w:rsidR="005A2984" w:rsidRPr="00823D37" w:rsidRDefault="002C4339" w:rsidP="004A14DE">
      <w:pPr>
        <w:pStyle w:val="Foto"/>
        <w:jc w:val="left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8DE5D4" wp14:editId="3448BE5C">
                <wp:simplePos x="0" y="0"/>
                <wp:positionH relativeFrom="column">
                  <wp:posOffset>-2452369</wp:posOffset>
                </wp:positionH>
                <wp:positionV relativeFrom="paragraph">
                  <wp:posOffset>23495</wp:posOffset>
                </wp:positionV>
                <wp:extent cx="2228850" cy="8825023"/>
                <wp:effectExtent l="0" t="0" r="0" b="0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8825023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E2087" id="Rechthoek 17" o:spid="_x0000_s1026" style="position:absolute;margin-left:-193.1pt;margin-top:1.85pt;width:175.5pt;height:69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" fillcolor="#92d050" stroked="f" strokeweight="1pt"/>
            </w:pict>
          </mc:Fallback>
        </mc:AlternateContent>
      </w:r>
      <w:r w:rsidR="00733122" w:rsidRPr="00823D37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857882C" wp14:editId="0C7C5736">
                <wp:simplePos x="0" y="0"/>
                <wp:positionH relativeFrom="column">
                  <wp:posOffset>-1909444</wp:posOffset>
                </wp:positionH>
                <wp:positionV relativeFrom="paragraph">
                  <wp:posOffset>212090</wp:posOffset>
                </wp:positionV>
                <wp:extent cx="1653540" cy="257175"/>
                <wp:effectExtent l="0" t="0" r="22860" b="28575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6F01F7" w14:textId="77777777" w:rsidR="00733122" w:rsidRDefault="007331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57882C"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6" type="#_x0000_t202" style="position:absolute;margin-left:-150.35pt;margin-top:16.7pt;width:130.2pt;height:20.25pt;z-index:25165824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" fillcolor="white [3201]" strokeweight=".5pt">
                <v:textbox>
                  <w:txbxContent>
                    <w:p w14:paraId="286F01F7" w14:textId="77777777" w:rsidR="00733122" w:rsidRDefault="00733122"/>
                  </w:txbxContent>
                </v:textbox>
              </v:shape>
            </w:pict>
          </mc:Fallback>
        </mc:AlternateContent>
      </w:r>
      <w:r w:rsidR="00EE4094">
        <w:rPr>
          <w:rFonts w:asciiTheme="majorHAnsi" w:hAnsiTheme="majorHAnsi" w:cstheme="majorHAnsi"/>
          <w:b/>
          <w:bCs/>
          <w:sz w:val="28"/>
          <w:szCs w:val="28"/>
        </w:rPr>
        <w:t>Hier moet de opdracht aan voldoen:</w:t>
      </w:r>
    </w:p>
    <w:p w14:paraId="649F88D2" w14:textId="4821E43E" w:rsidR="00D07707" w:rsidRDefault="00D07707" w:rsidP="00D07707">
      <w:pPr>
        <w:pStyle w:val="Foto"/>
      </w:pPr>
    </w:p>
    <w:p w14:paraId="6D3F22F1" w14:textId="7CE5B867" w:rsidR="005A2984" w:rsidRPr="00BB2CDD" w:rsidRDefault="00E50E81" w:rsidP="006955E3">
      <w:pPr>
        <w:pStyle w:val="Foto"/>
        <w:jc w:val="left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22"/>
            <w:szCs w:val="22"/>
          </w:rPr>
          <w:id w:val="-1346781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39ED">
            <w:rPr>
              <w:rFonts w:ascii="MS Gothic" w:eastAsia="MS Gothic" w:hAnsi="MS Gothic" w:cstheme="majorHAnsi" w:hint="eastAsia"/>
              <w:sz w:val="22"/>
              <w:szCs w:val="22"/>
            </w:rPr>
            <w:t>☐</w:t>
          </w:r>
        </w:sdtContent>
      </w:sdt>
      <w:r w:rsidR="005A2984" w:rsidRPr="00EF200E">
        <w:rPr>
          <w:rFonts w:asciiTheme="majorHAnsi" w:hAnsiTheme="majorHAnsi" w:cstheme="majorHAnsi"/>
          <w:sz w:val="22"/>
          <w:szCs w:val="22"/>
        </w:rPr>
        <w:t xml:space="preserve"> </w:t>
      </w:r>
      <w:r w:rsidR="006955E3" w:rsidRPr="00E30C81">
        <w:rPr>
          <w:rFonts w:ascii="Tahoma" w:hAnsi="Tahoma" w:cs="Tahoma"/>
        </w:rPr>
        <w:t xml:space="preserve">Je </w:t>
      </w:r>
      <w:r w:rsidR="00A244DE">
        <w:rPr>
          <w:rFonts w:ascii="Tahoma" w:hAnsi="Tahoma" w:cs="Tahoma"/>
        </w:rPr>
        <w:t>kent het onderwerp ‘</w:t>
      </w:r>
      <w:proofErr w:type="spellStart"/>
      <w:r w:rsidR="00A244DE">
        <w:rPr>
          <w:rFonts w:ascii="Tahoma" w:hAnsi="Tahoma" w:cs="Tahoma"/>
        </w:rPr>
        <w:t>Brexit</w:t>
      </w:r>
      <w:proofErr w:type="spellEnd"/>
      <w:r w:rsidR="00A244DE">
        <w:rPr>
          <w:rFonts w:ascii="Tahoma" w:hAnsi="Tahoma" w:cs="Tahoma"/>
        </w:rPr>
        <w:t xml:space="preserve">’ en kunt hiervan 2 </w:t>
      </w:r>
      <w:r w:rsidR="00601462">
        <w:rPr>
          <w:rFonts w:ascii="Tahoma" w:hAnsi="Tahoma" w:cs="Tahoma"/>
        </w:rPr>
        <w:t>aanleidingen</w:t>
      </w:r>
      <w:r w:rsidR="00A244DE">
        <w:rPr>
          <w:rFonts w:ascii="Tahoma" w:hAnsi="Tahoma" w:cs="Tahoma"/>
        </w:rPr>
        <w:t xml:space="preserve"> opnoemen; </w:t>
      </w:r>
      <w:r w:rsidR="006955E3" w:rsidRPr="00E30C81">
        <w:rPr>
          <w:rFonts w:ascii="Tahoma" w:hAnsi="Tahoma" w:cs="Tahoma"/>
        </w:rPr>
        <w:br/>
      </w:r>
      <w:r w:rsidR="006955E3">
        <w:rPr>
          <w:rFonts w:ascii="Tahoma" w:hAnsi="Tahoma" w:cs="Tahoma"/>
        </w:rPr>
        <w:br/>
      </w:r>
      <w:sdt>
        <w:sdtPr>
          <w:rPr>
            <w:rFonts w:asciiTheme="majorHAnsi" w:hAnsiTheme="majorHAnsi" w:cstheme="majorHAnsi"/>
            <w:sz w:val="22"/>
            <w:szCs w:val="22"/>
          </w:rPr>
          <w:id w:val="-188991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55E3">
            <w:rPr>
              <w:rFonts w:ascii="MS Gothic" w:eastAsia="MS Gothic" w:hAnsi="MS Gothic" w:cstheme="majorHAnsi" w:hint="eastAsia"/>
              <w:sz w:val="22"/>
              <w:szCs w:val="22"/>
            </w:rPr>
            <w:t>☐</w:t>
          </w:r>
        </w:sdtContent>
      </w:sdt>
      <w:r w:rsidR="006955E3" w:rsidRPr="00E30C81">
        <w:rPr>
          <w:rFonts w:ascii="Tahoma" w:hAnsi="Tahoma" w:cs="Tahoma"/>
        </w:rPr>
        <w:t xml:space="preserve"> Je </w:t>
      </w:r>
      <w:r w:rsidR="00A244DE">
        <w:rPr>
          <w:rFonts w:ascii="Tahoma" w:hAnsi="Tahoma" w:cs="Tahoma"/>
        </w:rPr>
        <w:t>kent de vier grootste gevolgen van ‘</w:t>
      </w:r>
      <w:proofErr w:type="spellStart"/>
      <w:r w:rsidR="00A244DE">
        <w:rPr>
          <w:rFonts w:ascii="Tahoma" w:hAnsi="Tahoma" w:cs="Tahoma"/>
        </w:rPr>
        <w:t>Brexit</w:t>
      </w:r>
      <w:proofErr w:type="spellEnd"/>
      <w:r w:rsidR="00A244DE">
        <w:rPr>
          <w:rFonts w:ascii="Tahoma" w:hAnsi="Tahoma" w:cs="Tahoma"/>
        </w:rPr>
        <w:t xml:space="preserve">’ voor het Verenigd Koninkrijk en kunt voor drie van deze gevolgen in eigen woorden uitleggen wat dit voor het land </w:t>
      </w:r>
      <w:r w:rsidR="00C233F8" w:rsidRPr="00C233F8">
        <w:rPr>
          <w:rFonts w:ascii="Tahoma" w:hAnsi="Tahoma" w:cs="Tahoma"/>
          <w:u w:val="single"/>
        </w:rPr>
        <w:t>economisch</w:t>
      </w:r>
      <w:r w:rsidR="00C233F8">
        <w:rPr>
          <w:rFonts w:ascii="Tahoma" w:hAnsi="Tahoma" w:cs="Tahoma"/>
        </w:rPr>
        <w:t xml:space="preserve"> </w:t>
      </w:r>
      <w:r w:rsidR="00A244DE">
        <w:rPr>
          <w:rFonts w:ascii="Tahoma" w:hAnsi="Tahoma" w:cs="Tahoma"/>
        </w:rPr>
        <w:t xml:space="preserve">heeft opgeleverd;  </w:t>
      </w:r>
      <w:r w:rsidR="00A244DE">
        <w:rPr>
          <w:rFonts w:ascii="Tahoma" w:hAnsi="Tahoma" w:cs="Tahoma"/>
        </w:rPr>
        <w:br/>
      </w:r>
      <w:r w:rsidR="006955E3">
        <w:rPr>
          <w:rFonts w:ascii="Tahoma" w:hAnsi="Tahoma" w:cs="Tahoma"/>
        </w:rPr>
        <w:br/>
      </w:r>
      <w:sdt>
        <w:sdtPr>
          <w:rPr>
            <w:rFonts w:asciiTheme="majorHAnsi" w:hAnsiTheme="majorHAnsi" w:cstheme="majorHAnsi"/>
            <w:sz w:val="22"/>
            <w:szCs w:val="22"/>
          </w:rPr>
          <w:id w:val="1644314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55E3">
            <w:rPr>
              <w:rFonts w:ascii="MS Gothic" w:eastAsia="MS Gothic" w:hAnsi="MS Gothic" w:cstheme="majorHAnsi" w:hint="eastAsia"/>
              <w:sz w:val="22"/>
              <w:szCs w:val="22"/>
            </w:rPr>
            <w:t>☐</w:t>
          </w:r>
        </w:sdtContent>
      </w:sdt>
      <w:r w:rsidR="006955E3" w:rsidRPr="00E30C81">
        <w:rPr>
          <w:rFonts w:ascii="Tahoma" w:hAnsi="Tahoma" w:cs="Tahoma"/>
        </w:rPr>
        <w:t xml:space="preserve"> Je </w:t>
      </w:r>
      <w:r w:rsidR="00A244DE">
        <w:rPr>
          <w:rFonts w:ascii="Tahoma" w:hAnsi="Tahoma" w:cs="Tahoma"/>
        </w:rPr>
        <w:t>kent het onderwerp ‘</w:t>
      </w:r>
      <w:proofErr w:type="spellStart"/>
      <w:r w:rsidR="00A244DE">
        <w:rPr>
          <w:rFonts w:ascii="Tahoma" w:hAnsi="Tahoma" w:cs="Tahoma"/>
        </w:rPr>
        <w:t>Nexit</w:t>
      </w:r>
      <w:proofErr w:type="spellEnd"/>
      <w:r w:rsidR="00A244DE">
        <w:rPr>
          <w:rFonts w:ascii="Tahoma" w:hAnsi="Tahoma" w:cs="Tahoma"/>
        </w:rPr>
        <w:t xml:space="preserve">’ en kunt in eigen woorden aangeven of </w:t>
      </w:r>
      <w:r w:rsidR="00816A30">
        <w:rPr>
          <w:rFonts w:ascii="Tahoma" w:hAnsi="Tahoma" w:cs="Tahoma"/>
        </w:rPr>
        <w:t xml:space="preserve">je dit idee steunt. </w:t>
      </w:r>
    </w:p>
    <w:p w14:paraId="528C4DE8" w14:textId="77777777" w:rsidR="006955E3" w:rsidRPr="00823D37" w:rsidRDefault="006955E3" w:rsidP="00816A30">
      <w:pPr>
        <w:pStyle w:val="Foto"/>
        <w:jc w:val="left"/>
        <w:rPr>
          <w:rFonts w:asciiTheme="majorHAnsi" w:hAnsiTheme="majorHAnsi" w:cstheme="majorHAnsi"/>
          <w:sz w:val="28"/>
          <w:szCs w:val="28"/>
        </w:rPr>
      </w:pPr>
    </w:p>
    <w:p w14:paraId="3D637F67" w14:textId="799E52D3" w:rsidR="00D70063" w:rsidRPr="003127A4" w:rsidRDefault="00A05E31" w:rsidP="00A05E31">
      <w:pPr>
        <w:rPr>
          <w:rFonts w:asciiTheme="majorHAnsi" w:hAnsiTheme="majorHAnsi" w:cstheme="majorHAnsi"/>
        </w:rPr>
      </w:pPr>
      <w:r w:rsidRPr="00823D37">
        <w:rPr>
          <w:rFonts w:asciiTheme="majorHAnsi" w:hAnsiTheme="majorHAnsi" w:cstheme="majorHAnsi"/>
          <w:b/>
          <w:bCs/>
          <w:sz w:val="28"/>
          <w:szCs w:val="28"/>
        </w:rPr>
        <w:t>Beoordeling</w:t>
      </w:r>
      <w:r w:rsidR="00D70063" w:rsidRPr="003127A4">
        <w:rPr>
          <w:rFonts w:asciiTheme="majorHAnsi" w:hAnsiTheme="majorHAnsi" w:cstheme="majorHAnsi"/>
          <w:noProof/>
          <w:lang w:bidi="nl-NL"/>
        </w:rPr>
        <mc:AlternateContent>
          <mc:Choice Requires="wps">
            <w:drawing>
              <wp:anchor distT="45720" distB="45720" distL="114300" distR="114300" simplePos="0" relativeHeight="251658241" behindDoc="0" locked="1" layoutInCell="1" allowOverlap="1" wp14:anchorId="2CBF0C21" wp14:editId="7E36B0A3">
                <wp:simplePos x="0" y="0"/>
                <wp:positionH relativeFrom="page">
                  <wp:posOffset>690880</wp:posOffset>
                </wp:positionH>
                <wp:positionV relativeFrom="margin">
                  <wp:posOffset>-2540</wp:posOffset>
                </wp:positionV>
                <wp:extent cx="2148840" cy="8867140"/>
                <wp:effectExtent l="0" t="0" r="3810" b="10160"/>
                <wp:wrapSquare wrapText="bothSides"/>
                <wp:docPr id="217" name="Tekstvak 2" descr="Tekstvak in kantlijnartike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8867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B4F7D" w14:textId="11428585" w:rsidR="00D70063" w:rsidRDefault="00D70063" w:rsidP="00D07707">
                            <w:pPr>
                              <w:pStyle w:val="Foto"/>
                              <w:pBdr>
                                <w:top w:val="single" w:sz="18" w:space="0" w:color="6E6E6E" w:themeColor="accent1" w:themeShade="80"/>
                              </w:pBdr>
                            </w:pPr>
                          </w:p>
                          <w:p w14:paraId="54AC8785" w14:textId="501E1E50" w:rsidR="00D07707" w:rsidRPr="00683666" w:rsidRDefault="00D07707" w:rsidP="00D07707">
                            <w:pPr>
                              <w:pStyle w:val="Foto"/>
                              <w:pBdr>
                                <w:top w:val="single" w:sz="18" w:space="0" w:color="6E6E6E" w:themeColor="accent1" w:themeShade="80"/>
                              </w:pBdr>
                              <w:jc w:val="left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83666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>Naam</w:t>
                            </w:r>
                            <w:r w:rsidR="005A2984" w:rsidRPr="00683666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7735B36" w14:textId="3252BFD9" w:rsidR="00D07707" w:rsidRDefault="00D07707" w:rsidP="00D07707">
                            <w:pPr>
                              <w:pStyle w:val="Foto"/>
                              <w:pBdr>
                                <w:top w:val="single" w:sz="18" w:space="0" w:color="6E6E6E" w:themeColor="accent1" w:themeShade="80"/>
                              </w:pBdr>
                              <w:jc w:val="left"/>
                            </w:pPr>
                            <w:r>
                              <w:br/>
                            </w:r>
                            <w:r w:rsidRPr="00683666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>Klas</w:t>
                            </w:r>
                            <w:r w:rsidRPr="005A2984">
                              <w:rPr>
                                <w:b/>
                                <w:bCs/>
                              </w:rPr>
                              <w:tab/>
                            </w:r>
                            <w:sdt>
                              <w:sdtPr>
                                <w:alias w:val="Klas"/>
                                <w:tag w:val="Klas"/>
                                <w:id w:val="-186680621"/>
                                <w:placeholder>
                                  <w:docPart w:val="BC8A616D71154440A77C594267CB2CAB"/>
                                </w:placeholder>
                                <w:dropDownList>
                                  <w:listItem w:value="Kies een item."/>
                                  <w:listItem w:displayText="Klas 3A" w:value="Klas 3A"/>
                                  <w:listItem w:displayText="Klas 3B" w:value="Klas 3B"/>
                                  <w:listItem w:displayText="Klas 3C" w:value="Klas 3C"/>
                                  <w:listItem w:displayText="Klas 3D" w:value="Klas 3D"/>
                                  <w:listItem w:displayText="Klas 3E" w:value="Klas 3E"/>
                                  <w:listItem w:displayText="Klas 4A" w:value="Klas 4A"/>
                                  <w:listItem w:displayText="Klas 4B" w:value="Klas 4B"/>
                                  <w:listItem w:displayText="Klas 4C" w:value="Klas 4C"/>
                                  <w:listItem w:displayText="Klas 4D" w:value="Klas 4D"/>
                                  <w:listItem w:displayText="Klas 4E" w:value="Klas 4E"/>
                                </w:dropDownList>
                              </w:sdtPr>
                              <w:sdtEndPr/>
                              <w:sdtContent>
                                <w:r w:rsidR="00A244DE">
                                  <w:t>Klas 3E</w:t>
                                </w:r>
                              </w:sdtContent>
                            </w:sdt>
                          </w:p>
                          <w:p w14:paraId="49FD03C6" w14:textId="0A868ED6" w:rsidR="00D07707" w:rsidRDefault="00D07707" w:rsidP="00D07707">
                            <w:pPr>
                              <w:pStyle w:val="Foto"/>
                              <w:pBdr>
                                <w:top w:val="single" w:sz="18" w:space="0" w:color="6E6E6E" w:themeColor="accent1" w:themeShade="80"/>
                              </w:pBdr>
                              <w:jc w:val="left"/>
                            </w:pPr>
                          </w:p>
                          <w:p w14:paraId="67225B4A" w14:textId="4FE1888E" w:rsidR="00D07707" w:rsidRDefault="00D07707" w:rsidP="00D07707">
                            <w:pPr>
                              <w:pStyle w:val="Foto"/>
                              <w:pBdr>
                                <w:top w:val="single" w:sz="18" w:space="0" w:color="6E6E6E" w:themeColor="accent1" w:themeShade="80"/>
                              </w:pBdr>
                              <w:jc w:val="left"/>
                            </w:pPr>
                            <w:r w:rsidRPr="00683666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>Inleverdatum</w:t>
                            </w:r>
                            <w:r w:rsidR="005A2984" w:rsidRPr="00683666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3666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>opdracht</w:t>
                            </w:r>
                            <w:r w:rsidR="005A2984">
                              <w:br/>
                            </w:r>
                            <w:sdt>
                              <w:sdtPr>
                                <w:id w:val="-1298291112"/>
                                <w:placeholder>
                                  <w:docPart w:val="AA9F94A957F843A7A4B5320EC35D07A5"/>
                                </w:placeholder>
                                <w:date w:fullDate="2022-06-10T00:00:00Z">
                                  <w:dateFormat w:val="d-M-yyyy"/>
                                  <w:lid w:val="nl-NL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A244DE">
                                  <w:t>10-6-2022</w:t>
                                </w:r>
                              </w:sdtContent>
                            </w:sdt>
                          </w:p>
                          <w:p w14:paraId="5310661D" w14:textId="6412D5FE" w:rsidR="00D07707" w:rsidRDefault="00D07707" w:rsidP="00D07707">
                            <w:pPr>
                              <w:pStyle w:val="Foto"/>
                              <w:pBdr>
                                <w:top w:val="single" w:sz="18" w:space="0" w:color="6E6E6E" w:themeColor="accent1" w:themeShade="80"/>
                              </w:pBdr>
                            </w:pPr>
                          </w:p>
                          <w:p w14:paraId="41A85BAC" w14:textId="27966EC6" w:rsidR="00F7726C" w:rsidRPr="00865A66" w:rsidRDefault="00F7726C" w:rsidP="00F7726C">
                            <w:pPr>
                              <w:pStyle w:val="Foto"/>
                              <w:pBdr>
                                <w:top w:val="single" w:sz="18" w:space="0" w:color="6E6E6E" w:themeColor="accent1" w:themeShade="80"/>
                              </w:pBdr>
                              <w:jc w:val="left"/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>Tijd</w:t>
                            </w:r>
                            <w:r w:rsidR="00150B03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>sduur</w:t>
                            </w:r>
                            <w:r w:rsidR="00150B03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 w:rsidR="00A244DE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  <w:r w:rsidR="00FE2607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FE2607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 w:rsidR="00AF5B78" w:rsidRPr="00AF5B78">
                              <w:rPr>
                                <w:rFonts w:asciiTheme="majorHAnsi" w:hAnsiTheme="majorHAnsi" w:cstheme="majorHAnsi"/>
                              </w:rPr>
                              <w:t>minuten</w:t>
                            </w:r>
                          </w:p>
                          <w:p w14:paraId="348990F5" w14:textId="3481A115" w:rsidR="00714CA8" w:rsidRPr="00BB2CDD" w:rsidRDefault="00C04D4A" w:rsidP="00C04D4A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="004A166B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0C44CC9D" wp14:editId="214F1309">
                                  <wp:extent cx="126000" cy="126000"/>
                                  <wp:effectExtent l="0" t="0" r="7620" b="7620"/>
                                  <wp:docPr id="5" name="Afbeelding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Afbeelding 5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6000" cy="12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A166B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14CA8" w:rsidRPr="003D555A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>Benodigdheden</w:t>
                            </w:r>
                            <w:r w:rsidR="004B620F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="004B620F" w:rsidRPr="00BB2CDD">
                              <w:rPr>
                                <w:rFonts w:asciiTheme="majorHAnsi" w:hAnsiTheme="majorHAnsi" w:cstheme="majorHAnsi"/>
                              </w:rPr>
                              <w:t>Voor het maken van deze opdrachtkaart heb je in ieder geval nodig:</w:t>
                            </w:r>
                          </w:p>
                          <w:p w14:paraId="69223E12" w14:textId="09428215" w:rsidR="002F6B2B" w:rsidRPr="00BB2CDD" w:rsidRDefault="002F6B2B" w:rsidP="002D3E47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BB2CDD">
                              <w:rPr>
                                <w:rFonts w:asciiTheme="majorHAnsi" w:hAnsiTheme="majorHAnsi" w:cstheme="majorHAnsi"/>
                              </w:rPr>
                              <w:t>Opdrachtkaart</w:t>
                            </w:r>
                          </w:p>
                          <w:p w14:paraId="4E00E6AB" w14:textId="1ECA22C7" w:rsidR="004B620F" w:rsidRPr="00BB2CDD" w:rsidRDefault="00A244DE" w:rsidP="002D3E47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A3-vel met pennen </w:t>
                            </w:r>
                          </w:p>
                          <w:p w14:paraId="54A63B3C" w14:textId="402A70B2" w:rsidR="002F6B2B" w:rsidRDefault="002D3E47" w:rsidP="00F7726C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BB2CDD">
                              <w:rPr>
                                <w:rFonts w:asciiTheme="majorHAnsi" w:hAnsiTheme="majorHAnsi" w:cstheme="majorHAnsi"/>
                              </w:rPr>
                              <w:t>Telefoon</w:t>
                            </w:r>
                          </w:p>
                          <w:p w14:paraId="06CB6689" w14:textId="5B4617BD" w:rsidR="00F2622A" w:rsidRDefault="00EE43F5" w:rsidP="00F14B1B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 w:rsidRPr="00A244DE">
                              <w:rPr>
                                <w:rFonts w:asciiTheme="majorHAnsi" w:hAnsiTheme="majorHAnsi" w:cstheme="majorHAnsi"/>
                              </w:rPr>
                              <w:t>T</w:t>
                            </w:r>
                            <w:r w:rsidR="00A244DE">
                              <w:rPr>
                                <w:rFonts w:asciiTheme="majorHAnsi" w:hAnsiTheme="majorHAnsi" w:cstheme="majorHAnsi"/>
                              </w:rPr>
                              <w:t xml:space="preserve">oegang tot digitaal lesmateriaal </w:t>
                            </w:r>
                          </w:p>
                          <w:p w14:paraId="046F8A02" w14:textId="70E684E2" w:rsidR="00F14B1B" w:rsidRPr="00BB2CDD" w:rsidRDefault="003A4EF6" w:rsidP="00F14B1B">
                            <w:pPr>
                              <w:pStyle w:val="Foto"/>
                              <w:jc w:val="left"/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0064CA64" wp14:editId="5109BC8E">
                                  <wp:extent cx="126000" cy="126000"/>
                                  <wp:effectExtent l="0" t="0" r="7620" b="7620"/>
                                  <wp:docPr id="2" name="Afbeelding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Afbeelding 2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V="1">
                                            <a:off x="0" y="0"/>
                                            <a:ext cx="126000" cy="12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F14B1B" w:rsidRPr="00823D37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>Techlab</w:t>
                            </w:r>
                            <w:proofErr w:type="spellEnd"/>
                            <w:r w:rsidR="00F14B1B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="00F14B1B" w:rsidRPr="00BB2CDD">
                              <w:rPr>
                                <w:rFonts w:asciiTheme="majorHAnsi" w:hAnsiTheme="majorHAnsi" w:cstheme="majorHAnsi"/>
                              </w:rPr>
                              <w:t>Voor het maken van</w:t>
                            </w:r>
                            <w:r w:rsidR="006121AF" w:rsidRPr="00BB2CDD">
                              <w:rPr>
                                <w:rFonts w:asciiTheme="majorHAnsi" w:hAnsiTheme="majorHAnsi" w:cstheme="majorHAnsi"/>
                              </w:rPr>
                              <w:t xml:space="preserve"> deze opdrachtkaart kun je gebruik maken van het </w:t>
                            </w:r>
                            <w:proofErr w:type="spellStart"/>
                            <w:r w:rsidR="006121AF" w:rsidRPr="00BB2CDD">
                              <w:rPr>
                                <w:rFonts w:asciiTheme="majorHAnsi" w:hAnsiTheme="majorHAnsi" w:cstheme="majorHAnsi"/>
                              </w:rPr>
                              <w:t>techlab</w:t>
                            </w:r>
                            <w:proofErr w:type="spellEnd"/>
                            <w:r w:rsidR="006121AF" w:rsidRPr="00BB2CDD">
                              <w:rPr>
                                <w:rFonts w:asciiTheme="majorHAnsi" w:hAnsiTheme="majorHAnsi" w:cstheme="majorHAnsi"/>
                              </w:rPr>
                              <w:t>:</w:t>
                            </w:r>
                          </w:p>
                          <w:p w14:paraId="310015BC" w14:textId="6B4EA1F7" w:rsidR="006121AF" w:rsidRPr="00BB2CDD" w:rsidRDefault="006121AF" w:rsidP="00F14B1B">
                            <w:pPr>
                              <w:pStyle w:val="Foto"/>
                              <w:jc w:val="left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42A8644F" w14:textId="71A9E200" w:rsidR="006121AF" w:rsidRPr="00BB2CDD" w:rsidRDefault="006121AF" w:rsidP="00F14B1B">
                            <w:pPr>
                              <w:pStyle w:val="Foto"/>
                              <w:jc w:val="left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BB2CDD">
                              <w:rPr>
                                <w:rFonts w:asciiTheme="majorHAnsi" w:hAnsiTheme="majorHAnsi" w:cstheme="majorHAnsi"/>
                              </w:rPr>
                              <w:t xml:space="preserve">Ja </w:t>
                            </w:r>
                            <w:sdt>
                              <w:sdtPr>
                                <w:rPr>
                                  <w:rFonts w:asciiTheme="majorHAnsi" w:hAnsiTheme="majorHAnsi" w:cstheme="majorHAnsi"/>
                                </w:rPr>
                                <w:id w:val="139400160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244DE">
                                  <w:rPr>
                                    <w:rFonts w:ascii="MS Gothic" w:eastAsia="MS Gothic" w:hAnsi="MS Gothic" w:cstheme="maj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B90847" w:rsidRPr="00BB2CDD">
                              <w:rPr>
                                <w:rFonts w:asciiTheme="majorHAnsi" w:hAnsiTheme="majorHAnsi" w:cstheme="majorHAnsi"/>
                              </w:rPr>
                              <w:tab/>
                              <w:t>Nee</w:t>
                            </w:r>
                            <w:r w:rsidR="003808A7" w:rsidRPr="00BB2CDD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Theme="majorHAnsi" w:hAnsiTheme="majorHAnsi" w:cstheme="majorHAnsi"/>
                                </w:rPr>
                                <w:id w:val="-1038505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244DE">
                                  <w:rPr>
                                    <w:rFonts w:ascii="MS Gothic" w:eastAsia="MS Gothic" w:hAnsi="MS Gothic" w:cstheme="majorHAnsi" w:hint="eastAsia"/>
                                  </w:rPr>
                                  <w:t>☒</w:t>
                                </w:r>
                              </w:sdtContent>
                            </w:sdt>
                          </w:p>
                          <w:p w14:paraId="1E5AFC71" w14:textId="575E9F5A" w:rsidR="006121AF" w:rsidRDefault="00B90847" w:rsidP="00F14B1B">
                            <w:pPr>
                              <w:pStyle w:val="Foto"/>
                              <w:jc w:val="left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25A7E90F" w14:textId="79EAE480" w:rsidR="00F14B1B" w:rsidRPr="00BB2CDD" w:rsidRDefault="003A4EF6" w:rsidP="00F14B1B">
                            <w:pPr>
                              <w:pStyle w:val="Foto"/>
                              <w:jc w:val="left"/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050929C0" wp14:editId="69C7930C">
                                  <wp:extent cx="152400" cy="152400"/>
                                  <wp:effectExtent l="0" t="0" r="0" b="0"/>
                                  <wp:docPr id="4" name="Afbeelding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Afbeelding 4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400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14B1B" w:rsidRPr="00823D37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>Nederlands</w:t>
                            </w:r>
                            <w:r w:rsidR="00F14B1B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="00F14B1B" w:rsidRPr="00BB2CDD">
                              <w:rPr>
                                <w:rFonts w:asciiTheme="majorHAnsi" w:hAnsiTheme="majorHAnsi" w:cstheme="majorHAnsi"/>
                              </w:rPr>
                              <w:t>Voor het maken van</w:t>
                            </w:r>
                            <w:r w:rsidR="00B90847" w:rsidRPr="00BB2CDD">
                              <w:rPr>
                                <w:rFonts w:asciiTheme="majorHAnsi" w:hAnsiTheme="majorHAnsi" w:cstheme="majorHAnsi"/>
                              </w:rPr>
                              <w:t xml:space="preserve"> deze opdrachtkaart kun je gebruik maken van de docenten </w:t>
                            </w:r>
                            <w:r w:rsidR="00E32ECB" w:rsidRPr="00BB2CDD">
                              <w:rPr>
                                <w:rFonts w:asciiTheme="majorHAnsi" w:hAnsiTheme="majorHAnsi" w:cstheme="majorHAnsi"/>
                              </w:rPr>
                              <w:t>Nederlands</w:t>
                            </w:r>
                          </w:p>
                          <w:p w14:paraId="309D9E89" w14:textId="29D7BC85" w:rsidR="00E32ECB" w:rsidRPr="00BB2CDD" w:rsidRDefault="00E32ECB" w:rsidP="00F14B1B">
                            <w:pPr>
                              <w:pStyle w:val="Foto"/>
                              <w:jc w:val="left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70212F9E" w14:textId="6CB1E9D9" w:rsidR="00E32ECB" w:rsidRPr="00BB2CDD" w:rsidRDefault="00E32ECB" w:rsidP="00E32ECB">
                            <w:pPr>
                              <w:pStyle w:val="Foto"/>
                              <w:jc w:val="left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BB2CDD">
                              <w:rPr>
                                <w:rFonts w:asciiTheme="majorHAnsi" w:hAnsiTheme="majorHAnsi" w:cstheme="majorHAnsi"/>
                              </w:rPr>
                              <w:t xml:space="preserve">Ja </w:t>
                            </w:r>
                            <w:sdt>
                              <w:sdtPr>
                                <w:rPr>
                                  <w:rFonts w:asciiTheme="majorHAnsi" w:hAnsiTheme="majorHAnsi" w:cstheme="majorHAnsi"/>
                                </w:rPr>
                                <w:id w:val="185560719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0C2503" w:rsidRPr="00BB2CDD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BB2CDD">
                              <w:rPr>
                                <w:rFonts w:asciiTheme="majorHAnsi" w:hAnsiTheme="majorHAnsi" w:cstheme="majorHAnsi"/>
                              </w:rPr>
                              <w:tab/>
                              <w:t>Nee</w:t>
                            </w:r>
                            <w:r w:rsidR="003808A7" w:rsidRPr="00BB2CDD">
                              <w:rPr>
                                <w:rFonts w:asciiTheme="majorHAnsi" w:hAnsiTheme="majorHAnsi" w:cstheme="majorHAnsi"/>
                              </w:rPr>
                              <w:t xml:space="preserve">  </w:t>
                            </w:r>
                            <w:sdt>
                              <w:sdtPr>
                                <w:rPr>
                                  <w:rFonts w:asciiTheme="majorHAnsi" w:hAnsiTheme="majorHAnsi" w:cstheme="majorHAnsi"/>
                                </w:rPr>
                                <w:id w:val="1319303998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DB4365">
                                  <w:rPr>
                                    <w:rFonts w:ascii="MS Gothic" w:eastAsia="MS Gothic" w:hAnsi="MS Gothic" w:cstheme="majorHAnsi" w:hint="eastAsia"/>
                                  </w:rPr>
                                  <w:t>☒</w:t>
                                </w:r>
                              </w:sdtContent>
                            </w:sdt>
                          </w:p>
                          <w:p w14:paraId="267B4897" w14:textId="127878DE" w:rsidR="00246B5E" w:rsidRDefault="00475512" w:rsidP="00246B5E">
                            <w:pPr>
                              <w:pStyle w:val="Foto"/>
                              <w:jc w:val="left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br/>
                            </w:r>
                            <w:r w:rsidR="00B115E1">
                              <w:rPr>
                                <w:rFonts w:asciiTheme="majorHAnsi" w:hAnsiTheme="majorHAnsi" w:cstheme="majorHAnsi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F544EA8" wp14:editId="671B0415">
                                  <wp:extent cx="126000" cy="126000"/>
                                  <wp:effectExtent l="0" t="0" r="7620" b="7620"/>
                                  <wp:docPr id="39" name="Afbeelding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9" name="Afbeelding 39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6000" cy="12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115E1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46B5E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8"/>
                                <w:szCs w:val="28"/>
                              </w:rPr>
                              <w:t>Extra hulp</w:t>
                            </w:r>
                          </w:p>
                          <w:p w14:paraId="68B36EF2" w14:textId="1A325B73" w:rsidR="00DB48E3" w:rsidRPr="00475512" w:rsidRDefault="00EE0BAA" w:rsidP="00246B5E">
                            <w:pPr>
                              <w:pStyle w:val="Foto"/>
                              <w:jc w:val="left"/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</w:rPr>
                              <w:t>Voor het goed afronden van deze opdracht</w:t>
                            </w:r>
                            <w:r w:rsidR="007D2E37">
                              <w:rPr>
                                <w:rFonts w:asciiTheme="majorHAnsi" w:hAnsiTheme="majorHAnsi" w:cstheme="majorHAnsi"/>
                              </w:rPr>
                              <w:t xml:space="preserve"> heb extra hulp nodig van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>:</w:t>
                            </w:r>
                            <w:r w:rsidR="00DB48E3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660B20A0" w14:textId="190C5DF3" w:rsidR="008102D2" w:rsidRPr="00F14B1B" w:rsidRDefault="008102D2" w:rsidP="00F14B1B">
                            <w:pPr>
                              <w:pStyle w:val="Foto"/>
                              <w:jc w:val="left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F0C21" id="Tekstvak 2" o:spid="_x0000_s1027" type="#_x0000_t202" alt="Tekstvak in kantlijnartikel" style="position:absolute;margin-left:54.4pt;margin-top:-.2pt;width:169.2pt;height:698.2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" filled="f" stroked="f">
                <v:textbox inset="0,0,0,0">
                  <w:txbxContent>
                    <w:p w14:paraId="558B4F7D" w14:textId="11428585" w:rsidR="00D70063" w:rsidRDefault="00D70063" w:rsidP="00D07707">
                      <w:pPr>
                        <w:pStyle w:val="Foto"/>
                        <w:pBdr>
                          <w:top w:val="single" w:sz="18" w:space="0" w:color="6E6E6E" w:themeColor="accent1" w:themeShade="80"/>
                        </w:pBdr>
                      </w:pPr>
                    </w:p>
                    <w:p w14:paraId="54AC8785" w14:textId="501E1E50" w:rsidR="00D07707" w:rsidRPr="00683666" w:rsidRDefault="00D07707" w:rsidP="00D07707">
                      <w:pPr>
                        <w:pStyle w:val="Foto"/>
                        <w:pBdr>
                          <w:top w:val="single" w:sz="18" w:space="0" w:color="6E6E6E" w:themeColor="accent1" w:themeShade="80"/>
                        </w:pBdr>
                        <w:jc w:val="left"/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</w:pPr>
                      <w:r w:rsidRPr="00683666"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>Naam</w:t>
                      </w:r>
                      <w:r w:rsidR="005A2984" w:rsidRPr="00683666"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7735B36" w14:textId="3252BFD9" w:rsidR="00D07707" w:rsidRDefault="00D07707" w:rsidP="00D07707">
                      <w:pPr>
                        <w:pStyle w:val="Foto"/>
                        <w:pBdr>
                          <w:top w:val="single" w:sz="18" w:space="0" w:color="6E6E6E" w:themeColor="accent1" w:themeShade="80"/>
                        </w:pBdr>
                        <w:jc w:val="left"/>
                      </w:pPr>
                      <w:r>
                        <w:br/>
                      </w:r>
                      <w:r w:rsidRPr="00683666"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>Klas</w:t>
                      </w:r>
                      <w:r w:rsidRPr="005A2984">
                        <w:rPr>
                          <w:b/>
                          <w:bCs/>
                        </w:rPr>
                        <w:tab/>
                      </w:r>
                      <w:sdt>
                        <w:sdtPr>
                          <w:alias w:val="Klas"/>
                          <w:tag w:val="Klas"/>
                          <w:id w:val="-186680621"/>
                          <w:placeholder>
                            <w:docPart w:val="BC8A616D71154440A77C594267CB2CAB"/>
                          </w:placeholder>
                          <w:dropDownList>
                            <w:listItem w:value="Kies een item."/>
                            <w:listItem w:displayText="Klas 3A" w:value="Klas 3A"/>
                            <w:listItem w:displayText="Klas 3B" w:value="Klas 3B"/>
                            <w:listItem w:displayText="Klas 3C" w:value="Klas 3C"/>
                            <w:listItem w:displayText="Klas 3D" w:value="Klas 3D"/>
                            <w:listItem w:displayText="Klas 3E" w:value="Klas 3E"/>
                            <w:listItem w:displayText="Klas 4A" w:value="Klas 4A"/>
                            <w:listItem w:displayText="Klas 4B" w:value="Klas 4B"/>
                            <w:listItem w:displayText="Klas 4C" w:value="Klas 4C"/>
                            <w:listItem w:displayText="Klas 4D" w:value="Klas 4D"/>
                            <w:listItem w:displayText="Klas 4E" w:value="Klas 4E"/>
                          </w:dropDownList>
                        </w:sdtPr>
                        <w:sdtEndPr/>
                        <w:sdtContent>
                          <w:r w:rsidR="00A244DE">
                            <w:t>Klas 3E</w:t>
                          </w:r>
                        </w:sdtContent>
                      </w:sdt>
                    </w:p>
                    <w:p w14:paraId="49FD03C6" w14:textId="0A868ED6" w:rsidR="00D07707" w:rsidRDefault="00D07707" w:rsidP="00D07707">
                      <w:pPr>
                        <w:pStyle w:val="Foto"/>
                        <w:pBdr>
                          <w:top w:val="single" w:sz="18" w:space="0" w:color="6E6E6E" w:themeColor="accent1" w:themeShade="80"/>
                        </w:pBdr>
                        <w:jc w:val="left"/>
                      </w:pPr>
                    </w:p>
                    <w:p w14:paraId="67225B4A" w14:textId="4FE1888E" w:rsidR="00D07707" w:rsidRDefault="00D07707" w:rsidP="00D07707">
                      <w:pPr>
                        <w:pStyle w:val="Foto"/>
                        <w:pBdr>
                          <w:top w:val="single" w:sz="18" w:space="0" w:color="6E6E6E" w:themeColor="accent1" w:themeShade="80"/>
                        </w:pBdr>
                        <w:jc w:val="left"/>
                      </w:pPr>
                      <w:r w:rsidRPr="00683666"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>Inleverdatum</w:t>
                      </w:r>
                      <w:r w:rsidR="005A2984" w:rsidRPr="00683666"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683666"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>opdracht</w:t>
                      </w:r>
                      <w:r w:rsidR="005A2984">
                        <w:br/>
                      </w:r>
                      <w:sdt>
                        <w:sdtPr>
                          <w:id w:val="-1298291112"/>
                          <w:placeholder>
                            <w:docPart w:val="AA9F94A957F843A7A4B5320EC35D07A5"/>
                          </w:placeholder>
                          <w:date w:fullDate="2022-06-10T00:00:00Z">
                            <w:dateFormat w:val="d-M-yyyy"/>
                            <w:lid w:val="nl-NL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="00A244DE">
                            <w:t>10-6-2022</w:t>
                          </w:r>
                        </w:sdtContent>
                      </w:sdt>
                    </w:p>
                    <w:p w14:paraId="5310661D" w14:textId="6412D5FE" w:rsidR="00D07707" w:rsidRDefault="00D07707" w:rsidP="00D07707">
                      <w:pPr>
                        <w:pStyle w:val="Foto"/>
                        <w:pBdr>
                          <w:top w:val="single" w:sz="18" w:space="0" w:color="6E6E6E" w:themeColor="accent1" w:themeShade="80"/>
                        </w:pBdr>
                      </w:pPr>
                    </w:p>
                    <w:p w14:paraId="41A85BAC" w14:textId="27966EC6" w:rsidR="00F7726C" w:rsidRPr="00865A66" w:rsidRDefault="00F7726C" w:rsidP="00F7726C">
                      <w:pPr>
                        <w:pStyle w:val="Foto"/>
                        <w:pBdr>
                          <w:top w:val="single" w:sz="18" w:space="0" w:color="6E6E6E" w:themeColor="accent1" w:themeShade="80"/>
                        </w:pBdr>
                        <w:jc w:val="left"/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>Tijd</w:t>
                      </w:r>
                      <w:r w:rsidR="00150B03"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>sduur</w:t>
                      </w:r>
                      <w:r w:rsidR="00150B03"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ab/>
                      </w:r>
                      <w:r w:rsidR="00A244DE"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>5</w:t>
                      </w:r>
                      <w:r w:rsidR="00FE2607"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>0</w:t>
                      </w:r>
                      <w:r w:rsidR="00FE2607"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ab/>
                      </w:r>
                      <w:r w:rsidR="00AF5B78" w:rsidRPr="00AF5B78">
                        <w:rPr>
                          <w:rFonts w:asciiTheme="majorHAnsi" w:hAnsiTheme="majorHAnsi" w:cstheme="majorHAnsi"/>
                        </w:rPr>
                        <w:t>minuten</w:t>
                      </w:r>
                    </w:p>
                    <w:p w14:paraId="348990F5" w14:textId="3481A115" w:rsidR="00714CA8" w:rsidRPr="00BB2CDD" w:rsidRDefault="00C04D4A" w:rsidP="00C04D4A">
                      <w:pPr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br/>
                      </w:r>
                      <w:r w:rsidR="004A166B"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0C44CC9D" wp14:editId="214F1309">
                            <wp:extent cx="126000" cy="126000"/>
                            <wp:effectExtent l="0" t="0" r="7620" b="7620"/>
                            <wp:docPr id="5" name="Afbeelding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Afbeelding 5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6000" cy="12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A166B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14CA8" w:rsidRPr="003D555A"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>Benodigdheden</w:t>
                      </w:r>
                      <w:r w:rsidR="004B620F">
                        <w:rPr>
                          <w:b/>
                          <w:bCs/>
                          <w:sz w:val="22"/>
                          <w:szCs w:val="22"/>
                        </w:rPr>
                        <w:br/>
                      </w:r>
                      <w:r w:rsidR="004B620F" w:rsidRPr="00BB2CDD">
                        <w:rPr>
                          <w:rFonts w:asciiTheme="majorHAnsi" w:hAnsiTheme="majorHAnsi" w:cstheme="majorHAnsi"/>
                        </w:rPr>
                        <w:t>Voor het maken van deze opdrachtkaart heb je in ieder geval nodig:</w:t>
                      </w:r>
                    </w:p>
                    <w:p w14:paraId="69223E12" w14:textId="09428215" w:rsidR="002F6B2B" w:rsidRPr="00BB2CDD" w:rsidRDefault="002F6B2B" w:rsidP="002D3E4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 w:cstheme="majorHAnsi"/>
                        </w:rPr>
                      </w:pPr>
                      <w:r w:rsidRPr="00BB2CDD">
                        <w:rPr>
                          <w:rFonts w:asciiTheme="majorHAnsi" w:hAnsiTheme="majorHAnsi" w:cstheme="majorHAnsi"/>
                        </w:rPr>
                        <w:t>Opdrachtkaart</w:t>
                      </w:r>
                    </w:p>
                    <w:p w14:paraId="4E00E6AB" w14:textId="1ECA22C7" w:rsidR="004B620F" w:rsidRPr="00BB2CDD" w:rsidRDefault="00A244DE" w:rsidP="002D3E4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</w:rPr>
                        <w:t xml:space="preserve">A3-vel met pennen </w:t>
                      </w:r>
                    </w:p>
                    <w:p w14:paraId="54A63B3C" w14:textId="402A70B2" w:rsidR="002F6B2B" w:rsidRDefault="002D3E47" w:rsidP="00F7726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 w:cstheme="majorHAnsi"/>
                        </w:rPr>
                      </w:pPr>
                      <w:r w:rsidRPr="00BB2CDD">
                        <w:rPr>
                          <w:rFonts w:asciiTheme="majorHAnsi" w:hAnsiTheme="majorHAnsi" w:cstheme="majorHAnsi"/>
                        </w:rPr>
                        <w:t>Telefoon</w:t>
                      </w:r>
                    </w:p>
                    <w:p w14:paraId="06CB6689" w14:textId="5B4617BD" w:rsidR="00F2622A" w:rsidRDefault="00EE43F5" w:rsidP="00F14B1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A244DE">
                        <w:rPr>
                          <w:rFonts w:asciiTheme="majorHAnsi" w:hAnsiTheme="majorHAnsi" w:cstheme="majorHAnsi"/>
                        </w:rPr>
                        <w:t>T</w:t>
                      </w:r>
                      <w:r w:rsidR="00A244DE">
                        <w:rPr>
                          <w:rFonts w:asciiTheme="majorHAnsi" w:hAnsiTheme="majorHAnsi" w:cstheme="majorHAnsi"/>
                        </w:rPr>
                        <w:t xml:space="preserve">oegang tot digitaal lesmateriaal </w:t>
                      </w:r>
                    </w:p>
                    <w:p w14:paraId="046F8A02" w14:textId="70E684E2" w:rsidR="00F14B1B" w:rsidRPr="00BB2CDD" w:rsidRDefault="003A4EF6" w:rsidP="00F14B1B">
                      <w:pPr>
                        <w:pStyle w:val="Foto"/>
                        <w:jc w:val="left"/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0064CA64" wp14:editId="5109BC8E">
                            <wp:extent cx="126000" cy="126000"/>
                            <wp:effectExtent l="0" t="0" r="7620" b="7620"/>
                            <wp:docPr id="2" name="Afbeelding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Afbeelding 2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V="1">
                                      <a:off x="0" y="0"/>
                                      <a:ext cx="126000" cy="12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F14B1B" w:rsidRPr="00823D37"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>Techlab</w:t>
                      </w:r>
                      <w:proofErr w:type="spellEnd"/>
                      <w:r w:rsidR="00F14B1B">
                        <w:rPr>
                          <w:b/>
                          <w:bCs/>
                          <w:sz w:val="22"/>
                          <w:szCs w:val="22"/>
                        </w:rPr>
                        <w:br/>
                      </w:r>
                      <w:r w:rsidR="00F14B1B" w:rsidRPr="00BB2CDD">
                        <w:rPr>
                          <w:rFonts w:asciiTheme="majorHAnsi" w:hAnsiTheme="majorHAnsi" w:cstheme="majorHAnsi"/>
                        </w:rPr>
                        <w:t>Voor het maken van</w:t>
                      </w:r>
                      <w:r w:rsidR="006121AF" w:rsidRPr="00BB2CDD">
                        <w:rPr>
                          <w:rFonts w:asciiTheme="majorHAnsi" w:hAnsiTheme="majorHAnsi" w:cstheme="majorHAnsi"/>
                        </w:rPr>
                        <w:t xml:space="preserve"> deze opdrachtkaart kun je gebruik maken van het </w:t>
                      </w:r>
                      <w:proofErr w:type="spellStart"/>
                      <w:r w:rsidR="006121AF" w:rsidRPr="00BB2CDD">
                        <w:rPr>
                          <w:rFonts w:asciiTheme="majorHAnsi" w:hAnsiTheme="majorHAnsi" w:cstheme="majorHAnsi"/>
                        </w:rPr>
                        <w:t>techlab</w:t>
                      </w:r>
                      <w:proofErr w:type="spellEnd"/>
                      <w:r w:rsidR="006121AF" w:rsidRPr="00BB2CDD">
                        <w:rPr>
                          <w:rFonts w:asciiTheme="majorHAnsi" w:hAnsiTheme="majorHAnsi" w:cstheme="majorHAnsi"/>
                        </w:rPr>
                        <w:t>:</w:t>
                      </w:r>
                    </w:p>
                    <w:p w14:paraId="310015BC" w14:textId="6B4EA1F7" w:rsidR="006121AF" w:rsidRPr="00BB2CDD" w:rsidRDefault="006121AF" w:rsidP="00F14B1B">
                      <w:pPr>
                        <w:pStyle w:val="Foto"/>
                        <w:jc w:val="left"/>
                        <w:rPr>
                          <w:rFonts w:asciiTheme="majorHAnsi" w:hAnsiTheme="majorHAnsi" w:cstheme="majorHAnsi"/>
                        </w:rPr>
                      </w:pPr>
                    </w:p>
                    <w:p w14:paraId="42A8644F" w14:textId="71A9E200" w:rsidR="006121AF" w:rsidRPr="00BB2CDD" w:rsidRDefault="006121AF" w:rsidP="00F14B1B">
                      <w:pPr>
                        <w:pStyle w:val="Foto"/>
                        <w:jc w:val="left"/>
                        <w:rPr>
                          <w:rFonts w:asciiTheme="majorHAnsi" w:hAnsiTheme="majorHAnsi" w:cstheme="majorHAnsi"/>
                        </w:rPr>
                      </w:pPr>
                      <w:r w:rsidRPr="00BB2CDD">
                        <w:rPr>
                          <w:rFonts w:asciiTheme="majorHAnsi" w:hAnsiTheme="majorHAnsi" w:cstheme="majorHAnsi"/>
                        </w:rPr>
                        <w:t xml:space="preserve">Ja </w:t>
                      </w:r>
                      <w:sdt>
                        <w:sdtPr>
                          <w:rPr>
                            <w:rFonts w:asciiTheme="majorHAnsi" w:hAnsiTheme="majorHAnsi" w:cstheme="majorHAnsi"/>
                          </w:rPr>
                          <w:id w:val="139400160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244DE">
                            <w:rPr>
                              <w:rFonts w:ascii="MS Gothic" w:eastAsia="MS Gothic" w:hAnsi="MS Gothic" w:cstheme="majorHAnsi" w:hint="eastAsia"/>
                            </w:rPr>
                            <w:t>☐</w:t>
                          </w:r>
                        </w:sdtContent>
                      </w:sdt>
                      <w:r w:rsidR="00B90847" w:rsidRPr="00BB2CDD">
                        <w:rPr>
                          <w:rFonts w:asciiTheme="majorHAnsi" w:hAnsiTheme="majorHAnsi" w:cstheme="majorHAnsi"/>
                        </w:rPr>
                        <w:tab/>
                        <w:t>Nee</w:t>
                      </w:r>
                      <w:r w:rsidR="003808A7" w:rsidRPr="00BB2CDD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sdt>
                        <w:sdtPr>
                          <w:rPr>
                            <w:rFonts w:asciiTheme="majorHAnsi" w:hAnsiTheme="majorHAnsi" w:cstheme="majorHAnsi"/>
                          </w:rPr>
                          <w:id w:val="-1038505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244DE">
                            <w:rPr>
                              <w:rFonts w:ascii="MS Gothic" w:eastAsia="MS Gothic" w:hAnsi="MS Gothic" w:cstheme="majorHAnsi" w:hint="eastAsia"/>
                            </w:rPr>
                            <w:t>☒</w:t>
                          </w:r>
                        </w:sdtContent>
                      </w:sdt>
                    </w:p>
                    <w:p w14:paraId="1E5AFC71" w14:textId="575E9F5A" w:rsidR="006121AF" w:rsidRDefault="00B90847" w:rsidP="00F14B1B">
                      <w:pPr>
                        <w:pStyle w:val="Foto"/>
                        <w:jc w:val="left"/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ab/>
                      </w:r>
                    </w:p>
                    <w:p w14:paraId="25A7E90F" w14:textId="79EAE480" w:rsidR="00F14B1B" w:rsidRPr="00BB2CDD" w:rsidRDefault="003A4EF6" w:rsidP="00F14B1B">
                      <w:pPr>
                        <w:pStyle w:val="Foto"/>
                        <w:jc w:val="left"/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050929C0" wp14:editId="69C7930C">
                            <wp:extent cx="152400" cy="152400"/>
                            <wp:effectExtent l="0" t="0" r="0" b="0"/>
                            <wp:docPr id="4" name="Afbeelding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Afbeelding 4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400" cy="152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14B1B" w:rsidRPr="00823D37"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>Nederlands</w:t>
                      </w:r>
                      <w:r w:rsidR="00F14B1B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br/>
                      </w:r>
                      <w:r w:rsidR="00F14B1B" w:rsidRPr="00BB2CDD">
                        <w:rPr>
                          <w:rFonts w:asciiTheme="majorHAnsi" w:hAnsiTheme="majorHAnsi" w:cstheme="majorHAnsi"/>
                        </w:rPr>
                        <w:t>Voor het maken van</w:t>
                      </w:r>
                      <w:r w:rsidR="00B90847" w:rsidRPr="00BB2CDD">
                        <w:rPr>
                          <w:rFonts w:asciiTheme="majorHAnsi" w:hAnsiTheme="majorHAnsi" w:cstheme="majorHAnsi"/>
                        </w:rPr>
                        <w:t xml:space="preserve"> deze opdrachtkaart kun je gebruik maken van de docenten </w:t>
                      </w:r>
                      <w:r w:rsidR="00E32ECB" w:rsidRPr="00BB2CDD">
                        <w:rPr>
                          <w:rFonts w:asciiTheme="majorHAnsi" w:hAnsiTheme="majorHAnsi" w:cstheme="majorHAnsi"/>
                        </w:rPr>
                        <w:t>Nederlands</w:t>
                      </w:r>
                    </w:p>
                    <w:p w14:paraId="309D9E89" w14:textId="29D7BC85" w:rsidR="00E32ECB" w:rsidRPr="00BB2CDD" w:rsidRDefault="00E32ECB" w:rsidP="00F14B1B">
                      <w:pPr>
                        <w:pStyle w:val="Foto"/>
                        <w:jc w:val="left"/>
                        <w:rPr>
                          <w:rFonts w:asciiTheme="majorHAnsi" w:hAnsiTheme="majorHAnsi" w:cstheme="majorHAnsi"/>
                        </w:rPr>
                      </w:pPr>
                    </w:p>
                    <w:p w14:paraId="70212F9E" w14:textId="6CB1E9D9" w:rsidR="00E32ECB" w:rsidRPr="00BB2CDD" w:rsidRDefault="00E32ECB" w:rsidP="00E32ECB">
                      <w:pPr>
                        <w:pStyle w:val="Foto"/>
                        <w:jc w:val="left"/>
                        <w:rPr>
                          <w:rFonts w:asciiTheme="majorHAnsi" w:hAnsiTheme="majorHAnsi" w:cstheme="majorHAnsi"/>
                        </w:rPr>
                      </w:pPr>
                      <w:r w:rsidRPr="00BB2CDD">
                        <w:rPr>
                          <w:rFonts w:asciiTheme="majorHAnsi" w:hAnsiTheme="majorHAnsi" w:cstheme="majorHAnsi"/>
                        </w:rPr>
                        <w:t xml:space="preserve">Ja </w:t>
                      </w:r>
                      <w:sdt>
                        <w:sdtPr>
                          <w:rPr>
                            <w:rFonts w:asciiTheme="majorHAnsi" w:hAnsiTheme="majorHAnsi" w:cstheme="majorHAnsi"/>
                          </w:rPr>
                          <w:id w:val="185560719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0C2503" w:rsidRPr="00BB2CDD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BB2CDD">
                        <w:rPr>
                          <w:rFonts w:asciiTheme="majorHAnsi" w:hAnsiTheme="majorHAnsi" w:cstheme="majorHAnsi"/>
                        </w:rPr>
                        <w:tab/>
                        <w:t>Nee</w:t>
                      </w:r>
                      <w:r w:rsidR="003808A7" w:rsidRPr="00BB2CDD">
                        <w:rPr>
                          <w:rFonts w:asciiTheme="majorHAnsi" w:hAnsiTheme="majorHAnsi" w:cstheme="majorHAnsi"/>
                        </w:rPr>
                        <w:t xml:space="preserve">  </w:t>
                      </w:r>
                      <w:sdt>
                        <w:sdtPr>
                          <w:rPr>
                            <w:rFonts w:asciiTheme="majorHAnsi" w:hAnsiTheme="majorHAnsi" w:cstheme="majorHAnsi"/>
                          </w:rPr>
                          <w:id w:val="1319303998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DB4365">
                            <w:rPr>
                              <w:rFonts w:ascii="MS Gothic" w:eastAsia="MS Gothic" w:hAnsi="MS Gothic" w:cstheme="majorHAnsi" w:hint="eastAsia"/>
                            </w:rPr>
                            <w:t>☒</w:t>
                          </w:r>
                        </w:sdtContent>
                      </w:sdt>
                    </w:p>
                    <w:p w14:paraId="267B4897" w14:textId="127878DE" w:rsidR="00246B5E" w:rsidRDefault="00475512" w:rsidP="00246B5E">
                      <w:pPr>
                        <w:pStyle w:val="Foto"/>
                        <w:jc w:val="left"/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</w:rPr>
                        <w:br/>
                      </w:r>
                      <w:r w:rsidR="00B115E1">
                        <w:rPr>
                          <w:rFonts w:asciiTheme="majorHAnsi" w:hAnsiTheme="majorHAnsi" w:cstheme="majorHAnsi"/>
                          <w:b/>
                          <w:b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F544EA8" wp14:editId="671B0415">
                            <wp:extent cx="126000" cy="126000"/>
                            <wp:effectExtent l="0" t="0" r="7620" b="7620"/>
                            <wp:docPr id="39" name="Afbeelding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9" name="Afbeelding 39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6000" cy="12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115E1"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246B5E">
                        <w:rPr>
                          <w:rFonts w:asciiTheme="majorHAnsi" w:hAnsiTheme="majorHAnsi" w:cstheme="majorHAnsi"/>
                          <w:b/>
                          <w:bCs/>
                          <w:sz w:val="28"/>
                          <w:szCs w:val="28"/>
                        </w:rPr>
                        <w:t>Extra hulp</w:t>
                      </w:r>
                    </w:p>
                    <w:p w14:paraId="68B36EF2" w14:textId="1A325B73" w:rsidR="00DB48E3" w:rsidRPr="00475512" w:rsidRDefault="00EE0BAA" w:rsidP="00246B5E">
                      <w:pPr>
                        <w:pStyle w:val="Foto"/>
                        <w:jc w:val="left"/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</w:rPr>
                        <w:t>Voor het goed afronden van deze opdracht</w:t>
                      </w:r>
                      <w:r w:rsidR="007D2E37">
                        <w:rPr>
                          <w:rFonts w:asciiTheme="majorHAnsi" w:hAnsiTheme="majorHAnsi" w:cstheme="majorHAnsi"/>
                        </w:rPr>
                        <w:t xml:space="preserve"> heb extra hulp nodig van</w:t>
                      </w:r>
                      <w:r>
                        <w:rPr>
                          <w:rFonts w:asciiTheme="majorHAnsi" w:hAnsiTheme="majorHAnsi" w:cstheme="majorHAnsi"/>
                        </w:rPr>
                        <w:t>:</w:t>
                      </w:r>
                      <w:r w:rsidR="00DB48E3">
                        <w:rPr>
                          <w:b/>
                          <w:bCs/>
                        </w:rPr>
                        <w:br/>
                      </w:r>
                    </w:p>
                    <w:p w14:paraId="660B20A0" w14:textId="190C5DF3" w:rsidR="008102D2" w:rsidRPr="00F14B1B" w:rsidRDefault="008102D2" w:rsidP="00F14B1B">
                      <w:pPr>
                        <w:pStyle w:val="Foto"/>
                        <w:jc w:val="left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square" anchorx="page" anchory="margin"/>
                <w10:anchorlock/>
              </v:shape>
            </w:pict>
          </mc:Fallback>
        </mc:AlternateContent>
      </w:r>
    </w:p>
    <w:tbl>
      <w:tblPr>
        <w:tblStyle w:val="Tabelraster"/>
        <w:tblW w:w="6091" w:type="dxa"/>
        <w:tblLook w:val="04A0" w:firstRow="1" w:lastRow="0" w:firstColumn="1" w:lastColumn="0" w:noHBand="0" w:noVBand="1"/>
      </w:tblPr>
      <w:tblGrid>
        <w:gridCol w:w="1542"/>
        <w:gridCol w:w="1511"/>
        <w:gridCol w:w="1448"/>
        <w:gridCol w:w="1590"/>
      </w:tblGrid>
      <w:tr w:rsidR="00194D81" w:rsidRPr="003127A4" w14:paraId="5752020F" w14:textId="77777777" w:rsidTr="00FB6727">
        <w:trPr>
          <w:trHeight w:val="300"/>
        </w:trPr>
        <w:tc>
          <w:tcPr>
            <w:tcW w:w="1542" w:type="dxa"/>
            <w:noWrap/>
            <w:hideMark/>
          </w:tcPr>
          <w:p w14:paraId="422FEB0E" w14:textId="13AA0C2C" w:rsidR="00D741A9" w:rsidRPr="002C2C80" w:rsidRDefault="00D741A9" w:rsidP="003C3F8E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511" w:type="dxa"/>
            <w:noWrap/>
            <w:hideMark/>
          </w:tcPr>
          <w:p w14:paraId="435947E2" w14:textId="4F2E7A57" w:rsidR="00D741A9" w:rsidRPr="002C2C80" w:rsidRDefault="0028712D" w:rsidP="003C3F8E">
            <w:pPr>
              <w:rPr>
                <w:rFonts w:asciiTheme="majorHAnsi" w:hAnsiTheme="majorHAnsi" w:cstheme="majorHAnsi"/>
                <w:b/>
                <w:bCs/>
              </w:rPr>
            </w:pPr>
            <w:r w:rsidRPr="002C2C80">
              <w:rPr>
                <w:rFonts w:asciiTheme="majorHAnsi" w:hAnsiTheme="majorHAnsi" w:cstheme="majorHAnsi"/>
                <w:b/>
                <w:bCs/>
              </w:rPr>
              <w:t>O</w:t>
            </w:r>
            <w:r w:rsidR="00D741A9" w:rsidRPr="002C2C8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82E14" w:rsidRPr="002C2C80">
              <w:rPr>
                <w:rFonts w:asciiTheme="majorHAnsi" w:hAnsiTheme="majorHAnsi" w:cstheme="majorHAnsi"/>
                <w:b/>
                <w:bCs/>
              </w:rPr>
              <w:t xml:space="preserve">(0 </w:t>
            </w:r>
            <w:proofErr w:type="spellStart"/>
            <w:r w:rsidR="00582E14" w:rsidRPr="002C2C80">
              <w:rPr>
                <w:rFonts w:asciiTheme="majorHAnsi" w:hAnsiTheme="majorHAnsi" w:cstheme="majorHAnsi"/>
                <w:b/>
                <w:bCs/>
              </w:rPr>
              <w:t>pt</w:t>
            </w:r>
            <w:proofErr w:type="spellEnd"/>
            <w:r w:rsidR="00582E14" w:rsidRPr="002C2C80">
              <w:rPr>
                <w:rFonts w:asciiTheme="majorHAnsi" w:hAnsiTheme="majorHAnsi" w:cstheme="majorHAnsi"/>
                <w:b/>
                <w:bCs/>
              </w:rPr>
              <w:t>)</w:t>
            </w:r>
          </w:p>
        </w:tc>
        <w:tc>
          <w:tcPr>
            <w:tcW w:w="1448" w:type="dxa"/>
            <w:noWrap/>
            <w:hideMark/>
          </w:tcPr>
          <w:p w14:paraId="53279419" w14:textId="675DD5E9" w:rsidR="00D741A9" w:rsidRPr="002C2C80" w:rsidRDefault="0028712D" w:rsidP="003C3F8E">
            <w:pPr>
              <w:rPr>
                <w:rFonts w:asciiTheme="majorHAnsi" w:hAnsiTheme="majorHAnsi" w:cstheme="majorHAnsi"/>
                <w:b/>
                <w:bCs/>
              </w:rPr>
            </w:pPr>
            <w:r w:rsidRPr="002C2C80">
              <w:rPr>
                <w:rFonts w:asciiTheme="majorHAnsi" w:hAnsiTheme="majorHAnsi" w:cstheme="majorHAnsi"/>
                <w:b/>
                <w:bCs/>
              </w:rPr>
              <w:t>V</w:t>
            </w:r>
            <w:r w:rsidR="00582E14" w:rsidRPr="002C2C80">
              <w:rPr>
                <w:rFonts w:asciiTheme="majorHAnsi" w:hAnsiTheme="majorHAnsi" w:cstheme="majorHAnsi"/>
                <w:b/>
                <w:bCs/>
              </w:rPr>
              <w:t xml:space="preserve"> (1 of 2 </w:t>
            </w:r>
            <w:proofErr w:type="spellStart"/>
            <w:r w:rsidR="00582E14" w:rsidRPr="002C2C80">
              <w:rPr>
                <w:rFonts w:asciiTheme="majorHAnsi" w:hAnsiTheme="majorHAnsi" w:cstheme="majorHAnsi"/>
                <w:b/>
                <w:bCs/>
              </w:rPr>
              <w:t>pt</w:t>
            </w:r>
            <w:proofErr w:type="spellEnd"/>
            <w:r w:rsidR="00582E14" w:rsidRPr="002C2C80">
              <w:rPr>
                <w:rFonts w:asciiTheme="majorHAnsi" w:hAnsiTheme="majorHAnsi" w:cstheme="majorHAnsi"/>
                <w:b/>
                <w:bCs/>
              </w:rPr>
              <w:t xml:space="preserve">) </w:t>
            </w:r>
          </w:p>
        </w:tc>
        <w:tc>
          <w:tcPr>
            <w:tcW w:w="1590" w:type="dxa"/>
            <w:noWrap/>
            <w:hideMark/>
          </w:tcPr>
          <w:p w14:paraId="30696B9C" w14:textId="769D7073" w:rsidR="00D741A9" w:rsidRPr="002C2C80" w:rsidRDefault="0028712D" w:rsidP="003C3F8E">
            <w:pPr>
              <w:rPr>
                <w:rFonts w:asciiTheme="majorHAnsi" w:hAnsiTheme="majorHAnsi" w:cstheme="majorHAnsi"/>
                <w:b/>
                <w:bCs/>
              </w:rPr>
            </w:pPr>
            <w:r w:rsidRPr="002C2C80">
              <w:rPr>
                <w:rFonts w:asciiTheme="majorHAnsi" w:hAnsiTheme="majorHAnsi" w:cstheme="majorHAnsi"/>
                <w:b/>
                <w:bCs/>
              </w:rPr>
              <w:t>G</w:t>
            </w:r>
            <w:r w:rsidR="00582E14" w:rsidRPr="002C2C80">
              <w:rPr>
                <w:rFonts w:asciiTheme="majorHAnsi" w:hAnsiTheme="majorHAnsi" w:cstheme="majorHAnsi"/>
                <w:b/>
                <w:bCs/>
              </w:rPr>
              <w:t xml:space="preserve"> (</w:t>
            </w:r>
            <w:r w:rsidR="00601462">
              <w:rPr>
                <w:rFonts w:asciiTheme="majorHAnsi" w:hAnsiTheme="majorHAnsi" w:cstheme="majorHAnsi"/>
                <w:b/>
                <w:bCs/>
              </w:rPr>
              <w:t>3</w:t>
            </w:r>
            <w:r w:rsidR="00582E14" w:rsidRPr="002C2C80">
              <w:rPr>
                <w:rFonts w:asciiTheme="majorHAnsi" w:hAnsiTheme="majorHAnsi" w:cstheme="majorHAnsi"/>
                <w:b/>
                <w:bCs/>
              </w:rPr>
              <w:t xml:space="preserve"> of </w:t>
            </w:r>
            <w:r w:rsidR="00601462">
              <w:rPr>
                <w:rFonts w:asciiTheme="majorHAnsi" w:hAnsiTheme="majorHAnsi" w:cstheme="majorHAnsi"/>
                <w:b/>
                <w:bCs/>
              </w:rPr>
              <w:t>4</w:t>
            </w:r>
            <w:r w:rsidR="00582E14" w:rsidRPr="002C2C8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="00582E14" w:rsidRPr="002C2C80">
              <w:rPr>
                <w:rFonts w:asciiTheme="majorHAnsi" w:hAnsiTheme="majorHAnsi" w:cstheme="majorHAnsi"/>
                <w:b/>
                <w:bCs/>
              </w:rPr>
              <w:t>pt</w:t>
            </w:r>
            <w:proofErr w:type="spellEnd"/>
            <w:r w:rsidR="00582E14" w:rsidRPr="002C2C80">
              <w:rPr>
                <w:rFonts w:asciiTheme="majorHAnsi" w:hAnsiTheme="majorHAnsi" w:cstheme="majorHAnsi"/>
                <w:b/>
                <w:bCs/>
              </w:rPr>
              <w:t xml:space="preserve">) </w:t>
            </w:r>
          </w:p>
        </w:tc>
      </w:tr>
      <w:tr w:rsidR="00194D81" w:rsidRPr="003127A4" w14:paraId="1643E0BD" w14:textId="77777777" w:rsidTr="00FB6727">
        <w:trPr>
          <w:trHeight w:val="300"/>
        </w:trPr>
        <w:tc>
          <w:tcPr>
            <w:tcW w:w="1542" w:type="dxa"/>
            <w:noWrap/>
          </w:tcPr>
          <w:p w14:paraId="0025D0BF" w14:textId="444E25A1" w:rsidR="00D741A9" w:rsidRPr="002C2C80" w:rsidRDefault="00E20FFE" w:rsidP="003C3F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 ‘</w:t>
            </w:r>
            <w:proofErr w:type="spellStart"/>
            <w:r>
              <w:rPr>
                <w:rFonts w:asciiTheme="majorHAnsi" w:hAnsiTheme="majorHAnsi" w:cstheme="majorHAnsi"/>
              </w:rPr>
              <w:t>Brexit</w:t>
            </w:r>
            <w:proofErr w:type="spellEnd"/>
            <w:r>
              <w:rPr>
                <w:rFonts w:asciiTheme="majorHAnsi" w:hAnsiTheme="majorHAnsi" w:cstheme="majorHAnsi"/>
              </w:rPr>
              <w:t>’</w:t>
            </w:r>
          </w:p>
        </w:tc>
        <w:tc>
          <w:tcPr>
            <w:tcW w:w="1511" w:type="dxa"/>
            <w:noWrap/>
          </w:tcPr>
          <w:p w14:paraId="45C5D3F4" w14:textId="7D8F59E9" w:rsidR="00D741A9" w:rsidRPr="002C2C80" w:rsidRDefault="00601462" w:rsidP="00582E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Leerling benoemt onjuiste aanleidingen voor ontstaan ‘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Brexit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’. </w:t>
            </w:r>
          </w:p>
        </w:tc>
        <w:tc>
          <w:tcPr>
            <w:tcW w:w="1448" w:type="dxa"/>
            <w:noWrap/>
          </w:tcPr>
          <w:p w14:paraId="516103B2" w14:textId="67FE5E5F" w:rsidR="00D741A9" w:rsidRPr="00601462" w:rsidRDefault="00601462" w:rsidP="003C3F8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Leerling benoemt juiste aanleidingen voor ontstaan ‘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Brexit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’. </w:t>
            </w:r>
            <w:r w:rsidR="000252C2" w:rsidRPr="00601462">
              <w:rPr>
                <w:rFonts w:asciiTheme="majorHAnsi" w:hAnsiTheme="majorHAnsi" w:cstheme="majorHAnsi"/>
                <w:sz w:val="18"/>
                <w:szCs w:val="18"/>
              </w:rPr>
              <w:br/>
            </w:r>
          </w:p>
        </w:tc>
        <w:tc>
          <w:tcPr>
            <w:tcW w:w="1590" w:type="dxa"/>
            <w:noWrap/>
          </w:tcPr>
          <w:p w14:paraId="11D7938A" w14:textId="73CC37C0" w:rsidR="00D741A9" w:rsidRPr="00601462" w:rsidRDefault="00601462" w:rsidP="003C3F8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Leerling benoemt juiste aanleidingen voor ‘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Brexit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’ en legt uit waarom dit een aanleiding is. </w:t>
            </w:r>
          </w:p>
        </w:tc>
      </w:tr>
      <w:tr w:rsidR="00194D81" w:rsidRPr="003127A4" w14:paraId="4C1F4771" w14:textId="77777777" w:rsidTr="00C233F8">
        <w:trPr>
          <w:trHeight w:val="1340"/>
        </w:trPr>
        <w:tc>
          <w:tcPr>
            <w:tcW w:w="1542" w:type="dxa"/>
            <w:noWrap/>
          </w:tcPr>
          <w:p w14:paraId="451170B3" w14:textId="5C1B1780" w:rsidR="00D741A9" w:rsidRPr="002C2C80" w:rsidRDefault="008B06D4" w:rsidP="003C3F8E">
            <w:pPr>
              <w:rPr>
                <w:rFonts w:asciiTheme="majorHAnsi" w:hAnsiTheme="majorHAnsi" w:cstheme="majorHAnsi"/>
              </w:rPr>
            </w:pPr>
            <w:r w:rsidRPr="002C2C80">
              <w:rPr>
                <w:rFonts w:asciiTheme="majorHAnsi" w:hAnsiTheme="majorHAnsi" w:cstheme="majorHAnsi"/>
              </w:rPr>
              <w:t xml:space="preserve">2. </w:t>
            </w:r>
            <w:r w:rsidR="00E20FFE">
              <w:rPr>
                <w:rFonts w:asciiTheme="majorHAnsi" w:hAnsiTheme="majorHAnsi" w:cstheme="majorHAnsi"/>
              </w:rPr>
              <w:t>Gevolgen  ‘</w:t>
            </w:r>
            <w:proofErr w:type="spellStart"/>
            <w:r w:rsidR="00E20FFE">
              <w:rPr>
                <w:rFonts w:asciiTheme="majorHAnsi" w:hAnsiTheme="majorHAnsi" w:cstheme="majorHAnsi"/>
              </w:rPr>
              <w:t>Brexit</w:t>
            </w:r>
            <w:proofErr w:type="spellEnd"/>
            <w:r w:rsidR="00E20FFE">
              <w:rPr>
                <w:rFonts w:asciiTheme="majorHAnsi" w:hAnsiTheme="majorHAnsi" w:cstheme="majorHAnsi"/>
              </w:rPr>
              <w:t xml:space="preserve">’ </w:t>
            </w:r>
          </w:p>
        </w:tc>
        <w:tc>
          <w:tcPr>
            <w:tcW w:w="1511" w:type="dxa"/>
            <w:noWrap/>
          </w:tcPr>
          <w:p w14:paraId="491D6C27" w14:textId="4F0D92F4" w:rsidR="00D741A9" w:rsidRPr="002C2C80" w:rsidRDefault="00601462" w:rsidP="003C3F8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Leerling legt onjuiste gevolgen uit </w:t>
            </w:r>
            <w:r w:rsidR="00C233F8">
              <w:rPr>
                <w:rFonts w:asciiTheme="majorHAnsi" w:hAnsiTheme="majorHAnsi" w:cstheme="majorHAnsi"/>
                <w:sz w:val="18"/>
                <w:szCs w:val="18"/>
              </w:rPr>
              <w:t>na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‘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Brexit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’ voor het Verenigd Koninkrijk. </w:t>
            </w:r>
          </w:p>
        </w:tc>
        <w:tc>
          <w:tcPr>
            <w:tcW w:w="1448" w:type="dxa"/>
            <w:noWrap/>
          </w:tcPr>
          <w:p w14:paraId="6B30BEDF" w14:textId="1B03CAFE" w:rsidR="00D741A9" w:rsidRPr="00601462" w:rsidRDefault="00C233F8" w:rsidP="003C3F8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Leerling legt goed voor 1 of 2 gevolgen uit wat ‘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Brexit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’ voor het VK heeft opgeleverd. </w:t>
            </w:r>
            <w:r w:rsidR="00601462">
              <w:rPr>
                <w:rFonts w:asciiTheme="majorHAnsi" w:hAnsiTheme="majorHAnsi" w:cstheme="majorHAnsi"/>
                <w:sz w:val="18"/>
                <w:szCs w:val="18"/>
              </w:rPr>
              <w:br/>
            </w:r>
          </w:p>
        </w:tc>
        <w:tc>
          <w:tcPr>
            <w:tcW w:w="1590" w:type="dxa"/>
            <w:noWrap/>
          </w:tcPr>
          <w:p w14:paraId="44961137" w14:textId="69DFC615" w:rsidR="00D741A9" w:rsidRPr="00601462" w:rsidRDefault="00C233F8" w:rsidP="003C3F8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Leerling legt voor 3 gevolgen goed uit wat ‘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Brexit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’ voor het VK </w:t>
            </w:r>
            <w:r w:rsidRPr="00C233F8">
              <w:rPr>
                <w:rFonts w:asciiTheme="majorHAnsi" w:hAnsiTheme="majorHAnsi" w:cstheme="majorHAnsi"/>
                <w:sz w:val="18"/>
                <w:szCs w:val="18"/>
                <w:u w:val="single"/>
              </w:rPr>
              <w:t>economisch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heeft opgeleverd. </w:t>
            </w:r>
          </w:p>
        </w:tc>
      </w:tr>
      <w:tr w:rsidR="00194D81" w:rsidRPr="003127A4" w14:paraId="4B900925" w14:textId="77777777" w:rsidTr="00FB6727">
        <w:trPr>
          <w:trHeight w:val="300"/>
        </w:trPr>
        <w:tc>
          <w:tcPr>
            <w:tcW w:w="1542" w:type="dxa"/>
            <w:noWrap/>
          </w:tcPr>
          <w:p w14:paraId="6704996F" w14:textId="4620C409" w:rsidR="00D741A9" w:rsidRPr="002C2C80" w:rsidRDefault="008B06D4" w:rsidP="003C3F8E">
            <w:pPr>
              <w:rPr>
                <w:rFonts w:asciiTheme="majorHAnsi" w:hAnsiTheme="majorHAnsi" w:cstheme="majorHAnsi"/>
              </w:rPr>
            </w:pPr>
            <w:r w:rsidRPr="002C2C80">
              <w:rPr>
                <w:rFonts w:asciiTheme="majorHAnsi" w:hAnsiTheme="majorHAnsi" w:cstheme="majorHAnsi"/>
              </w:rPr>
              <w:t xml:space="preserve">8. </w:t>
            </w:r>
            <w:r w:rsidRPr="002C2C80">
              <w:rPr>
                <w:rFonts w:asciiTheme="majorHAnsi" w:hAnsiTheme="majorHAnsi" w:cstheme="majorHAnsi"/>
              </w:rPr>
              <w:br/>
            </w:r>
            <w:r w:rsidR="00E20FFE">
              <w:rPr>
                <w:rFonts w:asciiTheme="majorHAnsi" w:hAnsiTheme="majorHAnsi" w:cstheme="majorHAnsi"/>
              </w:rPr>
              <w:t>‘</w:t>
            </w:r>
            <w:proofErr w:type="spellStart"/>
            <w:r w:rsidR="00E20FFE">
              <w:rPr>
                <w:rFonts w:asciiTheme="majorHAnsi" w:hAnsiTheme="majorHAnsi" w:cstheme="majorHAnsi"/>
              </w:rPr>
              <w:t>Nexit</w:t>
            </w:r>
            <w:proofErr w:type="spellEnd"/>
            <w:r w:rsidR="00E20FFE">
              <w:rPr>
                <w:rFonts w:asciiTheme="majorHAnsi" w:hAnsiTheme="majorHAnsi" w:cstheme="majorHAnsi"/>
              </w:rPr>
              <w:t>’</w:t>
            </w:r>
          </w:p>
        </w:tc>
        <w:tc>
          <w:tcPr>
            <w:tcW w:w="1511" w:type="dxa"/>
            <w:noWrap/>
          </w:tcPr>
          <w:p w14:paraId="367F19EE" w14:textId="2CB00B45" w:rsidR="00D741A9" w:rsidRPr="002C2C80" w:rsidRDefault="00C233F8" w:rsidP="003C3F8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Leerling legt niet uit wat ‘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Nexit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’ is en of er wel of geen steun is. </w:t>
            </w:r>
          </w:p>
        </w:tc>
        <w:tc>
          <w:tcPr>
            <w:tcW w:w="1448" w:type="dxa"/>
            <w:noWrap/>
          </w:tcPr>
          <w:p w14:paraId="45129ACC" w14:textId="76774C43" w:rsidR="00D741A9" w:rsidRPr="00601462" w:rsidRDefault="00C233F8" w:rsidP="003C3F8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Leerling benoemt enkel of hij ‘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Nexit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’ wel of niet steunt. </w:t>
            </w:r>
          </w:p>
        </w:tc>
        <w:tc>
          <w:tcPr>
            <w:tcW w:w="1590" w:type="dxa"/>
            <w:noWrap/>
          </w:tcPr>
          <w:p w14:paraId="75C96E0E" w14:textId="5A7B04F8" w:rsidR="00D741A9" w:rsidRPr="00601462" w:rsidRDefault="00C233F8" w:rsidP="003C3F8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Leerling legt in eigen woorden uit of hij ‘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Nexit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’ wel of niet steunt. </w:t>
            </w:r>
          </w:p>
        </w:tc>
      </w:tr>
    </w:tbl>
    <w:p w14:paraId="37AA7936" w14:textId="212821E0" w:rsidR="00D07707" w:rsidRPr="003127A4" w:rsidRDefault="00D07707" w:rsidP="00865A66">
      <w:pPr>
        <w:pStyle w:val="Kop4"/>
        <w:spacing w:line="216" w:lineRule="auto"/>
        <w:rPr>
          <w:rFonts w:cstheme="majorHAnsi"/>
          <w:sz w:val="24"/>
          <w:lang w:bidi="nl-NL"/>
        </w:rPr>
      </w:pPr>
    </w:p>
    <w:p w14:paraId="1BA8496C" w14:textId="79D7B8F7" w:rsidR="004F24BA" w:rsidRPr="003127A4" w:rsidRDefault="004F24BA" w:rsidP="00312214">
      <w:pPr>
        <w:pStyle w:val="Foto"/>
        <w:jc w:val="left"/>
        <w:rPr>
          <w:rFonts w:asciiTheme="majorHAnsi" w:hAnsiTheme="majorHAnsi" w:cstheme="majorHAnsi"/>
          <w:lang w:bidi="nl-NL"/>
        </w:rPr>
      </w:pPr>
    </w:p>
    <w:p w14:paraId="71C5C9B8" w14:textId="7AE33358" w:rsidR="001D6BB7" w:rsidRDefault="00E50E81" w:rsidP="00312214">
      <w:pPr>
        <w:pStyle w:val="Foto"/>
        <w:jc w:val="left"/>
        <w:rPr>
          <w:rFonts w:asciiTheme="majorHAnsi" w:hAnsiTheme="majorHAnsi" w:cstheme="majorHAnsi"/>
        </w:rPr>
      </w:pPr>
      <w:r>
        <w:pict w14:anchorId="457F85F6">
          <v:shape id="_x0000_i1026" type="#_x0000_t75" style="width:10.8pt;height:10.8pt;flip:x;visibility:visible;mso-wrap-style:square">
            <v:imagedata r:id="rId20" o:title=""/>
          </v:shape>
        </w:pict>
      </w:r>
      <w:r w:rsidR="000657B6">
        <w:t xml:space="preserve"> </w:t>
      </w:r>
      <w:r w:rsidR="00312214" w:rsidRPr="00764A5A">
        <w:rPr>
          <w:rFonts w:asciiTheme="majorHAnsi" w:hAnsiTheme="majorHAnsi" w:cstheme="majorHAnsi"/>
          <w:b/>
          <w:bCs/>
          <w:sz w:val="28"/>
          <w:szCs w:val="28"/>
        </w:rPr>
        <w:t>MySkills</w:t>
      </w:r>
      <w:r w:rsidR="002D7969">
        <w:rPr>
          <w:rFonts w:asciiTheme="majorHAnsi" w:hAnsiTheme="majorHAnsi" w:cstheme="majorHAnsi"/>
          <w:b/>
          <w:bCs/>
          <w:sz w:val="28"/>
          <w:szCs w:val="28"/>
        </w:rPr>
        <w:br/>
      </w:r>
      <w:r w:rsidR="002D7969" w:rsidRPr="002D7969">
        <w:rPr>
          <w:rFonts w:asciiTheme="majorHAnsi" w:hAnsiTheme="majorHAnsi" w:cstheme="majorHAnsi"/>
        </w:rPr>
        <w:t>Tijdens deze opdrachtkaart werk aan deze vaardigheden:</w:t>
      </w:r>
    </w:p>
    <w:p w14:paraId="4C0F1B8E" w14:textId="77777777" w:rsidR="001D6BB7" w:rsidRDefault="001D6BB7" w:rsidP="00312214">
      <w:pPr>
        <w:pStyle w:val="Foto"/>
        <w:jc w:val="left"/>
        <w:rPr>
          <w:rFonts w:asciiTheme="majorHAnsi" w:hAnsiTheme="majorHAnsi" w:cstheme="majorHAnsi"/>
        </w:rPr>
      </w:pPr>
    </w:p>
    <w:p w14:paraId="2AFBF9FF" w14:textId="41640B8A" w:rsidR="004F24BA" w:rsidRDefault="00E50E81" w:rsidP="00312214">
      <w:pPr>
        <w:pStyle w:val="Foto"/>
        <w:jc w:val="left"/>
        <w:rPr>
          <w:rFonts w:asciiTheme="majorHAnsi" w:hAnsiTheme="majorHAnsi" w:cstheme="majorHAnsi"/>
          <w:sz w:val="28"/>
          <w:szCs w:val="28"/>
        </w:rPr>
      </w:pPr>
      <w:sdt>
        <w:sdtPr>
          <w:rPr>
            <w:rFonts w:asciiTheme="majorHAnsi" w:hAnsiTheme="majorHAnsi" w:cstheme="majorHAnsi"/>
          </w:rPr>
          <w:id w:val="-1505821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57B6">
            <w:rPr>
              <w:rFonts w:ascii="MS Gothic" w:eastAsia="MS Gothic" w:hAnsi="MS Gothic" w:cstheme="majorHAnsi" w:hint="eastAsia"/>
            </w:rPr>
            <w:t>☐</w:t>
          </w:r>
        </w:sdtContent>
      </w:sdt>
      <w:r w:rsidR="000657B6">
        <w:rPr>
          <w:rFonts w:asciiTheme="majorHAnsi" w:hAnsiTheme="majorHAnsi" w:cstheme="majorHAnsi"/>
        </w:rPr>
        <w:t xml:space="preserve"> </w:t>
      </w:r>
      <w:proofErr w:type="spellStart"/>
      <w:r w:rsidR="009557B1" w:rsidRPr="003B3CA0">
        <w:rPr>
          <w:rFonts w:asciiTheme="majorHAnsi" w:hAnsiTheme="majorHAnsi" w:cstheme="majorHAnsi"/>
        </w:rPr>
        <w:t>MySkill</w:t>
      </w:r>
      <w:proofErr w:type="spellEnd"/>
      <w:r w:rsidR="003B3CA0">
        <w:rPr>
          <w:rFonts w:asciiTheme="majorHAnsi" w:hAnsiTheme="majorHAnsi" w:cstheme="majorHAnsi"/>
        </w:rPr>
        <w:t>:</w:t>
      </w:r>
      <w:r w:rsidR="009557B1">
        <w:rPr>
          <w:rFonts w:asciiTheme="majorHAnsi" w:hAnsiTheme="majorHAnsi" w:cstheme="majorHAnsi"/>
          <w:sz w:val="28"/>
          <w:szCs w:val="28"/>
        </w:rPr>
        <w:t xml:space="preserve"> </w:t>
      </w:r>
      <w:sdt>
        <w:sdtPr>
          <w:rPr>
            <w:rFonts w:asciiTheme="majorHAnsi" w:hAnsiTheme="majorHAnsi" w:cstheme="majorHAnsi"/>
            <w:sz w:val="28"/>
            <w:szCs w:val="28"/>
          </w:rPr>
          <w:id w:val="573322583"/>
          <w:placeholder>
            <w:docPart w:val="DefaultPlaceholder_-1854013438"/>
          </w:placeholder>
          <w:dropDownList>
            <w:listItem w:displayText="1. Mondelinge presentatie" w:value="1. Mondelinge presentatie"/>
            <w:listItem w:displayText="2. Schriftelijke presentatie" w:value="2. Schriftelijke presentatie"/>
            <w:listItem w:displayText="3. Fysieke presentatie en verzorging" w:value="3. Fysieke presentatie en verzorging"/>
            <w:listItem w:displayText="4. Taalgebruik afstemmen op het publiek" w:value="4. Taalgebruik afstemmen op het publiek"/>
            <w:listItem w:displayText="5. Rekening houden met de omgeving" w:value="5. Rekening houden met de omgeving"/>
            <w:listItem w:displayText="6. Op tijd komen en tijdig afmelden" w:value="6. Op tijd komen en tijdig afmelden"/>
            <w:listItem w:displayText="7. Houden aan afspraken" w:value="7. Houden aan afspraken"/>
            <w:listItem w:displayText="8. Samenwerken en overleggen" w:value="8. Samenwerken en overleggen"/>
            <w:listItem w:displayText="9. Opdrachten en feedback aannemen" w:value="9. Opdrachten en feedback aannemen"/>
            <w:listItem w:displayText="10. Kritisch naar jezelf kijken en verbeterpunten uitvoeren" w:value="10. Kritisch naar jezelf kijken en verbeterpunten uitvoeren"/>
            <w:listItem w:displayText="11. Omgaan met veranderingen" w:value="11. Omgaan met veranderingen"/>
            <w:listItem w:displayText="12. Initiatief tonen en pro-actief zijn" w:value="12. Initiatief tonen en pro-actief zijn"/>
            <w:listItem w:displayText="13. Nieuwgierig zijn en willen leren" w:value="13. Nieuwgierig zijn en willen leren"/>
            <w:listItem w:displayText="14. Motivatie voor het werk hebben" w:value="14. Motivatie voor het werk hebben"/>
            <w:listItem w:displayText="15. Werken volgens een planning" w:value="15. Werken volgens een planning"/>
            <w:listItem w:displayText="16. Werken volgens een bedrijfsprotocol" w:value="16. Werken volgens een bedrijfsprotocol"/>
            <w:listItem w:displayText="17. Aandacht voor hygiene en veiligheid" w:value="17. Aandacht voor hygiene en veiligheid"/>
            <w:listItem w:displayText="18. Aandacht voor de werkplek en materialen" w:value="18. Aandacht voor de werkplek en materialen"/>
            <w:listItem w:displayText="19. Tijdig hulp vragen en zelfstandigheid" w:value="19. Tijdig hulp vragen en zelfstandigheid"/>
            <w:listItem w:displayText="20. Informatie opzoeken, beoordelen en gebruiken" w:value="20. Informatie opzoeken, beoordelen en gebruiken"/>
            <w:listItem w:displayText="21. Gebruik van digitale systemen binnen de werkomgeving" w:value="21. Gebruik van digitale systemen binnen de werkomgeving"/>
            <w:listItem w:displayText="22. Mediawijsheid" w:value="22. Mediawijsheid"/>
            <w:listItem w:displayText="23. Gebruik van Word, Excel en Outlook" w:value="23. Gebruik van Word, Excel en Outlook"/>
            <w:listItem w:displayText="24. Initiatief nemen in het eigen loopbaanproces" w:value="24. Initiatief nemen in het eigen loopbaanproces"/>
            <w:listItem w:displayText="25. Een loopbaanpaspoort bijhouden" w:value="25. Een loopbaanpaspoort bijhouden"/>
            <w:listItem w:displayText="26. Een netwerk opbouwen en onderhouden" w:value="26. Een netwerk opbouwen en onderhouden"/>
          </w:dropDownList>
        </w:sdtPr>
        <w:sdtEndPr/>
        <w:sdtContent>
          <w:r w:rsidR="00DB4365">
            <w:rPr>
              <w:rFonts w:asciiTheme="majorHAnsi" w:hAnsiTheme="majorHAnsi" w:cstheme="majorHAnsi"/>
              <w:sz w:val="28"/>
              <w:szCs w:val="28"/>
            </w:rPr>
            <w:t>2. Schriftelijke presentatie</w:t>
          </w:r>
        </w:sdtContent>
      </w:sdt>
      <w:r w:rsidR="000657B6">
        <w:rPr>
          <w:rFonts w:asciiTheme="majorHAnsi" w:hAnsiTheme="majorHAnsi" w:cstheme="majorHAnsi"/>
          <w:sz w:val="28"/>
          <w:szCs w:val="28"/>
        </w:rPr>
        <w:br/>
      </w:r>
    </w:p>
    <w:p w14:paraId="3049F388" w14:textId="56559E33" w:rsidR="000657B6" w:rsidRPr="00764A5A" w:rsidRDefault="00E50E81" w:rsidP="00312214">
      <w:pPr>
        <w:pStyle w:val="Foto"/>
        <w:jc w:val="left"/>
        <w:rPr>
          <w:rFonts w:asciiTheme="majorHAnsi" w:hAnsiTheme="majorHAnsi" w:cstheme="majorHAnsi"/>
          <w:sz w:val="28"/>
          <w:szCs w:val="28"/>
        </w:rPr>
      </w:pPr>
      <w:sdt>
        <w:sdtPr>
          <w:rPr>
            <w:rFonts w:asciiTheme="majorHAnsi" w:hAnsiTheme="majorHAnsi" w:cstheme="majorHAnsi"/>
          </w:rPr>
          <w:id w:val="2093893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57B6">
            <w:rPr>
              <w:rFonts w:ascii="MS Gothic" w:eastAsia="MS Gothic" w:hAnsi="MS Gothic" w:cstheme="majorHAnsi" w:hint="eastAsia"/>
            </w:rPr>
            <w:t>☐</w:t>
          </w:r>
        </w:sdtContent>
      </w:sdt>
      <w:r w:rsidR="000657B6">
        <w:rPr>
          <w:rFonts w:asciiTheme="majorHAnsi" w:hAnsiTheme="majorHAnsi" w:cstheme="majorHAnsi"/>
        </w:rPr>
        <w:t xml:space="preserve"> </w:t>
      </w:r>
      <w:proofErr w:type="spellStart"/>
      <w:r w:rsidR="000657B6" w:rsidRPr="003B3CA0">
        <w:rPr>
          <w:rFonts w:asciiTheme="majorHAnsi" w:hAnsiTheme="majorHAnsi" w:cstheme="majorHAnsi"/>
        </w:rPr>
        <w:t>MySkill</w:t>
      </w:r>
      <w:proofErr w:type="spellEnd"/>
      <w:r w:rsidR="000657B6">
        <w:rPr>
          <w:rFonts w:asciiTheme="majorHAnsi" w:hAnsiTheme="majorHAnsi" w:cstheme="majorHAnsi"/>
        </w:rPr>
        <w:t>:</w:t>
      </w:r>
      <w:r w:rsidR="000657B6">
        <w:rPr>
          <w:rFonts w:asciiTheme="majorHAnsi" w:hAnsiTheme="majorHAnsi" w:cstheme="majorHAnsi"/>
          <w:sz w:val="28"/>
          <w:szCs w:val="28"/>
        </w:rPr>
        <w:t xml:space="preserve"> </w:t>
      </w:r>
      <w:sdt>
        <w:sdtPr>
          <w:rPr>
            <w:rFonts w:asciiTheme="majorHAnsi" w:hAnsiTheme="majorHAnsi" w:cstheme="majorHAnsi"/>
            <w:sz w:val="28"/>
            <w:szCs w:val="28"/>
          </w:rPr>
          <w:id w:val="1755857568"/>
          <w:placeholder>
            <w:docPart w:val="CE3513B29945412AB5C03E3705FB3883"/>
          </w:placeholder>
          <w:dropDownList>
            <w:listItem w:displayText="1. Mondelinge presentatie" w:value="1. Mondelinge presentatie"/>
            <w:listItem w:displayText="2. Schriftelijke presentatie" w:value="2. Schriftelijke presentatie"/>
            <w:listItem w:displayText="3. Fysieke presentatie en verzorging" w:value="3. Fysieke presentatie en verzorging"/>
            <w:listItem w:displayText="4. Taalgebruik afstemmen op het publiek" w:value="4. Taalgebruik afstemmen op het publiek"/>
            <w:listItem w:displayText="5. Rekening houden met de omgeving" w:value="5. Rekening houden met de omgeving"/>
            <w:listItem w:displayText="6. Op tijd komen en tijdig afmelden" w:value="6. Op tijd komen en tijdig afmelden"/>
            <w:listItem w:displayText="7. Houden aan afspraken" w:value="7. Houden aan afspraken"/>
            <w:listItem w:displayText="8. Samenwerken en overleggen" w:value="8. Samenwerken en overleggen"/>
            <w:listItem w:displayText="9. Opdrachten en feedback aannemen" w:value="9. Opdrachten en feedback aannemen"/>
            <w:listItem w:displayText="10. Kritisch naar jezelf kijken en verbeterpunten uitvoeren" w:value="10. Kritisch naar jezelf kijken en verbeterpunten uitvoeren"/>
            <w:listItem w:displayText="11. Omgaan met veranderingen" w:value="11. Omgaan met veranderingen"/>
            <w:listItem w:displayText="12. Initiatief tonen en pro-actief zijn" w:value="12. Initiatief tonen en pro-actief zijn"/>
            <w:listItem w:displayText="13. Nieuwgierig zijn en willen leren" w:value="13. Nieuwgierig zijn en willen leren"/>
            <w:listItem w:displayText="14. Motivatie voor het werk hebben" w:value="14. Motivatie voor het werk hebben"/>
            <w:listItem w:displayText="15. Werken volgens een planning" w:value="15. Werken volgens een planning"/>
            <w:listItem w:displayText="16. Werken volgens een bedrijfsprotocol" w:value="16. Werken volgens een bedrijfsprotocol"/>
            <w:listItem w:displayText="17. Aandacht voor hygiene en veiligheid" w:value="17. Aandacht voor hygiene en veiligheid"/>
            <w:listItem w:displayText="18. Aandacht voor de werkplek en materialen" w:value="18. Aandacht voor de werkplek en materialen"/>
            <w:listItem w:displayText="19. Tijdig hulp vragen en zelfstandigheid" w:value="19. Tijdig hulp vragen en zelfstandigheid"/>
            <w:listItem w:displayText="20. Informatie opzoeken, beoordelen en gebruiken" w:value="20. Informatie opzoeken, beoordelen en gebruiken"/>
            <w:listItem w:displayText="21. Gebruik van digitale systemen binnen de werkomgeving" w:value="21. Gebruik van digitale systemen binnen de werkomgeving"/>
            <w:listItem w:displayText="22. Mediawijsheid" w:value="22. Mediawijsheid"/>
            <w:listItem w:displayText="23. Gebruik van Word, Excel en Outlook" w:value="23. Gebruik van Word, Excel en Outlook"/>
            <w:listItem w:displayText="24. Initiatief nemen in het eigen loopbaanproces" w:value="24. Initiatief nemen in het eigen loopbaanproces"/>
            <w:listItem w:displayText="25. Een loopbaanpaspoort bijhouden" w:value="25. Een loopbaanpaspoort bijhouden"/>
            <w:listItem w:displayText="26. Een netwerk opbouwen en onderhouden" w:value="26. Een netwerk opbouwen en onderhouden"/>
          </w:dropDownList>
        </w:sdtPr>
        <w:sdtEndPr/>
        <w:sdtContent>
          <w:r w:rsidR="00DB4365">
            <w:rPr>
              <w:rFonts w:asciiTheme="majorHAnsi" w:hAnsiTheme="majorHAnsi" w:cstheme="majorHAnsi"/>
              <w:sz w:val="28"/>
              <w:szCs w:val="28"/>
            </w:rPr>
            <w:t>8. Samenwerken en overleggen</w:t>
          </w:r>
        </w:sdtContent>
      </w:sdt>
    </w:p>
    <w:p w14:paraId="0A2F6F7C" w14:textId="6417048C" w:rsidR="000657B6" w:rsidRDefault="000657B6" w:rsidP="001A15D6">
      <w:pPr>
        <w:pStyle w:val="Foto"/>
        <w:jc w:val="left"/>
        <w:rPr>
          <w:rFonts w:asciiTheme="majorHAnsi" w:hAnsiTheme="majorHAnsi" w:cstheme="majorHAnsi"/>
          <w:i/>
          <w:iCs/>
          <w:lang w:bidi="nl-NL"/>
        </w:rPr>
      </w:pPr>
    </w:p>
    <w:p w14:paraId="4E7151C4" w14:textId="2F45FCF7" w:rsidR="00EB76F5" w:rsidRPr="00764A5A" w:rsidRDefault="00E50E81" w:rsidP="00EB76F5">
      <w:pPr>
        <w:pStyle w:val="Foto"/>
        <w:jc w:val="left"/>
        <w:rPr>
          <w:rFonts w:asciiTheme="majorHAnsi" w:hAnsiTheme="majorHAnsi" w:cstheme="majorHAnsi"/>
          <w:sz w:val="28"/>
          <w:szCs w:val="28"/>
        </w:rPr>
      </w:pPr>
      <w:sdt>
        <w:sdtPr>
          <w:rPr>
            <w:rFonts w:asciiTheme="majorHAnsi" w:hAnsiTheme="majorHAnsi" w:cstheme="majorHAnsi"/>
          </w:rPr>
          <w:id w:val="-1354568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6F5">
            <w:rPr>
              <w:rFonts w:ascii="MS Gothic" w:eastAsia="MS Gothic" w:hAnsi="MS Gothic" w:cstheme="majorHAnsi" w:hint="eastAsia"/>
            </w:rPr>
            <w:t>☐</w:t>
          </w:r>
        </w:sdtContent>
      </w:sdt>
      <w:r w:rsidR="00EB76F5">
        <w:rPr>
          <w:rFonts w:asciiTheme="majorHAnsi" w:hAnsiTheme="majorHAnsi" w:cstheme="majorHAnsi"/>
        </w:rPr>
        <w:t xml:space="preserve"> </w:t>
      </w:r>
      <w:proofErr w:type="spellStart"/>
      <w:r w:rsidR="00EB76F5" w:rsidRPr="003B3CA0">
        <w:rPr>
          <w:rFonts w:asciiTheme="majorHAnsi" w:hAnsiTheme="majorHAnsi" w:cstheme="majorHAnsi"/>
        </w:rPr>
        <w:t>MySkill</w:t>
      </w:r>
      <w:proofErr w:type="spellEnd"/>
      <w:r w:rsidR="00EB76F5">
        <w:rPr>
          <w:rFonts w:asciiTheme="majorHAnsi" w:hAnsiTheme="majorHAnsi" w:cstheme="majorHAnsi"/>
        </w:rPr>
        <w:t>:</w:t>
      </w:r>
      <w:r w:rsidR="00EB76F5">
        <w:rPr>
          <w:rFonts w:asciiTheme="majorHAnsi" w:hAnsiTheme="majorHAnsi" w:cstheme="majorHAnsi"/>
          <w:sz w:val="28"/>
          <w:szCs w:val="28"/>
        </w:rPr>
        <w:t xml:space="preserve"> </w:t>
      </w:r>
      <w:sdt>
        <w:sdtPr>
          <w:rPr>
            <w:rFonts w:asciiTheme="majorHAnsi" w:hAnsiTheme="majorHAnsi" w:cstheme="majorHAnsi"/>
            <w:sz w:val="28"/>
            <w:szCs w:val="28"/>
          </w:rPr>
          <w:id w:val="1060064995"/>
          <w:placeholder>
            <w:docPart w:val="BDA4E5ABD48242A0A19294BBE71E43D4"/>
          </w:placeholder>
          <w:dropDownList>
            <w:listItem w:displayText="1. Mondelinge presentatie" w:value="1. Mondelinge presentatie"/>
            <w:listItem w:displayText="2. Schriftelijke presentatie" w:value="2. Schriftelijke presentatie"/>
            <w:listItem w:displayText="3. Fysieke presentatie en verzorging" w:value="3. Fysieke presentatie en verzorging"/>
            <w:listItem w:displayText="4. Taalgebruik afstemmen op het publiek" w:value="4. Taalgebruik afstemmen op het publiek"/>
            <w:listItem w:displayText="5. Rekening houden met de omgeving" w:value="5. Rekening houden met de omgeving"/>
            <w:listItem w:displayText="6. Op tijd komen en tijdig afmelden" w:value="6. Op tijd komen en tijdig afmelden"/>
            <w:listItem w:displayText="7. Houden aan afspraken" w:value="7. Houden aan afspraken"/>
            <w:listItem w:displayText="8. Samenwerken en overleggen" w:value="8. Samenwerken en overleggen"/>
            <w:listItem w:displayText="9. Opdrachten en feedback aannemen" w:value="9. Opdrachten en feedback aannemen"/>
            <w:listItem w:displayText="10. Kritisch naar jezelf kijken en verbeterpunten uitvoeren" w:value="10. Kritisch naar jezelf kijken en verbeterpunten uitvoeren"/>
            <w:listItem w:displayText="11. Omgaan met veranderingen" w:value="11. Omgaan met veranderingen"/>
            <w:listItem w:displayText="12. Initiatief tonen en pro-actief zijn" w:value="12. Initiatief tonen en pro-actief zijn"/>
            <w:listItem w:displayText="13. Nieuwgierig zijn en willen leren" w:value="13. Nieuwgierig zijn en willen leren"/>
            <w:listItem w:displayText="14. Motivatie voor het werk hebben" w:value="14. Motivatie voor het werk hebben"/>
            <w:listItem w:displayText="15. Werken volgens een planning" w:value="15. Werken volgens een planning"/>
            <w:listItem w:displayText="16. Werken volgens een bedrijfsprotocol" w:value="16. Werken volgens een bedrijfsprotocol"/>
            <w:listItem w:displayText="17. Aandacht voor hygiene en veiligheid" w:value="17. Aandacht voor hygiene en veiligheid"/>
            <w:listItem w:displayText="18. Aandacht voor de werkplek en materialen" w:value="18. Aandacht voor de werkplek en materialen"/>
            <w:listItem w:displayText="19. Tijdig hulp vragen en zelfstandigheid" w:value="19. Tijdig hulp vragen en zelfstandigheid"/>
            <w:listItem w:displayText="20. Informatie opzoeken, beoordelen en gebruiken" w:value="20. Informatie opzoeken, beoordelen en gebruiken"/>
            <w:listItem w:displayText="21. Gebruik van digitale systemen binnen de werkomgeving" w:value="21. Gebruik van digitale systemen binnen de werkomgeving"/>
            <w:listItem w:displayText="22. Mediawijsheid" w:value="22. Mediawijsheid"/>
            <w:listItem w:displayText="23. Gebruik van Word, Excel en Outlook" w:value="23. Gebruik van Word, Excel en Outlook"/>
            <w:listItem w:displayText="24. Initiatief nemen in het eigen loopbaanproces" w:value="24. Initiatief nemen in het eigen loopbaanproces"/>
            <w:listItem w:displayText="25. Een loopbaanpaspoort bijhouden" w:value="25. Een loopbaanpaspoort bijhouden"/>
            <w:listItem w:displayText="26. Een netwerk opbouwen en onderhouden" w:value="26. Een netwerk opbouwen en onderhouden"/>
          </w:dropDownList>
        </w:sdtPr>
        <w:sdtEndPr/>
        <w:sdtContent>
          <w:r w:rsidR="00816A30">
            <w:rPr>
              <w:rFonts w:asciiTheme="majorHAnsi" w:hAnsiTheme="majorHAnsi" w:cstheme="majorHAnsi"/>
              <w:sz w:val="28"/>
              <w:szCs w:val="28"/>
            </w:rPr>
            <w:t>22. Mediawijsheid</w:t>
          </w:r>
        </w:sdtContent>
      </w:sdt>
    </w:p>
    <w:p w14:paraId="274079BB" w14:textId="3A5F3606" w:rsidR="000924AE" w:rsidRDefault="00C60CAB" w:rsidP="001A15D6">
      <w:pPr>
        <w:pStyle w:val="Foto"/>
        <w:jc w:val="left"/>
        <w:rPr>
          <w:rFonts w:asciiTheme="majorHAnsi" w:hAnsiTheme="majorHAnsi" w:cstheme="majorHAnsi"/>
          <w:i/>
          <w:iCs/>
          <w:lang w:bidi="nl-NL"/>
        </w:rPr>
      </w:pPr>
      <w:r>
        <w:rPr>
          <w:rFonts w:asciiTheme="majorHAnsi" w:hAnsiTheme="majorHAnsi" w:cstheme="majorHAnsi"/>
          <w:i/>
          <w:iCs/>
          <w:noProof/>
          <w:lang w:bidi="nl-NL"/>
        </w:rPr>
        <mc:AlternateContent>
          <mc:Choice Requires="wps">
            <w:drawing>
              <wp:anchor distT="0" distB="0" distL="114300" distR="114300" simplePos="0" relativeHeight="251686916" behindDoc="0" locked="0" layoutInCell="1" allowOverlap="1" wp14:anchorId="71A84E0E" wp14:editId="766309A8">
                <wp:simplePos x="0" y="0"/>
                <wp:positionH relativeFrom="column">
                  <wp:posOffset>-2364740</wp:posOffset>
                </wp:positionH>
                <wp:positionV relativeFrom="paragraph">
                  <wp:posOffset>309245</wp:posOffset>
                </wp:positionV>
                <wp:extent cx="2105025" cy="723900"/>
                <wp:effectExtent l="0" t="0" r="28575" b="1905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94F529" w14:textId="77777777" w:rsidR="00C60CAB" w:rsidRDefault="00C60C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A84E0E" id="_x0000_t202" coordsize="21600,21600" o:spt="202" path="m,l,21600r21600,l21600,xe">
                <v:stroke joinstyle="miter"/>
                <v:path gradientshapeok="t" o:connecttype="rect"/>
              </v:shapetype>
              <v:shape id="Tekstvak 23" o:spid="_x0000_s1028" type="#_x0000_t202" style="position:absolute;margin-left:-186.2pt;margin-top:24.35pt;width:165.75pt;height:57pt;z-index:2516869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" fillcolor="white [3201]" strokeweight=".5pt">
                <v:textbox>
                  <w:txbxContent>
                    <w:p w14:paraId="5E94F529" w14:textId="77777777" w:rsidR="00C60CAB" w:rsidRDefault="00C60CAB"/>
                  </w:txbxContent>
                </v:textbox>
              </v:shape>
            </w:pict>
          </mc:Fallback>
        </mc:AlternateContent>
      </w:r>
    </w:p>
    <w:p w14:paraId="2692D382" w14:textId="4FB03117" w:rsidR="000657B6" w:rsidRPr="00582E14" w:rsidRDefault="00E50E81" w:rsidP="004821F6">
      <w:pPr>
        <w:pStyle w:val="Foto"/>
        <w:jc w:val="left"/>
        <w:rPr>
          <w:rFonts w:asciiTheme="majorHAnsi" w:hAnsiTheme="majorHAnsi" w:cstheme="majorHAnsi"/>
          <w:lang w:bidi="nl-NL"/>
        </w:rPr>
      </w:pPr>
      <w:sdt>
        <w:sdtPr>
          <w:rPr>
            <w:rFonts w:asciiTheme="majorHAnsi" w:hAnsiTheme="majorHAnsi" w:cstheme="majorHAnsi"/>
            <w:lang w:bidi="nl-NL"/>
          </w:rPr>
          <w:id w:val="-411778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7A4">
            <w:rPr>
              <w:rFonts w:ascii="MS Gothic" w:eastAsia="MS Gothic" w:hAnsi="MS Gothic" w:cstheme="majorHAnsi" w:hint="eastAsia"/>
              <w:lang w:bidi="nl-NL"/>
            </w:rPr>
            <w:t>☐</w:t>
          </w:r>
        </w:sdtContent>
      </w:sdt>
      <w:r w:rsidR="003367A4">
        <w:rPr>
          <w:rFonts w:asciiTheme="majorHAnsi" w:hAnsiTheme="majorHAnsi" w:cstheme="majorHAnsi"/>
          <w:lang w:bidi="nl-NL"/>
        </w:rPr>
        <w:t xml:space="preserve"> </w:t>
      </w:r>
      <w:proofErr w:type="spellStart"/>
      <w:r w:rsidR="003367A4">
        <w:rPr>
          <w:rFonts w:asciiTheme="majorHAnsi" w:hAnsiTheme="majorHAnsi" w:cstheme="majorHAnsi"/>
          <w:lang w:bidi="nl-NL"/>
        </w:rPr>
        <w:t>TechSkill</w:t>
      </w:r>
      <w:proofErr w:type="spellEnd"/>
      <w:r w:rsidR="003367A4">
        <w:rPr>
          <w:rFonts w:asciiTheme="majorHAnsi" w:hAnsiTheme="majorHAnsi" w:cstheme="majorHAnsi"/>
          <w:lang w:bidi="nl-NL"/>
        </w:rPr>
        <w:t xml:space="preserve">: </w:t>
      </w:r>
      <w:sdt>
        <w:sdtPr>
          <w:rPr>
            <w:rFonts w:asciiTheme="majorHAnsi" w:hAnsiTheme="majorHAnsi" w:cstheme="majorHAnsi"/>
            <w:sz w:val="28"/>
            <w:szCs w:val="28"/>
            <w:lang w:bidi="nl-NL"/>
          </w:rPr>
          <w:id w:val="-503520338"/>
          <w:placeholder>
            <w:docPart w:val="DefaultPlaceholder_-1854013438"/>
          </w:placeholder>
          <w:dropDownList>
            <w:listItem w:displayText="1. Met behulp van een computer (moeilijke) problemen oplossen" w:value="1. Met behulp van een computer (moeilijke) problemen oplossen"/>
            <w:listItem w:displayText="2. computers en netwerken begrijpen en bedienen" w:value="2. computers en netwerken begrijpen en bedienen"/>
            <w:listItem w:displayText="3. Informatie opzoeken, beoordelen en gebruiken" w:value="3. Informatie opzoeken, beoordelen en gebruiken"/>
            <w:listItem w:displayText="4. Mediawijsheid" w:value="4. Mediawijsheid"/>
          </w:dropDownList>
        </w:sdtPr>
        <w:sdtEndPr/>
        <w:sdtContent>
          <w:r w:rsidR="00DB4365" w:rsidRPr="00DB4365">
            <w:rPr>
              <w:rFonts w:asciiTheme="majorHAnsi" w:hAnsiTheme="majorHAnsi" w:cstheme="majorHAnsi"/>
              <w:sz w:val="28"/>
              <w:szCs w:val="28"/>
              <w:lang w:bidi="nl-NL"/>
            </w:rPr>
            <w:t>3. Informatie opzoeken, beoordelen en gebruiken</w:t>
          </w:r>
        </w:sdtContent>
      </w:sdt>
    </w:p>
    <w:p w14:paraId="5D398BA5" w14:textId="13E4B7F9" w:rsidR="00164CCA" w:rsidRDefault="00164CCA" w:rsidP="004821F6">
      <w:pPr>
        <w:pStyle w:val="Foto"/>
        <w:jc w:val="left"/>
        <w:rPr>
          <w:rFonts w:asciiTheme="majorHAnsi" w:hAnsiTheme="majorHAnsi" w:cstheme="majorHAnsi"/>
          <w:b/>
          <w:bCs/>
          <w:lang w:bidi="nl-NL"/>
        </w:rPr>
      </w:pPr>
    </w:p>
    <w:p w14:paraId="48727903" w14:textId="6A9952B6" w:rsidR="000924AE" w:rsidRDefault="000924AE" w:rsidP="004821F6">
      <w:pPr>
        <w:pStyle w:val="Foto"/>
        <w:jc w:val="left"/>
        <w:rPr>
          <w:rFonts w:asciiTheme="majorHAnsi" w:hAnsiTheme="majorHAnsi" w:cstheme="majorHAnsi"/>
          <w:b/>
          <w:bCs/>
          <w:lang w:bidi="nl-NL"/>
        </w:rPr>
      </w:pPr>
    </w:p>
    <w:p w14:paraId="2C0D2373" w14:textId="47C9DD0C" w:rsidR="008073F4" w:rsidRDefault="00AD4AC8" w:rsidP="00D832BD">
      <w:pPr>
        <w:ind w:left="-3828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2340" behindDoc="1" locked="0" layoutInCell="1" allowOverlap="1" wp14:anchorId="257BEB3C" wp14:editId="5F314F9E">
                <wp:simplePos x="0" y="0"/>
                <wp:positionH relativeFrom="margin">
                  <wp:posOffset>-2473857</wp:posOffset>
                </wp:positionH>
                <wp:positionV relativeFrom="paragraph">
                  <wp:posOffset>12419</wp:posOffset>
                </wp:positionV>
                <wp:extent cx="6251561" cy="1190847"/>
                <wp:effectExtent l="0" t="0" r="0" b="9525"/>
                <wp:wrapNone/>
                <wp:docPr id="45" name="Rechthoe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1561" cy="1190847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A226AF" id="Rechthoek 45" o:spid="_x0000_s1026" style="position:absolute;margin-left:-194.8pt;margin-top:1pt;width:492.25pt;height:93.75pt;z-index:-2516541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" fillcolor="#92d050" stroked="f" strokeweight="1pt">
                <w10:wrap anchorx="margin"/>
              </v:rect>
            </w:pict>
          </mc:Fallback>
        </mc:AlternateContent>
      </w:r>
      <w:r w:rsidR="004246D5">
        <w:rPr>
          <w:rFonts w:asciiTheme="majorHAnsi" w:hAnsiTheme="majorHAnsi" w:cstheme="majorHAnsi"/>
          <w:b/>
          <w:bCs/>
          <w:sz w:val="28"/>
          <w:szCs w:val="28"/>
        </w:rPr>
        <w:t>Voorbereid</w:t>
      </w:r>
      <w:r w:rsidR="00F71B46">
        <w:rPr>
          <w:rFonts w:asciiTheme="majorHAnsi" w:hAnsiTheme="majorHAnsi" w:cstheme="majorHAnsi"/>
          <w:b/>
          <w:bCs/>
          <w:sz w:val="28"/>
          <w:szCs w:val="28"/>
        </w:rPr>
        <w:t>en</w:t>
      </w:r>
      <w:r w:rsidR="005A5EB7">
        <w:rPr>
          <w:rFonts w:asciiTheme="majorHAnsi" w:hAnsiTheme="majorHAnsi" w:cstheme="majorHAnsi"/>
          <w:b/>
          <w:bCs/>
          <w:sz w:val="28"/>
          <w:szCs w:val="28"/>
        </w:rPr>
        <w:t xml:space="preserve"> en evalueren</w:t>
      </w:r>
      <w:r w:rsidR="00D832BD">
        <w:rPr>
          <w:rFonts w:asciiTheme="majorHAnsi" w:hAnsiTheme="majorHAnsi" w:cstheme="majorHAnsi"/>
          <w:b/>
          <w:bCs/>
          <w:sz w:val="28"/>
          <w:szCs w:val="28"/>
        </w:rPr>
        <w:br/>
      </w:r>
      <w:r w:rsidR="007140EB">
        <w:rPr>
          <w:rFonts w:asciiTheme="majorHAnsi" w:hAnsiTheme="majorHAnsi" w:cstheme="majorHAnsi"/>
        </w:rPr>
        <w:t xml:space="preserve">In de voorbereiding van iedere les </w:t>
      </w:r>
      <w:r w:rsidR="00A95D4B">
        <w:rPr>
          <w:rFonts w:asciiTheme="majorHAnsi" w:hAnsiTheme="majorHAnsi" w:cstheme="majorHAnsi"/>
        </w:rPr>
        <w:t>kruis je aan of je een vaardigheid al beheerst of dat je hier juist extra aandacht aan moet besteden</w:t>
      </w:r>
      <w:r w:rsidR="006245F5">
        <w:rPr>
          <w:rFonts w:asciiTheme="majorHAnsi" w:hAnsiTheme="majorHAnsi" w:cstheme="majorHAnsi"/>
        </w:rPr>
        <w:t xml:space="preserve"> tijdens de les. </w:t>
      </w:r>
      <w:r w:rsidR="00812F68">
        <w:rPr>
          <w:rFonts w:asciiTheme="majorHAnsi" w:hAnsiTheme="majorHAnsi" w:cstheme="majorHAnsi"/>
        </w:rPr>
        <w:t xml:space="preserve">Aan het einde van de les of bij het inleveren van de opdracht </w:t>
      </w:r>
      <w:r w:rsidR="00885A13">
        <w:rPr>
          <w:rFonts w:asciiTheme="majorHAnsi" w:hAnsiTheme="majorHAnsi" w:cstheme="majorHAnsi"/>
        </w:rPr>
        <w:t xml:space="preserve">kruis </w:t>
      </w:r>
      <w:r w:rsidR="002407F7">
        <w:rPr>
          <w:rFonts w:asciiTheme="majorHAnsi" w:hAnsiTheme="majorHAnsi" w:cstheme="majorHAnsi"/>
        </w:rPr>
        <w:t>je dit opnieuw aan en bekijk je of je beter bent geworden</w:t>
      </w:r>
      <w:r w:rsidR="006E7F1D">
        <w:rPr>
          <w:rFonts w:asciiTheme="majorHAnsi" w:hAnsiTheme="majorHAnsi" w:cstheme="majorHAnsi"/>
        </w:rPr>
        <w:t>.</w:t>
      </w:r>
      <w:r w:rsidR="008073F4">
        <w:rPr>
          <w:rFonts w:asciiTheme="majorHAnsi" w:hAnsiTheme="majorHAnsi" w:cstheme="majorHAnsi"/>
        </w:rPr>
        <w:br/>
      </w:r>
      <w:r w:rsidR="00645B1E" w:rsidRPr="00645B1E">
        <w:rPr>
          <w:rFonts w:asciiTheme="majorHAnsi" w:hAnsiTheme="majorHAnsi" w:cstheme="majorHAnsi"/>
          <w:i/>
          <w:iCs/>
        </w:rPr>
        <w:t xml:space="preserve">Tip: </w:t>
      </w:r>
      <w:r w:rsidR="008073F4" w:rsidRPr="00645B1E">
        <w:rPr>
          <w:rFonts w:asciiTheme="majorHAnsi" w:hAnsiTheme="majorHAnsi" w:cstheme="majorHAnsi"/>
          <w:i/>
          <w:iCs/>
        </w:rPr>
        <w:t>(A)</w:t>
      </w:r>
      <w:proofErr w:type="spellStart"/>
      <w:r w:rsidR="008073F4" w:rsidRPr="00645B1E">
        <w:rPr>
          <w:rFonts w:asciiTheme="majorHAnsi" w:hAnsiTheme="majorHAnsi" w:cstheme="majorHAnsi"/>
          <w:i/>
          <w:iCs/>
        </w:rPr>
        <w:t>ttentie</w:t>
      </w:r>
      <w:proofErr w:type="spellEnd"/>
      <w:r w:rsidR="008073F4" w:rsidRPr="00645B1E">
        <w:rPr>
          <w:rFonts w:asciiTheme="majorHAnsi" w:hAnsiTheme="majorHAnsi" w:cstheme="majorHAnsi"/>
          <w:i/>
          <w:iCs/>
        </w:rPr>
        <w:t>,</w:t>
      </w:r>
      <w:r w:rsidR="00645B1E" w:rsidRPr="00645B1E">
        <w:rPr>
          <w:rFonts w:asciiTheme="majorHAnsi" w:hAnsiTheme="majorHAnsi" w:cstheme="majorHAnsi"/>
          <w:i/>
          <w:iCs/>
        </w:rPr>
        <w:t xml:space="preserve"> Kan (B)eter, (C)</w:t>
      </w:r>
      <w:proofErr w:type="spellStart"/>
      <w:r w:rsidR="00645B1E" w:rsidRPr="00645B1E">
        <w:rPr>
          <w:rFonts w:asciiTheme="majorHAnsi" w:hAnsiTheme="majorHAnsi" w:cstheme="majorHAnsi"/>
          <w:i/>
          <w:iCs/>
        </w:rPr>
        <w:t>onstant</w:t>
      </w:r>
      <w:proofErr w:type="spellEnd"/>
      <w:r w:rsidR="00645B1E" w:rsidRPr="00645B1E">
        <w:rPr>
          <w:rFonts w:asciiTheme="majorHAnsi" w:hAnsiTheme="majorHAnsi" w:cstheme="majorHAnsi"/>
          <w:i/>
          <w:iCs/>
        </w:rPr>
        <w:t>, (D)ik in orde</w:t>
      </w:r>
      <w:r w:rsidR="008073F4">
        <w:rPr>
          <w:rFonts w:asciiTheme="majorHAnsi" w:hAnsiTheme="majorHAnsi" w:cstheme="majorHAnsi"/>
        </w:rPr>
        <w:t xml:space="preserve"> </w:t>
      </w:r>
    </w:p>
    <w:p w14:paraId="573EB4AB" w14:textId="604CE85C" w:rsidR="004453DC" w:rsidRDefault="004453DC" w:rsidP="00D832BD">
      <w:pPr>
        <w:ind w:left="-3828"/>
        <w:rPr>
          <w:rFonts w:asciiTheme="majorHAnsi" w:hAnsiTheme="majorHAnsi" w:cstheme="majorHAnsi"/>
        </w:rPr>
      </w:pPr>
    </w:p>
    <w:tbl>
      <w:tblPr>
        <w:tblStyle w:val="Tabelraster"/>
        <w:tblW w:w="0" w:type="auto"/>
        <w:tblInd w:w="-3828" w:type="dxa"/>
        <w:tblLook w:val="04A0" w:firstRow="1" w:lastRow="0" w:firstColumn="1" w:lastColumn="0" w:noHBand="0" w:noVBand="1"/>
      </w:tblPr>
      <w:tblGrid>
        <w:gridCol w:w="6091"/>
        <w:gridCol w:w="851"/>
        <w:gridCol w:w="992"/>
        <w:gridCol w:w="851"/>
        <w:gridCol w:w="992"/>
      </w:tblGrid>
      <w:tr w:rsidR="005C0C09" w:rsidRPr="005C0C09" w14:paraId="4E9321BC" w14:textId="77777777" w:rsidTr="005C0C09">
        <w:tc>
          <w:tcPr>
            <w:tcW w:w="9777" w:type="dxa"/>
            <w:gridSpan w:val="5"/>
            <w:shd w:val="clear" w:color="auto" w:fill="D9D9D9" w:themeFill="background1" w:themeFillShade="D9"/>
          </w:tcPr>
          <w:p w14:paraId="145651F7" w14:textId="068AEC58" w:rsidR="005C0C09" w:rsidRPr="009E7738" w:rsidRDefault="00E031E9" w:rsidP="00134A09">
            <w:pPr>
              <w:pStyle w:val="Lijstalinea"/>
              <w:numPr>
                <w:ilvl w:val="0"/>
                <w:numId w:val="5"/>
              </w:numPr>
              <w:rPr>
                <w:rFonts w:asciiTheme="majorHAnsi" w:hAnsiTheme="majorHAnsi" w:cstheme="majorHAnsi"/>
                <w:b/>
                <w:bCs/>
              </w:rPr>
            </w:pPr>
            <w:r w:rsidRPr="009E7738">
              <w:rPr>
                <w:rFonts w:asciiTheme="majorHAnsi" w:hAnsiTheme="majorHAnsi" w:cstheme="majorHAnsi"/>
                <w:b/>
                <w:bCs/>
              </w:rPr>
              <w:t>Je kent het onderwerp ‘</w:t>
            </w:r>
            <w:proofErr w:type="spellStart"/>
            <w:r w:rsidRPr="009E7738">
              <w:rPr>
                <w:rFonts w:asciiTheme="majorHAnsi" w:hAnsiTheme="majorHAnsi" w:cstheme="majorHAnsi"/>
                <w:b/>
                <w:bCs/>
              </w:rPr>
              <w:t>Brexit</w:t>
            </w:r>
            <w:proofErr w:type="spellEnd"/>
            <w:r w:rsidRPr="009E7738">
              <w:rPr>
                <w:rFonts w:asciiTheme="majorHAnsi" w:hAnsiTheme="majorHAnsi" w:cstheme="majorHAnsi"/>
                <w:b/>
                <w:bCs/>
              </w:rPr>
              <w:t>’ en kunt hiervan 2 aanleidingen opnoemen</w:t>
            </w:r>
            <w:r w:rsidR="009E7738">
              <w:rPr>
                <w:rFonts w:asciiTheme="majorHAnsi" w:hAnsiTheme="majorHAnsi" w:cstheme="majorHAnsi"/>
                <w:b/>
                <w:bCs/>
              </w:rPr>
              <w:t>.</w:t>
            </w:r>
            <w:r w:rsidR="009E7738">
              <w:rPr>
                <w:rFonts w:asciiTheme="majorHAnsi" w:hAnsiTheme="majorHAnsi" w:cstheme="majorHAnsi"/>
                <w:b/>
                <w:bCs/>
              </w:rPr>
              <w:br/>
              <w:t>V</w:t>
            </w:r>
            <w:r w:rsidR="00E25F62" w:rsidRPr="009E7738">
              <w:rPr>
                <w:rFonts w:asciiTheme="majorHAnsi" w:hAnsiTheme="majorHAnsi" w:cstheme="majorHAnsi"/>
                <w:b/>
                <w:bCs/>
              </w:rPr>
              <w:t xml:space="preserve">aardigheid: </w:t>
            </w:r>
            <w:r w:rsidR="00E25F62" w:rsidRPr="009E7738">
              <w:rPr>
                <w:rFonts w:asciiTheme="majorHAnsi" w:hAnsiTheme="majorHAnsi" w:cstheme="majorHAnsi"/>
                <w:i/>
                <w:iCs/>
              </w:rPr>
              <w:t xml:space="preserve">Mediawijsheid. </w:t>
            </w:r>
          </w:p>
        </w:tc>
      </w:tr>
      <w:tr w:rsidR="005C0C09" w14:paraId="6AFC9B63" w14:textId="77777777" w:rsidTr="005C0C09">
        <w:tc>
          <w:tcPr>
            <w:tcW w:w="6091" w:type="dxa"/>
          </w:tcPr>
          <w:p w14:paraId="081B3F67" w14:textId="14297B5B" w:rsidR="005C0C09" w:rsidRDefault="005C0C09" w:rsidP="004453DC">
            <w:pPr>
              <w:rPr>
                <w:rFonts w:asciiTheme="majorHAnsi" w:hAnsiTheme="majorHAnsi" w:cstheme="majorHAnsi"/>
              </w:rPr>
            </w:pPr>
            <w:r w:rsidRPr="000442B5">
              <w:rPr>
                <w:rFonts w:asciiTheme="majorHAnsi" w:hAnsiTheme="majorHAnsi" w:cstheme="majorHAnsi"/>
                <w:i/>
                <w:iCs/>
              </w:rPr>
              <w:t>Voor</w:t>
            </w:r>
            <w:r>
              <w:rPr>
                <w:rFonts w:asciiTheme="majorHAnsi" w:hAnsiTheme="majorHAnsi" w:cstheme="majorHAnsi"/>
              </w:rPr>
              <w:t xml:space="preserve"> het maken van de opdracht</w:t>
            </w:r>
          </w:p>
        </w:tc>
        <w:tc>
          <w:tcPr>
            <w:tcW w:w="851" w:type="dxa"/>
          </w:tcPr>
          <w:p w14:paraId="185C0C57" w14:textId="1D1D033B" w:rsidR="005C0C09" w:rsidRDefault="00E50E81" w:rsidP="004453DC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1395695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A</w:t>
            </w:r>
          </w:p>
        </w:tc>
        <w:tc>
          <w:tcPr>
            <w:tcW w:w="992" w:type="dxa"/>
          </w:tcPr>
          <w:p w14:paraId="1E5228BE" w14:textId="7D119E89" w:rsidR="005C0C09" w:rsidRDefault="00E50E81" w:rsidP="004453DC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1060320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B</w:t>
            </w:r>
          </w:p>
        </w:tc>
        <w:tc>
          <w:tcPr>
            <w:tcW w:w="851" w:type="dxa"/>
          </w:tcPr>
          <w:p w14:paraId="2F4A38F7" w14:textId="27FBDF23" w:rsidR="005C0C09" w:rsidRDefault="00E50E81" w:rsidP="004453DC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1220738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C</w:t>
            </w:r>
          </w:p>
        </w:tc>
        <w:tc>
          <w:tcPr>
            <w:tcW w:w="992" w:type="dxa"/>
          </w:tcPr>
          <w:p w14:paraId="50F1D145" w14:textId="04AC14D0" w:rsidR="005C0C09" w:rsidRDefault="00E50E81" w:rsidP="004453DC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1688131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D</w:t>
            </w:r>
          </w:p>
        </w:tc>
      </w:tr>
      <w:tr w:rsidR="005C0C09" w14:paraId="69658690" w14:textId="77777777" w:rsidTr="005C0C09">
        <w:tc>
          <w:tcPr>
            <w:tcW w:w="6091" w:type="dxa"/>
          </w:tcPr>
          <w:p w14:paraId="36867AD2" w14:textId="63A69101" w:rsidR="005C0C09" w:rsidRDefault="005C0C09" w:rsidP="00B351FC">
            <w:pPr>
              <w:rPr>
                <w:rFonts w:asciiTheme="majorHAnsi" w:hAnsiTheme="majorHAnsi" w:cstheme="majorHAnsi"/>
              </w:rPr>
            </w:pPr>
            <w:r w:rsidRPr="000442B5">
              <w:rPr>
                <w:rFonts w:asciiTheme="majorHAnsi" w:hAnsiTheme="majorHAnsi" w:cstheme="majorHAnsi"/>
                <w:i/>
                <w:iCs/>
                <w:lang w:bidi="nl-NL"/>
              </w:rPr>
              <w:t>Na</w:t>
            </w:r>
            <w:r>
              <w:rPr>
                <w:rFonts w:asciiTheme="majorHAnsi" w:hAnsiTheme="majorHAnsi" w:cstheme="majorHAnsi"/>
                <w:lang w:bidi="nl-NL"/>
              </w:rPr>
              <w:t xml:space="preserve"> het maken van de opdracht</w:t>
            </w:r>
          </w:p>
        </w:tc>
        <w:tc>
          <w:tcPr>
            <w:tcW w:w="851" w:type="dxa"/>
          </w:tcPr>
          <w:p w14:paraId="6022A361" w14:textId="070FE256" w:rsidR="005C0C09" w:rsidRPr="00475512" w:rsidRDefault="00E50E81" w:rsidP="00B351FC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443311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A</w:t>
            </w:r>
          </w:p>
        </w:tc>
        <w:tc>
          <w:tcPr>
            <w:tcW w:w="992" w:type="dxa"/>
          </w:tcPr>
          <w:p w14:paraId="2BE298F4" w14:textId="076AA1A9" w:rsidR="005C0C09" w:rsidRPr="00475512" w:rsidRDefault="00E50E81" w:rsidP="00B351FC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171488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B</w:t>
            </w:r>
          </w:p>
        </w:tc>
        <w:tc>
          <w:tcPr>
            <w:tcW w:w="851" w:type="dxa"/>
          </w:tcPr>
          <w:p w14:paraId="2F12A4E1" w14:textId="20C88E83" w:rsidR="005C0C09" w:rsidRPr="00475512" w:rsidRDefault="00E50E81" w:rsidP="00B351FC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948467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C</w:t>
            </w:r>
          </w:p>
        </w:tc>
        <w:tc>
          <w:tcPr>
            <w:tcW w:w="992" w:type="dxa"/>
          </w:tcPr>
          <w:p w14:paraId="794C1637" w14:textId="49100152" w:rsidR="005C0C09" w:rsidRPr="00475512" w:rsidRDefault="00E50E81" w:rsidP="00B351FC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219402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D</w:t>
            </w:r>
          </w:p>
        </w:tc>
      </w:tr>
      <w:tr w:rsidR="005C0C09" w14:paraId="1E73DEE7" w14:textId="77777777" w:rsidTr="005C0C09">
        <w:tc>
          <w:tcPr>
            <w:tcW w:w="6091" w:type="dxa"/>
          </w:tcPr>
          <w:p w14:paraId="4DD74C96" w14:textId="17637AAD" w:rsidR="005C0C09" w:rsidRPr="00475512" w:rsidRDefault="005C0C09" w:rsidP="000442B5">
            <w:pPr>
              <w:rPr>
                <w:rFonts w:asciiTheme="majorHAnsi" w:hAnsiTheme="majorHAnsi" w:cstheme="majorHAnsi"/>
                <w:lang w:bidi="nl-NL"/>
              </w:rPr>
            </w:pPr>
            <w:r>
              <w:rPr>
                <w:rFonts w:asciiTheme="majorHAnsi" w:hAnsiTheme="majorHAnsi" w:cstheme="majorHAnsi"/>
                <w:lang w:bidi="nl-NL"/>
              </w:rPr>
              <w:t>Mijn klasgenoot, docent, ouders vinden</w:t>
            </w:r>
          </w:p>
        </w:tc>
        <w:tc>
          <w:tcPr>
            <w:tcW w:w="851" w:type="dxa"/>
          </w:tcPr>
          <w:p w14:paraId="57A1F666" w14:textId="3C2C0080" w:rsidR="005C0C09" w:rsidRPr="00475512" w:rsidRDefault="00E50E81" w:rsidP="000442B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219016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A</w:t>
            </w:r>
          </w:p>
        </w:tc>
        <w:tc>
          <w:tcPr>
            <w:tcW w:w="992" w:type="dxa"/>
          </w:tcPr>
          <w:p w14:paraId="7B769412" w14:textId="7F1BF561" w:rsidR="005C0C09" w:rsidRPr="00475512" w:rsidRDefault="00E50E81" w:rsidP="000442B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1766145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B</w:t>
            </w:r>
          </w:p>
        </w:tc>
        <w:tc>
          <w:tcPr>
            <w:tcW w:w="851" w:type="dxa"/>
          </w:tcPr>
          <w:p w14:paraId="0F1B81C2" w14:textId="6EA183FF" w:rsidR="005C0C09" w:rsidRPr="00475512" w:rsidRDefault="00E50E81" w:rsidP="000442B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98852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C</w:t>
            </w:r>
          </w:p>
        </w:tc>
        <w:tc>
          <w:tcPr>
            <w:tcW w:w="992" w:type="dxa"/>
          </w:tcPr>
          <w:p w14:paraId="2D4DB5D6" w14:textId="4551ADEB" w:rsidR="005C0C09" w:rsidRPr="00475512" w:rsidRDefault="00E50E81" w:rsidP="000442B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117219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D</w:t>
            </w:r>
          </w:p>
        </w:tc>
      </w:tr>
      <w:tr w:rsidR="00164CCA" w14:paraId="49C85AC6" w14:textId="77777777" w:rsidTr="00164CCA">
        <w:tc>
          <w:tcPr>
            <w:tcW w:w="9777" w:type="dxa"/>
            <w:gridSpan w:val="5"/>
          </w:tcPr>
          <w:p w14:paraId="0CC17E99" w14:textId="5BE43DEB" w:rsidR="00164CCA" w:rsidRPr="00C815A1" w:rsidRDefault="00164CCA" w:rsidP="008259E8">
            <w:pPr>
              <w:rPr>
                <w:rFonts w:asciiTheme="majorHAnsi" w:hAnsiTheme="majorHAnsi" w:cstheme="majorHAnsi"/>
                <w:i/>
                <w:iCs/>
              </w:rPr>
            </w:pPr>
            <w:r w:rsidRPr="00C815A1">
              <w:rPr>
                <w:rFonts w:asciiTheme="majorHAnsi" w:hAnsiTheme="majorHAnsi" w:cstheme="majorHAnsi"/>
                <w:i/>
                <w:iCs/>
              </w:rPr>
              <w:t xml:space="preserve">Ik kan dit bewijzen door en ga het volgende in </w:t>
            </w:r>
            <w:hyperlink r:id="rId21" w:history="1">
              <w:r w:rsidRPr="00C815A1">
                <w:rPr>
                  <w:rStyle w:val="Hyperlink"/>
                  <w:rFonts w:asciiTheme="majorHAnsi" w:hAnsiTheme="majorHAnsi" w:cstheme="majorHAnsi"/>
                  <w:i/>
                  <w:iCs/>
                </w:rPr>
                <w:t>Qompas</w:t>
              </w:r>
            </w:hyperlink>
            <w:r w:rsidRPr="00C815A1">
              <w:rPr>
                <w:rFonts w:asciiTheme="majorHAnsi" w:hAnsiTheme="majorHAnsi" w:cstheme="majorHAnsi"/>
                <w:i/>
                <w:iCs/>
              </w:rPr>
              <w:t xml:space="preserve"> invoeren:</w:t>
            </w:r>
            <w:r w:rsidRPr="00C815A1">
              <w:rPr>
                <w:i/>
                <w:iCs/>
                <w:noProof/>
              </w:rPr>
              <w:drawing>
                <wp:anchor distT="0" distB="0" distL="114300" distR="114300" simplePos="0" relativeHeight="251677700" behindDoc="0" locked="0" layoutInCell="1" allowOverlap="1" wp14:anchorId="674F737D" wp14:editId="78C4336D">
                  <wp:simplePos x="0" y="0"/>
                  <wp:positionH relativeFrom="column">
                    <wp:posOffset>5535930</wp:posOffset>
                  </wp:positionH>
                  <wp:positionV relativeFrom="paragraph">
                    <wp:posOffset>48895</wp:posOffset>
                  </wp:positionV>
                  <wp:extent cx="523875" cy="201295"/>
                  <wp:effectExtent l="0" t="0" r="9525" b="8255"/>
                  <wp:wrapNone/>
                  <wp:docPr id="19" name="Afbeelding 19" descr="Hoe is Qompas ontstaan? Boris en Alexis Eustatia ontwikkelden bijna 25 jaar  geleden hun eerste product dat later uitmondde in Qompas.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Afbeelding 19" descr="Hoe is Qompas ontstaan? Boris en Alexis Eustatia ontwikkelden bijna 25 jaar  geleden hun eerste product dat later uitmondde in Qompas.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ADB515" w14:textId="4DA5ACF9" w:rsidR="00164CCA" w:rsidRDefault="00164CCA" w:rsidP="008259E8">
            <w:pPr>
              <w:rPr>
                <w:rFonts w:asciiTheme="majorHAnsi" w:hAnsiTheme="majorHAnsi" w:cstheme="majorHAnsi"/>
              </w:rPr>
            </w:pPr>
          </w:p>
          <w:p w14:paraId="54220497" w14:textId="77777777" w:rsidR="00164CCA" w:rsidRDefault="00164CCA" w:rsidP="008259E8">
            <w:pPr>
              <w:rPr>
                <w:rFonts w:asciiTheme="majorHAnsi" w:hAnsiTheme="majorHAnsi" w:cstheme="majorHAnsi"/>
              </w:rPr>
            </w:pPr>
          </w:p>
          <w:p w14:paraId="721C7BDA" w14:textId="58D3E5C1" w:rsidR="00DD008B" w:rsidRDefault="00DD008B" w:rsidP="008259E8">
            <w:pPr>
              <w:rPr>
                <w:rFonts w:asciiTheme="majorHAnsi" w:hAnsiTheme="majorHAnsi" w:cstheme="majorHAnsi"/>
              </w:rPr>
            </w:pPr>
          </w:p>
        </w:tc>
      </w:tr>
      <w:tr w:rsidR="005C0C09" w:rsidRPr="005C0C09" w14:paraId="61023D4B" w14:textId="77777777" w:rsidTr="00266B45">
        <w:tc>
          <w:tcPr>
            <w:tcW w:w="9777" w:type="dxa"/>
            <w:gridSpan w:val="5"/>
            <w:shd w:val="clear" w:color="auto" w:fill="D9D9D9" w:themeFill="background1" w:themeFillShade="D9"/>
          </w:tcPr>
          <w:p w14:paraId="31A34E5E" w14:textId="222B7B76" w:rsidR="005C0C09" w:rsidRPr="009E7738" w:rsidRDefault="00E031E9" w:rsidP="00134A09">
            <w:pPr>
              <w:pStyle w:val="Lijstalinea"/>
              <w:numPr>
                <w:ilvl w:val="0"/>
                <w:numId w:val="5"/>
              </w:numPr>
              <w:rPr>
                <w:rFonts w:asciiTheme="majorHAnsi" w:hAnsiTheme="majorHAnsi" w:cstheme="majorHAnsi"/>
                <w:b/>
                <w:bCs/>
              </w:rPr>
            </w:pPr>
            <w:r w:rsidRPr="009E7738">
              <w:rPr>
                <w:rFonts w:asciiTheme="majorHAnsi" w:hAnsiTheme="majorHAnsi" w:cstheme="majorHAnsi"/>
                <w:b/>
                <w:bCs/>
              </w:rPr>
              <w:t>Je kent de vier grootste gevolgen van ‘</w:t>
            </w:r>
            <w:proofErr w:type="spellStart"/>
            <w:r w:rsidRPr="009E7738">
              <w:rPr>
                <w:rFonts w:asciiTheme="majorHAnsi" w:hAnsiTheme="majorHAnsi" w:cstheme="majorHAnsi"/>
                <w:b/>
                <w:bCs/>
              </w:rPr>
              <w:t>Brexit</w:t>
            </w:r>
            <w:proofErr w:type="spellEnd"/>
            <w:r w:rsidRPr="009E7738">
              <w:rPr>
                <w:rFonts w:asciiTheme="majorHAnsi" w:hAnsiTheme="majorHAnsi" w:cstheme="majorHAnsi"/>
                <w:b/>
                <w:bCs/>
              </w:rPr>
              <w:t>’ voor het Verenigd Koninkrijk en kunt voor drie van deze gevolgen in eigen woorden uitleggen wat dit voor het land economisch heeft opgeleverd</w:t>
            </w:r>
            <w:r w:rsidR="009E7738">
              <w:rPr>
                <w:rFonts w:asciiTheme="majorHAnsi" w:hAnsiTheme="majorHAnsi" w:cstheme="majorHAnsi"/>
                <w:b/>
                <w:bCs/>
              </w:rPr>
              <w:t xml:space="preserve">. </w:t>
            </w:r>
            <w:r w:rsidR="009E7738">
              <w:rPr>
                <w:rFonts w:asciiTheme="majorHAnsi" w:hAnsiTheme="majorHAnsi" w:cstheme="majorHAnsi"/>
                <w:b/>
                <w:bCs/>
              </w:rPr>
              <w:br/>
              <w:t>V</w:t>
            </w:r>
            <w:r w:rsidR="00E25F62" w:rsidRPr="009E7738">
              <w:rPr>
                <w:rFonts w:asciiTheme="majorHAnsi" w:hAnsiTheme="majorHAnsi" w:cstheme="majorHAnsi"/>
                <w:b/>
                <w:bCs/>
              </w:rPr>
              <w:t xml:space="preserve">aardigheid: </w:t>
            </w:r>
            <w:r w:rsidR="00E25F62" w:rsidRPr="009E7738">
              <w:rPr>
                <w:rFonts w:asciiTheme="majorHAnsi" w:hAnsiTheme="majorHAnsi" w:cstheme="majorHAnsi"/>
                <w:i/>
                <w:iCs/>
              </w:rPr>
              <w:t xml:space="preserve">Schriftelijke presentatie. </w:t>
            </w:r>
          </w:p>
        </w:tc>
      </w:tr>
      <w:tr w:rsidR="005C0C09" w14:paraId="30F35C09" w14:textId="77777777" w:rsidTr="00266B45">
        <w:tc>
          <w:tcPr>
            <w:tcW w:w="6091" w:type="dxa"/>
          </w:tcPr>
          <w:p w14:paraId="2DF65B96" w14:textId="77777777" w:rsidR="005C0C09" w:rsidRDefault="005C0C09" w:rsidP="00266B45">
            <w:pPr>
              <w:rPr>
                <w:rFonts w:asciiTheme="majorHAnsi" w:hAnsiTheme="majorHAnsi" w:cstheme="majorHAnsi"/>
              </w:rPr>
            </w:pPr>
            <w:r w:rsidRPr="000442B5">
              <w:rPr>
                <w:rFonts w:asciiTheme="majorHAnsi" w:hAnsiTheme="majorHAnsi" w:cstheme="majorHAnsi"/>
                <w:i/>
                <w:iCs/>
              </w:rPr>
              <w:t>Voor</w:t>
            </w:r>
            <w:r>
              <w:rPr>
                <w:rFonts w:asciiTheme="majorHAnsi" w:hAnsiTheme="majorHAnsi" w:cstheme="majorHAnsi"/>
              </w:rPr>
              <w:t xml:space="preserve"> het maken van de opdracht</w:t>
            </w:r>
          </w:p>
        </w:tc>
        <w:tc>
          <w:tcPr>
            <w:tcW w:w="851" w:type="dxa"/>
          </w:tcPr>
          <w:p w14:paraId="5F244E33" w14:textId="77777777" w:rsidR="005C0C09" w:rsidRDefault="00E50E81" w:rsidP="00266B45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1219858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A</w:t>
            </w:r>
          </w:p>
        </w:tc>
        <w:tc>
          <w:tcPr>
            <w:tcW w:w="992" w:type="dxa"/>
          </w:tcPr>
          <w:p w14:paraId="0ED8EA06" w14:textId="77777777" w:rsidR="005C0C09" w:rsidRDefault="00E50E81" w:rsidP="00266B45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1791560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B</w:t>
            </w:r>
          </w:p>
        </w:tc>
        <w:tc>
          <w:tcPr>
            <w:tcW w:w="851" w:type="dxa"/>
          </w:tcPr>
          <w:p w14:paraId="3296A672" w14:textId="77777777" w:rsidR="005C0C09" w:rsidRDefault="00E50E81" w:rsidP="00266B45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761529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C</w:t>
            </w:r>
          </w:p>
        </w:tc>
        <w:tc>
          <w:tcPr>
            <w:tcW w:w="992" w:type="dxa"/>
          </w:tcPr>
          <w:p w14:paraId="587C3B14" w14:textId="77777777" w:rsidR="005C0C09" w:rsidRDefault="00E50E81" w:rsidP="00266B45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182287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D</w:t>
            </w:r>
          </w:p>
        </w:tc>
      </w:tr>
      <w:tr w:rsidR="005C0C09" w14:paraId="3A32A87A" w14:textId="77777777" w:rsidTr="00266B45">
        <w:tc>
          <w:tcPr>
            <w:tcW w:w="6091" w:type="dxa"/>
          </w:tcPr>
          <w:p w14:paraId="031EA315" w14:textId="77777777" w:rsidR="005C0C09" w:rsidRDefault="005C0C09" w:rsidP="00266B45">
            <w:pPr>
              <w:rPr>
                <w:rFonts w:asciiTheme="majorHAnsi" w:hAnsiTheme="majorHAnsi" w:cstheme="majorHAnsi"/>
              </w:rPr>
            </w:pPr>
            <w:r w:rsidRPr="000442B5">
              <w:rPr>
                <w:rFonts w:asciiTheme="majorHAnsi" w:hAnsiTheme="majorHAnsi" w:cstheme="majorHAnsi"/>
                <w:i/>
                <w:iCs/>
                <w:lang w:bidi="nl-NL"/>
              </w:rPr>
              <w:t>Na</w:t>
            </w:r>
            <w:r>
              <w:rPr>
                <w:rFonts w:asciiTheme="majorHAnsi" w:hAnsiTheme="majorHAnsi" w:cstheme="majorHAnsi"/>
                <w:lang w:bidi="nl-NL"/>
              </w:rPr>
              <w:t xml:space="preserve"> het maken van de opdracht</w:t>
            </w:r>
          </w:p>
        </w:tc>
        <w:tc>
          <w:tcPr>
            <w:tcW w:w="851" w:type="dxa"/>
          </w:tcPr>
          <w:p w14:paraId="49631FFD" w14:textId="77777777" w:rsidR="005C0C09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19712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A</w:t>
            </w:r>
          </w:p>
        </w:tc>
        <w:tc>
          <w:tcPr>
            <w:tcW w:w="992" w:type="dxa"/>
          </w:tcPr>
          <w:p w14:paraId="7ACF1210" w14:textId="77777777" w:rsidR="005C0C09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120455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B</w:t>
            </w:r>
          </w:p>
        </w:tc>
        <w:tc>
          <w:tcPr>
            <w:tcW w:w="851" w:type="dxa"/>
          </w:tcPr>
          <w:p w14:paraId="74F4E8E5" w14:textId="77777777" w:rsidR="005C0C09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593057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C</w:t>
            </w:r>
          </w:p>
        </w:tc>
        <w:tc>
          <w:tcPr>
            <w:tcW w:w="992" w:type="dxa"/>
          </w:tcPr>
          <w:p w14:paraId="72978768" w14:textId="77777777" w:rsidR="005C0C09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1791781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D</w:t>
            </w:r>
          </w:p>
        </w:tc>
      </w:tr>
      <w:tr w:rsidR="005C0C09" w14:paraId="4CFED335" w14:textId="77777777" w:rsidTr="00266B45">
        <w:tc>
          <w:tcPr>
            <w:tcW w:w="6091" w:type="dxa"/>
          </w:tcPr>
          <w:p w14:paraId="4476285C" w14:textId="77777777" w:rsidR="005C0C09" w:rsidRPr="00475512" w:rsidRDefault="005C0C09" w:rsidP="00266B45">
            <w:pPr>
              <w:rPr>
                <w:rFonts w:asciiTheme="majorHAnsi" w:hAnsiTheme="majorHAnsi" w:cstheme="majorHAnsi"/>
                <w:lang w:bidi="nl-NL"/>
              </w:rPr>
            </w:pPr>
            <w:r>
              <w:rPr>
                <w:rFonts w:asciiTheme="majorHAnsi" w:hAnsiTheme="majorHAnsi" w:cstheme="majorHAnsi"/>
                <w:lang w:bidi="nl-NL"/>
              </w:rPr>
              <w:t>Mijn klasgenoot, docent, ouders vinden</w:t>
            </w:r>
          </w:p>
        </w:tc>
        <w:tc>
          <w:tcPr>
            <w:tcW w:w="851" w:type="dxa"/>
          </w:tcPr>
          <w:p w14:paraId="03F73BAD" w14:textId="77777777" w:rsidR="005C0C09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1632621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A</w:t>
            </w:r>
          </w:p>
        </w:tc>
        <w:tc>
          <w:tcPr>
            <w:tcW w:w="992" w:type="dxa"/>
          </w:tcPr>
          <w:p w14:paraId="3EB8FEB1" w14:textId="77777777" w:rsidR="005C0C09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1241065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B</w:t>
            </w:r>
          </w:p>
        </w:tc>
        <w:tc>
          <w:tcPr>
            <w:tcW w:w="851" w:type="dxa"/>
          </w:tcPr>
          <w:p w14:paraId="5A0F9189" w14:textId="77777777" w:rsidR="005C0C09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1714161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C</w:t>
            </w:r>
          </w:p>
        </w:tc>
        <w:tc>
          <w:tcPr>
            <w:tcW w:w="992" w:type="dxa"/>
          </w:tcPr>
          <w:p w14:paraId="224F0851" w14:textId="77777777" w:rsidR="005C0C09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1200124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D</w:t>
            </w:r>
          </w:p>
        </w:tc>
      </w:tr>
      <w:tr w:rsidR="005C0C09" w14:paraId="38C9C6BD" w14:textId="77777777" w:rsidTr="00266B45">
        <w:tc>
          <w:tcPr>
            <w:tcW w:w="9777" w:type="dxa"/>
            <w:gridSpan w:val="5"/>
          </w:tcPr>
          <w:p w14:paraId="66F9728A" w14:textId="79BC4C79" w:rsidR="005C0C09" w:rsidRPr="00F35949" w:rsidRDefault="005C0C09" w:rsidP="00266B45">
            <w:pPr>
              <w:rPr>
                <w:rFonts w:asciiTheme="majorHAnsi" w:hAnsiTheme="majorHAnsi" w:cstheme="majorHAnsi"/>
                <w:i/>
                <w:iCs/>
              </w:rPr>
            </w:pPr>
            <w:r w:rsidRPr="00F35949">
              <w:rPr>
                <w:rFonts w:asciiTheme="majorHAnsi" w:hAnsiTheme="majorHAnsi" w:cstheme="majorHAnsi"/>
                <w:i/>
                <w:iCs/>
              </w:rPr>
              <w:t>Ik kan dit bewijzen door</w:t>
            </w:r>
            <w:r w:rsidR="00D947CF">
              <w:rPr>
                <w:rFonts w:asciiTheme="majorHAnsi" w:hAnsiTheme="majorHAnsi" w:cstheme="majorHAnsi"/>
                <w:i/>
                <w:iCs/>
              </w:rPr>
              <w:t>,</w:t>
            </w:r>
            <w:r w:rsidRPr="00F35949">
              <w:rPr>
                <w:rFonts w:asciiTheme="majorHAnsi" w:hAnsiTheme="majorHAnsi" w:cstheme="majorHAnsi"/>
                <w:i/>
                <w:iCs/>
              </w:rPr>
              <w:t xml:space="preserve"> en ga het volgende in </w:t>
            </w:r>
            <w:hyperlink r:id="rId23" w:history="1">
              <w:proofErr w:type="spellStart"/>
              <w:r w:rsidRPr="00F35949">
                <w:rPr>
                  <w:rStyle w:val="Hyperlink"/>
                  <w:rFonts w:asciiTheme="majorHAnsi" w:hAnsiTheme="majorHAnsi" w:cstheme="majorHAnsi"/>
                  <w:i/>
                  <w:iCs/>
                </w:rPr>
                <w:t>Qompas</w:t>
              </w:r>
              <w:proofErr w:type="spellEnd"/>
            </w:hyperlink>
            <w:r w:rsidRPr="00F35949">
              <w:rPr>
                <w:rFonts w:asciiTheme="majorHAnsi" w:hAnsiTheme="majorHAnsi" w:cstheme="majorHAnsi"/>
                <w:i/>
                <w:iCs/>
              </w:rPr>
              <w:t xml:space="preserve"> invoeren:</w:t>
            </w:r>
            <w:r w:rsidRPr="00F35949">
              <w:rPr>
                <w:i/>
                <w:iCs/>
                <w:noProof/>
              </w:rPr>
              <w:drawing>
                <wp:anchor distT="0" distB="0" distL="114300" distR="114300" simplePos="0" relativeHeight="251683844" behindDoc="0" locked="0" layoutInCell="1" allowOverlap="1" wp14:anchorId="2FDA0D63" wp14:editId="2D764C87">
                  <wp:simplePos x="0" y="0"/>
                  <wp:positionH relativeFrom="column">
                    <wp:posOffset>5535930</wp:posOffset>
                  </wp:positionH>
                  <wp:positionV relativeFrom="paragraph">
                    <wp:posOffset>48895</wp:posOffset>
                  </wp:positionV>
                  <wp:extent cx="523875" cy="201295"/>
                  <wp:effectExtent l="0" t="0" r="9525" b="8255"/>
                  <wp:wrapNone/>
                  <wp:docPr id="13" name="Afbeelding 13" descr="Hoe is Qompas ontstaan? Boris en Alexis Eustatia ontwikkelden bijna 25 jaar  geleden hun eerste product dat later uitmondde in Qompas.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fbeelding 13" descr="Hoe is Qompas ontstaan? Boris en Alexis Eustatia ontwikkelden bijna 25 jaar  geleden hun eerste product dat later uitmondde in Qompas.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795511" w14:textId="77777777" w:rsidR="005C0C09" w:rsidRDefault="005C0C09" w:rsidP="00266B45">
            <w:pPr>
              <w:rPr>
                <w:rFonts w:asciiTheme="majorHAnsi" w:hAnsiTheme="majorHAnsi" w:cstheme="majorHAnsi"/>
              </w:rPr>
            </w:pPr>
          </w:p>
          <w:p w14:paraId="77C11748" w14:textId="77777777" w:rsidR="005C0C09" w:rsidRDefault="005C0C09" w:rsidP="00266B45">
            <w:pPr>
              <w:rPr>
                <w:rFonts w:asciiTheme="majorHAnsi" w:hAnsiTheme="majorHAnsi" w:cstheme="majorHAnsi"/>
              </w:rPr>
            </w:pPr>
          </w:p>
          <w:p w14:paraId="45A72881" w14:textId="77777777" w:rsidR="005C0C09" w:rsidRDefault="005C0C09" w:rsidP="00266B45">
            <w:pPr>
              <w:rPr>
                <w:rFonts w:asciiTheme="majorHAnsi" w:hAnsiTheme="majorHAnsi" w:cstheme="majorHAnsi"/>
              </w:rPr>
            </w:pPr>
          </w:p>
        </w:tc>
      </w:tr>
      <w:tr w:rsidR="005C0C09" w:rsidRPr="005C0C09" w14:paraId="3421A63F" w14:textId="77777777" w:rsidTr="00266B45">
        <w:tc>
          <w:tcPr>
            <w:tcW w:w="9777" w:type="dxa"/>
            <w:gridSpan w:val="5"/>
            <w:shd w:val="clear" w:color="auto" w:fill="D9D9D9" w:themeFill="background1" w:themeFillShade="D9"/>
          </w:tcPr>
          <w:p w14:paraId="154FDEC3" w14:textId="541C1561" w:rsidR="005C0C09" w:rsidRPr="009E7738" w:rsidRDefault="005969E1" w:rsidP="00134A09">
            <w:pPr>
              <w:pStyle w:val="Lijstalinea"/>
              <w:numPr>
                <w:ilvl w:val="0"/>
                <w:numId w:val="5"/>
              </w:numPr>
              <w:rPr>
                <w:rFonts w:asciiTheme="majorHAnsi" w:hAnsiTheme="majorHAnsi" w:cstheme="majorHAnsi"/>
                <w:b/>
                <w:bCs/>
              </w:rPr>
            </w:pPr>
            <w:r w:rsidRPr="009E7738">
              <w:rPr>
                <w:rFonts w:asciiTheme="majorHAnsi" w:hAnsiTheme="majorHAnsi" w:cstheme="majorHAnsi"/>
                <w:b/>
                <w:bCs/>
              </w:rPr>
              <w:t>Je kent het onderwerp ‘</w:t>
            </w:r>
            <w:proofErr w:type="spellStart"/>
            <w:r w:rsidRPr="009E7738">
              <w:rPr>
                <w:rFonts w:asciiTheme="majorHAnsi" w:hAnsiTheme="majorHAnsi" w:cstheme="majorHAnsi"/>
                <w:b/>
                <w:bCs/>
              </w:rPr>
              <w:t>Nexit</w:t>
            </w:r>
            <w:proofErr w:type="spellEnd"/>
            <w:r w:rsidRPr="009E7738">
              <w:rPr>
                <w:rFonts w:asciiTheme="majorHAnsi" w:hAnsiTheme="majorHAnsi" w:cstheme="majorHAnsi"/>
                <w:b/>
                <w:bCs/>
              </w:rPr>
              <w:t>’ en kunt in eigen woorden aangeven of je dit idee steunt</w:t>
            </w:r>
            <w:r w:rsidR="009E7738">
              <w:rPr>
                <w:rFonts w:asciiTheme="majorHAnsi" w:hAnsiTheme="majorHAnsi" w:cstheme="majorHAnsi"/>
                <w:b/>
                <w:bCs/>
              </w:rPr>
              <w:t>.</w:t>
            </w:r>
            <w:r w:rsidR="00E25F62" w:rsidRPr="009E773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9E7738">
              <w:rPr>
                <w:rFonts w:asciiTheme="majorHAnsi" w:hAnsiTheme="majorHAnsi" w:cstheme="majorHAnsi"/>
                <w:b/>
                <w:bCs/>
              </w:rPr>
              <w:t>V</w:t>
            </w:r>
            <w:r w:rsidR="00E25F62" w:rsidRPr="009E7738">
              <w:rPr>
                <w:rFonts w:asciiTheme="majorHAnsi" w:hAnsiTheme="majorHAnsi" w:cstheme="majorHAnsi"/>
                <w:b/>
                <w:bCs/>
              </w:rPr>
              <w:t xml:space="preserve">aardigheid: </w:t>
            </w:r>
            <w:r w:rsidR="00E25F62" w:rsidRPr="009E7738">
              <w:rPr>
                <w:rFonts w:asciiTheme="majorHAnsi" w:hAnsiTheme="majorHAnsi" w:cstheme="majorHAnsi"/>
                <w:i/>
                <w:iCs/>
              </w:rPr>
              <w:t xml:space="preserve">Samenwerken en overleggen. </w:t>
            </w:r>
          </w:p>
        </w:tc>
      </w:tr>
      <w:tr w:rsidR="005C0C09" w14:paraId="7DA0CB3D" w14:textId="77777777" w:rsidTr="00266B45">
        <w:tc>
          <w:tcPr>
            <w:tcW w:w="6091" w:type="dxa"/>
          </w:tcPr>
          <w:p w14:paraId="09F39CB3" w14:textId="77777777" w:rsidR="005C0C09" w:rsidRDefault="005C0C09" w:rsidP="00266B45">
            <w:pPr>
              <w:rPr>
                <w:rFonts w:asciiTheme="majorHAnsi" w:hAnsiTheme="majorHAnsi" w:cstheme="majorHAnsi"/>
              </w:rPr>
            </w:pPr>
            <w:r w:rsidRPr="000442B5">
              <w:rPr>
                <w:rFonts w:asciiTheme="majorHAnsi" w:hAnsiTheme="majorHAnsi" w:cstheme="majorHAnsi"/>
                <w:i/>
                <w:iCs/>
              </w:rPr>
              <w:t>Voor</w:t>
            </w:r>
            <w:r>
              <w:rPr>
                <w:rFonts w:asciiTheme="majorHAnsi" w:hAnsiTheme="majorHAnsi" w:cstheme="majorHAnsi"/>
              </w:rPr>
              <w:t xml:space="preserve"> het maken van de opdracht</w:t>
            </w:r>
          </w:p>
        </w:tc>
        <w:tc>
          <w:tcPr>
            <w:tcW w:w="851" w:type="dxa"/>
          </w:tcPr>
          <w:p w14:paraId="61CF4263" w14:textId="77777777" w:rsidR="005C0C09" w:rsidRDefault="00E50E81" w:rsidP="00266B45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517236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A</w:t>
            </w:r>
          </w:p>
        </w:tc>
        <w:tc>
          <w:tcPr>
            <w:tcW w:w="992" w:type="dxa"/>
          </w:tcPr>
          <w:p w14:paraId="6732B51E" w14:textId="77777777" w:rsidR="005C0C09" w:rsidRDefault="00E50E81" w:rsidP="00266B45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1668172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B</w:t>
            </w:r>
          </w:p>
        </w:tc>
        <w:tc>
          <w:tcPr>
            <w:tcW w:w="851" w:type="dxa"/>
          </w:tcPr>
          <w:p w14:paraId="1F5B21FB" w14:textId="77777777" w:rsidR="005C0C09" w:rsidRDefault="00E50E81" w:rsidP="00266B45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701472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C</w:t>
            </w:r>
          </w:p>
        </w:tc>
        <w:tc>
          <w:tcPr>
            <w:tcW w:w="992" w:type="dxa"/>
          </w:tcPr>
          <w:p w14:paraId="06336B1C" w14:textId="77777777" w:rsidR="005C0C09" w:rsidRDefault="00E50E81" w:rsidP="00266B45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864669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D</w:t>
            </w:r>
          </w:p>
        </w:tc>
      </w:tr>
      <w:tr w:rsidR="005C0C09" w14:paraId="5EEED8C9" w14:textId="77777777" w:rsidTr="00266B45">
        <w:tc>
          <w:tcPr>
            <w:tcW w:w="6091" w:type="dxa"/>
          </w:tcPr>
          <w:p w14:paraId="1CA1DA99" w14:textId="77777777" w:rsidR="005C0C09" w:rsidRDefault="005C0C09" w:rsidP="00266B45">
            <w:pPr>
              <w:rPr>
                <w:rFonts w:asciiTheme="majorHAnsi" w:hAnsiTheme="majorHAnsi" w:cstheme="majorHAnsi"/>
              </w:rPr>
            </w:pPr>
            <w:r w:rsidRPr="000442B5">
              <w:rPr>
                <w:rFonts w:asciiTheme="majorHAnsi" w:hAnsiTheme="majorHAnsi" w:cstheme="majorHAnsi"/>
                <w:i/>
                <w:iCs/>
                <w:lang w:bidi="nl-NL"/>
              </w:rPr>
              <w:t>Na</w:t>
            </w:r>
            <w:r>
              <w:rPr>
                <w:rFonts w:asciiTheme="majorHAnsi" w:hAnsiTheme="majorHAnsi" w:cstheme="majorHAnsi"/>
                <w:lang w:bidi="nl-NL"/>
              </w:rPr>
              <w:t xml:space="preserve"> het maken van de opdracht</w:t>
            </w:r>
          </w:p>
        </w:tc>
        <w:tc>
          <w:tcPr>
            <w:tcW w:w="851" w:type="dxa"/>
          </w:tcPr>
          <w:p w14:paraId="084BE7BE" w14:textId="77777777" w:rsidR="005C0C09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841056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A</w:t>
            </w:r>
          </w:p>
        </w:tc>
        <w:tc>
          <w:tcPr>
            <w:tcW w:w="992" w:type="dxa"/>
          </w:tcPr>
          <w:p w14:paraId="6306146D" w14:textId="77777777" w:rsidR="005C0C09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83716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B</w:t>
            </w:r>
          </w:p>
        </w:tc>
        <w:tc>
          <w:tcPr>
            <w:tcW w:w="851" w:type="dxa"/>
          </w:tcPr>
          <w:p w14:paraId="7B4A8079" w14:textId="77777777" w:rsidR="005C0C09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1754504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C</w:t>
            </w:r>
          </w:p>
        </w:tc>
        <w:tc>
          <w:tcPr>
            <w:tcW w:w="992" w:type="dxa"/>
          </w:tcPr>
          <w:p w14:paraId="742F8ADB" w14:textId="77777777" w:rsidR="005C0C09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1601216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D</w:t>
            </w:r>
          </w:p>
        </w:tc>
      </w:tr>
      <w:tr w:rsidR="005C0C09" w14:paraId="52BE5197" w14:textId="77777777" w:rsidTr="00266B45">
        <w:tc>
          <w:tcPr>
            <w:tcW w:w="6091" w:type="dxa"/>
          </w:tcPr>
          <w:p w14:paraId="0BFF8026" w14:textId="77777777" w:rsidR="005C0C09" w:rsidRPr="00475512" w:rsidRDefault="005C0C09" w:rsidP="00266B45">
            <w:pPr>
              <w:rPr>
                <w:rFonts w:asciiTheme="majorHAnsi" w:hAnsiTheme="majorHAnsi" w:cstheme="majorHAnsi"/>
                <w:lang w:bidi="nl-NL"/>
              </w:rPr>
            </w:pPr>
            <w:r>
              <w:rPr>
                <w:rFonts w:asciiTheme="majorHAnsi" w:hAnsiTheme="majorHAnsi" w:cstheme="majorHAnsi"/>
                <w:lang w:bidi="nl-NL"/>
              </w:rPr>
              <w:t>Mijn klasgenoot, docent, ouders vinden</w:t>
            </w:r>
          </w:p>
        </w:tc>
        <w:tc>
          <w:tcPr>
            <w:tcW w:w="851" w:type="dxa"/>
          </w:tcPr>
          <w:p w14:paraId="63E3DF36" w14:textId="77777777" w:rsidR="005C0C09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993757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A</w:t>
            </w:r>
          </w:p>
        </w:tc>
        <w:tc>
          <w:tcPr>
            <w:tcW w:w="992" w:type="dxa"/>
          </w:tcPr>
          <w:p w14:paraId="37F6F74E" w14:textId="77777777" w:rsidR="005C0C09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15774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B</w:t>
            </w:r>
          </w:p>
        </w:tc>
        <w:tc>
          <w:tcPr>
            <w:tcW w:w="851" w:type="dxa"/>
          </w:tcPr>
          <w:p w14:paraId="187A3944" w14:textId="77777777" w:rsidR="005C0C09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996644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C</w:t>
            </w:r>
          </w:p>
        </w:tc>
        <w:tc>
          <w:tcPr>
            <w:tcW w:w="992" w:type="dxa"/>
          </w:tcPr>
          <w:p w14:paraId="23F39596" w14:textId="77777777" w:rsidR="005C0C09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1763522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C09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5C0C09" w:rsidRPr="00475512">
              <w:rPr>
                <w:rFonts w:asciiTheme="majorHAnsi" w:hAnsiTheme="majorHAnsi" w:cstheme="majorHAnsi"/>
                <w:lang w:bidi="nl-NL"/>
              </w:rPr>
              <w:t xml:space="preserve"> D</w:t>
            </w:r>
          </w:p>
        </w:tc>
      </w:tr>
      <w:tr w:rsidR="005C0C09" w14:paraId="5B4083DE" w14:textId="77777777" w:rsidTr="00266B45">
        <w:tc>
          <w:tcPr>
            <w:tcW w:w="9777" w:type="dxa"/>
            <w:gridSpan w:val="5"/>
          </w:tcPr>
          <w:p w14:paraId="6A4CED3D" w14:textId="0DF48C70" w:rsidR="005C0C09" w:rsidRPr="00F35949" w:rsidRDefault="005C0C09" w:rsidP="00266B45">
            <w:pPr>
              <w:rPr>
                <w:rFonts w:asciiTheme="majorHAnsi" w:hAnsiTheme="majorHAnsi" w:cstheme="majorHAnsi"/>
                <w:i/>
                <w:iCs/>
              </w:rPr>
            </w:pPr>
            <w:r w:rsidRPr="00F35949">
              <w:rPr>
                <w:rFonts w:asciiTheme="majorHAnsi" w:hAnsiTheme="majorHAnsi" w:cstheme="majorHAnsi"/>
                <w:i/>
                <w:iCs/>
              </w:rPr>
              <w:t>Ik kan dit bewijzen door</w:t>
            </w:r>
            <w:r w:rsidR="00D947CF">
              <w:rPr>
                <w:rFonts w:asciiTheme="majorHAnsi" w:hAnsiTheme="majorHAnsi" w:cstheme="majorHAnsi"/>
                <w:i/>
                <w:iCs/>
              </w:rPr>
              <w:t>,</w:t>
            </w:r>
            <w:r w:rsidRPr="00F35949">
              <w:rPr>
                <w:rFonts w:asciiTheme="majorHAnsi" w:hAnsiTheme="majorHAnsi" w:cstheme="majorHAnsi"/>
                <w:i/>
                <w:iCs/>
              </w:rPr>
              <w:t xml:space="preserve"> en ga het volgende in </w:t>
            </w:r>
            <w:hyperlink r:id="rId24" w:history="1">
              <w:proofErr w:type="spellStart"/>
              <w:r w:rsidRPr="00F35949">
                <w:rPr>
                  <w:rStyle w:val="Hyperlink"/>
                  <w:rFonts w:asciiTheme="majorHAnsi" w:hAnsiTheme="majorHAnsi" w:cstheme="majorHAnsi"/>
                  <w:i/>
                  <w:iCs/>
                </w:rPr>
                <w:t>Qompas</w:t>
              </w:r>
              <w:proofErr w:type="spellEnd"/>
            </w:hyperlink>
            <w:r w:rsidRPr="00F35949">
              <w:rPr>
                <w:rFonts w:asciiTheme="majorHAnsi" w:hAnsiTheme="majorHAnsi" w:cstheme="majorHAnsi"/>
                <w:i/>
                <w:iCs/>
              </w:rPr>
              <w:t xml:space="preserve"> invoeren:</w:t>
            </w:r>
            <w:r w:rsidRPr="00F35949">
              <w:rPr>
                <w:i/>
                <w:iCs/>
                <w:noProof/>
              </w:rPr>
              <w:drawing>
                <wp:anchor distT="0" distB="0" distL="114300" distR="114300" simplePos="0" relativeHeight="251685892" behindDoc="0" locked="0" layoutInCell="1" allowOverlap="1" wp14:anchorId="550FD40F" wp14:editId="6E9D28A9">
                  <wp:simplePos x="0" y="0"/>
                  <wp:positionH relativeFrom="column">
                    <wp:posOffset>5535930</wp:posOffset>
                  </wp:positionH>
                  <wp:positionV relativeFrom="paragraph">
                    <wp:posOffset>48895</wp:posOffset>
                  </wp:positionV>
                  <wp:extent cx="523875" cy="201295"/>
                  <wp:effectExtent l="0" t="0" r="9525" b="8255"/>
                  <wp:wrapNone/>
                  <wp:docPr id="16" name="Afbeelding 16" descr="Hoe is Qompas ontstaan? Boris en Alexis Eustatia ontwikkelden bijna 25 jaar  geleden hun eerste product dat later uitmondde in Qompas.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fbeelding 16" descr="Hoe is Qompas ontstaan? Boris en Alexis Eustatia ontwikkelden bijna 25 jaar  geleden hun eerste product dat later uitmondde in Qompas.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361FC5" w14:textId="77777777" w:rsidR="005C0C09" w:rsidRDefault="005C0C09" w:rsidP="00266B45">
            <w:pPr>
              <w:rPr>
                <w:rFonts w:asciiTheme="majorHAnsi" w:hAnsiTheme="majorHAnsi" w:cstheme="majorHAnsi"/>
              </w:rPr>
            </w:pPr>
          </w:p>
          <w:p w14:paraId="42760115" w14:textId="77777777" w:rsidR="005C0C09" w:rsidRDefault="005C0C09" w:rsidP="00266B45">
            <w:pPr>
              <w:rPr>
                <w:rFonts w:asciiTheme="majorHAnsi" w:hAnsiTheme="majorHAnsi" w:cstheme="majorHAnsi"/>
              </w:rPr>
            </w:pPr>
          </w:p>
          <w:p w14:paraId="44145653" w14:textId="77777777" w:rsidR="005C0C09" w:rsidRDefault="005C0C09" w:rsidP="00266B45">
            <w:pPr>
              <w:rPr>
                <w:rFonts w:asciiTheme="majorHAnsi" w:hAnsiTheme="majorHAnsi" w:cstheme="majorHAnsi"/>
              </w:rPr>
            </w:pPr>
          </w:p>
        </w:tc>
      </w:tr>
    </w:tbl>
    <w:p w14:paraId="2202C677" w14:textId="66B8C518" w:rsidR="006369BD" w:rsidRDefault="006369BD" w:rsidP="004246D5">
      <w:pPr>
        <w:ind w:left="-3828"/>
        <w:rPr>
          <w:rFonts w:asciiTheme="majorHAnsi" w:hAnsiTheme="majorHAnsi" w:cstheme="majorHAnsi"/>
          <w:lang w:eastAsia="ja-JP" w:bidi="nl-NL"/>
        </w:rPr>
      </w:pPr>
    </w:p>
    <w:tbl>
      <w:tblPr>
        <w:tblStyle w:val="Tabelraster"/>
        <w:tblW w:w="0" w:type="auto"/>
        <w:tblInd w:w="-3828" w:type="dxa"/>
        <w:tblLook w:val="04A0" w:firstRow="1" w:lastRow="0" w:firstColumn="1" w:lastColumn="0" w:noHBand="0" w:noVBand="1"/>
      </w:tblPr>
      <w:tblGrid>
        <w:gridCol w:w="6091"/>
        <w:gridCol w:w="851"/>
        <w:gridCol w:w="992"/>
        <w:gridCol w:w="851"/>
        <w:gridCol w:w="992"/>
      </w:tblGrid>
      <w:tr w:rsidR="00D57D08" w:rsidRPr="005C0C09" w14:paraId="40035D00" w14:textId="77777777" w:rsidTr="00266B45">
        <w:tc>
          <w:tcPr>
            <w:tcW w:w="9777" w:type="dxa"/>
            <w:gridSpan w:val="5"/>
            <w:shd w:val="clear" w:color="auto" w:fill="D9D9D9" w:themeFill="background1" w:themeFillShade="D9"/>
          </w:tcPr>
          <w:p w14:paraId="34587167" w14:textId="2F90B030" w:rsidR="00D57D08" w:rsidRPr="00BC05C6" w:rsidRDefault="00D57D08" w:rsidP="00266B45">
            <w:pPr>
              <w:rPr>
                <w:rFonts w:asciiTheme="majorHAnsi" w:hAnsiTheme="majorHAnsi" w:cstheme="majorHAnsi"/>
                <w:b/>
                <w:bCs/>
              </w:rPr>
            </w:pPr>
            <w:r w:rsidRPr="00BC05C6">
              <w:rPr>
                <w:rFonts w:asciiTheme="majorHAnsi" w:hAnsiTheme="majorHAnsi" w:cstheme="majorHAnsi"/>
                <w:b/>
                <w:bCs/>
                <w:lang w:bidi="nl-NL"/>
              </w:rPr>
              <w:t>Evaluatie opdrachtkaart</w:t>
            </w:r>
            <w:r w:rsidR="006E099C">
              <w:rPr>
                <w:rFonts w:asciiTheme="majorHAnsi" w:hAnsiTheme="majorHAnsi" w:cstheme="majorHAnsi"/>
                <w:b/>
                <w:bCs/>
                <w:lang w:bidi="nl-NL"/>
              </w:rPr>
              <w:t>.</w:t>
            </w:r>
          </w:p>
        </w:tc>
      </w:tr>
      <w:tr w:rsidR="00D57D08" w14:paraId="2C5E7660" w14:textId="77777777" w:rsidTr="00266B45">
        <w:tc>
          <w:tcPr>
            <w:tcW w:w="6091" w:type="dxa"/>
          </w:tcPr>
          <w:p w14:paraId="5C13A802" w14:textId="2F386D2F" w:rsidR="00D57D08" w:rsidRDefault="00BC05C6" w:rsidP="00266B45">
            <w:pPr>
              <w:rPr>
                <w:rFonts w:asciiTheme="majorHAnsi" w:hAnsiTheme="majorHAnsi" w:cstheme="majorHAnsi"/>
              </w:rPr>
            </w:pPr>
            <w:r w:rsidRPr="00995056">
              <w:rPr>
                <w:rFonts w:asciiTheme="majorHAnsi" w:hAnsiTheme="majorHAnsi" w:cstheme="majorHAnsi"/>
              </w:rPr>
              <w:t>Ik</w:t>
            </w:r>
            <w:r>
              <w:rPr>
                <w:rFonts w:asciiTheme="majorHAnsi" w:hAnsiTheme="majorHAnsi" w:cstheme="majorHAnsi"/>
              </w:rPr>
              <w:t xml:space="preserve"> heb van deze opdracht geleerd</w:t>
            </w:r>
          </w:p>
        </w:tc>
        <w:tc>
          <w:tcPr>
            <w:tcW w:w="851" w:type="dxa"/>
          </w:tcPr>
          <w:p w14:paraId="79213ADA" w14:textId="77777777" w:rsidR="00D57D08" w:rsidRDefault="00E50E81" w:rsidP="00266B45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534041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D08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D57D08" w:rsidRPr="00475512">
              <w:rPr>
                <w:rFonts w:asciiTheme="majorHAnsi" w:hAnsiTheme="majorHAnsi" w:cstheme="majorHAnsi"/>
                <w:lang w:bidi="nl-NL"/>
              </w:rPr>
              <w:t xml:space="preserve"> A</w:t>
            </w:r>
          </w:p>
        </w:tc>
        <w:tc>
          <w:tcPr>
            <w:tcW w:w="992" w:type="dxa"/>
          </w:tcPr>
          <w:p w14:paraId="0ADBAD24" w14:textId="77777777" w:rsidR="00D57D08" w:rsidRDefault="00E50E81" w:rsidP="00266B45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355655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D08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D57D08" w:rsidRPr="00475512">
              <w:rPr>
                <w:rFonts w:asciiTheme="majorHAnsi" w:hAnsiTheme="majorHAnsi" w:cstheme="majorHAnsi"/>
                <w:lang w:bidi="nl-NL"/>
              </w:rPr>
              <w:t xml:space="preserve"> B</w:t>
            </w:r>
          </w:p>
        </w:tc>
        <w:tc>
          <w:tcPr>
            <w:tcW w:w="851" w:type="dxa"/>
          </w:tcPr>
          <w:p w14:paraId="288DFFF1" w14:textId="77777777" w:rsidR="00D57D08" w:rsidRDefault="00E50E81" w:rsidP="00266B45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19928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D08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D57D08" w:rsidRPr="00475512">
              <w:rPr>
                <w:rFonts w:asciiTheme="majorHAnsi" w:hAnsiTheme="majorHAnsi" w:cstheme="majorHAnsi"/>
                <w:lang w:bidi="nl-NL"/>
              </w:rPr>
              <w:t xml:space="preserve"> C</w:t>
            </w:r>
          </w:p>
        </w:tc>
        <w:tc>
          <w:tcPr>
            <w:tcW w:w="992" w:type="dxa"/>
          </w:tcPr>
          <w:p w14:paraId="6AA08D6D" w14:textId="77777777" w:rsidR="00D57D08" w:rsidRDefault="00E50E81" w:rsidP="00266B45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1488596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D08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D57D08" w:rsidRPr="00475512">
              <w:rPr>
                <w:rFonts w:asciiTheme="majorHAnsi" w:hAnsiTheme="majorHAnsi" w:cstheme="majorHAnsi"/>
                <w:lang w:bidi="nl-NL"/>
              </w:rPr>
              <w:t xml:space="preserve"> D</w:t>
            </w:r>
          </w:p>
        </w:tc>
      </w:tr>
      <w:tr w:rsidR="00D57D08" w14:paraId="2529D7EA" w14:textId="77777777" w:rsidTr="00F35949">
        <w:tc>
          <w:tcPr>
            <w:tcW w:w="6091" w:type="dxa"/>
          </w:tcPr>
          <w:p w14:paraId="3EF00A4E" w14:textId="423C3762" w:rsidR="00D57D08" w:rsidRDefault="00BC05C6" w:rsidP="00266B4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Ik geef mezelf deze letter voor het maken van deze opdrachtkaart</w:t>
            </w:r>
          </w:p>
        </w:tc>
        <w:tc>
          <w:tcPr>
            <w:tcW w:w="851" w:type="dxa"/>
          </w:tcPr>
          <w:p w14:paraId="19C82C7A" w14:textId="77777777" w:rsidR="00D57D08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1088385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D08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D57D08" w:rsidRPr="00475512">
              <w:rPr>
                <w:rFonts w:asciiTheme="majorHAnsi" w:hAnsiTheme="majorHAnsi" w:cstheme="majorHAnsi"/>
                <w:lang w:bidi="nl-NL"/>
              </w:rPr>
              <w:t xml:space="preserve"> A</w:t>
            </w:r>
          </w:p>
        </w:tc>
        <w:tc>
          <w:tcPr>
            <w:tcW w:w="992" w:type="dxa"/>
          </w:tcPr>
          <w:p w14:paraId="2F5F0B81" w14:textId="77777777" w:rsidR="00D57D08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1650940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D08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D57D08" w:rsidRPr="00475512">
              <w:rPr>
                <w:rFonts w:asciiTheme="majorHAnsi" w:hAnsiTheme="majorHAnsi" w:cstheme="majorHAnsi"/>
                <w:lang w:bidi="nl-NL"/>
              </w:rPr>
              <w:t xml:space="preserve"> B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C491CC4" w14:textId="77777777" w:rsidR="00D57D08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791872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D08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D57D08" w:rsidRPr="00475512">
              <w:rPr>
                <w:rFonts w:asciiTheme="majorHAnsi" w:hAnsiTheme="majorHAnsi" w:cstheme="majorHAnsi"/>
                <w:lang w:bidi="nl-NL"/>
              </w:rPr>
              <w:t xml:space="preserve"> C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BE1814A" w14:textId="77777777" w:rsidR="00D57D08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233435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D08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D57D08" w:rsidRPr="00475512">
              <w:rPr>
                <w:rFonts w:asciiTheme="majorHAnsi" w:hAnsiTheme="majorHAnsi" w:cstheme="majorHAnsi"/>
                <w:lang w:bidi="nl-NL"/>
              </w:rPr>
              <w:t xml:space="preserve"> D</w:t>
            </w:r>
          </w:p>
        </w:tc>
      </w:tr>
      <w:tr w:rsidR="00D57D08" w14:paraId="74318451" w14:textId="77777777" w:rsidTr="00F35949">
        <w:tc>
          <w:tcPr>
            <w:tcW w:w="6091" w:type="dxa"/>
          </w:tcPr>
          <w:p w14:paraId="514CF24A" w14:textId="48373484" w:rsidR="00D57D08" w:rsidRPr="00BC05C6" w:rsidRDefault="00BC05C6" w:rsidP="00266B45">
            <w:pPr>
              <w:rPr>
                <w:rFonts w:asciiTheme="majorHAnsi" w:hAnsiTheme="majorHAnsi" w:cstheme="majorHAnsi"/>
                <w:lang w:bidi="nl-NL"/>
              </w:rPr>
            </w:pPr>
            <w:r w:rsidRPr="00BC05C6">
              <w:rPr>
                <w:rFonts w:asciiTheme="majorHAnsi" w:hAnsiTheme="majorHAnsi" w:cstheme="majorHAnsi"/>
              </w:rPr>
              <w:t xml:space="preserve">Ik heb mijn MySkills en bewijzen in </w:t>
            </w:r>
            <w:proofErr w:type="spellStart"/>
            <w:r w:rsidRPr="00BC05C6">
              <w:rPr>
                <w:rFonts w:asciiTheme="majorHAnsi" w:hAnsiTheme="majorHAnsi" w:cstheme="majorHAnsi"/>
              </w:rPr>
              <w:t>Qompas</w:t>
            </w:r>
            <w:proofErr w:type="spellEnd"/>
            <w:r w:rsidRPr="00BC05C6">
              <w:rPr>
                <w:rFonts w:asciiTheme="majorHAnsi" w:hAnsiTheme="majorHAnsi" w:cstheme="majorHAnsi"/>
              </w:rPr>
              <w:t xml:space="preserve"> verwerkt</w:t>
            </w:r>
          </w:p>
        </w:tc>
        <w:tc>
          <w:tcPr>
            <w:tcW w:w="851" w:type="dxa"/>
          </w:tcPr>
          <w:p w14:paraId="0FF7E943" w14:textId="08E69036" w:rsidR="00D57D08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1659458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D08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D57D08" w:rsidRPr="00475512">
              <w:rPr>
                <w:rFonts w:asciiTheme="majorHAnsi" w:hAnsiTheme="majorHAnsi" w:cstheme="majorHAnsi"/>
                <w:lang w:bidi="nl-NL"/>
              </w:rPr>
              <w:t xml:space="preserve"> </w:t>
            </w:r>
            <w:r w:rsidR="00BC05C6">
              <w:rPr>
                <w:rFonts w:asciiTheme="majorHAnsi" w:hAnsiTheme="majorHAnsi" w:cstheme="majorHAnsi"/>
                <w:lang w:bidi="nl-NL"/>
              </w:rPr>
              <w:t>J</w:t>
            </w:r>
            <w:r w:rsidR="00D57D08" w:rsidRPr="00475512">
              <w:rPr>
                <w:rFonts w:asciiTheme="majorHAnsi" w:hAnsiTheme="majorHAnsi" w:cstheme="majorHAnsi"/>
                <w:lang w:bidi="nl-NL"/>
              </w:rPr>
              <w:t>A</w:t>
            </w:r>
          </w:p>
        </w:tc>
        <w:tc>
          <w:tcPr>
            <w:tcW w:w="992" w:type="dxa"/>
          </w:tcPr>
          <w:p w14:paraId="34BC63CA" w14:textId="581D94B2" w:rsidR="00D57D08" w:rsidRPr="00475512" w:rsidRDefault="00E50E81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  <w:sdt>
              <w:sdtPr>
                <w:rPr>
                  <w:rFonts w:asciiTheme="majorHAnsi" w:hAnsiTheme="majorHAnsi" w:cstheme="majorHAnsi"/>
                  <w:lang w:bidi="nl-NL"/>
                </w:rPr>
                <w:id w:val="-316183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D08" w:rsidRPr="00475512">
                  <w:rPr>
                    <w:rFonts w:ascii="Segoe UI Symbol" w:eastAsia="MS Gothic" w:hAnsi="Segoe UI Symbol" w:cs="Segoe UI Symbol"/>
                    <w:lang w:bidi="nl-NL"/>
                  </w:rPr>
                  <w:t>☐</w:t>
                </w:r>
              </w:sdtContent>
            </w:sdt>
            <w:r w:rsidR="00D57D08" w:rsidRPr="00475512">
              <w:rPr>
                <w:rFonts w:asciiTheme="majorHAnsi" w:hAnsiTheme="majorHAnsi" w:cstheme="majorHAnsi"/>
                <w:lang w:bidi="nl-NL"/>
              </w:rPr>
              <w:t xml:space="preserve"> </w:t>
            </w:r>
            <w:r w:rsidR="00F35949">
              <w:rPr>
                <w:rFonts w:asciiTheme="majorHAnsi" w:hAnsiTheme="majorHAnsi" w:cstheme="majorHAnsi"/>
                <w:lang w:bidi="nl-NL"/>
              </w:rPr>
              <w:t>NEE</w:t>
            </w:r>
          </w:p>
        </w:tc>
        <w:tc>
          <w:tcPr>
            <w:tcW w:w="851" w:type="dxa"/>
            <w:tcBorders>
              <w:right w:val="nil"/>
            </w:tcBorders>
          </w:tcPr>
          <w:p w14:paraId="3A4D1BEB" w14:textId="63D6F58F" w:rsidR="00D57D08" w:rsidRPr="00475512" w:rsidRDefault="00D57D08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3B34D08D" w14:textId="2E0601A4" w:rsidR="00D57D08" w:rsidRPr="00475512" w:rsidRDefault="00D57D08" w:rsidP="00266B45">
            <w:pPr>
              <w:rPr>
                <w:rFonts w:ascii="Segoe UI Symbol" w:eastAsia="MS Gothic" w:hAnsi="Segoe UI Symbol" w:cs="Segoe UI Symbol"/>
                <w:lang w:bidi="nl-NL"/>
              </w:rPr>
            </w:pPr>
          </w:p>
        </w:tc>
      </w:tr>
      <w:tr w:rsidR="00D57D08" w14:paraId="724BACFA" w14:textId="77777777" w:rsidTr="00266B45">
        <w:tc>
          <w:tcPr>
            <w:tcW w:w="9777" w:type="dxa"/>
            <w:gridSpan w:val="5"/>
          </w:tcPr>
          <w:p w14:paraId="2AAE0220" w14:textId="244F9B8E" w:rsidR="00D57D08" w:rsidRPr="00134A09" w:rsidRDefault="000B5056" w:rsidP="00266B45">
            <w:pPr>
              <w:rPr>
                <w:rFonts w:asciiTheme="majorHAnsi" w:hAnsiTheme="majorHAnsi" w:cstheme="majorHAnsi"/>
                <w:i/>
                <w:iCs/>
              </w:rPr>
            </w:pPr>
            <w:r w:rsidRPr="00134A09">
              <w:rPr>
                <w:rFonts w:asciiTheme="majorHAnsi" w:hAnsiTheme="majorHAnsi" w:cstheme="majorHAnsi"/>
                <w:i/>
                <w:iCs/>
              </w:rPr>
              <w:t>Dit vond ik moeilijk aan de opdracht</w:t>
            </w:r>
            <w:r w:rsidR="00D947CF">
              <w:rPr>
                <w:rFonts w:asciiTheme="majorHAnsi" w:hAnsiTheme="majorHAnsi" w:cstheme="majorHAnsi"/>
                <w:i/>
                <w:iCs/>
              </w:rPr>
              <w:t xml:space="preserve"> en moet ik nog extra aandacht aan besteden</w:t>
            </w:r>
            <w:r w:rsidR="00BC05C6" w:rsidRPr="00134A09">
              <w:rPr>
                <w:rFonts w:asciiTheme="majorHAnsi" w:hAnsiTheme="majorHAnsi" w:cstheme="majorHAnsi"/>
                <w:i/>
                <w:iCs/>
              </w:rPr>
              <w:t>:</w:t>
            </w:r>
          </w:p>
          <w:p w14:paraId="70945246" w14:textId="77777777" w:rsidR="00D57D08" w:rsidRDefault="00D57D08" w:rsidP="00266B45">
            <w:pPr>
              <w:rPr>
                <w:rFonts w:asciiTheme="majorHAnsi" w:hAnsiTheme="majorHAnsi" w:cstheme="majorHAnsi"/>
              </w:rPr>
            </w:pPr>
          </w:p>
          <w:p w14:paraId="012E8FB4" w14:textId="77777777" w:rsidR="00D57D08" w:rsidRDefault="00D57D08" w:rsidP="00266B45">
            <w:pPr>
              <w:rPr>
                <w:rFonts w:asciiTheme="majorHAnsi" w:hAnsiTheme="majorHAnsi" w:cstheme="majorHAnsi"/>
              </w:rPr>
            </w:pPr>
          </w:p>
        </w:tc>
      </w:tr>
    </w:tbl>
    <w:p w14:paraId="28E7E593" w14:textId="00AC5710" w:rsidR="003945F7" w:rsidRDefault="003945F7">
      <w:pPr>
        <w:rPr>
          <w:rFonts w:asciiTheme="majorHAnsi" w:hAnsiTheme="majorHAnsi" w:cstheme="majorHAnsi"/>
          <w:b/>
          <w:bCs/>
        </w:rPr>
      </w:pPr>
    </w:p>
    <w:p w14:paraId="23137A24" w14:textId="63BF70AB" w:rsidR="009E7738" w:rsidRDefault="00995056" w:rsidP="009E7738">
      <w:pPr>
        <w:tabs>
          <w:tab w:val="left" w:pos="2026"/>
        </w:tabs>
        <w:ind w:left="-3828"/>
        <w:rPr>
          <w:rFonts w:ascii="Arial" w:hAnsi="Arial" w:cs="Arial"/>
          <w:bCs/>
        </w:rPr>
      </w:pPr>
      <w:r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32" behindDoc="1" locked="0" layoutInCell="1" allowOverlap="1" wp14:anchorId="4A50F7D0" wp14:editId="70DC70DF">
                <wp:simplePos x="0" y="0"/>
                <wp:positionH relativeFrom="page">
                  <wp:posOffset>648586</wp:posOffset>
                </wp:positionH>
                <wp:positionV relativeFrom="paragraph">
                  <wp:posOffset>-8847</wp:posOffset>
                </wp:positionV>
                <wp:extent cx="6177516" cy="691117"/>
                <wp:effectExtent l="0" t="0" r="0" b="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516" cy="691117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A55F32" id="Rechthoek 8" o:spid="_x0000_s1026" style="position:absolute;margin-left:51.05pt;margin-top:-.7pt;width:486.4pt;height:54.4pt;z-index:-2516459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" fillcolor="#92d050" stroked="f" strokeweight="1pt">
                <w10:wrap anchorx="page"/>
              </v:rect>
            </w:pict>
          </mc:Fallback>
        </mc:AlternateContent>
      </w:r>
      <w:r w:rsidR="00FC54B0" w:rsidRPr="00475512">
        <w:rPr>
          <w:rFonts w:asciiTheme="majorHAnsi" w:hAnsiTheme="majorHAnsi" w:cstheme="majorHAnsi"/>
          <w:b/>
          <w:bCs/>
        </w:rPr>
        <w:t>Uitvoeren</w:t>
      </w:r>
      <w:r w:rsidR="007D0798">
        <w:rPr>
          <w:rFonts w:asciiTheme="majorHAnsi" w:hAnsiTheme="majorHAnsi" w:cstheme="majorHAnsi"/>
          <w:b/>
          <w:bCs/>
        </w:rPr>
        <w:br/>
      </w:r>
      <w:r w:rsidR="007D0798" w:rsidRPr="00D30D15">
        <w:rPr>
          <w:rFonts w:asciiTheme="majorHAnsi" w:hAnsiTheme="majorHAnsi" w:cstheme="majorHAnsi"/>
        </w:rPr>
        <w:t>Hier</w:t>
      </w:r>
      <w:r w:rsidR="00D30D15">
        <w:rPr>
          <w:rFonts w:asciiTheme="majorHAnsi" w:hAnsiTheme="majorHAnsi" w:cstheme="majorHAnsi"/>
        </w:rPr>
        <w:t xml:space="preserve"> </w:t>
      </w:r>
      <w:r w:rsidR="007D0798" w:rsidRPr="00D30D15">
        <w:rPr>
          <w:rFonts w:asciiTheme="majorHAnsi" w:hAnsiTheme="majorHAnsi" w:cstheme="majorHAnsi"/>
        </w:rPr>
        <w:t>staan alle activiteiten en vragen die je moet doen om deze opdrachtkaart succesvol af te maken.</w:t>
      </w:r>
      <w:r w:rsidR="00D30D15" w:rsidRPr="00D30D15">
        <w:rPr>
          <w:rFonts w:asciiTheme="majorHAnsi" w:hAnsiTheme="majorHAnsi" w:cstheme="majorHAnsi"/>
        </w:rPr>
        <w:t xml:space="preserve"> Succes!</w:t>
      </w:r>
      <w:r>
        <w:rPr>
          <w:rFonts w:asciiTheme="majorHAnsi" w:hAnsiTheme="majorHAnsi" w:cstheme="majorHAnsi"/>
          <w:b/>
          <w:bCs/>
        </w:rPr>
        <w:br/>
      </w:r>
      <w:r w:rsidR="00D30D15">
        <w:rPr>
          <w:rFonts w:asciiTheme="majorHAnsi" w:hAnsiTheme="majorHAnsi" w:cstheme="majorHAnsi"/>
          <w:b/>
          <w:bCs/>
        </w:rPr>
        <w:br/>
      </w:r>
      <w:r w:rsidR="007A7331">
        <w:rPr>
          <w:rFonts w:asciiTheme="majorHAnsi" w:hAnsiTheme="majorHAnsi" w:cstheme="majorHAnsi"/>
          <w:b/>
        </w:rPr>
        <w:br/>
      </w:r>
      <w:r w:rsidR="004F1FEE" w:rsidRPr="004F1FEE">
        <w:rPr>
          <w:rFonts w:ascii="Arial" w:hAnsi="Arial" w:cs="Arial"/>
          <w:b/>
        </w:rPr>
        <w:t>1</w:t>
      </w:r>
      <w:r w:rsidR="007A7331" w:rsidRPr="004F1FEE">
        <w:rPr>
          <w:rFonts w:ascii="Arial" w:hAnsi="Arial" w:cs="Arial"/>
          <w:b/>
        </w:rPr>
        <w:t>. Opdracht</w:t>
      </w:r>
      <w:r w:rsidR="007A7331" w:rsidRPr="007A7331">
        <w:rPr>
          <w:rFonts w:ascii="Arial" w:hAnsi="Arial" w:cs="Arial"/>
          <w:bCs/>
        </w:rPr>
        <w:br/>
      </w:r>
      <w:r w:rsidR="000B69F3">
        <w:rPr>
          <w:rFonts w:ascii="Arial" w:hAnsi="Arial" w:cs="Arial"/>
          <w:bCs/>
        </w:rPr>
        <w:br/>
        <w:t>Je gaat in door de docent gekozen tweetallen werken aan een afsluitende poster rondom het thema ‘</w:t>
      </w:r>
      <w:proofErr w:type="spellStart"/>
      <w:r w:rsidR="000B69F3">
        <w:rPr>
          <w:rFonts w:ascii="Arial" w:hAnsi="Arial" w:cs="Arial"/>
          <w:bCs/>
        </w:rPr>
        <w:t>Brexit</w:t>
      </w:r>
      <w:proofErr w:type="spellEnd"/>
      <w:r w:rsidR="000B69F3">
        <w:rPr>
          <w:rFonts w:ascii="Arial" w:hAnsi="Arial" w:cs="Arial"/>
          <w:bCs/>
        </w:rPr>
        <w:t xml:space="preserve">’. </w:t>
      </w:r>
      <w:r w:rsidR="00601247">
        <w:rPr>
          <w:rFonts w:ascii="Arial" w:hAnsi="Arial" w:cs="Arial"/>
          <w:bCs/>
        </w:rPr>
        <w:br/>
      </w:r>
      <w:r w:rsidR="00601247">
        <w:rPr>
          <w:rFonts w:ascii="Arial" w:hAnsi="Arial" w:cs="Arial"/>
          <w:bCs/>
        </w:rPr>
        <w:br/>
      </w:r>
      <w:r w:rsidR="000B69F3">
        <w:rPr>
          <w:rFonts w:ascii="Arial" w:hAnsi="Arial" w:cs="Arial"/>
          <w:bCs/>
        </w:rPr>
        <w:t>De afgelopen weken hebben jullie twee lessen gekregen</w:t>
      </w:r>
      <w:r w:rsidR="00601247">
        <w:rPr>
          <w:rFonts w:ascii="Arial" w:hAnsi="Arial" w:cs="Arial"/>
          <w:bCs/>
        </w:rPr>
        <w:t>, waarbij we hebben gewerkt aan digitale lesopdrachten rondom dit belangrijke, economische thema. Hierbij hebben we ook stilgestaan wat de gevolgen zijn van ‘</w:t>
      </w:r>
      <w:proofErr w:type="spellStart"/>
      <w:r w:rsidR="00601247">
        <w:rPr>
          <w:rFonts w:ascii="Arial" w:hAnsi="Arial" w:cs="Arial"/>
          <w:bCs/>
        </w:rPr>
        <w:t>Brexit</w:t>
      </w:r>
      <w:proofErr w:type="spellEnd"/>
      <w:r w:rsidR="00601247">
        <w:rPr>
          <w:rFonts w:ascii="Arial" w:hAnsi="Arial" w:cs="Arial"/>
          <w:bCs/>
        </w:rPr>
        <w:t xml:space="preserve">’ en welke gevolgen dit voor Nederland kan hebben. </w:t>
      </w:r>
      <w:r w:rsidR="00601247">
        <w:rPr>
          <w:rFonts w:ascii="Arial" w:hAnsi="Arial" w:cs="Arial"/>
          <w:bCs/>
        </w:rPr>
        <w:br/>
      </w:r>
      <w:r w:rsidR="00601247">
        <w:rPr>
          <w:rFonts w:ascii="Arial" w:hAnsi="Arial" w:cs="Arial"/>
          <w:bCs/>
        </w:rPr>
        <w:br/>
      </w:r>
      <w:r w:rsidR="00601247">
        <w:rPr>
          <w:rFonts w:ascii="Arial" w:hAnsi="Arial" w:cs="Arial"/>
          <w:b/>
        </w:rPr>
        <w:t xml:space="preserve">Wat moet er op de poster komen? </w:t>
      </w:r>
      <w:r w:rsidR="00601247">
        <w:rPr>
          <w:rFonts w:ascii="Arial" w:hAnsi="Arial" w:cs="Arial"/>
          <w:b/>
        </w:rPr>
        <w:br/>
      </w:r>
      <w:r w:rsidR="00032D70" w:rsidRPr="007F69EB">
        <w:rPr>
          <w:rFonts w:ascii="Arial" w:hAnsi="Arial" w:cs="Arial"/>
          <w:bCs/>
        </w:rPr>
        <w:t>1. Jullie benoemen twee aanleidingen voor de ‘</w:t>
      </w:r>
      <w:proofErr w:type="spellStart"/>
      <w:r w:rsidR="00032D70" w:rsidRPr="007F69EB">
        <w:rPr>
          <w:rFonts w:ascii="Arial" w:hAnsi="Arial" w:cs="Arial"/>
          <w:bCs/>
        </w:rPr>
        <w:t>Brexit</w:t>
      </w:r>
      <w:proofErr w:type="spellEnd"/>
      <w:r w:rsidR="00032D70" w:rsidRPr="007F69EB">
        <w:rPr>
          <w:rFonts w:ascii="Arial" w:hAnsi="Arial" w:cs="Arial"/>
          <w:bCs/>
        </w:rPr>
        <w:t>’ en leggen per gevolg uit waarom dit voor de Britten aanleiding was om de ‘</w:t>
      </w:r>
      <w:proofErr w:type="spellStart"/>
      <w:r w:rsidR="00032D70" w:rsidRPr="007F69EB">
        <w:rPr>
          <w:rFonts w:ascii="Arial" w:hAnsi="Arial" w:cs="Arial"/>
          <w:bCs/>
        </w:rPr>
        <w:t>Brexit</w:t>
      </w:r>
      <w:proofErr w:type="spellEnd"/>
      <w:r w:rsidR="00032D70" w:rsidRPr="007F69EB">
        <w:rPr>
          <w:rFonts w:ascii="Arial" w:hAnsi="Arial" w:cs="Arial"/>
          <w:bCs/>
        </w:rPr>
        <w:t>’ te steunen</w:t>
      </w:r>
      <w:r w:rsidR="007F69EB" w:rsidRPr="007F69EB">
        <w:rPr>
          <w:rFonts w:ascii="Arial" w:hAnsi="Arial" w:cs="Arial"/>
          <w:bCs/>
        </w:rPr>
        <w:t xml:space="preserve"> (R, T1, 3p)</w:t>
      </w:r>
      <w:r w:rsidR="00032D70" w:rsidRPr="007F69EB">
        <w:rPr>
          <w:rFonts w:ascii="Arial" w:hAnsi="Arial" w:cs="Arial"/>
          <w:bCs/>
        </w:rPr>
        <w:t xml:space="preserve">. </w:t>
      </w:r>
      <w:r w:rsidR="00032D70" w:rsidRPr="007F69EB">
        <w:rPr>
          <w:rFonts w:ascii="Arial" w:hAnsi="Arial" w:cs="Arial"/>
          <w:bCs/>
        </w:rPr>
        <w:br/>
      </w:r>
      <w:r w:rsidR="00032D70" w:rsidRPr="007F69EB">
        <w:rPr>
          <w:rFonts w:ascii="Arial" w:hAnsi="Arial" w:cs="Arial"/>
          <w:bCs/>
        </w:rPr>
        <w:br/>
        <w:t xml:space="preserve">2. </w:t>
      </w:r>
      <w:r w:rsidR="007F69EB" w:rsidRPr="007F69EB">
        <w:rPr>
          <w:rFonts w:ascii="Arial" w:hAnsi="Arial" w:cs="Arial"/>
          <w:bCs/>
        </w:rPr>
        <w:t>Jullie benoemen drie economische gevolgen van de ‘</w:t>
      </w:r>
      <w:proofErr w:type="spellStart"/>
      <w:r w:rsidR="007F69EB" w:rsidRPr="007F69EB">
        <w:rPr>
          <w:rFonts w:ascii="Arial" w:hAnsi="Arial" w:cs="Arial"/>
          <w:bCs/>
        </w:rPr>
        <w:t>Brexit</w:t>
      </w:r>
      <w:proofErr w:type="spellEnd"/>
      <w:r w:rsidR="007F69EB" w:rsidRPr="007F69EB">
        <w:rPr>
          <w:rFonts w:ascii="Arial" w:hAnsi="Arial" w:cs="Arial"/>
          <w:bCs/>
        </w:rPr>
        <w:t xml:space="preserve">’ voor het Verenigd Koninkrijk en leggen per gevolg uit wat dit in 2022 voor het land betekent (T1, 4p). </w:t>
      </w:r>
      <w:r w:rsidR="007F69EB" w:rsidRPr="007F69EB">
        <w:rPr>
          <w:rFonts w:ascii="Arial" w:hAnsi="Arial" w:cs="Arial"/>
          <w:bCs/>
        </w:rPr>
        <w:br/>
      </w:r>
      <w:r w:rsidR="007F69EB" w:rsidRPr="007F69EB">
        <w:rPr>
          <w:rFonts w:ascii="Arial" w:hAnsi="Arial" w:cs="Arial"/>
          <w:bCs/>
        </w:rPr>
        <w:br/>
        <w:t>3. Jullie leggen uit wat ‘</w:t>
      </w:r>
      <w:proofErr w:type="spellStart"/>
      <w:r w:rsidR="007F69EB" w:rsidRPr="007F69EB">
        <w:rPr>
          <w:rFonts w:ascii="Arial" w:hAnsi="Arial" w:cs="Arial"/>
          <w:bCs/>
        </w:rPr>
        <w:t>Nexit</w:t>
      </w:r>
      <w:proofErr w:type="spellEnd"/>
      <w:r w:rsidR="007F69EB" w:rsidRPr="007F69EB">
        <w:rPr>
          <w:rFonts w:ascii="Arial" w:hAnsi="Arial" w:cs="Arial"/>
          <w:bCs/>
        </w:rPr>
        <w:t xml:space="preserve">’ is en geven daarbij aan of jullie het hier wel of niet mee eens zijn met een uitleg waarom (R, I, 3p).  </w:t>
      </w:r>
      <w:r w:rsidR="007F69EB">
        <w:rPr>
          <w:rFonts w:ascii="Arial" w:hAnsi="Arial" w:cs="Arial"/>
          <w:bCs/>
        </w:rPr>
        <w:br/>
      </w:r>
      <w:r w:rsidR="007F69EB">
        <w:rPr>
          <w:rFonts w:ascii="Arial" w:hAnsi="Arial" w:cs="Arial"/>
          <w:bCs/>
        </w:rPr>
        <w:br/>
      </w:r>
      <w:r w:rsidR="007F69EB">
        <w:rPr>
          <w:rFonts w:ascii="Arial" w:hAnsi="Arial" w:cs="Arial"/>
          <w:b/>
        </w:rPr>
        <w:t>Voorwaarden poster</w:t>
      </w:r>
      <w:r w:rsidR="007F69EB">
        <w:rPr>
          <w:rFonts w:ascii="Arial" w:hAnsi="Arial" w:cs="Arial"/>
          <w:b/>
        </w:rPr>
        <w:br/>
      </w:r>
      <w:r w:rsidR="007F69EB">
        <w:rPr>
          <w:rFonts w:ascii="Arial" w:hAnsi="Arial" w:cs="Arial"/>
          <w:bCs/>
        </w:rPr>
        <w:t xml:space="preserve">1. De poster wordt gemaakt op A3-vel. </w:t>
      </w:r>
      <w:r w:rsidR="007F69EB">
        <w:rPr>
          <w:rFonts w:ascii="Arial" w:hAnsi="Arial" w:cs="Arial"/>
          <w:bCs/>
        </w:rPr>
        <w:br/>
      </w:r>
      <w:r w:rsidR="007F69EB">
        <w:rPr>
          <w:rFonts w:ascii="Arial" w:hAnsi="Arial" w:cs="Arial"/>
          <w:bCs/>
        </w:rPr>
        <w:br/>
        <w:t xml:space="preserve">2. Je mag zelf weten hoe deze eruit komt te zien, zolang de beoordelingspunten er in staan. </w:t>
      </w:r>
      <w:r w:rsidR="007F69EB">
        <w:rPr>
          <w:rFonts w:ascii="Arial" w:hAnsi="Arial" w:cs="Arial"/>
          <w:bCs/>
        </w:rPr>
        <w:br/>
      </w:r>
      <w:r w:rsidR="007F69EB">
        <w:rPr>
          <w:rFonts w:ascii="Arial" w:hAnsi="Arial" w:cs="Arial"/>
          <w:bCs/>
        </w:rPr>
        <w:br/>
        <w:t xml:space="preserve">3. </w:t>
      </w:r>
      <w:r w:rsidR="00616765">
        <w:rPr>
          <w:rFonts w:ascii="Arial" w:hAnsi="Arial" w:cs="Arial"/>
          <w:bCs/>
        </w:rPr>
        <w:t xml:space="preserve">Je mag bij de uitleg zelf weten hoe je deze vorm geeft (bijvoorbeeld: tekening of schrijven in woorden). </w:t>
      </w:r>
      <w:r w:rsidR="000B69F3">
        <w:rPr>
          <w:rFonts w:ascii="Arial" w:hAnsi="Arial" w:cs="Arial"/>
          <w:bCs/>
        </w:rPr>
        <w:br/>
      </w:r>
    </w:p>
    <w:p w14:paraId="79F01523" w14:textId="64653EC5" w:rsidR="008135D0" w:rsidRPr="009A2197" w:rsidRDefault="007F69EB" w:rsidP="009A2197">
      <w:pPr>
        <w:tabs>
          <w:tab w:val="left" w:pos="2026"/>
        </w:tabs>
        <w:ind w:left="-382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====================================================================</w:t>
      </w:r>
      <w:r w:rsidR="009A2197">
        <w:rPr>
          <w:rFonts w:ascii="Arial" w:hAnsi="Arial" w:cs="Arial"/>
          <w:bCs/>
        </w:rPr>
        <w:br/>
      </w:r>
      <w:r w:rsidR="009A2197">
        <w:rPr>
          <w:rFonts w:ascii="Arial" w:hAnsi="Arial" w:cs="Arial"/>
          <w:bCs/>
        </w:rPr>
        <w:br/>
        <w:t>Eind van de opdrachtkaart.</w:t>
      </w:r>
      <w:r w:rsidR="009A2197">
        <w:rPr>
          <w:rFonts w:ascii="Arial" w:hAnsi="Arial" w:cs="Arial"/>
        </w:rPr>
        <w:t xml:space="preserve"> Je kunt de reflectie</w:t>
      </w:r>
      <w:r w:rsidR="009E7738">
        <w:rPr>
          <w:rFonts w:ascii="Arial" w:hAnsi="Arial" w:cs="Arial"/>
        </w:rPr>
        <w:t xml:space="preserve"> / digitale enquête</w:t>
      </w:r>
      <w:r w:rsidR="009A2197">
        <w:rPr>
          <w:rFonts w:ascii="Arial" w:hAnsi="Arial" w:cs="Arial"/>
        </w:rPr>
        <w:t xml:space="preserve"> invullen </w:t>
      </w:r>
      <w:r>
        <w:rPr>
          <w:rFonts w:ascii="Arial" w:hAnsi="Arial" w:cs="Arial"/>
        </w:rPr>
        <w:t xml:space="preserve">en deze daarna </w:t>
      </w:r>
      <w:r w:rsidR="009A2197">
        <w:rPr>
          <w:rFonts w:ascii="Arial" w:hAnsi="Arial" w:cs="Arial"/>
        </w:rPr>
        <w:t xml:space="preserve">inleveren bij de docent. </w:t>
      </w:r>
    </w:p>
    <w:sectPr w:rsidR="008135D0" w:rsidRPr="009A2197" w:rsidSect="00CB7720">
      <w:headerReference w:type="default" r:id="rId25"/>
      <w:footerReference w:type="default" r:id="rId26"/>
      <w:headerReference w:type="first" r:id="rId27"/>
      <w:footerReference w:type="first" r:id="rId28"/>
      <w:pgSz w:w="11906" w:h="16838" w:code="9"/>
      <w:pgMar w:top="1253" w:right="1080" w:bottom="1080" w:left="4867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E9E81" w14:textId="77777777" w:rsidR="00554ADD" w:rsidRDefault="00554ADD" w:rsidP="00187B92">
      <w:pPr>
        <w:spacing w:after="0" w:line="240" w:lineRule="auto"/>
      </w:pPr>
      <w:r>
        <w:separator/>
      </w:r>
    </w:p>
  </w:endnote>
  <w:endnote w:type="continuationSeparator" w:id="0">
    <w:p w14:paraId="121C67F5" w14:textId="77777777" w:rsidR="00554ADD" w:rsidRDefault="00554ADD" w:rsidP="00187B92">
      <w:pPr>
        <w:spacing w:after="0" w:line="240" w:lineRule="auto"/>
      </w:pPr>
      <w:r>
        <w:continuationSeparator/>
      </w:r>
    </w:p>
  </w:endnote>
  <w:endnote w:type="continuationNotice" w:id="1">
    <w:p w14:paraId="5C15369F" w14:textId="77777777" w:rsidR="00554ADD" w:rsidRDefault="00554A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3831E" w14:textId="7B6D2C93" w:rsidR="004511BA" w:rsidRDefault="004511BA">
    <w:pPr>
      <w:pStyle w:val="Voettekst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7A022C8" wp14:editId="265ACF2E">
              <wp:simplePos x="0" y="0"/>
              <wp:positionH relativeFrom="page">
                <wp:align>center</wp:align>
              </wp:positionH>
              <wp:positionV relativeFrom="paragraph">
                <wp:posOffset>150495</wp:posOffset>
              </wp:positionV>
              <wp:extent cx="3733800" cy="306070"/>
              <wp:effectExtent l="0" t="0" r="0" b="0"/>
              <wp:wrapSquare wrapText="bothSides"/>
              <wp:docPr id="1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33800" cy="3060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718396" w14:textId="77777777" w:rsidR="004511BA" w:rsidRDefault="004511BA" w:rsidP="004511BA">
                          <w:r>
                            <w:t xml:space="preserve">| </w:t>
                          </w:r>
                          <w:r w:rsidRPr="009726E3">
                            <w:rPr>
                              <w:i/>
                              <w:iCs/>
                            </w:rPr>
                            <w:t>Ontdekken</w:t>
                          </w:r>
                          <w:r>
                            <w:t xml:space="preserve"> | </w:t>
                          </w:r>
                          <w:r w:rsidRPr="009726E3">
                            <w:rPr>
                              <w:i/>
                              <w:iCs/>
                            </w:rPr>
                            <w:t>Ontwikkelen</w:t>
                          </w:r>
                          <w:r>
                            <w:t xml:space="preserve"> | </w:t>
                          </w:r>
                          <w:r w:rsidRPr="009726E3">
                            <w:rPr>
                              <w:i/>
                              <w:iCs/>
                            </w:rPr>
                            <w:t>Ontmoeten</w:t>
                          </w:r>
                          <w:r>
                            <w:t xml:space="preserve"> | </w:t>
                          </w:r>
                          <w:r w:rsidRPr="009726E3">
                            <w:rPr>
                              <w:i/>
                              <w:iCs/>
                            </w:rPr>
                            <w:t>Ontspannen</w:t>
                          </w:r>
                          <w:r>
                            <w:t xml:space="preserve"> |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A022C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1.85pt;width:294pt;height:24.1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" stroked="f">
              <v:textbox>
                <w:txbxContent>
                  <w:p w14:paraId="3D718396" w14:textId="77777777" w:rsidR="004511BA" w:rsidRDefault="004511BA" w:rsidP="004511BA">
                    <w:r>
                      <w:t xml:space="preserve">| </w:t>
                    </w:r>
                    <w:r w:rsidRPr="009726E3">
                      <w:rPr>
                        <w:i/>
                        <w:iCs/>
                      </w:rPr>
                      <w:t>Ontdekken</w:t>
                    </w:r>
                    <w:r>
                      <w:t xml:space="preserve"> | </w:t>
                    </w:r>
                    <w:r w:rsidRPr="009726E3">
                      <w:rPr>
                        <w:i/>
                        <w:iCs/>
                      </w:rPr>
                      <w:t>Ontwikkelen</w:t>
                    </w:r>
                    <w:r>
                      <w:t xml:space="preserve"> | </w:t>
                    </w:r>
                    <w:r w:rsidRPr="009726E3">
                      <w:rPr>
                        <w:i/>
                        <w:iCs/>
                      </w:rPr>
                      <w:t>Ontmoeten</w:t>
                    </w:r>
                    <w:r>
                      <w:t xml:space="preserve"> | </w:t>
                    </w:r>
                    <w:r w:rsidRPr="009726E3">
                      <w:rPr>
                        <w:i/>
                        <w:iCs/>
                      </w:rPr>
                      <w:t>Ontspannen</w:t>
                    </w:r>
                    <w:r>
                      <w:t xml:space="preserve"> |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F54F8" w14:textId="3BC5E3C0" w:rsidR="003A032F" w:rsidRDefault="009726E3" w:rsidP="009726E3">
    <w:pPr>
      <w:pStyle w:val="Voettekst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BF1CCF" wp14:editId="1B44A70F">
              <wp:simplePos x="0" y="0"/>
              <wp:positionH relativeFrom="column">
                <wp:posOffset>-1290320</wp:posOffset>
              </wp:positionH>
              <wp:positionV relativeFrom="paragraph">
                <wp:posOffset>152400</wp:posOffset>
              </wp:positionV>
              <wp:extent cx="3733800" cy="306070"/>
              <wp:effectExtent l="0" t="0" r="0" b="0"/>
              <wp:wrapSquare wrapText="bothSides"/>
              <wp:docPr id="10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33800" cy="3060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7613CC" w14:textId="7F34FF14" w:rsidR="009726E3" w:rsidRDefault="009726E3">
                          <w:r>
                            <w:t xml:space="preserve">| </w:t>
                          </w:r>
                          <w:r w:rsidRPr="009726E3">
                            <w:rPr>
                              <w:i/>
                              <w:iCs/>
                            </w:rPr>
                            <w:t>Ontdekken</w:t>
                          </w:r>
                          <w:r>
                            <w:t xml:space="preserve"> | </w:t>
                          </w:r>
                          <w:r w:rsidRPr="009726E3">
                            <w:rPr>
                              <w:i/>
                              <w:iCs/>
                            </w:rPr>
                            <w:t>Ontwikkelen</w:t>
                          </w:r>
                          <w:r>
                            <w:t xml:space="preserve"> | </w:t>
                          </w:r>
                          <w:r w:rsidRPr="009726E3">
                            <w:rPr>
                              <w:i/>
                              <w:iCs/>
                            </w:rPr>
                            <w:t>Ontmoeten</w:t>
                          </w:r>
                          <w:r>
                            <w:t xml:space="preserve"> | </w:t>
                          </w:r>
                          <w:r w:rsidRPr="009726E3">
                            <w:rPr>
                              <w:i/>
                              <w:iCs/>
                            </w:rPr>
                            <w:t>Ontspannen</w:t>
                          </w:r>
                          <w:r>
                            <w:t xml:space="preserve"> |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BF1CCF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101.6pt;margin-top:12pt;width:294pt;height:24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" stroked="f">
              <v:textbox>
                <w:txbxContent>
                  <w:p w14:paraId="4A7613CC" w14:textId="7F34FF14" w:rsidR="009726E3" w:rsidRDefault="009726E3">
                    <w:r>
                      <w:t xml:space="preserve">| </w:t>
                    </w:r>
                    <w:r w:rsidRPr="009726E3">
                      <w:rPr>
                        <w:i/>
                        <w:iCs/>
                      </w:rPr>
                      <w:t>Ontdekken</w:t>
                    </w:r>
                    <w:r>
                      <w:t xml:space="preserve"> | </w:t>
                    </w:r>
                    <w:r w:rsidRPr="009726E3">
                      <w:rPr>
                        <w:i/>
                        <w:iCs/>
                      </w:rPr>
                      <w:t>Ontwikkelen</w:t>
                    </w:r>
                    <w:r>
                      <w:t xml:space="preserve"> | </w:t>
                    </w:r>
                    <w:r w:rsidRPr="009726E3">
                      <w:rPr>
                        <w:i/>
                        <w:iCs/>
                      </w:rPr>
                      <w:t>Ontmoeten</w:t>
                    </w:r>
                    <w:r>
                      <w:t xml:space="preserve"> | </w:t>
                    </w:r>
                    <w:r w:rsidRPr="009726E3">
                      <w:rPr>
                        <w:i/>
                        <w:iCs/>
                      </w:rPr>
                      <w:t>Ontspannen</w:t>
                    </w:r>
                    <w:r>
                      <w:t xml:space="preserve"> |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DF9D7" w14:textId="77777777" w:rsidR="00554ADD" w:rsidRDefault="00554ADD" w:rsidP="00187B92">
      <w:pPr>
        <w:spacing w:after="0" w:line="240" w:lineRule="auto"/>
      </w:pPr>
      <w:r>
        <w:separator/>
      </w:r>
    </w:p>
  </w:footnote>
  <w:footnote w:type="continuationSeparator" w:id="0">
    <w:p w14:paraId="2D0BF760" w14:textId="77777777" w:rsidR="00554ADD" w:rsidRDefault="00554ADD" w:rsidP="00187B92">
      <w:pPr>
        <w:spacing w:after="0" w:line="240" w:lineRule="auto"/>
      </w:pPr>
      <w:r>
        <w:continuationSeparator/>
      </w:r>
    </w:p>
  </w:footnote>
  <w:footnote w:type="continuationNotice" w:id="1">
    <w:p w14:paraId="7864FF4D" w14:textId="77777777" w:rsidR="00554ADD" w:rsidRDefault="00554A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A2357" w14:textId="11648A94" w:rsidR="003C3F8E" w:rsidRDefault="003C3F8E" w:rsidP="00FB308A">
    <w:pPr>
      <w:pStyle w:val="Koptekst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222E" w14:textId="34C3887F" w:rsidR="00D07707" w:rsidRPr="00CB7720" w:rsidRDefault="00EA5F7C" w:rsidP="00D07707">
    <w:pPr>
      <w:pStyle w:val="Koptekst"/>
      <w:jc w:val="right"/>
      <w:rPr>
        <w:b/>
        <w:bCs/>
        <w:color w:val="auto"/>
        <w:szCs w:val="28"/>
      </w:rPr>
    </w:pPr>
    <w:r>
      <w:rPr>
        <w:noProof/>
        <w:color w:val="auto"/>
      </w:rPr>
      <w:drawing>
        <wp:anchor distT="0" distB="0" distL="114300" distR="114300" simplePos="0" relativeHeight="251658240" behindDoc="0" locked="0" layoutInCell="1" allowOverlap="1" wp14:anchorId="533F8B89" wp14:editId="32B0A76F">
          <wp:simplePos x="0" y="0"/>
          <wp:positionH relativeFrom="column">
            <wp:posOffset>-2378385</wp:posOffset>
          </wp:positionH>
          <wp:positionV relativeFrom="paragraph">
            <wp:posOffset>5715</wp:posOffset>
          </wp:positionV>
          <wp:extent cx="1722474" cy="375872"/>
          <wp:effectExtent l="0" t="0" r="0" b="5715"/>
          <wp:wrapNone/>
          <wp:docPr id="37" name="Afbeelding 37" descr="Afbeelding met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Afbeelding 16" descr="Afbeelding met tekst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2474" cy="3758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44DE">
      <w:rPr>
        <w:b/>
        <w:bCs/>
        <w:color w:val="auto"/>
        <w:sz w:val="40"/>
        <w:szCs w:val="40"/>
      </w:rPr>
      <w:t>FINALE</w:t>
    </w:r>
    <w:r w:rsidR="00D07707" w:rsidRPr="00E32ECB">
      <w:rPr>
        <w:b/>
        <w:bCs/>
        <w:color w:val="auto"/>
        <w:sz w:val="40"/>
        <w:szCs w:val="40"/>
      </w:rPr>
      <w:t xml:space="preserve">OPDRACHT </w:t>
    </w:r>
    <w:r w:rsidR="00A244DE">
      <w:rPr>
        <w:b/>
        <w:bCs/>
        <w:color w:val="auto"/>
        <w:sz w:val="40"/>
        <w:szCs w:val="40"/>
      </w:rPr>
      <w:t>BREXIT</w:t>
    </w:r>
    <w:r w:rsidR="00CB7720">
      <w:rPr>
        <w:b/>
        <w:bCs/>
        <w:color w:val="auto"/>
        <w:sz w:val="40"/>
        <w:szCs w:val="40"/>
      </w:rPr>
      <w:br/>
    </w:r>
    <w:r w:rsidR="00A244DE">
      <w:rPr>
        <w:color w:val="auto"/>
        <w:szCs w:val="28"/>
      </w:rPr>
      <w:t>ECONOMIE</w:t>
    </w:r>
  </w:p>
  <w:p w14:paraId="7D7E52F5" w14:textId="288397A6" w:rsidR="00D07707" w:rsidRPr="00D07707" w:rsidRDefault="00D07707" w:rsidP="00D07707">
    <w:pPr>
      <w:pStyle w:val="Koptekst"/>
      <w:jc w:val="right"/>
      <w:rPr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3857882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510.6pt;height:510.6pt;flip:x;visibility:visible;mso-wrap-style:square" o:bullet="t">
        <v:imagedata r:id="rId1" o:title=""/>
      </v:shape>
    </w:pict>
  </w:numPicBullet>
  <w:abstractNum w:abstractNumId="0" w15:restartNumberingAfterBreak="0">
    <w:nsid w:val="139D2EEE"/>
    <w:multiLevelType w:val="hybridMultilevel"/>
    <w:tmpl w:val="5B08A1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F5760"/>
    <w:multiLevelType w:val="hybridMultilevel"/>
    <w:tmpl w:val="2018BBC6"/>
    <w:lvl w:ilvl="0" w:tplc="D5A251DE">
      <w:start w:val="9"/>
      <w:numFmt w:val="bullet"/>
      <w:lvlText w:val=""/>
      <w:lvlJc w:val="left"/>
      <w:pPr>
        <w:ind w:left="720" w:hanging="360"/>
      </w:pPr>
      <w:rPr>
        <w:rFonts w:ascii="Symbol" w:eastAsia="MS Mincho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D1ED7"/>
    <w:multiLevelType w:val="hybridMultilevel"/>
    <w:tmpl w:val="8EDC20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325569"/>
    <w:multiLevelType w:val="hybridMultilevel"/>
    <w:tmpl w:val="65D868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65094"/>
    <w:multiLevelType w:val="hybridMultilevel"/>
    <w:tmpl w:val="A3FA46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855332">
    <w:abstractNumId w:val="0"/>
  </w:num>
  <w:num w:numId="2" w16cid:durableId="92240516">
    <w:abstractNumId w:val="1"/>
  </w:num>
  <w:num w:numId="3" w16cid:durableId="368996147">
    <w:abstractNumId w:val="2"/>
  </w:num>
  <w:num w:numId="4" w16cid:durableId="1900239654">
    <w:abstractNumId w:val="4"/>
  </w:num>
  <w:num w:numId="5" w16cid:durableId="20161034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707"/>
    <w:rsid w:val="00001973"/>
    <w:rsid w:val="000252C2"/>
    <w:rsid w:val="00032D70"/>
    <w:rsid w:val="000442B5"/>
    <w:rsid w:val="00044F85"/>
    <w:rsid w:val="00045912"/>
    <w:rsid w:val="00046799"/>
    <w:rsid w:val="00047863"/>
    <w:rsid w:val="000657B6"/>
    <w:rsid w:val="000867F3"/>
    <w:rsid w:val="00087134"/>
    <w:rsid w:val="000917F7"/>
    <w:rsid w:val="000924AE"/>
    <w:rsid w:val="000974B4"/>
    <w:rsid w:val="000B12A2"/>
    <w:rsid w:val="000B48AD"/>
    <w:rsid w:val="000B5056"/>
    <w:rsid w:val="000B69F3"/>
    <w:rsid w:val="000C0855"/>
    <w:rsid w:val="000C2503"/>
    <w:rsid w:val="000D4C94"/>
    <w:rsid w:val="000E3DE6"/>
    <w:rsid w:val="000F0367"/>
    <w:rsid w:val="0010389B"/>
    <w:rsid w:val="001107F4"/>
    <w:rsid w:val="0011182C"/>
    <w:rsid w:val="00112C8C"/>
    <w:rsid w:val="00113F78"/>
    <w:rsid w:val="0011577C"/>
    <w:rsid w:val="001340F5"/>
    <w:rsid w:val="00134A09"/>
    <w:rsid w:val="00134D27"/>
    <w:rsid w:val="0013729B"/>
    <w:rsid w:val="001403A7"/>
    <w:rsid w:val="001474A1"/>
    <w:rsid w:val="00150A7A"/>
    <w:rsid w:val="00150B03"/>
    <w:rsid w:val="00157B6F"/>
    <w:rsid w:val="00164CCA"/>
    <w:rsid w:val="00167CCC"/>
    <w:rsid w:val="00182F30"/>
    <w:rsid w:val="00182F5D"/>
    <w:rsid w:val="00187B92"/>
    <w:rsid w:val="00194D81"/>
    <w:rsid w:val="001A073D"/>
    <w:rsid w:val="001A15D6"/>
    <w:rsid w:val="001A39E6"/>
    <w:rsid w:val="001C4634"/>
    <w:rsid w:val="001D2F8F"/>
    <w:rsid w:val="001D4C1C"/>
    <w:rsid w:val="001D6BB7"/>
    <w:rsid w:val="001F1480"/>
    <w:rsid w:val="002047FC"/>
    <w:rsid w:val="00236C35"/>
    <w:rsid w:val="002407F7"/>
    <w:rsid w:val="002450A1"/>
    <w:rsid w:val="00246B5E"/>
    <w:rsid w:val="00250B3C"/>
    <w:rsid w:val="00257A42"/>
    <w:rsid w:val="00274DB1"/>
    <w:rsid w:val="00277083"/>
    <w:rsid w:val="00277B5C"/>
    <w:rsid w:val="0028712D"/>
    <w:rsid w:val="00293B83"/>
    <w:rsid w:val="00296B54"/>
    <w:rsid w:val="002A5199"/>
    <w:rsid w:val="002B5095"/>
    <w:rsid w:val="002C0739"/>
    <w:rsid w:val="002C2C80"/>
    <w:rsid w:val="002C4339"/>
    <w:rsid w:val="002D3066"/>
    <w:rsid w:val="002D3E47"/>
    <w:rsid w:val="002D7969"/>
    <w:rsid w:val="002E49DF"/>
    <w:rsid w:val="002F2776"/>
    <w:rsid w:val="002F6B2B"/>
    <w:rsid w:val="00307D15"/>
    <w:rsid w:val="00312214"/>
    <w:rsid w:val="003127A4"/>
    <w:rsid w:val="00327DC1"/>
    <w:rsid w:val="00330506"/>
    <w:rsid w:val="00335989"/>
    <w:rsid w:val="003367A4"/>
    <w:rsid w:val="00347055"/>
    <w:rsid w:val="00355630"/>
    <w:rsid w:val="00363148"/>
    <w:rsid w:val="00363794"/>
    <w:rsid w:val="00364743"/>
    <w:rsid w:val="003771E7"/>
    <w:rsid w:val="003808A7"/>
    <w:rsid w:val="00391D72"/>
    <w:rsid w:val="003945F7"/>
    <w:rsid w:val="0039505A"/>
    <w:rsid w:val="00395695"/>
    <w:rsid w:val="003A032F"/>
    <w:rsid w:val="003A2E33"/>
    <w:rsid w:val="003A4641"/>
    <w:rsid w:val="003A4EF6"/>
    <w:rsid w:val="003B3CA0"/>
    <w:rsid w:val="003C275C"/>
    <w:rsid w:val="003C3F8E"/>
    <w:rsid w:val="003C54E2"/>
    <w:rsid w:val="003D555A"/>
    <w:rsid w:val="003D63F6"/>
    <w:rsid w:val="003E2AB1"/>
    <w:rsid w:val="003E50F8"/>
    <w:rsid w:val="003F6D02"/>
    <w:rsid w:val="003F731D"/>
    <w:rsid w:val="004037DD"/>
    <w:rsid w:val="00412908"/>
    <w:rsid w:val="00420C14"/>
    <w:rsid w:val="004215DD"/>
    <w:rsid w:val="0042249B"/>
    <w:rsid w:val="004246D5"/>
    <w:rsid w:val="004251D9"/>
    <w:rsid w:val="00431971"/>
    <w:rsid w:val="004453DC"/>
    <w:rsid w:val="0044748F"/>
    <w:rsid w:val="004511BA"/>
    <w:rsid w:val="0046650B"/>
    <w:rsid w:val="00475512"/>
    <w:rsid w:val="004821F6"/>
    <w:rsid w:val="00486E5D"/>
    <w:rsid w:val="00491A32"/>
    <w:rsid w:val="004A14DE"/>
    <w:rsid w:val="004A166B"/>
    <w:rsid w:val="004B56A6"/>
    <w:rsid w:val="004B620F"/>
    <w:rsid w:val="004B6430"/>
    <w:rsid w:val="004C1584"/>
    <w:rsid w:val="004D0CC3"/>
    <w:rsid w:val="004F0D59"/>
    <w:rsid w:val="004F1FEE"/>
    <w:rsid w:val="004F24BA"/>
    <w:rsid w:val="00507B98"/>
    <w:rsid w:val="00517FA2"/>
    <w:rsid w:val="005274C9"/>
    <w:rsid w:val="00542DF3"/>
    <w:rsid w:val="00554ADD"/>
    <w:rsid w:val="00554F30"/>
    <w:rsid w:val="00556717"/>
    <w:rsid w:val="00581FC8"/>
    <w:rsid w:val="00582E14"/>
    <w:rsid w:val="00592D8D"/>
    <w:rsid w:val="005969E1"/>
    <w:rsid w:val="005A0DEB"/>
    <w:rsid w:val="005A2984"/>
    <w:rsid w:val="005A5EB7"/>
    <w:rsid w:val="005C0C09"/>
    <w:rsid w:val="005D1AEA"/>
    <w:rsid w:val="005F2AF8"/>
    <w:rsid w:val="005F41D0"/>
    <w:rsid w:val="00601247"/>
    <w:rsid w:val="00601462"/>
    <w:rsid w:val="006121AF"/>
    <w:rsid w:val="00616765"/>
    <w:rsid w:val="00622E0E"/>
    <w:rsid w:val="006245F5"/>
    <w:rsid w:val="00626B05"/>
    <w:rsid w:val="00632A83"/>
    <w:rsid w:val="006369BD"/>
    <w:rsid w:val="00645B1E"/>
    <w:rsid w:val="00653641"/>
    <w:rsid w:val="0065493D"/>
    <w:rsid w:val="006664A1"/>
    <w:rsid w:val="00683666"/>
    <w:rsid w:val="00691CC0"/>
    <w:rsid w:val="0069226E"/>
    <w:rsid w:val="00694561"/>
    <w:rsid w:val="006955E3"/>
    <w:rsid w:val="006A070F"/>
    <w:rsid w:val="006A3CE7"/>
    <w:rsid w:val="006A6B1C"/>
    <w:rsid w:val="006B6D95"/>
    <w:rsid w:val="006D1AC7"/>
    <w:rsid w:val="006E099C"/>
    <w:rsid w:val="006E7F1D"/>
    <w:rsid w:val="006F2074"/>
    <w:rsid w:val="006F5617"/>
    <w:rsid w:val="007140EB"/>
    <w:rsid w:val="00714450"/>
    <w:rsid w:val="00714CA8"/>
    <w:rsid w:val="00716EA5"/>
    <w:rsid w:val="007222F3"/>
    <w:rsid w:val="00733122"/>
    <w:rsid w:val="00764A5A"/>
    <w:rsid w:val="007767FC"/>
    <w:rsid w:val="00776ABD"/>
    <w:rsid w:val="00791975"/>
    <w:rsid w:val="007A7331"/>
    <w:rsid w:val="007B6F72"/>
    <w:rsid w:val="007C17C6"/>
    <w:rsid w:val="007C443D"/>
    <w:rsid w:val="007D0798"/>
    <w:rsid w:val="007D2E37"/>
    <w:rsid w:val="007D4F65"/>
    <w:rsid w:val="007E3356"/>
    <w:rsid w:val="007F2B6A"/>
    <w:rsid w:val="007F69EB"/>
    <w:rsid w:val="008073F4"/>
    <w:rsid w:val="008102D2"/>
    <w:rsid w:val="00812F68"/>
    <w:rsid w:val="008135D0"/>
    <w:rsid w:val="00816A30"/>
    <w:rsid w:val="00823D37"/>
    <w:rsid w:val="008259E8"/>
    <w:rsid w:val="00836BCC"/>
    <w:rsid w:val="00842B18"/>
    <w:rsid w:val="00853351"/>
    <w:rsid w:val="0085638E"/>
    <w:rsid w:val="00865A66"/>
    <w:rsid w:val="00885A13"/>
    <w:rsid w:val="00894C34"/>
    <w:rsid w:val="008973B4"/>
    <w:rsid w:val="008A4DE3"/>
    <w:rsid w:val="008B06D4"/>
    <w:rsid w:val="008C33FB"/>
    <w:rsid w:val="008F2103"/>
    <w:rsid w:val="008F6C03"/>
    <w:rsid w:val="00900AD9"/>
    <w:rsid w:val="00904445"/>
    <w:rsid w:val="00920DF2"/>
    <w:rsid w:val="009254CC"/>
    <w:rsid w:val="00936538"/>
    <w:rsid w:val="00951FA1"/>
    <w:rsid w:val="0095323F"/>
    <w:rsid w:val="009557B1"/>
    <w:rsid w:val="009726E3"/>
    <w:rsid w:val="00973412"/>
    <w:rsid w:val="009832D5"/>
    <w:rsid w:val="00995056"/>
    <w:rsid w:val="009A094A"/>
    <w:rsid w:val="009A2197"/>
    <w:rsid w:val="009A342F"/>
    <w:rsid w:val="009A6589"/>
    <w:rsid w:val="009B15AB"/>
    <w:rsid w:val="009B517A"/>
    <w:rsid w:val="009B6BC4"/>
    <w:rsid w:val="009B70D6"/>
    <w:rsid w:val="009D12BC"/>
    <w:rsid w:val="009D257A"/>
    <w:rsid w:val="009E707B"/>
    <w:rsid w:val="009E7738"/>
    <w:rsid w:val="00A05E31"/>
    <w:rsid w:val="00A1056F"/>
    <w:rsid w:val="00A244DE"/>
    <w:rsid w:val="00A37735"/>
    <w:rsid w:val="00A37E25"/>
    <w:rsid w:val="00A51036"/>
    <w:rsid w:val="00A65BEC"/>
    <w:rsid w:val="00A700B3"/>
    <w:rsid w:val="00A707B5"/>
    <w:rsid w:val="00A72433"/>
    <w:rsid w:val="00A76B38"/>
    <w:rsid w:val="00A82BBF"/>
    <w:rsid w:val="00A91B4A"/>
    <w:rsid w:val="00A95D4B"/>
    <w:rsid w:val="00AB6F54"/>
    <w:rsid w:val="00AC0BBD"/>
    <w:rsid w:val="00AD4AC8"/>
    <w:rsid w:val="00AF5B78"/>
    <w:rsid w:val="00AF7BCF"/>
    <w:rsid w:val="00B01265"/>
    <w:rsid w:val="00B04AAF"/>
    <w:rsid w:val="00B115E1"/>
    <w:rsid w:val="00B2262B"/>
    <w:rsid w:val="00B302C6"/>
    <w:rsid w:val="00B351FC"/>
    <w:rsid w:val="00B3661A"/>
    <w:rsid w:val="00B41448"/>
    <w:rsid w:val="00B76286"/>
    <w:rsid w:val="00B900C5"/>
    <w:rsid w:val="00B90847"/>
    <w:rsid w:val="00B9294F"/>
    <w:rsid w:val="00BA532C"/>
    <w:rsid w:val="00BB2CDD"/>
    <w:rsid w:val="00BB364F"/>
    <w:rsid w:val="00BC05C6"/>
    <w:rsid w:val="00BD7EAA"/>
    <w:rsid w:val="00BE0968"/>
    <w:rsid w:val="00BE3F03"/>
    <w:rsid w:val="00BF5E68"/>
    <w:rsid w:val="00C04D4A"/>
    <w:rsid w:val="00C04F5C"/>
    <w:rsid w:val="00C071BF"/>
    <w:rsid w:val="00C233F8"/>
    <w:rsid w:val="00C45D40"/>
    <w:rsid w:val="00C462CE"/>
    <w:rsid w:val="00C60CAB"/>
    <w:rsid w:val="00C7374F"/>
    <w:rsid w:val="00C75010"/>
    <w:rsid w:val="00C815A1"/>
    <w:rsid w:val="00C81889"/>
    <w:rsid w:val="00C85249"/>
    <w:rsid w:val="00CA7244"/>
    <w:rsid w:val="00CB685B"/>
    <w:rsid w:val="00CB7720"/>
    <w:rsid w:val="00CD1A8D"/>
    <w:rsid w:val="00CF4FB2"/>
    <w:rsid w:val="00D02447"/>
    <w:rsid w:val="00D07707"/>
    <w:rsid w:val="00D13333"/>
    <w:rsid w:val="00D1547C"/>
    <w:rsid w:val="00D1599B"/>
    <w:rsid w:val="00D30D15"/>
    <w:rsid w:val="00D32E6B"/>
    <w:rsid w:val="00D34836"/>
    <w:rsid w:val="00D367DA"/>
    <w:rsid w:val="00D36FB8"/>
    <w:rsid w:val="00D4187F"/>
    <w:rsid w:val="00D460EA"/>
    <w:rsid w:val="00D52A9E"/>
    <w:rsid w:val="00D52D94"/>
    <w:rsid w:val="00D53C18"/>
    <w:rsid w:val="00D57D08"/>
    <w:rsid w:val="00D61575"/>
    <w:rsid w:val="00D70063"/>
    <w:rsid w:val="00D707B5"/>
    <w:rsid w:val="00D741A9"/>
    <w:rsid w:val="00D76985"/>
    <w:rsid w:val="00D76C7E"/>
    <w:rsid w:val="00D81B20"/>
    <w:rsid w:val="00D832BD"/>
    <w:rsid w:val="00D83728"/>
    <w:rsid w:val="00D92979"/>
    <w:rsid w:val="00D947CF"/>
    <w:rsid w:val="00D94BA5"/>
    <w:rsid w:val="00D9522A"/>
    <w:rsid w:val="00DA51CD"/>
    <w:rsid w:val="00DA60FB"/>
    <w:rsid w:val="00DB4365"/>
    <w:rsid w:val="00DB464A"/>
    <w:rsid w:val="00DB48E3"/>
    <w:rsid w:val="00DB582D"/>
    <w:rsid w:val="00DC5E16"/>
    <w:rsid w:val="00DD008B"/>
    <w:rsid w:val="00DF5ECD"/>
    <w:rsid w:val="00E031E9"/>
    <w:rsid w:val="00E0719A"/>
    <w:rsid w:val="00E109CB"/>
    <w:rsid w:val="00E1166D"/>
    <w:rsid w:val="00E15970"/>
    <w:rsid w:val="00E16376"/>
    <w:rsid w:val="00E17F6B"/>
    <w:rsid w:val="00E20801"/>
    <w:rsid w:val="00E20FFE"/>
    <w:rsid w:val="00E25F62"/>
    <w:rsid w:val="00E32ECB"/>
    <w:rsid w:val="00E439ED"/>
    <w:rsid w:val="00E50E81"/>
    <w:rsid w:val="00E51EB8"/>
    <w:rsid w:val="00E65A56"/>
    <w:rsid w:val="00E70E22"/>
    <w:rsid w:val="00E755BB"/>
    <w:rsid w:val="00E804B0"/>
    <w:rsid w:val="00E84357"/>
    <w:rsid w:val="00E86AD5"/>
    <w:rsid w:val="00EA0BE6"/>
    <w:rsid w:val="00EA2E7B"/>
    <w:rsid w:val="00EA5419"/>
    <w:rsid w:val="00EA5C19"/>
    <w:rsid w:val="00EA5F7C"/>
    <w:rsid w:val="00EB4226"/>
    <w:rsid w:val="00EB4C26"/>
    <w:rsid w:val="00EB69B2"/>
    <w:rsid w:val="00EB76F5"/>
    <w:rsid w:val="00ED48F7"/>
    <w:rsid w:val="00EE0BAA"/>
    <w:rsid w:val="00EE16CE"/>
    <w:rsid w:val="00EE19BE"/>
    <w:rsid w:val="00EE4094"/>
    <w:rsid w:val="00EE43F5"/>
    <w:rsid w:val="00EF200E"/>
    <w:rsid w:val="00F045D0"/>
    <w:rsid w:val="00F14B1B"/>
    <w:rsid w:val="00F21243"/>
    <w:rsid w:val="00F24F1D"/>
    <w:rsid w:val="00F2622A"/>
    <w:rsid w:val="00F26AB0"/>
    <w:rsid w:val="00F32D24"/>
    <w:rsid w:val="00F34D98"/>
    <w:rsid w:val="00F35949"/>
    <w:rsid w:val="00F47FDC"/>
    <w:rsid w:val="00F52EFA"/>
    <w:rsid w:val="00F71B46"/>
    <w:rsid w:val="00F7726C"/>
    <w:rsid w:val="00F859AB"/>
    <w:rsid w:val="00F86D1E"/>
    <w:rsid w:val="00FA200C"/>
    <w:rsid w:val="00FA252C"/>
    <w:rsid w:val="00FA26A2"/>
    <w:rsid w:val="00FB29AA"/>
    <w:rsid w:val="00FB308A"/>
    <w:rsid w:val="00FB3EDE"/>
    <w:rsid w:val="00FB6727"/>
    <w:rsid w:val="00FB7258"/>
    <w:rsid w:val="00FC2465"/>
    <w:rsid w:val="00FC54B0"/>
    <w:rsid w:val="00FD1454"/>
    <w:rsid w:val="00FD56C0"/>
    <w:rsid w:val="00FD7C04"/>
    <w:rsid w:val="00FE2607"/>
    <w:rsid w:val="00FE50D2"/>
    <w:rsid w:val="00FF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713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nl-NL" w:eastAsia="en-US" w:bidi="ar-SA"/>
      </w:rPr>
    </w:rPrDefault>
    <w:pPrDefault>
      <w:pPr>
        <w:spacing w:after="28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57B6F"/>
  </w:style>
  <w:style w:type="paragraph" w:styleId="Kop1">
    <w:name w:val="heading 1"/>
    <w:basedOn w:val="Standaard"/>
    <w:next w:val="Standaard"/>
    <w:link w:val="Kop1Char"/>
    <w:uiPriority w:val="9"/>
    <w:qFormat/>
    <w:rsid w:val="008C33FB"/>
    <w:pPr>
      <w:keepNext/>
      <w:keepLines/>
      <w:pBdr>
        <w:top w:val="single" w:sz="4" w:space="6" w:color="6E6E6E" w:themeColor="accent1" w:themeShade="80"/>
      </w:pBdr>
      <w:spacing w:before="120"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6E6E6E" w:themeColor="accent1" w:themeShade="80"/>
      <w:sz w:val="28"/>
      <w:szCs w:val="32"/>
      <w:lang w:eastAsia="ja-JP"/>
    </w:rPr>
  </w:style>
  <w:style w:type="paragraph" w:styleId="Kop2">
    <w:name w:val="heading 2"/>
    <w:basedOn w:val="Standaard"/>
    <w:link w:val="Kop2Char"/>
    <w:uiPriority w:val="9"/>
    <w:unhideWhenUsed/>
    <w:qFormat/>
    <w:rsid w:val="008C33FB"/>
    <w:pPr>
      <w:keepNext/>
      <w:keepLines/>
      <w:spacing w:before="480" w:after="0" w:line="240" w:lineRule="auto"/>
      <w:contextualSpacing/>
      <w:outlineLvl w:val="1"/>
    </w:pPr>
    <w:rPr>
      <w:rFonts w:asciiTheme="majorHAnsi" w:eastAsiaTheme="majorEastAsia" w:hAnsiTheme="majorHAnsi" w:cstheme="majorBidi"/>
      <w:caps/>
      <w:color w:val="6E6E6E" w:themeColor="accent1" w:themeShade="80"/>
      <w:sz w:val="28"/>
      <w:szCs w:val="26"/>
      <w:lang w:eastAsia="ja-JP"/>
    </w:rPr>
  </w:style>
  <w:style w:type="paragraph" w:styleId="Kop3">
    <w:name w:val="heading 3"/>
    <w:basedOn w:val="Standaard"/>
    <w:next w:val="Kop4"/>
    <w:link w:val="Kop3Char"/>
    <w:uiPriority w:val="9"/>
    <w:unhideWhenUsed/>
    <w:qFormat/>
    <w:rsid w:val="00865A66"/>
    <w:pPr>
      <w:keepNext/>
      <w:keepLines/>
      <w:spacing w:after="0" w:line="240" w:lineRule="auto"/>
      <w:contextualSpacing/>
      <w:outlineLvl w:val="2"/>
    </w:pPr>
    <w:rPr>
      <w:rFonts w:asciiTheme="majorHAnsi" w:eastAsiaTheme="majorEastAsia" w:hAnsiTheme="majorHAnsi" w:cstheme="majorBidi"/>
      <w:caps/>
      <w:color w:val="6E6E6E" w:themeColor="accent1" w:themeShade="80"/>
      <w:sz w:val="32"/>
      <w:lang w:eastAsia="ja-JP"/>
    </w:rPr>
  </w:style>
  <w:style w:type="paragraph" w:styleId="Kop4">
    <w:name w:val="heading 4"/>
    <w:basedOn w:val="Standaard"/>
    <w:next w:val="Kop5"/>
    <w:link w:val="Kop4Char"/>
    <w:uiPriority w:val="9"/>
    <w:unhideWhenUsed/>
    <w:qFormat/>
    <w:rsid w:val="008C33FB"/>
    <w:pPr>
      <w:keepNext/>
      <w:keepLines/>
      <w:spacing w:before="120" w:after="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z w:val="28"/>
      <w:lang w:eastAsia="ja-JP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87B92"/>
    <w:pPr>
      <w:keepNext/>
      <w:keepLines/>
      <w:spacing w:after="0" w:line="240" w:lineRule="auto"/>
      <w:outlineLvl w:val="4"/>
    </w:pPr>
    <w:rPr>
      <w:rFonts w:eastAsiaTheme="minorEastAsia" w:cstheme="majorBidi"/>
      <w:caps/>
      <w:sz w:val="28"/>
      <w:lang w:eastAsia="ja-JP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C33FB"/>
    <w:rPr>
      <w:rFonts w:asciiTheme="majorHAnsi" w:eastAsiaTheme="majorEastAsia" w:hAnsiTheme="majorHAnsi" w:cstheme="majorBidi"/>
      <w:caps/>
      <w:color w:val="6E6E6E" w:themeColor="accent1" w:themeShade="80"/>
      <w:sz w:val="28"/>
      <w:szCs w:val="32"/>
      <w:lang w:eastAsia="ja-JP"/>
    </w:rPr>
  </w:style>
  <w:style w:type="character" w:customStyle="1" w:styleId="Kop2Char">
    <w:name w:val="Kop 2 Char"/>
    <w:basedOn w:val="Standaardalinea-lettertype"/>
    <w:link w:val="Kop2"/>
    <w:uiPriority w:val="9"/>
    <w:rsid w:val="008C33FB"/>
    <w:rPr>
      <w:rFonts w:asciiTheme="majorHAnsi" w:eastAsiaTheme="majorEastAsia" w:hAnsiTheme="majorHAnsi" w:cstheme="majorBidi"/>
      <w:caps/>
      <w:color w:val="6E6E6E" w:themeColor="accent1" w:themeShade="80"/>
      <w:sz w:val="28"/>
      <w:szCs w:val="26"/>
      <w:lang w:eastAsia="ja-JP"/>
    </w:rPr>
  </w:style>
  <w:style w:type="character" w:customStyle="1" w:styleId="Kop3Char">
    <w:name w:val="Kop 3 Char"/>
    <w:basedOn w:val="Standaardalinea-lettertype"/>
    <w:link w:val="Kop3"/>
    <w:uiPriority w:val="9"/>
    <w:rsid w:val="00865A66"/>
    <w:rPr>
      <w:rFonts w:asciiTheme="majorHAnsi" w:eastAsiaTheme="majorEastAsia" w:hAnsiTheme="majorHAnsi" w:cstheme="majorBidi"/>
      <w:caps/>
      <w:color w:val="6E6E6E" w:themeColor="accent1" w:themeShade="80"/>
      <w:sz w:val="32"/>
      <w:lang w:eastAsia="ja-JP"/>
    </w:rPr>
  </w:style>
  <w:style w:type="character" w:customStyle="1" w:styleId="Kop4Char">
    <w:name w:val="Kop 4 Char"/>
    <w:basedOn w:val="Standaardalinea-lettertype"/>
    <w:link w:val="Kop4"/>
    <w:uiPriority w:val="9"/>
    <w:rsid w:val="008C33FB"/>
    <w:rPr>
      <w:rFonts w:asciiTheme="majorHAnsi" w:eastAsiaTheme="majorEastAsia" w:hAnsiTheme="majorHAnsi" w:cstheme="majorBidi"/>
      <w:b/>
      <w:iCs/>
      <w:caps/>
      <w:sz w:val="28"/>
      <w:lang w:eastAsia="ja-JP"/>
    </w:rPr>
  </w:style>
  <w:style w:type="character" w:customStyle="1" w:styleId="Kop5Char">
    <w:name w:val="Kop 5 Char"/>
    <w:basedOn w:val="Standaardalinea-lettertype"/>
    <w:link w:val="Kop5"/>
    <w:uiPriority w:val="9"/>
    <w:rsid w:val="00187B92"/>
    <w:rPr>
      <w:rFonts w:eastAsiaTheme="minorEastAsia" w:cstheme="majorBidi"/>
      <w:caps/>
      <w:sz w:val="28"/>
      <w:lang w:eastAsia="ja-JP"/>
    </w:rPr>
  </w:style>
  <w:style w:type="paragraph" w:styleId="Koptekst">
    <w:name w:val="header"/>
    <w:basedOn w:val="Standaard"/>
    <w:link w:val="KoptekstChar"/>
    <w:uiPriority w:val="99"/>
    <w:unhideWhenUsed/>
    <w:rsid w:val="00187B92"/>
    <w:pPr>
      <w:spacing w:after="0" w:line="240" w:lineRule="auto"/>
      <w:ind w:left="-3787"/>
    </w:pPr>
    <w:rPr>
      <w:rFonts w:asciiTheme="majorHAnsi" w:eastAsiaTheme="minorEastAsia" w:hAnsiTheme="majorHAnsi"/>
      <w:color w:val="6E6E6E" w:themeColor="accent1" w:themeShade="80"/>
      <w:sz w:val="28"/>
      <w:lang w:eastAsia="ja-JP"/>
    </w:rPr>
  </w:style>
  <w:style w:type="character" w:customStyle="1" w:styleId="KoptekstChar">
    <w:name w:val="Koptekst Char"/>
    <w:basedOn w:val="Standaardalinea-lettertype"/>
    <w:link w:val="Koptekst"/>
    <w:uiPriority w:val="99"/>
    <w:rsid w:val="00187B92"/>
    <w:rPr>
      <w:rFonts w:asciiTheme="majorHAnsi" w:eastAsiaTheme="minorEastAsia" w:hAnsiTheme="majorHAnsi"/>
      <w:color w:val="6E6E6E" w:themeColor="accent1" w:themeShade="80"/>
      <w:sz w:val="28"/>
      <w:lang w:eastAsia="ja-JP"/>
    </w:rPr>
  </w:style>
  <w:style w:type="table" w:styleId="Tabelraster">
    <w:name w:val="Table Grid"/>
    <w:basedOn w:val="Standaardtabel"/>
    <w:uiPriority w:val="39"/>
    <w:rsid w:val="00D70063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gegevens">
    <w:name w:val="Contactgegevens"/>
    <w:basedOn w:val="Standaard"/>
    <w:uiPriority w:val="10"/>
    <w:qFormat/>
    <w:rsid w:val="00187B92"/>
    <w:pPr>
      <w:spacing w:after="120"/>
    </w:pPr>
    <w:rPr>
      <w:rFonts w:eastAsiaTheme="minorEastAsia"/>
      <w:lang w:eastAsia="ja-JP"/>
    </w:rPr>
  </w:style>
  <w:style w:type="character" w:styleId="Zwaar">
    <w:name w:val="Strong"/>
    <w:basedOn w:val="Standaardalinea-lettertype"/>
    <w:uiPriority w:val="22"/>
    <w:qFormat/>
    <w:rsid w:val="00D70063"/>
    <w:rPr>
      <w:b/>
      <w:bCs/>
    </w:rPr>
  </w:style>
  <w:style w:type="paragraph" w:styleId="Titel">
    <w:name w:val="Title"/>
    <w:basedOn w:val="Standaard"/>
    <w:link w:val="TitelChar"/>
    <w:uiPriority w:val="1"/>
    <w:qFormat/>
    <w:rsid w:val="00D70063"/>
    <w:pPr>
      <w:spacing w:before="60" w:after="0" w:line="240" w:lineRule="auto"/>
      <w:contextualSpacing/>
    </w:pPr>
    <w:rPr>
      <w:rFonts w:asciiTheme="majorHAnsi" w:eastAsiaTheme="majorEastAsia" w:hAnsiTheme="majorHAnsi" w:cstheme="majorBidi"/>
      <w:caps/>
      <w:color w:val="6E6E6E" w:themeColor="accent1" w:themeShade="80"/>
      <w:kern w:val="28"/>
      <w:sz w:val="32"/>
      <w:szCs w:val="56"/>
      <w:lang w:eastAsia="ja-JP"/>
    </w:rPr>
  </w:style>
  <w:style w:type="character" w:customStyle="1" w:styleId="TitelChar">
    <w:name w:val="Titel Char"/>
    <w:basedOn w:val="Standaardalinea-lettertype"/>
    <w:link w:val="Titel"/>
    <w:uiPriority w:val="1"/>
    <w:rsid w:val="00D70063"/>
    <w:rPr>
      <w:rFonts w:asciiTheme="majorHAnsi" w:eastAsiaTheme="majorEastAsia" w:hAnsiTheme="majorHAnsi" w:cstheme="majorBidi"/>
      <w:caps/>
      <w:color w:val="6E6E6E" w:themeColor="accent1" w:themeShade="80"/>
      <w:kern w:val="28"/>
      <w:sz w:val="32"/>
      <w:szCs w:val="56"/>
      <w:lang w:eastAsia="ja-JP"/>
    </w:rPr>
  </w:style>
  <w:style w:type="paragraph" w:customStyle="1" w:styleId="Foto">
    <w:name w:val="Foto"/>
    <w:basedOn w:val="Standaard"/>
    <w:qFormat/>
    <w:rsid w:val="00187B92"/>
    <w:pPr>
      <w:pBdr>
        <w:top w:val="single" w:sz="18" w:space="2" w:color="6E6E6E" w:themeColor="accent1" w:themeShade="80"/>
        <w:bottom w:val="single" w:sz="18" w:space="2" w:color="6E6E6E" w:themeColor="accent1" w:themeShade="80"/>
      </w:pBdr>
      <w:spacing w:after="0" w:line="240" w:lineRule="auto"/>
      <w:jc w:val="center"/>
    </w:pPr>
    <w:rPr>
      <w:rFonts w:eastAsiaTheme="minorEastAsia"/>
      <w:lang w:eastAsia="ja-JP"/>
    </w:rPr>
  </w:style>
  <w:style w:type="paragraph" w:styleId="Ondertitel">
    <w:name w:val="Subtitle"/>
    <w:basedOn w:val="Standaard"/>
    <w:link w:val="OndertitelChar"/>
    <w:uiPriority w:val="2"/>
    <w:qFormat/>
    <w:rsid w:val="008C33FB"/>
    <w:pPr>
      <w:numPr>
        <w:ilvl w:val="1"/>
      </w:numPr>
      <w:spacing w:after="640" w:line="240" w:lineRule="auto"/>
      <w:contextualSpacing/>
    </w:pPr>
    <w:rPr>
      <w:rFonts w:asciiTheme="majorHAnsi" w:eastAsiaTheme="minorEastAsia" w:hAnsiTheme="majorHAnsi"/>
      <w:caps/>
      <w:color w:val="5A5A5A" w:themeColor="text1" w:themeTint="A5"/>
      <w:lang w:eastAsia="ja-JP"/>
    </w:rPr>
  </w:style>
  <w:style w:type="character" w:customStyle="1" w:styleId="OndertitelChar">
    <w:name w:val="Ondertitel Char"/>
    <w:basedOn w:val="Standaardalinea-lettertype"/>
    <w:link w:val="Ondertitel"/>
    <w:uiPriority w:val="2"/>
    <w:rsid w:val="008C33FB"/>
    <w:rPr>
      <w:rFonts w:asciiTheme="majorHAnsi" w:eastAsiaTheme="minorEastAsia" w:hAnsiTheme="majorHAnsi"/>
      <w:caps/>
      <w:color w:val="5A5A5A" w:themeColor="text1" w:themeTint="A5"/>
      <w:lang w:eastAsia="ja-JP"/>
    </w:rPr>
  </w:style>
  <w:style w:type="paragraph" w:styleId="Voettekst">
    <w:name w:val="footer"/>
    <w:basedOn w:val="Standaard"/>
    <w:link w:val="VoettekstChar"/>
    <w:uiPriority w:val="99"/>
    <w:unhideWhenUsed/>
    <w:rsid w:val="00187B92"/>
    <w:pPr>
      <w:spacing w:after="0" w:line="240" w:lineRule="auto"/>
    </w:pPr>
    <w:rPr>
      <w:rFonts w:eastAsiaTheme="minorEastAsia"/>
      <w:lang w:eastAsia="ja-JP"/>
    </w:rPr>
  </w:style>
  <w:style w:type="character" w:customStyle="1" w:styleId="VoettekstChar">
    <w:name w:val="Voettekst Char"/>
    <w:basedOn w:val="Standaardalinea-lettertype"/>
    <w:link w:val="Voettekst"/>
    <w:uiPriority w:val="99"/>
    <w:rsid w:val="00187B92"/>
    <w:rPr>
      <w:rFonts w:eastAsiaTheme="minorEastAsia"/>
      <w:lang w:eastAsia="ja-JP"/>
    </w:rPr>
  </w:style>
  <w:style w:type="character" w:styleId="Tekstvantijdelijkeaanduiding">
    <w:name w:val="Placeholder Text"/>
    <w:basedOn w:val="Standaardalinea-lettertype"/>
    <w:uiPriority w:val="99"/>
    <w:semiHidden/>
    <w:rsid w:val="00187B92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556717"/>
    <w:rPr>
      <w:color w:val="5F5F5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56717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5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5010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unhideWhenUsed/>
    <w:qFormat/>
    <w:rsid w:val="004B620F"/>
    <w:pPr>
      <w:ind w:left="720"/>
      <w:contextualSpacing/>
    </w:pPr>
  </w:style>
  <w:style w:type="table" w:styleId="Tabelrasterlicht">
    <w:name w:val="Grid Table Light"/>
    <w:basedOn w:val="Standaardtabel"/>
    <w:uiPriority w:val="40"/>
    <w:rsid w:val="00554F3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0B48AD"/>
    <w:rPr>
      <w:color w:val="91919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3.png"/><Relationship Id="rId18" Type="http://schemas.openxmlformats.org/officeDocument/2006/relationships/image" Target="media/image40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vmbo.qompas.nl/account/kennisnetlogin?status=needsaccount&amp;knuid=LqkxZKet5MG%2faDp4pA9LN3bQ54pbDriD%2f2vSAkTugCheWNGgnhYmMVzeVLYnRHqm8dhpQZZFavuz6CNoMKCUhA%3d%3d" TargetMode="External"/><Relationship Id="rId7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image" Target="media/image30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0.png"/><Relationship Id="rId20" Type="http://schemas.openxmlformats.org/officeDocument/2006/relationships/image" Target="media/image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vmbo.qompas.nl/account/kennisnetlogin?status=needsaccount&amp;knuid=LqkxZKet5MG%2faDp4pA9LN3bQ54pbDriD%2f2vSAkTugCheWNGgnhYmMVzeVLYnRHqm8dhpQZZFavuz6CNoMKCUhA%3d%3d" TargetMode="External"/><Relationship Id="rId5" Type="http://schemas.openxmlformats.org/officeDocument/2006/relationships/customXml" Target="../customXml/item5.xml"/><Relationship Id="rId15" Type="http://schemas.openxmlformats.org/officeDocument/2006/relationships/image" Target="media/image5.png"/><Relationship Id="rId23" Type="http://schemas.openxmlformats.org/officeDocument/2006/relationships/hyperlink" Target="https://vmbo.qompas.nl/account/kennisnetlogin?status=needsaccount&amp;knuid=LqkxZKet5MG%2faDp4pA9LN3bQ54pbDriD%2f2vSAkTugCheWNGgnhYmMVzeVLYnRHqm8dhpQZZFavuz6CNoMKCUhA%3d%3d" TargetMode="External"/><Relationship Id="rId28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image" Target="media/image50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4.png"/><Relationship Id="rId22" Type="http://schemas.openxmlformats.org/officeDocument/2006/relationships/image" Target="media/image6.png"/><Relationship Id="rId27" Type="http://schemas.openxmlformats.org/officeDocument/2006/relationships/header" Target="header2.xml"/><Relationship Id="rId30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entler\AppData\Roaming\Microsoft\Templates\Kantoormanager-CV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C8A616D71154440A77C594267CB2CA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E6EB3E5-FD90-4605-9CCD-FD213FFB0BEF}"/>
      </w:docPartPr>
      <w:docPartBody>
        <w:p w:rsidR="001B3E75" w:rsidRDefault="0022098A" w:rsidP="0022098A">
          <w:pPr>
            <w:pStyle w:val="BC8A616D71154440A77C594267CB2CAB1"/>
          </w:pPr>
          <w:r w:rsidRPr="00100123">
            <w:rPr>
              <w:rStyle w:val="Tekstvantijdelijkeaanduiding"/>
            </w:rPr>
            <w:t>Kies een item.</w:t>
          </w:r>
        </w:p>
      </w:docPartBody>
    </w:docPart>
    <w:docPart>
      <w:docPartPr>
        <w:name w:val="AA9F94A957F843A7A4B5320EC35D07A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2897BE9-9B20-433E-802B-969AAF03DC12}"/>
      </w:docPartPr>
      <w:docPartBody>
        <w:p w:rsidR="001B3E75" w:rsidRDefault="0022098A" w:rsidP="0022098A">
          <w:pPr>
            <w:pStyle w:val="AA9F94A957F843A7A4B5320EC35D07A51"/>
          </w:pPr>
          <w:r w:rsidRPr="00100123">
            <w:rPr>
              <w:rStyle w:val="Tekstvantijdelijkeaanduiding"/>
            </w:rPr>
            <w:t>Klik of tik om een datum in te voeren.</w:t>
          </w:r>
        </w:p>
      </w:docPartBody>
    </w:docPart>
    <w:docPart>
      <w:docPartPr>
        <w:name w:val="DefaultPlaceholder_-1854013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CDE3FC-95F0-4447-9258-D53F9EECD0BF}"/>
      </w:docPartPr>
      <w:docPartBody>
        <w:p w:rsidR="00EB52FE" w:rsidRDefault="00141278">
          <w:r w:rsidRPr="00994AD0">
            <w:rPr>
              <w:rStyle w:val="Tekstvantijdelijkeaanduiding"/>
            </w:rPr>
            <w:t>Kies een item.</w:t>
          </w:r>
        </w:p>
      </w:docPartBody>
    </w:docPart>
    <w:docPart>
      <w:docPartPr>
        <w:name w:val="CE3513B29945412AB5C03E3705FB38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3508499-E80D-460F-99BD-E61217E228D7}"/>
      </w:docPartPr>
      <w:docPartBody>
        <w:p w:rsidR="00EB52FE" w:rsidRDefault="00141278">
          <w:pPr>
            <w:pStyle w:val="CE3513B29945412AB5C03E3705FB3883"/>
          </w:pPr>
          <w:r w:rsidRPr="00994AD0">
            <w:rPr>
              <w:rStyle w:val="Tekstvantijdelijkeaanduiding"/>
            </w:rPr>
            <w:t>Kies een item.</w:t>
          </w:r>
        </w:p>
      </w:docPartBody>
    </w:docPart>
    <w:docPart>
      <w:docPartPr>
        <w:name w:val="BDA4E5ABD48242A0A19294BBE71E43D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CC04CC-CD75-4673-9246-B944B4B2ACD0}"/>
      </w:docPartPr>
      <w:docPartBody>
        <w:p w:rsidR="002E6592" w:rsidRDefault="00F83455" w:rsidP="00F83455">
          <w:pPr>
            <w:pStyle w:val="BDA4E5ABD48242A0A19294BBE71E43D4"/>
          </w:pPr>
          <w:r w:rsidRPr="00994AD0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4D"/>
    <w:rsid w:val="00141278"/>
    <w:rsid w:val="001B3E75"/>
    <w:rsid w:val="0022098A"/>
    <w:rsid w:val="002E6592"/>
    <w:rsid w:val="00320DED"/>
    <w:rsid w:val="00B34B77"/>
    <w:rsid w:val="00EB52FE"/>
    <w:rsid w:val="00F83455"/>
    <w:rsid w:val="00FF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83455"/>
    <w:rPr>
      <w:color w:val="808080"/>
    </w:rPr>
  </w:style>
  <w:style w:type="paragraph" w:customStyle="1" w:styleId="BC8A616D71154440A77C594267CB2CAB1">
    <w:name w:val="BC8A616D71154440A77C594267CB2CAB1"/>
    <w:rsid w:val="0022098A"/>
    <w:pPr>
      <w:pBdr>
        <w:top w:val="single" w:sz="18" w:space="2" w:color="1F3864" w:themeColor="accent1" w:themeShade="80"/>
        <w:bottom w:val="single" w:sz="18" w:space="2" w:color="1F3864" w:themeColor="accent1" w:themeShade="80"/>
      </w:pBdr>
      <w:spacing w:after="0" w:line="240" w:lineRule="auto"/>
      <w:jc w:val="center"/>
    </w:pPr>
    <w:rPr>
      <w:sz w:val="24"/>
      <w:szCs w:val="24"/>
      <w:lang w:eastAsia="ja-JP"/>
    </w:rPr>
  </w:style>
  <w:style w:type="paragraph" w:customStyle="1" w:styleId="AA9F94A957F843A7A4B5320EC35D07A51">
    <w:name w:val="AA9F94A957F843A7A4B5320EC35D07A51"/>
    <w:rsid w:val="0022098A"/>
    <w:pPr>
      <w:pBdr>
        <w:top w:val="single" w:sz="18" w:space="2" w:color="1F3864" w:themeColor="accent1" w:themeShade="80"/>
        <w:bottom w:val="single" w:sz="18" w:space="2" w:color="1F3864" w:themeColor="accent1" w:themeShade="80"/>
      </w:pBdr>
      <w:spacing w:after="0" w:line="240" w:lineRule="auto"/>
      <w:jc w:val="center"/>
    </w:pPr>
    <w:rPr>
      <w:sz w:val="24"/>
      <w:szCs w:val="24"/>
      <w:lang w:eastAsia="ja-JP"/>
    </w:rPr>
  </w:style>
  <w:style w:type="paragraph" w:customStyle="1" w:styleId="CE3513B29945412AB5C03E3705FB3883">
    <w:name w:val="CE3513B29945412AB5C03E3705FB3883"/>
  </w:style>
  <w:style w:type="paragraph" w:customStyle="1" w:styleId="BDA4E5ABD48242A0A19294BBE71E43D4">
    <w:name w:val="BDA4E5ABD48242A0A19294BBE71E43D4"/>
    <w:rsid w:val="00F834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eme1">
  <a:themeElements>
    <a:clrScheme name="Grijswaarden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ustom 97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E45E354B01584EB69390C8790F5F0F" ma:contentTypeVersion="9" ma:contentTypeDescription="Een nieuw document maken." ma:contentTypeScope="" ma:versionID="25db79a4da7adcfda3e2debd567ddf15">
  <xsd:schema xmlns:xsd="http://www.w3.org/2001/XMLSchema" xmlns:xs="http://www.w3.org/2001/XMLSchema" xmlns:p="http://schemas.microsoft.com/office/2006/metadata/properties" xmlns:ns2="539f9d9f-b984-479e-aab3-723ed737a926" xmlns:ns3="78b4db7e-8285-4e7d-83ae-39a7a38c7e55" targetNamespace="http://schemas.microsoft.com/office/2006/metadata/properties" ma:root="true" ma:fieldsID="c25ff4fe516b788f0b6167710aa102a9" ns2:_="" ns3:_="">
    <xsd:import namespace="539f9d9f-b984-479e-aab3-723ed737a926"/>
    <xsd:import namespace="78b4db7e-8285-4e7d-83ae-39a7a38c7e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f9d9f-b984-479e-aab3-723ed737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4db7e-8285-4e7d-83ae-39a7a38c7e5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0FE642-8C86-4F8E-948D-DA548BE05CB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0ED40526-3AA2-4658-9D43-766EB8A2FC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f9d9f-b984-479e-aab3-723ed737a926"/>
    <ds:schemaRef ds:uri="78b4db7e-8285-4e7d-83ae-39a7a38c7e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4F9BFD-8B79-4391-8B66-49332C709A0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5F36DAD-1865-421F-B51D-0044A1B8F7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Kantoormanager-CV</Template>
  <TotalTime>0</TotalTime>
  <Pages>3</Pages>
  <Words>800</Words>
  <Characters>4561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5351</CharactersWithSpaces>
  <SharedDoc>false</SharedDoc>
  <HLinks>
    <vt:vector size="6" baseType="variant">
      <vt:variant>
        <vt:i4>1245230</vt:i4>
      </vt:variant>
      <vt:variant>
        <vt:i4>0</vt:i4>
      </vt:variant>
      <vt:variant>
        <vt:i4>0</vt:i4>
      </vt:variant>
      <vt:variant>
        <vt:i4>5</vt:i4>
      </vt:variant>
      <vt:variant>
        <vt:lpwstr>mailto:sdwinter@melanchthon.nl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2022-06-10T00:23:00Z</dcterms:created>
  <dcterms:modified xsi:type="dcterms:W3CDTF">2022-06-12T01:37:00Z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0x010100D9E45E354B01584EB69390C8790F5F0F</vt:lpwstr>
  </property>
</Properties>
</file>