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9"/>
        <w:gridCol w:w="1711"/>
        <w:gridCol w:w="312"/>
        <w:gridCol w:w="1455"/>
        <w:gridCol w:w="2669"/>
      </w:tblGrid>
      <w:tr w:rsidR="005B7B3C" w:rsidRPr="00A234AD" w14:paraId="7A5E0ACF" w14:textId="77777777" w:rsidTr="004B013A">
        <w:trPr>
          <w:trHeight w:val="420"/>
        </w:trPr>
        <w:tc>
          <w:tcPr>
            <w:tcW w:w="9056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  <w:hideMark/>
          </w:tcPr>
          <w:p w14:paraId="4872E23D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</w:rPr>
            </w:pPr>
            <w:r w:rsidRPr="00A234AD">
              <w:rPr>
                <w:rFonts w:ascii="Arial" w:hAnsi="Arial" w:cs="Arial"/>
                <w:b/>
                <w:bCs/>
              </w:rPr>
              <w:t>Onderzoeksverslag</w:t>
            </w:r>
          </w:p>
        </w:tc>
      </w:tr>
      <w:tr w:rsidR="005B7B3C" w:rsidRPr="00A234AD" w14:paraId="69AE6928" w14:textId="77777777" w:rsidTr="004B013A">
        <w:trPr>
          <w:trHeight w:val="1185"/>
        </w:trPr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04D1A070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</w:rPr>
              <w:t>Schoolvak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  <w:p w14:paraId="79049844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478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40524FA8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  <w:i/>
                <w:iCs/>
                <w:color w:val="0070C0"/>
              </w:rPr>
              <w:t>NASK</w:t>
            </w: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  <w:p w14:paraId="30C6A9B0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  <w:p w14:paraId="50688D9E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proofErr w:type="spellStart"/>
            <w:r w:rsidRPr="00A234AD">
              <w:rPr>
                <w:rStyle w:val="normaltextrun"/>
                <w:rFonts w:ascii="Arial" w:hAnsi="Arial" w:cs="Arial"/>
                <w:b/>
                <w:bCs/>
                <w:i/>
                <w:iCs/>
                <w:color w:val="0070C0"/>
              </w:rPr>
              <w:t>Koll</w:t>
            </w:r>
            <w:proofErr w:type="spellEnd"/>
          </w:p>
        </w:tc>
        <w:tc>
          <w:tcPr>
            <w:tcW w:w="266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  <w:hideMark/>
          </w:tcPr>
          <w:p w14:paraId="560DC794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234AD">
              <w:rPr>
                <w:rFonts w:ascii="Arial" w:eastAsiaTheme="minorHAnsi" w:hAnsi="Arial" w:cs="Arial"/>
                <w:noProof/>
                <w:lang w:eastAsia="en-US"/>
              </w:rPr>
              <w:drawing>
                <wp:inline distT="0" distB="0" distL="0" distR="0" wp14:anchorId="25371D1B" wp14:editId="4E646A00">
                  <wp:extent cx="1403350" cy="565150"/>
                  <wp:effectExtent l="0" t="0" r="6350" b="635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</w:tr>
      <w:tr w:rsidR="005B7B3C" w:rsidRPr="00A234AD" w14:paraId="51993DA9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63050F0D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</w:rPr>
              <w:t>Niveau en leerjaar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541F58A9" w14:textId="4CC9DF0F" w:rsidR="005B7B3C" w:rsidRPr="00A234AD" w:rsidRDefault="005A69AB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1F3864" w:themeColor="accent1" w:themeShade="80"/>
              </w:rPr>
              <w:t>3</w:t>
            </w:r>
            <w:r w:rsidR="005B7B3C" w:rsidRPr="00A234AD">
              <w:rPr>
                <w:rStyle w:val="normaltextrun"/>
                <w:rFonts w:ascii="Arial" w:hAnsi="Arial" w:cs="Arial"/>
                <w:color w:val="1F3864" w:themeColor="accent1" w:themeShade="80"/>
              </w:rPr>
              <w:t>TGL</w:t>
            </w:r>
            <w:r w:rsidR="005B7B3C" w:rsidRPr="00A234AD">
              <w:rPr>
                <w:rStyle w:val="eop"/>
                <w:rFonts w:ascii="Arial" w:hAnsi="Arial" w:cs="Arial"/>
                <w:color w:val="1F3864" w:themeColor="accent1" w:themeShade="80"/>
              </w:rPr>
              <w:t> </w:t>
            </w:r>
          </w:p>
        </w:tc>
      </w:tr>
      <w:tr w:rsidR="005B7B3C" w:rsidRPr="00A234AD" w14:paraId="0AC31AF2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7EDF564E" w14:textId="77777777" w:rsidR="005B7B3C" w:rsidRPr="00EE47DC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soort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toets: 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  <w:r w:rsidRPr="00EE47DC">
              <w:rPr>
                <w:rStyle w:val="normaltextrun"/>
                <w:rFonts w:ascii="Arial" w:hAnsi="Arial" w:cs="Arial"/>
                <w:b/>
                <w:bCs/>
                <w:color w:val="0070C0"/>
              </w:rPr>
              <w:t>PO</w:t>
            </w:r>
            <w:r w:rsidRPr="00EE47DC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171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58FEED57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4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32ABFAD9" w14:textId="5D72B6E6" w:rsidR="005B7B3C" w:rsidRPr="005E0E88" w:rsidRDefault="005E0E88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</w:rPr>
            </w:pPr>
            <w:r w:rsidRPr="005E0E88">
              <w:rPr>
                <w:rStyle w:val="normaltextrun"/>
                <w:rFonts w:ascii="Arial" w:hAnsi="Arial" w:cs="Arial"/>
                <w:b/>
                <w:bCs/>
                <w:color w:val="0070C0"/>
              </w:rPr>
              <w:t>Natuurkunde in Beweging</w:t>
            </w:r>
            <w:r w:rsidR="005B7B3C" w:rsidRPr="005E0E88">
              <w:rPr>
                <w:rStyle w:val="eop"/>
                <w:rFonts w:ascii="Arial" w:hAnsi="Arial" w:cs="Arial"/>
                <w:b/>
                <w:bCs/>
              </w:rPr>
              <w:t> </w:t>
            </w:r>
          </w:p>
        </w:tc>
      </w:tr>
      <w:tr w:rsidR="005B7B3C" w:rsidRPr="00A234AD" w14:paraId="3566E6D6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7B9325FA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maximale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tijd: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02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clear" w:color="auto" w:fill="auto"/>
            <w:hideMark/>
          </w:tcPr>
          <w:p w14:paraId="5724F369" w14:textId="0901196B" w:rsidR="005B7B3C" w:rsidRPr="00A234AD" w:rsidRDefault="005A69AB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1F3864" w:themeColor="accent1" w:themeShade="80"/>
              </w:rPr>
              <w:t>150</w:t>
            </w:r>
            <w:r w:rsidR="005B7B3C" w:rsidRPr="00A234AD">
              <w:rPr>
                <w:rStyle w:val="normaltextrun"/>
                <w:rFonts w:ascii="Arial" w:hAnsi="Arial" w:cs="Arial"/>
                <w:color w:val="1F3864" w:themeColor="accent1" w:themeShade="80"/>
              </w:rPr>
              <w:t xml:space="preserve"> minuten</w:t>
            </w:r>
            <w:r w:rsidR="005B7B3C" w:rsidRPr="00A234AD">
              <w:rPr>
                <w:rStyle w:val="eop"/>
                <w:rFonts w:ascii="Arial" w:hAnsi="Arial" w:cs="Arial"/>
                <w:color w:val="1F3864" w:themeColor="accent1" w:themeShade="80"/>
              </w:rPr>
              <w:t> </w:t>
            </w:r>
          </w:p>
        </w:tc>
        <w:tc>
          <w:tcPr>
            <w:tcW w:w="4124" w:type="dxa"/>
            <w:gridSpan w:val="2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3F9AEC45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</w:tr>
      <w:tr w:rsidR="005B7B3C" w:rsidRPr="00A234AD" w14:paraId="6257BBB5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47B27C6E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te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behalen punten: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255C55E3" w14:textId="0E4FE388" w:rsidR="005B7B3C" w:rsidRPr="00A234AD" w:rsidRDefault="00B87E5B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5B7B3C" w:rsidRPr="00A234AD" w14:paraId="5A877DAA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5AC8EB37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weging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voor rapport: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02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clear" w:color="auto" w:fill="auto"/>
            <w:hideMark/>
          </w:tcPr>
          <w:p w14:paraId="68F47C5D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124" w:type="dxa"/>
            <w:gridSpan w:val="2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0653DE65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</w:tc>
      </w:tr>
      <w:tr w:rsidR="005B7B3C" w:rsidRPr="00A234AD" w14:paraId="113B8480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1AECCCB6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normering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09760F74" w14:textId="5DF2CA4D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color w:val="0070C0"/>
              </w:rPr>
              <w:t>Je hebt een 5,5 als je 5</w:t>
            </w:r>
            <w:r w:rsidR="009F7FAC">
              <w:rPr>
                <w:rStyle w:val="normaltextrun"/>
                <w:rFonts w:ascii="Arial" w:hAnsi="Arial" w:cs="Arial"/>
                <w:color w:val="0070C0"/>
              </w:rPr>
              <w:t>5</w:t>
            </w:r>
            <w:r w:rsidRPr="00A234AD">
              <w:rPr>
                <w:rStyle w:val="normaltextrun"/>
                <w:rFonts w:ascii="Arial" w:hAnsi="Arial" w:cs="Arial"/>
                <w:color w:val="0070C0"/>
              </w:rPr>
              <w:t>% goed hebt.</w:t>
            </w: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</w:tc>
      </w:tr>
      <w:tr w:rsidR="005B7B3C" w:rsidRPr="00A234AD" w14:paraId="7BE71B88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3356CE2F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2430B6F2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</w:tr>
    </w:tbl>
    <w:p w14:paraId="6C182465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 </w:t>
      </w:r>
    </w:p>
    <w:p w14:paraId="7539176C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Overal waar </w:t>
      </w:r>
      <w:r w:rsidRPr="00A234AD">
        <w:rPr>
          <w:rFonts w:ascii="Arial" w:hAnsi="Arial" w:cs="Arial"/>
          <w:color w:val="7030A0"/>
          <w:sz w:val="24"/>
          <w:szCs w:val="24"/>
        </w:rPr>
        <w:t xml:space="preserve">() </w:t>
      </w:r>
      <w:r w:rsidRPr="00A234AD">
        <w:rPr>
          <w:rFonts w:ascii="Arial" w:hAnsi="Arial" w:cs="Arial"/>
          <w:sz w:val="24"/>
          <w:szCs w:val="24"/>
        </w:rPr>
        <w:t xml:space="preserve">staan vul je je eigen tekst, foto, grafiek of tabel in. </w:t>
      </w:r>
    </w:p>
    <w:p w14:paraId="2A447742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</w:p>
    <w:p w14:paraId="1F9FDD8B" w14:textId="7F23D90B" w:rsidR="005B7B3C" w:rsidRDefault="00347769" w:rsidP="005B7B3C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4DA50F6" wp14:editId="7C50F8E4">
            <wp:extent cx="6035040" cy="2514600"/>
            <wp:effectExtent l="0" t="0" r="3810" b="0"/>
            <wp:docPr id="5" name="Afbeelding 5" descr="Website snelheid verbeteren met deze tips en tool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site snelheid verbeteren met deze tips en tools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073" cy="2516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7B3C">
        <w:rPr>
          <w:rFonts w:ascii="Arial" w:hAnsi="Arial" w:cs="Arial"/>
          <w:sz w:val="24"/>
          <w:szCs w:val="24"/>
        </w:rPr>
        <w:br w:type="page"/>
      </w:r>
    </w:p>
    <w:p w14:paraId="5302EAAC" w14:textId="77777777" w:rsidR="005B7B3C" w:rsidRDefault="005B7B3C" w:rsidP="005B7B3C">
      <w:pPr>
        <w:pStyle w:val="Kop1"/>
        <w:rPr>
          <w:b/>
          <w:bCs/>
        </w:rPr>
      </w:pPr>
      <w:r>
        <w:lastRenderedPageBreak/>
        <w:t xml:space="preserve">Opdracht 1 </w:t>
      </w:r>
      <w:r w:rsidRPr="0021468A">
        <w:rPr>
          <w:b/>
          <w:bCs/>
        </w:rPr>
        <w:t>Vooronderzoek</w:t>
      </w:r>
    </w:p>
    <w:p w14:paraId="7950EBB4" w14:textId="48D66C23" w:rsidR="00253F35" w:rsidRPr="00253F35" w:rsidRDefault="00253F35" w:rsidP="00253F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(10p) </w:t>
      </w:r>
      <w:r w:rsidRPr="00253F35">
        <w:rPr>
          <w:rFonts w:ascii="Arial" w:hAnsi="Arial" w:cs="Arial"/>
          <w:sz w:val="24"/>
          <w:szCs w:val="24"/>
        </w:rPr>
        <w:t>Schrijf hieronder het verslag van jouw vooronderzoek in minimaal 150 woorden</w:t>
      </w:r>
      <w:r>
        <w:rPr>
          <w:rFonts w:ascii="Arial" w:hAnsi="Arial" w:cs="Arial"/>
          <w:sz w:val="24"/>
          <w:szCs w:val="24"/>
        </w:rPr>
        <w:t>.</w:t>
      </w:r>
    </w:p>
    <w:p w14:paraId="7713F547" w14:textId="5737BD64" w:rsidR="005B7B3C" w:rsidRDefault="005B7B3C" w:rsidP="005B7B3C">
      <w:pPr>
        <w:rPr>
          <w:rFonts w:ascii="Arial" w:hAnsi="Arial" w:cs="Arial"/>
          <w:b/>
          <w:bCs/>
          <w:color w:val="7030A0"/>
          <w:sz w:val="24"/>
          <w:szCs w:val="24"/>
        </w:rPr>
      </w:pPr>
      <w:r w:rsidRPr="005A69AB">
        <w:rPr>
          <w:rFonts w:ascii="Arial" w:hAnsi="Arial" w:cs="Arial"/>
          <w:b/>
          <w:bCs/>
          <w:color w:val="7030A0"/>
          <w:sz w:val="24"/>
          <w:szCs w:val="24"/>
        </w:rPr>
        <w:t>()</w:t>
      </w:r>
    </w:p>
    <w:p w14:paraId="1069774E" w14:textId="273A5BDF" w:rsidR="00800177" w:rsidRPr="005A69AB" w:rsidRDefault="00800177" w:rsidP="005B7B3C">
      <w:pPr>
        <w:rPr>
          <w:b/>
          <w:bCs/>
        </w:rPr>
      </w:pPr>
      <w:r>
        <w:rPr>
          <w:b/>
          <w:bCs/>
        </w:rPr>
        <w:t xml:space="preserve">Ik heb de </w:t>
      </w:r>
      <w:proofErr w:type="spellStart"/>
      <w:r>
        <w:rPr>
          <w:b/>
          <w:bCs/>
        </w:rPr>
        <w:t>strava</w:t>
      </w:r>
      <w:proofErr w:type="spellEnd"/>
      <w:r>
        <w:rPr>
          <w:b/>
          <w:bCs/>
        </w:rPr>
        <w:t xml:space="preserve"> app gebruikt om van school naar huis te fietsen. Heb er niet heel lang over gedaan</w:t>
      </w:r>
    </w:p>
    <w:p w14:paraId="53B5AD3D" w14:textId="77777777" w:rsidR="005B7B3C" w:rsidRDefault="005B7B3C" w:rsidP="005B7B3C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4A47A64" w14:textId="2A9FC31E" w:rsidR="002076D0" w:rsidRDefault="005B7B3C" w:rsidP="002076D0">
      <w:pPr>
        <w:pStyle w:val="Kop1"/>
        <w:rPr>
          <w:b/>
          <w:bCs/>
        </w:rPr>
      </w:pPr>
      <w:r>
        <w:lastRenderedPageBreak/>
        <w:t xml:space="preserve">Opdracht </w:t>
      </w:r>
      <w:r w:rsidR="00000D32">
        <w:t>2</w:t>
      </w:r>
      <w:r>
        <w:t xml:space="preserve"> </w:t>
      </w:r>
      <w:r w:rsidR="008A3FCD">
        <w:rPr>
          <w:b/>
          <w:bCs/>
        </w:rPr>
        <w:t>Bewegingsonderzoek</w:t>
      </w:r>
      <w:r w:rsidRPr="00B41A0D">
        <w:rPr>
          <w:b/>
          <w:bCs/>
        </w:rPr>
        <w:t xml:space="preserve"> </w:t>
      </w:r>
    </w:p>
    <w:p w14:paraId="5658F353" w14:textId="2CF2A726" w:rsidR="005B7B3C" w:rsidRPr="00F95BBD" w:rsidRDefault="00253F35" w:rsidP="00F95B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DD2BC0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p) Maak hieronder een totaaloverzicht </w:t>
      </w:r>
      <w:r w:rsidR="00DD2BC0">
        <w:rPr>
          <w:rFonts w:ascii="Arial" w:hAnsi="Arial" w:cs="Arial"/>
          <w:sz w:val="24"/>
          <w:szCs w:val="24"/>
        </w:rPr>
        <w:t>in Excel van alle meetgegevens</w:t>
      </w:r>
    </w:p>
    <w:p w14:paraId="44AC6750" w14:textId="740337D7" w:rsidR="00DD2BC0" w:rsidRPr="00F95BBD" w:rsidRDefault="00F95BBD">
      <w:r>
        <w:rPr>
          <w:noProof/>
        </w:rPr>
        <w:drawing>
          <wp:inline distT="0" distB="0" distL="0" distR="0" wp14:anchorId="20656ACE" wp14:editId="1C475624">
            <wp:extent cx="4762500" cy="64389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BA05A" w14:textId="01BCD7B8" w:rsidR="005B7B3C" w:rsidRDefault="005B7B3C" w:rsidP="005B7B3C">
      <w:pPr>
        <w:pStyle w:val="Kop1"/>
      </w:pPr>
      <w:r>
        <w:t xml:space="preserve">Opdracht </w:t>
      </w:r>
      <w:r w:rsidR="00000D32">
        <w:t>3</w:t>
      </w:r>
      <w:r>
        <w:t xml:space="preserve"> </w:t>
      </w:r>
      <w:r w:rsidRPr="00B22C3B">
        <w:rPr>
          <w:b/>
          <w:bCs/>
        </w:rPr>
        <w:t>Onderzoeksverslag</w:t>
      </w:r>
    </w:p>
    <w:p w14:paraId="7AC3776E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Pr="00A234AD">
        <w:rPr>
          <w:rFonts w:ascii="Arial" w:hAnsi="Arial" w:cs="Arial"/>
          <w:b/>
          <w:bCs/>
          <w:sz w:val="24"/>
          <w:szCs w:val="24"/>
          <w:u w:val="single"/>
        </w:rPr>
        <w:t>Titelbladgegevens:</w:t>
      </w:r>
    </w:p>
    <w:p w14:paraId="37C9B5E4" w14:textId="33C98EEA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Titel van de proef: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  <w:r w:rsidRPr="00A234AD">
        <w:rPr>
          <w:rFonts w:ascii="Arial" w:hAnsi="Arial" w:cs="Arial"/>
          <w:color w:val="7030A0"/>
          <w:sz w:val="24"/>
          <w:szCs w:val="24"/>
        </w:rPr>
        <w:br/>
      </w:r>
      <w:r w:rsidRPr="00A234AD">
        <w:rPr>
          <w:rFonts w:ascii="Arial" w:hAnsi="Arial" w:cs="Arial"/>
          <w:sz w:val="24"/>
          <w:szCs w:val="24"/>
        </w:rPr>
        <w:t xml:space="preserve">Naam: </w:t>
      </w:r>
      <w:r w:rsidRPr="00A234AD">
        <w:rPr>
          <w:rFonts w:ascii="Arial" w:hAnsi="Arial" w:cs="Arial"/>
          <w:color w:val="7030A0"/>
          <w:sz w:val="24"/>
          <w:szCs w:val="24"/>
        </w:rPr>
        <w:t>(</w:t>
      </w:r>
      <w:r w:rsidR="00F95BBD">
        <w:rPr>
          <w:rFonts w:ascii="Arial" w:hAnsi="Arial" w:cs="Arial"/>
          <w:color w:val="7030A0"/>
          <w:sz w:val="24"/>
          <w:szCs w:val="24"/>
        </w:rPr>
        <w:t xml:space="preserve">Bas </w:t>
      </w:r>
      <w:proofErr w:type="spellStart"/>
      <w:r w:rsidR="00F95BBD">
        <w:rPr>
          <w:rFonts w:ascii="Arial" w:hAnsi="Arial" w:cs="Arial"/>
          <w:color w:val="7030A0"/>
          <w:sz w:val="24"/>
          <w:szCs w:val="24"/>
        </w:rPr>
        <w:t>leferink</w:t>
      </w:r>
      <w:proofErr w:type="spellEnd"/>
      <w:r w:rsidRPr="00A234AD">
        <w:rPr>
          <w:rFonts w:ascii="Arial" w:hAnsi="Arial" w:cs="Arial"/>
          <w:color w:val="7030A0"/>
          <w:sz w:val="24"/>
          <w:szCs w:val="24"/>
        </w:rPr>
        <w:t>)</w:t>
      </w:r>
      <w:r w:rsidRPr="00A234AD">
        <w:rPr>
          <w:rFonts w:ascii="Arial" w:hAnsi="Arial" w:cs="Arial"/>
          <w:sz w:val="24"/>
          <w:szCs w:val="24"/>
        </w:rPr>
        <w:br/>
        <w:t xml:space="preserve">Samengewerkt met: </w:t>
      </w:r>
      <w:r w:rsidRPr="00A234AD">
        <w:rPr>
          <w:rFonts w:ascii="Arial" w:hAnsi="Arial" w:cs="Arial"/>
          <w:color w:val="7030A0"/>
          <w:sz w:val="24"/>
          <w:szCs w:val="24"/>
        </w:rPr>
        <w:t>(</w:t>
      </w:r>
      <w:r w:rsidR="00F95BBD">
        <w:rPr>
          <w:rFonts w:ascii="Arial" w:hAnsi="Arial" w:cs="Arial"/>
          <w:color w:val="7030A0"/>
          <w:sz w:val="24"/>
          <w:szCs w:val="24"/>
        </w:rPr>
        <w:t>niemand</w:t>
      </w:r>
      <w:r w:rsidRPr="00A234AD">
        <w:rPr>
          <w:rFonts w:ascii="Arial" w:hAnsi="Arial" w:cs="Arial"/>
          <w:color w:val="7030A0"/>
          <w:sz w:val="24"/>
          <w:szCs w:val="24"/>
        </w:rPr>
        <w:t>)</w:t>
      </w:r>
      <w:r w:rsidRPr="00A234AD">
        <w:rPr>
          <w:rFonts w:ascii="Arial" w:hAnsi="Arial" w:cs="Arial"/>
          <w:sz w:val="24"/>
          <w:szCs w:val="24"/>
        </w:rPr>
        <w:br/>
      </w:r>
      <w:r w:rsidRPr="00A234AD">
        <w:rPr>
          <w:rFonts w:ascii="Arial" w:hAnsi="Arial" w:cs="Arial"/>
          <w:sz w:val="24"/>
          <w:szCs w:val="24"/>
        </w:rPr>
        <w:lastRenderedPageBreak/>
        <w:t xml:space="preserve">Klas: </w:t>
      </w:r>
      <w:r w:rsidRPr="00A234AD">
        <w:rPr>
          <w:rFonts w:ascii="Arial" w:hAnsi="Arial" w:cs="Arial"/>
          <w:color w:val="7030A0"/>
          <w:sz w:val="24"/>
          <w:szCs w:val="24"/>
        </w:rPr>
        <w:t>(</w:t>
      </w:r>
      <w:r w:rsidR="00F95BBD">
        <w:rPr>
          <w:rFonts w:ascii="Arial" w:hAnsi="Arial" w:cs="Arial"/>
          <w:color w:val="7030A0"/>
          <w:sz w:val="24"/>
          <w:szCs w:val="24"/>
        </w:rPr>
        <w:t>3kpie1</w:t>
      </w:r>
      <w:r w:rsidRPr="00A234AD">
        <w:rPr>
          <w:rFonts w:ascii="Arial" w:hAnsi="Arial" w:cs="Arial"/>
          <w:color w:val="7030A0"/>
          <w:sz w:val="24"/>
          <w:szCs w:val="24"/>
        </w:rPr>
        <w:t>)</w:t>
      </w:r>
      <w:r w:rsidRPr="00A234AD">
        <w:rPr>
          <w:rFonts w:ascii="Arial" w:hAnsi="Arial" w:cs="Arial"/>
          <w:sz w:val="24"/>
          <w:szCs w:val="24"/>
        </w:rPr>
        <w:br/>
        <w:t>Datum:</w:t>
      </w:r>
      <w:r w:rsidRPr="00A234AD">
        <w:rPr>
          <w:rFonts w:ascii="Arial" w:hAnsi="Arial" w:cs="Arial"/>
          <w:color w:val="7030A0"/>
          <w:sz w:val="24"/>
          <w:szCs w:val="24"/>
        </w:rPr>
        <w:t xml:space="preserve"> (</w:t>
      </w:r>
      <w:r w:rsidR="00F95BBD">
        <w:rPr>
          <w:rFonts w:ascii="Arial" w:hAnsi="Arial" w:cs="Arial"/>
          <w:color w:val="7030A0"/>
          <w:sz w:val="24"/>
          <w:szCs w:val="24"/>
        </w:rPr>
        <w:t>25-3-2022</w:t>
      </w:r>
      <w:r w:rsidRPr="00A234AD">
        <w:rPr>
          <w:rFonts w:ascii="Arial" w:hAnsi="Arial" w:cs="Arial"/>
          <w:color w:val="7030A0"/>
          <w:sz w:val="24"/>
          <w:szCs w:val="24"/>
        </w:rPr>
        <w:t>)</w:t>
      </w:r>
    </w:p>
    <w:p w14:paraId="5053BA47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Pr="00A234AD">
        <w:rPr>
          <w:rFonts w:ascii="Arial" w:hAnsi="Arial" w:cs="Arial"/>
          <w:b/>
          <w:bCs/>
          <w:sz w:val="24"/>
          <w:szCs w:val="24"/>
        </w:rPr>
        <w:t>Onderzoeksvraag: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371E1674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Pr="00A234AD">
        <w:rPr>
          <w:rFonts w:ascii="Arial" w:hAnsi="Arial" w:cs="Arial"/>
          <w:b/>
          <w:bCs/>
          <w:sz w:val="24"/>
          <w:szCs w:val="24"/>
        </w:rPr>
        <w:t>Benodigdheden: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7B3C" w:rsidRPr="00A234AD" w14:paraId="0CA09C38" w14:textId="77777777" w:rsidTr="004B013A">
        <w:tc>
          <w:tcPr>
            <w:tcW w:w="4531" w:type="dxa"/>
          </w:tcPr>
          <w:p w14:paraId="18501FC2" w14:textId="77777777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sz w:val="24"/>
                <w:szCs w:val="24"/>
              </w:rPr>
              <w:t>Materialen:</w:t>
            </w:r>
          </w:p>
        </w:tc>
        <w:tc>
          <w:tcPr>
            <w:tcW w:w="4531" w:type="dxa"/>
          </w:tcPr>
          <w:p w14:paraId="54DF111E" w14:textId="77777777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sz w:val="24"/>
                <w:szCs w:val="24"/>
              </w:rPr>
              <w:t>Stoffen:</w:t>
            </w:r>
          </w:p>
        </w:tc>
      </w:tr>
      <w:tr w:rsidR="005B7B3C" w:rsidRPr="00A234AD" w14:paraId="72007D1E" w14:textId="77777777" w:rsidTr="004B013A">
        <w:tc>
          <w:tcPr>
            <w:tcW w:w="4531" w:type="dxa"/>
          </w:tcPr>
          <w:p w14:paraId="0895CE8A" w14:textId="6153C951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  <w:r w:rsidR="0054509F">
              <w:rPr>
                <w:rFonts w:ascii="Arial" w:hAnsi="Arial" w:cs="Arial"/>
                <w:color w:val="7030A0"/>
                <w:sz w:val="24"/>
                <w:szCs w:val="24"/>
              </w:rPr>
              <w:t>computer</w:t>
            </w:r>
          </w:p>
        </w:tc>
        <w:tc>
          <w:tcPr>
            <w:tcW w:w="4531" w:type="dxa"/>
          </w:tcPr>
          <w:p w14:paraId="76212E77" w14:textId="77777777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</w:tr>
    </w:tbl>
    <w:p w14:paraId="17CCEBB3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</w:p>
    <w:p w14:paraId="2B7AF8FC" w14:textId="4A222BA8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 w:rsidRPr="00A234AD">
        <w:rPr>
          <w:rFonts w:ascii="Arial" w:hAnsi="Arial" w:cs="Arial"/>
          <w:b/>
          <w:bCs/>
          <w:sz w:val="24"/>
          <w:szCs w:val="24"/>
        </w:rPr>
        <w:t>Foto van de opstelling: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</w:t>
      </w:r>
      <w:r w:rsidR="00DB7300">
        <w:rPr>
          <w:rFonts w:ascii="Arial" w:hAnsi="Arial" w:cs="Arial"/>
          <w:color w:val="7030A0"/>
          <w:sz w:val="24"/>
          <w:szCs w:val="24"/>
        </w:rPr>
        <w:t>we stonden in een rijtje</w:t>
      </w:r>
      <w:r w:rsidRPr="00A234AD">
        <w:rPr>
          <w:rFonts w:ascii="Arial" w:hAnsi="Arial" w:cs="Arial"/>
          <w:color w:val="7030A0"/>
          <w:sz w:val="24"/>
          <w:szCs w:val="24"/>
        </w:rPr>
        <w:t>)</w:t>
      </w:r>
    </w:p>
    <w:p w14:paraId="27AEB5EA" w14:textId="5DD15C39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4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 w:rsidRPr="00A234AD">
        <w:rPr>
          <w:rFonts w:ascii="Arial" w:hAnsi="Arial" w:cs="Arial"/>
          <w:b/>
          <w:bCs/>
          <w:sz w:val="24"/>
          <w:szCs w:val="24"/>
        </w:rPr>
        <w:t>Uitvoering van de proef: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</w:t>
      </w:r>
      <w:r w:rsidR="00DB7300">
        <w:rPr>
          <w:rFonts w:ascii="Arial" w:hAnsi="Arial" w:cs="Arial"/>
          <w:color w:val="7030A0"/>
          <w:sz w:val="24"/>
          <w:szCs w:val="24"/>
        </w:rPr>
        <w:t>er was iemand bij 0 meter aan het staan en hij zij start en dan moest de gene op de fiets zo snel mogelijk naar de andere kant komen naar de 100 meter</w:t>
      </w:r>
      <w:r w:rsidRPr="00A234AD">
        <w:rPr>
          <w:rFonts w:ascii="Arial" w:hAnsi="Arial" w:cs="Arial"/>
          <w:color w:val="7030A0"/>
          <w:sz w:val="24"/>
          <w:szCs w:val="24"/>
        </w:rPr>
        <w:t>)</w:t>
      </w:r>
    </w:p>
    <w:p w14:paraId="748587BB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b/>
          <w:bCs/>
          <w:sz w:val="24"/>
          <w:szCs w:val="24"/>
        </w:rPr>
        <w:t>Resultaten:</w:t>
      </w:r>
      <w:r w:rsidRPr="00A234AD">
        <w:rPr>
          <w:rFonts w:ascii="Arial" w:hAnsi="Arial" w:cs="Arial"/>
          <w:b/>
          <w:bCs/>
          <w:sz w:val="24"/>
          <w:szCs w:val="24"/>
        </w:rPr>
        <w:br/>
      </w:r>
      <w:r w:rsidRPr="00A234AD">
        <w:rPr>
          <w:rFonts w:ascii="Arial" w:hAnsi="Arial" w:cs="Arial"/>
          <w:sz w:val="24"/>
          <w:szCs w:val="24"/>
        </w:rPr>
        <w:t>Voor het verwerken van de meetgegevens gebruik je Excel</w:t>
      </w:r>
    </w:p>
    <w:p w14:paraId="3E16DF04" w14:textId="77777777" w:rsidR="00DB7300" w:rsidRPr="00A234AD" w:rsidRDefault="005B7B3C" w:rsidP="005B7B3C">
      <w:pPr>
        <w:rPr>
          <w:rFonts w:ascii="Arial" w:hAnsi="Arial" w:cs="Arial"/>
          <w:color w:val="7030A0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 w:rsidR="002755B2">
        <w:rPr>
          <w:rFonts w:ascii="Arial" w:hAnsi="Arial" w:cs="Arial"/>
          <w:sz w:val="24"/>
          <w:szCs w:val="24"/>
        </w:rPr>
        <w:t>2</w:t>
      </w:r>
      <w:r w:rsidRPr="00A234AD">
        <w:rPr>
          <w:rFonts w:ascii="Arial" w:hAnsi="Arial" w:cs="Arial"/>
          <w:sz w:val="24"/>
          <w:szCs w:val="24"/>
        </w:rPr>
        <w:t xml:space="preserve">p) Tabel: </w:t>
      </w:r>
      <w:r w:rsidRPr="00A234AD">
        <w:rPr>
          <w:rFonts w:ascii="Arial" w:hAnsi="Arial" w:cs="Arial"/>
          <w:color w:val="7030A0"/>
          <w:sz w:val="24"/>
          <w:szCs w:val="24"/>
        </w:rPr>
        <w:t>(</w:t>
      </w:r>
    </w:p>
    <w:tbl>
      <w:tblPr>
        <w:tblW w:w="102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87"/>
        <w:gridCol w:w="1087"/>
        <w:gridCol w:w="1020"/>
        <w:gridCol w:w="1087"/>
        <w:gridCol w:w="1172"/>
        <w:gridCol w:w="1172"/>
        <w:gridCol w:w="1131"/>
        <w:gridCol w:w="1131"/>
        <w:gridCol w:w="980"/>
      </w:tblGrid>
      <w:tr w:rsidR="00DB7300" w:rsidRPr="00DB7300" w14:paraId="1CEF6FA7" w14:textId="77777777" w:rsidTr="00DB7300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7E9D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afstand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FE8F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rolstoel1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B6A0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roelstoel2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E99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fiets1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70E2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fiets2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8F0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hardlopen1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D6C9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hardlopen2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E0E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wandelen1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7F0B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wandelen2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9846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7E998B96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1251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6D30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BA61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0351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F971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34AD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9569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9856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081C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1774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3921E75B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008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87B8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676D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8250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F601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2,71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4E0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2,36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DE7F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1,91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8F5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7,52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06D2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7,74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6B7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7BEB8F07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59F6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0C49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FECC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5,46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AD62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30D8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3,93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7056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4,26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70FA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3,58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099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14,06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35A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15,79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0F8F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76754836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F49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C77A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7ADF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97E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390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5,29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BA8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6,56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E0B2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5,07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F3D8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20,76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5D8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20,70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65B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156E440A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24B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9BDA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D63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9,34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8B30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ABC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6,19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7DC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7,56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2E7D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5,97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456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20,22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7202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31,97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9EA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2E373ED6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DF2B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3C8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D57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69A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1EF2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7,80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0208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8,89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B7C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7,48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78E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35,29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E1B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39,23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ACC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388BCE39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6AF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3E2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16,11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557C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13,81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49B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D3B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8,97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F21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10,43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726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8,91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DFC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42,75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2FE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39,31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989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14B1BB8E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3F0A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56C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B23D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16,26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8C9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C901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10,64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10E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11,35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D964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10,51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8DA6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49,85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D53F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43,99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B7B8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21D0E641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E26C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06AC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F29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18,51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64D9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11,97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921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11,28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DA6A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12,70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E37D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11,51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E7C2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56,83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E3E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51,16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FA5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7C4278A0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1A10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B879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B993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F80C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AE50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12,63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2314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14,52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A562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12,21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88D4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64,00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F9F8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677A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4F31EC80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9301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510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2DD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22,86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8911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23AD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13,70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56CD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15,11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BDBB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14,59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7ECF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71,82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96C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75,35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1AE0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69489707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BE58" w14:textId="77777777" w:rsidR="00DB7300" w:rsidRPr="00DB7300" w:rsidRDefault="00DB7300" w:rsidP="00DB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199F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3,7230082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D8EE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4,3744532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F91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7,315289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4D34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7,2992701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B509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6,6181337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D862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6,8540096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17B2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1,3923698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D750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1,32714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F520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1580B21E" w14:textId="77777777" w:rsidTr="00DB7300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CF8C" w14:textId="77777777" w:rsidR="00DB7300" w:rsidRPr="00DB7300" w:rsidRDefault="00DB7300" w:rsidP="00DB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E5D4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EA28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C8FD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B5E30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2DD5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086A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A1A7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40A8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67B0" w14:textId="77777777" w:rsidR="00DB7300" w:rsidRPr="00DB7300" w:rsidRDefault="00DB7300" w:rsidP="00DB7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41B4F3D7" w14:textId="0AA6DA71" w:rsidR="005B7B3C" w:rsidRDefault="005B7B3C" w:rsidP="005B7B3C">
      <w:pPr>
        <w:rPr>
          <w:rFonts w:ascii="Arial" w:hAnsi="Arial" w:cs="Arial"/>
          <w:color w:val="7030A0"/>
          <w:sz w:val="24"/>
          <w:szCs w:val="24"/>
        </w:rPr>
      </w:pPr>
      <w:r w:rsidRPr="00A234AD">
        <w:rPr>
          <w:rFonts w:ascii="Arial" w:hAnsi="Arial" w:cs="Arial"/>
          <w:color w:val="7030A0"/>
          <w:sz w:val="24"/>
          <w:szCs w:val="24"/>
        </w:rPr>
        <w:t>)</w:t>
      </w:r>
    </w:p>
    <w:p w14:paraId="64C69EDC" w14:textId="77777777" w:rsidR="00DB7300" w:rsidRPr="00A234AD" w:rsidRDefault="002755B2" w:rsidP="002755B2">
      <w:pPr>
        <w:rPr>
          <w:rFonts w:ascii="Arial" w:hAnsi="Arial" w:cs="Arial"/>
          <w:color w:val="7030A0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>
        <w:rPr>
          <w:rFonts w:ascii="Arial" w:hAnsi="Arial" w:cs="Arial"/>
          <w:sz w:val="24"/>
          <w:szCs w:val="24"/>
        </w:rPr>
        <w:t>Grafiek</w:t>
      </w:r>
      <w:r w:rsidRPr="00A234AD">
        <w:rPr>
          <w:rFonts w:ascii="Arial" w:hAnsi="Arial" w:cs="Arial"/>
          <w:sz w:val="24"/>
          <w:szCs w:val="24"/>
        </w:rPr>
        <w:t xml:space="preserve">: </w:t>
      </w:r>
      <w:r w:rsidRPr="00A234AD">
        <w:rPr>
          <w:rFonts w:ascii="Arial" w:hAnsi="Arial" w:cs="Arial"/>
          <w:color w:val="7030A0"/>
          <w:sz w:val="24"/>
          <w:szCs w:val="24"/>
        </w:rPr>
        <w:t>(</w:t>
      </w:r>
    </w:p>
    <w:tbl>
      <w:tblPr>
        <w:tblW w:w="102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87"/>
        <w:gridCol w:w="1087"/>
        <w:gridCol w:w="1020"/>
        <w:gridCol w:w="1087"/>
        <w:gridCol w:w="1087"/>
        <w:gridCol w:w="1087"/>
        <w:gridCol w:w="1087"/>
        <w:gridCol w:w="1021"/>
        <w:gridCol w:w="980"/>
      </w:tblGrid>
      <w:tr w:rsidR="00DB7300" w:rsidRPr="00DB7300" w14:paraId="51CFBABC" w14:textId="77777777" w:rsidTr="00E31DAA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5B6E" w14:textId="77777777" w:rsidR="00DB7300" w:rsidRPr="00DB7300" w:rsidRDefault="00DB7300" w:rsidP="00E31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47F3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3,7230082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2FF0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4,3744532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CB00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7,315289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9D6A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7,2992701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99E4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6,6181337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8403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6,8540096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57AB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1,3923698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24EC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1,32714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377E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DB7300" w:rsidRPr="00DB7300" w14:paraId="0777F46B" w14:textId="77777777" w:rsidTr="00E31DAA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8F99" w14:textId="77777777" w:rsidR="00DB7300" w:rsidRPr="00DB7300" w:rsidRDefault="00DB7300" w:rsidP="00E31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9721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AFD2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D53E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9014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1FF7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1242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4B69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E864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B7300">
              <w:rPr>
                <w:rFonts w:ascii="Calibri" w:eastAsia="Times New Roman" w:hAnsi="Calibri" w:cs="Calibri"/>
                <w:color w:val="000000"/>
                <w:lang w:eastAsia="nl-NL"/>
              </w:rPr>
              <w:t>4km/h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17BA" w14:textId="77777777" w:rsidR="00DB7300" w:rsidRPr="00DB7300" w:rsidRDefault="00DB7300" w:rsidP="00E31D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76C89D01" w14:textId="14EBFCDD" w:rsidR="002755B2" w:rsidRDefault="002755B2" w:rsidP="002755B2">
      <w:pPr>
        <w:rPr>
          <w:rFonts w:ascii="Arial" w:hAnsi="Arial" w:cs="Arial"/>
          <w:color w:val="7030A0"/>
          <w:sz w:val="24"/>
          <w:szCs w:val="24"/>
        </w:rPr>
      </w:pPr>
    </w:p>
    <w:p w14:paraId="55FB4FF4" w14:textId="3B9FA42E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(2p) </w:t>
      </w:r>
      <w:r w:rsidRPr="00A234AD">
        <w:rPr>
          <w:rFonts w:ascii="Arial" w:hAnsi="Arial" w:cs="Arial"/>
          <w:b/>
          <w:bCs/>
          <w:sz w:val="24"/>
          <w:szCs w:val="24"/>
        </w:rPr>
        <w:t>Conclusie: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</w:t>
      </w:r>
      <w:r w:rsidR="00DB7300">
        <w:rPr>
          <w:rFonts w:ascii="Arial" w:hAnsi="Arial" w:cs="Arial"/>
          <w:color w:val="7030A0"/>
          <w:sz w:val="24"/>
          <w:szCs w:val="24"/>
        </w:rPr>
        <w:t>je bent sneller met de fiets</w:t>
      </w:r>
      <w:bookmarkStart w:id="0" w:name="_GoBack"/>
      <w:bookmarkEnd w:id="0"/>
      <w:r w:rsidRPr="00A234AD">
        <w:rPr>
          <w:rFonts w:ascii="Arial" w:hAnsi="Arial" w:cs="Arial"/>
          <w:color w:val="7030A0"/>
          <w:sz w:val="24"/>
          <w:szCs w:val="24"/>
        </w:rPr>
        <w:t>)</w:t>
      </w:r>
    </w:p>
    <w:p w14:paraId="7F0E4057" w14:textId="77777777" w:rsidR="00BD06A2" w:rsidRPr="005B7B3C" w:rsidRDefault="00BD06A2" w:rsidP="005B7B3C"/>
    <w:sectPr w:rsidR="00BD06A2" w:rsidRPr="005B7B3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D4EF1" w14:textId="77777777" w:rsidR="00F24A7D" w:rsidRDefault="00F24A7D">
      <w:pPr>
        <w:spacing w:after="0" w:line="240" w:lineRule="auto"/>
      </w:pPr>
      <w:r>
        <w:separator/>
      </w:r>
    </w:p>
  </w:endnote>
  <w:endnote w:type="continuationSeparator" w:id="0">
    <w:p w14:paraId="7121B490" w14:textId="77777777" w:rsidR="00F24A7D" w:rsidRDefault="00F24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E8260" w14:textId="77777777" w:rsidR="002054B6" w:rsidRDefault="007D6086" w:rsidP="002054B6">
    <w:pPr>
      <w:pStyle w:val="Voettekst"/>
      <w:jc w:val="center"/>
    </w:pPr>
    <w:r>
      <w:rPr>
        <w:noProof/>
        <w:lang w:eastAsia="nl-NL"/>
      </w:rPr>
      <w:drawing>
        <wp:inline distT="0" distB="0" distL="0" distR="0" wp14:anchorId="783AF3F2" wp14:editId="08AD8B1F">
          <wp:extent cx="1030406" cy="398669"/>
          <wp:effectExtent l="0" t="0" r="0" b="190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t stork colle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599" cy="411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0C9415" w14:textId="77777777" w:rsidR="002054B6" w:rsidRDefault="00F24A7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31B59" w14:textId="77777777" w:rsidR="00F24A7D" w:rsidRDefault="00F24A7D">
      <w:pPr>
        <w:spacing w:after="0" w:line="240" w:lineRule="auto"/>
      </w:pPr>
      <w:r>
        <w:separator/>
      </w:r>
    </w:p>
  </w:footnote>
  <w:footnote w:type="continuationSeparator" w:id="0">
    <w:p w14:paraId="14D30BD5" w14:textId="77777777" w:rsidR="00F24A7D" w:rsidRDefault="00F24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BA85A" w14:textId="77777777" w:rsidR="008F059A" w:rsidRDefault="007D6086" w:rsidP="008F059A">
    <w:pPr>
      <w:pStyle w:val="Koptekst"/>
      <w:jc w:val="right"/>
    </w:pPr>
    <w:r>
      <w:rPr>
        <w:noProof/>
      </w:rPr>
      <w:drawing>
        <wp:inline distT="0" distB="0" distL="0" distR="0" wp14:anchorId="2AA0E292" wp14:editId="7920BE8C">
          <wp:extent cx="577850" cy="660400"/>
          <wp:effectExtent l="0" t="0" r="0" b="6350"/>
          <wp:docPr id="2" name="Afbeelding 2" descr="Afbeelding met accessoire, kettinkj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Afbeelding met accessoire, kettinkj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341" cy="66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C13CC"/>
    <w:multiLevelType w:val="hybridMultilevel"/>
    <w:tmpl w:val="564E54C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B3C"/>
    <w:rsid w:val="00000D32"/>
    <w:rsid w:val="001B6584"/>
    <w:rsid w:val="002076D0"/>
    <w:rsid w:val="00253F35"/>
    <w:rsid w:val="002755B2"/>
    <w:rsid w:val="00347769"/>
    <w:rsid w:val="003B72D0"/>
    <w:rsid w:val="004F6468"/>
    <w:rsid w:val="0054509F"/>
    <w:rsid w:val="005A69AB"/>
    <w:rsid w:val="005B7B3C"/>
    <w:rsid w:val="005E0E88"/>
    <w:rsid w:val="007D6086"/>
    <w:rsid w:val="00800177"/>
    <w:rsid w:val="0081269B"/>
    <w:rsid w:val="008A3FCD"/>
    <w:rsid w:val="009F7FAC"/>
    <w:rsid w:val="00AC4351"/>
    <w:rsid w:val="00B87E5B"/>
    <w:rsid w:val="00BB7A87"/>
    <w:rsid w:val="00BD06A2"/>
    <w:rsid w:val="00DB7300"/>
    <w:rsid w:val="00DD2BC0"/>
    <w:rsid w:val="00F24A7D"/>
    <w:rsid w:val="00F9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E8E1"/>
  <w15:chartTrackingRefBased/>
  <w15:docId w15:val="{6D4FF750-F320-484B-9499-6E1D3F89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B7B3C"/>
  </w:style>
  <w:style w:type="paragraph" w:styleId="Kop1">
    <w:name w:val="heading 1"/>
    <w:basedOn w:val="Standaard"/>
    <w:next w:val="Standaard"/>
    <w:link w:val="Kop1Char"/>
    <w:uiPriority w:val="9"/>
    <w:qFormat/>
    <w:rsid w:val="005B7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B7B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B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5B7B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5B7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B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7B3C"/>
  </w:style>
  <w:style w:type="paragraph" w:styleId="Voettekst">
    <w:name w:val="footer"/>
    <w:basedOn w:val="Standaard"/>
    <w:link w:val="VoettekstChar"/>
    <w:uiPriority w:val="99"/>
    <w:unhideWhenUsed/>
    <w:rsid w:val="005B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7B3C"/>
  </w:style>
  <w:style w:type="paragraph" w:customStyle="1" w:styleId="paragraph">
    <w:name w:val="paragraph"/>
    <w:basedOn w:val="Standaard"/>
    <w:rsid w:val="005B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5B7B3C"/>
  </w:style>
  <w:style w:type="character" w:customStyle="1" w:styleId="eop">
    <w:name w:val="eop"/>
    <w:basedOn w:val="Standaardalinea-lettertype"/>
    <w:rsid w:val="005B7B3C"/>
  </w:style>
  <w:style w:type="character" w:customStyle="1" w:styleId="contextualspellingandgrammarerror">
    <w:name w:val="contextualspellingandgrammarerror"/>
    <w:basedOn w:val="Standaardalinea-lettertype"/>
    <w:rsid w:val="005B7B3C"/>
  </w:style>
  <w:style w:type="paragraph" w:styleId="Lijstalinea">
    <w:name w:val="List Paragraph"/>
    <w:basedOn w:val="Standaard"/>
    <w:uiPriority w:val="34"/>
    <w:qFormat/>
    <w:rsid w:val="005B7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4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F6AAA063</Template>
  <TotalTime>0</TotalTime>
  <Pages>4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Leferink, B. (Bas) (CT3KPIE1)</dc:creator>
  <cp:keywords/>
  <dc:description/>
  <cp:lastModifiedBy>Leferink, B. (Bas) (CT3KPIE1)</cp:lastModifiedBy>
  <cp:revision>2</cp:revision>
  <dcterms:created xsi:type="dcterms:W3CDTF">2022-03-25T08:25:00Z</dcterms:created>
  <dcterms:modified xsi:type="dcterms:W3CDTF">2022-03-25T08:25:00Z</dcterms:modified>
</cp:coreProperties>
</file>