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AEB5" w14:textId="07B6742C" w:rsidR="00506652" w:rsidRDefault="197C59A7" w:rsidP="2B10E4E8">
      <w:pPr>
        <w:rPr>
          <w:b/>
          <w:bCs/>
        </w:rPr>
      </w:pPr>
      <w:bookmarkStart w:id="0" w:name="_GoBack"/>
      <w:bookmarkEnd w:id="0"/>
      <w:r w:rsidRPr="2B10E4E8">
        <w:rPr>
          <w:b/>
          <w:bCs/>
        </w:rPr>
        <w:t>Engels Vlog [Lar</w:t>
      </w:r>
      <w:r w:rsidR="48B91F07" w:rsidRPr="2B10E4E8">
        <w:rPr>
          <w:b/>
          <w:bCs/>
        </w:rPr>
        <w:t>s</w:t>
      </w:r>
      <w:r w:rsidRPr="2B10E4E8">
        <w:rPr>
          <w:b/>
          <w:bCs/>
        </w:rPr>
        <w:t xml:space="preserve"> Posthumus]</w:t>
      </w:r>
      <w:r w:rsidR="14180DBD" w:rsidRPr="2B10E4E8">
        <w:rPr>
          <w:b/>
          <w:bCs/>
        </w:rPr>
        <w:t xml:space="preserve"> klas [ct3kpie1]</w:t>
      </w:r>
      <w:r w:rsidR="7B04440A" w:rsidRPr="2B10E4E8">
        <w:rPr>
          <w:b/>
          <w:bCs/>
        </w:rPr>
        <w:t xml:space="preserve"> docent [</w:t>
      </w:r>
      <w:proofErr w:type="spellStart"/>
      <w:r w:rsidR="7B04440A" w:rsidRPr="2B10E4E8">
        <w:rPr>
          <w:b/>
          <w:bCs/>
        </w:rPr>
        <w:t>a</w:t>
      </w:r>
      <w:r w:rsidR="7AE3B640" w:rsidRPr="2B10E4E8">
        <w:rPr>
          <w:b/>
          <w:bCs/>
        </w:rPr>
        <w:t>kcm</w:t>
      </w:r>
      <w:proofErr w:type="spellEnd"/>
      <w:r w:rsidR="7AE3B640" w:rsidRPr="2B10E4E8">
        <w:rPr>
          <w:b/>
          <w:bCs/>
        </w:rPr>
        <w:t>]</w:t>
      </w:r>
    </w:p>
    <w:p w14:paraId="5520858E" w14:textId="0B8CD4DD" w:rsidR="2B10E4E8" w:rsidRDefault="2B10E4E8" w:rsidP="2B10E4E8">
      <w:pPr>
        <w:rPr>
          <w:b/>
          <w:bCs/>
        </w:rPr>
      </w:pPr>
    </w:p>
    <w:p w14:paraId="52FC70BC" w14:textId="4AD9F7FD" w:rsidR="1768E974" w:rsidRDefault="1768E974" w:rsidP="2B10E4E8">
      <w:r w:rsidRPr="2B10E4E8">
        <w:t xml:space="preserve"> </w:t>
      </w:r>
      <w:r w:rsidR="61C9A45D" w:rsidRPr="2B10E4E8">
        <w:t xml:space="preserve">I </w:t>
      </w:r>
      <w:proofErr w:type="spellStart"/>
      <w:r w:rsidR="61C9A45D" w:rsidRPr="2B10E4E8">
        <w:t>choose</w:t>
      </w:r>
      <w:proofErr w:type="spellEnd"/>
      <w:r w:rsidR="61C9A45D" w:rsidRPr="2B10E4E8">
        <w:t xml:space="preserve"> </w:t>
      </w:r>
      <w:proofErr w:type="spellStart"/>
      <w:r w:rsidR="61C9A45D" w:rsidRPr="2B10E4E8">
        <w:t>gaming</w:t>
      </w:r>
      <w:proofErr w:type="spellEnd"/>
      <w:r w:rsidR="61C9A45D" w:rsidRPr="2B10E4E8">
        <w:t xml:space="preserve"> i </w:t>
      </w:r>
      <w:proofErr w:type="spellStart"/>
      <w:r w:rsidR="61C9A45D" w:rsidRPr="2B10E4E8">
        <w:t>ch</w:t>
      </w:r>
      <w:r w:rsidR="623F9D65" w:rsidRPr="2B10E4E8">
        <w:t>oo</w:t>
      </w:r>
      <w:r w:rsidR="61C9A45D" w:rsidRPr="2B10E4E8">
        <w:t>se</w:t>
      </w:r>
      <w:proofErr w:type="spellEnd"/>
      <w:r w:rsidR="61C9A45D" w:rsidRPr="2B10E4E8">
        <w:t xml:space="preserve"> </w:t>
      </w:r>
      <w:proofErr w:type="spellStart"/>
      <w:r w:rsidR="61C9A45D" w:rsidRPr="2B10E4E8">
        <w:t>this</w:t>
      </w:r>
      <w:proofErr w:type="spellEnd"/>
      <w:r w:rsidR="61C9A45D" w:rsidRPr="2B10E4E8">
        <w:t xml:space="preserve"> topic </w:t>
      </w:r>
      <w:proofErr w:type="spellStart"/>
      <w:r w:rsidR="61C9A45D" w:rsidRPr="2B10E4E8">
        <w:t>because</w:t>
      </w:r>
      <w:proofErr w:type="spellEnd"/>
      <w:r w:rsidR="61C9A45D" w:rsidRPr="2B10E4E8">
        <w:t xml:space="preserve"> i </w:t>
      </w:r>
      <w:proofErr w:type="spellStart"/>
      <w:r w:rsidR="61C9A45D" w:rsidRPr="2B10E4E8">
        <w:t>often</w:t>
      </w:r>
      <w:proofErr w:type="spellEnd"/>
      <w:r w:rsidR="61C9A45D" w:rsidRPr="2B10E4E8">
        <w:t xml:space="preserve"> do </w:t>
      </w:r>
      <w:proofErr w:type="spellStart"/>
      <w:r w:rsidR="61C9A45D" w:rsidRPr="2B10E4E8">
        <w:t>this</w:t>
      </w:r>
      <w:proofErr w:type="spellEnd"/>
      <w:r w:rsidR="61C9A45D" w:rsidRPr="2B10E4E8">
        <w:t xml:space="preserve"> in </w:t>
      </w:r>
      <w:proofErr w:type="spellStart"/>
      <w:r w:rsidR="61C9A45D" w:rsidRPr="2B10E4E8">
        <w:t>my</w:t>
      </w:r>
      <w:proofErr w:type="spellEnd"/>
      <w:r w:rsidR="61C9A45D" w:rsidRPr="2B10E4E8">
        <w:t xml:space="preserve"> </w:t>
      </w:r>
      <w:proofErr w:type="spellStart"/>
      <w:r w:rsidR="61C9A45D" w:rsidRPr="2B10E4E8">
        <w:t>day</w:t>
      </w:r>
      <w:proofErr w:type="spellEnd"/>
    </w:p>
    <w:p w14:paraId="47691533" w14:textId="6C681194" w:rsidR="331E1A99" w:rsidRDefault="331E1A99" w:rsidP="2B10E4E8">
      <w:r w:rsidRPr="2B10E4E8">
        <w:t xml:space="preserve">I </w:t>
      </w:r>
      <w:proofErr w:type="spellStart"/>
      <w:r w:rsidRPr="2B10E4E8">
        <w:t>tell</w:t>
      </w:r>
      <w:proofErr w:type="spellEnd"/>
      <w:r w:rsidRPr="2B10E4E8">
        <w:t xml:space="preserve"> a</w:t>
      </w:r>
      <w:r w:rsidR="1A1836A6" w:rsidRPr="2B10E4E8">
        <w:t>{</w:t>
      </w:r>
      <w:r>
        <w:br/>
      </w:r>
      <w:r w:rsidRPr="2B10E4E8">
        <w:t xml:space="preserve">but </w:t>
      </w:r>
      <w:proofErr w:type="spellStart"/>
      <w:r w:rsidRPr="2B10E4E8">
        <w:t>gaming</w:t>
      </w:r>
      <w:proofErr w:type="spellEnd"/>
      <w:r w:rsidRPr="2B10E4E8">
        <w:t xml:space="preserve"> </w:t>
      </w:r>
      <w:proofErr w:type="spellStart"/>
      <w:r w:rsidRPr="2B10E4E8">
        <w:t>and</w:t>
      </w:r>
      <w:proofErr w:type="spellEnd"/>
      <w:r w:rsidRPr="2B10E4E8">
        <w:t xml:space="preserve"> </w:t>
      </w:r>
      <w:proofErr w:type="spellStart"/>
      <w:r w:rsidRPr="2B10E4E8">
        <w:t>what</w:t>
      </w:r>
      <w:proofErr w:type="spellEnd"/>
      <w:r w:rsidRPr="2B10E4E8">
        <w:t xml:space="preserve"> </w:t>
      </w:r>
      <w:proofErr w:type="spellStart"/>
      <w:r w:rsidRPr="2B10E4E8">
        <w:t>happens</w:t>
      </w:r>
      <w:proofErr w:type="spellEnd"/>
      <w:r w:rsidRPr="2B10E4E8">
        <w:t xml:space="preserve"> </w:t>
      </w:r>
      <w:proofErr w:type="spellStart"/>
      <w:r w:rsidRPr="2B10E4E8">
        <w:t>while</w:t>
      </w:r>
      <w:proofErr w:type="spellEnd"/>
      <w:r w:rsidRPr="2B10E4E8">
        <w:t xml:space="preserve">  </w:t>
      </w:r>
      <w:proofErr w:type="spellStart"/>
      <w:r w:rsidRPr="2B10E4E8">
        <w:t>gaming</w:t>
      </w:r>
      <w:proofErr w:type="spellEnd"/>
    </w:p>
    <w:p w14:paraId="186A8B8E" w14:textId="70D7FC1F" w:rsidR="02ED2ACD" w:rsidRDefault="02ED2ACD" w:rsidP="2B10E4E8">
      <w:r w:rsidRPr="2B10E4E8">
        <w:t xml:space="preserve">I </w:t>
      </w:r>
      <w:proofErr w:type="spellStart"/>
      <w:r w:rsidRPr="2B10E4E8">
        <w:t>choose</w:t>
      </w:r>
      <w:proofErr w:type="spellEnd"/>
      <w:r w:rsidRPr="2B10E4E8">
        <w:t xml:space="preserve"> </w:t>
      </w:r>
      <w:proofErr w:type="spellStart"/>
      <w:r w:rsidRPr="2B10E4E8">
        <w:t>the</w:t>
      </w:r>
      <w:proofErr w:type="spellEnd"/>
      <w:r w:rsidRPr="2B10E4E8">
        <w:t xml:space="preserve"> </w:t>
      </w:r>
      <w:proofErr w:type="spellStart"/>
      <w:r w:rsidRPr="2B10E4E8">
        <w:t>pie</w:t>
      </w:r>
      <w:proofErr w:type="spellEnd"/>
      <w:r w:rsidRPr="2B10E4E8">
        <w:t xml:space="preserve"> </w:t>
      </w:r>
      <w:proofErr w:type="spellStart"/>
      <w:r w:rsidRPr="2B10E4E8">
        <w:t>local</w:t>
      </w:r>
      <w:proofErr w:type="spellEnd"/>
      <w:r w:rsidRPr="2B10E4E8">
        <w:t xml:space="preserve"> </w:t>
      </w:r>
      <w:proofErr w:type="spellStart"/>
      <w:r w:rsidRPr="2B10E4E8">
        <w:t>because</w:t>
      </w:r>
      <w:proofErr w:type="spellEnd"/>
      <w:r w:rsidRPr="2B10E4E8">
        <w:t xml:space="preserve"> </w:t>
      </w:r>
      <w:proofErr w:type="spellStart"/>
      <w:r w:rsidRPr="2B10E4E8">
        <w:t>it's</w:t>
      </w:r>
      <w:proofErr w:type="spellEnd"/>
      <w:r w:rsidRPr="2B10E4E8">
        <w:t xml:space="preserve"> </w:t>
      </w:r>
      <w:proofErr w:type="spellStart"/>
      <w:r w:rsidRPr="2B10E4E8">
        <w:t>quiet</w:t>
      </w:r>
      <w:proofErr w:type="spellEnd"/>
      <w:r w:rsidRPr="2B10E4E8">
        <w:t xml:space="preserve"> </w:t>
      </w:r>
      <w:proofErr w:type="spellStart"/>
      <w:r w:rsidRPr="2B10E4E8">
        <w:t>there</w:t>
      </w:r>
      <w:proofErr w:type="spellEnd"/>
    </w:p>
    <w:p w14:paraId="6B14F03F" w14:textId="2A36F690" w:rsidR="2B10E4E8" w:rsidRDefault="2B10E4E8" w:rsidP="2B10E4E8"/>
    <w:p w14:paraId="11777CAD" w14:textId="31E98682" w:rsidR="197C59A7" w:rsidRDefault="197C59A7" w:rsidP="2B10E4E8">
      <w:proofErr w:type="spellStart"/>
      <w:r w:rsidRPr="2B10E4E8">
        <w:t>Hello</w:t>
      </w:r>
      <w:proofErr w:type="spellEnd"/>
      <w:r w:rsidRPr="2B10E4E8">
        <w:t xml:space="preserve"> </w:t>
      </w:r>
      <w:proofErr w:type="spellStart"/>
      <w:r w:rsidRPr="2B10E4E8">
        <w:t>my</w:t>
      </w:r>
      <w:proofErr w:type="spellEnd"/>
      <w:r w:rsidRPr="2B10E4E8">
        <w:t xml:space="preserve"> name is Lars Posthumus i </w:t>
      </w:r>
      <w:proofErr w:type="spellStart"/>
      <w:r w:rsidRPr="2B10E4E8">
        <w:t>am</w:t>
      </w:r>
      <w:proofErr w:type="spellEnd"/>
      <w:r w:rsidRPr="2B10E4E8">
        <w:t xml:space="preserve"> 15 </w:t>
      </w:r>
      <w:proofErr w:type="spellStart"/>
      <w:r w:rsidR="579E4160" w:rsidRPr="2B10E4E8">
        <w:t>years</w:t>
      </w:r>
      <w:proofErr w:type="spellEnd"/>
      <w:r w:rsidR="579E4160" w:rsidRPr="2B10E4E8">
        <w:t xml:space="preserve"> </w:t>
      </w:r>
      <w:proofErr w:type="spellStart"/>
      <w:r w:rsidR="579E4160" w:rsidRPr="2B10E4E8">
        <w:t>old</w:t>
      </w:r>
      <w:proofErr w:type="spellEnd"/>
      <w:r w:rsidR="579E4160" w:rsidRPr="2B10E4E8">
        <w:t xml:space="preserve"> </w:t>
      </w:r>
    </w:p>
    <w:p w14:paraId="1ADDA91A" w14:textId="0C17A434" w:rsidR="579E4160" w:rsidRDefault="579E4160" w:rsidP="2B10E4E8">
      <w:proofErr w:type="spellStart"/>
      <w:r w:rsidRPr="2B10E4E8">
        <w:t>And</w:t>
      </w:r>
      <w:proofErr w:type="spellEnd"/>
      <w:r w:rsidRPr="2B10E4E8">
        <w:t xml:space="preserve"> i life </w:t>
      </w:r>
      <w:proofErr w:type="spellStart"/>
      <w:r w:rsidRPr="2B10E4E8">
        <w:t>with</w:t>
      </w:r>
      <w:proofErr w:type="spellEnd"/>
      <w:r w:rsidRPr="2B10E4E8">
        <w:t xml:space="preserve"> </w:t>
      </w:r>
      <w:proofErr w:type="spellStart"/>
      <w:r w:rsidRPr="2B10E4E8">
        <w:t>my</w:t>
      </w:r>
      <w:proofErr w:type="spellEnd"/>
      <w:r w:rsidRPr="2B10E4E8">
        <w:t xml:space="preserve"> </w:t>
      </w:r>
      <w:proofErr w:type="spellStart"/>
      <w:r w:rsidRPr="2B10E4E8">
        <w:t>mom,dad,sister</w:t>
      </w:r>
      <w:proofErr w:type="spellEnd"/>
      <w:r w:rsidRPr="2B10E4E8">
        <w:t xml:space="preserve"> </w:t>
      </w:r>
      <w:proofErr w:type="spellStart"/>
      <w:r w:rsidRPr="2B10E4E8">
        <w:t>and</w:t>
      </w:r>
      <w:proofErr w:type="spellEnd"/>
      <w:r w:rsidRPr="2B10E4E8">
        <w:t xml:space="preserve"> </w:t>
      </w:r>
      <w:proofErr w:type="spellStart"/>
      <w:r w:rsidRPr="2B10E4E8">
        <w:t>my</w:t>
      </w:r>
      <w:proofErr w:type="spellEnd"/>
      <w:r w:rsidRPr="2B10E4E8">
        <w:t xml:space="preserve"> </w:t>
      </w:r>
      <w:proofErr w:type="spellStart"/>
      <w:r w:rsidRPr="2B10E4E8">
        <w:t>little</w:t>
      </w:r>
      <w:proofErr w:type="spellEnd"/>
      <w:r w:rsidRPr="2B10E4E8">
        <w:t xml:space="preserve"> </w:t>
      </w:r>
      <w:proofErr w:type="spellStart"/>
      <w:r w:rsidRPr="2B10E4E8">
        <w:t>brothe</w:t>
      </w:r>
      <w:r w:rsidR="520545BB" w:rsidRPr="2B10E4E8">
        <w:t>r</w:t>
      </w:r>
      <w:proofErr w:type="spellEnd"/>
    </w:p>
    <w:p w14:paraId="0676643A" w14:textId="3560382D" w:rsidR="2B10E4E8" w:rsidRDefault="2B10E4E8" w:rsidP="2B10E4E8"/>
    <w:p w14:paraId="0231F0A0" w14:textId="01951A2E" w:rsidR="520545BB" w:rsidRDefault="520545BB" w:rsidP="2B10E4E8">
      <w:r w:rsidRPr="2B10E4E8">
        <w:t xml:space="preserve">My </w:t>
      </w:r>
      <w:proofErr w:type="spellStart"/>
      <w:r w:rsidRPr="2B10E4E8">
        <w:t>day</w:t>
      </w:r>
      <w:proofErr w:type="spellEnd"/>
      <w:r w:rsidRPr="2B10E4E8">
        <w:t xml:space="preserve"> of life is </w:t>
      </w:r>
      <w:proofErr w:type="spellStart"/>
      <w:r w:rsidRPr="2B10E4E8">
        <w:t>about</w:t>
      </w:r>
      <w:proofErr w:type="spellEnd"/>
      <w:r w:rsidRPr="2B10E4E8">
        <w:t xml:space="preserve"> </w:t>
      </w:r>
      <w:proofErr w:type="spellStart"/>
      <w:r w:rsidRPr="2B10E4E8">
        <w:t>gaming</w:t>
      </w:r>
      <w:proofErr w:type="spellEnd"/>
      <w:r w:rsidRPr="2B10E4E8">
        <w:t xml:space="preserve"> </w:t>
      </w:r>
    </w:p>
    <w:p w14:paraId="1BD5F758" w14:textId="4892F8DD" w:rsidR="28170985" w:rsidRDefault="28170985" w:rsidP="2B10E4E8">
      <w:r w:rsidRPr="2B10E4E8">
        <w:t xml:space="preserve">I game </w:t>
      </w:r>
      <w:r w:rsidR="06857945" w:rsidRPr="2B10E4E8">
        <w:t xml:space="preserve">a lot </w:t>
      </w:r>
      <w:proofErr w:type="spellStart"/>
      <w:r w:rsidR="06857945" w:rsidRPr="2B10E4E8">
        <w:t>during</w:t>
      </w:r>
      <w:proofErr w:type="spellEnd"/>
      <w:r w:rsidR="06857945" w:rsidRPr="2B10E4E8">
        <w:t xml:space="preserve"> </w:t>
      </w:r>
      <w:proofErr w:type="spellStart"/>
      <w:r w:rsidR="06857945" w:rsidRPr="2B10E4E8">
        <w:t>the</w:t>
      </w:r>
      <w:proofErr w:type="spellEnd"/>
      <w:r w:rsidR="06857945" w:rsidRPr="2B10E4E8">
        <w:t xml:space="preserve"> </w:t>
      </w:r>
      <w:proofErr w:type="spellStart"/>
      <w:r w:rsidR="06857945" w:rsidRPr="2B10E4E8">
        <w:t>day</w:t>
      </w:r>
      <w:proofErr w:type="spellEnd"/>
      <w:r w:rsidR="06857945" w:rsidRPr="2B10E4E8">
        <w:t xml:space="preserve"> i </w:t>
      </w:r>
      <w:proofErr w:type="spellStart"/>
      <w:r w:rsidR="06857945" w:rsidRPr="2B10E4E8">
        <w:t>play</w:t>
      </w:r>
      <w:proofErr w:type="spellEnd"/>
      <w:r w:rsidR="06857945" w:rsidRPr="2B10E4E8">
        <w:t xml:space="preserve"> </w:t>
      </w:r>
      <w:proofErr w:type="spellStart"/>
      <w:r w:rsidR="06857945" w:rsidRPr="2B10E4E8">
        <w:t>quite</w:t>
      </w:r>
      <w:proofErr w:type="spellEnd"/>
      <w:r w:rsidR="0CEC0FA9" w:rsidRPr="2B10E4E8">
        <w:t xml:space="preserve"> a lot of games like </w:t>
      </w:r>
      <w:proofErr w:type="spellStart"/>
      <w:r w:rsidR="0CEC0FA9" w:rsidRPr="2B10E4E8">
        <w:t>Minecraft</w:t>
      </w:r>
      <w:proofErr w:type="spellEnd"/>
      <w:r w:rsidR="0CEC0FA9" w:rsidRPr="2B10E4E8">
        <w:t xml:space="preserve"> </w:t>
      </w:r>
      <w:proofErr w:type="spellStart"/>
      <w:r w:rsidR="0CEC0FA9" w:rsidRPr="2B10E4E8">
        <w:t>Fortnite</w:t>
      </w:r>
      <w:proofErr w:type="spellEnd"/>
      <w:r w:rsidR="0CEC0FA9" w:rsidRPr="2B10E4E8">
        <w:t xml:space="preserve"> </w:t>
      </w:r>
      <w:proofErr w:type="spellStart"/>
      <w:r w:rsidR="0CEC0FA9" w:rsidRPr="2B10E4E8">
        <w:t>Warzone</w:t>
      </w:r>
      <w:proofErr w:type="spellEnd"/>
      <w:r w:rsidR="0CEC0FA9" w:rsidRPr="2B10E4E8">
        <w:t xml:space="preserve"> </w:t>
      </w:r>
      <w:proofErr w:type="spellStart"/>
      <w:r w:rsidR="0CEC0FA9" w:rsidRPr="2B10E4E8">
        <w:t>and</w:t>
      </w:r>
      <w:proofErr w:type="spellEnd"/>
      <w:r w:rsidR="0CEC0FA9" w:rsidRPr="2B10E4E8">
        <w:t xml:space="preserve"> The Crew2</w:t>
      </w:r>
      <w:r w:rsidR="092E2F1E" w:rsidRPr="2B10E4E8">
        <w:t xml:space="preserve"> </w:t>
      </w:r>
      <w:proofErr w:type="spellStart"/>
      <w:r w:rsidR="0EC266A3" w:rsidRPr="2B10E4E8">
        <w:t>when</w:t>
      </w:r>
      <w:proofErr w:type="spellEnd"/>
      <w:r w:rsidR="0EC266A3" w:rsidRPr="2B10E4E8">
        <w:t xml:space="preserve"> </w:t>
      </w:r>
      <w:proofErr w:type="spellStart"/>
      <w:r w:rsidR="0EC266A3" w:rsidRPr="2B10E4E8">
        <w:t>im</w:t>
      </w:r>
      <w:proofErr w:type="spellEnd"/>
      <w:r w:rsidR="0EC266A3" w:rsidRPr="2B10E4E8">
        <w:t xml:space="preserve"> </w:t>
      </w:r>
      <w:proofErr w:type="spellStart"/>
      <w:r w:rsidR="0EC266A3" w:rsidRPr="2B10E4E8">
        <w:t>gaming</w:t>
      </w:r>
      <w:proofErr w:type="spellEnd"/>
      <w:r w:rsidR="0EC266A3" w:rsidRPr="2B10E4E8">
        <w:t xml:space="preserve"> i have </w:t>
      </w:r>
      <w:proofErr w:type="spellStart"/>
      <w:r w:rsidR="0EC266A3" w:rsidRPr="2B10E4E8">
        <w:t>relaxation</w:t>
      </w:r>
      <w:proofErr w:type="spellEnd"/>
      <w:r w:rsidR="0EC266A3" w:rsidRPr="2B10E4E8">
        <w:t xml:space="preserve"> </w:t>
      </w:r>
      <w:proofErr w:type="spellStart"/>
      <w:r w:rsidR="0EC266A3" w:rsidRPr="2B10E4E8">
        <w:t>and</w:t>
      </w:r>
      <w:proofErr w:type="spellEnd"/>
      <w:r w:rsidR="0EC266A3" w:rsidRPr="2B10E4E8">
        <w:t xml:space="preserve"> </w:t>
      </w:r>
      <w:proofErr w:type="spellStart"/>
      <w:r w:rsidR="0EC266A3" w:rsidRPr="2B10E4E8">
        <w:t>then</w:t>
      </w:r>
      <w:proofErr w:type="spellEnd"/>
      <w:r w:rsidR="0EC266A3" w:rsidRPr="2B10E4E8">
        <w:t xml:space="preserve"> </w:t>
      </w:r>
      <w:r w:rsidR="08E00261" w:rsidRPr="2B10E4E8">
        <w:t xml:space="preserve">i </w:t>
      </w:r>
      <w:proofErr w:type="spellStart"/>
      <w:r w:rsidR="08E00261" w:rsidRPr="2B10E4E8">
        <w:t>can</w:t>
      </w:r>
      <w:proofErr w:type="spellEnd"/>
      <w:r w:rsidR="08E00261" w:rsidRPr="2B10E4E8">
        <w:t xml:space="preserve"> </w:t>
      </w:r>
      <w:proofErr w:type="spellStart"/>
      <w:r w:rsidR="08E00261" w:rsidRPr="2B10E4E8">
        <w:t>concentrate</w:t>
      </w:r>
      <w:proofErr w:type="spellEnd"/>
      <w:r w:rsidR="08E00261" w:rsidRPr="2B10E4E8">
        <w:t xml:space="preserve"> </w:t>
      </w:r>
      <w:proofErr w:type="spellStart"/>
      <w:r w:rsidR="08E00261" w:rsidRPr="2B10E4E8">
        <w:t>very</w:t>
      </w:r>
      <w:proofErr w:type="spellEnd"/>
      <w:r w:rsidR="08E00261" w:rsidRPr="2B10E4E8">
        <w:t xml:space="preserve"> well but </w:t>
      </w:r>
      <w:proofErr w:type="spellStart"/>
      <w:r w:rsidR="08E00261" w:rsidRPr="2B10E4E8">
        <w:t>when</w:t>
      </w:r>
      <w:proofErr w:type="spellEnd"/>
      <w:r w:rsidR="08E00261" w:rsidRPr="2B10E4E8">
        <w:t xml:space="preserve"> i get </w:t>
      </w:r>
      <w:proofErr w:type="spellStart"/>
      <w:r w:rsidR="08E00261" w:rsidRPr="2B10E4E8">
        <w:t>hungry</w:t>
      </w:r>
      <w:proofErr w:type="spellEnd"/>
    </w:p>
    <w:p w14:paraId="5F8CBEA2" w14:textId="7493D02F" w:rsidR="08E00261" w:rsidRDefault="08E00261" w:rsidP="2B10E4E8">
      <w:r w:rsidRPr="2B10E4E8">
        <w:t xml:space="preserve">I </w:t>
      </w:r>
      <w:proofErr w:type="spellStart"/>
      <w:r w:rsidRPr="2B10E4E8">
        <w:t>eat</w:t>
      </w:r>
      <w:proofErr w:type="spellEnd"/>
      <w:r w:rsidRPr="2B10E4E8">
        <w:t xml:space="preserve"> </w:t>
      </w:r>
      <w:proofErr w:type="spellStart"/>
      <w:r w:rsidRPr="2B10E4E8">
        <w:t>somtimes</w:t>
      </w:r>
      <w:proofErr w:type="spellEnd"/>
      <w:r w:rsidRPr="2B10E4E8">
        <w:t xml:space="preserve"> i </w:t>
      </w:r>
      <w:proofErr w:type="spellStart"/>
      <w:r w:rsidRPr="2B10E4E8">
        <w:t>grab</w:t>
      </w:r>
      <w:proofErr w:type="spellEnd"/>
      <w:r w:rsidRPr="2B10E4E8">
        <w:t xml:space="preserve"> </w:t>
      </w:r>
      <w:proofErr w:type="spellStart"/>
      <w:r w:rsidRPr="2B10E4E8">
        <w:t>and</w:t>
      </w:r>
      <w:proofErr w:type="spellEnd"/>
      <w:r w:rsidRPr="2B10E4E8">
        <w:t xml:space="preserve"> </w:t>
      </w:r>
      <w:proofErr w:type="spellStart"/>
      <w:r w:rsidRPr="2B10E4E8">
        <w:t>eat</w:t>
      </w:r>
      <w:proofErr w:type="spellEnd"/>
      <w:r w:rsidRPr="2B10E4E8">
        <w:t xml:space="preserve"> i </w:t>
      </w:r>
      <w:proofErr w:type="spellStart"/>
      <w:r w:rsidRPr="2B10E4E8">
        <w:t>my</w:t>
      </w:r>
      <w:proofErr w:type="spellEnd"/>
      <w:r w:rsidRPr="2B10E4E8">
        <w:t xml:space="preserve"> room</w:t>
      </w:r>
      <w:r w:rsidR="7F510341" w:rsidRPr="2B10E4E8">
        <w:t>.</w:t>
      </w:r>
    </w:p>
    <w:p w14:paraId="2B5BF3F2" w14:textId="0D26822A" w:rsidR="7F510341" w:rsidRDefault="7F510341" w:rsidP="2B10E4E8">
      <w:r w:rsidRPr="2B10E4E8">
        <w:t xml:space="preserve">I like </w:t>
      </w:r>
      <w:proofErr w:type="spellStart"/>
      <w:r w:rsidRPr="2B10E4E8">
        <w:t>to</w:t>
      </w:r>
      <w:proofErr w:type="spellEnd"/>
      <w:r w:rsidRPr="2B10E4E8">
        <w:t xml:space="preserve"> </w:t>
      </w:r>
      <w:proofErr w:type="spellStart"/>
      <w:r w:rsidRPr="2B10E4E8">
        <w:t>play</w:t>
      </w:r>
      <w:proofErr w:type="spellEnd"/>
      <w:r w:rsidRPr="2B10E4E8">
        <w:t xml:space="preserve"> </w:t>
      </w:r>
      <w:proofErr w:type="spellStart"/>
      <w:r w:rsidRPr="2B10E4E8">
        <w:t>with</w:t>
      </w:r>
      <w:proofErr w:type="spellEnd"/>
      <w:r w:rsidRPr="2B10E4E8">
        <w:t xml:space="preserve"> </w:t>
      </w:r>
      <w:proofErr w:type="spellStart"/>
      <w:r w:rsidRPr="2B10E4E8">
        <w:t>my</w:t>
      </w:r>
      <w:proofErr w:type="spellEnd"/>
      <w:r w:rsidRPr="2B10E4E8">
        <w:t xml:space="preserve"> </w:t>
      </w:r>
      <w:proofErr w:type="spellStart"/>
      <w:r w:rsidRPr="2B10E4E8">
        <w:t>friends</w:t>
      </w:r>
      <w:proofErr w:type="spellEnd"/>
      <w:r w:rsidRPr="2B10E4E8">
        <w:t xml:space="preserve"> i met online i </w:t>
      </w:r>
      <w:proofErr w:type="spellStart"/>
      <w:r w:rsidRPr="2B10E4E8">
        <w:t>don't</w:t>
      </w:r>
      <w:proofErr w:type="spellEnd"/>
      <w:r w:rsidRPr="2B10E4E8">
        <w:t xml:space="preserve"> </w:t>
      </w:r>
      <w:proofErr w:type="spellStart"/>
      <w:r w:rsidRPr="2B10E4E8">
        <w:t>know</w:t>
      </w:r>
      <w:proofErr w:type="spellEnd"/>
      <w:r w:rsidRPr="2B10E4E8">
        <w:t xml:space="preserve"> </w:t>
      </w:r>
      <w:proofErr w:type="spellStart"/>
      <w:r w:rsidRPr="2B10E4E8">
        <w:t>them</w:t>
      </w:r>
      <w:proofErr w:type="spellEnd"/>
      <w:r w:rsidRPr="2B10E4E8">
        <w:t xml:space="preserve"> in real life but </w:t>
      </w:r>
    </w:p>
    <w:p w14:paraId="19D5991E" w14:textId="1681C44C" w:rsidR="7F510341" w:rsidRDefault="7F510341" w:rsidP="2B10E4E8">
      <w:r w:rsidRPr="2B10E4E8">
        <w:t>We h</w:t>
      </w:r>
      <w:r w:rsidR="59B7D933" w:rsidRPr="2B10E4E8">
        <w:t>a</w:t>
      </w:r>
      <w:r w:rsidRPr="2B10E4E8">
        <w:t xml:space="preserve">ve a lot of </w:t>
      </w:r>
      <w:proofErr w:type="spellStart"/>
      <w:r w:rsidRPr="2B10E4E8">
        <w:t>fun</w:t>
      </w:r>
      <w:proofErr w:type="spellEnd"/>
      <w:r w:rsidRPr="2B10E4E8">
        <w:t xml:space="preserve"> </w:t>
      </w:r>
      <w:proofErr w:type="spellStart"/>
      <w:r w:rsidRPr="2B10E4E8">
        <w:t>together</w:t>
      </w:r>
      <w:proofErr w:type="spellEnd"/>
      <w:r w:rsidRPr="2B10E4E8">
        <w:t xml:space="preserve"> we have</w:t>
      </w:r>
      <w:r w:rsidR="76343740" w:rsidRPr="2B10E4E8">
        <w:t>.</w:t>
      </w:r>
    </w:p>
    <w:p w14:paraId="4E047E58" w14:textId="3E4513B2" w:rsidR="76343740" w:rsidRDefault="76343740" w:rsidP="2B10E4E8">
      <w:r w:rsidRPr="2B10E4E8">
        <w:t xml:space="preserve">We have </w:t>
      </w:r>
      <w:proofErr w:type="spellStart"/>
      <w:r w:rsidRPr="2B10E4E8">
        <w:t>sometimes</w:t>
      </w:r>
      <w:proofErr w:type="spellEnd"/>
      <w:r w:rsidRPr="2B10E4E8">
        <w:t xml:space="preserve"> </w:t>
      </w:r>
      <w:proofErr w:type="spellStart"/>
      <w:r w:rsidRPr="2B10E4E8">
        <w:t>argue</w:t>
      </w:r>
      <w:proofErr w:type="spellEnd"/>
      <w:r w:rsidRPr="2B10E4E8">
        <w:t xml:space="preserve"> </w:t>
      </w:r>
      <w:proofErr w:type="spellStart"/>
      <w:r w:rsidRPr="2B10E4E8">
        <w:t>with</w:t>
      </w:r>
      <w:proofErr w:type="spellEnd"/>
      <w:r w:rsidRPr="2B10E4E8">
        <w:t xml:space="preserve"> </w:t>
      </w:r>
      <w:proofErr w:type="spellStart"/>
      <w:r w:rsidRPr="2B10E4E8">
        <w:t>other</w:t>
      </w:r>
      <w:proofErr w:type="spellEnd"/>
      <w:r w:rsidRPr="2B10E4E8">
        <w:t xml:space="preserve"> </w:t>
      </w:r>
      <w:proofErr w:type="spellStart"/>
      <w:r w:rsidRPr="2B10E4E8">
        <w:t>people</w:t>
      </w:r>
      <w:proofErr w:type="spellEnd"/>
      <w:r w:rsidRPr="2B10E4E8">
        <w:t xml:space="preserve"> </w:t>
      </w:r>
      <w:proofErr w:type="spellStart"/>
      <w:r w:rsidRPr="2B10E4E8">
        <w:t>that</w:t>
      </w:r>
      <w:proofErr w:type="spellEnd"/>
      <w:r w:rsidRPr="2B10E4E8">
        <w:t xml:space="preserve"> we are in a game </w:t>
      </w:r>
      <w:proofErr w:type="spellStart"/>
      <w:r w:rsidRPr="2B10E4E8">
        <w:t>with</w:t>
      </w:r>
      <w:proofErr w:type="spellEnd"/>
    </w:p>
    <w:p w14:paraId="1CB23881" w14:textId="646566C7" w:rsidR="76343740" w:rsidRDefault="76343740" w:rsidP="2B10E4E8">
      <w:proofErr w:type="spellStart"/>
      <w:r w:rsidRPr="2B10E4E8">
        <w:t>And</w:t>
      </w:r>
      <w:proofErr w:type="spellEnd"/>
      <w:r w:rsidRPr="2B10E4E8">
        <w:t xml:space="preserve"> </w:t>
      </w:r>
      <w:proofErr w:type="spellStart"/>
      <w:r w:rsidRPr="2B10E4E8">
        <w:t>then</w:t>
      </w:r>
      <w:proofErr w:type="spellEnd"/>
      <w:r w:rsidRPr="2B10E4E8">
        <w:t xml:space="preserve"> we start a </w:t>
      </w:r>
      <w:proofErr w:type="spellStart"/>
      <w:r w:rsidRPr="2B10E4E8">
        <w:t>competition</w:t>
      </w:r>
      <w:proofErr w:type="spellEnd"/>
      <w:r w:rsidRPr="2B10E4E8">
        <w:t xml:space="preserve"> </w:t>
      </w:r>
      <w:proofErr w:type="spellStart"/>
      <w:r w:rsidRPr="2B10E4E8">
        <w:t>to</w:t>
      </w:r>
      <w:proofErr w:type="spellEnd"/>
      <w:r w:rsidRPr="2B10E4E8">
        <w:t xml:space="preserve"> </w:t>
      </w:r>
      <w:proofErr w:type="spellStart"/>
      <w:r w:rsidRPr="2B10E4E8">
        <w:t>see</w:t>
      </w:r>
      <w:proofErr w:type="spellEnd"/>
      <w:r w:rsidRPr="2B10E4E8">
        <w:t xml:space="preserve"> </w:t>
      </w:r>
      <w:proofErr w:type="spellStart"/>
      <w:r w:rsidRPr="2B10E4E8">
        <w:t>who</w:t>
      </w:r>
      <w:proofErr w:type="spellEnd"/>
      <w:r w:rsidRPr="2B10E4E8">
        <w:t xml:space="preserve"> is </w:t>
      </w:r>
      <w:proofErr w:type="spellStart"/>
      <w:r w:rsidRPr="2B10E4E8">
        <w:t>the</w:t>
      </w:r>
      <w:proofErr w:type="spellEnd"/>
      <w:r w:rsidRPr="2B10E4E8">
        <w:t xml:space="preserve"> best.</w:t>
      </w:r>
    </w:p>
    <w:p w14:paraId="02F48DEC" w14:textId="2891DEAB" w:rsidR="3BC0883C" w:rsidRDefault="3BC0883C" w:rsidP="2B10E4E8">
      <w:r w:rsidRPr="2B10E4E8">
        <w:t xml:space="preserve">My </w:t>
      </w:r>
      <w:proofErr w:type="spellStart"/>
      <w:r w:rsidRPr="2B10E4E8">
        <w:t>favo</w:t>
      </w:r>
      <w:r w:rsidR="4D08B298" w:rsidRPr="2B10E4E8">
        <w:t>ite</w:t>
      </w:r>
      <w:proofErr w:type="spellEnd"/>
      <w:r w:rsidR="4D08B298" w:rsidRPr="2B10E4E8">
        <w:t xml:space="preserve"> </w:t>
      </w:r>
      <w:proofErr w:type="spellStart"/>
      <w:r w:rsidR="4D08B298" w:rsidRPr="2B10E4E8">
        <w:t>thing</w:t>
      </w:r>
      <w:proofErr w:type="spellEnd"/>
      <w:r w:rsidR="4D08B298" w:rsidRPr="2B10E4E8">
        <w:t xml:space="preserve"> </w:t>
      </w:r>
      <w:proofErr w:type="spellStart"/>
      <w:r w:rsidR="4D08B298" w:rsidRPr="2B10E4E8">
        <w:t>about</w:t>
      </w:r>
      <w:proofErr w:type="spellEnd"/>
      <w:r w:rsidR="4D08B298" w:rsidRPr="2B10E4E8">
        <w:t xml:space="preserve"> </w:t>
      </w:r>
      <w:proofErr w:type="spellStart"/>
      <w:r w:rsidR="4D08B298" w:rsidRPr="2B10E4E8">
        <w:t>gaming</w:t>
      </w:r>
      <w:proofErr w:type="spellEnd"/>
      <w:r w:rsidR="4D08B298" w:rsidRPr="2B10E4E8">
        <w:t xml:space="preserve"> is </w:t>
      </w:r>
      <w:proofErr w:type="spellStart"/>
      <w:r w:rsidR="4D08B298" w:rsidRPr="2B10E4E8">
        <w:t>forettin</w:t>
      </w:r>
      <w:r w:rsidR="38A41FD7" w:rsidRPr="2B10E4E8">
        <w:t>g</w:t>
      </w:r>
      <w:proofErr w:type="spellEnd"/>
      <w:r w:rsidR="38A41FD7" w:rsidRPr="2B10E4E8">
        <w:t xml:space="preserve"> </w:t>
      </w:r>
      <w:proofErr w:type="spellStart"/>
      <w:r w:rsidR="38A41FD7" w:rsidRPr="2B10E4E8">
        <w:t>the</w:t>
      </w:r>
      <w:proofErr w:type="spellEnd"/>
      <w:r w:rsidR="38A41FD7" w:rsidRPr="2B10E4E8">
        <w:t xml:space="preserve"> </w:t>
      </w:r>
      <w:proofErr w:type="spellStart"/>
      <w:r w:rsidR="38A41FD7" w:rsidRPr="2B10E4E8">
        <w:t>world</w:t>
      </w:r>
      <w:proofErr w:type="spellEnd"/>
      <w:r w:rsidR="38A41FD7" w:rsidRPr="2B10E4E8">
        <w:t xml:space="preserve"> </w:t>
      </w:r>
      <w:proofErr w:type="spellStart"/>
      <w:r w:rsidR="38A41FD7" w:rsidRPr="2B10E4E8">
        <w:t>around</w:t>
      </w:r>
      <w:proofErr w:type="spellEnd"/>
      <w:r w:rsidR="38A41FD7" w:rsidRPr="2B10E4E8">
        <w:t xml:space="preserve"> me</w:t>
      </w:r>
      <w:r w:rsidR="3D484F3A" w:rsidRPr="2B10E4E8">
        <w:t xml:space="preserve"> </w:t>
      </w:r>
    </w:p>
    <w:p w14:paraId="7CC988FF" w14:textId="1AF922EF" w:rsidR="2B10E4E8" w:rsidRDefault="2B10E4E8" w:rsidP="2B10E4E8"/>
    <w:p w14:paraId="63F33A12" w14:textId="2ED72452" w:rsidR="17B9E0BB" w:rsidRDefault="17B9E0BB" w:rsidP="2B10E4E8">
      <w:proofErr w:type="spellStart"/>
      <w:r w:rsidRPr="2B10E4E8">
        <w:t>When</w:t>
      </w:r>
      <w:proofErr w:type="spellEnd"/>
      <w:r w:rsidRPr="2B10E4E8">
        <w:t xml:space="preserve"> i </w:t>
      </w:r>
      <w:proofErr w:type="spellStart"/>
      <w:r w:rsidRPr="2B10E4E8">
        <w:t>play</w:t>
      </w:r>
      <w:proofErr w:type="spellEnd"/>
      <w:r w:rsidRPr="2B10E4E8">
        <w:t xml:space="preserve"> </w:t>
      </w:r>
      <w:proofErr w:type="spellStart"/>
      <w:r w:rsidRPr="2B10E4E8">
        <w:t>minecraft</w:t>
      </w:r>
      <w:proofErr w:type="spellEnd"/>
      <w:r w:rsidRPr="2B10E4E8">
        <w:t xml:space="preserve"> </w:t>
      </w:r>
      <w:proofErr w:type="spellStart"/>
      <w:r w:rsidRPr="2B10E4E8">
        <w:t>i</w:t>
      </w:r>
      <w:r w:rsidR="71913146" w:rsidRPr="2B10E4E8">
        <w:t>'m</w:t>
      </w:r>
      <w:proofErr w:type="spellEnd"/>
      <w:r w:rsidR="71913146" w:rsidRPr="2B10E4E8">
        <w:t xml:space="preserve"> </w:t>
      </w:r>
      <w:proofErr w:type="spellStart"/>
      <w:r w:rsidR="71913146" w:rsidRPr="2B10E4E8">
        <w:t>very</w:t>
      </w:r>
      <w:proofErr w:type="spellEnd"/>
      <w:r w:rsidR="71913146" w:rsidRPr="2B10E4E8">
        <w:t xml:space="preserve"> </w:t>
      </w:r>
      <w:proofErr w:type="spellStart"/>
      <w:r w:rsidR="71913146" w:rsidRPr="2B10E4E8">
        <w:t>calm</w:t>
      </w:r>
      <w:proofErr w:type="spellEnd"/>
      <w:r w:rsidR="71913146" w:rsidRPr="2B10E4E8">
        <w:t xml:space="preserve"> </w:t>
      </w:r>
      <w:proofErr w:type="spellStart"/>
      <w:r w:rsidR="71913146" w:rsidRPr="2B10E4E8">
        <w:t>and</w:t>
      </w:r>
      <w:proofErr w:type="spellEnd"/>
      <w:r w:rsidR="71913146" w:rsidRPr="2B10E4E8">
        <w:t xml:space="preserve"> relaxed i </w:t>
      </w:r>
      <w:proofErr w:type="spellStart"/>
      <w:r w:rsidR="71913146" w:rsidRPr="2B10E4E8">
        <w:t>often</w:t>
      </w:r>
      <w:proofErr w:type="spellEnd"/>
      <w:r w:rsidR="71913146" w:rsidRPr="2B10E4E8">
        <w:t xml:space="preserve"> </w:t>
      </w:r>
      <w:proofErr w:type="spellStart"/>
      <w:r w:rsidR="71913146" w:rsidRPr="2B10E4E8">
        <w:t>build</w:t>
      </w:r>
      <w:proofErr w:type="spellEnd"/>
      <w:r w:rsidR="71913146" w:rsidRPr="2B10E4E8">
        <w:t xml:space="preserve"> </w:t>
      </w:r>
      <w:proofErr w:type="spellStart"/>
      <w:r w:rsidR="71913146" w:rsidRPr="2B10E4E8">
        <w:t>beatiful</w:t>
      </w:r>
      <w:proofErr w:type="spellEnd"/>
      <w:r w:rsidR="71913146" w:rsidRPr="2B10E4E8">
        <w:t xml:space="preserve"> </w:t>
      </w:r>
      <w:proofErr w:type="spellStart"/>
      <w:r w:rsidR="71913146" w:rsidRPr="2B10E4E8">
        <w:t>houses</w:t>
      </w:r>
      <w:proofErr w:type="spellEnd"/>
      <w:r w:rsidR="71913146" w:rsidRPr="2B10E4E8">
        <w:t xml:space="preserve"> </w:t>
      </w:r>
      <w:proofErr w:type="spellStart"/>
      <w:r w:rsidR="71913146" w:rsidRPr="2B10E4E8">
        <w:t>and</w:t>
      </w:r>
      <w:proofErr w:type="spellEnd"/>
      <w:r w:rsidR="71913146" w:rsidRPr="2B10E4E8">
        <w:t xml:space="preserve"> </w:t>
      </w:r>
      <w:proofErr w:type="spellStart"/>
      <w:r w:rsidR="71913146" w:rsidRPr="2B10E4E8">
        <w:t>garde</w:t>
      </w:r>
      <w:r w:rsidR="1B4D5195" w:rsidRPr="2B10E4E8">
        <w:t>ns</w:t>
      </w:r>
      <w:proofErr w:type="spellEnd"/>
      <w:r w:rsidR="1B4D5195" w:rsidRPr="2B10E4E8">
        <w:t xml:space="preserve"> </w:t>
      </w:r>
      <w:proofErr w:type="spellStart"/>
      <w:r w:rsidR="1B4D5195" w:rsidRPr="2B10E4E8">
        <w:t>because</w:t>
      </w:r>
      <w:proofErr w:type="spellEnd"/>
      <w:r w:rsidR="1B4D5195" w:rsidRPr="2B10E4E8">
        <w:t xml:space="preserve"> </w:t>
      </w:r>
      <w:proofErr w:type="spellStart"/>
      <w:r w:rsidR="1B4D5195" w:rsidRPr="2B10E4E8">
        <w:t>then</w:t>
      </w:r>
      <w:proofErr w:type="spellEnd"/>
      <w:r w:rsidR="1B4D5195" w:rsidRPr="2B10E4E8">
        <w:t xml:space="preserve"> i have a </w:t>
      </w:r>
      <w:proofErr w:type="spellStart"/>
      <w:r w:rsidR="1B4D5195" w:rsidRPr="2B10E4E8">
        <w:t>nice</w:t>
      </w:r>
      <w:proofErr w:type="spellEnd"/>
      <w:r w:rsidR="1B4D5195" w:rsidRPr="2B10E4E8">
        <w:t xml:space="preserve"> </w:t>
      </w:r>
      <w:proofErr w:type="spellStart"/>
      <w:r w:rsidR="1B4D5195" w:rsidRPr="2B10E4E8">
        <w:t>atmosphere</w:t>
      </w:r>
      <w:proofErr w:type="spellEnd"/>
      <w:r w:rsidR="1B4D5195" w:rsidRPr="2B10E4E8">
        <w:t>.</w:t>
      </w:r>
    </w:p>
    <w:p w14:paraId="0F2F74DF" w14:textId="16D529C1" w:rsidR="1B4D5195" w:rsidRDefault="1B4D5195" w:rsidP="2B10E4E8">
      <w:r w:rsidRPr="2B10E4E8">
        <w:t xml:space="preserve">But </w:t>
      </w:r>
      <w:proofErr w:type="spellStart"/>
      <w:r w:rsidRPr="2B10E4E8">
        <w:t>when</w:t>
      </w:r>
      <w:proofErr w:type="spellEnd"/>
      <w:r w:rsidRPr="2B10E4E8">
        <w:t xml:space="preserve"> i </w:t>
      </w:r>
      <w:proofErr w:type="spellStart"/>
      <w:r w:rsidRPr="2B10E4E8">
        <w:t>play</w:t>
      </w:r>
      <w:proofErr w:type="spellEnd"/>
      <w:r w:rsidRPr="2B10E4E8">
        <w:t xml:space="preserve"> </w:t>
      </w:r>
      <w:proofErr w:type="spellStart"/>
      <w:r w:rsidRPr="2B10E4E8">
        <w:t>fortnite</w:t>
      </w:r>
      <w:proofErr w:type="spellEnd"/>
      <w:r w:rsidRPr="2B10E4E8">
        <w:t xml:space="preserve"> </w:t>
      </w:r>
      <w:proofErr w:type="spellStart"/>
      <w:r w:rsidR="58EDBA1F" w:rsidRPr="2B10E4E8">
        <w:t>then</w:t>
      </w:r>
      <w:proofErr w:type="spellEnd"/>
      <w:r w:rsidR="58EDBA1F" w:rsidRPr="2B10E4E8">
        <w:t xml:space="preserve"> i </w:t>
      </w:r>
      <w:proofErr w:type="spellStart"/>
      <w:r w:rsidR="58EDBA1F" w:rsidRPr="2B10E4E8">
        <w:t>am</w:t>
      </w:r>
      <w:proofErr w:type="spellEnd"/>
      <w:r w:rsidR="58EDBA1F" w:rsidRPr="2B10E4E8">
        <w:t xml:space="preserve"> </w:t>
      </w:r>
      <w:proofErr w:type="spellStart"/>
      <w:r w:rsidR="58EDBA1F" w:rsidRPr="2B10E4E8">
        <w:t>very</w:t>
      </w:r>
      <w:proofErr w:type="spellEnd"/>
      <w:r w:rsidR="58EDBA1F" w:rsidRPr="2B10E4E8">
        <w:t xml:space="preserve"> </w:t>
      </w:r>
      <w:proofErr w:type="spellStart"/>
      <w:r w:rsidR="58EDBA1F" w:rsidRPr="2B10E4E8">
        <w:t>sweaty</w:t>
      </w:r>
      <w:proofErr w:type="spellEnd"/>
      <w:r w:rsidR="58EDBA1F" w:rsidRPr="2B10E4E8">
        <w:t xml:space="preserve"> i </w:t>
      </w:r>
      <w:proofErr w:type="spellStart"/>
      <w:r w:rsidR="58EDBA1F" w:rsidRPr="2B10E4E8">
        <w:t>try</w:t>
      </w:r>
      <w:proofErr w:type="spellEnd"/>
      <w:r w:rsidR="58EDBA1F" w:rsidRPr="2B10E4E8">
        <w:t xml:space="preserve"> </w:t>
      </w:r>
      <w:proofErr w:type="spellStart"/>
      <w:r w:rsidR="58EDBA1F" w:rsidRPr="2B10E4E8">
        <w:t>very</w:t>
      </w:r>
      <w:proofErr w:type="spellEnd"/>
      <w:r w:rsidR="58EDBA1F" w:rsidRPr="2B10E4E8">
        <w:t xml:space="preserve"> hard </w:t>
      </w:r>
      <w:proofErr w:type="spellStart"/>
      <w:r w:rsidR="58EDBA1F" w:rsidRPr="2B10E4E8">
        <w:t>to</w:t>
      </w:r>
      <w:proofErr w:type="spellEnd"/>
      <w:r w:rsidR="58EDBA1F" w:rsidRPr="2B10E4E8">
        <w:t xml:space="preserve"> win </w:t>
      </w:r>
      <w:proofErr w:type="spellStart"/>
      <w:r w:rsidR="58EDBA1F" w:rsidRPr="2B10E4E8">
        <w:t>somtimes</w:t>
      </w:r>
      <w:proofErr w:type="spellEnd"/>
      <w:r w:rsidR="58EDBA1F" w:rsidRPr="2B10E4E8">
        <w:t xml:space="preserve"> </w:t>
      </w:r>
      <w:proofErr w:type="spellStart"/>
      <w:r w:rsidR="58EDBA1F" w:rsidRPr="2B10E4E8">
        <w:t>it</w:t>
      </w:r>
      <w:proofErr w:type="spellEnd"/>
      <w:r w:rsidR="58EDBA1F" w:rsidRPr="2B10E4E8">
        <w:t xml:space="preserve"> </w:t>
      </w:r>
      <w:proofErr w:type="spellStart"/>
      <w:r w:rsidR="58EDBA1F" w:rsidRPr="2B10E4E8">
        <w:t>works</w:t>
      </w:r>
      <w:proofErr w:type="spellEnd"/>
      <w:r w:rsidR="58EDBA1F" w:rsidRPr="2B10E4E8">
        <w:t xml:space="preserve"> </w:t>
      </w:r>
      <w:proofErr w:type="spellStart"/>
      <w:r w:rsidR="58EDBA1F" w:rsidRPr="2B10E4E8">
        <w:t>somtimes</w:t>
      </w:r>
      <w:proofErr w:type="spellEnd"/>
      <w:r w:rsidR="58EDBA1F" w:rsidRPr="2B10E4E8">
        <w:t xml:space="preserve"> </w:t>
      </w:r>
      <w:proofErr w:type="spellStart"/>
      <w:r w:rsidR="58EDBA1F" w:rsidRPr="2B10E4E8">
        <w:t>its</w:t>
      </w:r>
      <w:proofErr w:type="spellEnd"/>
      <w:r w:rsidR="58EDBA1F" w:rsidRPr="2B10E4E8">
        <w:t xml:space="preserve"> bad </w:t>
      </w:r>
      <w:r w:rsidR="02A9DA6E" w:rsidRPr="2B10E4E8">
        <w:rPr>
          <w:rFonts w:ascii="Segoe UI Emoji" w:eastAsia="Segoe UI Emoji" w:hAnsi="Segoe UI Emoji" w:cs="Segoe UI Emoji"/>
        </w:rPr>
        <w:t>🙁</w:t>
      </w:r>
    </w:p>
    <w:p w14:paraId="09B8E02C" w14:textId="5BAD1810" w:rsidR="389B54AD" w:rsidRDefault="389B54AD" w:rsidP="2B10E4E8">
      <w:r w:rsidRPr="2B10E4E8">
        <w:t xml:space="preserve">I hope </w:t>
      </w:r>
      <w:proofErr w:type="spellStart"/>
      <w:r w:rsidRPr="2B10E4E8">
        <w:t>you</w:t>
      </w:r>
      <w:proofErr w:type="spellEnd"/>
      <w:r w:rsidRPr="2B10E4E8">
        <w:t xml:space="preserve"> </w:t>
      </w:r>
      <w:proofErr w:type="spellStart"/>
      <w:r w:rsidRPr="2B10E4E8">
        <w:t>now</w:t>
      </w:r>
      <w:proofErr w:type="spellEnd"/>
      <w:r w:rsidRPr="2B10E4E8">
        <w:t xml:space="preserve"> </w:t>
      </w:r>
      <w:proofErr w:type="spellStart"/>
      <w:r w:rsidRPr="2B10E4E8">
        <w:t>know</w:t>
      </w:r>
      <w:proofErr w:type="spellEnd"/>
      <w:r w:rsidRPr="2B10E4E8">
        <w:t xml:space="preserve"> more </w:t>
      </w:r>
      <w:proofErr w:type="spellStart"/>
      <w:r w:rsidRPr="2B10E4E8">
        <w:t>about</w:t>
      </w:r>
      <w:proofErr w:type="spellEnd"/>
      <w:r w:rsidRPr="2B10E4E8">
        <w:t xml:space="preserve"> </w:t>
      </w:r>
      <w:proofErr w:type="spellStart"/>
      <w:r w:rsidRPr="2B10E4E8">
        <w:t>what</w:t>
      </w:r>
      <w:proofErr w:type="spellEnd"/>
      <w:r w:rsidRPr="2B10E4E8">
        <w:t xml:space="preserve"> i do </w:t>
      </w:r>
      <w:proofErr w:type="spellStart"/>
      <w:r w:rsidRPr="2B10E4E8">
        <w:t>while</w:t>
      </w:r>
      <w:proofErr w:type="spellEnd"/>
      <w:r w:rsidRPr="2B10E4E8">
        <w:t xml:space="preserve"> </w:t>
      </w:r>
      <w:proofErr w:type="spellStart"/>
      <w:r w:rsidRPr="2B10E4E8">
        <w:t>gaming</w:t>
      </w:r>
      <w:proofErr w:type="spellEnd"/>
      <w:r w:rsidRPr="2B10E4E8">
        <w:t xml:space="preserve"> </w:t>
      </w:r>
      <w:proofErr w:type="spellStart"/>
      <w:r w:rsidRPr="2B10E4E8">
        <w:t>and</w:t>
      </w:r>
      <w:proofErr w:type="spellEnd"/>
      <w:r w:rsidRPr="2B10E4E8">
        <w:t xml:space="preserve"> </w:t>
      </w:r>
      <w:proofErr w:type="spellStart"/>
      <w:r w:rsidRPr="2B10E4E8">
        <w:t>that</w:t>
      </w:r>
      <w:proofErr w:type="spellEnd"/>
      <w:r w:rsidRPr="2B10E4E8">
        <w:t xml:space="preserve"> </w:t>
      </w:r>
      <w:proofErr w:type="spellStart"/>
      <w:r w:rsidRPr="2B10E4E8">
        <w:t>it</w:t>
      </w:r>
      <w:proofErr w:type="spellEnd"/>
      <w:r w:rsidRPr="2B10E4E8">
        <w:t xml:space="preserve"> was easy</w:t>
      </w:r>
      <w:r w:rsidR="5F1D0D3C" w:rsidRPr="2B10E4E8">
        <w:t xml:space="preserve"> </w:t>
      </w:r>
      <w:proofErr w:type="spellStart"/>
      <w:r w:rsidRPr="2B10E4E8">
        <w:t>to</w:t>
      </w:r>
      <w:proofErr w:type="spellEnd"/>
      <w:r w:rsidRPr="2B10E4E8">
        <w:t xml:space="preserve"> </w:t>
      </w:r>
      <w:proofErr w:type="spellStart"/>
      <w:r w:rsidRPr="2B10E4E8">
        <w:t>understand</w:t>
      </w:r>
      <w:proofErr w:type="spellEnd"/>
      <w:r w:rsidR="49C57FAF" w:rsidRPr="2B10E4E8">
        <w:t xml:space="preserve"> i </w:t>
      </w:r>
      <w:proofErr w:type="spellStart"/>
      <w:r w:rsidR="49C57FAF" w:rsidRPr="2B10E4E8">
        <w:t>enjoyed</w:t>
      </w:r>
      <w:proofErr w:type="spellEnd"/>
      <w:r w:rsidR="49C57FAF" w:rsidRPr="2B10E4E8">
        <w:t xml:space="preserve"> making </w:t>
      </w:r>
      <w:proofErr w:type="spellStart"/>
      <w:r w:rsidR="49C57FAF" w:rsidRPr="2B10E4E8">
        <w:t>the</w:t>
      </w:r>
      <w:proofErr w:type="spellEnd"/>
      <w:r w:rsidR="49C57FAF" w:rsidRPr="2B10E4E8">
        <w:t xml:space="preserve"> vlog </w:t>
      </w:r>
      <w:proofErr w:type="spellStart"/>
      <w:r w:rsidR="49C57FAF" w:rsidRPr="2B10E4E8">
        <w:t>and</w:t>
      </w:r>
      <w:proofErr w:type="spellEnd"/>
      <w:r w:rsidR="49C57FAF" w:rsidRPr="2B10E4E8">
        <w:t xml:space="preserve"> telling </w:t>
      </w:r>
      <w:proofErr w:type="spellStart"/>
      <w:r w:rsidR="49C57FAF" w:rsidRPr="2B10E4E8">
        <w:t>you</w:t>
      </w:r>
      <w:proofErr w:type="spellEnd"/>
      <w:r w:rsidR="49C57FAF" w:rsidRPr="2B10E4E8">
        <w:t xml:space="preserve"> </w:t>
      </w:r>
      <w:proofErr w:type="spellStart"/>
      <w:r w:rsidR="49C57FAF" w:rsidRPr="2B10E4E8">
        <w:t>what</w:t>
      </w:r>
      <w:proofErr w:type="spellEnd"/>
      <w:r w:rsidR="49C57FAF" w:rsidRPr="2B10E4E8">
        <w:t xml:space="preserve"> i do </w:t>
      </w:r>
      <w:proofErr w:type="spellStart"/>
      <w:r w:rsidR="49C57FAF" w:rsidRPr="2B10E4E8">
        <w:t>while</w:t>
      </w:r>
      <w:proofErr w:type="spellEnd"/>
      <w:r w:rsidR="49C57FAF" w:rsidRPr="2B10E4E8">
        <w:t xml:space="preserve"> </w:t>
      </w:r>
      <w:proofErr w:type="spellStart"/>
      <w:r w:rsidR="49C57FAF" w:rsidRPr="2B10E4E8">
        <w:t>gaming</w:t>
      </w:r>
      <w:proofErr w:type="spellEnd"/>
      <w:r w:rsidR="49C57FAF" w:rsidRPr="2B10E4E8">
        <w:t xml:space="preserve"> </w:t>
      </w:r>
      <w:proofErr w:type="spellStart"/>
      <w:r w:rsidR="49C57FAF" w:rsidRPr="2B10E4E8">
        <w:t>thanks</w:t>
      </w:r>
      <w:proofErr w:type="spellEnd"/>
      <w:r w:rsidR="49C57FAF" w:rsidRPr="2B10E4E8">
        <w:t xml:space="preserve"> </w:t>
      </w:r>
      <w:proofErr w:type="spellStart"/>
      <w:r w:rsidR="49C57FAF" w:rsidRPr="2B10E4E8">
        <w:t>for</w:t>
      </w:r>
      <w:proofErr w:type="spellEnd"/>
      <w:r w:rsidR="49C57FAF" w:rsidRPr="2B10E4E8">
        <w:t xml:space="preserve"> </w:t>
      </w:r>
      <w:proofErr w:type="spellStart"/>
      <w:r w:rsidR="49C57FAF" w:rsidRPr="2B10E4E8">
        <w:t>lis</w:t>
      </w:r>
      <w:r w:rsidR="2E405298" w:rsidRPr="2B10E4E8">
        <w:t>tening</w:t>
      </w:r>
      <w:proofErr w:type="spellEnd"/>
      <w:r w:rsidR="2E405298" w:rsidRPr="2B10E4E8">
        <w:t xml:space="preserve"> </w:t>
      </w:r>
      <w:r w:rsidR="2E405298" w:rsidRPr="2B10E4E8">
        <w:rPr>
          <w:rFonts w:ascii="Segoe UI Emoji" w:eastAsia="Segoe UI Emoji" w:hAnsi="Segoe UI Emoji" w:cs="Segoe UI Emoji"/>
        </w:rPr>
        <w:t>😊</w:t>
      </w:r>
      <w:r w:rsidR="2E405298" w:rsidRPr="2B10E4E8">
        <w:t xml:space="preserve"> </w:t>
      </w:r>
    </w:p>
    <w:sectPr w:rsidR="389B54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C69CC"/>
    <w:multiLevelType w:val="hybridMultilevel"/>
    <w:tmpl w:val="E59E9526"/>
    <w:lvl w:ilvl="0" w:tplc="4A1C882A">
      <w:start w:val="1"/>
      <w:numFmt w:val="decimal"/>
      <w:lvlText w:val="%1."/>
      <w:lvlJc w:val="left"/>
      <w:pPr>
        <w:ind w:left="720" w:hanging="360"/>
      </w:pPr>
    </w:lvl>
    <w:lvl w:ilvl="1" w:tplc="149AAF0C">
      <w:start w:val="1"/>
      <w:numFmt w:val="lowerLetter"/>
      <w:lvlText w:val="%2."/>
      <w:lvlJc w:val="left"/>
      <w:pPr>
        <w:ind w:left="1440" w:hanging="360"/>
      </w:pPr>
    </w:lvl>
    <w:lvl w:ilvl="2" w:tplc="CDF26EC0">
      <w:start w:val="1"/>
      <w:numFmt w:val="lowerRoman"/>
      <w:lvlText w:val="%3."/>
      <w:lvlJc w:val="right"/>
      <w:pPr>
        <w:ind w:left="2160" w:hanging="180"/>
      </w:pPr>
    </w:lvl>
    <w:lvl w:ilvl="3" w:tplc="359CF670">
      <w:start w:val="1"/>
      <w:numFmt w:val="decimal"/>
      <w:lvlText w:val="%4."/>
      <w:lvlJc w:val="left"/>
      <w:pPr>
        <w:ind w:left="2880" w:hanging="360"/>
      </w:pPr>
    </w:lvl>
    <w:lvl w:ilvl="4" w:tplc="B25E6BB4">
      <w:start w:val="1"/>
      <w:numFmt w:val="lowerLetter"/>
      <w:lvlText w:val="%5."/>
      <w:lvlJc w:val="left"/>
      <w:pPr>
        <w:ind w:left="3600" w:hanging="360"/>
      </w:pPr>
    </w:lvl>
    <w:lvl w:ilvl="5" w:tplc="54F0D116">
      <w:start w:val="1"/>
      <w:numFmt w:val="lowerRoman"/>
      <w:lvlText w:val="%6."/>
      <w:lvlJc w:val="right"/>
      <w:pPr>
        <w:ind w:left="4320" w:hanging="180"/>
      </w:pPr>
    </w:lvl>
    <w:lvl w:ilvl="6" w:tplc="CCE4EC4E">
      <w:start w:val="1"/>
      <w:numFmt w:val="decimal"/>
      <w:lvlText w:val="%7."/>
      <w:lvlJc w:val="left"/>
      <w:pPr>
        <w:ind w:left="5040" w:hanging="360"/>
      </w:pPr>
    </w:lvl>
    <w:lvl w:ilvl="7" w:tplc="FD28800A">
      <w:start w:val="1"/>
      <w:numFmt w:val="lowerLetter"/>
      <w:lvlText w:val="%8."/>
      <w:lvlJc w:val="left"/>
      <w:pPr>
        <w:ind w:left="5760" w:hanging="360"/>
      </w:pPr>
    </w:lvl>
    <w:lvl w:ilvl="8" w:tplc="96F0E7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E4D692"/>
    <w:rsid w:val="00506652"/>
    <w:rsid w:val="009465FD"/>
    <w:rsid w:val="00B24902"/>
    <w:rsid w:val="02A9DA6E"/>
    <w:rsid w:val="02ED2ACD"/>
    <w:rsid w:val="0324E5EA"/>
    <w:rsid w:val="051E16E1"/>
    <w:rsid w:val="06741B72"/>
    <w:rsid w:val="06857945"/>
    <w:rsid w:val="080F218A"/>
    <w:rsid w:val="0875D371"/>
    <w:rsid w:val="08E00261"/>
    <w:rsid w:val="092E2F1E"/>
    <w:rsid w:val="092FB029"/>
    <w:rsid w:val="09D0C198"/>
    <w:rsid w:val="0ACB808A"/>
    <w:rsid w:val="0CEC0FA9"/>
    <w:rsid w:val="0EC266A3"/>
    <w:rsid w:val="0F593F00"/>
    <w:rsid w:val="14180DBD"/>
    <w:rsid w:val="14944B9E"/>
    <w:rsid w:val="17189868"/>
    <w:rsid w:val="1768E974"/>
    <w:rsid w:val="177D37E6"/>
    <w:rsid w:val="17B9E0BB"/>
    <w:rsid w:val="18328FAF"/>
    <w:rsid w:val="18B468C9"/>
    <w:rsid w:val="18BA5D16"/>
    <w:rsid w:val="197C59A7"/>
    <w:rsid w:val="1A1836A6"/>
    <w:rsid w:val="1B4D5195"/>
    <w:rsid w:val="1BEC098B"/>
    <w:rsid w:val="1D87D9EC"/>
    <w:rsid w:val="1FC6E7C6"/>
    <w:rsid w:val="22125811"/>
    <w:rsid w:val="2467B30E"/>
    <w:rsid w:val="24C5BC08"/>
    <w:rsid w:val="24E01D71"/>
    <w:rsid w:val="272571D9"/>
    <w:rsid w:val="28170985"/>
    <w:rsid w:val="28287372"/>
    <w:rsid w:val="28819995"/>
    <w:rsid w:val="2980FDBE"/>
    <w:rsid w:val="2B10E4E8"/>
    <w:rsid w:val="2B601434"/>
    <w:rsid w:val="2E405298"/>
    <w:rsid w:val="2FAC8C41"/>
    <w:rsid w:val="3009A495"/>
    <w:rsid w:val="331E1A99"/>
    <w:rsid w:val="334C096F"/>
    <w:rsid w:val="379689CE"/>
    <w:rsid w:val="386DEF1B"/>
    <w:rsid w:val="388CB2CC"/>
    <w:rsid w:val="389B54AD"/>
    <w:rsid w:val="389FAAE5"/>
    <w:rsid w:val="38A41FD7"/>
    <w:rsid w:val="38F6E362"/>
    <w:rsid w:val="398B8052"/>
    <w:rsid w:val="398DA3C9"/>
    <w:rsid w:val="3BC0883C"/>
    <w:rsid w:val="3BD74BA7"/>
    <w:rsid w:val="3D484F3A"/>
    <w:rsid w:val="40235EA2"/>
    <w:rsid w:val="425071F4"/>
    <w:rsid w:val="450BDF6D"/>
    <w:rsid w:val="45E4D692"/>
    <w:rsid w:val="46F13D3C"/>
    <w:rsid w:val="480DC141"/>
    <w:rsid w:val="48B91F07"/>
    <w:rsid w:val="49057CC0"/>
    <w:rsid w:val="49C57FAF"/>
    <w:rsid w:val="49CC9EC8"/>
    <w:rsid w:val="4A1D2442"/>
    <w:rsid w:val="4BC4AE5F"/>
    <w:rsid w:val="4CAF769A"/>
    <w:rsid w:val="4D08B298"/>
    <w:rsid w:val="4F9174FE"/>
    <w:rsid w:val="51E61E65"/>
    <w:rsid w:val="51FEF74B"/>
    <w:rsid w:val="520545BB"/>
    <w:rsid w:val="55850F1E"/>
    <w:rsid w:val="579E4160"/>
    <w:rsid w:val="58076027"/>
    <w:rsid w:val="58EDBA1F"/>
    <w:rsid w:val="597FF944"/>
    <w:rsid w:val="59B7D933"/>
    <w:rsid w:val="5A4DD12F"/>
    <w:rsid w:val="5AC55546"/>
    <w:rsid w:val="5BC09C9A"/>
    <w:rsid w:val="5CBA6103"/>
    <w:rsid w:val="5F1D0D3C"/>
    <w:rsid w:val="5F878B92"/>
    <w:rsid w:val="61C9A45D"/>
    <w:rsid w:val="61E9571B"/>
    <w:rsid w:val="623F9D65"/>
    <w:rsid w:val="632AC6D6"/>
    <w:rsid w:val="64530F2F"/>
    <w:rsid w:val="678AAFF1"/>
    <w:rsid w:val="6C72C475"/>
    <w:rsid w:val="71068CF3"/>
    <w:rsid w:val="71913146"/>
    <w:rsid w:val="724DEF6E"/>
    <w:rsid w:val="747276AD"/>
    <w:rsid w:val="7567AF96"/>
    <w:rsid w:val="758E5424"/>
    <w:rsid w:val="76343740"/>
    <w:rsid w:val="77083834"/>
    <w:rsid w:val="781630B6"/>
    <w:rsid w:val="7A3FD8F6"/>
    <w:rsid w:val="7AE3B640"/>
    <w:rsid w:val="7B04440A"/>
    <w:rsid w:val="7B9999BE"/>
    <w:rsid w:val="7DC2677C"/>
    <w:rsid w:val="7F51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4D692"/>
  <w15:chartTrackingRefBased/>
  <w15:docId w15:val="{7EC8D817-8D50-4804-8725-D07968DC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282D55A9</Template>
  <TotalTime>0</TotalTime>
  <Pages>1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Posthumus, L.G. (Lars) (CT2KT1)</dc:creator>
  <cp:keywords/>
  <dc:description/>
  <cp:lastModifiedBy>Posthumus, L.G. (Lars) (CT2KT1)</cp:lastModifiedBy>
  <cp:revision>2</cp:revision>
  <dcterms:created xsi:type="dcterms:W3CDTF">2021-11-29T12:40:00Z</dcterms:created>
  <dcterms:modified xsi:type="dcterms:W3CDTF">2021-11-29T12:40:00Z</dcterms:modified>
</cp:coreProperties>
</file>