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D47" w:rsidRPr="00590A06" w:rsidRDefault="005A1E0D" w:rsidP="00590A06">
      <w:pPr>
        <w:pStyle w:val="Titel"/>
        <w:rPr>
          <w:sz w:val="80"/>
          <w:szCs w:val="80"/>
        </w:rPr>
      </w:pPr>
      <w:r>
        <w:rPr>
          <w:sz w:val="80"/>
          <w:szCs w:val="80"/>
        </w:rPr>
        <w:t>verslag</w:t>
      </w:r>
      <w:bookmarkStart w:id="0" w:name="_GoBack"/>
      <w:bookmarkEnd w:id="0"/>
      <w:r w:rsidR="00EC5EC5" w:rsidRPr="00590A06">
        <w:rPr>
          <w:sz w:val="80"/>
          <w:szCs w:val="80"/>
        </w:rPr>
        <w:t xml:space="preserve"> vlog</w:t>
      </w:r>
    </w:p>
    <w:p w:rsidR="00EC5EC5" w:rsidRPr="00590A06" w:rsidRDefault="00EC5EC5" w:rsidP="00590A06">
      <w:pPr>
        <w:pStyle w:val="Titel"/>
        <w:rPr>
          <w:sz w:val="80"/>
          <w:szCs w:val="80"/>
        </w:rPr>
      </w:pPr>
      <w:r w:rsidRPr="00590A06">
        <w:rPr>
          <w:sz w:val="80"/>
          <w:szCs w:val="80"/>
        </w:rPr>
        <w:t>Engels</w:t>
      </w:r>
    </w:p>
    <w:p w:rsidR="00EC5EC5" w:rsidRPr="00A222D1" w:rsidRDefault="00EC5EC5">
      <w:pPr>
        <w:rPr>
          <w:sz w:val="24"/>
          <w:szCs w:val="24"/>
        </w:rPr>
      </w:pPr>
      <w:r w:rsidRPr="00A222D1">
        <w:rPr>
          <w:sz w:val="24"/>
          <w:szCs w:val="24"/>
        </w:rPr>
        <w:t xml:space="preserve"> M</w:t>
      </w:r>
      <w:r w:rsidR="00590A06" w:rsidRPr="00A222D1">
        <w:rPr>
          <w:sz w:val="24"/>
          <w:szCs w:val="24"/>
        </w:rPr>
        <w:t xml:space="preserve">y name: Thijs Gellekink, </w:t>
      </w:r>
    </w:p>
    <w:p w:rsidR="00590A06" w:rsidRPr="00A222D1" w:rsidRDefault="00590A06">
      <w:pPr>
        <w:rPr>
          <w:sz w:val="24"/>
          <w:szCs w:val="24"/>
        </w:rPr>
      </w:pPr>
      <w:r w:rsidRPr="00A222D1">
        <w:rPr>
          <w:sz w:val="24"/>
          <w:szCs w:val="24"/>
        </w:rPr>
        <w:t>My teacher name: Akca,</w:t>
      </w:r>
    </w:p>
    <w:p w:rsidR="00590A06" w:rsidRPr="00A222D1" w:rsidRDefault="00590A06">
      <w:pPr>
        <w:rPr>
          <w:sz w:val="24"/>
          <w:szCs w:val="24"/>
        </w:rPr>
      </w:pPr>
      <w:r w:rsidRPr="00A222D1">
        <w:rPr>
          <w:sz w:val="24"/>
          <w:szCs w:val="24"/>
        </w:rPr>
        <w:t>My subtitel</w:t>
      </w:r>
      <w:r w:rsidR="00A222D1" w:rsidRPr="00A222D1">
        <w:rPr>
          <w:sz w:val="24"/>
          <w:szCs w:val="24"/>
        </w:rPr>
        <w:t xml:space="preserve">: a day in the life of Thijs </w:t>
      </w:r>
    </w:p>
    <w:p w:rsidR="00A222D1" w:rsidRPr="00A222D1" w:rsidRDefault="00A222D1">
      <w:pPr>
        <w:rPr>
          <w:sz w:val="24"/>
          <w:szCs w:val="24"/>
        </w:rPr>
      </w:pPr>
      <w:r w:rsidRPr="00A222D1">
        <w:rPr>
          <w:sz w:val="24"/>
          <w:szCs w:val="24"/>
        </w:rPr>
        <w:t>I choose fort his subtitel because i can tel allot about my self</w:t>
      </w:r>
    </w:p>
    <w:p w:rsidR="00A222D1" w:rsidRPr="00A222D1" w:rsidRDefault="00A222D1">
      <w:pPr>
        <w:rPr>
          <w:sz w:val="24"/>
          <w:szCs w:val="24"/>
        </w:rPr>
      </w:pPr>
      <w:r w:rsidRPr="00A222D1">
        <w:rPr>
          <w:sz w:val="24"/>
          <w:szCs w:val="24"/>
        </w:rPr>
        <w:t>I am going to tell about what i do after and befor school</w:t>
      </w:r>
    </w:p>
    <w:p w:rsidR="00A222D1" w:rsidRDefault="00A222D1">
      <w:pPr>
        <w:rPr>
          <w:sz w:val="24"/>
          <w:szCs w:val="24"/>
        </w:rPr>
      </w:pPr>
      <w:r w:rsidRPr="00A222D1">
        <w:rPr>
          <w:sz w:val="24"/>
          <w:szCs w:val="24"/>
        </w:rPr>
        <w:t>I think its</w:t>
      </w:r>
      <w:r>
        <w:rPr>
          <w:sz w:val="24"/>
          <w:szCs w:val="24"/>
        </w:rPr>
        <w:t xml:space="preserve"> important to tell about it because i do this almost every day after school </w:t>
      </w:r>
    </w:p>
    <w:p w:rsidR="005B1611" w:rsidRDefault="005B1611">
      <w:pPr>
        <w:rPr>
          <w:sz w:val="24"/>
          <w:szCs w:val="24"/>
        </w:rPr>
      </w:pPr>
    </w:p>
    <w:p w:rsidR="005A1E0D" w:rsidRDefault="005B1611">
      <w:pPr>
        <w:rPr>
          <w:sz w:val="24"/>
          <w:szCs w:val="24"/>
        </w:rPr>
      </w:pPr>
      <w:r>
        <w:rPr>
          <w:sz w:val="24"/>
          <w:szCs w:val="24"/>
        </w:rPr>
        <w:t>Hello guys today i am going to make some noodles i do this every day after school</w:t>
      </w:r>
      <w:r w:rsidR="005A1E0D">
        <w:rPr>
          <w:sz w:val="24"/>
          <w:szCs w:val="24"/>
        </w:rPr>
        <w:t xml:space="preserve">      </w:t>
      </w:r>
      <w:r>
        <w:rPr>
          <w:sz w:val="24"/>
          <w:szCs w:val="24"/>
        </w:rPr>
        <w:t>Because Its super dilicieus and when i eat that i usally watch tik tok and watch for 15 minutes than i am going to ta</w:t>
      </w:r>
      <w:r w:rsidR="00834CCE">
        <w:rPr>
          <w:sz w:val="24"/>
          <w:szCs w:val="24"/>
        </w:rPr>
        <w:t>k</w:t>
      </w:r>
      <w:r>
        <w:rPr>
          <w:sz w:val="24"/>
          <w:szCs w:val="24"/>
        </w:rPr>
        <w:t xml:space="preserve">e a shit </w:t>
      </w:r>
      <w:r w:rsidR="00834CCE">
        <w:rPr>
          <w:sz w:val="24"/>
          <w:szCs w:val="24"/>
        </w:rPr>
        <w:t xml:space="preserve">and than i watch some more tiktok                                                              Than </w:t>
      </w:r>
      <w:r w:rsidR="005A1E0D">
        <w:rPr>
          <w:sz w:val="24"/>
          <w:szCs w:val="24"/>
        </w:rPr>
        <w:t>im going to watch some tv app my friends and game for a few hours and then I am going to rage and smash my controller trow the wall and my mom is angry</w:t>
      </w:r>
    </w:p>
    <w:p w:rsidR="005A1E0D" w:rsidRDefault="005A1E0D">
      <w:pPr>
        <w:rPr>
          <w:sz w:val="24"/>
          <w:szCs w:val="24"/>
        </w:rPr>
      </w:pPr>
      <w:r>
        <w:rPr>
          <w:sz w:val="24"/>
          <w:szCs w:val="24"/>
        </w:rPr>
        <w:t>I am going to video this at my hous because i have there my noodles and stuff</w:t>
      </w:r>
    </w:p>
    <w:p w:rsidR="005A1E0D" w:rsidRPr="00A222D1" w:rsidRDefault="005A1E0D">
      <w:pPr>
        <w:rPr>
          <w:sz w:val="24"/>
          <w:szCs w:val="24"/>
        </w:rPr>
      </w:pPr>
      <w:r>
        <w:rPr>
          <w:sz w:val="24"/>
          <w:szCs w:val="24"/>
        </w:rPr>
        <w:t xml:space="preserve">My materials are importand because its going about those mats </w:t>
      </w:r>
    </w:p>
    <w:sectPr w:rsidR="005A1E0D" w:rsidRPr="00A22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nl-NL" w:vendorID="64" w:dllVersion="4096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EC5"/>
    <w:rsid w:val="00590A06"/>
    <w:rsid w:val="005A1E0D"/>
    <w:rsid w:val="005B1611"/>
    <w:rsid w:val="00834CCE"/>
    <w:rsid w:val="00A222D1"/>
    <w:rsid w:val="00BF37B4"/>
    <w:rsid w:val="00EC5EC5"/>
    <w:rsid w:val="00FA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6F2B8"/>
  <w15:chartTrackingRefBased/>
  <w15:docId w15:val="{CBEEB70E-BCA1-4375-AE75-C6173667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90A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90A0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593463C4</Template>
  <TotalTime>61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Scholengroep Carmel Hengelo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Gellekink, T. (Thijs) (CT3KPIE1)</dc:creator>
  <cp:keywords/>
  <dc:description/>
  <cp:lastModifiedBy>Gellekink, T. (Thijs) (CT3KPIE1)</cp:lastModifiedBy>
  <cp:revision>1</cp:revision>
  <dcterms:created xsi:type="dcterms:W3CDTF">2021-11-29T08:47:00Z</dcterms:created>
  <dcterms:modified xsi:type="dcterms:W3CDTF">2021-11-29T09:48:00Z</dcterms:modified>
</cp:coreProperties>
</file>