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69B36" w14:textId="53B1452A" w:rsidR="008B392C" w:rsidRDefault="00A713E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267AC5" wp14:editId="029E0B5A">
                <wp:simplePos x="0" y="0"/>
                <wp:positionH relativeFrom="column">
                  <wp:posOffset>-3342641</wp:posOffset>
                </wp:positionH>
                <wp:positionV relativeFrom="paragraph">
                  <wp:posOffset>3538855</wp:posOffset>
                </wp:positionV>
                <wp:extent cx="142875" cy="800100"/>
                <wp:effectExtent l="95250" t="38100" r="66675" b="7620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6EC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3" o:spid="_x0000_s1026" type="#_x0000_t32" style="position:absolute;margin-left:-263.2pt;margin-top:278.65pt;width:11.25pt;height:63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254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F26D4" wp14:editId="52B7460E">
                <wp:simplePos x="0" y="0"/>
                <wp:positionH relativeFrom="column">
                  <wp:posOffset>1823720</wp:posOffset>
                </wp:positionH>
                <wp:positionV relativeFrom="paragraph">
                  <wp:posOffset>4338955</wp:posOffset>
                </wp:positionV>
                <wp:extent cx="6791325" cy="1828800"/>
                <wp:effectExtent l="0" t="0" r="28575" b="19050"/>
                <wp:wrapThrough wrapText="bothSides">
                  <wp:wrapPolygon edited="0">
                    <wp:start x="8907" y="0"/>
                    <wp:lineTo x="7150" y="225"/>
                    <wp:lineTo x="2484" y="2700"/>
                    <wp:lineTo x="2484" y="3600"/>
                    <wp:lineTo x="1757" y="4500"/>
                    <wp:lineTo x="424" y="6975"/>
                    <wp:lineTo x="0" y="9225"/>
                    <wp:lineTo x="0" y="12600"/>
                    <wp:lineTo x="424" y="14400"/>
                    <wp:lineTo x="424" y="14850"/>
                    <wp:lineTo x="2181" y="18000"/>
                    <wp:lineTo x="2424" y="18675"/>
                    <wp:lineTo x="7210" y="21600"/>
                    <wp:lineTo x="8543" y="21600"/>
                    <wp:lineTo x="13087" y="21600"/>
                    <wp:lineTo x="14420" y="21600"/>
                    <wp:lineTo x="19207" y="18675"/>
                    <wp:lineTo x="19449" y="18000"/>
                    <wp:lineTo x="21206" y="14850"/>
                    <wp:lineTo x="21206" y="14400"/>
                    <wp:lineTo x="21630" y="12600"/>
                    <wp:lineTo x="21630" y="9225"/>
                    <wp:lineTo x="21267" y="6975"/>
                    <wp:lineTo x="19873" y="4500"/>
                    <wp:lineTo x="19146" y="3600"/>
                    <wp:lineTo x="19207" y="2700"/>
                    <wp:lineTo x="14541" y="225"/>
                    <wp:lineTo x="12784" y="0"/>
                    <wp:lineTo x="8907" y="0"/>
                  </wp:wrapPolygon>
                </wp:wrapThrough>
                <wp:docPr id="11" name="Ova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05060" w14:textId="7115BCA6" w:rsidR="00140B85" w:rsidRPr="00BD396D" w:rsidRDefault="00BD396D" w:rsidP="00BD396D">
                            <w:pPr>
                              <w:rPr>
                                <w:b/>
                              </w:rPr>
                            </w:pPr>
                            <w:r w:rsidRPr="00BD396D">
                              <w:rPr>
                                <w:b/>
                              </w:rPr>
                              <w:t>Omgeving</w:t>
                            </w:r>
                          </w:p>
                          <w:p w14:paraId="0BEA2100" w14:textId="32264565" w:rsidR="00BD396D" w:rsidRDefault="00BD396D" w:rsidP="00BD396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Fysieke omgeving</w:t>
                            </w:r>
                          </w:p>
                          <w:p w14:paraId="02DEA32A" w14:textId="2DB25DF6" w:rsidR="00BD396D" w:rsidRDefault="00BD396D" w:rsidP="00BD396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Sociale omgeving</w:t>
                            </w:r>
                          </w:p>
                          <w:p w14:paraId="4E65AD33" w14:textId="46AADECB" w:rsidR="00BD396D" w:rsidRDefault="00BD396D" w:rsidP="00BD396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Economische omgeving</w:t>
                            </w:r>
                          </w:p>
                          <w:p w14:paraId="621E7CE9" w14:textId="6B2B1768" w:rsidR="00BD396D" w:rsidRDefault="00BD396D" w:rsidP="00BD396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Politieke omgeving</w:t>
                            </w:r>
                          </w:p>
                          <w:p w14:paraId="69F3216A" w14:textId="40F00F75" w:rsidR="00BD396D" w:rsidRDefault="00BD396D" w:rsidP="00C25474"/>
                          <w:p w14:paraId="4B0820E1" w14:textId="77777777" w:rsidR="00140B85" w:rsidRDefault="00140B85" w:rsidP="00E72F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F26D4" id="Ovaal 11" o:spid="_x0000_s1026" style="position:absolute;margin-left:143.6pt;margin-top:341.65pt;width:534.75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" fillcolor="white [3201]" strokecolor="#8064a2 [3207]" strokeweight="2pt">
                <v:textbox>
                  <w:txbxContent>
                    <w:p w14:paraId="14B05060" w14:textId="7115BCA6" w:rsidR="00140B85" w:rsidRPr="00BD396D" w:rsidRDefault="00BD396D" w:rsidP="00BD396D">
                      <w:pPr>
                        <w:rPr>
                          <w:b/>
                        </w:rPr>
                      </w:pPr>
                      <w:r w:rsidRPr="00BD396D">
                        <w:rPr>
                          <w:b/>
                        </w:rPr>
                        <w:t>Omgeving</w:t>
                      </w:r>
                    </w:p>
                    <w:p w14:paraId="0BEA2100" w14:textId="32264565" w:rsidR="00BD396D" w:rsidRDefault="00BD396D" w:rsidP="00BD396D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Fysieke omgeving</w:t>
                      </w:r>
                    </w:p>
                    <w:p w14:paraId="02DEA32A" w14:textId="2DB25DF6" w:rsidR="00BD396D" w:rsidRDefault="00BD396D" w:rsidP="00BD396D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Sociale omgeving</w:t>
                      </w:r>
                    </w:p>
                    <w:p w14:paraId="4E65AD33" w14:textId="46AADECB" w:rsidR="00BD396D" w:rsidRDefault="00BD396D" w:rsidP="00BD396D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Economische omgeving</w:t>
                      </w:r>
                    </w:p>
                    <w:p w14:paraId="621E7CE9" w14:textId="6B2B1768" w:rsidR="00BD396D" w:rsidRDefault="00BD396D" w:rsidP="00BD396D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Politieke omgeving</w:t>
                      </w:r>
                    </w:p>
                    <w:p w14:paraId="69F3216A" w14:textId="40F00F75" w:rsidR="00BD396D" w:rsidRDefault="00BD396D" w:rsidP="00C25474"/>
                    <w:p w14:paraId="4B0820E1" w14:textId="77777777" w:rsidR="00140B85" w:rsidRDefault="00140B85" w:rsidP="00E72F08"/>
                  </w:txbxContent>
                </v:textbox>
                <w10:wrap type="through"/>
              </v:oval>
            </w:pict>
          </mc:Fallback>
        </mc:AlternateContent>
      </w:r>
      <w:r w:rsidR="00BD396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4A12A2" wp14:editId="6440E8E8">
                <wp:simplePos x="0" y="0"/>
                <wp:positionH relativeFrom="column">
                  <wp:posOffset>-3814445</wp:posOffset>
                </wp:positionH>
                <wp:positionV relativeFrom="paragraph">
                  <wp:posOffset>1714500</wp:posOffset>
                </wp:positionV>
                <wp:extent cx="114300" cy="342900"/>
                <wp:effectExtent l="50800" t="25400" r="63500" b="114300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E84E0" id="Rechte verbindingslijn met pijl 22" o:spid="_x0000_s1026" type="#_x0000_t32" style="position:absolute;margin-left:-300.35pt;margin-top:135pt;width:9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2418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BD56A3" wp14:editId="1F7DBD9F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8572500" cy="2400300"/>
                <wp:effectExtent l="0" t="0" r="38100" b="38100"/>
                <wp:wrapThrough wrapText="bothSides">
                  <wp:wrapPolygon edited="0">
                    <wp:start x="8512" y="0"/>
                    <wp:lineTo x="6848" y="229"/>
                    <wp:lineTo x="2432" y="2743"/>
                    <wp:lineTo x="2432" y="3657"/>
                    <wp:lineTo x="1792" y="4343"/>
                    <wp:lineTo x="384" y="6857"/>
                    <wp:lineTo x="0" y="9143"/>
                    <wp:lineTo x="0" y="12571"/>
                    <wp:lineTo x="448" y="14629"/>
                    <wp:lineTo x="448" y="15086"/>
                    <wp:lineTo x="2368" y="18286"/>
                    <wp:lineTo x="2624" y="18971"/>
                    <wp:lineTo x="7296" y="21714"/>
                    <wp:lineTo x="8512" y="21714"/>
                    <wp:lineTo x="13120" y="21714"/>
                    <wp:lineTo x="14336" y="21714"/>
                    <wp:lineTo x="19008" y="18971"/>
                    <wp:lineTo x="19264" y="18286"/>
                    <wp:lineTo x="21184" y="15086"/>
                    <wp:lineTo x="21184" y="14629"/>
                    <wp:lineTo x="21632" y="12571"/>
                    <wp:lineTo x="21632" y="9143"/>
                    <wp:lineTo x="21312" y="7086"/>
                    <wp:lineTo x="19904" y="4571"/>
                    <wp:lineTo x="19264" y="2971"/>
                    <wp:lineTo x="14784" y="229"/>
                    <wp:lineTo x="13120" y="0"/>
                    <wp:lineTo x="8512" y="0"/>
                  </wp:wrapPolygon>
                </wp:wrapThrough>
                <wp:docPr id="14" name="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0" cy="2400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917C4" w14:textId="7227FEDE" w:rsidR="00140B85" w:rsidRDefault="00140B85" w:rsidP="00140B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Persoonlijke determinanten</w:t>
                            </w:r>
                          </w:p>
                          <w:p w14:paraId="6398A612" w14:textId="2C7F6EC9" w:rsidR="00140B85" w:rsidRPr="00BD396D" w:rsidRDefault="00BD396D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gedragsin</w:t>
                            </w:r>
                            <w:r w:rsidR="00140B85" w:rsidRPr="00BD396D">
                              <w:t>tentie</w:t>
                            </w:r>
                          </w:p>
                          <w:p w14:paraId="03696DEF" w14:textId="79D2A4E6" w:rsidR="00140B85" w:rsidRPr="00BD396D" w:rsidRDefault="00140B85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 w:rsidRPr="00BD396D">
                              <w:t>attitude, uitkomstverwachtingen</w:t>
                            </w:r>
                          </w:p>
                          <w:p w14:paraId="412D16DB" w14:textId="0BE50AAC" w:rsidR="00140B85" w:rsidRPr="00BD396D" w:rsidRDefault="00140B85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 w:rsidRPr="00BD396D">
                              <w:t>sociale norm en ervaren sociale invloed</w:t>
                            </w:r>
                          </w:p>
                          <w:p w14:paraId="210D077D" w14:textId="4C9B5237" w:rsidR="00140B85" w:rsidRPr="00BD396D" w:rsidRDefault="00140B85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 w:rsidRPr="00BD396D">
                              <w:t xml:space="preserve">eigen effectiviteitsverwachting en </w:t>
                            </w:r>
                            <w:r w:rsidR="00BD396D" w:rsidRPr="00BD396D">
                              <w:t>waargenomen gedragscontrole</w:t>
                            </w:r>
                          </w:p>
                          <w:p w14:paraId="4AE4F517" w14:textId="5285D03D" w:rsidR="00BD396D" w:rsidRDefault="00BD396D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 w:rsidRPr="00BD396D">
                              <w:t>geanticipeerde spijt en morele verplichting</w:t>
                            </w:r>
                          </w:p>
                          <w:p w14:paraId="0E684605" w14:textId="7257DA66" w:rsidR="00BD396D" w:rsidRDefault="00BD396D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risico-inschatting</w:t>
                            </w:r>
                          </w:p>
                          <w:p w14:paraId="0DA19D76" w14:textId="1F999F5A" w:rsidR="00BD396D" w:rsidRDefault="00BD396D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kennis en bewustzijn</w:t>
                            </w:r>
                          </w:p>
                          <w:p w14:paraId="7187FDB0" w14:textId="6E5D8833" w:rsidR="00BD396D" w:rsidRDefault="00BD396D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persoonlijkheidskenmerken</w:t>
                            </w:r>
                          </w:p>
                          <w:p w14:paraId="5152D8E6" w14:textId="77777777" w:rsidR="00BD396D" w:rsidRPr="00BD396D" w:rsidRDefault="00BD396D" w:rsidP="00BD396D"/>
                          <w:p w14:paraId="097C1A84" w14:textId="77777777" w:rsidR="00140B85" w:rsidRPr="00140B85" w:rsidRDefault="00140B85" w:rsidP="00140B8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BD56A3" id="Ovaal 14" o:spid="_x0000_s1027" style="position:absolute;margin-left:-63pt;margin-top:-54pt;width:675pt;height:18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" fillcolor="white [3201]" strokecolor="#8064a2 [3207]" strokeweight="2pt">
                <v:textbox>
                  <w:txbxContent>
                    <w:p w14:paraId="57B917C4" w14:textId="7227FEDE" w:rsidR="00140B85" w:rsidRDefault="00140B85" w:rsidP="00140B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Persoonlijke determinanten</w:t>
                      </w:r>
                    </w:p>
                    <w:p w14:paraId="6398A612" w14:textId="2C7F6EC9" w:rsidR="00140B85" w:rsidRPr="00BD396D" w:rsidRDefault="00BD396D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gedragsin</w:t>
                      </w:r>
                      <w:r w:rsidR="00140B85" w:rsidRPr="00BD396D">
                        <w:t>tentie</w:t>
                      </w:r>
                    </w:p>
                    <w:p w14:paraId="03696DEF" w14:textId="79D2A4E6" w:rsidR="00140B85" w:rsidRPr="00BD396D" w:rsidRDefault="00140B85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 w:rsidRPr="00BD396D">
                        <w:t>attitude, uitkomstverwachtingen</w:t>
                      </w:r>
                    </w:p>
                    <w:p w14:paraId="412D16DB" w14:textId="0BE50AAC" w:rsidR="00140B85" w:rsidRPr="00BD396D" w:rsidRDefault="00140B85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 w:rsidRPr="00BD396D">
                        <w:t>sociale norm en ervaren sociale invloed</w:t>
                      </w:r>
                    </w:p>
                    <w:p w14:paraId="210D077D" w14:textId="4C9B5237" w:rsidR="00140B85" w:rsidRPr="00BD396D" w:rsidRDefault="00140B85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 w:rsidRPr="00BD396D">
                        <w:t xml:space="preserve">eigen effectiviteitsverwachting en </w:t>
                      </w:r>
                      <w:r w:rsidR="00BD396D" w:rsidRPr="00BD396D">
                        <w:t>waargenomen gedragscontrole</w:t>
                      </w:r>
                    </w:p>
                    <w:p w14:paraId="4AE4F517" w14:textId="5285D03D" w:rsidR="00BD396D" w:rsidRDefault="00BD396D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 w:rsidRPr="00BD396D">
                        <w:t>geanticipeerde spijt en morele verplichting</w:t>
                      </w:r>
                    </w:p>
                    <w:p w14:paraId="0E684605" w14:textId="7257DA66" w:rsidR="00BD396D" w:rsidRDefault="00BD396D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risico-inschatting</w:t>
                      </w:r>
                    </w:p>
                    <w:p w14:paraId="0DA19D76" w14:textId="1F999F5A" w:rsidR="00BD396D" w:rsidRDefault="00BD396D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kennis en bewustzijn</w:t>
                      </w:r>
                    </w:p>
                    <w:p w14:paraId="7187FDB0" w14:textId="6E5D8833" w:rsidR="00BD396D" w:rsidRDefault="00BD396D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persoonlijkheidskenmerken</w:t>
                      </w:r>
                    </w:p>
                    <w:p w14:paraId="5152D8E6" w14:textId="77777777" w:rsidR="00BD396D" w:rsidRPr="00BD396D" w:rsidRDefault="00BD396D" w:rsidP="00BD396D"/>
                    <w:p w14:paraId="097C1A84" w14:textId="77777777" w:rsidR="00140B85" w:rsidRPr="00140B85" w:rsidRDefault="00140B85" w:rsidP="00140B8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AD93F" wp14:editId="4C3489B4">
                <wp:simplePos x="0" y="0"/>
                <wp:positionH relativeFrom="column">
                  <wp:posOffset>3314700</wp:posOffset>
                </wp:positionH>
                <wp:positionV relativeFrom="paragraph">
                  <wp:posOffset>1485900</wp:posOffset>
                </wp:positionV>
                <wp:extent cx="114300" cy="800100"/>
                <wp:effectExtent l="50800" t="25400" r="114300" b="11430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B145D" id="Rechte verbindingslijn met pijl 2" o:spid="_x0000_s1026" type="#_x0000_t32" style="position:absolute;margin-left:261pt;margin-top:117pt;width:9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2A56A5" wp14:editId="16939024">
                <wp:simplePos x="0" y="0"/>
                <wp:positionH relativeFrom="column">
                  <wp:posOffset>3657600</wp:posOffset>
                </wp:positionH>
                <wp:positionV relativeFrom="paragraph">
                  <wp:posOffset>3429000</wp:posOffset>
                </wp:positionV>
                <wp:extent cx="0" cy="914400"/>
                <wp:effectExtent l="127000" t="50800" r="101600" b="762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F21A" id="Rechte verbindingslijn met pijl 8" o:spid="_x0000_s1026" type="#_x0000_t32" style="position:absolute;margin-left:4in;margin-top:270pt;width:0;height:1in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DAD44C" wp14:editId="7869580E">
                <wp:simplePos x="0" y="0"/>
                <wp:positionH relativeFrom="column">
                  <wp:posOffset>6057900</wp:posOffset>
                </wp:positionH>
                <wp:positionV relativeFrom="paragraph">
                  <wp:posOffset>2857500</wp:posOffset>
                </wp:positionV>
                <wp:extent cx="1485900" cy="0"/>
                <wp:effectExtent l="76200" t="101600" r="0" b="17780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8F3CC" id="Rechte verbindingslijn met pijl 10" o:spid="_x0000_s1026" type="#_x0000_t32" style="position:absolute;margin-left:477pt;margin-top:225pt;width:117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310F2" w:rsidRPr="00A310F2">
        <w:rPr>
          <w:noProof/>
          <w:lang w:val="en-US"/>
        </w:rPr>
        <w:t xml:space="preserve"> </w:t>
      </w:r>
      <w:r w:rsidR="00A310F2">
        <w:rPr>
          <w:noProof/>
          <w:lang w:val="en-US"/>
        </w:rPr>
        <w:t xml:space="preserve">    </w:t>
      </w:r>
      <w:r w:rsidR="00E72F08">
        <w:rPr>
          <w:noProof/>
          <w:lang w:val="en-US"/>
        </w:rPr>
        <w:t xml:space="preserve">  </w:t>
      </w:r>
      <w:r w:rsidR="00A310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551ED" wp14:editId="6E6C76DA">
                <wp:simplePos x="0" y="0"/>
                <wp:positionH relativeFrom="column">
                  <wp:posOffset>2971800</wp:posOffset>
                </wp:positionH>
                <wp:positionV relativeFrom="paragraph">
                  <wp:posOffset>2057400</wp:posOffset>
                </wp:positionV>
                <wp:extent cx="3086100" cy="1485900"/>
                <wp:effectExtent l="0" t="0" r="38100" b="38100"/>
                <wp:wrapThrough wrapText="bothSides">
                  <wp:wrapPolygon edited="0">
                    <wp:start x="7822" y="0"/>
                    <wp:lineTo x="5689" y="369"/>
                    <wp:lineTo x="711" y="4431"/>
                    <wp:lineTo x="711" y="5908"/>
                    <wp:lineTo x="0" y="8123"/>
                    <wp:lineTo x="0" y="14031"/>
                    <wp:lineTo x="1778" y="17723"/>
                    <wp:lineTo x="1778" y="18462"/>
                    <wp:lineTo x="6578" y="21785"/>
                    <wp:lineTo x="7822" y="21785"/>
                    <wp:lineTo x="13867" y="21785"/>
                    <wp:lineTo x="15111" y="21785"/>
                    <wp:lineTo x="19911" y="18462"/>
                    <wp:lineTo x="19911" y="17723"/>
                    <wp:lineTo x="21689" y="14031"/>
                    <wp:lineTo x="21689" y="8123"/>
                    <wp:lineTo x="21156" y="4800"/>
                    <wp:lineTo x="16000" y="369"/>
                    <wp:lineTo x="13867" y="0"/>
                    <wp:lineTo x="7822" y="0"/>
                  </wp:wrapPolygon>
                </wp:wrapThrough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4859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33C72" w14:textId="1F8418CA" w:rsidR="00140B85" w:rsidRPr="00A90787" w:rsidRDefault="00A90787" w:rsidP="00140B85">
                            <w:pPr>
                              <w:rPr>
                                <w:b/>
                              </w:rPr>
                            </w:pPr>
                            <w:r w:rsidRPr="00A90787">
                              <w:rPr>
                                <w:b/>
                              </w:rPr>
                              <w:t>Risicofactor</w:t>
                            </w: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E551ED" id="Ovaal 1" o:spid="_x0000_s1028" style="position:absolute;margin-left:234pt;margin-top:162pt;width:243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" fillcolor="white [3201]" strokecolor="#8064a2 [3207]" strokeweight="2pt">
                <v:textbox>
                  <w:txbxContent>
                    <w:p w14:paraId="7AE33C72" w14:textId="1F8418CA" w:rsidR="00140B85" w:rsidRPr="00A90787" w:rsidRDefault="00A90787" w:rsidP="00140B85">
                      <w:pPr>
                        <w:rPr>
                          <w:b/>
                        </w:rPr>
                      </w:pPr>
                      <w:r w:rsidRPr="00A90787">
                        <w:rPr>
                          <w:b/>
                        </w:rPr>
                        <w:t>Risicofactor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sectPr w:rsidR="008B392C" w:rsidSect="00A310F2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0002653"/>
    <w:multiLevelType w:val="hybridMultilevel"/>
    <w:tmpl w:val="EC10E158"/>
    <w:lvl w:ilvl="0" w:tplc="68E0C3E4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91D63"/>
    <w:multiLevelType w:val="hybridMultilevel"/>
    <w:tmpl w:val="7854A4CA"/>
    <w:lvl w:ilvl="0" w:tplc="68E0C3E4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F2"/>
    <w:rsid w:val="00140B85"/>
    <w:rsid w:val="0016553D"/>
    <w:rsid w:val="007672B9"/>
    <w:rsid w:val="007B0310"/>
    <w:rsid w:val="0082418F"/>
    <w:rsid w:val="008B392C"/>
    <w:rsid w:val="00A310F2"/>
    <w:rsid w:val="00A713E6"/>
    <w:rsid w:val="00A90787"/>
    <w:rsid w:val="00BB0160"/>
    <w:rsid w:val="00BD396D"/>
    <w:rsid w:val="00C25474"/>
    <w:rsid w:val="00E7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C6A3D"/>
  <w14:defaultImageDpi w14:val="300"/>
  <w15:docId w15:val="{41692313-70D9-4E27-B43E-71B3FFB3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0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2CE3E6AD.dotm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Rotterdam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Bakker</dc:creator>
  <cp:keywords/>
  <dc:description/>
  <cp:lastModifiedBy>Hack-van der Waal, I.C.</cp:lastModifiedBy>
  <cp:revision>2</cp:revision>
  <dcterms:created xsi:type="dcterms:W3CDTF">2015-03-05T11:37:00Z</dcterms:created>
  <dcterms:modified xsi:type="dcterms:W3CDTF">2015-03-05T11:37:00Z</dcterms:modified>
</cp:coreProperties>
</file>