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69B36" w14:textId="03C4DA8A" w:rsidR="000620B6" w:rsidRDefault="000620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6CBEB5C" wp14:editId="5D258295">
                <wp:simplePos x="0" y="0"/>
                <wp:positionH relativeFrom="column">
                  <wp:posOffset>-2986405</wp:posOffset>
                </wp:positionH>
                <wp:positionV relativeFrom="paragraph">
                  <wp:posOffset>1490980</wp:posOffset>
                </wp:positionV>
                <wp:extent cx="676275" cy="561975"/>
                <wp:effectExtent l="38100" t="19050" r="85725" b="85725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0CD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-235.15pt;margin-top:117.4pt;width:53.25pt;height:4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82418F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9BD56A3" wp14:editId="54FDAB81">
                <wp:simplePos x="0" y="0"/>
                <wp:positionH relativeFrom="column">
                  <wp:posOffset>-685800</wp:posOffset>
                </wp:positionH>
                <wp:positionV relativeFrom="paragraph">
                  <wp:posOffset>-571500</wp:posOffset>
                </wp:positionV>
                <wp:extent cx="7315200" cy="2057400"/>
                <wp:effectExtent l="0" t="0" r="25400" b="25400"/>
                <wp:wrapThrough wrapText="bothSides">
                  <wp:wrapPolygon edited="0">
                    <wp:start x="8325" y="0"/>
                    <wp:lineTo x="6525" y="267"/>
                    <wp:lineTo x="1875" y="3200"/>
                    <wp:lineTo x="1875" y="4267"/>
                    <wp:lineTo x="1050" y="5600"/>
                    <wp:lineTo x="0" y="8000"/>
                    <wp:lineTo x="0" y="13333"/>
                    <wp:lineTo x="1650" y="17867"/>
                    <wp:lineTo x="6300" y="21333"/>
                    <wp:lineTo x="8325" y="21600"/>
                    <wp:lineTo x="13275" y="21600"/>
                    <wp:lineTo x="15300" y="21333"/>
                    <wp:lineTo x="19950" y="17867"/>
                    <wp:lineTo x="21600" y="13333"/>
                    <wp:lineTo x="21600" y="8000"/>
                    <wp:lineTo x="20550" y="5600"/>
                    <wp:lineTo x="19800" y="3467"/>
                    <wp:lineTo x="15150" y="267"/>
                    <wp:lineTo x="13275" y="0"/>
                    <wp:lineTo x="8325" y="0"/>
                  </wp:wrapPolygon>
                </wp:wrapThrough>
                <wp:docPr id="14" name="Ova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2057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D5EA4" w14:textId="77777777" w:rsidR="007B0310" w:rsidRPr="007B0310" w:rsidRDefault="007B0310" w:rsidP="00A310F2">
                            <w:pPr>
                              <w:rPr>
                                <w:b/>
                              </w:rPr>
                            </w:pPr>
                            <w:r w:rsidRPr="007B0310">
                              <w:rPr>
                                <w:b/>
                              </w:rPr>
                              <w:t>Leefstijl en gedrag</w:t>
                            </w:r>
                          </w:p>
                          <w:p w14:paraId="62549703" w14:textId="77777777" w:rsidR="007B0310" w:rsidRDefault="007B0310" w:rsidP="00A310F2">
                            <w:r>
                              <w:t>Factoren:</w:t>
                            </w:r>
                          </w:p>
                          <w:p w14:paraId="57B917C4" w14:textId="4CF860DF" w:rsidR="007B0310" w:rsidRDefault="000620B6" w:rsidP="000620B6">
                            <w:r>
                              <w:t>-</w:t>
                            </w:r>
                          </w:p>
                          <w:p w14:paraId="7922F405" w14:textId="47E34643" w:rsidR="000620B6" w:rsidRDefault="000620B6" w:rsidP="000620B6">
                            <w:r>
                              <w:t>-</w:t>
                            </w:r>
                          </w:p>
                          <w:p w14:paraId="6FA92AFE" w14:textId="4F64F47C" w:rsidR="000620B6" w:rsidRDefault="000620B6" w:rsidP="000620B6">
                            <w:r>
                              <w:t>-</w:t>
                            </w:r>
                          </w:p>
                          <w:p w14:paraId="750B5912" w14:textId="0AF658E6" w:rsidR="000620B6" w:rsidRDefault="000620B6" w:rsidP="000620B6">
                            <w:r>
                              <w:t>-</w:t>
                            </w:r>
                          </w:p>
                          <w:p w14:paraId="6F041714" w14:textId="27BD2222" w:rsidR="000620B6" w:rsidRDefault="000620B6" w:rsidP="000620B6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BD56A3" id="Ovaal 14" o:spid="_x0000_s1026" style="position:absolute;margin-left:-54pt;margin-top:-45pt;width:8in;height:16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" fillcolor="white [3201]" strokecolor="#8064a2 [3207]" strokeweight="2pt">
                <v:textbox>
                  <w:txbxContent>
                    <w:p w14:paraId="39ED5EA4" w14:textId="77777777" w:rsidR="007B0310" w:rsidRPr="007B0310" w:rsidRDefault="007B0310" w:rsidP="00A310F2">
                      <w:pPr>
                        <w:rPr>
                          <w:b/>
                        </w:rPr>
                      </w:pPr>
                      <w:r w:rsidRPr="007B0310">
                        <w:rPr>
                          <w:b/>
                        </w:rPr>
                        <w:t>Leefstijl en gedrag</w:t>
                      </w:r>
                    </w:p>
                    <w:p w14:paraId="62549703" w14:textId="77777777" w:rsidR="007B0310" w:rsidRDefault="007B0310" w:rsidP="00A310F2">
                      <w:r>
                        <w:t>Factoren:</w:t>
                      </w:r>
                    </w:p>
                    <w:p w14:paraId="57B917C4" w14:textId="4CF860DF" w:rsidR="007B0310" w:rsidRDefault="000620B6" w:rsidP="000620B6">
                      <w:r>
                        <w:t>-</w:t>
                      </w:r>
                    </w:p>
                    <w:p w14:paraId="7922F405" w14:textId="47E34643" w:rsidR="000620B6" w:rsidRDefault="000620B6" w:rsidP="000620B6">
                      <w:r>
                        <w:t>-</w:t>
                      </w:r>
                    </w:p>
                    <w:p w14:paraId="6FA92AFE" w14:textId="4F64F47C" w:rsidR="000620B6" w:rsidRDefault="000620B6" w:rsidP="000620B6">
                      <w:r>
                        <w:t>-</w:t>
                      </w:r>
                    </w:p>
                    <w:p w14:paraId="750B5912" w14:textId="0AF658E6" w:rsidR="000620B6" w:rsidRDefault="000620B6" w:rsidP="000620B6">
                      <w:r>
                        <w:t>-</w:t>
                      </w:r>
                    </w:p>
                    <w:p w14:paraId="6F041714" w14:textId="27BD2222" w:rsidR="000620B6" w:rsidRDefault="000620B6" w:rsidP="000620B6">
                      <w:r>
                        <w:t>-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6553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5BAD93F" wp14:editId="0C2D0BCC">
                <wp:simplePos x="0" y="0"/>
                <wp:positionH relativeFrom="column">
                  <wp:posOffset>3314700</wp:posOffset>
                </wp:positionH>
                <wp:positionV relativeFrom="paragraph">
                  <wp:posOffset>1485900</wp:posOffset>
                </wp:positionV>
                <wp:extent cx="114300" cy="800100"/>
                <wp:effectExtent l="50800" t="25400" r="114300" b="11430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F0013" id="Rechte verbindingslijn met pijl 2" o:spid="_x0000_s1026" type="#_x0000_t32" style="position:absolute;margin-left:261pt;margin-top:117pt;width:9pt;height: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6553D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2A56A5" wp14:editId="6E4AC0FE">
                <wp:simplePos x="0" y="0"/>
                <wp:positionH relativeFrom="column">
                  <wp:posOffset>3657600</wp:posOffset>
                </wp:positionH>
                <wp:positionV relativeFrom="paragraph">
                  <wp:posOffset>3429000</wp:posOffset>
                </wp:positionV>
                <wp:extent cx="0" cy="914400"/>
                <wp:effectExtent l="127000" t="50800" r="101600" b="762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BA8DC" id="Rechte verbindingslijn met pijl 8" o:spid="_x0000_s1026" type="#_x0000_t32" style="position:absolute;margin-left:4in;margin-top:270pt;width:0;height:1in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6553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DAD44C" wp14:editId="1A0F438D">
                <wp:simplePos x="0" y="0"/>
                <wp:positionH relativeFrom="column">
                  <wp:posOffset>6057900</wp:posOffset>
                </wp:positionH>
                <wp:positionV relativeFrom="paragraph">
                  <wp:posOffset>2857500</wp:posOffset>
                </wp:positionV>
                <wp:extent cx="1485900" cy="0"/>
                <wp:effectExtent l="76200" t="101600" r="0" b="17780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10D46" id="Rechte verbindingslijn met pijl 10" o:spid="_x0000_s1026" type="#_x0000_t32" style="position:absolute;margin-left:477pt;margin-top:225pt;width:117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72F0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69F26D4" wp14:editId="66329E70">
                <wp:simplePos x="0" y="0"/>
                <wp:positionH relativeFrom="column">
                  <wp:posOffset>1828800</wp:posOffset>
                </wp:positionH>
                <wp:positionV relativeFrom="paragraph">
                  <wp:posOffset>4343400</wp:posOffset>
                </wp:positionV>
                <wp:extent cx="3314700" cy="1828800"/>
                <wp:effectExtent l="0" t="0" r="38100" b="25400"/>
                <wp:wrapThrough wrapText="bothSides">
                  <wp:wrapPolygon edited="0">
                    <wp:start x="8110" y="0"/>
                    <wp:lineTo x="6124" y="300"/>
                    <wp:lineTo x="1324" y="3600"/>
                    <wp:lineTo x="1324" y="4800"/>
                    <wp:lineTo x="0" y="7800"/>
                    <wp:lineTo x="0" y="12900"/>
                    <wp:lineTo x="166" y="15000"/>
                    <wp:lineTo x="3310" y="19800"/>
                    <wp:lineTo x="7117" y="21600"/>
                    <wp:lineTo x="8110" y="21600"/>
                    <wp:lineTo x="13572" y="21600"/>
                    <wp:lineTo x="14566" y="21600"/>
                    <wp:lineTo x="18372" y="19800"/>
                    <wp:lineTo x="21517" y="15000"/>
                    <wp:lineTo x="21683" y="12900"/>
                    <wp:lineTo x="21683" y="7800"/>
                    <wp:lineTo x="20524" y="3900"/>
                    <wp:lineTo x="15393" y="300"/>
                    <wp:lineTo x="13572" y="0"/>
                    <wp:lineTo x="8110" y="0"/>
                  </wp:wrapPolygon>
                </wp:wrapThrough>
                <wp:docPr id="11" name="Ova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05060" w14:textId="77777777" w:rsidR="007B0310" w:rsidRPr="000620B6" w:rsidRDefault="007B0310" w:rsidP="00E72F0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20B6">
                              <w:rPr>
                                <w:b/>
                              </w:rPr>
                              <w:t>Persoonsgebonden factoren</w:t>
                            </w:r>
                          </w:p>
                          <w:p w14:paraId="136DDB2A" w14:textId="04C5BA9F" w:rsidR="000620B6" w:rsidRDefault="000620B6" w:rsidP="000620B6">
                            <w:r>
                              <w:t>-</w:t>
                            </w:r>
                          </w:p>
                          <w:p w14:paraId="787D94E3" w14:textId="64493B92" w:rsidR="000620B6" w:rsidRDefault="000620B6" w:rsidP="000620B6">
                            <w:r>
                              <w:t>-</w:t>
                            </w:r>
                          </w:p>
                          <w:p w14:paraId="30952215" w14:textId="687F35DD" w:rsidR="000620B6" w:rsidRDefault="000620B6" w:rsidP="000620B6">
                            <w:r>
                              <w:t>-</w:t>
                            </w:r>
                          </w:p>
                          <w:p w14:paraId="4A59D011" w14:textId="18A9DFF2" w:rsidR="000620B6" w:rsidRDefault="000620B6" w:rsidP="000620B6">
                            <w:r>
                              <w:t>-</w:t>
                            </w:r>
                          </w:p>
                          <w:p w14:paraId="728FFB55" w14:textId="6AA947F1" w:rsidR="000620B6" w:rsidRDefault="000620B6" w:rsidP="000620B6">
                            <w:r>
                              <w:t>-</w:t>
                            </w:r>
                          </w:p>
                          <w:p w14:paraId="48010854" w14:textId="7B39E90D" w:rsidR="000620B6" w:rsidRDefault="000620B6" w:rsidP="000620B6">
                            <w:r>
                              <w:t>-</w:t>
                            </w:r>
                          </w:p>
                          <w:p w14:paraId="4B0820E1" w14:textId="77777777" w:rsidR="007B0310" w:rsidRDefault="007B0310" w:rsidP="00E72F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F26D4" id="Ovaal 11" o:spid="_x0000_s1027" style="position:absolute;margin-left:2in;margin-top:342pt;width:261pt;height:2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" fillcolor="white [3201]" strokecolor="#8064a2 [3207]" strokeweight="2pt">
                <v:textbox>
                  <w:txbxContent>
                    <w:p w14:paraId="14B05060" w14:textId="77777777" w:rsidR="007B0310" w:rsidRPr="000620B6" w:rsidRDefault="007B0310" w:rsidP="00E72F08">
                      <w:pPr>
                        <w:jc w:val="center"/>
                        <w:rPr>
                          <w:b/>
                        </w:rPr>
                      </w:pPr>
                      <w:r w:rsidRPr="000620B6">
                        <w:rPr>
                          <w:b/>
                        </w:rPr>
                        <w:t>Persoonsgebonden factoren</w:t>
                      </w:r>
                    </w:p>
                    <w:p w14:paraId="136DDB2A" w14:textId="04C5BA9F" w:rsidR="000620B6" w:rsidRDefault="000620B6" w:rsidP="000620B6">
                      <w:r>
                        <w:t>-</w:t>
                      </w:r>
                    </w:p>
                    <w:p w14:paraId="787D94E3" w14:textId="64493B92" w:rsidR="000620B6" w:rsidRDefault="000620B6" w:rsidP="000620B6">
                      <w:r>
                        <w:t>-</w:t>
                      </w:r>
                    </w:p>
                    <w:p w14:paraId="30952215" w14:textId="687F35DD" w:rsidR="000620B6" w:rsidRDefault="000620B6" w:rsidP="000620B6">
                      <w:r>
                        <w:t>-</w:t>
                      </w:r>
                    </w:p>
                    <w:p w14:paraId="4A59D011" w14:textId="18A9DFF2" w:rsidR="000620B6" w:rsidRDefault="000620B6" w:rsidP="000620B6">
                      <w:r>
                        <w:t>-</w:t>
                      </w:r>
                    </w:p>
                    <w:p w14:paraId="728FFB55" w14:textId="6AA947F1" w:rsidR="000620B6" w:rsidRDefault="000620B6" w:rsidP="000620B6">
                      <w:r>
                        <w:t>-</w:t>
                      </w:r>
                    </w:p>
                    <w:p w14:paraId="48010854" w14:textId="7B39E90D" w:rsidR="000620B6" w:rsidRDefault="000620B6" w:rsidP="000620B6">
                      <w:r>
                        <w:t>-</w:t>
                      </w:r>
                    </w:p>
                    <w:p w14:paraId="4B0820E1" w14:textId="77777777" w:rsidR="007B0310" w:rsidRDefault="007B0310" w:rsidP="00E72F08"/>
                  </w:txbxContent>
                </v:textbox>
                <w10:wrap type="through"/>
              </v:oval>
            </w:pict>
          </mc:Fallback>
        </mc:AlternateContent>
      </w:r>
      <w:r w:rsidR="00A310F2" w:rsidRPr="00A310F2">
        <w:rPr>
          <w:noProof/>
          <w:lang w:val="en-US"/>
        </w:rPr>
        <w:t xml:space="preserve"> </w:t>
      </w:r>
      <w:r w:rsidR="00A310F2">
        <w:rPr>
          <w:noProof/>
          <w:lang w:val="en-US"/>
        </w:rPr>
        <w:t xml:space="preserve">    </w:t>
      </w:r>
      <w:r w:rsidR="00E72F08">
        <w:rPr>
          <w:noProof/>
          <w:lang w:val="en-US"/>
        </w:rPr>
        <w:t xml:space="preserve">  </w:t>
      </w:r>
    </w:p>
    <w:p w14:paraId="67216D96" w14:textId="77777777" w:rsidR="000620B6" w:rsidRPr="000620B6" w:rsidRDefault="000620B6" w:rsidP="000620B6"/>
    <w:p w14:paraId="2FF07E1C" w14:textId="77777777" w:rsidR="000620B6" w:rsidRPr="000620B6" w:rsidRDefault="000620B6" w:rsidP="000620B6"/>
    <w:p w14:paraId="2BB72510" w14:textId="77777777" w:rsidR="000620B6" w:rsidRPr="000620B6" w:rsidRDefault="000620B6" w:rsidP="000620B6"/>
    <w:p w14:paraId="56C22CDD" w14:textId="77777777" w:rsidR="000620B6" w:rsidRPr="000620B6" w:rsidRDefault="000620B6" w:rsidP="000620B6"/>
    <w:p w14:paraId="1ED22FC4" w14:textId="77777777" w:rsidR="000620B6" w:rsidRPr="000620B6" w:rsidRDefault="000620B6" w:rsidP="000620B6"/>
    <w:p w14:paraId="2DB4DDC2" w14:textId="77777777" w:rsidR="000620B6" w:rsidRPr="000620B6" w:rsidRDefault="000620B6" w:rsidP="000620B6"/>
    <w:p w14:paraId="7BE2EB7F" w14:textId="77777777" w:rsidR="000620B6" w:rsidRPr="000620B6" w:rsidRDefault="000620B6" w:rsidP="000620B6"/>
    <w:p w14:paraId="59978AD0" w14:textId="77777777" w:rsidR="000620B6" w:rsidRPr="000620B6" w:rsidRDefault="000620B6" w:rsidP="000620B6"/>
    <w:p w14:paraId="356CE149" w14:textId="77777777" w:rsidR="000620B6" w:rsidRPr="000620B6" w:rsidRDefault="000620B6" w:rsidP="000620B6"/>
    <w:p w14:paraId="2B102BBB" w14:textId="77777777" w:rsidR="000620B6" w:rsidRPr="000620B6" w:rsidRDefault="000620B6" w:rsidP="000620B6"/>
    <w:p w14:paraId="5A3B9564" w14:textId="226022B5" w:rsidR="000620B6" w:rsidRPr="000620B6" w:rsidRDefault="000620B6" w:rsidP="000620B6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BE551ED" wp14:editId="4C97521D">
                <wp:simplePos x="0" y="0"/>
                <wp:positionH relativeFrom="column">
                  <wp:posOffset>2710180</wp:posOffset>
                </wp:positionH>
                <wp:positionV relativeFrom="paragraph">
                  <wp:posOffset>87630</wp:posOffset>
                </wp:positionV>
                <wp:extent cx="3343275" cy="1485900"/>
                <wp:effectExtent l="0" t="0" r="28575" b="19050"/>
                <wp:wrapThrough wrapText="bothSides">
                  <wp:wrapPolygon edited="0">
                    <wp:start x="8492" y="0"/>
                    <wp:lineTo x="6646" y="277"/>
                    <wp:lineTo x="1723" y="3323"/>
                    <wp:lineTo x="1723" y="4431"/>
                    <wp:lineTo x="985" y="5815"/>
                    <wp:lineTo x="0" y="8308"/>
                    <wp:lineTo x="0" y="13846"/>
                    <wp:lineTo x="1846" y="17723"/>
                    <wp:lineTo x="2092" y="18554"/>
                    <wp:lineTo x="7015" y="21600"/>
                    <wp:lineTo x="8246" y="21600"/>
                    <wp:lineTo x="13415" y="21600"/>
                    <wp:lineTo x="14646" y="21600"/>
                    <wp:lineTo x="19569" y="18554"/>
                    <wp:lineTo x="19815" y="17723"/>
                    <wp:lineTo x="21662" y="13846"/>
                    <wp:lineTo x="21662" y="8308"/>
                    <wp:lineTo x="20923" y="6369"/>
                    <wp:lineTo x="20062" y="3600"/>
                    <wp:lineTo x="15138" y="277"/>
                    <wp:lineTo x="13169" y="0"/>
                    <wp:lineTo x="8492" y="0"/>
                  </wp:wrapPolygon>
                </wp:wrapThrough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4859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33C72" w14:textId="77777777" w:rsidR="007B0310" w:rsidRDefault="007B0310" w:rsidP="00A310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A92D22E" w14:textId="77777777" w:rsidR="007B0310" w:rsidRPr="000620B6" w:rsidRDefault="007B0310" w:rsidP="00A310F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620B6">
                              <w:rPr>
                                <w:b/>
                                <w:sz w:val="32"/>
                                <w:szCs w:val="32"/>
                              </w:rPr>
                              <w:t>Gezondheidsprobleem</w:t>
                            </w:r>
                          </w:p>
                          <w:p w14:paraId="6D9616C9" w14:textId="2F0E6704" w:rsidR="007B0310" w:rsidRPr="00A310F2" w:rsidRDefault="007B0310" w:rsidP="00A310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1F50266" w14:textId="77777777" w:rsidR="007B0310" w:rsidRDefault="007B0310" w:rsidP="00A310F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E551ED" id="Ovaal 1" o:spid="_x0000_s1028" style="position:absolute;margin-left:213.4pt;margin-top:6.9pt;width:263.25pt;height:11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" fillcolor="white [3201]" strokecolor="#8064a2 [3207]" strokeweight="2pt">
                <v:textbox>
                  <w:txbxContent>
                    <w:p w14:paraId="7AE33C72" w14:textId="77777777" w:rsidR="007B0310" w:rsidRDefault="007B0310" w:rsidP="00A310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7A92D22E" w14:textId="77777777" w:rsidR="007B0310" w:rsidRPr="000620B6" w:rsidRDefault="007B0310" w:rsidP="00A310F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620B6">
                        <w:rPr>
                          <w:b/>
                          <w:sz w:val="32"/>
                          <w:szCs w:val="32"/>
                        </w:rPr>
                        <w:t>Gezondheidsprobleem</w:t>
                      </w:r>
                    </w:p>
                    <w:p w14:paraId="6D9616C9" w14:textId="2F0E6704" w:rsidR="007B0310" w:rsidRPr="00A310F2" w:rsidRDefault="007B0310" w:rsidP="00A310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31F50266" w14:textId="77777777" w:rsidR="007B0310" w:rsidRDefault="007B0310" w:rsidP="00A310F2">
                      <w:pPr>
                        <w:jc w:val="center"/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BD2085" wp14:editId="4E1E0502">
                <wp:simplePos x="0" y="0"/>
                <wp:positionH relativeFrom="column">
                  <wp:posOffset>7072630</wp:posOffset>
                </wp:positionH>
                <wp:positionV relativeFrom="paragraph">
                  <wp:posOffset>87630</wp:posOffset>
                </wp:positionV>
                <wp:extent cx="2324100" cy="3429000"/>
                <wp:effectExtent l="0" t="0" r="19050" b="19050"/>
                <wp:wrapThrough wrapText="bothSides">
                  <wp:wrapPolygon edited="0">
                    <wp:start x="9030" y="0"/>
                    <wp:lineTo x="7790" y="240"/>
                    <wp:lineTo x="4249" y="1560"/>
                    <wp:lineTo x="3364" y="2760"/>
                    <wp:lineTo x="2125" y="3840"/>
                    <wp:lineTo x="885" y="5760"/>
                    <wp:lineTo x="0" y="7680"/>
                    <wp:lineTo x="0" y="13440"/>
                    <wp:lineTo x="531" y="15360"/>
                    <wp:lineTo x="1770" y="17280"/>
                    <wp:lineTo x="3364" y="19200"/>
                    <wp:lineTo x="6728" y="21120"/>
                    <wp:lineTo x="8675" y="21600"/>
                    <wp:lineTo x="8852" y="21600"/>
                    <wp:lineTo x="12748" y="21600"/>
                    <wp:lineTo x="12925" y="21600"/>
                    <wp:lineTo x="14872" y="21120"/>
                    <wp:lineTo x="18236" y="19200"/>
                    <wp:lineTo x="20007" y="17280"/>
                    <wp:lineTo x="21069" y="15360"/>
                    <wp:lineTo x="21600" y="13440"/>
                    <wp:lineTo x="21600" y="7680"/>
                    <wp:lineTo x="19652" y="3840"/>
                    <wp:lineTo x="18059" y="2520"/>
                    <wp:lineTo x="17528" y="1680"/>
                    <wp:lineTo x="13987" y="240"/>
                    <wp:lineTo x="12570" y="0"/>
                    <wp:lineTo x="9030" y="0"/>
                  </wp:wrapPolygon>
                </wp:wrapThrough>
                <wp:docPr id="12" name="Ova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429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A44FA" w14:textId="1DC115CB" w:rsidR="007B0310" w:rsidRPr="000620B6" w:rsidRDefault="007B0310" w:rsidP="00A310F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20B6">
                              <w:rPr>
                                <w:b/>
                              </w:rPr>
                              <w:t>Fysiek</w:t>
                            </w:r>
                            <w:r w:rsidR="000620B6" w:rsidRPr="000620B6">
                              <w:rPr>
                                <w:b/>
                              </w:rPr>
                              <w:t xml:space="preserve">e en </w:t>
                            </w:r>
                            <w:proofErr w:type="spellStart"/>
                            <w:r w:rsidR="000620B6" w:rsidRPr="000620B6">
                              <w:rPr>
                                <w:b/>
                              </w:rPr>
                              <w:t>sociaalculturele</w:t>
                            </w:r>
                            <w:proofErr w:type="spellEnd"/>
                            <w:r w:rsidR="000620B6" w:rsidRPr="000620B6">
                              <w:rPr>
                                <w:b/>
                              </w:rPr>
                              <w:t xml:space="preserve"> omgevings</w:t>
                            </w:r>
                            <w:r w:rsidRPr="000620B6">
                              <w:rPr>
                                <w:b/>
                              </w:rPr>
                              <w:t>factoren</w:t>
                            </w:r>
                          </w:p>
                          <w:p w14:paraId="5E152088" w14:textId="77777777" w:rsidR="007B0310" w:rsidRDefault="007B0310" w:rsidP="00A310F2">
                            <w:pPr>
                              <w:jc w:val="center"/>
                            </w:pPr>
                          </w:p>
                          <w:p w14:paraId="6B8DE908" w14:textId="5692DC58" w:rsidR="007B0310" w:rsidRDefault="007B0310" w:rsidP="0082418F">
                            <w:r>
                              <w:t xml:space="preserve">- </w:t>
                            </w:r>
                          </w:p>
                          <w:p w14:paraId="1DD33D22" w14:textId="78416852" w:rsidR="000620B6" w:rsidRDefault="000620B6" w:rsidP="0082418F">
                            <w:r>
                              <w:t>-</w:t>
                            </w:r>
                          </w:p>
                          <w:p w14:paraId="4BDCFF77" w14:textId="7FD4209B" w:rsidR="000620B6" w:rsidRDefault="000620B6" w:rsidP="0082418F">
                            <w:r>
                              <w:t>-</w:t>
                            </w:r>
                          </w:p>
                          <w:p w14:paraId="004C07CE" w14:textId="2FCDE243" w:rsidR="000620B6" w:rsidRDefault="000620B6" w:rsidP="0082418F">
                            <w:r>
                              <w:t>-</w:t>
                            </w:r>
                          </w:p>
                          <w:p w14:paraId="07F3D20D" w14:textId="7EBFDC40" w:rsidR="000620B6" w:rsidRDefault="000620B6" w:rsidP="0082418F">
                            <w:r>
                              <w:t>-</w:t>
                            </w:r>
                          </w:p>
                          <w:p w14:paraId="0C6E8B11" w14:textId="46FB23C5" w:rsidR="000620B6" w:rsidRDefault="000620B6" w:rsidP="0082418F">
                            <w:r>
                              <w:t>-</w:t>
                            </w:r>
                          </w:p>
                          <w:p w14:paraId="07D9BB82" w14:textId="07804459" w:rsidR="000620B6" w:rsidRDefault="000620B6" w:rsidP="0082418F">
                            <w:r>
                              <w:t>-</w:t>
                            </w:r>
                          </w:p>
                          <w:p w14:paraId="2B982997" w14:textId="25AF1F8B" w:rsidR="000620B6" w:rsidRDefault="000620B6" w:rsidP="0082418F">
                            <w:r>
                              <w:t>-</w:t>
                            </w:r>
                          </w:p>
                          <w:p w14:paraId="5ECAD08A" w14:textId="77777777" w:rsidR="000620B6" w:rsidRDefault="000620B6" w:rsidP="0082418F"/>
                          <w:p w14:paraId="086DFE42" w14:textId="77777777" w:rsidR="000620B6" w:rsidRDefault="000620B6" w:rsidP="00824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BD2085" id="Ovaal 12" o:spid="_x0000_s1029" style="position:absolute;margin-left:556.9pt;margin-top:6.9pt;width:183pt;height:27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" fillcolor="white [3201]" strokecolor="#8064a2 [3207]" strokeweight="2pt">
                <v:textbox>
                  <w:txbxContent>
                    <w:p w14:paraId="6C5A44FA" w14:textId="1DC115CB" w:rsidR="007B0310" w:rsidRPr="000620B6" w:rsidRDefault="007B0310" w:rsidP="00A310F2">
                      <w:pPr>
                        <w:jc w:val="center"/>
                        <w:rPr>
                          <w:b/>
                        </w:rPr>
                      </w:pPr>
                      <w:r w:rsidRPr="000620B6">
                        <w:rPr>
                          <w:b/>
                        </w:rPr>
                        <w:t>Fysiek</w:t>
                      </w:r>
                      <w:r w:rsidR="000620B6" w:rsidRPr="000620B6">
                        <w:rPr>
                          <w:b/>
                        </w:rPr>
                        <w:t xml:space="preserve">e en </w:t>
                      </w:r>
                      <w:proofErr w:type="spellStart"/>
                      <w:r w:rsidR="000620B6" w:rsidRPr="000620B6">
                        <w:rPr>
                          <w:b/>
                        </w:rPr>
                        <w:t>sociaalculturele</w:t>
                      </w:r>
                      <w:proofErr w:type="spellEnd"/>
                      <w:r w:rsidR="000620B6" w:rsidRPr="000620B6">
                        <w:rPr>
                          <w:b/>
                        </w:rPr>
                        <w:t xml:space="preserve"> omgevings</w:t>
                      </w:r>
                      <w:r w:rsidRPr="000620B6">
                        <w:rPr>
                          <w:b/>
                        </w:rPr>
                        <w:t>factoren</w:t>
                      </w:r>
                    </w:p>
                    <w:p w14:paraId="5E152088" w14:textId="77777777" w:rsidR="007B0310" w:rsidRDefault="007B0310" w:rsidP="00A310F2">
                      <w:pPr>
                        <w:jc w:val="center"/>
                      </w:pPr>
                    </w:p>
                    <w:p w14:paraId="6B8DE908" w14:textId="5692DC58" w:rsidR="007B0310" w:rsidRDefault="007B0310" w:rsidP="0082418F">
                      <w:r>
                        <w:t xml:space="preserve">- </w:t>
                      </w:r>
                    </w:p>
                    <w:p w14:paraId="1DD33D22" w14:textId="78416852" w:rsidR="000620B6" w:rsidRDefault="000620B6" w:rsidP="0082418F">
                      <w:r>
                        <w:t>-</w:t>
                      </w:r>
                    </w:p>
                    <w:p w14:paraId="4BDCFF77" w14:textId="7FD4209B" w:rsidR="000620B6" w:rsidRDefault="000620B6" w:rsidP="0082418F">
                      <w:r>
                        <w:t>-</w:t>
                      </w:r>
                    </w:p>
                    <w:p w14:paraId="004C07CE" w14:textId="2FCDE243" w:rsidR="000620B6" w:rsidRDefault="000620B6" w:rsidP="0082418F">
                      <w:r>
                        <w:t>-</w:t>
                      </w:r>
                    </w:p>
                    <w:p w14:paraId="07F3D20D" w14:textId="7EBFDC40" w:rsidR="000620B6" w:rsidRDefault="000620B6" w:rsidP="0082418F">
                      <w:r>
                        <w:t>-</w:t>
                      </w:r>
                    </w:p>
                    <w:p w14:paraId="0C6E8B11" w14:textId="46FB23C5" w:rsidR="000620B6" w:rsidRDefault="000620B6" w:rsidP="0082418F">
                      <w:r>
                        <w:t>-</w:t>
                      </w:r>
                    </w:p>
                    <w:p w14:paraId="07D9BB82" w14:textId="07804459" w:rsidR="000620B6" w:rsidRDefault="000620B6" w:rsidP="0082418F">
                      <w:r>
                        <w:t>-</w:t>
                      </w:r>
                    </w:p>
                    <w:p w14:paraId="2B982997" w14:textId="25AF1F8B" w:rsidR="000620B6" w:rsidRDefault="000620B6" w:rsidP="0082418F">
                      <w:r>
                        <w:t>-</w:t>
                      </w:r>
                    </w:p>
                    <w:p w14:paraId="5ECAD08A" w14:textId="77777777" w:rsidR="000620B6" w:rsidRDefault="000620B6" w:rsidP="0082418F"/>
                    <w:p w14:paraId="086DFE42" w14:textId="77777777" w:rsidR="000620B6" w:rsidRDefault="000620B6" w:rsidP="0082418F"/>
                  </w:txbxContent>
                </v:textbox>
                <w10:wrap type="through"/>
              </v:oval>
            </w:pict>
          </mc:Fallback>
        </mc:AlternateContent>
      </w:r>
    </w:p>
    <w:p w14:paraId="18B9C768" w14:textId="77777777" w:rsidR="000620B6" w:rsidRPr="000620B6" w:rsidRDefault="000620B6" w:rsidP="000620B6"/>
    <w:p w14:paraId="31D61B55" w14:textId="77777777" w:rsidR="000620B6" w:rsidRPr="000620B6" w:rsidRDefault="000620B6" w:rsidP="000620B6"/>
    <w:p w14:paraId="3C3FEBDA" w14:textId="7DE34E1D" w:rsidR="000620B6" w:rsidRDefault="000620B6" w:rsidP="000620B6"/>
    <w:p w14:paraId="14389E42" w14:textId="3200A0CC" w:rsidR="008B392C" w:rsidRPr="000620B6" w:rsidRDefault="00454AD5" w:rsidP="000620B6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887DA4" wp14:editId="018D2157">
                <wp:simplePos x="0" y="0"/>
                <wp:positionH relativeFrom="column">
                  <wp:posOffset>6053455</wp:posOffset>
                </wp:positionH>
                <wp:positionV relativeFrom="paragraph">
                  <wp:posOffset>182245</wp:posOffset>
                </wp:positionV>
                <wp:extent cx="1111885" cy="257175"/>
                <wp:effectExtent l="57150" t="57150" r="69215" b="8572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1885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3606A" id="Rechte verbindingslijn met pijl 4" o:spid="_x0000_s1026" type="#_x0000_t32" style="position:absolute;margin-left:476.65pt;margin-top:14.35pt;width:87.55pt;height:20.2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0620B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44CA92" wp14:editId="078B3460">
                <wp:simplePos x="0" y="0"/>
                <wp:positionH relativeFrom="column">
                  <wp:posOffset>3462655</wp:posOffset>
                </wp:positionH>
                <wp:positionV relativeFrom="paragraph">
                  <wp:posOffset>858520</wp:posOffset>
                </wp:positionV>
                <wp:extent cx="619125" cy="800100"/>
                <wp:effectExtent l="38100" t="38100" r="47625" b="7620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BDA6C" id="Rechte verbindingslijn met pijl 5" o:spid="_x0000_s1026" type="#_x0000_t32" style="position:absolute;margin-left:272.65pt;margin-top:67.6pt;width:48.75pt;height:63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sectPr w:rsidR="008B392C" w:rsidRPr="000620B6" w:rsidSect="00A310F2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9850328"/>
    <w:multiLevelType w:val="hybridMultilevel"/>
    <w:tmpl w:val="4CC6C39C"/>
    <w:lvl w:ilvl="0" w:tplc="286E8AF4">
      <w:start w:val="11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F2"/>
    <w:rsid w:val="000620B6"/>
    <w:rsid w:val="0016553D"/>
    <w:rsid w:val="00454AD5"/>
    <w:rsid w:val="007672B9"/>
    <w:rsid w:val="007B0310"/>
    <w:rsid w:val="0082418F"/>
    <w:rsid w:val="008B392C"/>
    <w:rsid w:val="00A310F2"/>
    <w:rsid w:val="00C23892"/>
    <w:rsid w:val="00E7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C6A3D"/>
  <w14:defaultImageDpi w14:val="300"/>
  <w15:docId w15:val="{A83CC90E-3315-485A-BB1E-D5201579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2CE3E6AD.dotm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Rotterdam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Bakker</dc:creator>
  <cp:keywords/>
  <dc:description/>
  <cp:lastModifiedBy>Hack-van der Waal, I.C.</cp:lastModifiedBy>
  <cp:revision>2</cp:revision>
  <dcterms:created xsi:type="dcterms:W3CDTF">2015-03-05T11:36:00Z</dcterms:created>
  <dcterms:modified xsi:type="dcterms:W3CDTF">2015-03-05T11:36:00Z</dcterms:modified>
</cp:coreProperties>
</file>