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20B6" w:rsidRDefault="00BF0E9B">
      <w:bookmarkStart w:id="0" w:name="_GoBack"/>
      <w:bookmarkEnd w:id="0"/>
      <w:r>
        <w:rPr>
          <w:noProof/>
        </w:rPr>
        <w:pict>
          <v:oval id="_x0000_s1041" style="position:absolute;margin-left:469.1pt;margin-top:-55.85pt;width:291.05pt;height:190.5pt;z-index:251681792;visibility:visible;mso-width-relative:margin;mso-height-relative:margin" wrapcoords="9169 -138 7815 0 4000 1662 3323 2631 1846 4154 615 6508 0 8723 -123 9692 -123 11354 0 13154 738 15369 2154 17723 4369 19800 4554 20215 8185 21600 9108 21600 12431 21600 13354 21600 17046 20215 17169 19800 19385 17723 20800 15369 21477 13154 21723 11077 21662 9692 21538 8723 20985 6508 19754 4154 18215 2631 17600 1662 13723 0 12369 -138 9169 -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" fillcolor="white [3201]" strokecolor="#8064a2 [3207]" strokeweight="2pt">
            <v:textbox style="mso-next-textbox:#_x0000_s1041">
              <w:txbxContent>
                <w:p w:rsidR="00330609" w:rsidRDefault="00330609" w:rsidP="00330609">
                  <w:pPr>
                    <w:spacing w:after="200" w:line="276" w:lineRule="auto"/>
                    <w:rPr>
                      <w:b/>
                    </w:rPr>
                  </w:pPr>
                  <w:r w:rsidRPr="00330609">
                    <w:rPr>
                      <w:b/>
                    </w:rPr>
                    <w:t>Leeftijd en kalendertijd</w:t>
                  </w:r>
                </w:p>
                <w:p w:rsidR="00330609" w:rsidRPr="00C85CAB" w:rsidRDefault="00330609" w:rsidP="00330609">
                  <w:pPr>
                    <w:pStyle w:val="Lijstalinea"/>
                    <w:numPr>
                      <w:ilvl w:val="0"/>
                      <w:numId w:val="4"/>
                    </w:numPr>
                    <w:spacing w:after="200" w:line="276" w:lineRule="auto"/>
                    <w:rPr>
                      <w:i/>
                      <w:color w:val="808080" w:themeColor="background1" w:themeShade="80"/>
                    </w:rPr>
                  </w:pPr>
                  <w:r w:rsidRPr="00C85CAB">
                    <w:rPr>
                      <w:i/>
                      <w:color w:val="808080" w:themeColor="background1" w:themeShade="80"/>
                    </w:rPr>
                    <w:t>Veranderingen in het verleden</w:t>
                  </w:r>
                </w:p>
                <w:p w:rsidR="00330609" w:rsidRPr="00C85CAB" w:rsidRDefault="00330609" w:rsidP="00330609">
                  <w:pPr>
                    <w:pStyle w:val="Lijstalinea"/>
                    <w:numPr>
                      <w:ilvl w:val="0"/>
                      <w:numId w:val="4"/>
                    </w:numPr>
                    <w:spacing w:after="200" w:line="276" w:lineRule="auto"/>
                    <w:rPr>
                      <w:i/>
                      <w:color w:val="808080" w:themeColor="background1" w:themeShade="80"/>
                    </w:rPr>
                  </w:pPr>
                  <w:r w:rsidRPr="00C85CAB">
                    <w:rPr>
                      <w:i/>
                      <w:color w:val="808080" w:themeColor="background1" w:themeShade="80"/>
                    </w:rPr>
                    <w:t>Kijken naar de toekomst</w:t>
                  </w:r>
                </w:p>
                <w:p w:rsidR="00330609" w:rsidRPr="00C85CAB" w:rsidRDefault="00330609" w:rsidP="00330609">
                  <w:pPr>
                    <w:pStyle w:val="Lijstalinea"/>
                    <w:numPr>
                      <w:ilvl w:val="0"/>
                      <w:numId w:val="4"/>
                    </w:numPr>
                    <w:spacing w:after="200" w:line="276" w:lineRule="auto"/>
                    <w:rPr>
                      <w:i/>
                      <w:color w:val="808080" w:themeColor="background1" w:themeShade="80"/>
                    </w:rPr>
                  </w:pPr>
                  <w:r w:rsidRPr="00C85CAB">
                    <w:rPr>
                      <w:i/>
                      <w:color w:val="808080" w:themeColor="background1" w:themeShade="80"/>
                    </w:rPr>
                    <w:t>Gezondheid en levensloop</w:t>
                  </w:r>
                </w:p>
                <w:p w:rsidR="00C85CAB" w:rsidRDefault="00330609" w:rsidP="00C85CAB">
                  <w:pPr>
                    <w:pStyle w:val="Lijstalinea"/>
                    <w:numPr>
                      <w:ilvl w:val="0"/>
                      <w:numId w:val="4"/>
                    </w:numPr>
                    <w:spacing w:after="200" w:line="276" w:lineRule="auto"/>
                    <w:rPr>
                      <w:i/>
                      <w:color w:val="808080" w:themeColor="background1" w:themeShade="80"/>
                    </w:rPr>
                  </w:pPr>
                  <w:r w:rsidRPr="00C85CAB">
                    <w:rPr>
                      <w:i/>
                      <w:color w:val="808080" w:themeColor="background1" w:themeShade="80"/>
                    </w:rPr>
                    <w:t>Gezondheid en generaties</w:t>
                  </w:r>
                </w:p>
                <w:p w:rsidR="00C85CAB" w:rsidRPr="00C85CAB" w:rsidRDefault="00C85CAB" w:rsidP="00C85CAB">
                  <w:pPr>
                    <w:pStyle w:val="Lijstalinea"/>
                    <w:numPr>
                      <w:ilvl w:val="0"/>
                      <w:numId w:val="4"/>
                    </w:numPr>
                    <w:spacing w:after="200" w:line="276" w:lineRule="auto"/>
                    <w:rPr>
                      <w:i/>
                      <w:color w:val="808080" w:themeColor="background1" w:themeShade="80"/>
                    </w:rPr>
                  </w:pPr>
                </w:p>
                <w:p w:rsidR="00330609" w:rsidRPr="00330609" w:rsidRDefault="00330609" w:rsidP="00330609">
                  <w:pPr>
                    <w:spacing w:after="200" w:line="276" w:lineRule="auto"/>
                  </w:pPr>
                </w:p>
                <w:p w:rsidR="00240F05" w:rsidRPr="00A310F2" w:rsidRDefault="00240F05" w:rsidP="00240F05">
                  <w:pPr>
                    <w:jc w:val="center"/>
                    <w:rPr>
                      <w:sz w:val="32"/>
                      <w:szCs w:val="32"/>
                    </w:rPr>
                  </w:pPr>
                </w:p>
                <w:p w:rsidR="00240F05" w:rsidRDefault="00240F05" w:rsidP="00240F05">
                  <w:pPr>
                    <w:jc w:val="center"/>
                  </w:pPr>
                </w:p>
              </w:txbxContent>
            </v:textbox>
            <w10:wrap type="through"/>
          </v:oval>
        </w:pict>
      </w:r>
      <w:r>
        <w:rPr>
          <w:noProof/>
        </w:rPr>
        <w:pict>
          <v:oval id="Ovaal 14" o:spid="_x0000_s1035" style="position:absolute;margin-left:-54pt;margin-top:-45pt;width:496.9pt;height:162pt;z-index:251666944;visibility:visible;mso-width-relative:margin;mso-height-relative:margin" wrapcoords="9478 -100 8269 0 4950 1200 4444 1800 2981 3000 1716 4600 844 6200 281 7900 141 8600 -28 9500 -56 10100 -56 11300 56 12700 450 14300 1153 15900 2194 17600 3656 19100 3741 19300 6216 20900 8859 21600 9422 21600 12150 21600 12712 21600 15356 20900 17831 19300 17916 19100 19378 17600 20447 15900 21122 14300 21488 12700 21656 11200 21600 9500 21375 8300 21319 7900 20756 6200 20109 5100 19884 4600 18591 3000 17128 1800 16650 1200 13275 0 12094 -100 9478 -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" fillcolor="white [3201]" strokecolor="#8064a2 [3207]" strokeweight="2pt">
            <v:textbox style="mso-next-textbox:#Ovaal 14">
              <w:txbxContent>
                <w:p w:rsidR="00C85CAB" w:rsidRDefault="00C85CAB" w:rsidP="00A56515">
                  <w:pPr>
                    <w:rPr>
                      <w:b/>
                    </w:rPr>
                  </w:pPr>
                </w:p>
                <w:p w:rsidR="00A56515" w:rsidRPr="00A56515" w:rsidRDefault="00240F05" w:rsidP="00A56515">
                  <w:pPr>
                    <w:rPr>
                      <w:b/>
                    </w:rPr>
                  </w:pPr>
                  <w:r>
                    <w:rPr>
                      <w:b/>
                    </w:rPr>
                    <w:t>Algemene gezondheid</w:t>
                  </w:r>
                </w:p>
                <w:p w:rsidR="007B0310" w:rsidRDefault="007B0310" w:rsidP="000620B6"/>
                <w:p w:rsidR="000620B6" w:rsidRPr="00C85CAB" w:rsidRDefault="000620B6" w:rsidP="000620B6">
                  <w:pPr>
                    <w:rPr>
                      <w:i/>
                    </w:rPr>
                  </w:pPr>
                  <w:r>
                    <w:t>-</w:t>
                  </w:r>
                  <w:r w:rsidR="00240F05">
                    <w:t xml:space="preserve"> </w:t>
                  </w:r>
                  <w:r w:rsidR="00240F05" w:rsidRPr="00C85CAB">
                    <w:rPr>
                      <w:i/>
                      <w:color w:val="808080" w:themeColor="background1" w:themeShade="80"/>
                    </w:rPr>
                    <w:t>Kwaliteit van leven</w:t>
                  </w:r>
                </w:p>
                <w:p w:rsidR="000620B6" w:rsidRPr="00C85CAB" w:rsidRDefault="000620B6" w:rsidP="000620B6">
                  <w:pPr>
                    <w:rPr>
                      <w:i/>
                      <w:color w:val="808080" w:themeColor="background1" w:themeShade="80"/>
                    </w:rPr>
                  </w:pPr>
                  <w:r w:rsidRPr="00C85CAB">
                    <w:rPr>
                      <w:i/>
                    </w:rPr>
                    <w:t>-</w:t>
                  </w:r>
                  <w:r w:rsidR="00240F05" w:rsidRPr="00C85CAB">
                    <w:rPr>
                      <w:i/>
                    </w:rPr>
                    <w:t xml:space="preserve"> </w:t>
                  </w:r>
                  <w:r w:rsidR="00240F05" w:rsidRPr="00C85CAB">
                    <w:rPr>
                      <w:i/>
                      <w:color w:val="808080" w:themeColor="background1" w:themeShade="80"/>
                    </w:rPr>
                    <w:t>Levensverwachting</w:t>
                  </w:r>
                </w:p>
                <w:p w:rsidR="000620B6" w:rsidRPr="00C85CAB" w:rsidRDefault="000620B6" w:rsidP="000620B6">
                  <w:pPr>
                    <w:rPr>
                      <w:i/>
                    </w:rPr>
                  </w:pPr>
                  <w:r w:rsidRPr="00C85CAB">
                    <w:rPr>
                      <w:i/>
                    </w:rPr>
                    <w:t>-</w:t>
                  </w:r>
                </w:p>
                <w:p w:rsidR="000620B6" w:rsidRDefault="000620B6" w:rsidP="000620B6">
                  <w:r>
                    <w:t>-</w:t>
                  </w:r>
                </w:p>
              </w:txbxContent>
            </v:textbox>
            <w10:wrap type="through"/>
          </v:oval>
        </w:pict>
      </w:r>
      <w:r>
        <w:rPr>
          <w:noProof/>
        </w:rPr>
        <w:pict>
          <v:shapetype id="_x0000_t32" coordsize="21600,21600" o:spt="32" o:oned="t" path="m,l21600,21600e" filled="f">
            <v:path arrowok="t" fillok="f" o:connecttype="none"/>
            <o:lock v:ext="edit" shapetype="t"/>
          </v:shapetype>
          <v:shape id="Rechte verbindingslijn met pijl 8" o:spid="_x0000_s1033" type="#_x0000_t32" style="position:absolute;margin-left:4in;margin-top:270pt;width:0;height:1in;flip:y;z-index:2516546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" strokecolor="#4f81bd [3204]" strokeweight="2pt">
            <v:stroke endarrow="open"/>
            <v:shadow on="t" color="black" opacity="24903f" origin=",.5" offset="0,.55556mm"/>
          </v:shape>
        </w:pict>
      </w:r>
      <w:r>
        <w:rPr>
          <w:noProof/>
        </w:rPr>
        <w:pict>
          <v:shape id="Rechte verbindingslijn met pijl 10" o:spid="_x0000_s1032" type="#_x0000_t32" style="position:absolute;margin-left:477pt;margin-top:225pt;width:117pt;height:0;flip:x;z-index:251657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" strokecolor="#4f81bd [3204]" strokeweight="2pt">
            <v:stroke endarrow="open"/>
            <v:shadow on="t" color="black" opacity="24903f" origin=",.5" offset="0,.55556mm"/>
          </v:shape>
        </w:pict>
      </w:r>
      <w:r w:rsidR="00A310F2" w:rsidRPr="00A310F2">
        <w:rPr>
          <w:noProof/>
          <w:lang w:val="en-US"/>
        </w:rPr>
        <w:t xml:space="preserve"> </w:t>
      </w:r>
      <w:r w:rsidR="00A310F2">
        <w:rPr>
          <w:noProof/>
          <w:lang w:val="en-US"/>
        </w:rPr>
        <w:t xml:space="preserve">    </w:t>
      </w:r>
      <w:r w:rsidR="00E72F08">
        <w:rPr>
          <w:noProof/>
          <w:lang w:val="en-US"/>
        </w:rPr>
        <w:t xml:space="preserve">  </w:t>
      </w:r>
    </w:p>
    <w:p w:rsidR="000620B6" w:rsidRPr="000620B6" w:rsidRDefault="000620B6" w:rsidP="000620B6"/>
    <w:p w:rsidR="000620B6" w:rsidRPr="000620B6" w:rsidRDefault="000620B6" w:rsidP="000620B6"/>
    <w:p w:rsidR="000620B6" w:rsidRPr="000620B6" w:rsidRDefault="000620B6" w:rsidP="000620B6"/>
    <w:p w:rsidR="000620B6" w:rsidRPr="000620B6" w:rsidRDefault="00BF0E9B" w:rsidP="000620B6">
      <w:r>
        <w:rPr>
          <w:noProof/>
        </w:rPr>
        <w:pict>
          <v:shape id="_x0000_s1044" type="#_x0000_t32" style="position:absolute;margin-left:396.4pt;margin-top:3.9pt;width:100.7pt;height:68.25pt;flip:x;z-index:251684864" o:connectortype="straight" strokecolor="#4f81bd [3204]" strokeweight="3pt">
            <v:stroke endarrow="block"/>
            <v:shadow type="perspective" color="#205867 [1608]" opacity=".5" offset="1pt" offset2="-1pt"/>
          </v:shape>
        </w:pict>
      </w:r>
    </w:p>
    <w:p w:rsidR="000620B6" w:rsidRPr="000620B6" w:rsidRDefault="00BF0E9B" w:rsidP="000620B6">
      <w:r>
        <w:rPr>
          <w:noProof/>
        </w:rPr>
        <w:pict>
          <v:shape id="_x0000_s1046" type="#_x0000_t32" style="position:absolute;margin-left:261.4pt;margin-top:4.45pt;width:34.55pt;height:49.2pt;z-index:251685888" o:connectortype="straight" strokecolor="#4f81bd [3204]" strokeweight="3pt">
            <v:stroke endarrow="block"/>
            <v:shadow type="perspective" color="#205867 [1608]" opacity=".5" offset="1pt" offset2="-1pt"/>
          </v:shape>
        </w:pict>
      </w:r>
    </w:p>
    <w:p w:rsidR="000620B6" w:rsidRPr="000620B6" w:rsidRDefault="000620B6" w:rsidP="000620B6"/>
    <w:p w:rsidR="000620B6" w:rsidRPr="000620B6" w:rsidRDefault="000620B6" w:rsidP="000620B6"/>
    <w:p w:rsidR="000620B6" w:rsidRPr="000620B6" w:rsidRDefault="00BF0E9B" w:rsidP="000620B6">
      <w:r>
        <w:rPr>
          <w:noProof/>
        </w:rPr>
        <w:pict>
          <v:oval id="Ovaal 1" o:spid="_x0000_s1028" style="position:absolute;margin-left:221.65pt;margin-top:6.5pt;width:229.5pt;height:159.55pt;z-index:251648512;visibility:visible;mso-width-relative:margin;mso-height-relative:margin" wrapcoords="9169 -138 7815 0 4000 1662 3323 2631 1846 4154 615 6508 0 8723 -123 9692 -123 11354 0 13154 738 15369 2154 17723 4369 19800 4554 20215 8185 21600 9108 21600 12431 21600 13354 21600 17046 20215 17169 19800 19385 17723 20800 15369 21477 13154 21723 11077 21662 9692 21538 8723 20985 6508 19754 4154 18215 2631 17600 1662 13723 0 12369 -138 9169 -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" fillcolor="white [3201]" strokecolor="#8064a2 [3207]" strokeweight="2pt">
            <v:textbox>
              <w:txbxContent>
                <w:p w:rsidR="007B0310" w:rsidRDefault="007B0310" w:rsidP="00A310F2">
                  <w:pPr>
                    <w:jc w:val="center"/>
                    <w:rPr>
                      <w:sz w:val="32"/>
                      <w:szCs w:val="32"/>
                    </w:rPr>
                  </w:pPr>
                </w:p>
                <w:p w:rsidR="007B0310" w:rsidRPr="000620B6" w:rsidRDefault="007B0310" w:rsidP="00A310F2">
                  <w:pPr>
                    <w:jc w:val="center"/>
                    <w:rPr>
                      <w:b/>
                      <w:sz w:val="32"/>
                      <w:szCs w:val="32"/>
                    </w:rPr>
                  </w:pPr>
                  <w:proofErr w:type="spellStart"/>
                  <w:r w:rsidRPr="000620B6">
                    <w:rPr>
                      <w:b/>
                      <w:sz w:val="32"/>
                      <w:szCs w:val="32"/>
                    </w:rPr>
                    <w:t>Gezondheids</w:t>
                  </w:r>
                  <w:r w:rsidR="00240F05">
                    <w:rPr>
                      <w:b/>
                      <w:sz w:val="32"/>
                      <w:szCs w:val="32"/>
                    </w:rPr>
                    <w:t>-</w:t>
                  </w:r>
                  <w:r w:rsidRPr="000620B6">
                    <w:rPr>
                      <w:b/>
                      <w:sz w:val="32"/>
                      <w:szCs w:val="32"/>
                    </w:rPr>
                    <w:t>probleem</w:t>
                  </w:r>
                  <w:proofErr w:type="spellEnd"/>
                </w:p>
                <w:p w:rsidR="007B0310" w:rsidRPr="00A310F2" w:rsidRDefault="007B0310" w:rsidP="00A310F2">
                  <w:pPr>
                    <w:jc w:val="center"/>
                    <w:rPr>
                      <w:sz w:val="32"/>
                      <w:szCs w:val="32"/>
                    </w:rPr>
                  </w:pPr>
                </w:p>
                <w:p w:rsidR="007B0310" w:rsidRDefault="007B0310" w:rsidP="00A310F2">
                  <w:pPr>
                    <w:jc w:val="center"/>
                  </w:pPr>
                </w:p>
              </w:txbxContent>
            </v:textbox>
            <w10:wrap type="through"/>
          </v:oval>
        </w:pict>
      </w:r>
    </w:p>
    <w:p w:rsidR="000620B6" w:rsidRPr="000620B6" w:rsidRDefault="000620B6" w:rsidP="000620B6"/>
    <w:p w:rsidR="000620B6" w:rsidRPr="000620B6" w:rsidRDefault="000620B6" w:rsidP="000620B6"/>
    <w:p w:rsidR="000620B6" w:rsidRPr="000620B6" w:rsidRDefault="00BF0E9B" w:rsidP="000620B6">
      <w:r>
        <w:rPr>
          <w:noProof/>
        </w:rPr>
        <w:pict>
          <v:oval id="Ovaal 12" o:spid="_x0000_s1029" style="position:absolute;margin-left:456.4pt;margin-top:6.9pt;width:313.75pt;height:226.3pt;z-index:251663872;visibility:visible;mso-width-relative:margin;mso-height-relative:margin" wrapcoords="9649 -60 8764 0 6020 720 5666 1080 4338 1860 3187 2820 1505 4740 531 6660 177 7620 -177 9540 -177 11460 0 13380 708 15300 1859 17220 2567 18180 3541 19140 4957 20100 6993 21060 7082 21180 9118 21600 9561 21600 11951 21600 12393 21600 14430 21120 14607 21060 16554 20100 17970 19140 18944 18180 19741 17220 20803 15300 21511 13380 21777 11460 21777 9540 21334 7620 20980 6660 20007 4740 19298 3780 18325 2820 17174 1860 15580 780 12925 60 11951 -60 9649 -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" fillcolor="white [3201]" strokecolor="#8064a2 [3207]" strokeweight="2pt">
            <v:textbox>
              <w:txbxContent>
                <w:p w:rsidR="007B0310" w:rsidRDefault="00A56515" w:rsidP="0082418F">
                  <w:pPr>
                    <w:rPr>
                      <w:b/>
                    </w:rPr>
                  </w:pPr>
                  <w:r>
                    <w:rPr>
                      <w:b/>
                    </w:rPr>
                    <w:t xml:space="preserve">De impact </w:t>
                  </w:r>
                  <w:proofErr w:type="gramStart"/>
                  <w:r>
                    <w:rPr>
                      <w:b/>
                    </w:rPr>
                    <w:t xml:space="preserve">van </w:t>
                  </w:r>
                  <w:r w:rsidR="00F825CD">
                    <w:rPr>
                      <w:b/>
                    </w:rPr>
                    <w:t xml:space="preserve"> </w:t>
                  </w:r>
                  <w:proofErr w:type="gramEnd"/>
                  <w:r w:rsidR="00F825CD">
                    <w:rPr>
                      <w:b/>
                    </w:rPr>
                    <w:t>de aandoening</w:t>
                  </w:r>
                </w:p>
                <w:p w:rsidR="00240F05" w:rsidRDefault="00240F05" w:rsidP="0082418F"/>
                <w:p w:rsidR="00240F05" w:rsidRDefault="000620B6" w:rsidP="00240F05">
                  <w:r>
                    <w:t>-</w:t>
                  </w:r>
                  <w:r w:rsidR="00240F05" w:rsidRPr="00240F05">
                    <w:t xml:space="preserve"> </w:t>
                  </w:r>
                  <w:r w:rsidR="00240F05">
                    <w:rPr>
                      <w:i/>
                      <w:color w:val="808080" w:themeColor="background1" w:themeShade="80"/>
                    </w:rPr>
                    <w:t>Impact van sterfte:</w:t>
                  </w:r>
                  <w:r w:rsidR="00240F05" w:rsidRPr="00240F05">
                    <w:rPr>
                      <w:i/>
                      <w:color w:val="808080" w:themeColor="background1" w:themeShade="80"/>
                    </w:rPr>
                    <w:t xml:space="preserve"> verloren levensjaren</w:t>
                  </w:r>
                </w:p>
                <w:p w:rsidR="00240F05" w:rsidRPr="00240F05" w:rsidRDefault="00240F05" w:rsidP="00240F05">
                  <w:pPr>
                    <w:rPr>
                      <w:color w:val="808080" w:themeColor="background1" w:themeShade="80"/>
                    </w:rPr>
                  </w:pPr>
                  <w:r>
                    <w:t xml:space="preserve">- </w:t>
                  </w:r>
                  <w:r w:rsidRPr="00240F05">
                    <w:rPr>
                      <w:i/>
                      <w:color w:val="808080" w:themeColor="background1" w:themeShade="80"/>
                    </w:rPr>
                    <w:t xml:space="preserve">Impact van </w:t>
                  </w:r>
                  <w:proofErr w:type="gramStart"/>
                  <w:r w:rsidRPr="00240F05">
                    <w:rPr>
                      <w:i/>
                      <w:color w:val="808080" w:themeColor="background1" w:themeShade="80"/>
                    </w:rPr>
                    <w:t xml:space="preserve">prevalentie:  </w:t>
                  </w:r>
                  <w:proofErr w:type="gramEnd"/>
                  <w:r w:rsidRPr="00240F05">
                    <w:rPr>
                      <w:i/>
                      <w:color w:val="808080" w:themeColor="background1" w:themeShade="80"/>
                    </w:rPr>
                    <w:t>ziektejaren</w:t>
                  </w:r>
                </w:p>
                <w:p w:rsidR="000620B6" w:rsidRDefault="000620B6" w:rsidP="0082418F">
                  <w:r>
                    <w:t>-</w:t>
                  </w:r>
                </w:p>
                <w:p w:rsidR="000620B6" w:rsidRDefault="000620B6" w:rsidP="0082418F">
                  <w:r>
                    <w:t>-</w:t>
                  </w:r>
                </w:p>
                <w:p w:rsidR="000620B6" w:rsidRDefault="000620B6" w:rsidP="0082418F">
                  <w:r>
                    <w:t>-</w:t>
                  </w:r>
                </w:p>
                <w:p w:rsidR="000620B6" w:rsidRDefault="000620B6" w:rsidP="0082418F">
                  <w:r>
                    <w:t>-</w:t>
                  </w:r>
                </w:p>
                <w:p w:rsidR="000620B6" w:rsidRDefault="000620B6" w:rsidP="0082418F"/>
                <w:p w:rsidR="000620B6" w:rsidRDefault="000620B6" w:rsidP="0082418F"/>
                <w:p w:rsidR="000620B6" w:rsidRDefault="000620B6" w:rsidP="0082418F"/>
              </w:txbxContent>
            </v:textbox>
            <w10:wrap type="through"/>
          </v:oval>
        </w:pict>
      </w:r>
      <w:r>
        <w:rPr>
          <w:noProof/>
        </w:rPr>
        <w:pict>
          <v:oval id="_x0000_s1037" style="position:absolute;margin-left:-54pt;margin-top:14.75pt;width:229.9pt;height:248.25pt;z-index:251677696;visibility:visible;mso-width-relative:margin;mso-height-relative:margin" wrapcoords="9310 -112 8193 0 4531 1350 3972 2138 2545 3375 1241 5288 434 7088 -62 8888 -124 10575 -124 11138 -62 12488 372 14288 1117 16088 2359 17888 4283 19688 4407 20025 7883 21488 9310 21600 12228 21600 13655 21488 17131 20025 17255 19688 19179 17888 20421 16088 21228 14288 21600 12488 21724 10688 21600 8888 21103 7088 20297 5288 19055 3488 17566 2138 17007 1350 13345 0 12228 -112 9310 -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" fillcolor="white [3201]" strokecolor="#8064a2 [3207]" strokeweight="2pt">
            <v:textbox style="mso-next-textbox:#_x0000_s1037">
              <w:txbxContent>
                <w:p w:rsidR="00A56515" w:rsidRPr="00A56515" w:rsidRDefault="00A56515" w:rsidP="00A56515">
                  <w:pPr>
                    <w:spacing w:after="200" w:line="276" w:lineRule="auto"/>
                    <w:rPr>
                      <w:b/>
                    </w:rPr>
                  </w:pPr>
                  <w:r w:rsidRPr="00A56515">
                    <w:rPr>
                      <w:b/>
                    </w:rPr>
                    <w:t>Ongelijkheden in gezondheid</w:t>
                  </w:r>
                </w:p>
                <w:p w:rsidR="00F825CD" w:rsidRPr="00240F05" w:rsidRDefault="00A56515" w:rsidP="00F825CD">
                  <w:pPr>
                    <w:rPr>
                      <w:i/>
                      <w:color w:val="808080" w:themeColor="background1" w:themeShade="80"/>
                    </w:rPr>
                  </w:pPr>
                  <w:r>
                    <w:t>-</w:t>
                  </w:r>
                  <w:r w:rsidR="00F825CD" w:rsidRPr="00F825CD">
                    <w:t xml:space="preserve"> </w:t>
                  </w:r>
                  <w:r w:rsidR="00F825CD" w:rsidRPr="00240F05">
                    <w:rPr>
                      <w:i/>
                      <w:color w:val="808080" w:themeColor="background1" w:themeShade="80"/>
                    </w:rPr>
                    <w:t>Sociaal economische positie</w:t>
                  </w:r>
                </w:p>
                <w:p w:rsidR="00F825CD" w:rsidRPr="00240F05" w:rsidRDefault="00F825CD" w:rsidP="00F825CD">
                  <w:pPr>
                    <w:rPr>
                      <w:i/>
                    </w:rPr>
                  </w:pPr>
                  <w:r w:rsidRPr="00240F05">
                    <w:rPr>
                      <w:i/>
                    </w:rPr>
                    <w:t xml:space="preserve">- </w:t>
                  </w:r>
                  <w:r w:rsidRPr="00240F05">
                    <w:rPr>
                      <w:i/>
                      <w:color w:val="808080" w:themeColor="background1" w:themeShade="80"/>
                    </w:rPr>
                    <w:t>Geografische verschillen</w:t>
                  </w:r>
                </w:p>
                <w:p w:rsidR="00F825CD" w:rsidRPr="00F825CD" w:rsidRDefault="00F825CD" w:rsidP="00F825CD">
                  <w:pPr>
                    <w:rPr>
                      <w:color w:val="808080" w:themeColor="background1" w:themeShade="80"/>
                    </w:rPr>
                  </w:pPr>
                  <w:r w:rsidRPr="00240F05">
                    <w:rPr>
                      <w:i/>
                    </w:rPr>
                    <w:t xml:space="preserve">- </w:t>
                  </w:r>
                  <w:r w:rsidRPr="00240F05">
                    <w:rPr>
                      <w:i/>
                      <w:color w:val="808080" w:themeColor="background1" w:themeShade="80"/>
                    </w:rPr>
                    <w:t>Etniciteit</w:t>
                  </w:r>
                </w:p>
                <w:p w:rsidR="00F825CD" w:rsidRDefault="00F825CD" w:rsidP="00F825CD">
                  <w:r>
                    <w:t>-</w:t>
                  </w:r>
                </w:p>
                <w:p w:rsidR="00F825CD" w:rsidRPr="00AD7407" w:rsidRDefault="00F825CD" w:rsidP="00F825CD">
                  <w:r>
                    <w:t>-</w:t>
                  </w:r>
                </w:p>
                <w:p w:rsidR="00F825CD" w:rsidRDefault="00F825CD" w:rsidP="00F825CD">
                  <w:pPr>
                    <w:spacing w:after="200" w:line="276" w:lineRule="auto"/>
                  </w:pPr>
                </w:p>
                <w:p w:rsidR="00F825CD" w:rsidRDefault="00F825CD" w:rsidP="00F825CD">
                  <w:pPr>
                    <w:spacing w:after="200" w:line="276" w:lineRule="auto"/>
                  </w:pPr>
                </w:p>
                <w:p w:rsidR="00A56515" w:rsidRDefault="00A56515" w:rsidP="00A56515"/>
              </w:txbxContent>
            </v:textbox>
            <w10:wrap type="through"/>
          </v:oval>
        </w:pict>
      </w:r>
    </w:p>
    <w:p w:rsidR="000620B6" w:rsidRPr="000620B6" w:rsidRDefault="000620B6" w:rsidP="000620B6"/>
    <w:p w:rsidR="000620B6" w:rsidRPr="000620B6" w:rsidRDefault="000620B6" w:rsidP="000620B6"/>
    <w:p w:rsidR="000620B6" w:rsidRDefault="000620B6" w:rsidP="000620B6"/>
    <w:p w:rsidR="008B392C" w:rsidRPr="000620B6" w:rsidRDefault="00BF0E9B" w:rsidP="000620B6">
      <w:pPr>
        <w:ind w:firstLine="708"/>
      </w:pPr>
      <w:r>
        <w:rPr>
          <w:noProof/>
        </w:rPr>
        <w:pict>
          <v:shape id="_x0000_s1043" type="#_x0000_t32" style="position:absolute;left:0;text-align:left;margin-left:8.2pt;margin-top:12.65pt;width:51pt;height:32.25pt;flip:y;z-index:251683840" o:connectortype="straight" strokecolor="#4f81bd [3204]" strokeweight="3pt">
            <v:stroke endarrow="block"/>
            <v:shadow type="perspective" color="#205867 [1608]" opacity=".5" offset="1pt" offset2="-1pt"/>
          </v:shape>
        </w:pict>
      </w:r>
      <w:r>
        <w:rPr>
          <w:noProof/>
        </w:rPr>
        <w:pict>
          <v:shape id="_x0000_s1042" type="#_x0000_t32" style="position:absolute;left:0;text-align:left;margin-left:148.45pt;margin-top:67.6pt;width:14.25pt;height:30.85pt;flip:y;z-index:251682816" o:connectortype="straight" strokecolor="#4f81bd [3204]" strokeweight="3pt">
            <v:stroke endarrow="block"/>
            <v:shadow type="perspective" color="#205867 [1608]" opacity=".5" offset="1pt" offset2="-1pt"/>
          </v:shape>
        </w:pict>
      </w:r>
      <w:r>
        <w:rPr>
          <w:noProof/>
        </w:rPr>
        <w:pict>
          <v:shape id="_x0000_s1040" type="#_x0000_t32" style="position:absolute;left:0;text-align:left;margin-left:269.2pt;margin-top:25.4pt;width:24.75pt;height:5.45pt;flip:x y;z-index:251680768" o:connectortype="straight" strokecolor="#4f81bd [3204]" strokeweight="3pt">
            <v:stroke endarrow="block"/>
            <v:shadow type="perspective" color="#7f7f7f [1601]" opacity=".5" offset="1pt" offset2="-1pt"/>
          </v:shape>
        </w:pict>
      </w:r>
      <w:r>
        <w:rPr>
          <w:noProof/>
        </w:rPr>
        <w:pict>
          <v:oval id="Ovaal 11" o:spid="_x0000_s1027" style="position:absolute;left:0;text-align:left;margin-left:-8.3pt;margin-top:130.95pt;width:337.7pt;height:171.4pt;z-index:251660800;visibility:visible;mso-width-relative:margin;mso-height-relative:margin" wrapcoords="9310 -112 8193 0 4531 1350 3972 2138 2545 3375 1241 5288 434 7088 -62 8888 -124 10575 -124 11138 -62 12488 372 14288 1117 16088 2359 17888 4283 19688 4407 20025 7883 21488 9310 21600 12228 21600 13655 21488 17131 20025 17255 19688 19179 17888 20421 16088 21228 14288 21600 12488 21724 10688 21600 8888 21103 7088 20297 5288 19055 3488 17566 2138 17007 1350 13345 0 12228 -112 9310 -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" fillcolor="white [3201]" strokecolor="#8064a2 [3207]" strokeweight="2pt">
            <v:textbox style="mso-next-textbox:#Ovaal 11">
              <w:txbxContent>
                <w:p w:rsidR="000620B6" w:rsidRDefault="00A56515" w:rsidP="000620B6">
                  <w:pPr>
                    <w:rPr>
                      <w:b/>
                    </w:rPr>
                  </w:pPr>
                  <w:r w:rsidRPr="00B033E8">
                    <w:rPr>
                      <w:b/>
                    </w:rPr>
                    <w:t xml:space="preserve">Het optreden van </w:t>
                  </w:r>
                  <w:r w:rsidR="00F825CD">
                    <w:rPr>
                      <w:b/>
                    </w:rPr>
                    <w:t>de aandoening</w:t>
                  </w:r>
                </w:p>
                <w:p w:rsidR="00F825CD" w:rsidRDefault="00F825CD" w:rsidP="000620B6"/>
                <w:p w:rsidR="000620B6" w:rsidRPr="00F825CD" w:rsidRDefault="000620B6" w:rsidP="000620B6">
                  <w:pPr>
                    <w:rPr>
                      <w:i/>
                      <w:color w:val="808080" w:themeColor="background1" w:themeShade="80"/>
                    </w:rPr>
                  </w:pPr>
                  <w:r>
                    <w:t>-</w:t>
                  </w:r>
                  <w:r w:rsidR="00F825CD">
                    <w:t xml:space="preserve"> </w:t>
                  </w:r>
                  <w:r w:rsidR="00F825CD" w:rsidRPr="00F825CD">
                    <w:rPr>
                      <w:i/>
                      <w:color w:val="808080" w:themeColor="background1" w:themeShade="80"/>
                    </w:rPr>
                    <w:t>Sterfte</w:t>
                  </w:r>
                </w:p>
                <w:p w:rsidR="000620B6" w:rsidRPr="00F825CD" w:rsidRDefault="000620B6" w:rsidP="000620B6">
                  <w:pPr>
                    <w:rPr>
                      <w:i/>
                      <w:color w:val="808080" w:themeColor="background1" w:themeShade="80"/>
                    </w:rPr>
                  </w:pPr>
                  <w:r w:rsidRPr="00F825CD">
                    <w:rPr>
                      <w:i/>
                      <w:color w:val="808080" w:themeColor="background1" w:themeShade="80"/>
                    </w:rPr>
                    <w:t>-</w:t>
                  </w:r>
                  <w:r w:rsidR="00F825CD" w:rsidRPr="00F825CD">
                    <w:rPr>
                      <w:i/>
                      <w:color w:val="808080" w:themeColor="background1" w:themeShade="80"/>
                    </w:rPr>
                    <w:t xml:space="preserve"> Incidentie</w:t>
                  </w:r>
                </w:p>
                <w:p w:rsidR="000620B6" w:rsidRPr="00F825CD" w:rsidRDefault="000620B6" w:rsidP="000620B6">
                  <w:pPr>
                    <w:rPr>
                      <w:color w:val="808080" w:themeColor="background1" w:themeShade="80"/>
                    </w:rPr>
                  </w:pPr>
                  <w:r w:rsidRPr="00F825CD">
                    <w:rPr>
                      <w:i/>
                      <w:color w:val="808080" w:themeColor="background1" w:themeShade="80"/>
                    </w:rPr>
                    <w:t>-</w:t>
                  </w:r>
                  <w:r w:rsidR="00F825CD" w:rsidRPr="00F825CD">
                    <w:rPr>
                      <w:i/>
                      <w:color w:val="808080" w:themeColor="background1" w:themeShade="80"/>
                    </w:rPr>
                    <w:t xml:space="preserve"> Prevalentie</w:t>
                  </w:r>
                </w:p>
                <w:p w:rsidR="000620B6" w:rsidRDefault="000620B6" w:rsidP="000620B6">
                  <w:r>
                    <w:t>-</w:t>
                  </w:r>
                </w:p>
                <w:p w:rsidR="000620B6" w:rsidRDefault="000620B6" w:rsidP="000620B6">
                  <w:r>
                    <w:t>-</w:t>
                  </w:r>
                </w:p>
                <w:p w:rsidR="007B0310" w:rsidRDefault="007B0310" w:rsidP="00E72F08"/>
              </w:txbxContent>
            </v:textbox>
            <w10:wrap type="through"/>
          </v:oval>
        </w:pict>
      </w:r>
    </w:p>
    <w:sectPr w:rsidR="008B392C" w:rsidRPr="000620B6" w:rsidSect="00A310F2">
      <w:pgSz w:w="16840" w:h="11900"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C2596C"/>
    <w:multiLevelType w:val="hybridMultilevel"/>
    <w:tmpl w:val="18CE0210"/>
    <w:lvl w:ilvl="0" w:tplc="8C2E5A4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3F56C27"/>
    <w:multiLevelType w:val="hybridMultilevel"/>
    <w:tmpl w:val="AE380AAA"/>
    <w:lvl w:ilvl="0" w:tplc="8ACAEFA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59850328"/>
    <w:multiLevelType w:val="hybridMultilevel"/>
    <w:tmpl w:val="4CC6C39C"/>
    <w:lvl w:ilvl="0" w:tplc="286E8AF4">
      <w:start w:val="1100"/>
      <w:numFmt w:val="bullet"/>
      <w:lvlText w:val="-"/>
      <w:lvlJc w:val="left"/>
      <w:pPr>
        <w:ind w:left="720" w:hanging="360"/>
      </w:pPr>
      <w:rPr>
        <w:rFonts w:ascii="Cambria" w:eastAsiaTheme="minorEastAsia" w:hAnsi="Cambri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A310F2"/>
    <w:rsid w:val="000620B6"/>
    <w:rsid w:val="0016553D"/>
    <w:rsid w:val="00240F05"/>
    <w:rsid w:val="00330609"/>
    <w:rsid w:val="00454AD5"/>
    <w:rsid w:val="0059099C"/>
    <w:rsid w:val="007672B9"/>
    <w:rsid w:val="007B0310"/>
    <w:rsid w:val="0082418F"/>
    <w:rsid w:val="008B392C"/>
    <w:rsid w:val="00A310F2"/>
    <w:rsid w:val="00A56515"/>
    <w:rsid w:val="00BF0E9B"/>
    <w:rsid w:val="00C85CAB"/>
    <w:rsid w:val="00E70B79"/>
    <w:rsid w:val="00E72F08"/>
    <w:rsid w:val="00F825CD"/>
    <w:rsid w:val="00FA650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8">
      <o:colormenu v:ext="edit" strokecolor="none [3204]"/>
    </o:shapedefaults>
    <o:shapelayout v:ext="edit">
      <o:idmap v:ext="edit" data="1"/>
      <o:rules v:ext="edit">
        <o:r id="V:Rule8" type="connector" idref="#Rechte verbindingslijn met pijl 8"/>
        <o:r id="V:Rule9" type="connector" idref="#Rechte verbindingslijn met pijl 10"/>
        <o:r id="V:Rule10" type="connector" idref="#_x0000_s1040"/>
        <o:r id="V:Rule11" type="connector" idref="#_x0000_s1043"/>
        <o:r id="V:Rule12" type="connector" idref="#_x0000_s1042"/>
        <o:r id="V:Rule13" type="connector" idref="#_x0000_s1046"/>
        <o:r id="V:Rule14" type="connector" idref="#_x0000_s1044"/>
      </o:rules>
    </o:shapelayout>
  </w:shapeDefaults>
  <w:decimalSymbol w:val=","/>
  <w:listSeparator w:val=";"/>
  <w15:docId w15:val="{C7C7E528-8B56-41E1-A61C-3F313F4D8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A650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620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679A5446.dotm</Template>
  <TotalTime>0</TotalTime>
  <Pages>1</Pages>
  <Words>5</Words>
  <Characters>31</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Hogeschool Rotterdam</Company>
  <LinksUpToDate>false</LinksUpToDate>
  <CharactersWithSpaces>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 Bakker</dc:creator>
  <cp:lastModifiedBy>Hack-van der Waal, I.C.</cp:lastModifiedBy>
  <cp:revision>2</cp:revision>
  <dcterms:created xsi:type="dcterms:W3CDTF">2015-03-05T11:35:00Z</dcterms:created>
  <dcterms:modified xsi:type="dcterms:W3CDTF">2015-03-05T11:35:00Z</dcterms:modified>
</cp:coreProperties>
</file>