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10F0A" w14:textId="77777777" w:rsidR="00C6554A" w:rsidRPr="008B5277" w:rsidRDefault="002554CD" w:rsidP="00C6554A">
      <w:pPr>
        <w:pStyle w:val="Foto"/>
      </w:pPr>
      <w:r w:rsidRPr="008B5277">
        <w:rPr>
          <w:noProof/>
          <w:lang w:bidi="nl-NL"/>
        </w:rPr>
        <w:drawing>
          <wp:inline distT="0" distB="0" distL="0" distR="0" wp14:anchorId="727C50B6" wp14:editId="26315293">
            <wp:extent cx="3657600" cy="5486400"/>
            <wp:effectExtent l="0" t="0" r="0" b="0"/>
            <wp:docPr id="22" name="Afbeelding 1" descr="Felblauw gletsjermeer omgeven door wit ijs op een donkere be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657600" cy="5486400"/>
                    </a:xfrm>
                    <a:prstGeom prst="rect">
                      <a:avLst/>
                    </a:prstGeom>
                    <a:noFill/>
                    <a:ln w="254000" cap="rnd">
                      <a:noFill/>
                    </a:ln>
                    <a:effectLst/>
                  </pic:spPr>
                </pic:pic>
              </a:graphicData>
            </a:graphic>
          </wp:inline>
        </w:drawing>
      </w:r>
    </w:p>
    <w:p w14:paraId="43EAF7A1" w14:textId="77777777" w:rsidR="00C6554A" w:rsidRDefault="00A031E4" w:rsidP="00C6554A">
      <w:pPr>
        <w:pStyle w:val="Titel"/>
      </w:pPr>
      <w:r>
        <w:t>Maatschappelijk probleem</w:t>
      </w:r>
    </w:p>
    <w:p w14:paraId="282AC537" w14:textId="77777777" w:rsidR="00C6554A" w:rsidRPr="00D5413C" w:rsidRDefault="00A031E4" w:rsidP="00C6554A">
      <w:pPr>
        <w:pStyle w:val="Ondertitel"/>
      </w:pPr>
      <w:r>
        <w:t>Voorbeeld: Uitgaansgeweld</w:t>
      </w:r>
    </w:p>
    <w:p w14:paraId="0BDC8DC6" w14:textId="77777777" w:rsidR="00C6554A" w:rsidRDefault="00FC6A29" w:rsidP="00C6554A">
      <w:pPr>
        <w:pStyle w:val="Contactgegevens"/>
      </w:pPr>
      <w:sdt>
        <w:sdtPr>
          <w:alias w:val="Naam:"/>
          <w:tag w:val="Naam:"/>
          <w:id w:val="-2071874759"/>
          <w:placeholder>
            <w:docPart w:val="978C2A158F2F4B1F898D90AF1AFDFEDF"/>
          </w:placeholder>
          <w:temporary/>
          <w:showingPlcHdr/>
          <w15:appearance w15:val="hidden"/>
        </w:sdtPr>
        <w:sdtEndPr/>
        <w:sdtContent>
          <w:r w:rsidR="00C6554A">
            <w:rPr>
              <w:lang w:bidi="nl-NL"/>
            </w:rPr>
            <w:t>Naam</w:t>
          </w:r>
        </w:sdtContent>
      </w:sdt>
      <w:r w:rsidR="00C6554A">
        <w:rPr>
          <w:lang w:bidi="nl-NL"/>
        </w:rPr>
        <w:t xml:space="preserve"> | </w:t>
      </w:r>
      <w:r w:rsidR="00A031E4">
        <w:t>Vak</w:t>
      </w:r>
      <w:r w:rsidR="00C6554A">
        <w:rPr>
          <w:lang w:bidi="nl-NL"/>
        </w:rPr>
        <w:t xml:space="preserve"> | </w:t>
      </w:r>
      <w:sdt>
        <w:sdtPr>
          <w:alias w:val="Datum:"/>
          <w:tag w:val="Datum:"/>
          <w:id w:val="-35980865"/>
          <w:placeholder>
            <w:docPart w:val="0BBAC456645440E89CF73310E82C1D72"/>
          </w:placeholder>
          <w:temporary/>
          <w:showingPlcHdr/>
          <w15:appearance w15:val="hidden"/>
        </w:sdtPr>
        <w:sdtEndPr/>
        <w:sdtContent>
          <w:r w:rsidR="00C6554A">
            <w:rPr>
              <w:lang w:bidi="nl-NL"/>
            </w:rPr>
            <w:t>Datum</w:t>
          </w:r>
        </w:sdtContent>
      </w:sdt>
      <w:r w:rsidR="00A031E4">
        <w:t xml:space="preserve"> | Docent</w:t>
      </w:r>
      <w:r w:rsidR="00C6554A">
        <w:rPr>
          <w:lang w:bidi="nl-NL"/>
        </w:rPr>
        <w:br w:type="page"/>
      </w:r>
    </w:p>
    <w:sdt>
      <w:sdtPr>
        <w:id w:val="665048899"/>
        <w:docPartObj>
          <w:docPartGallery w:val="Table of Contents"/>
          <w:docPartUnique/>
        </w:docPartObj>
      </w:sdtPr>
      <w:sdtEndPr>
        <w:rPr>
          <w:rFonts w:asciiTheme="minorHAnsi" w:eastAsiaTheme="minorHAnsi" w:hAnsiTheme="minorHAnsi" w:cstheme="minorBidi"/>
          <w:b/>
          <w:bCs/>
          <w:color w:val="595959" w:themeColor="text1" w:themeTint="A6"/>
          <w:sz w:val="22"/>
          <w:szCs w:val="22"/>
          <w:lang w:eastAsia="en-US"/>
        </w:rPr>
      </w:sdtEndPr>
      <w:sdtContent>
        <w:p w14:paraId="2737A0A6" w14:textId="77777777" w:rsidR="00A031E4" w:rsidRDefault="00A031E4">
          <w:pPr>
            <w:pStyle w:val="Kopvaninhoudsopgave"/>
          </w:pPr>
          <w:r>
            <w:t>Inhoud</w:t>
          </w:r>
          <w:bookmarkStart w:id="0" w:name="_GoBack"/>
          <w:bookmarkEnd w:id="0"/>
        </w:p>
        <w:p w14:paraId="1C1AD13B" w14:textId="77777777" w:rsidR="00FC6A29" w:rsidRDefault="00A031E4">
          <w:pPr>
            <w:pStyle w:val="Inhopg1"/>
            <w:tabs>
              <w:tab w:val="right" w:leader="dot" w:pos="8296"/>
            </w:tabs>
            <w:rPr>
              <w:rFonts w:eastAsiaTheme="minorEastAsia"/>
              <w:noProof/>
              <w:color w:val="auto"/>
              <w:lang w:eastAsia="nl-NL"/>
            </w:rPr>
          </w:pPr>
          <w:r>
            <w:fldChar w:fldCharType="begin"/>
          </w:r>
          <w:r>
            <w:instrText xml:space="preserve"> TOC \o "1-3" \h \z \u </w:instrText>
          </w:r>
          <w:r>
            <w:fldChar w:fldCharType="separate"/>
          </w:r>
          <w:hyperlink w:anchor="_Toc83048969" w:history="1">
            <w:r w:rsidR="00FC6A29" w:rsidRPr="00A704D4">
              <w:rPr>
                <w:rStyle w:val="Hyperlink"/>
                <w:noProof/>
              </w:rPr>
              <w:t>Inleiding</w:t>
            </w:r>
            <w:r w:rsidR="00FC6A29">
              <w:rPr>
                <w:noProof/>
                <w:webHidden/>
              </w:rPr>
              <w:tab/>
            </w:r>
            <w:r w:rsidR="00FC6A29">
              <w:rPr>
                <w:noProof/>
                <w:webHidden/>
              </w:rPr>
              <w:fldChar w:fldCharType="begin"/>
            </w:r>
            <w:r w:rsidR="00FC6A29">
              <w:rPr>
                <w:noProof/>
                <w:webHidden/>
              </w:rPr>
              <w:instrText xml:space="preserve"> PAGEREF _Toc83048969 \h </w:instrText>
            </w:r>
            <w:r w:rsidR="00FC6A29">
              <w:rPr>
                <w:noProof/>
                <w:webHidden/>
              </w:rPr>
            </w:r>
            <w:r w:rsidR="00FC6A29">
              <w:rPr>
                <w:noProof/>
                <w:webHidden/>
              </w:rPr>
              <w:fldChar w:fldCharType="separate"/>
            </w:r>
            <w:r w:rsidR="00FC6A29">
              <w:rPr>
                <w:noProof/>
                <w:webHidden/>
              </w:rPr>
              <w:t>3</w:t>
            </w:r>
            <w:r w:rsidR="00FC6A29">
              <w:rPr>
                <w:noProof/>
                <w:webHidden/>
              </w:rPr>
              <w:fldChar w:fldCharType="end"/>
            </w:r>
          </w:hyperlink>
        </w:p>
        <w:p w14:paraId="4BD97E81" w14:textId="77777777" w:rsidR="00FC6A29" w:rsidRDefault="00FC6A29">
          <w:pPr>
            <w:pStyle w:val="Inhopg1"/>
            <w:tabs>
              <w:tab w:val="right" w:leader="dot" w:pos="8296"/>
            </w:tabs>
            <w:rPr>
              <w:rFonts w:eastAsiaTheme="minorEastAsia"/>
              <w:noProof/>
              <w:color w:val="auto"/>
              <w:lang w:eastAsia="nl-NL"/>
            </w:rPr>
          </w:pPr>
          <w:hyperlink w:anchor="_Toc83048970" w:history="1">
            <w:r w:rsidRPr="00A704D4">
              <w:rPr>
                <w:rStyle w:val="Hyperlink"/>
                <w:noProof/>
              </w:rPr>
              <w:t>Hoofdvraag:</w:t>
            </w:r>
            <w:r>
              <w:rPr>
                <w:noProof/>
                <w:webHidden/>
              </w:rPr>
              <w:tab/>
            </w:r>
            <w:r>
              <w:rPr>
                <w:noProof/>
                <w:webHidden/>
              </w:rPr>
              <w:fldChar w:fldCharType="begin"/>
            </w:r>
            <w:r>
              <w:rPr>
                <w:noProof/>
                <w:webHidden/>
              </w:rPr>
              <w:instrText xml:space="preserve"> PAGEREF _Toc83048970 \h </w:instrText>
            </w:r>
            <w:r>
              <w:rPr>
                <w:noProof/>
                <w:webHidden/>
              </w:rPr>
            </w:r>
            <w:r>
              <w:rPr>
                <w:noProof/>
                <w:webHidden/>
              </w:rPr>
              <w:fldChar w:fldCharType="separate"/>
            </w:r>
            <w:r>
              <w:rPr>
                <w:noProof/>
                <w:webHidden/>
              </w:rPr>
              <w:t>4</w:t>
            </w:r>
            <w:r>
              <w:rPr>
                <w:noProof/>
                <w:webHidden/>
              </w:rPr>
              <w:fldChar w:fldCharType="end"/>
            </w:r>
          </w:hyperlink>
        </w:p>
        <w:p w14:paraId="71D6EBEF" w14:textId="77777777" w:rsidR="00FC6A29" w:rsidRDefault="00FC6A29">
          <w:pPr>
            <w:pStyle w:val="Inhopg2"/>
            <w:tabs>
              <w:tab w:val="right" w:leader="dot" w:pos="8296"/>
            </w:tabs>
            <w:rPr>
              <w:noProof/>
            </w:rPr>
          </w:pPr>
          <w:hyperlink w:anchor="_Toc83048971" w:history="1">
            <w:r w:rsidRPr="00A704D4">
              <w:rPr>
                <w:rStyle w:val="Hyperlink"/>
                <w:noProof/>
              </w:rPr>
              <w:t>Deelvraag 1</w:t>
            </w:r>
            <w:r>
              <w:rPr>
                <w:noProof/>
                <w:webHidden/>
              </w:rPr>
              <w:tab/>
            </w:r>
            <w:r>
              <w:rPr>
                <w:noProof/>
                <w:webHidden/>
              </w:rPr>
              <w:fldChar w:fldCharType="begin"/>
            </w:r>
            <w:r>
              <w:rPr>
                <w:noProof/>
                <w:webHidden/>
              </w:rPr>
              <w:instrText xml:space="preserve"> PAGEREF _Toc83048971 \h </w:instrText>
            </w:r>
            <w:r>
              <w:rPr>
                <w:noProof/>
                <w:webHidden/>
              </w:rPr>
            </w:r>
            <w:r>
              <w:rPr>
                <w:noProof/>
                <w:webHidden/>
              </w:rPr>
              <w:fldChar w:fldCharType="separate"/>
            </w:r>
            <w:r>
              <w:rPr>
                <w:noProof/>
                <w:webHidden/>
              </w:rPr>
              <w:t>5</w:t>
            </w:r>
            <w:r>
              <w:rPr>
                <w:noProof/>
                <w:webHidden/>
              </w:rPr>
              <w:fldChar w:fldCharType="end"/>
            </w:r>
          </w:hyperlink>
        </w:p>
        <w:p w14:paraId="5D261E31" w14:textId="77777777" w:rsidR="00FC6A29" w:rsidRDefault="00FC6A29">
          <w:pPr>
            <w:pStyle w:val="Inhopg2"/>
            <w:tabs>
              <w:tab w:val="right" w:leader="dot" w:pos="8296"/>
            </w:tabs>
            <w:rPr>
              <w:noProof/>
            </w:rPr>
          </w:pPr>
          <w:hyperlink w:anchor="_Toc83048972" w:history="1">
            <w:r w:rsidRPr="00A704D4">
              <w:rPr>
                <w:rStyle w:val="Hyperlink"/>
                <w:noProof/>
              </w:rPr>
              <w:t>deelvraag 2</w:t>
            </w:r>
            <w:r>
              <w:rPr>
                <w:noProof/>
                <w:webHidden/>
              </w:rPr>
              <w:tab/>
            </w:r>
            <w:r>
              <w:rPr>
                <w:noProof/>
                <w:webHidden/>
              </w:rPr>
              <w:fldChar w:fldCharType="begin"/>
            </w:r>
            <w:r>
              <w:rPr>
                <w:noProof/>
                <w:webHidden/>
              </w:rPr>
              <w:instrText xml:space="preserve"> PAGEREF _Toc83048972 \h </w:instrText>
            </w:r>
            <w:r>
              <w:rPr>
                <w:noProof/>
                <w:webHidden/>
              </w:rPr>
            </w:r>
            <w:r>
              <w:rPr>
                <w:noProof/>
                <w:webHidden/>
              </w:rPr>
              <w:fldChar w:fldCharType="separate"/>
            </w:r>
            <w:r>
              <w:rPr>
                <w:noProof/>
                <w:webHidden/>
              </w:rPr>
              <w:t>5</w:t>
            </w:r>
            <w:r>
              <w:rPr>
                <w:noProof/>
                <w:webHidden/>
              </w:rPr>
              <w:fldChar w:fldCharType="end"/>
            </w:r>
          </w:hyperlink>
        </w:p>
        <w:p w14:paraId="1A612D12" w14:textId="77777777" w:rsidR="00FC6A29" w:rsidRDefault="00FC6A29">
          <w:pPr>
            <w:pStyle w:val="Inhopg2"/>
            <w:tabs>
              <w:tab w:val="right" w:leader="dot" w:pos="8296"/>
            </w:tabs>
            <w:rPr>
              <w:noProof/>
            </w:rPr>
          </w:pPr>
          <w:hyperlink w:anchor="_Toc83048973" w:history="1">
            <w:r w:rsidRPr="00A704D4">
              <w:rPr>
                <w:rStyle w:val="Hyperlink"/>
                <w:noProof/>
              </w:rPr>
              <w:t>deelvraag 3</w:t>
            </w:r>
            <w:r>
              <w:rPr>
                <w:noProof/>
                <w:webHidden/>
              </w:rPr>
              <w:tab/>
            </w:r>
            <w:r>
              <w:rPr>
                <w:noProof/>
                <w:webHidden/>
              </w:rPr>
              <w:fldChar w:fldCharType="begin"/>
            </w:r>
            <w:r>
              <w:rPr>
                <w:noProof/>
                <w:webHidden/>
              </w:rPr>
              <w:instrText xml:space="preserve"> PAGEREF _Toc83048973 \h </w:instrText>
            </w:r>
            <w:r>
              <w:rPr>
                <w:noProof/>
                <w:webHidden/>
              </w:rPr>
            </w:r>
            <w:r>
              <w:rPr>
                <w:noProof/>
                <w:webHidden/>
              </w:rPr>
              <w:fldChar w:fldCharType="separate"/>
            </w:r>
            <w:r>
              <w:rPr>
                <w:noProof/>
                <w:webHidden/>
              </w:rPr>
              <w:t>6</w:t>
            </w:r>
            <w:r>
              <w:rPr>
                <w:noProof/>
                <w:webHidden/>
              </w:rPr>
              <w:fldChar w:fldCharType="end"/>
            </w:r>
          </w:hyperlink>
        </w:p>
        <w:p w14:paraId="1D0ADB44" w14:textId="77777777" w:rsidR="00FC6A29" w:rsidRDefault="00FC6A29">
          <w:pPr>
            <w:pStyle w:val="Inhopg2"/>
            <w:tabs>
              <w:tab w:val="right" w:leader="dot" w:pos="8296"/>
            </w:tabs>
            <w:rPr>
              <w:noProof/>
            </w:rPr>
          </w:pPr>
          <w:hyperlink w:anchor="_Toc83048974" w:history="1">
            <w:r w:rsidRPr="00A704D4">
              <w:rPr>
                <w:rStyle w:val="Hyperlink"/>
                <w:noProof/>
              </w:rPr>
              <w:t>deelvraag 4</w:t>
            </w:r>
            <w:r>
              <w:rPr>
                <w:noProof/>
                <w:webHidden/>
              </w:rPr>
              <w:tab/>
            </w:r>
            <w:r>
              <w:rPr>
                <w:noProof/>
                <w:webHidden/>
              </w:rPr>
              <w:fldChar w:fldCharType="begin"/>
            </w:r>
            <w:r>
              <w:rPr>
                <w:noProof/>
                <w:webHidden/>
              </w:rPr>
              <w:instrText xml:space="preserve"> PAGEREF _Toc83048974 \h </w:instrText>
            </w:r>
            <w:r>
              <w:rPr>
                <w:noProof/>
                <w:webHidden/>
              </w:rPr>
            </w:r>
            <w:r>
              <w:rPr>
                <w:noProof/>
                <w:webHidden/>
              </w:rPr>
              <w:fldChar w:fldCharType="separate"/>
            </w:r>
            <w:r>
              <w:rPr>
                <w:noProof/>
                <w:webHidden/>
              </w:rPr>
              <w:t>6</w:t>
            </w:r>
            <w:r>
              <w:rPr>
                <w:noProof/>
                <w:webHidden/>
              </w:rPr>
              <w:fldChar w:fldCharType="end"/>
            </w:r>
          </w:hyperlink>
        </w:p>
        <w:p w14:paraId="448A7D5F" w14:textId="77777777" w:rsidR="00FC6A29" w:rsidRDefault="00FC6A29">
          <w:pPr>
            <w:pStyle w:val="Inhopg2"/>
            <w:tabs>
              <w:tab w:val="right" w:leader="dot" w:pos="8296"/>
            </w:tabs>
            <w:rPr>
              <w:noProof/>
            </w:rPr>
          </w:pPr>
          <w:hyperlink w:anchor="_Toc83048975" w:history="1">
            <w:r w:rsidRPr="00A704D4">
              <w:rPr>
                <w:rStyle w:val="Hyperlink"/>
                <w:noProof/>
              </w:rPr>
              <w:t>eigen oplossing voor maatschappelijk probleem</w:t>
            </w:r>
            <w:r>
              <w:rPr>
                <w:noProof/>
                <w:webHidden/>
              </w:rPr>
              <w:tab/>
            </w:r>
            <w:r>
              <w:rPr>
                <w:noProof/>
                <w:webHidden/>
              </w:rPr>
              <w:fldChar w:fldCharType="begin"/>
            </w:r>
            <w:r>
              <w:rPr>
                <w:noProof/>
                <w:webHidden/>
              </w:rPr>
              <w:instrText xml:space="preserve"> PAGEREF _Toc83048975 \h </w:instrText>
            </w:r>
            <w:r>
              <w:rPr>
                <w:noProof/>
                <w:webHidden/>
              </w:rPr>
            </w:r>
            <w:r>
              <w:rPr>
                <w:noProof/>
                <w:webHidden/>
              </w:rPr>
              <w:fldChar w:fldCharType="separate"/>
            </w:r>
            <w:r>
              <w:rPr>
                <w:noProof/>
                <w:webHidden/>
              </w:rPr>
              <w:t>7</w:t>
            </w:r>
            <w:r>
              <w:rPr>
                <w:noProof/>
                <w:webHidden/>
              </w:rPr>
              <w:fldChar w:fldCharType="end"/>
            </w:r>
          </w:hyperlink>
        </w:p>
        <w:p w14:paraId="0FF86BCC" w14:textId="77777777" w:rsidR="00FC6A29" w:rsidRDefault="00FC6A29">
          <w:pPr>
            <w:pStyle w:val="Inhopg2"/>
            <w:tabs>
              <w:tab w:val="right" w:leader="dot" w:pos="8296"/>
            </w:tabs>
            <w:rPr>
              <w:noProof/>
            </w:rPr>
          </w:pPr>
          <w:hyperlink w:anchor="_Toc83048976" w:history="1">
            <w:r w:rsidRPr="00A704D4">
              <w:rPr>
                <w:rStyle w:val="Hyperlink"/>
                <w:noProof/>
              </w:rPr>
              <w:t>Conclusie</w:t>
            </w:r>
            <w:r>
              <w:rPr>
                <w:noProof/>
                <w:webHidden/>
              </w:rPr>
              <w:tab/>
            </w:r>
            <w:r>
              <w:rPr>
                <w:noProof/>
                <w:webHidden/>
              </w:rPr>
              <w:fldChar w:fldCharType="begin"/>
            </w:r>
            <w:r>
              <w:rPr>
                <w:noProof/>
                <w:webHidden/>
              </w:rPr>
              <w:instrText xml:space="preserve"> PAGEREF _Toc83048976 \h </w:instrText>
            </w:r>
            <w:r>
              <w:rPr>
                <w:noProof/>
                <w:webHidden/>
              </w:rPr>
            </w:r>
            <w:r>
              <w:rPr>
                <w:noProof/>
                <w:webHidden/>
              </w:rPr>
              <w:fldChar w:fldCharType="separate"/>
            </w:r>
            <w:r>
              <w:rPr>
                <w:noProof/>
                <w:webHidden/>
              </w:rPr>
              <w:t>7</w:t>
            </w:r>
            <w:r>
              <w:rPr>
                <w:noProof/>
                <w:webHidden/>
              </w:rPr>
              <w:fldChar w:fldCharType="end"/>
            </w:r>
          </w:hyperlink>
        </w:p>
        <w:p w14:paraId="484C331F" w14:textId="77777777" w:rsidR="00FC6A29" w:rsidRDefault="00FC6A29">
          <w:pPr>
            <w:pStyle w:val="Inhopg1"/>
            <w:tabs>
              <w:tab w:val="right" w:leader="dot" w:pos="8296"/>
            </w:tabs>
            <w:rPr>
              <w:rFonts w:eastAsiaTheme="minorEastAsia"/>
              <w:noProof/>
              <w:color w:val="auto"/>
              <w:lang w:eastAsia="nl-NL"/>
            </w:rPr>
          </w:pPr>
          <w:hyperlink w:anchor="_Toc83048977" w:history="1">
            <w:r w:rsidRPr="00A704D4">
              <w:rPr>
                <w:rStyle w:val="Hyperlink"/>
                <w:noProof/>
              </w:rPr>
              <w:t>Literatuurlijst/bronnenlijst</w:t>
            </w:r>
            <w:r>
              <w:rPr>
                <w:noProof/>
                <w:webHidden/>
              </w:rPr>
              <w:tab/>
            </w:r>
            <w:r>
              <w:rPr>
                <w:noProof/>
                <w:webHidden/>
              </w:rPr>
              <w:fldChar w:fldCharType="begin"/>
            </w:r>
            <w:r>
              <w:rPr>
                <w:noProof/>
                <w:webHidden/>
              </w:rPr>
              <w:instrText xml:space="preserve"> PAGEREF _Toc83048977 \h </w:instrText>
            </w:r>
            <w:r>
              <w:rPr>
                <w:noProof/>
                <w:webHidden/>
              </w:rPr>
            </w:r>
            <w:r>
              <w:rPr>
                <w:noProof/>
                <w:webHidden/>
              </w:rPr>
              <w:fldChar w:fldCharType="separate"/>
            </w:r>
            <w:r>
              <w:rPr>
                <w:noProof/>
                <w:webHidden/>
              </w:rPr>
              <w:t>8</w:t>
            </w:r>
            <w:r>
              <w:rPr>
                <w:noProof/>
                <w:webHidden/>
              </w:rPr>
              <w:fldChar w:fldCharType="end"/>
            </w:r>
          </w:hyperlink>
        </w:p>
        <w:p w14:paraId="2E520714" w14:textId="77777777" w:rsidR="00A031E4" w:rsidRDefault="00A031E4">
          <w:r>
            <w:rPr>
              <w:b/>
              <w:bCs/>
            </w:rPr>
            <w:fldChar w:fldCharType="end"/>
          </w:r>
        </w:p>
      </w:sdtContent>
    </w:sdt>
    <w:p w14:paraId="1BE64370" w14:textId="77777777" w:rsidR="00A031E4" w:rsidRDefault="00A031E4" w:rsidP="00C6554A">
      <w:pPr>
        <w:pStyle w:val="Kop1"/>
      </w:pPr>
    </w:p>
    <w:p w14:paraId="6BB5E9DD" w14:textId="77777777" w:rsidR="00A031E4" w:rsidRDefault="00A031E4" w:rsidP="00C6554A">
      <w:pPr>
        <w:pStyle w:val="Kop1"/>
      </w:pPr>
    </w:p>
    <w:p w14:paraId="3CD9BCBF" w14:textId="77777777" w:rsidR="00A031E4" w:rsidRDefault="00A031E4" w:rsidP="00C6554A">
      <w:pPr>
        <w:pStyle w:val="Kop1"/>
      </w:pPr>
    </w:p>
    <w:p w14:paraId="082AAFCD" w14:textId="77777777" w:rsidR="00A031E4" w:rsidRDefault="00A031E4" w:rsidP="00C6554A">
      <w:pPr>
        <w:pStyle w:val="Kop1"/>
      </w:pPr>
    </w:p>
    <w:p w14:paraId="68A6F8BA" w14:textId="77777777" w:rsidR="00A031E4" w:rsidRDefault="00A031E4" w:rsidP="00C6554A">
      <w:pPr>
        <w:pStyle w:val="Kop1"/>
      </w:pPr>
    </w:p>
    <w:p w14:paraId="68A0ECAE" w14:textId="77777777" w:rsidR="00A031E4" w:rsidRDefault="00A031E4" w:rsidP="00C6554A">
      <w:pPr>
        <w:pStyle w:val="Kop1"/>
      </w:pPr>
    </w:p>
    <w:p w14:paraId="00A4CBBF" w14:textId="77777777" w:rsidR="00A031E4" w:rsidRDefault="00A031E4" w:rsidP="00C6554A">
      <w:pPr>
        <w:pStyle w:val="Kop1"/>
      </w:pPr>
    </w:p>
    <w:p w14:paraId="4D290D84" w14:textId="77777777" w:rsidR="00A031E4" w:rsidRDefault="00A031E4" w:rsidP="00C6554A">
      <w:pPr>
        <w:pStyle w:val="Kop1"/>
      </w:pPr>
    </w:p>
    <w:p w14:paraId="3AF86476" w14:textId="77777777" w:rsidR="00A031E4" w:rsidRDefault="00A031E4" w:rsidP="00C6554A">
      <w:pPr>
        <w:pStyle w:val="Kop1"/>
      </w:pPr>
    </w:p>
    <w:p w14:paraId="6632CA32" w14:textId="77777777" w:rsidR="00A031E4" w:rsidRDefault="00A031E4" w:rsidP="00C6554A">
      <w:pPr>
        <w:pStyle w:val="Kop1"/>
      </w:pPr>
    </w:p>
    <w:p w14:paraId="4583DD5F" w14:textId="77777777" w:rsidR="00A031E4" w:rsidRDefault="00A031E4" w:rsidP="00C6554A">
      <w:pPr>
        <w:pStyle w:val="Kop1"/>
      </w:pPr>
    </w:p>
    <w:p w14:paraId="6ED04CFE" w14:textId="77777777" w:rsidR="00A031E4" w:rsidRDefault="00A031E4" w:rsidP="00C6554A">
      <w:pPr>
        <w:pStyle w:val="Kop1"/>
      </w:pPr>
    </w:p>
    <w:p w14:paraId="4826910D" w14:textId="77777777" w:rsidR="00A031E4" w:rsidRDefault="00A031E4" w:rsidP="00C6554A">
      <w:pPr>
        <w:pStyle w:val="Kop1"/>
      </w:pPr>
    </w:p>
    <w:p w14:paraId="0A978567" w14:textId="77777777" w:rsidR="00A031E4" w:rsidRDefault="00A031E4" w:rsidP="00C6554A">
      <w:pPr>
        <w:pStyle w:val="Kop1"/>
      </w:pPr>
    </w:p>
    <w:p w14:paraId="71E5868C" w14:textId="77777777" w:rsidR="00A031E4" w:rsidRDefault="00A031E4" w:rsidP="00C6554A">
      <w:pPr>
        <w:pStyle w:val="Kop1"/>
      </w:pPr>
    </w:p>
    <w:p w14:paraId="0D67A9AA" w14:textId="77777777" w:rsidR="00A031E4" w:rsidRDefault="00A031E4" w:rsidP="00C6554A">
      <w:pPr>
        <w:pStyle w:val="Kop1"/>
      </w:pPr>
    </w:p>
    <w:p w14:paraId="5CE49B86" w14:textId="77777777" w:rsidR="00A031E4" w:rsidRDefault="00A031E4" w:rsidP="00C6554A">
      <w:pPr>
        <w:pStyle w:val="Kop1"/>
      </w:pPr>
    </w:p>
    <w:p w14:paraId="492F496F" w14:textId="77777777" w:rsidR="00A031E4" w:rsidRDefault="00A031E4" w:rsidP="00C6554A">
      <w:pPr>
        <w:pStyle w:val="Kop1"/>
      </w:pPr>
    </w:p>
    <w:p w14:paraId="3620F46D" w14:textId="77777777" w:rsidR="00A031E4" w:rsidRDefault="00A031E4" w:rsidP="00C6554A">
      <w:pPr>
        <w:pStyle w:val="Kop1"/>
      </w:pPr>
    </w:p>
    <w:p w14:paraId="294DCFEB" w14:textId="77777777" w:rsidR="00A031E4" w:rsidRDefault="00A031E4" w:rsidP="00C6554A">
      <w:pPr>
        <w:pStyle w:val="Kop1"/>
      </w:pPr>
    </w:p>
    <w:p w14:paraId="292E2770" w14:textId="77777777" w:rsidR="00A031E4" w:rsidRDefault="00A031E4" w:rsidP="00C6554A">
      <w:pPr>
        <w:pStyle w:val="Kop1"/>
      </w:pPr>
    </w:p>
    <w:p w14:paraId="6AABCEF3" w14:textId="77777777" w:rsidR="00A031E4" w:rsidRDefault="00A031E4" w:rsidP="00C6554A">
      <w:pPr>
        <w:pStyle w:val="Kop1"/>
      </w:pPr>
    </w:p>
    <w:p w14:paraId="5C2F2342" w14:textId="77777777" w:rsidR="00A031E4" w:rsidRDefault="00A031E4" w:rsidP="00C6554A">
      <w:pPr>
        <w:pStyle w:val="Kop1"/>
      </w:pPr>
    </w:p>
    <w:p w14:paraId="176872CC" w14:textId="77777777" w:rsidR="00A031E4" w:rsidRDefault="00A031E4" w:rsidP="00C6554A">
      <w:pPr>
        <w:pStyle w:val="Kop1"/>
      </w:pPr>
    </w:p>
    <w:p w14:paraId="1D08AB18" w14:textId="77777777" w:rsidR="00A031E4" w:rsidRDefault="00A031E4" w:rsidP="00C6554A">
      <w:pPr>
        <w:pStyle w:val="Kop1"/>
      </w:pPr>
    </w:p>
    <w:p w14:paraId="709866EC" w14:textId="77777777" w:rsidR="00A031E4" w:rsidRDefault="00A031E4" w:rsidP="00C6554A">
      <w:pPr>
        <w:pStyle w:val="Kop1"/>
      </w:pPr>
    </w:p>
    <w:p w14:paraId="21B15636" w14:textId="77777777" w:rsidR="00A031E4" w:rsidRDefault="00A031E4" w:rsidP="00C6554A">
      <w:pPr>
        <w:pStyle w:val="Kop1"/>
      </w:pPr>
    </w:p>
    <w:p w14:paraId="2B450D71" w14:textId="77777777" w:rsidR="00A031E4" w:rsidRDefault="00A031E4" w:rsidP="00C6554A">
      <w:pPr>
        <w:pStyle w:val="Kop1"/>
      </w:pPr>
    </w:p>
    <w:p w14:paraId="132167E5" w14:textId="77777777" w:rsidR="00A031E4" w:rsidRDefault="00A031E4" w:rsidP="00C6554A">
      <w:pPr>
        <w:pStyle w:val="Kop1"/>
      </w:pPr>
    </w:p>
    <w:p w14:paraId="039B6661" w14:textId="77777777" w:rsidR="00A031E4" w:rsidRDefault="00A031E4" w:rsidP="00C6554A">
      <w:pPr>
        <w:pStyle w:val="Kop1"/>
      </w:pPr>
    </w:p>
    <w:p w14:paraId="7BB354D3" w14:textId="77777777" w:rsidR="00A031E4" w:rsidRDefault="00A031E4" w:rsidP="00C6554A">
      <w:pPr>
        <w:pStyle w:val="Kop1"/>
      </w:pPr>
    </w:p>
    <w:p w14:paraId="29CA2EB2" w14:textId="77777777" w:rsidR="00C6554A" w:rsidRDefault="00A031E4" w:rsidP="00C6554A">
      <w:pPr>
        <w:pStyle w:val="Kop1"/>
      </w:pPr>
      <w:bookmarkStart w:id="1" w:name="_Toc83048969"/>
      <w:r>
        <w:lastRenderedPageBreak/>
        <w:t>Inleiding</w:t>
      </w:r>
      <w:bookmarkEnd w:id="1"/>
    </w:p>
    <w:p w14:paraId="4C6E28DF" w14:textId="77777777" w:rsidR="00C6554A" w:rsidRDefault="00A031E4" w:rsidP="00C6554A">
      <w:pPr>
        <w:pStyle w:val="Lijstopsomteken"/>
        <w:numPr>
          <w:ilvl w:val="0"/>
          <w:numId w:val="1"/>
        </w:numPr>
      </w:pPr>
      <w:r>
        <w:t>Waarom hebben jullie voor het onderwerp gekozen?</w:t>
      </w:r>
    </w:p>
    <w:p w14:paraId="3922D46B" w14:textId="77777777" w:rsidR="00A031E4" w:rsidRDefault="00A031E4" w:rsidP="00C6554A">
      <w:pPr>
        <w:pStyle w:val="Lijstopsomteken"/>
        <w:numPr>
          <w:ilvl w:val="0"/>
          <w:numId w:val="1"/>
        </w:numPr>
      </w:pPr>
      <w:r>
        <w:t>Geef een algemene introductie/informatie over jullie onderwerp</w:t>
      </w:r>
    </w:p>
    <w:p w14:paraId="083BEBCF" w14:textId="77777777" w:rsidR="00A031E4" w:rsidRPr="00514122" w:rsidRDefault="00A031E4" w:rsidP="00C6554A">
      <w:pPr>
        <w:pStyle w:val="Lijstopsomteken"/>
        <w:numPr>
          <w:ilvl w:val="0"/>
          <w:numId w:val="1"/>
        </w:numPr>
      </w:pPr>
      <w:r>
        <w:t xml:space="preserve">Vertel dat je voor het vak maatschappijkunde onderzoek gaat doen naar een maatschappelijk probleem (reden waarom je </w:t>
      </w:r>
      <w:proofErr w:type="spellStart"/>
      <w:r>
        <w:t>uberhaupt</w:t>
      </w:r>
      <w:proofErr w:type="spellEnd"/>
      <w:r>
        <w:t xml:space="preserve"> een verslag schrijft)</w:t>
      </w:r>
    </w:p>
    <w:p w14:paraId="7DD21CFE" w14:textId="77777777" w:rsidR="002C74C0" w:rsidRDefault="00FC6A29"/>
    <w:p w14:paraId="00AF3057" w14:textId="77777777" w:rsidR="00A031E4" w:rsidRDefault="00A031E4"/>
    <w:p w14:paraId="5BDE3B04" w14:textId="77777777" w:rsidR="00A031E4" w:rsidRDefault="00A031E4"/>
    <w:p w14:paraId="778AF83F" w14:textId="77777777" w:rsidR="00A031E4" w:rsidRDefault="00A031E4"/>
    <w:p w14:paraId="29626E7E" w14:textId="77777777" w:rsidR="00A031E4" w:rsidRDefault="00A031E4"/>
    <w:p w14:paraId="403596F0" w14:textId="77777777" w:rsidR="00A031E4" w:rsidRDefault="00A031E4"/>
    <w:p w14:paraId="62EC53BF" w14:textId="77777777" w:rsidR="00A031E4" w:rsidRDefault="00A031E4"/>
    <w:p w14:paraId="1F55A912" w14:textId="77777777" w:rsidR="00A031E4" w:rsidRDefault="00A031E4"/>
    <w:p w14:paraId="3443D37C" w14:textId="77777777" w:rsidR="00A031E4" w:rsidRDefault="00A031E4"/>
    <w:p w14:paraId="2914FB83" w14:textId="77777777" w:rsidR="00A031E4" w:rsidRDefault="00A031E4"/>
    <w:p w14:paraId="2501A4A9" w14:textId="77777777" w:rsidR="00A031E4" w:rsidRDefault="00A031E4"/>
    <w:p w14:paraId="4B16B997" w14:textId="77777777" w:rsidR="00A031E4" w:rsidRDefault="00A031E4"/>
    <w:p w14:paraId="41DAB9A9" w14:textId="77777777" w:rsidR="00A031E4" w:rsidRDefault="00A031E4"/>
    <w:p w14:paraId="7F116022" w14:textId="77777777" w:rsidR="00A031E4" w:rsidRDefault="00A031E4"/>
    <w:p w14:paraId="58A1ED17" w14:textId="77777777" w:rsidR="00A031E4" w:rsidRDefault="00A031E4"/>
    <w:p w14:paraId="57116532" w14:textId="77777777" w:rsidR="00A031E4" w:rsidRDefault="00A031E4"/>
    <w:p w14:paraId="516400D6" w14:textId="77777777" w:rsidR="00A031E4" w:rsidRDefault="00A031E4"/>
    <w:p w14:paraId="0480EB23" w14:textId="77777777" w:rsidR="00A031E4" w:rsidRDefault="00A031E4"/>
    <w:p w14:paraId="60C94593" w14:textId="77777777" w:rsidR="00A031E4" w:rsidRDefault="00A031E4"/>
    <w:p w14:paraId="247F0A85" w14:textId="77777777" w:rsidR="00A031E4" w:rsidRDefault="00A031E4"/>
    <w:p w14:paraId="38C35C4B" w14:textId="77777777" w:rsidR="00A031E4" w:rsidRDefault="00A031E4"/>
    <w:p w14:paraId="39B88A21" w14:textId="77777777" w:rsidR="00A031E4" w:rsidRDefault="00A031E4"/>
    <w:p w14:paraId="7797E881" w14:textId="77777777" w:rsidR="00A031E4" w:rsidRDefault="00A031E4"/>
    <w:p w14:paraId="19BF98DF" w14:textId="77777777" w:rsidR="00A031E4" w:rsidRDefault="00A031E4" w:rsidP="00A031E4">
      <w:pPr>
        <w:pStyle w:val="Kop1"/>
      </w:pPr>
      <w:bookmarkStart w:id="2" w:name="_Toc83048970"/>
      <w:r>
        <w:t>Hoofdvraag:</w:t>
      </w:r>
      <w:bookmarkEnd w:id="2"/>
    </w:p>
    <w:p w14:paraId="66586E2A" w14:textId="77777777" w:rsidR="00A031E4" w:rsidRDefault="00A031E4" w:rsidP="00A031E4"/>
    <w:p w14:paraId="69872236" w14:textId="77777777" w:rsidR="00A031E4" w:rsidRDefault="00A031E4" w:rsidP="00A031E4">
      <w:r>
        <w:t xml:space="preserve">Hier benoem je wat je hoofdvraag is en hoe je deze wilt gaan beantwoorden </w:t>
      </w:r>
      <w:r>
        <w:sym w:font="Wingdings" w:char="F0E0"/>
      </w:r>
      <w:r>
        <w:t xml:space="preserve"> dus hoe jij onderzoek gaat doen om bij het antwoord te komen. Welke stappen ga je nemen?</w:t>
      </w:r>
    </w:p>
    <w:p w14:paraId="00387379" w14:textId="77777777" w:rsidR="00A031E4" w:rsidRDefault="00A031E4" w:rsidP="00A031E4">
      <w:r>
        <w:t>Zeg dat je gaat beantwoorden door bijvoorbeeld eerst antwoord te gaan zoeken op de deelvragen en dat je literatuuronderzoek gaat doen (dus veel teksten gaat lezen).</w:t>
      </w:r>
    </w:p>
    <w:p w14:paraId="10B2941E" w14:textId="77777777" w:rsidR="00A031E4" w:rsidRDefault="00A031E4" w:rsidP="00A031E4">
      <w:r>
        <w:t>Vertel mij even kort hoe het verslag in elkaar zit, wat kan ik verwachten qua opbouw.</w:t>
      </w:r>
    </w:p>
    <w:p w14:paraId="2DE90E5B" w14:textId="77777777" w:rsidR="00A031E4" w:rsidRDefault="00A031E4" w:rsidP="00A031E4"/>
    <w:p w14:paraId="60D87787" w14:textId="77777777" w:rsidR="00A031E4" w:rsidRDefault="00A031E4" w:rsidP="00A031E4"/>
    <w:p w14:paraId="6B6E6A7B" w14:textId="77777777" w:rsidR="00A031E4" w:rsidRDefault="00A031E4" w:rsidP="00A031E4"/>
    <w:p w14:paraId="05F7D4DE" w14:textId="77777777" w:rsidR="00A031E4" w:rsidRDefault="00A031E4" w:rsidP="00A031E4"/>
    <w:p w14:paraId="0FADF695" w14:textId="77777777" w:rsidR="00A031E4" w:rsidRDefault="00A031E4" w:rsidP="00A031E4"/>
    <w:p w14:paraId="1FD972DF" w14:textId="77777777" w:rsidR="00A031E4" w:rsidRDefault="00A031E4" w:rsidP="00A031E4"/>
    <w:p w14:paraId="74188616" w14:textId="77777777" w:rsidR="00A031E4" w:rsidRDefault="00A031E4" w:rsidP="00A031E4"/>
    <w:p w14:paraId="6BDCF938" w14:textId="77777777" w:rsidR="00A031E4" w:rsidRDefault="00A031E4" w:rsidP="00A031E4"/>
    <w:p w14:paraId="1751C3AB" w14:textId="77777777" w:rsidR="00A031E4" w:rsidRDefault="00A031E4" w:rsidP="00A031E4"/>
    <w:p w14:paraId="36CC475F" w14:textId="77777777" w:rsidR="00A031E4" w:rsidRDefault="00A031E4" w:rsidP="00A031E4"/>
    <w:p w14:paraId="55DACF97" w14:textId="77777777" w:rsidR="00A031E4" w:rsidRDefault="00A031E4" w:rsidP="00A031E4"/>
    <w:p w14:paraId="465ACA04" w14:textId="77777777" w:rsidR="00A031E4" w:rsidRDefault="00A031E4" w:rsidP="00A031E4"/>
    <w:p w14:paraId="2404E674" w14:textId="77777777" w:rsidR="00A031E4" w:rsidRDefault="00A031E4" w:rsidP="00A031E4"/>
    <w:p w14:paraId="6B09B24D" w14:textId="77777777" w:rsidR="00A031E4" w:rsidRDefault="00A031E4" w:rsidP="00A031E4"/>
    <w:p w14:paraId="6E0A1CB8" w14:textId="77777777" w:rsidR="00A031E4" w:rsidRDefault="00A031E4" w:rsidP="00A031E4"/>
    <w:p w14:paraId="14FCBCA7" w14:textId="77777777" w:rsidR="00A031E4" w:rsidRDefault="00A031E4" w:rsidP="00A031E4"/>
    <w:p w14:paraId="3EDE053F" w14:textId="77777777" w:rsidR="00A031E4" w:rsidRDefault="00A031E4" w:rsidP="00A031E4"/>
    <w:p w14:paraId="667C0CAA" w14:textId="77777777" w:rsidR="00A031E4" w:rsidRDefault="00A031E4" w:rsidP="00A031E4"/>
    <w:p w14:paraId="3FFEBA3D" w14:textId="77777777" w:rsidR="00A031E4" w:rsidRDefault="00A031E4" w:rsidP="00A031E4"/>
    <w:p w14:paraId="2A3B7FE4" w14:textId="77777777" w:rsidR="00A031E4" w:rsidRDefault="00A031E4" w:rsidP="00A031E4"/>
    <w:p w14:paraId="47A61D7A" w14:textId="77777777" w:rsidR="00A031E4" w:rsidRDefault="00A031E4" w:rsidP="00A031E4"/>
    <w:p w14:paraId="4AC5AE62" w14:textId="77777777" w:rsidR="00A031E4" w:rsidRDefault="00A031E4" w:rsidP="00A031E4">
      <w:pPr>
        <w:pStyle w:val="Kop2"/>
      </w:pPr>
      <w:bookmarkStart w:id="3" w:name="_Toc83048971"/>
      <w:r>
        <w:t>Deelvraag 1</w:t>
      </w:r>
      <w:bookmarkEnd w:id="3"/>
    </w:p>
    <w:p w14:paraId="1CBFB002" w14:textId="77777777" w:rsidR="00A031E4" w:rsidRDefault="00A031E4" w:rsidP="00A031E4">
      <w:r>
        <w:t>Beantwoord hier je deelvraag</w:t>
      </w:r>
    </w:p>
    <w:p w14:paraId="00CFFE5E" w14:textId="77777777" w:rsidR="00A031E4" w:rsidRDefault="00A031E4" w:rsidP="00A031E4"/>
    <w:p w14:paraId="465E141F" w14:textId="77777777" w:rsidR="00A031E4" w:rsidRDefault="00A031E4" w:rsidP="00A031E4"/>
    <w:p w14:paraId="2236B70A" w14:textId="77777777" w:rsidR="00A031E4" w:rsidRDefault="00A031E4" w:rsidP="00A031E4"/>
    <w:p w14:paraId="2818CE68" w14:textId="77777777" w:rsidR="00A031E4" w:rsidRDefault="00A031E4" w:rsidP="00A031E4"/>
    <w:p w14:paraId="5AB3221A" w14:textId="77777777" w:rsidR="00A031E4" w:rsidRDefault="00A031E4" w:rsidP="00A031E4"/>
    <w:p w14:paraId="253033BC" w14:textId="77777777" w:rsidR="00A031E4" w:rsidRDefault="00A031E4" w:rsidP="00A031E4"/>
    <w:p w14:paraId="453D898A" w14:textId="77777777" w:rsidR="00A031E4" w:rsidRDefault="00A031E4" w:rsidP="00A031E4"/>
    <w:p w14:paraId="64D24F98" w14:textId="77777777" w:rsidR="00A031E4" w:rsidRDefault="00A031E4" w:rsidP="00A031E4"/>
    <w:p w14:paraId="7344599A" w14:textId="77777777" w:rsidR="00A031E4" w:rsidRDefault="00A031E4" w:rsidP="00A031E4"/>
    <w:p w14:paraId="202E4B8E" w14:textId="77777777" w:rsidR="00A031E4" w:rsidRDefault="00A031E4" w:rsidP="00A031E4"/>
    <w:p w14:paraId="2B153B90" w14:textId="77777777" w:rsidR="00A031E4" w:rsidRDefault="00A031E4" w:rsidP="00A031E4">
      <w:pPr>
        <w:pStyle w:val="Kop2"/>
      </w:pPr>
      <w:bookmarkStart w:id="4" w:name="_Toc83048972"/>
      <w:r>
        <w:t>deelvraag 2</w:t>
      </w:r>
      <w:bookmarkEnd w:id="4"/>
    </w:p>
    <w:p w14:paraId="689AC6E5" w14:textId="77777777" w:rsidR="00A031E4" w:rsidRDefault="00A031E4" w:rsidP="00A031E4">
      <w:r>
        <w:t>Beantwoord hier je deelvraag</w:t>
      </w:r>
    </w:p>
    <w:p w14:paraId="14CD3941" w14:textId="77777777" w:rsidR="00A031E4" w:rsidRDefault="00A031E4" w:rsidP="00A031E4"/>
    <w:p w14:paraId="201A21F8" w14:textId="77777777" w:rsidR="00A031E4" w:rsidRDefault="00A031E4" w:rsidP="00A031E4"/>
    <w:p w14:paraId="2595F924" w14:textId="77777777" w:rsidR="00A031E4" w:rsidRDefault="00A031E4" w:rsidP="00A031E4"/>
    <w:p w14:paraId="0583AFF3" w14:textId="77777777" w:rsidR="00A031E4" w:rsidRDefault="00A031E4" w:rsidP="00A031E4"/>
    <w:p w14:paraId="2801B6E6" w14:textId="77777777" w:rsidR="00A031E4" w:rsidRDefault="00A031E4" w:rsidP="00A031E4"/>
    <w:p w14:paraId="64D2632E" w14:textId="77777777" w:rsidR="00A031E4" w:rsidRDefault="00A031E4" w:rsidP="00A031E4"/>
    <w:p w14:paraId="7633BC71" w14:textId="77777777" w:rsidR="00A031E4" w:rsidRDefault="00A031E4" w:rsidP="00A031E4"/>
    <w:p w14:paraId="39D127FF" w14:textId="77777777" w:rsidR="00A031E4" w:rsidRDefault="00A031E4" w:rsidP="00A031E4"/>
    <w:p w14:paraId="27F83FAC" w14:textId="77777777" w:rsidR="00A031E4" w:rsidRDefault="00A031E4" w:rsidP="00A031E4"/>
    <w:p w14:paraId="79AF81BF" w14:textId="77777777" w:rsidR="00A031E4" w:rsidRDefault="00A031E4" w:rsidP="00A031E4"/>
    <w:p w14:paraId="5D117B8A" w14:textId="77777777" w:rsidR="00A031E4" w:rsidRDefault="00A031E4" w:rsidP="00A031E4"/>
    <w:p w14:paraId="02BD406B" w14:textId="77777777" w:rsidR="00A031E4" w:rsidRDefault="00A031E4" w:rsidP="00A031E4"/>
    <w:p w14:paraId="315CEFD6" w14:textId="77777777" w:rsidR="00A031E4" w:rsidRDefault="00A031E4" w:rsidP="00A031E4"/>
    <w:p w14:paraId="5569A99A" w14:textId="77777777" w:rsidR="00A031E4" w:rsidRDefault="00A031E4" w:rsidP="00A031E4"/>
    <w:p w14:paraId="519C6704" w14:textId="77777777" w:rsidR="00A031E4" w:rsidRDefault="00A031E4" w:rsidP="00A031E4">
      <w:pPr>
        <w:pStyle w:val="Kop2"/>
      </w:pPr>
      <w:bookmarkStart w:id="5" w:name="_Toc83048973"/>
      <w:r>
        <w:t>deelvraag 3</w:t>
      </w:r>
      <w:bookmarkEnd w:id="5"/>
    </w:p>
    <w:p w14:paraId="7828D7C5" w14:textId="77777777" w:rsidR="00A031E4" w:rsidRDefault="00A031E4" w:rsidP="00A031E4">
      <w:r>
        <w:t>Beantwoord hier je deelvraag</w:t>
      </w:r>
    </w:p>
    <w:p w14:paraId="51EAA02B" w14:textId="77777777" w:rsidR="00A031E4" w:rsidRDefault="00A031E4" w:rsidP="00A031E4"/>
    <w:p w14:paraId="310F7859" w14:textId="77777777" w:rsidR="00A031E4" w:rsidRDefault="00A031E4" w:rsidP="00A031E4"/>
    <w:p w14:paraId="3988C94C" w14:textId="77777777" w:rsidR="00A031E4" w:rsidRDefault="00A031E4" w:rsidP="00A031E4"/>
    <w:p w14:paraId="4F9F2FB7" w14:textId="77777777" w:rsidR="00A031E4" w:rsidRDefault="00A031E4" w:rsidP="00A031E4"/>
    <w:p w14:paraId="28F667C8" w14:textId="77777777" w:rsidR="00A031E4" w:rsidRDefault="00A031E4" w:rsidP="00A031E4"/>
    <w:p w14:paraId="0FF83781" w14:textId="77777777" w:rsidR="00A031E4" w:rsidRDefault="00A031E4" w:rsidP="00A031E4"/>
    <w:p w14:paraId="40760D28" w14:textId="77777777" w:rsidR="00A031E4" w:rsidRDefault="00A031E4" w:rsidP="00A031E4"/>
    <w:p w14:paraId="0BE38157" w14:textId="77777777" w:rsidR="00A031E4" w:rsidRDefault="00A031E4" w:rsidP="00A031E4"/>
    <w:p w14:paraId="31E596DC" w14:textId="77777777" w:rsidR="00A031E4" w:rsidRDefault="00A031E4" w:rsidP="00A031E4"/>
    <w:p w14:paraId="4FD94EDC" w14:textId="77777777" w:rsidR="00A031E4" w:rsidRDefault="00A031E4" w:rsidP="00A031E4"/>
    <w:p w14:paraId="5EB33F10" w14:textId="77777777" w:rsidR="00A031E4" w:rsidRDefault="00A031E4" w:rsidP="00A031E4"/>
    <w:p w14:paraId="1D872D4B" w14:textId="77777777" w:rsidR="00A031E4" w:rsidRDefault="00A031E4" w:rsidP="00A031E4"/>
    <w:p w14:paraId="65E15FF9" w14:textId="77777777" w:rsidR="00A031E4" w:rsidRDefault="00A031E4" w:rsidP="00A031E4">
      <w:pPr>
        <w:pStyle w:val="Kop2"/>
      </w:pPr>
      <w:bookmarkStart w:id="6" w:name="_Toc83048974"/>
      <w:r>
        <w:t>deelvraag 4</w:t>
      </w:r>
      <w:bookmarkEnd w:id="6"/>
    </w:p>
    <w:p w14:paraId="122BC979" w14:textId="77777777" w:rsidR="00A031E4" w:rsidRDefault="00A031E4" w:rsidP="00A031E4">
      <w:r>
        <w:t>Beantwoord hier je deelvraag</w:t>
      </w:r>
    </w:p>
    <w:p w14:paraId="34DCDDA8" w14:textId="77777777" w:rsidR="00A031E4" w:rsidRDefault="00A031E4" w:rsidP="00A031E4"/>
    <w:p w14:paraId="18304070" w14:textId="77777777" w:rsidR="00A031E4" w:rsidRDefault="00A031E4" w:rsidP="00A031E4"/>
    <w:p w14:paraId="0E24CA54" w14:textId="77777777" w:rsidR="00A031E4" w:rsidRDefault="00A031E4" w:rsidP="00A031E4"/>
    <w:p w14:paraId="3472B07D" w14:textId="77777777" w:rsidR="00A031E4" w:rsidRDefault="00A031E4" w:rsidP="00A031E4"/>
    <w:p w14:paraId="2EE97930" w14:textId="77777777" w:rsidR="00A031E4" w:rsidRDefault="00A031E4" w:rsidP="00A031E4"/>
    <w:p w14:paraId="4DDAEEBE" w14:textId="77777777" w:rsidR="00A031E4" w:rsidRDefault="00A031E4" w:rsidP="00A031E4"/>
    <w:p w14:paraId="6305D3BA" w14:textId="77777777" w:rsidR="00A031E4" w:rsidRDefault="00A031E4" w:rsidP="00A031E4"/>
    <w:p w14:paraId="71986534" w14:textId="77777777" w:rsidR="00A031E4" w:rsidRDefault="00A031E4" w:rsidP="00A031E4"/>
    <w:p w14:paraId="7E6F6589" w14:textId="77777777" w:rsidR="00A031E4" w:rsidRDefault="00A031E4" w:rsidP="00A031E4"/>
    <w:p w14:paraId="12973D78" w14:textId="77777777" w:rsidR="00A031E4" w:rsidRDefault="00A031E4" w:rsidP="00A031E4"/>
    <w:p w14:paraId="4F1DF272" w14:textId="77777777" w:rsidR="00A031E4" w:rsidRDefault="00A031E4" w:rsidP="00A031E4"/>
    <w:p w14:paraId="4AEACEB0" w14:textId="77777777" w:rsidR="00A031E4" w:rsidRDefault="00A031E4" w:rsidP="00A031E4"/>
    <w:p w14:paraId="2D081686" w14:textId="77777777" w:rsidR="00A031E4" w:rsidRDefault="00A031E4" w:rsidP="00A031E4">
      <w:pPr>
        <w:pStyle w:val="Kop2"/>
      </w:pPr>
      <w:bookmarkStart w:id="7" w:name="_Toc83048975"/>
      <w:r>
        <w:t>eigen oplossing voor maatschappelijk probleem</w:t>
      </w:r>
      <w:bookmarkEnd w:id="7"/>
    </w:p>
    <w:p w14:paraId="2A54CB54" w14:textId="77777777" w:rsidR="00A031E4" w:rsidRDefault="00A031E4" w:rsidP="00A031E4"/>
    <w:p w14:paraId="12091548" w14:textId="77777777" w:rsidR="00A031E4" w:rsidRDefault="00A031E4" w:rsidP="00A031E4">
      <w:r>
        <w:t>Je heb je nu zo goed ingelezen in je probleem dat jij ook een mening/gedachte hebt over hoe we dit het beste kunnen oplossen/aanpakken.</w:t>
      </w:r>
    </w:p>
    <w:p w14:paraId="018234BD" w14:textId="77777777" w:rsidR="00A031E4" w:rsidRDefault="00A031E4" w:rsidP="00A031E4">
      <w:r>
        <w:t xml:space="preserve">Die ga je hier uitgebreid beschrijven, hoe moeten we dat doen? Wie heb je erbij nodig? Wat (materiaal) heb je erbij nodig? Etc. etc. </w:t>
      </w:r>
    </w:p>
    <w:p w14:paraId="7B2DF85E" w14:textId="77777777" w:rsidR="00A031E4" w:rsidRDefault="00A031E4" w:rsidP="00A031E4"/>
    <w:p w14:paraId="2D9E39D1" w14:textId="77777777" w:rsidR="00A031E4" w:rsidRDefault="00A031E4" w:rsidP="00A031E4"/>
    <w:p w14:paraId="2A1CDC1F" w14:textId="77777777" w:rsidR="00A031E4" w:rsidRDefault="00A031E4" w:rsidP="00A031E4"/>
    <w:p w14:paraId="303558E5" w14:textId="77777777" w:rsidR="00A031E4" w:rsidRDefault="00A031E4" w:rsidP="00A031E4"/>
    <w:p w14:paraId="09A0158C" w14:textId="77777777" w:rsidR="00A031E4" w:rsidRDefault="00A031E4" w:rsidP="00A031E4"/>
    <w:p w14:paraId="5D6752DB" w14:textId="77777777" w:rsidR="00A031E4" w:rsidRDefault="00A031E4" w:rsidP="00A031E4"/>
    <w:p w14:paraId="5FE281D6" w14:textId="77777777" w:rsidR="00A031E4" w:rsidRDefault="00A031E4" w:rsidP="00A031E4"/>
    <w:p w14:paraId="0F9BC643" w14:textId="77777777" w:rsidR="00A031E4" w:rsidRDefault="00A031E4" w:rsidP="00A031E4"/>
    <w:p w14:paraId="6611B1CF" w14:textId="77777777" w:rsidR="00A031E4" w:rsidRDefault="00A031E4" w:rsidP="00A031E4"/>
    <w:p w14:paraId="4FDF3840" w14:textId="77777777" w:rsidR="00A031E4" w:rsidRDefault="00A031E4" w:rsidP="00A031E4"/>
    <w:p w14:paraId="417DD83A" w14:textId="77777777" w:rsidR="00A031E4" w:rsidRDefault="00A031E4" w:rsidP="00A031E4">
      <w:pPr>
        <w:pStyle w:val="Kop2"/>
      </w:pPr>
      <w:bookmarkStart w:id="8" w:name="_Toc83048976"/>
      <w:r>
        <w:t>Conclusie</w:t>
      </w:r>
      <w:bookmarkEnd w:id="8"/>
    </w:p>
    <w:p w14:paraId="13DCEEE8" w14:textId="77777777" w:rsidR="00A031E4" w:rsidRDefault="00A031E4" w:rsidP="00A031E4">
      <w:r>
        <w:t xml:space="preserve">Vertel mij wat jij hebt geleerd tijdens het maken van dit verslag. Doe dit niet in 2 zinnen maar even uitgebreid. Wat wist je nog niet? Waar ben je tegen aan gelopen? Wat vond je moeilijk? Hoe denk jij nu over maatschappelijke problemen? Zijn het problemen wat eigenlijk wel gewoon makkelijk is op te lossen? </w:t>
      </w:r>
    </w:p>
    <w:p w14:paraId="1DC5F8D9" w14:textId="77777777" w:rsidR="00A031E4" w:rsidRDefault="00A031E4" w:rsidP="00A031E4">
      <w:r>
        <w:t>Waar ben je trots op?</w:t>
      </w:r>
    </w:p>
    <w:p w14:paraId="4EE86A02" w14:textId="77777777" w:rsidR="00A031E4" w:rsidRDefault="00A031E4" w:rsidP="00A031E4"/>
    <w:p w14:paraId="4537AC03" w14:textId="77777777" w:rsidR="00A031E4" w:rsidRDefault="00A031E4" w:rsidP="00A031E4"/>
    <w:p w14:paraId="03CECE67" w14:textId="77777777" w:rsidR="00A031E4" w:rsidRDefault="00A031E4" w:rsidP="00A031E4"/>
    <w:p w14:paraId="2FD0FAB1" w14:textId="77777777" w:rsidR="00A031E4" w:rsidRDefault="00A031E4" w:rsidP="00A031E4"/>
    <w:p w14:paraId="7F2E37C2" w14:textId="77777777" w:rsidR="00A031E4" w:rsidRDefault="00A031E4" w:rsidP="00A031E4"/>
    <w:p w14:paraId="2B1DF70D" w14:textId="77777777" w:rsidR="00A031E4" w:rsidRDefault="00A031E4" w:rsidP="00A031E4"/>
    <w:p w14:paraId="379B8504" w14:textId="77777777" w:rsidR="00A031E4" w:rsidRDefault="00A031E4" w:rsidP="00A031E4"/>
    <w:p w14:paraId="644AB561" w14:textId="77777777" w:rsidR="00A031E4" w:rsidRDefault="00A031E4" w:rsidP="00A031E4"/>
    <w:p w14:paraId="211D3CA8" w14:textId="77777777" w:rsidR="00A031E4" w:rsidRDefault="00A031E4" w:rsidP="00A031E4">
      <w:pPr>
        <w:pStyle w:val="Kop1"/>
      </w:pPr>
      <w:bookmarkStart w:id="9" w:name="_Toc83048977"/>
      <w:r>
        <w:t>Literatuurlijst/bronnenlijst</w:t>
      </w:r>
      <w:bookmarkEnd w:id="9"/>
    </w:p>
    <w:p w14:paraId="79ACBA84" w14:textId="77777777" w:rsidR="00A031E4" w:rsidRPr="00A031E4" w:rsidRDefault="00A031E4" w:rsidP="00A031E4">
      <w:r>
        <w:t>Hier zet je alle internetpagina’s die je hebt gebruikt voor je verslag</w:t>
      </w:r>
      <w:r w:rsidR="00FC6A29">
        <w:t>.</w:t>
      </w:r>
    </w:p>
    <w:sectPr w:rsidR="00A031E4" w:rsidRPr="00A031E4" w:rsidSect="0089714F">
      <w:footerReference w:type="default" r:id="rId11"/>
      <w:pgSz w:w="11906" w:h="16838" w:code="9"/>
      <w:pgMar w:top="1728"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F759B" w14:textId="77777777" w:rsidR="00A031E4" w:rsidRDefault="00A031E4" w:rsidP="00C6554A">
      <w:pPr>
        <w:spacing w:before="0" w:after="0" w:line="240" w:lineRule="auto"/>
      </w:pPr>
      <w:r>
        <w:separator/>
      </w:r>
    </w:p>
  </w:endnote>
  <w:endnote w:type="continuationSeparator" w:id="0">
    <w:p w14:paraId="7E43E4BB" w14:textId="77777777" w:rsidR="00A031E4" w:rsidRDefault="00A031E4" w:rsidP="00C655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TXinwei">
    <w:altName w:val="华文新魏"/>
    <w:panose1 w:val="00000000000000000000"/>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A3502" w14:textId="77777777" w:rsidR="002163EE" w:rsidRDefault="00ED7C44">
    <w:pPr>
      <w:pStyle w:val="Voettekst"/>
    </w:pPr>
    <w:r>
      <w:rPr>
        <w:lang w:bidi="nl-NL"/>
      </w:rPr>
      <w:t xml:space="preserve">Pagina </w:t>
    </w:r>
    <w:r>
      <w:rPr>
        <w:lang w:bidi="nl-NL"/>
      </w:rPr>
      <w:fldChar w:fldCharType="begin"/>
    </w:r>
    <w:r>
      <w:rPr>
        <w:lang w:bidi="nl-NL"/>
      </w:rPr>
      <w:instrText xml:space="preserve"> PAGE  \* Arabic  \* MERGEFORMAT </w:instrText>
    </w:r>
    <w:r>
      <w:rPr>
        <w:lang w:bidi="nl-NL"/>
      </w:rPr>
      <w:fldChar w:fldCharType="separate"/>
    </w:r>
    <w:r w:rsidR="0089714F">
      <w:rPr>
        <w:noProof/>
        <w:lang w:bidi="nl-NL"/>
      </w:rPr>
      <w:t>1</w:t>
    </w:r>
    <w:r>
      <w:rPr>
        <w:lang w:bidi="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90B87" w14:textId="77777777" w:rsidR="00A031E4" w:rsidRDefault="00A031E4" w:rsidP="00C6554A">
      <w:pPr>
        <w:spacing w:before="0" w:after="0" w:line="240" w:lineRule="auto"/>
      </w:pPr>
      <w:r>
        <w:separator/>
      </w:r>
    </w:p>
  </w:footnote>
  <w:footnote w:type="continuationSeparator" w:id="0">
    <w:p w14:paraId="1181F00E" w14:textId="77777777" w:rsidR="00A031E4" w:rsidRDefault="00A031E4" w:rsidP="00C6554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E622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DA94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0E4E5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4188A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0C08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9E19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A069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C8D0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7E3E7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BAA6FCB4"/>
    <w:lvl w:ilvl="0">
      <w:start w:val="1"/>
      <w:numFmt w:val="bullet"/>
      <w:pStyle w:val="Lijstopsomteken"/>
      <w:lvlText w:val="−"/>
      <w:lvlJc w:val="left"/>
      <w:pPr>
        <w:ind w:left="720" w:hanging="360"/>
      </w:pPr>
      <w:rPr>
        <w:rFonts w:ascii="Century Gothic" w:hAnsi="Century Gothic" w:hint="default"/>
        <w:color w:val="0D0D0D" w:themeColor="text1" w:themeTint="F2"/>
      </w:rPr>
    </w:lvl>
  </w:abstractNum>
  <w:abstractNum w:abstractNumId="10" w15:restartNumberingAfterBreak="0">
    <w:nsid w:val="01122B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D483622"/>
    <w:multiLevelType w:val="multilevel"/>
    <w:tmpl w:val="04090023"/>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7164D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8"/>
  </w:num>
  <w:num w:numId="3">
    <w:abstractNumId w:val="8"/>
  </w:num>
  <w:num w:numId="4">
    <w:abstractNumId w:val="9"/>
  </w:num>
  <w:num w:numId="5">
    <w:abstractNumId w:val="12"/>
  </w:num>
  <w:num w:numId="6">
    <w:abstractNumId w:val="10"/>
  </w:num>
  <w:num w:numId="7">
    <w:abstractNumId w:val="11"/>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1E4"/>
    <w:rsid w:val="002554CD"/>
    <w:rsid w:val="00293B83"/>
    <w:rsid w:val="002B4294"/>
    <w:rsid w:val="00333D0D"/>
    <w:rsid w:val="003C5C00"/>
    <w:rsid w:val="004C049F"/>
    <w:rsid w:val="005000E2"/>
    <w:rsid w:val="006A3CE7"/>
    <w:rsid w:val="0089714F"/>
    <w:rsid w:val="00A031E4"/>
    <w:rsid w:val="00BF68C5"/>
    <w:rsid w:val="00C6554A"/>
    <w:rsid w:val="00ED7C44"/>
    <w:rsid w:val="00FC6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F54B2"/>
  <w15:chartTrackingRefBased/>
  <w15:docId w15:val="{F6EAD634-C4E7-4099-8D57-12F4B1796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595959" w:themeColor="text1" w:themeTint="A6"/>
        <w:sz w:val="22"/>
        <w:szCs w:val="22"/>
        <w:lang w:val="nl-NL" w:eastAsia="en-US" w:bidi="ar-SA"/>
      </w:rPr>
    </w:rPrDefault>
    <w:pPrDefault>
      <w:pPr>
        <w:spacing w:before="120" w:after="20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33D0D"/>
  </w:style>
  <w:style w:type="paragraph" w:styleId="Kop1">
    <w:name w:val="heading 1"/>
    <w:basedOn w:val="Standaard"/>
    <w:next w:val="Standaard"/>
    <w:link w:val="Kop1Char"/>
    <w:uiPriority w:val="9"/>
    <w:qFormat/>
    <w:rsid w:val="00333D0D"/>
    <w:pPr>
      <w:keepNext/>
      <w:keepLines/>
      <w:spacing w:before="600" w:after="60"/>
      <w:contextualSpacing/>
      <w:outlineLvl w:val="0"/>
    </w:pPr>
    <w:rPr>
      <w:rFonts w:asciiTheme="majorHAnsi" w:eastAsiaTheme="majorEastAsia" w:hAnsiTheme="majorHAnsi" w:cstheme="majorBidi"/>
      <w:color w:val="007789" w:themeColor="accent1" w:themeShade="BF"/>
      <w:sz w:val="32"/>
    </w:rPr>
  </w:style>
  <w:style w:type="paragraph" w:styleId="Kop2">
    <w:name w:val="heading 2"/>
    <w:basedOn w:val="Standaard"/>
    <w:next w:val="Standaard"/>
    <w:link w:val="Kop2Char"/>
    <w:uiPriority w:val="9"/>
    <w:unhideWhenUsed/>
    <w:qFormat/>
    <w:rsid w:val="00333D0D"/>
    <w:pPr>
      <w:keepNext/>
      <w:keepLines/>
      <w:spacing w:before="240" w:after="0"/>
      <w:contextualSpacing/>
      <w:outlineLvl w:val="1"/>
    </w:pPr>
    <w:rPr>
      <w:rFonts w:asciiTheme="majorHAnsi" w:eastAsiaTheme="majorEastAsia" w:hAnsiTheme="majorHAnsi" w:cstheme="majorBidi"/>
      <w:caps/>
      <w:color w:val="007789" w:themeColor="accent1" w:themeShade="BF"/>
      <w:sz w:val="24"/>
    </w:rPr>
  </w:style>
  <w:style w:type="paragraph" w:styleId="Kop3">
    <w:name w:val="heading 3"/>
    <w:basedOn w:val="Standaard"/>
    <w:next w:val="Standaard"/>
    <w:link w:val="Kop3Char"/>
    <w:uiPriority w:val="9"/>
    <w:semiHidden/>
    <w:unhideWhenUsed/>
    <w:qFormat/>
    <w:rsid w:val="002554CD"/>
    <w:pPr>
      <w:keepNext/>
      <w:keepLines/>
      <w:spacing w:before="40" w:after="0"/>
      <w:outlineLvl w:val="2"/>
    </w:pPr>
    <w:rPr>
      <w:rFonts w:asciiTheme="majorHAnsi" w:eastAsiaTheme="majorEastAsia" w:hAnsiTheme="majorHAnsi" w:cstheme="majorBidi"/>
      <w:color w:val="004F5B" w:themeColor="accent1" w:themeShade="7F"/>
      <w:sz w:val="24"/>
      <w:szCs w:val="24"/>
    </w:rPr>
  </w:style>
  <w:style w:type="paragraph" w:styleId="Kop6">
    <w:name w:val="heading 6"/>
    <w:basedOn w:val="Standaard"/>
    <w:next w:val="Standaard"/>
    <w:link w:val="Kop6Char"/>
    <w:uiPriority w:val="9"/>
    <w:semiHidden/>
    <w:unhideWhenUsed/>
    <w:qFormat/>
    <w:rsid w:val="002554CD"/>
    <w:pPr>
      <w:keepNext/>
      <w:keepLines/>
      <w:spacing w:before="40" w:after="0"/>
      <w:outlineLvl w:val="5"/>
    </w:pPr>
    <w:rPr>
      <w:rFonts w:asciiTheme="majorHAnsi" w:eastAsiaTheme="majorEastAsia" w:hAnsiTheme="majorHAnsi" w:cstheme="majorBidi"/>
      <w:color w:val="004F5B" w:themeColor="accent1" w:themeShade="7F"/>
    </w:rPr>
  </w:style>
  <w:style w:type="paragraph" w:styleId="Kop7">
    <w:name w:val="heading 7"/>
    <w:basedOn w:val="Standaard"/>
    <w:next w:val="Standaard"/>
    <w:link w:val="Kop7Char"/>
    <w:uiPriority w:val="9"/>
    <w:semiHidden/>
    <w:unhideWhenUsed/>
    <w:qFormat/>
    <w:rsid w:val="002554CD"/>
    <w:pPr>
      <w:keepNext/>
      <w:keepLines/>
      <w:spacing w:before="40" w:after="0"/>
      <w:outlineLvl w:val="6"/>
    </w:pPr>
    <w:rPr>
      <w:rFonts w:asciiTheme="majorHAnsi" w:eastAsiaTheme="majorEastAsia" w:hAnsiTheme="majorHAnsi" w:cstheme="majorBidi"/>
      <w:i/>
      <w:iCs/>
      <w:color w:val="004F5B" w:themeColor="accent1" w:themeShade="7F"/>
    </w:rPr>
  </w:style>
  <w:style w:type="paragraph" w:styleId="Kop8">
    <w:name w:val="heading 8"/>
    <w:basedOn w:val="Standaard"/>
    <w:next w:val="Standaard"/>
    <w:link w:val="Kop8Char"/>
    <w:uiPriority w:val="9"/>
    <w:semiHidden/>
    <w:unhideWhenUsed/>
    <w:qFormat/>
    <w:rsid w:val="002554C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2554C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33D0D"/>
    <w:rPr>
      <w:rFonts w:asciiTheme="majorHAnsi" w:eastAsiaTheme="majorEastAsia" w:hAnsiTheme="majorHAnsi" w:cstheme="majorBidi"/>
      <w:color w:val="007789" w:themeColor="accent1" w:themeShade="BF"/>
      <w:sz w:val="32"/>
    </w:rPr>
  </w:style>
  <w:style w:type="character" w:customStyle="1" w:styleId="Kop2Char">
    <w:name w:val="Kop 2 Char"/>
    <w:basedOn w:val="Standaardalinea-lettertype"/>
    <w:link w:val="Kop2"/>
    <w:uiPriority w:val="9"/>
    <w:rsid w:val="00333D0D"/>
    <w:rPr>
      <w:rFonts w:asciiTheme="majorHAnsi" w:eastAsiaTheme="majorEastAsia" w:hAnsiTheme="majorHAnsi" w:cstheme="majorBidi"/>
      <w:caps/>
      <w:color w:val="007789" w:themeColor="accent1" w:themeShade="BF"/>
      <w:sz w:val="24"/>
    </w:rPr>
  </w:style>
  <w:style w:type="paragraph" w:customStyle="1" w:styleId="Contactgegevens">
    <w:name w:val="Contactgegevens"/>
    <w:basedOn w:val="Standaard"/>
    <w:uiPriority w:val="4"/>
    <w:qFormat/>
    <w:rsid w:val="00C6554A"/>
    <w:pPr>
      <w:spacing w:before="0" w:after="0"/>
      <w:jc w:val="center"/>
    </w:pPr>
  </w:style>
  <w:style w:type="paragraph" w:styleId="Lijstopsomteken">
    <w:name w:val="List Bullet"/>
    <w:basedOn w:val="Standaard"/>
    <w:uiPriority w:val="10"/>
    <w:unhideWhenUsed/>
    <w:qFormat/>
    <w:rsid w:val="00C6554A"/>
    <w:pPr>
      <w:numPr>
        <w:numId w:val="4"/>
      </w:numPr>
    </w:pPr>
  </w:style>
  <w:style w:type="paragraph" w:styleId="Titel">
    <w:name w:val="Title"/>
    <w:basedOn w:val="Standaard"/>
    <w:link w:val="TitelChar"/>
    <w:uiPriority w:val="2"/>
    <w:unhideWhenUsed/>
    <w:qFormat/>
    <w:rsid w:val="00333D0D"/>
    <w:pPr>
      <w:spacing w:before="480" w:after="40" w:line="240" w:lineRule="auto"/>
      <w:contextualSpacing/>
      <w:jc w:val="center"/>
    </w:pPr>
    <w:rPr>
      <w:rFonts w:asciiTheme="majorHAnsi" w:eastAsiaTheme="majorEastAsia" w:hAnsiTheme="majorHAnsi" w:cstheme="majorBidi"/>
      <w:color w:val="007789" w:themeColor="accent1" w:themeShade="BF"/>
      <w:kern w:val="28"/>
      <w:sz w:val="60"/>
    </w:rPr>
  </w:style>
  <w:style w:type="character" w:customStyle="1" w:styleId="TitelChar">
    <w:name w:val="Titel Char"/>
    <w:basedOn w:val="Standaardalinea-lettertype"/>
    <w:link w:val="Titel"/>
    <w:uiPriority w:val="2"/>
    <w:rsid w:val="00333D0D"/>
    <w:rPr>
      <w:rFonts w:asciiTheme="majorHAnsi" w:eastAsiaTheme="majorEastAsia" w:hAnsiTheme="majorHAnsi" w:cstheme="majorBidi"/>
      <w:color w:val="007789" w:themeColor="accent1" w:themeShade="BF"/>
      <w:kern w:val="28"/>
      <w:sz w:val="60"/>
    </w:rPr>
  </w:style>
  <w:style w:type="paragraph" w:styleId="Ondertitel">
    <w:name w:val="Subtitle"/>
    <w:basedOn w:val="Standaard"/>
    <w:link w:val="OndertitelChar"/>
    <w:uiPriority w:val="3"/>
    <w:unhideWhenUsed/>
    <w:qFormat/>
    <w:rsid w:val="00333D0D"/>
    <w:pPr>
      <w:numPr>
        <w:ilvl w:val="1"/>
      </w:numPr>
      <w:spacing w:before="0" w:after="480"/>
      <w:contextualSpacing/>
      <w:jc w:val="center"/>
    </w:pPr>
    <w:rPr>
      <w:rFonts w:asciiTheme="majorHAnsi" w:eastAsiaTheme="majorEastAsia" w:hAnsiTheme="majorHAnsi" w:cstheme="majorBidi"/>
      <w:caps/>
      <w:sz w:val="26"/>
    </w:rPr>
  </w:style>
  <w:style w:type="character" w:customStyle="1" w:styleId="OndertitelChar">
    <w:name w:val="Ondertitel Char"/>
    <w:basedOn w:val="Standaardalinea-lettertype"/>
    <w:link w:val="Ondertitel"/>
    <w:uiPriority w:val="3"/>
    <w:rsid w:val="00333D0D"/>
    <w:rPr>
      <w:rFonts w:asciiTheme="majorHAnsi" w:eastAsiaTheme="majorEastAsia" w:hAnsiTheme="majorHAnsi" w:cstheme="majorBidi"/>
      <w:caps/>
      <w:sz w:val="26"/>
    </w:rPr>
  </w:style>
  <w:style w:type="paragraph" w:styleId="Voettekst">
    <w:name w:val="footer"/>
    <w:basedOn w:val="Standaard"/>
    <w:link w:val="VoettekstChar"/>
    <w:uiPriority w:val="99"/>
    <w:unhideWhenUsed/>
    <w:rsid w:val="00C6554A"/>
    <w:pPr>
      <w:spacing w:before="0" w:after="0" w:line="240" w:lineRule="auto"/>
      <w:jc w:val="right"/>
    </w:pPr>
    <w:rPr>
      <w:caps/>
    </w:rPr>
  </w:style>
  <w:style w:type="character" w:customStyle="1" w:styleId="VoettekstChar">
    <w:name w:val="Voettekst Char"/>
    <w:basedOn w:val="Standaardalinea-lettertype"/>
    <w:link w:val="Voettekst"/>
    <w:uiPriority w:val="99"/>
    <w:rsid w:val="00C6554A"/>
    <w:rPr>
      <w:caps/>
    </w:rPr>
  </w:style>
  <w:style w:type="paragraph" w:customStyle="1" w:styleId="Foto">
    <w:name w:val="Foto"/>
    <w:basedOn w:val="Standaard"/>
    <w:uiPriority w:val="1"/>
    <w:qFormat/>
    <w:rsid w:val="00C6554A"/>
    <w:pPr>
      <w:spacing w:before="0" w:after="0" w:line="240" w:lineRule="auto"/>
      <w:jc w:val="center"/>
    </w:pPr>
  </w:style>
  <w:style w:type="paragraph" w:styleId="Koptekst">
    <w:name w:val="header"/>
    <w:basedOn w:val="Standaard"/>
    <w:link w:val="KoptekstChar"/>
    <w:uiPriority w:val="99"/>
    <w:unhideWhenUsed/>
    <w:rsid w:val="00C6554A"/>
    <w:pPr>
      <w:spacing w:before="0" w:after="0" w:line="240" w:lineRule="auto"/>
    </w:pPr>
  </w:style>
  <w:style w:type="character" w:customStyle="1" w:styleId="KoptekstChar">
    <w:name w:val="Koptekst Char"/>
    <w:basedOn w:val="Standaardalinea-lettertype"/>
    <w:link w:val="Koptekst"/>
    <w:uiPriority w:val="99"/>
    <w:rsid w:val="00C6554A"/>
    <w:rPr>
      <w:color w:val="595959" w:themeColor="text1" w:themeTint="A6"/>
      <w:sz w:val="20"/>
      <w:szCs w:val="20"/>
      <w:lang w:eastAsia="ja-JP"/>
    </w:rPr>
  </w:style>
  <w:style w:type="paragraph" w:styleId="Lijstnummering">
    <w:name w:val="List Number"/>
    <w:basedOn w:val="Standaard"/>
    <w:uiPriority w:val="11"/>
    <w:unhideWhenUsed/>
    <w:qFormat/>
    <w:rsid w:val="00C6554A"/>
    <w:pPr>
      <w:numPr>
        <w:numId w:val="3"/>
      </w:numPr>
      <w:contextualSpacing/>
    </w:pPr>
  </w:style>
  <w:style w:type="character" w:customStyle="1" w:styleId="Kop3Char">
    <w:name w:val="Kop 3 Char"/>
    <w:basedOn w:val="Standaardalinea-lettertype"/>
    <w:link w:val="Kop3"/>
    <w:uiPriority w:val="9"/>
    <w:semiHidden/>
    <w:rsid w:val="00C6554A"/>
    <w:rPr>
      <w:rFonts w:asciiTheme="majorHAnsi" w:eastAsiaTheme="majorEastAsia" w:hAnsiTheme="majorHAnsi" w:cstheme="majorBidi"/>
      <w:color w:val="004F5B" w:themeColor="accent1" w:themeShade="7F"/>
      <w:sz w:val="24"/>
      <w:szCs w:val="24"/>
    </w:rPr>
  </w:style>
  <w:style w:type="character" w:customStyle="1" w:styleId="Kop8Char">
    <w:name w:val="Kop 8 Char"/>
    <w:basedOn w:val="Standaardalinea-lettertype"/>
    <w:link w:val="Kop8"/>
    <w:uiPriority w:val="9"/>
    <w:semiHidden/>
    <w:rsid w:val="00C6554A"/>
    <w:rPr>
      <w:rFonts w:asciiTheme="majorHAnsi" w:eastAsiaTheme="majorEastAsia" w:hAnsiTheme="majorHAnsi" w:cstheme="majorBidi"/>
      <w:color w:val="272727" w:themeColor="text1" w:themeTint="D8"/>
      <w:szCs w:val="21"/>
    </w:rPr>
  </w:style>
  <w:style w:type="character" w:customStyle="1" w:styleId="Kop9Char">
    <w:name w:val="Kop 9 Char"/>
    <w:basedOn w:val="Standaardalinea-lettertype"/>
    <w:link w:val="Kop9"/>
    <w:uiPriority w:val="9"/>
    <w:semiHidden/>
    <w:rsid w:val="00C6554A"/>
    <w:rPr>
      <w:rFonts w:asciiTheme="majorHAnsi" w:eastAsiaTheme="majorEastAsia" w:hAnsiTheme="majorHAnsi" w:cstheme="majorBidi"/>
      <w:i/>
      <w:iCs/>
      <w:color w:val="272727" w:themeColor="text1" w:themeTint="D8"/>
      <w:szCs w:val="21"/>
    </w:rPr>
  </w:style>
  <w:style w:type="character" w:styleId="Intensievebenadrukking">
    <w:name w:val="Intense Emphasis"/>
    <w:basedOn w:val="Standaardalinea-lettertype"/>
    <w:uiPriority w:val="21"/>
    <w:semiHidden/>
    <w:unhideWhenUsed/>
    <w:qFormat/>
    <w:rsid w:val="00C6554A"/>
    <w:rPr>
      <w:i/>
      <w:iCs/>
      <w:color w:val="007789" w:themeColor="accent1" w:themeShade="BF"/>
    </w:rPr>
  </w:style>
  <w:style w:type="paragraph" w:styleId="Duidelijkcitaat">
    <w:name w:val="Intense Quote"/>
    <w:basedOn w:val="Standaard"/>
    <w:next w:val="Standaard"/>
    <w:link w:val="DuidelijkcitaatChar"/>
    <w:uiPriority w:val="30"/>
    <w:semiHidden/>
    <w:unhideWhenUsed/>
    <w:qFormat/>
    <w:rsid w:val="00C6554A"/>
    <w:pPr>
      <w:pBdr>
        <w:top w:val="single" w:sz="4" w:space="10" w:color="007789" w:themeColor="accent1" w:themeShade="BF"/>
        <w:bottom w:val="single" w:sz="4" w:space="10" w:color="007789" w:themeColor="accent1" w:themeShade="BF"/>
      </w:pBdr>
      <w:spacing w:before="360" w:after="360"/>
      <w:ind w:left="864" w:right="864"/>
      <w:jc w:val="center"/>
    </w:pPr>
    <w:rPr>
      <w:i/>
      <w:iCs/>
      <w:color w:val="007789" w:themeColor="accent1" w:themeShade="BF"/>
    </w:rPr>
  </w:style>
  <w:style w:type="character" w:customStyle="1" w:styleId="DuidelijkcitaatChar">
    <w:name w:val="Duidelijk citaat Char"/>
    <w:basedOn w:val="Standaardalinea-lettertype"/>
    <w:link w:val="Duidelijkcitaat"/>
    <w:uiPriority w:val="30"/>
    <w:semiHidden/>
    <w:rsid w:val="00C6554A"/>
    <w:rPr>
      <w:i/>
      <w:iCs/>
      <w:color w:val="007789" w:themeColor="accent1" w:themeShade="BF"/>
    </w:rPr>
  </w:style>
  <w:style w:type="character" w:styleId="Intensieveverwijzing">
    <w:name w:val="Intense Reference"/>
    <w:basedOn w:val="Standaardalinea-lettertype"/>
    <w:uiPriority w:val="32"/>
    <w:semiHidden/>
    <w:unhideWhenUsed/>
    <w:qFormat/>
    <w:rsid w:val="00C6554A"/>
    <w:rPr>
      <w:b/>
      <w:bCs/>
      <w:caps w:val="0"/>
      <w:smallCaps/>
      <w:color w:val="007789" w:themeColor="accent1" w:themeShade="BF"/>
      <w:spacing w:val="5"/>
    </w:rPr>
  </w:style>
  <w:style w:type="paragraph" w:styleId="Bijschrift">
    <w:name w:val="caption"/>
    <w:basedOn w:val="Standaard"/>
    <w:next w:val="Standaard"/>
    <w:uiPriority w:val="35"/>
    <w:semiHidden/>
    <w:unhideWhenUsed/>
    <w:qFormat/>
    <w:rsid w:val="00C6554A"/>
    <w:pPr>
      <w:spacing w:before="0" w:line="240" w:lineRule="auto"/>
    </w:pPr>
    <w:rPr>
      <w:i/>
      <w:iCs/>
      <w:color w:val="4E5B6F" w:themeColor="text2"/>
      <w:szCs w:val="18"/>
    </w:rPr>
  </w:style>
  <w:style w:type="paragraph" w:styleId="Ballontekst">
    <w:name w:val="Balloon Text"/>
    <w:basedOn w:val="Standaard"/>
    <w:link w:val="BallontekstChar"/>
    <w:uiPriority w:val="99"/>
    <w:semiHidden/>
    <w:unhideWhenUsed/>
    <w:rsid w:val="00C6554A"/>
    <w:pPr>
      <w:spacing w:before="0"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C6554A"/>
    <w:rPr>
      <w:rFonts w:ascii="Segoe UI" w:hAnsi="Segoe UI" w:cs="Segoe UI"/>
      <w:szCs w:val="18"/>
    </w:rPr>
  </w:style>
  <w:style w:type="paragraph" w:styleId="Bloktekst">
    <w:name w:val="Block Text"/>
    <w:basedOn w:val="Standaard"/>
    <w:uiPriority w:val="99"/>
    <w:semiHidden/>
    <w:unhideWhenUsed/>
    <w:rsid w:val="00C6554A"/>
    <w:pPr>
      <w:pBdr>
        <w:top w:val="single" w:sz="2" w:space="10" w:color="007789" w:themeColor="accent1" w:themeShade="BF"/>
        <w:left w:val="single" w:sz="2" w:space="10" w:color="007789" w:themeColor="accent1" w:themeShade="BF"/>
        <w:bottom w:val="single" w:sz="2" w:space="10" w:color="007789" w:themeColor="accent1" w:themeShade="BF"/>
        <w:right w:val="single" w:sz="2" w:space="10" w:color="007789" w:themeColor="accent1" w:themeShade="BF"/>
      </w:pBdr>
      <w:ind w:left="1152" w:right="1152"/>
    </w:pPr>
    <w:rPr>
      <w:rFonts w:eastAsiaTheme="minorEastAsia"/>
      <w:i/>
      <w:iCs/>
      <w:color w:val="007789" w:themeColor="accent1" w:themeShade="BF"/>
    </w:rPr>
  </w:style>
  <w:style w:type="paragraph" w:styleId="Plattetekst3">
    <w:name w:val="Body Text 3"/>
    <w:basedOn w:val="Standaard"/>
    <w:link w:val="Plattetekst3Char"/>
    <w:uiPriority w:val="99"/>
    <w:semiHidden/>
    <w:unhideWhenUsed/>
    <w:rsid w:val="00C6554A"/>
    <w:pPr>
      <w:spacing w:after="120"/>
    </w:pPr>
    <w:rPr>
      <w:szCs w:val="16"/>
    </w:rPr>
  </w:style>
  <w:style w:type="character" w:customStyle="1" w:styleId="Plattetekst3Char">
    <w:name w:val="Platte tekst 3 Char"/>
    <w:basedOn w:val="Standaardalinea-lettertype"/>
    <w:link w:val="Plattetekst3"/>
    <w:uiPriority w:val="99"/>
    <w:semiHidden/>
    <w:rsid w:val="00C6554A"/>
    <w:rPr>
      <w:szCs w:val="16"/>
    </w:rPr>
  </w:style>
  <w:style w:type="paragraph" w:styleId="Plattetekstinspringen3">
    <w:name w:val="Body Text Indent 3"/>
    <w:basedOn w:val="Standaard"/>
    <w:link w:val="Plattetekstinspringen3Char"/>
    <w:uiPriority w:val="99"/>
    <w:semiHidden/>
    <w:unhideWhenUsed/>
    <w:rsid w:val="00C6554A"/>
    <w:pPr>
      <w:spacing w:after="120"/>
      <w:ind w:left="360"/>
    </w:pPr>
    <w:rPr>
      <w:szCs w:val="16"/>
    </w:rPr>
  </w:style>
  <w:style w:type="character" w:customStyle="1" w:styleId="Plattetekstinspringen3Char">
    <w:name w:val="Platte tekst inspringen 3 Char"/>
    <w:basedOn w:val="Standaardalinea-lettertype"/>
    <w:link w:val="Plattetekstinspringen3"/>
    <w:uiPriority w:val="99"/>
    <w:semiHidden/>
    <w:rsid w:val="00C6554A"/>
    <w:rPr>
      <w:szCs w:val="16"/>
    </w:rPr>
  </w:style>
  <w:style w:type="character" w:styleId="Verwijzingopmerking">
    <w:name w:val="annotation reference"/>
    <w:basedOn w:val="Standaardalinea-lettertype"/>
    <w:uiPriority w:val="99"/>
    <w:semiHidden/>
    <w:unhideWhenUsed/>
    <w:rsid w:val="00C6554A"/>
    <w:rPr>
      <w:sz w:val="22"/>
      <w:szCs w:val="16"/>
    </w:rPr>
  </w:style>
  <w:style w:type="paragraph" w:styleId="Tekstopmerking">
    <w:name w:val="annotation text"/>
    <w:basedOn w:val="Standaard"/>
    <w:link w:val="TekstopmerkingChar"/>
    <w:uiPriority w:val="99"/>
    <w:semiHidden/>
    <w:unhideWhenUsed/>
    <w:rsid w:val="00C6554A"/>
    <w:pPr>
      <w:spacing w:line="240" w:lineRule="auto"/>
    </w:pPr>
    <w:rPr>
      <w:szCs w:val="20"/>
    </w:rPr>
  </w:style>
  <w:style w:type="character" w:customStyle="1" w:styleId="TekstopmerkingChar">
    <w:name w:val="Tekst opmerking Char"/>
    <w:basedOn w:val="Standaardalinea-lettertype"/>
    <w:link w:val="Tekstopmerking"/>
    <w:uiPriority w:val="99"/>
    <w:semiHidden/>
    <w:rsid w:val="00C6554A"/>
    <w:rPr>
      <w:szCs w:val="20"/>
    </w:rPr>
  </w:style>
  <w:style w:type="paragraph" w:styleId="Onderwerpvanopmerking">
    <w:name w:val="annotation subject"/>
    <w:basedOn w:val="Tekstopmerking"/>
    <w:next w:val="Tekstopmerking"/>
    <w:link w:val="OnderwerpvanopmerkingChar"/>
    <w:uiPriority w:val="99"/>
    <w:semiHidden/>
    <w:unhideWhenUsed/>
    <w:rsid w:val="00C6554A"/>
    <w:rPr>
      <w:b/>
      <w:bCs/>
    </w:rPr>
  </w:style>
  <w:style w:type="character" w:customStyle="1" w:styleId="OnderwerpvanopmerkingChar">
    <w:name w:val="Onderwerp van opmerking Char"/>
    <w:basedOn w:val="TekstopmerkingChar"/>
    <w:link w:val="Onderwerpvanopmerking"/>
    <w:uiPriority w:val="99"/>
    <w:semiHidden/>
    <w:rsid w:val="00C6554A"/>
    <w:rPr>
      <w:b/>
      <w:bCs/>
      <w:szCs w:val="20"/>
    </w:rPr>
  </w:style>
  <w:style w:type="paragraph" w:styleId="Documentstructuur">
    <w:name w:val="Document Map"/>
    <w:basedOn w:val="Standaard"/>
    <w:link w:val="DocumentstructuurChar"/>
    <w:uiPriority w:val="99"/>
    <w:semiHidden/>
    <w:unhideWhenUsed/>
    <w:rsid w:val="00C6554A"/>
    <w:pPr>
      <w:spacing w:before="0" w:after="0" w:line="240" w:lineRule="auto"/>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C6554A"/>
    <w:rPr>
      <w:rFonts w:ascii="Segoe UI" w:hAnsi="Segoe UI" w:cs="Segoe UI"/>
      <w:szCs w:val="16"/>
    </w:rPr>
  </w:style>
  <w:style w:type="paragraph" w:styleId="Eindnoottekst">
    <w:name w:val="endnote text"/>
    <w:basedOn w:val="Standaard"/>
    <w:link w:val="EindnoottekstChar"/>
    <w:uiPriority w:val="99"/>
    <w:semiHidden/>
    <w:unhideWhenUsed/>
    <w:rsid w:val="00C6554A"/>
    <w:pPr>
      <w:spacing w:before="0" w:after="0" w:line="240" w:lineRule="auto"/>
    </w:pPr>
    <w:rPr>
      <w:szCs w:val="20"/>
    </w:rPr>
  </w:style>
  <w:style w:type="character" w:customStyle="1" w:styleId="EindnoottekstChar">
    <w:name w:val="Eindnoottekst Char"/>
    <w:basedOn w:val="Standaardalinea-lettertype"/>
    <w:link w:val="Eindnoottekst"/>
    <w:uiPriority w:val="99"/>
    <w:semiHidden/>
    <w:rsid w:val="00C6554A"/>
    <w:rPr>
      <w:szCs w:val="20"/>
    </w:rPr>
  </w:style>
  <w:style w:type="paragraph" w:styleId="Afzender">
    <w:name w:val="envelope return"/>
    <w:basedOn w:val="Standaard"/>
    <w:uiPriority w:val="99"/>
    <w:semiHidden/>
    <w:unhideWhenUsed/>
    <w:rsid w:val="00C6554A"/>
    <w:pPr>
      <w:spacing w:before="0" w:after="0" w:line="240" w:lineRule="auto"/>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C6554A"/>
    <w:rPr>
      <w:color w:val="007789" w:themeColor="accent1" w:themeShade="BF"/>
      <w:u w:val="single"/>
    </w:rPr>
  </w:style>
  <w:style w:type="paragraph" w:styleId="Voetnoottekst">
    <w:name w:val="footnote text"/>
    <w:basedOn w:val="Standaard"/>
    <w:link w:val="VoetnoottekstChar"/>
    <w:uiPriority w:val="99"/>
    <w:semiHidden/>
    <w:unhideWhenUsed/>
    <w:rsid w:val="00C6554A"/>
    <w:pPr>
      <w:spacing w:before="0" w:after="0" w:line="240" w:lineRule="auto"/>
    </w:pPr>
    <w:rPr>
      <w:szCs w:val="20"/>
    </w:rPr>
  </w:style>
  <w:style w:type="character" w:customStyle="1" w:styleId="VoetnoottekstChar">
    <w:name w:val="Voetnoottekst Char"/>
    <w:basedOn w:val="Standaardalinea-lettertype"/>
    <w:link w:val="Voetnoottekst"/>
    <w:uiPriority w:val="99"/>
    <w:semiHidden/>
    <w:rsid w:val="00C6554A"/>
    <w:rPr>
      <w:szCs w:val="20"/>
    </w:rPr>
  </w:style>
  <w:style w:type="character" w:styleId="HTMLCode">
    <w:name w:val="HTML Code"/>
    <w:basedOn w:val="Standaardalinea-lettertype"/>
    <w:uiPriority w:val="99"/>
    <w:semiHidden/>
    <w:unhideWhenUsed/>
    <w:rsid w:val="00C6554A"/>
    <w:rPr>
      <w:rFonts w:ascii="Consolas" w:hAnsi="Consolas"/>
      <w:sz w:val="22"/>
      <w:szCs w:val="20"/>
    </w:rPr>
  </w:style>
  <w:style w:type="character" w:styleId="HTML-toetsenbord">
    <w:name w:val="HTML Keyboard"/>
    <w:basedOn w:val="Standaardalinea-lettertype"/>
    <w:uiPriority w:val="99"/>
    <w:semiHidden/>
    <w:unhideWhenUsed/>
    <w:rsid w:val="00C6554A"/>
    <w:rPr>
      <w:rFonts w:ascii="Consolas" w:hAnsi="Consolas"/>
      <w:sz w:val="22"/>
      <w:szCs w:val="20"/>
    </w:rPr>
  </w:style>
  <w:style w:type="paragraph" w:styleId="HTML-voorafopgemaakt">
    <w:name w:val="HTML Preformatted"/>
    <w:basedOn w:val="Standaard"/>
    <w:link w:val="HTML-voorafopgemaaktChar"/>
    <w:uiPriority w:val="99"/>
    <w:semiHidden/>
    <w:unhideWhenUsed/>
    <w:rsid w:val="00C6554A"/>
    <w:pPr>
      <w:spacing w:before="0" w:after="0"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C6554A"/>
    <w:rPr>
      <w:rFonts w:ascii="Consolas" w:hAnsi="Consolas"/>
      <w:szCs w:val="20"/>
    </w:rPr>
  </w:style>
  <w:style w:type="character" w:styleId="HTML-schrijfmachine">
    <w:name w:val="HTML Typewriter"/>
    <w:basedOn w:val="Standaardalinea-lettertype"/>
    <w:uiPriority w:val="99"/>
    <w:semiHidden/>
    <w:unhideWhenUsed/>
    <w:rsid w:val="00C6554A"/>
    <w:rPr>
      <w:rFonts w:ascii="Consolas" w:hAnsi="Consolas"/>
      <w:sz w:val="22"/>
      <w:szCs w:val="20"/>
    </w:rPr>
  </w:style>
  <w:style w:type="character" w:styleId="Hyperlink">
    <w:name w:val="Hyperlink"/>
    <w:basedOn w:val="Standaardalinea-lettertype"/>
    <w:uiPriority w:val="99"/>
    <w:unhideWhenUsed/>
    <w:rsid w:val="00C6554A"/>
    <w:rPr>
      <w:color w:val="835D00" w:themeColor="accent3" w:themeShade="80"/>
      <w:u w:val="single"/>
    </w:rPr>
  </w:style>
  <w:style w:type="paragraph" w:styleId="Macrotekst">
    <w:name w:val="macro"/>
    <w:link w:val="MacrotekstChar"/>
    <w:uiPriority w:val="99"/>
    <w:semiHidden/>
    <w:unhideWhenUsed/>
    <w:rsid w:val="00C655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C6554A"/>
    <w:rPr>
      <w:rFonts w:ascii="Consolas" w:hAnsi="Consolas"/>
      <w:szCs w:val="20"/>
    </w:rPr>
  </w:style>
  <w:style w:type="character" w:styleId="Tekstvantijdelijkeaanduiding">
    <w:name w:val="Placeholder Text"/>
    <w:basedOn w:val="Standaardalinea-lettertype"/>
    <w:uiPriority w:val="99"/>
    <w:semiHidden/>
    <w:rsid w:val="00C6554A"/>
    <w:rPr>
      <w:color w:val="595959" w:themeColor="text1" w:themeTint="A6"/>
    </w:rPr>
  </w:style>
  <w:style w:type="paragraph" w:styleId="Tekstzonderopmaak">
    <w:name w:val="Plain Text"/>
    <w:basedOn w:val="Standaard"/>
    <w:link w:val="TekstzonderopmaakChar"/>
    <w:uiPriority w:val="99"/>
    <w:semiHidden/>
    <w:unhideWhenUsed/>
    <w:rsid w:val="00C6554A"/>
    <w:pPr>
      <w:spacing w:before="0" w:after="0"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C6554A"/>
    <w:rPr>
      <w:rFonts w:ascii="Consolas" w:hAnsi="Consolas"/>
      <w:szCs w:val="21"/>
    </w:rPr>
  </w:style>
  <w:style w:type="character" w:customStyle="1" w:styleId="Kop7Char">
    <w:name w:val="Kop 7 Char"/>
    <w:basedOn w:val="Standaardalinea-lettertype"/>
    <w:link w:val="Kop7"/>
    <w:uiPriority w:val="9"/>
    <w:semiHidden/>
    <w:rsid w:val="002554CD"/>
    <w:rPr>
      <w:rFonts w:asciiTheme="majorHAnsi" w:eastAsiaTheme="majorEastAsia" w:hAnsiTheme="majorHAnsi" w:cstheme="majorBidi"/>
      <w:i/>
      <w:iCs/>
      <w:color w:val="004F5B" w:themeColor="accent1" w:themeShade="7F"/>
    </w:rPr>
  </w:style>
  <w:style w:type="character" w:customStyle="1" w:styleId="Kop6Char">
    <w:name w:val="Kop 6 Char"/>
    <w:basedOn w:val="Standaardalinea-lettertype"/>
    <w:link w:val="Kop6"/>
    <w:uiPriority w:val="9"/>
    <w:semiHidden/>
    <w:rsid w:val="002554CD"/>
    <w:rPr>
      <w:rFonts w:asciiTheme="majorHAnsi" w:eastAsiaTheme="majorEastAsia" w:hAnsiTheme="majorHAnsi" w:cstheme="majorBidi"/>
      <w:color w:val="004F5B" w:themeColor="accent1" w:themeShade="7F"/>
    </w:rPr>
  </w:style>
  <w:style w:type="paragraph" w:styleId="Kopvaninhoudsopgave">
    <w:name w:val="TOC Heading"/>
    <w:basedOn w:val="Kop1"/>
    <w:next w:val="Standaard"/>
    <w:uiPriority w:val="39"/>
    <w:unhideWhenUsed/>
    <w:qFormat/>
    <w:rsid w:val="00A031E4"/>
    <w:pPr>
      <w:spacing w:before="240" w:after="0" w:line="259" w:lineRule="auto"/>
      <w:contextualSpacing w:val="0"/>
      <w:outlineLvl w:val="9"/>
    </w:pPr>
    <w:rPr>
      <w:szCs w:val="32"/>
      <w:lang w:eastAsia="nl-NL"/>
    </w:rPr>
  </w:style>
  <w:style w:type="paragraph" w:styleId="Inhopg1">
    <w:name w:val="toc 1"/>
    <w:basedOn w:val="Standaard"/>
    <w:next w:val="Standaard"/>
    <w:autoRedefine/>
    <w:uiPriority w:val="39"/>
    <w:unhideWhenUsed/>
    <w:rsid w:val="00A031E4"/>
    <w:pPr>
      <w:spacing w:after="100"/>
    </w:pPr>
  </w:style>
  <w:style w:type="paragraph" w:styleId="Inhopg2">
    <w:name w:val="toc 2"/>
    <w:basedOn w:val="Standaard"/>
    <w:next w:val="Standaard"/>
    <w:autoRedefine/>
    <w:uiPriority w:val="39"/>
    <w:unhideWhenUsed/>
    <w:rsid w:val="00FC6A2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keser\AppData\Roaming\Microsoft\Templates\Studieverslag%20met%20foto.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78C2A158F2F4B1F898D90AF1AFDFEDF"/>
        <w:category>
          <w:name w:val="Algemeen"/>
          <w:gallery w:val="placeholder"/>
        </w:category>
        <w:types>
          <w:type w:val="bbPlcHdr"/>
        </w:types>
        <w:behaviors>
          <w:behavior w:val="content"/>
        </w:behaviors>
        <w:guid w:val="{B4E0F182-A328-4521-A20A-50A4A4801576}"/>
      </w:docPartPr>
      <w:docPartBody>
        <w:p w:rsidR="00000000" w:rsidRDefault="009D4DD9">
          <w:pPr>
            <w:pStyle w:val="978C2A158F2F4B1F898D90AF1AFDFEDF"/>
          </w:pPr>
          <w:r>
            <w:rPr>
              <w:lang w:bidi="nl-NL"/>
            </w:rPr>
            <w:t>Naam</w:t>
          </w:r>
        </w:p>
      </w:docPartBody>
    </w:docPart>
    <w:docPart>
      <w:docPartPr>
        <w:name w:val="0BBAC456645440E89CF73310E82C1D72"/>
        <w:category>
          <w:name w:val="Algemeen"/>
          <w:gallery w:val="placeholder"/>
        </w:category>
        <w:types>
          <w:type w:val="bbPlcHdr"/>
        </w:types>
        <w:behaviors>
          <w:behavior w:val="content"/>
        </w:behaviors>
        <w:guid w:val="{F0A98887-5A61-4DF5-BE7F-47514FBF4770}"/>
      </w:docPartPr>
      <w:docPartBody>
        <w:p w:rsidR="00000000" w:rsidRDefault="009D4DD9">
          <w:pPr>
            <w:pStyle w:val="0BBAC456645440E89CF73310E82C1D72"/>
          </w:pPr>
          <w:r>
            <w:rPr>
              <w:lang w:bidi="nl-NL"/>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TXinwei">
    <w:altName w:val="华文新魏"/>
    <w:panose1 w:val="00000000000000000000"/>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AA6FCB4"/>
    <w:lvl w:ilvl="0">
      <w:start w:val="1"/>
      <w:numFmt w:val="bullet"/>
      <w:pStyle w:val="Lijstopsomteken"/>
      <w:lvlText w:val="−"/>
      <w:lvlJc w:val="left"/>
      <w:pPr>
        <w:ind w:left="720" w:hanging="360"/>
      </w:pPr>
      <w:rPr>
        <w:rFonts w:ascii="Century Gothic" w:hAnsi="Century Gothic" w:hint="default"/>
        <w:color w:val="0D0D0D" w:themeColor="text1" w:themeTint="F2"/>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F1EC26B86FA47B399A71207814C42F0">
    <w:name w:val="BF1EC26B86FA47B399A71207814C42F0"/>
  </w:style>
  <w:style w:type="paragraph" w:customStyle="1" w:styleId="F8D4E7DEC22B4B53AAD75C3C4FD4B01C">
    <w:name w:val="F8D4E7DEC22B4B53AAD75C3C4FD4B01C"/>
  </w:style>
  <w:style w:type="paragraph" w:customStyle="1" w:styleId="978C2A158F2F4B1F898D90AF1AFDFEDF">
    <w:name w:val="978C2A158F2F4B1F898D90AF1AFDFEDF"/>
  </w:style>
  <w:style w:type="paragraph" w:customStyle="1" w:styleId="24ECD7E572474A719F6823FBA3078F93">
    <w:name w:val="24ECD7E572474A719F6823FBA3078F93"/>
  </w:style>
  <w:style w:type="paragraph" w:customStyle="1" w:styleId="0BBAC456645440E89CF73310E82C1D72">
    <w:name w:val="0BBAC456645440E89CF73310E82C1D72"/>
  </w:style>
  <w:style w:type="paragraph" w:customStyle="1" w:styleId="BEF73EE822E14EF5BE3BE165D441A04E">
    <w:name w:val="BEF73EE822E14EF5BE3BE165D441A04E"/>
  </w:style>
  <w:style w:type="paragraph" w:customStyle="1" w:styleId="316F22743A4947E281172DC9355C6FAB">
    <w:name w:val="316F22743A4947E281172DC9355C6FAB"/>
  </w:style>
  <w:style w:type="paragraph" w:styleId="Lijstopsomteken">
    <w:name w:val="List Bullet"/>
    <w:basedOn w:val="Standaard"/>
    <w:uiPriority w:val="10"/>
    <w:unhideWhenUsed/>
    <w:qFormat/>
    <w:pPr>
      <w:numPr>
        <w:numId w:val="1"/>
      </w:numPr>
      <w:spacing w:before="120" w:after="200" w:line="264" w:lineRule="auto"/>
    </w:pPr>
    <w:rPr>
      <w:rFonts w:eastAsiaTheme="minorHAnsi"/>
      <w:color w:val="595959" w:themeColor="text1" w:themeTint="A6"/>
      <w:lang w:eastAsia="en-US"/>
    </w:rPr>
  </w:style>
  <w:style w:type="paragraph" w:customStyle="1" w:styleId="7883C9555DE74992B751BC94DAB8C0A2">
    <w:name w:val="7883C9555DE74992B751BC94DAB8C0A2"/>
  </w:style>
  <w:style w:type="paragraph" w:customStyle="1" w:styleId="D361257A864A48A5B4CD7898B9E4E9F6">
    <w:name w:val="D361257A864A48A5B4CD7898B9E4E9F6"/>
  </w:style>
  <w:style w:type="paragraph" w:customStyle="1" w:styleId="807D009EAB74418D9F6A0B615ED8F277">
    <w:name w:val="807D009EAB74418D9F6A0B615ED8F2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eme1">
  <a:themeElements>
    <a:clrScheme name="Report">
      <a:dk1>
        <a:sysClr val="windowText" lastClr="000000"/>
      </a:dk1>
      <a:lt1>
        <a:sysClr val="window" lastClr="FFFFFF"/>
      </a:lt1>
      <a:dk2>
        <a:srgbClr val="4E5B6F"/>
      </a:dk2>
      <a:lt2>
        <a:srgbClr val="D6ECFF"/>
      </a:lt2>
      <a:accent1>
        <a:srgbClr val="00A0B8"/>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1DCB3C4E26DF4686A9001749D80C02" ma:contentTypeVersion="5" ma:contentTypeDescription="Een nieuw document maken." ma:contentTypeScope="" ma:versionID="f717ec90972b6957c5078671b7103947">
  <xsd:schema xmlns:xsd="http://www.w3.org/2001/XMLSchema" xmlns:xs="http://www.w3.org/2001/XMLSchema" xmlns:p="http://schemas.microsoft.com/office/2006/metadata/properties" xmlns:ns3="3327395c-f8dc-439d-a538-e540a7b04069" xmlns:ns4="6ef268b0-6ba3-4f11-9024-956c627b1e0d" targetNamespace="http://schemas.microsoft.com/office/2006/metadata/properties" ma:root="true" ma:fieldsID="5db7744788e3a357fb55f2055721390d" ns3:_="" ns4:_="">
    <xsd:import namespace="3327395c-f8dc-439d-a538-e540a7b04069"/>
    <xsd:import namespace="6ef268b0-6ba3-4f11-9024-956c627b1e0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27395c-f8dc-439d-a538-e540a7b04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f268b0-6ba3-4f11-9024-956c627b1e0d"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F8014F-5E39-4C26-B799-1B44F3E8E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27395c-f8dc-439d-a538-e540a7b04069"/>
    <ds:schemaRef ds:uri="6ef268b0-6ba3-4f11-9024-956c627b1e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5BE350-7D1E-4290-9FF0-E0B49F00771F}">
  <ds:schemaRefs>
    <ds:schemaRef ds:uri="http://schemas.microsoft.com/sharepoint/v3/contenttype/forms"/>
  </ds:schemaRefs>
</ds:datastoreItem>
</file>

<file path=customXml/itemProps3.xml><?xml version="1.0" encoding="utf-8"?>
<ds:datastoreItem xmlns:ds="http://schemas.openxmlformats.org/officeDocument/2006/customXml" ds:itemID="{374E8867-ACCF-41EE-8E99-7EAB939D0E8C}">
  <ds:schemaRefs>
    <ds:schemaRef ds:uri="http://schemas.microsoft.com/office/2006/documentManagement/types"/>
    <ds:schemaRef ds:uri="http://purl.org/dc/terms/"/>
    <ds:schemaRef ds:uri="3327395c-f8dc-439d-a538-e540a7b04069"/>
    <ds:schemaRef ds:uri="6ef268b0-6ba3-4f11-9024-956c627b1e0d"/>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Studieverslag met foto</Template>
  <TotalTime>11</TotalTime>
  <Pages>9</Pages>
  <Words>402</Words>
  <Characters>2215</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Gulenay Keser</dc:creator>
  <cp:keywords/>
  <dc:description/>
  <cp:lastModifiedBy>Gulenay Keser</cp:lastModifiedBy>
  <cp:revision>1</cp:revision>
  <dcterms:created xsi:type="dcterms:W3CDTF">2021-09-20T14:38:00Z</dcterms:created>
  <dcterms:modified xsi:type="dcterms:W3CDTF">2021-09-20T14:49:00Z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0x010100EF1DCB3C4E26DF4686A9001749D80C02</vt:lpwstr>
  </property>
</Properties>
</file>