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A3" w:rsidRDefault="00CC59A3" w:rsidP="00CC59A3">
      <w:pPr>
        <w:shd w:val="clear" w:color="auto" w:fill="FFFFFF"/>
        <w:spacing w:after="0" w:line="240" w:lineRule="auto"/>
        <w:rPr>
          <w:rFonts w:eastAsia="Times New Roman" w:cs="Arial"/>
          <w:color w:val="5B9BD5" w:themeColor="accent1"/>
          <w:sz w:val="52"/>
          <w:szCs w:val="52"/>
          <w:lang w:eastAsia="nl-NL"/>
        </w:rPr>
      </w:pPr>
      <w:r w:rsidRPr="00CC59A3">
        <w:rPr>
          <w:rFonts w:eastAsia="Times New Roman" w:cs="Arial"/>
          <w:color w:val="5B9BD5" w:themeColor="accent1"/>
          <w:sz w:val="52"/>
          <w:szCs w:val="52"/>
          <w:lang w:eastAsia="nl-NL"/>
        </w:rPr>
        <w:t>Het evenementenbeleid</w:t>
      </w:r>
    </w:p>
    <w:p w:rsidR="00CC59A3" w:rsidRPr="00CC59A3" w:rsidRDefault="00CC59A3" w:rsidP="00CC59A3">
      <w:pPr>
        <w:shd w:val="clear" w:color="auto" w:fill="FFFFFF"/>
        <w:spacing w:after="0" w:line="240" w:lineRule="auto"/>
        <w:rPr>
          <w:rFonts w:eastAsia="Times New Roman" w:cs="Arial"/>
          <w:color w:val="000000" w:themeColor="text1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>Wat is een evenement?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 xml:space="preserve">Hoeveel vergunningen worden er jaarlijks bij de gemeente Steenbergen aangevraagd? 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>Wanneer je een aanvraag tot een vergunning doet, hoe verloopt dit proces dan?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Pr="00EB1557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>Je gaat een feest houden bij jou thuis en je nodigt 150 klasgenoten uit. Het feest duurt van 19.00 uur tot 23.00. Heb je hier een vergunning voor nodig?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>Je wil op je feestje alcohol schenken, heb je hier een ontheffing voor nodig?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P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  <w:bookmarkStart w:id="0" w:name="_GoBack"/>
      <w:bookmarkEnd w:id="0"/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lastRenderedPageBreak/>
        <w:t xml:space="preserve">Nu houdt je een voetbalquiz tijdens je feest. Als prijs kan iemand een gele kanarie winnen. Is dit toegestaan? 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>Is het verplicht om een EHBO’er in te huren voor je feest?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Pr="00EB1557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 xml:space="preserve">Van </w:t>
      </w:r>
      <w:r>
        <w:rPr>
          <w:rFonts w:eastAsia="Times New Roman" w:cs="Arial"/>
          <w:sz w:val="28"/>
          <w:szCs w:val="28"/>
          <w:lang w:eastAsia="nl-NL"/>
        </w:rPr>
        <w:t xml:space="preserve">wie </w:t>
      </w:r>
      <w:r>
        <w:rPr>
          <w:rFonts w:eastAsia="Times New Roman" w:cs="Arial"/>
          <w:sz w:val="28"/>
          <w:szCs w:val="28"/>
          <w:lang w:eastAsia="nl-NL"/>
        </w:rPr>
        <w:t>krijg je een ontheffing?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>Nu wil je op je feest vuurwerk afsteken, je houdt je feest midden in de zomer. Welke verklaring heb je nodig?</w:t>
      </w:r>
      <w:r>
        <w:rPr>
          <w:rFonts w:eastAsia="Times New Roman" w:cs="Arial"/>
          <w:sz w:val="28"/>
          <w:szCs w:val="28"/>
          <w:lang w:eastAsia="nl-NL"/>
        </w:rPr>
        <w:br/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br/>
      </w:r>
    </w:p>
    <w:p w:rsidR="00CC59A3" w:rsidRPr="00C21C38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 w:rsidRPr="00C21C38">
        <w:rPr>
          <w:rFonts w:eastAsia="Times New Roman" w:cs="Arial"/>
          <w:sz w:val="28"/>
          <w:szCs w:val="28"/>
          <w:lang w:eastAsia="nl-NL"/>
        </w:rPr>
        <w:t>Bekijk de volgende website:</w:t>
      </w:r>
      <w:r>
        <w:rPr>
          <w:rFonts w:eastAsia="Times New Roman" w:cs="Arial"/>
          <w:sz w:val="28"/>
          <w:szCs w:val="28"/>
          <w:lang w:eastAsia="nl-NL"/>
        </w:rPr>
        <w:br/>
      </w:r>
    </w:p>
    <w:p w:rsidR="00CC59A3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hyperlink r:id="rId5" w:history="1">
        <w:r w:rsidRPr="00B14EB7">
          <w:rPr>
            <w:rStyle w:val="Hyperlink"/>
            <w:rFonts w:eastAsia="Times New Roman" w:cs="Arial"/>
            <w:sz w:val="28"/>
            <w:szCs w:val="28"/>
            <w:lang w:eastAsia="nl-NL"/>
          </w:rPr>
          <w:t>https://hsn-horeca.nl/wat-is-sociale-hygiene</w:t>
        </w:r>
      </w:hyperlink>
      <w:r>
        <w:rPr>
          <w:rFonts w:eastAsia="Times New Roman" w:cs="Arial"/>
          <w:sz w:val="28"/>
          <w:szCs w:val="28"/>
          <w:lang w:eastAsia="nl-NL"/>
        </w:rPr>
        <w:br/>
        <w:t xml:space="preserve"> </w:t>
      </w:r>
    </w:p>
    <w:p w:rsidR="00CC59A3" w:rsidRPr="00C21C38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 w:rsidRPr="00C21C38">
        <w:rPr>
          <w:rFonts w:eastAsia="Times New Roman" w:cs="Arial"/>
          <w:sz w:val="28"/>
          <w:szCs w:val="28"/>
          <w:lang w:eastAsia="nl-NL"/>
        </w:rPr>
        <w:t>Wat is een verklaring van Sociale Hygiëne?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 xml:space="preserve">Heb je die bij het houden van je feestje nodig? 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CC59A3" w:rsidRDefault="00CC59A3" w:rsidP="00CC59A3">
      <w:pPr>
        <w:pStyle w:val="Lijstalinea"/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</w:p>
    <w:p w:rsidR="00CC59A3" w:rsidRDefault="00CC59A3" w:rsidP="00CC59A3">
      <w:pPr>
        <w:pStyle w:val="Lijstalinea"/>
        <w:numPr>
          <w:ilvl w:val="0"/>
          <w:numId w:val="1"/>
        </w:numPr>
        <w:spacing w:line="240" w:lineRule="auto"/>
        <w:textAlignment w:val="top"/>
        <w:rPr>
          <w:rFonts w:eastAsia="Times New Roman" w:cs="Arial"/>
          <w:sz w:val="28"/>
          <w:szCs w:val="28"/>
          <w:lang w:eastAsia="nl-NL"/>
        </w:rPr>
      </w:pPr>
      <w:r>
        <w:rPr>
          <w:rFonts w:eastAsia="Times New Roman" w:cs="Arial"/>
          <w:sz w:val="28"/>
          <w:szCs w:val="28"/>
          <w:lang w:eastAsia="nl-NL"/>
        </w:rPr>
        <w:t>Waarom heb je deze verklaring nodig? (gebruik de website)</w:t>
      </w:r>
    </w:p>
    <w:p w:rsidR="00CC59A3" w:rsidRDefault="00CC59A3" w:rsidP="00CC59A3">
      <w:pPr>
        <w:pStyle w:val="Lijstalinea"/>
        <w:spacing w:line="240" w:lineRule="auto"/>
        <w:ind w:left="360"/>
        <w:textAlignment w:val="top"/>
        <w:rPr>
          <w:rFonts w:eastAsia="Times New Roman" w:cs="Arial"/>
          <w:sz w:val="28"/>
          <w:szCs w:val="28"/>
          <w:lang w:eastAsia="nl-NL"/>
        </w:rPr>
      </w:pPr>
    </w:p>
    <w:tbl>
      <w:tblPr>
        <w:tblStyle w:val="Tabelraster"/>
        <w:tblW w:w="0" w:type="auto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CC59A3" w:rsidTr="004418AE">
        <w:tc>
          <w:tcPr>
            <w:tcW w:w="9062" w:type="dxa"/>
          </w:tcPr>
          <w:p w:rsidR="00CC59A3" w:rsidRDefault="00CC59A3" w:rsidP="004418AE">
            <w:pPr>
              <w:pStyle w:val="Lijstalinea"/>
              <w:ind w:left="0"/>
              <w:textAlignment w:val="top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</w:tbl>
    <w:p w:rsidR="00D54013" w:rsidRDefault="00D54013"/>
    <w:sectPr w:rsidR="00D5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F411F"/>
    <w:multiLevelType w:val="hybridMultilevel"/>
    <w:tmpl w:val="BB14732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A3"/>
    <w:rsid w:val="00CC59A3"/>
    <w:rsid w:val="00D5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E825D-DF03-41B5-B4BE-522103FF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C59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59A3"/>
    <w:pPr>
      <w:ind w:left="720"/>
      <w:contextualSpacing/>
    </w:pPr>
  </w:style>
  <w:style w:type="table" w:styleId="Tabelraster">
    <w:name w:val="Table Grid"/>
    <w:basedOn w:val="Standaardtabel"/>
    <w:uiPriority w:val="39"/>
    <w:rsid w:val="00CC5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C59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sn-horeca.nl/wat-is-sociale-hygie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57C4BF8C.dotm</Template>
  <TotalTime>3</TotalTime>
  <Pages>3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Louvezijn-de Graaf, Esther van</dc:creator>
  <cp:keywords/>
  <dc:description/>
  <cp:lastModifiedBy>Louvezijn-de Graaf, Esther van</cp:lastModifiedBy>
  <cp:revision>1</cp:revision>
  <dcterms:created xsi:type="dcterms:W3CDTF">2018-02-01T10:16:00Z</dcterms:created>
  <dcterms:modified xsi:type="dcterms:W3CDTF">2018-02-01T10:19:00Z</dcterms:modified>
</cp:coreProperties>
</file>