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0A2" w:rsidRPr="004851B3" w:rsidRDefault="004851B3">
      <w:pPr>
        <w:rPr>
          <w:sz w:val="56"/>
          <w:szCs w:val="56"/>
        </w:rPr>
      </w:pPr>
      <w:r w:rsidRPr="004851B3">
        <w:rPr>
          <w:sz w:val="56"/>
          <w:szCs w:val="56"/>
        </w:rPr>
        <w:t xml:space="preserve">Maak een </w:t>
      </w:r>
      <w:proofErr w:type="spellStart"/>
      <w:r w:rsidRPr="004851B3">
        <w:rPr>
          <w:sz w:val="56"/>
          <w:szCs w:val="56"/>
        </w:rPr>
        <w:t>moodboard</w:t>
      </w:r>
      <w:proofErr w:type="spellEnd"/>
    </w:p>
    <w:p w:rsidR="004851B3" w:rsidRDefault="004851B3">
      <w:bookmarkStart w:id="0" w:name="_GoBack"/>
      <w:bookmarkEnd w:id="0"/>
    </w:p>
    <w:p w:rsidR="004851B3" w:rsidRDefault="004851B3">
      <w:hyperlink r:id="rId4" w:history="1">
        <w:r w:rsidRPr="003F32AB">
          <w:rPr>
            <w:rStyle w:val="Hyperlink"/>
          </w:rPr>
          <w:t>https://www.stijlidee.nl/kleuradvies-voor-scholen/</w:t>
        </w:r>
      </w:hyperlink>
      <w:r>
        <w:t xml:space="preserve"> </w:t>
      </w:r>
    </w:p>
    <w:p w:rsidR="004851B3" w:rsidRDefault="004851B3"/>
    <w:p w:rsidR="004851B3" w:rsidRDefault="004851B3">
      <w:r>
        <w:t>De kleuren en de stijl van de school, dragen bij aan een leuke sfeer, een goed gevoel.</w:t>
      </w:r>
    </w:p>
    <w:p w:rsidR="004851B3" w:rsidRDefault="004851B3">
      <w:r>
        <w:t>Welke kleuren zouden jullie gebruiken voor onze school?</w:t>
      </w:r>
    </w:p>
    <w:p w:rsidR="004851B3" w:rsidRDefault="004851B3"/>
    <w:p w:rsidR="004851B3" w:rsidRDefault="004851B3">
      <w:r>
        <w:t xml:space="preserve">Maak eens een </w:t>
      </w:r>
      <w:proofErr w:type="spellStart"/>
      <w:r>
        <w:t>moodboard</w:t>
      </w:r>
      <w:proofErr w:type="spellEnd"/>
      <w:r>
        <w:t xml:space="preserve">! </w:t>
      </w:r>
    </w:p>
    <w:p w:rsidR="004851B3" w:rsidRPr="004851B3" w:rsidRDefault="004851B3" w:rsidP="004851B3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3D79"/>
          <w:sz w:val="21"/>
          <w:szCs w:val="21"/>
          <w:lang w:eastAsia="nl-NL"/>
        </w:rPr>
      </w:pPr>
      <w:r w:rsidRPr="004851B3">
        <w:rPr>
          <w:rFonts w:ascii="Arial" w:eastAsia="Times New Roman" w:hAnsi="Arial" w:cs="Arial"/>
          <w:b/>
          <w:bCs/>
          <w:color w:val="003D79"/>
          <w:sz w:val="21"/>
          <w:szCs w:val="21"/>
          <w:lang w:eastAsia="nl-NL"/>
        </w:rPr>
        <w:t xml:space="preserve">Wat is een </w:t>
      </w:r>
      <w:proofErr w:type="spellStart"/>
      <w:r w:rsidRPr="004851B3">
        <w:rPr>
          <w:rFonts w:ascii="Arial" w:eastAsia="Times New Roman" w:hAnsi="Arial" w:cs="Arial"/>
          <w:b/>
          <w:bCs/>
          <w:color w:val="003D79"/>
          <w:sz w:val="21"/>
          <w:szCs w:val="21"/>
          <w:lang w:eastAsia="nl-NL"/>
        </w:rPr>
        <w:t>moodboard</w:t>
      </w:r>
      <w:proofErr w:type="spellEnd"/>
      <w:r w:rsidRPr="004851B3">
        <w:rPr>
          <w:rFonts w:ascii="Arial" w:eastAsia="Times New Roman" w:hAnsi="Arial" w:cs="Arial"/>
          <w:b/>
          <w:bCs/>
          <w:color w:val="003D79"/>
          <w:sz w:val="21"/>
          <w:szCs w:val="21"/>
          <w:lang w:eastAsia="nl-NL"/>
        </w:rPr>
        <w:t>?</w:t>
      </w:r>
    </w:p>
    <w:p w:rsidR="004851B3" w:rsidRDefault="004851B3" w:rsidP="004851B3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Eigenlijk is een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moodboard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een poster met allerlei plaatjes die zorgen voor een bepaalde uitstraling. 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Deze 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plaatjes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een bepaald </w:t>
      </w:r>
      <w:r w:rsidRPr="004851B3">
        <w:rPr>
          <w:rFonts w:ascii="Arial" w:eastAsia="Times New Roman" w:hAnsi="Arial" w:cs="Arial"/>
          <w:color w:val="000000"/>
          <w:sz w:val="18"/>
          <w:szCs w:val="18"/>
          <w:u w:val="single"/>
          <w:shd w:val="clear" w:color="auto" w:fill="FFFFFF"/>
          <w:lang w:eastAsia="nl-NL"/>
        </w:rPr>
        <w:t>sfeerbeeld.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</w:t>
      </w:r>
    </w:p>
    <w:p w:rsidR="004851B3" w:rsidRDefault="004851B3" w:rsidP="004851B3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</w:pPr>
    </w:p>
    <w:p w:rsidR="004851B3" w:rsidRDefault="004851B3" w:rsidP="004851B3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</w:pPr>
      <w:proofErr w:type="spellStart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</w:t>
      </w:r>
      <w:proofErr w:type="spellEnd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is een ander woord voor sfeer, en board is naar het Nederlands vertaald een bord. </w:t>
      </w:r>
    </w:p>
    <w:p w:rsidR="004851B3" w:rsidRDefault="004851B3" w:rsidP="004851B3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</w:pPr>
    </w:p>
    <w:p w:rsidR="004851B3" w:rsidRPr="004851B3" w:rsidRDefault="004851B3" w:rsidP="00485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Zo krijg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je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het woord sfeerbord, een bord dat de sfeer uitstraalt. Voor een </w:t>
      </w:r>
      <w:proofErr w:type="spellStart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moodboard</w:t>
      </w:r>
      <w:proofErr w:type="spellEnd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kunnen allerlei materialen gebruikt worden zoals stof, papier, verf, stift enzovoort.</w:t>
      </w:r>
      <w:r w:rsidRPr="004851B3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</w:r>
      <w:r w:rsidRPr="004851B3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</w:r>
    </w:p>
    <w:p w:rsidR="004851B3" w:rsidRPr="004851B3" w:rsidRDefault="004851B3" w:rsidP="004851B3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3D79"/>
          <w:sz w:val="21"/>
          <w:szCs w:val="21"/>
          <w:lang w:eastAsia="nl-NL"/>
        </w:rPr>
      </w:pPr>
      <w:r w:rsidRPr="004851B3">
        <w:rPr>
          <w:rFonts w:ascii="Arial" w:eastAsia="Times New Roman" w:hAnsi="Arial" w:cs="Arial"/>
          <w:b/>
          <w:bCs/>
          <w:color w:val="003D79"/>
          <w:sz w:val="21"/>
          <w:szCs w:val="21"/>
          <w:lang w:eastAsia="nl-NL"/>
        </w:rPr>
        <w:t>Waarbij gebruik</w:t>
      </w:r>
      <w:r>
        <w:rPr>
          <w:rFonts w:ascii="Arial" w:eastAsia="Times New Roman" w:hAnsi="Arial" w:cs="Arial"/>
          <w:b/>
          <w:bCs/>
          <w:color w:val="003D79"/>
          <w:sz w:val="21"/>
          <w:szCs w:val="21"/>
          <w:lang w:eastAsia="nl-NL"/>
        </w:rPr>
        <w:t xml:space="preserve"> je</w:t>
      </w:r>
      <w:r w:rsidRPr="004851B3">
        <w:rPr>
          <w:rFonts w:ascii="Arial" w:eastAsia="Times New Roman" w:hAnsi="Arial" w:cs="Arial"/>
          <w:b/>
          <w:bCs/>
          <w:color w:val="003D79"/>
          <w:sz w:val="21"/>
          <w:szCs w:val="21"/>
          <w:lang w:eastAsia="nl-NL"/>
        </w:rPr>
        <w:t xml:space="preserve"> een </w:t>
      </w:r>
      <w:proofErr w:type="spellStart"/>
      <w:r w:rsidRPr="004851B3">
        <w:rPr>
          <w:rFonts w:ascii="Arial" w:eastAsia="Times New Roman" w:hAnsi="Arial" w:cs="Arial"/>
          <w:b/>
          <w:bCs/>
          <w:color w:val="003D79"/>
          <w:sz w:val="21"/>
          <w:szCs w:val="21"/>
          <w:lang w:eastAsia="nl-NL"/>
        </w:rPr>
        <w:t>moodboard</w:t>
      </w:r>
      <w:proofErr w:type="spellEnd"/>
      <w:r w:rsidRPr="004851B3">
        <w:rPr>
          <w:rFonts w:ascii="Arial" w:eastAsia="Times New Roman" w:hAnsi="Arial" w:cs="Arial"/>
          <w:b/>
          <w:bCs/>
          <w:color w:val="003D79"/>
          <w:sz w:val="21"/>
          <w:szCs w:val="21"/>
          <w:lang w:eastAsia="nl-NL"/>
        </w:rPr>
        <w:t>?</w:t>
      </w:r>
    </w:p>
    <w:p w:rsidR="004851B3" w:rsidRPr="004851B3" w:rsidRDefault="004851B3" w:rsidP="00485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Een </w:t>
      </w:r>
      <w:proofErr w:type="spellStart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moodboard</w:t>
      </w:r>
      <w:proofErr w:type="spellEnd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gebruikt u om </w:t>
      </w:r>
      <w:r w:rsidRPr="004851B3">
        <w:rPr>
          <w:rFonts w:ascii="Arial" w:eastAsia="Times New Roman" w:hAnsi="Arial" w:cs="Arial"/>
          <w:b/>
          <w:color w:val="000000"/>
          <w:sz w:val="18"/>
          <w:szCs w:val="18"/>
          <w:u w:val="single"/>
          <w:shd w:val="clear" w:color="auto" w:fill="FFFFFF"/>
          <w:lang w:eastAsia="nl-NL"/>
        </w:rPr>
        <w:t>in een keer een sfeer duidelijk te maken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. Dit kan gebruikt worden op presentaties en bijeenkomsten. 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Je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geeft mensen met een </w:t>
      </w:r>
      <w:proofErr w:type="spellStart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moodboard</w:t>
      </w:r>
      <w:proofErr w:type="spellEnd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een beeld over de uiteindelijke sfeer in 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de school.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Dan zien mensen hoe het eruit komt te zien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qua kleuren en stijl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,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in een oogopslag.</w:t>
      </w:r>
      <w:r w:rsidRPr="004851B3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</w:r>
      <w:r w:rsidRPr="004851B3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</w:r>
    </w:p>
    <w:p w:rsidR="004851B3" w:rsidRPr="004851B3" w:rsidRDefault="004851B3" w:rsidP="004851B3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3D79"/>
          <w:sz w:val="21"/>
          <w:szCs w:val="21"/>
          <w:lang w:eastAsia="nl-NL"/>
        </w:rPr>
      </w:pPr>
      <w:r w:rsidRPr="004851B3">
        <w:rPr>
          <w:rFonts w:ascii="Arial" w:eastAsia="Times New Roman" w:hAnsi="Arial" w:cs="Arial"/>
          <w:b/>
          <w:bCs/>
          <w:color w:val="003D79"/>
          <w:sz w:val="21"/>
          <w:szCs w:val="21"/>
          <w:lang w:eastAsia="nl-NL"/>
        </w:rPr>
        <w:t>Hoe maak</w:t>
      </w:r>
      <w:r>
        <w:rPr>
          <w:rFonts w:ascii="Arial" w:eastAsia="Times New Roman" w:hAnsi="Arial" w:cs="Arial"/>
          <w:b/>
          <w:bCs/>
          <w:color w:val="003D79"/>
          <w:sz w:val="21"/>
          <w:szCs w:val="21"/>
          <w:lang w:eastAsia="nl-NL"/>
        </w:rPr>
        <w:t xml:space="preserve"> je</w:t>
      </w:r>
      <w:r w:rsidRPr="004851B3">
        <w:rPr>
          <w:rFonts w:ascii="Arial" w:eastAsia="Times New Roman" w:hAnsi="Arial" w:cs="Arial"/>
          <w:b/>
          <w:bCs/>
          <w:color w:val="003D79"/>
          <w:sz w:val="21"/>
          <w:szCs w:val="21"/>
          <w:lang w:eastAsia="nl-NL"/>
        </w:rPr>
        <w:t xml:space="preserve"> een </w:t>
      </w:r>
      <w:proofErr w:type="spellStart"/>
      <w:r w:rsidRPr="004851B3">
        <w:rPr>
          <w:rFonts w:ascii="Arial" w:eastAsia="Times New Roman" w:hAnsi="Arial" w:cs="Arial"/>
          <w:b/>
          <w:bCs/>
          <w:color w:val="003D79"/>
          <w:sz w:val="21"/>
          <w:szCs w:val="21"/>
          <w:lang w:eastAsia="nl-NL"/>
        </w:rPr>
        <w:t>moodboard</w:t>
      </w:r>
      <w:proofErr w:type="spellEnd"/>
      <w:r w:rsidRPr="004851B3">
        <w:rPr>
          <w:rFonts w:ascii="Arial" w:eastAsia="Times New Roman" w:hAnsi="Arial" w:cs="Arial"/>
          <w:b/>
          <w:bCs/>
          <w:color w:val="003D79"/>
          <w:sz w:val="21"/>
          <w:szCs w:val="21"/>
          <w:lang w:eastAsia="nl-NL"/>
        </w:rPr>
        <w:t>?</w:t>
      </w:r>
    </w:p>
    <w:p w:rsidR="004851B3" w:rsidRPr="004851B3" w:rsidRDefault="004851B3" w:rsidP="00485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Een </w:t>
      </w:r>
      <w:proofErr w:type="spellStart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moodboard</w:t>
      </w:r>
      <w:proofErr w:type="spellEnd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kun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je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op verschillende manieren maken, niets is gek. Meestal is de grootte van een </w:t>
      </w:r>
      <w:proofErr w:type="spellStart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moodboard</w:t>
      </w:r>
      <w:proofErr w:type="spellEnd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een A3 of A2 formaat. Een </w:t>
      </w:r>
      <w:proofErr w:type="spellStart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moodboard</w:t>
      </w:r>
      <w:proofErr w:type="spellEnd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moet namelijk van een afstand te zien zijn, en dit lukt niet op A4 formaat of kleiner. Grofweg zijn er twee manieren om een </w:t>
      </w:r>
      <w:proofErr w:type="spellStart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moodboard</w:t>
      </w:r>
      <w:proofErr w:type="spellEnd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te maken namelijk digitaal of met de hand.</w:t>
      </w:r>
      <w:r w:rsidRPr="004851B3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</w:r>
      <w:r w:rsidRPr="004851B3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</w:r>
    </w:p>
    <w:p w:rsidR="004851B3" w:rsidRPr="004851B3" w:rsidRDefault="004851B3" w:rsidP="004851B3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eastAsia="nl-NL"/>
        </w:rPr>
      </w:pPr>
      <w:r w:rsidRPr="004851B3">
        <w:rPr>
          <w:rFonts w:ascii="Arial" w:eastAsia="Times New Roman" w:hAnsi="Arial" w:cs="Arial"/>
          <w:b/>
          <w:bCs/>
          <w:color w:val="000000"/>
          <w:sz w:val="18"/>
          <w:szCs w:val="18"/>
          <w:lang w:eastAsia="nl-NL"/>
        </w:rPr>
        <w:t xml:space="preserve">Een digitaal </w:t>
      </w:r>
      <w:proofErr w:type="spellStart"/>
      <w:r w:rsidRPr="004851B3">
        <w:rPr>
          <w:rFonts w:ascii="Arial" w:eastAsia="Times New Roman" w:hAnsi="Arial" w:cs="Arial"/>
          <w:b/>
          <w:bCs/>
          <w:color w:val="000000"/>
          <w:sz w:val="18"/>
          <w:szCs w:val="18"/>
          <w:lang w:eastAsia="nl-NL"/>
        </w:rPr>
        <w:t>moodboard</w:t>
      </w:r>
      <w:proofErr w:type="spellEnd"/>
    </w:p>
    <w:p w:rsidR="004851B3" w:rsidRDefault="004851B3" w:rsidP="004851B3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Een digitaal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moodboard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, zie ook het hoofdstuk over de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Popplet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, 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wordt meestal gemaakt met een fotobewerking programma zoals Photoshop. 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Je kunt hierbij ook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Paint 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gebruiken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. </w:t>
      </w:r>
    </w:p>
    <w:p w:rsidR="004851B3" w:rsidRDefault="004851B3" w:rsidP="004851B3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</w:pPr>
    </w:p>
    <w:p w:rsidR="004851B3" w:rsidRPr="004851B3" w:rsidRDefault="004851B3" w:rsidP="00485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Je 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kunt zelfs met Word een </w:t>
      </w:r>
      <w:proofErr w:type="spellStart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moodboard</w:t>
      </w:r>
      <w:proofErr w:type="spellEnd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maken. Echter is dit wel moeilijker omdat in Word de plaatjes vaak verspringen.</w:t>
      </w:r>
      <w:r w:rsidRPr="004851B3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</w:r>
      <w:r w:rsidRPr="004851B3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Met een digitaal </w:t>
      </w:r>
      <w:proofErr w:type="spellStart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moodboard</w:t>
      </w:r>
      <w:proofErr w:type="spellEnd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kunt u plaatjes van Google.nl kopiëren. Deze plaatjes kun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je 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dan zonder dat u vies wordt van de lijm in uw </w:t>
      </w:r>
      <w:proofErr w:type="spellStart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moodboard</w:t>
      </w:r>
      <w:proofErr w:type="spellEnd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plakken. Als 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je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</w:t>
      </w:r>
      <w:proofErr w:type="spellStart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moodboard</w:t>
      </w:r>
      <w:proofErr w:type="spellEnd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af is, print 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je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deze uit of zet deze in een PowerPoint presentatie.</w:t>
      </w:r>
      <w:r w:rsidRPr="004851B3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</w:r>
      <w:r w:rsidRPr="004851B3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</w:r>
    </w:p>
    <w:p w:rsidR="004851B3" w:rsidRPr="004851B3" w:rsidRDefault="004851B3" w:rsidP="004851B3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eastAsia="nl-NL"/>
        </w:rPr>
      </w:pPr>
      <w:r w:rsidRPr="004851B3">
        <w:rPr>
          <w:rFonts w:ascii="Arial" w:eastAsia="Times New Roman" w:hAnsi="Arial" w:cs="Arial"/>
          <w:b/>
          <w:bCs/>
          <w:color w:val="000000"/>
          <w:sz w:val="18"/>
          <w:szCs w:val="18"/>
          <w:lang w:eastAsia="nl-NL"/>
        </w:rPr>
        <w:t xml:space="preserve">Een met de hand gemaakt </w:t>
      </w:r>
      <w:proofErr w:type="spellStart"/>
      <w:r w:rsidRPr="004851B3">
        <w:rPr>
          <w:rFonts w:ascii="Arial" w:eastAsia="Times New Roman" w:hAnsi="Arial" w:cs="Arial"/>
          <w:b/>
          <w:bCs/>
          <w:color w:val="000000"/>
          <w:sz w:val="18"/>
          <w:szCs w:val="18"/>
          <w:lang w:eastAsia="nl-NL"/>
        </w:rPr>
        <w:t>moodboard</w:t>
      </w:r>
      <w:proofErr w:type="spellEnd"/>
    </w:p>
    <w:p w:rsidR="004851B3" w:rsidRDefault="004851B3" w:rsidP="004851B3"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Vaak moeten </w:t>
      </w:r>
      <w:proofErr w:type="spellStart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moodboards</w:t>
      </w:r>
      <w:proofErr w:type="spellEnd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met de hand worden gemaakt. Maar hoe ? 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Neem een karton (A3) als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frame voor 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je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</w:t>
      </w:r>
      <w:proofErr w:type="spellStart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moodboard</w:t>
      </w:r>
      <w:proofErr w:type="spellEnd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. Hier plak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je 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verschillende plaatjes op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,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uit bijvoorbeeld tijdschriften en krantenartikelen. Ook kunt u plaatjes van internet uitprinten of tekenen. Plak de plaatjes een beetje over elkaar tot een mooi gehee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l dat overeen komt met de stijl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. Behalve plaatjes kunt u ook materialen zoals stoffen of knopen op 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je</w:t>
      </w:r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</w:t>
      </w:r>
      <w:proofErr w:type="spellStart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>moodboard</w:t>
      </w:r>
      <w:proofErr w:type="spellEnd"/>
      <w:r w:rsidRPr="004851B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nl-NL"/>
        </w:rPr>
        <w:t xml:space="preserve"> plakken.</w:t>
      </w:r>
    </w:p>
    <w:p w:rsidR="004851B3" w:rsidRDefault="004851B3"/>
    <w:sectPr w:rsidR="004851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1B3"/>
    <w:rsid w:val="004851B3"/>
    <w:rsid w:val="008B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76B64E-01FD-4943-9C37-BEA4D55E8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851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4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tijlidee.nl/kleuradvies-voor-scholen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CC807501.dotm</Template>
  <TotalTime>8</TotalTime>
  <Pages>1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Sinke, Carolien</dc:creator>
  <cp:keywords/>
  <dc:description/>
  <cp:lastModifiedBy>Sinke, Carolien</cp:lastModifiedBy>
  <cp:revision>1</cp:revision>
  <dcterms:created xsi:type="dcterms:W3CDTF">2018-11-27T07:57:00Z</dcterms:created>
  <dcterms:modified xsi:type="dcterms:W3CDTF">2018-11-27T08:05:00Z</dcterms:modified>
</cp:coreProperties>
</file>