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98E" w:rsidRDefault="004B29D0">
      <w:r>
        <w:t xml:space="preserve">IJsbrekers: </w:t>
      </w:r>
      <w:bookmarkStart w:id="0" w:name="_GoBack"/>
      <w:bookmarkEnd w:id="0"/>
    </w:p>
    <w:p w:rsidR="004B29D0" w:rsidRDefault="004B29D0">
      <w:hyperlink r:id="rId4" w:history="1">
        <w:r w:rsidRPr="00636D4E">
          <w:rPr>
            <w:rStyle w:val="Hyperlink"/>
          </w:rPr>
          <w:t>https://hetnlpcollege.nl/beste-ijsbrekers/</w:t>
        </w:r>
      </w:hyperlink>
      <w:r>
        <w:t xml:space="preserve"> </w:t>
      </w:r>
    </w:p>
    <w:p w:rsidR="004B29D0" w:rsidRDefault="004B29D0"/>
    <w:sectPr w:rsidR="004B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D0"/>
    <w:rsid w:val="004B29D0"/>
    <w:rsid w:val="008D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A348B-B1CC-49B9-A7AD-B83B7EEF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B29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etnlpcollege.nl/beste-ijsbrekers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C4191C48.dotm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1</cp:revision>
  <dcterms:created xsi:type="dcterms:W3CDTF">2018-11-27T12:11:00Z</dcterms:created>
  <dcterms:modified xsi:type="dcterms:W3CDTF">2018-11-27T12:12:00Z</dcterms:modified>
</cp:coreProperties>
</file>