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E13" w:rsidRDefault="006E50FD">
      <w:r>
        <w:t>Het managementteam zorgt voor:</w:t>
      </w:r>
    </w:p>
    <w:p w:rsidR="006E50FD" w:rsidRDefault="006E50FD">
      <w:r>
        <w:rPr>
          <w:noProof/>
          <w:lang w:eastAsia="nl-NL"/>
        </w:rPr>
        <w:drawing>
          <wp:inline distT="0" distB="0" distL="0" distR="0">
            <wp:extent cx="2662136" cy="1996602"/>
            <wp:effectExtent l="0" t="0" r="508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agement-300x22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2011" cy="2011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50FD" w:rsidRDefault="006E50FD"/>
    <w:p w:rsidR="006E50FD" w:rsidRDefault="006E50FD" w:rsidP="006E50FD">
      <w:r>
        <w:t xml:space="preserve">* </w:t>
      </w:r>
      <w:r>
        <w:t>gesprekken voeren</w:t>
      </w:r>
    </w:p>
    <w:p w:rsidR="006E50FD" w:rsidRDefault="006E50FD" w:rsidP="006E50FD">
      <w:r>
        <w:t xml:space="preserve">* </w:t>
      </w:r>
      <w:r>
        <w:t xml:space="preserve"> aansturen</w:t>
      </w:r>
    </w:p>
    <w:p w:rsidR="006E50FD" w:rsidRDefault="006E50FD" w:rsidP="006E50FD">
      <w:r>
        <w:t xml:space="preserve">* </w:t>
      </w:r>
      <w:r>
        <w:t xml:space="preserve"> </w:t>
      </w:r>
      <w:r>
        <w:t xml:space="preserve">(laten) maken van </w:t>
      </w:r>
      <w:r>
        <w:t>foto’s / video</w:t>
      </w:r>
    </w:p>
    <w:p w:rsidR="006E50FD" w:rsidRDefault="006E50FD" w:rsidP="006E50FD">
      <w:r>
        <w:t>* voortgangsrapportage; waar zijn we</w:t>
      </w:r>
    </w:p>
    <w:p w:rsidR="006E50FD" w:rsidRDefault="006E50FD" w:rsidP="006E50FD">
      <w:r>
        <w:t xml:space="preserve">* communicatie in de organisatie </w:t>
      </w:r>
    </w:p>
    <w:p w:rsidR="006E50FD" w:rsidRDefault="006E50FD" w:rsidP="006E50FD"/>
    <w:p w:rsidR="006E50FD" w:rsidRDefault="006E50FD"/>
    <w:sectPr w:rsidR="006E5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FD"/>
    <w:rsid w:val="006E50FD"/>
    <w:rsid w:val="00F2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8EB7C-C7F6-4212-B868-634110F6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6EFA7D03.dotm</Template>
  <TotalTime>4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Sinke, Carolien</cp:lastModifiedBy>
  <cp:revision>1</cp:revision>
  <dcterms:created xsi:type="dcterms:W3CDTF">2019-09-26T07:54:00Z</dcterms:created>
  <dcterms:modified xsi:type="dcterms:W3CDTF">2019-09-26T07:58:00Z</dcterms:modified>
</cp:coreProperties>
</file>