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A72" w:rsidRPr="00624446" w:rsidRDefault="000D5A72" w:rsidP="000D5A72">
      <w:pPr>
        <w:tabs>
          <w:tab w:val="center" w:pos="4536"/>
          <w:tab w:val="right" w:pos="9072"/>
        </w:tabs>
        <w:spacing w:line="300" w:lineRule="exact"/>
        <w:rPr>
          <w:kern w:val="20"/>
          <w:szCs w:val="22"/>
        </w:rPr>
      </w:pPr>
      <w:r w:rsidRPr="00624446">
        <w:rPr>
          <w:noProof/>
          <w:kern w:val="20"/>
          <w:szCs w:val="22"/>
        </w:rPr>
        <w:drawing>
          <wp:anchor distT="0" distB="0" distL="114300" distR="114300" simplePos="0" relativeHeight="251660288" behindDoc="1" locked="0" layoutInCell="1" allowOverlap="1" wp14:anchorId="445E19AB" wp14:editId="690B90E8">
            <wp:simplePos x="0" y="0"/>
            <wp:positionH relativeFrom="page">
              <wp:align>center</wp:align>
            </wp:positionH>
            <wp:positionV relativeFrom="page">
              <wp:posOffset>107950</wp:posOffset>
            </wp:positionV>
            <wp:extent cx="6796405" cy="1775460"/>
            <wp:effectExtent l="0" t="0" r="4445"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96405" cy="17754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D5A72" w:rsidRDefault="000D5A72" w:rsidP="000D5A72">
      <w:pPr>
        <w:pStyle w:val="Titel"/>
      </w:pPr>
    </w:p>
    <w:p w:rsidR="000D5A72" w:rsidRDefault="000D5A72" w:rsidP="000D5A72">
      <w:pPr>
        <w:pStyle w:val="Titel"/>
      </w:pPr>
    </w:p>
    <w:p w:rsidR="000D5A72" w:rsidRDefault="000D5A72" w:rsidP="000D5A72">
      <w:pPr>
        <w:pStyle w:val="Titel"/>
      </w:pPr>
    </w:p>
    <w:p w:rsidR="000D5A72" w:rsidRDefault="000D5A72" w:rsidP="000D5A72">
      <w:pPr>
        <w:pStyle w:val="Titel"/>
      </w:pPr>
    </w:p>
    <w:p w:rsidR="000D5A72" w:rsidRDefault="000D5A72" w:rsidP="000D5A72">
      <w:pPr>
        <w:pStyle w:val="Titel"/>
      </w:pPr>
    </w:p>
    <w:p w:rsidR="000D5A72" w:rsidRDefault="000D5A72" w:rsidP="000D5A72">
      <w:pPr>
        <w:pStyle w:val="Titel"/>
      </w:pPr>
    </w:p>
    <w:p w:rsidR="000D5A72" w:rsidRDefault="000D5A72" w:rsidP="000D5A72">
      <w:pPr>
        <w:pStyle w:val="Titel"/>
      </w:pPr>
    </w:p>
    <w:p w:rsidR="000D5A72" w:rsidRDefault="000D5A72" w:rsidP="000D5A72">
      <w:pPr>
        <w:pStyle w:val="Titel"/>
      </w:pPr>
      <w:r>
        <w:t>Ontruimingsplan voetbalaccommodatie</w:t>
      </w:r>
    </w:p>
    <w:p w:rsidR="000D5A72" w:rsidRDefault="000D5A72" w:rsidP="000D5A72">
      <w:pPr>
        <w:pStyle w:val="Titel"/>
      </w:pPr>
    </w:p>
    <w:p w:rsidR="000D5A72" w:rsidRDefault="000D5A72" w:rsidP="000D5A72">
      <w:pPr>
        <w:jc w:val="center"/>
        <w:rPr>
          <w:rFonts w:cs="Arial"/>
          <w:b/>
          <w:bCs/>
          <w:sz w:val="32"/>
        </w:rPr>
      </w:pPr>
      <w:r>
        <w:rPr>
          <w:rFonts w:cs="Arial"/>
          <w:b/>
          <w:bCs/>
          <w:sz w:val="32"/>
        </w:rPr>
        <w:t xml:space="preserve">v.v. </w:t>
      </w:r>
      <w:sdt>
        <w:sdtPr>
          <w:rPr>
            <w:rFonts w:cs="Arial"/>
            <w:b/>
            <w:bCs/>
            <w:sz w:val="32"/>
          </w:rPr>
          <w:id w:val="-649510883"/>
          <w:placeholder>
            <w:docPart w:val="B4CF4F56EC494F7E97D84BC41261E8B1"/>
          </w:placeholder>
          <w:showingPlcHdr/>
        </w:sdtPr>
        <w:sdtEndPr/>
        <w:sdtContent>
          <w:r w:rsidRPr="00FD5FFB">
            <w:rPr>
              <w:rStyle w:val="Tekstvantijdelijkeaanduiding"/>
              <w:rFonts w:eastAsiaTheme="minorHAnsi"/>
            </w:rPr>
            <w:t>Klik of tik om tekst in te voeren.</w:t>
          </w:r>
        </w:sdtContent>
      </w:sdt>
    </w:p>
    <w:p w:rsidR="000D5A72" w:rsidRDefault="000D5A72" w:rsidP="000D5A72">
      <w:pPr>
        <w:jc w:val="center"/>
        <w:rPr>
          <w:rFonts w:cs="Arial"/>
          <w:b/>
          <w:bCs/>
          <w:sz w:val="32"/>
        </w:rPr>
      </w:pPr>
    </w:p>
    <w:p w:rsidR="000D5A72" w:rsidRDefault="00225239" w:rsidP="000D5A72">
      <w:pPr>
        <w:jc w:val="center"/>
        <w:rPr>
          <w:rFonts w:cs="Arial"/>
          <w:b/>
          <w:bCs/>
          <w:sz w:val="32"/>
        </w:rPr>
      </w:pPr>
      <w:r>
        <w:rPr>
          <w:rFonts w:cs="Arial"/>
          <w:b/>
          <w:bCs/>
          <w:sz w:val="32"/>
        </w:rPr>
        <w:t>t</w:t>
      </w:r>
      <w:r w:rsidR="000D5A72">
        <w:rPr>
          <w:rFonts w:cs="Arial"/>
          <w:b/>
          <w:bCs/>
          <w:sz w:val="32"/>
        </w:rPr>
        <w:t xml:space="preserve">e </w:t>
      </w:r>
      <w:sdt>
        <w:sdtPr>
          <w:rPr>
            <w:rFonts w:cs="Arial"/>
            <w:b/>
            <w:bCs/>
            <w:sz w:val="32"/>
          </w:rPr>
          <w:id w:val="-48541040"/>
          <w:placeholder>
            <w:docPart w:val="7166BCE273614F11A01556491ADCDE67"/>
          </w:placeholder>
          <w:showingPlcHdr/>
        </w:sdtPr>
        <w:sdtEndPr/>
        <w:sdtContent>
          <w:r w:rsidR="000D5A72" w:rsidRPr="00FD5FFB">
            <w:rPr>
              <w:rStyle w:val="Tekstvantijdelijkeaanduiding"/>
              <w:rFonts w:eastAsiaTheme="minorHAnsi"/>
            </w:rPr>
            <w:t>Klik of tik om tekst in te voeren.</w:t>
          </w:r>
        </w:sdtContent>
      </w:sdt>
    </w:p>
    <w:p w:rsidR="000D5A72" w:rsidRDefault="000D5A72" w:rsidP="000D5A72">
      <w:pPr>
        <w:jc w:val="center"/>
        <w:rPr>
          <w:rFonts w:cs="Arial"/>
          <w:b/>
          <w:bCs/>
          <w:sz w:val="32"/>
        </w:rPr>
      </w:pPr>
    </w:p>
    <w:p w:rsidR="000D5A72" w:rsidRDefault="000D5A72" w:rsidP="000D5A72">
      <w:pPr>
        <w:jc w:val="center"/>
        <w:rPr>
          <w:rFonts w:cs="Arial"/>
          <w:b/>
          <w:bCs/>
          <w:sz w:val="32"/>
        </w:rPr>
      </w:pPr>
      <w:r>
        <w:rPr>
          <w:rFonts w:cs="Arial"/>
          <w:b/>
          <w:bCs/>
          <w:noProof/>
        </w:rPr>
        <mc:AlternateContent>
          <mc:Choice Requires="wps">
            <w:drawing>
              <wp:anchor distT="0" distB="0" distL="114300" distR="114300" simplePos="0" relativeHeight="251659264" behindDoc="0" locked="0" layoutInCell="1" allowOverlap="1" wp14:anchorId="7BC301AC" wp14:editId="03242B2F">
                <wp:simplePos x="0" y="0"/>
                <wp:positionH relativeFrom="column">
                  <wp:posOffset>1257300</wp:posOffset>
                </wp:positionH>
                <wp:positionV relativeFrom="paragraph">
                  <wp:posOffset>157480</wp:posOffset>
                </wp:positionV>
                <wp:extent cx="3282950" cy="955040"/>
                <wp:effectExtent l="5080" t="9525" r="7620" b="6985"/>
                <wp:wrapNone/>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2950" cy="955040"/>
                        </a:xfrm>
                        <a:prstGeom prst="rect">
                          <a:avLst/>
                        </a:prstGeom>
                        <a:solidFill>
                          <a:srgbClr val="FFFFFF"/>
                        </a:solidFill>
                        <a:ln w="9525">
                          <a:solidFill>
                            <a:srgbClr val="000000"/>
                          </a:solidFill>
                          <a:miter lim="800000"/>
                          <a:headEnd/>
                          <a:tailEnd/>
                        </a:ln>
                      </wps:spPr>
                      <wps:txbx>
                        <w:txbxContent>
                          <w:p w:rsidR="000D5A72" w:rsidRPr="00624446" w:rsidRDefault="000D5A72" w:rsidP="000D5A72">
                            <w:pPr>
                              <w:rPr>
                                <w:rFonts w:cs="Arial"/>
                                <w:b/>
                                <w:bCs/>
                                <w:sz w:val="24"/>
                                <w:szCs w:val="20"/>
                              </w:rPr>
                            </w:pPr>
                            <w:r w:rsidRPr="00624446">
                              <w:rPr>
                                <w:rFonts w:cs="Arial"/>
                                <w:b/>
                                <w:bCs/>
                                <w:sz w:val="24"/>
                                <w:szCs w:val="20"/>
                              </w:rPr>
                              <w:t>Dit ontruimingsplan dient aanwezig te zijn:</w:t>
                            </w:r>
                          </w:p>
                          <w:p w:rsidR="000D5A72" w:rsidRPr="00624446" w:rsidRDefault="000D5A72" w:rsidP="000D5A72">
                            <w:pPr>
                              <w:numPr>
                                <w:ilvl w:val="0"/>
                                <w:numId w:val="23"/>
                              </w:numPr>
                              <w:rPr>
                                <w:rFonts w:cs="Arial"/>
                                <w:b/>
                                <w:bCs/>
                                <w:sz w:val="24"/>
                                <w:szCs w:val="20"/>
                              </w:rPr>
                            </w:pPr>
                            <w:r w:rsidRPr="00624446">
                              <w:rPr>
                                <w:rFonts w:cs="Arial"/>
                                <w:b/>
                                <w:bCs/>
                                <w:sz w:val="24"/>
                                <w:szCs w:val="20"/>
                              </w:rPr>
                              <w:t>achter de bar</w:t>
                            </w:r>
                          </w:p>
                          <w:p w:rsidR="000D5A72" w:rsidRPr="00624446" w:rsidRDefault="000D5A72" w:rsidP="000D5A72">
                            <w:pPr>
                              <w:numPr>
                                <w:ilvl w:val="0"/>
                                <w:numId w:val="23"/>
                              </w:numPr>
                              <w:rPr>
                                <w:rFonts w:cs="Arial"/>
                                <w:b/>
                                <w:bCs/>
                                <w:sz w:val="24"/>
                                <w:szCs w:val="20"/>
                              </w:rPr>
                            </w:pPr>
                            <w:r w:rsidRPr="00624446">
                              <w:rPr>
                                <w:rFonts w:cs="Arial"/>
                                <w:b/>
                                <w:bCs/>
                                <w:sz w:val="24"/>
                                <w:szCs w:val="20"/>
                              </w:rPr>
                              <w:t>op het wedstrijdsecretariaat/kantoor</w:t>
                            </w:r>
                          </w:p>
                          <w:p w:rsidR="000D5A72" w:rsidRPr="00624446" w:rsidRDefault="000D5A72" w:rsidP="000D5A72">
                            <w:pPr>
                              <w:numPr>
                                <w:ilvl w:val="0"/>
                                <w:numId w:val="23"/>
                              </w:numPr>
                              <w:rPr>
                                <w:rFonts w:cs="Arial"/>
                                <w:sz w:val="24"/>
                                <w:szCs w:val="20"/>
                              </w:rPr>
                            </w:pPr>
                            <w:r w:rsidRPr="00624446">
                              <w:rPr>
                                <w:rFonts w:cs="Arial"/>
                                <w:b/>
                                <w:bCs/>
                                <w:sz w:val="24"/>
                                <w:szCs w:val="20"/>
                              </w:rPr>
                              <w:t>in de bestuurskamer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BC301AC" id="_x0000_t202" coordsize="21600,21600" o:spt="202" path="m,l,21600r21600,l21600,xe">
                <v:stroke joinstyle="miter"/>
                <v:path gradientshapeok="t" o:connecttype="rect"/>
              </v:shapetype>
              <v:shape id="Tekstvak 1" o:spid="_x0000_s1026" type="#_x0000_t202" style="position:absolute;left:0;text-align:left;margin-left:99pt;margin-top:12.4pt;width:258.5pt;height:7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">
                <v:textbox>
                  <w:txbxContent>
                    <w:p w:rsidR="000D5A72" w:rsidRPr="00624446" w:rsidRDefault="000D5A72" w:rsidP="000D5A72">
                      <w:pPr>
                        <w:rPr>
                          <w:rFonts w:cs="Arial"/>
                          <w:b/>
                          <w:bCs/>
                          <w:sz w:val="24"/>
                          <w:szCs w:val="20"/>
                        </w:rPr>
                      </w:pPr>
                      <w:r w:rsidRPr="00624446">
                        <w:rPr>
                          <w:rFonts w:cs="Arial"/>
                          <w:b/>
                          <w:bCs/>
                          <w:sz w:val="24"/>
                          <w:szCs w:val="20"/>
                        </w:rPr>
                        <w:t>Dit ontruimingsplan dient aanwezig te zijn:</w:t>
                      </w:r>
                    </w:p>
                    <w:p w:rsidR="000D5A72" w:rsidRPr="00624446" w:rsidRDefault="000D5A72" w:rsidP="000D5A72">
                      <w:pPr>
                        <w:numPr>
                          <w:ilvl w:val="0"/>
                          <w:numId w:val="23"/>
                        </w:numPr>
                        <w:rPr>
                          <w:rFonts w:cs="Arial"/>
                          <w:b/>
                          <w:bCs/>
                          <w:sz w:val="24"/>
                          <w:szCs w:val="20"/>
                        </w:rPr>
                      </w:pPr>
                      <w:r w:rsidRPr="00624446">
                        <w:rPr>
                          <w:rFonts w:cs="Arial"/>
                          <w:b/>
                          <w:bCs/>
                          <w:sz w:val="24"/>
                          <w:szCs w:val="20"/>
                        </w:rPr>
                        <w:t>achter de bar</w:t>
                      </w:r>
                    </w:p>
                    <w:p w:rsidR="000D5A72" w:rsidRPr="00624446" w:rsidRDefault="000D5A72" w:rsidP="000D5A72">
                      <w:pPr>
                        <w:numPr>
                          <w:ilvl w:val="0"/>
                          <w:numId w:val="23"/>
                        </w:numPr>
                        <w:rPr>
                          <w:rFonts w:cs="Arial"/>
                          <w:b/>
                          <w:bCs/>
                          <w:sz w:val="24"/>
                          <w:szCs w:val="20"/>
                        </w:rPr>
                      </w:pPr>
                      <w:r w:rsidRPr="00624446">
                        <w:rPr>
                          <w:rFonts w:cs="Arial"/>
                          <w:b/>
                          <w:bCs/>
                          <w:sz w:val="24"/>
                          <w:szCs w:val="20"/>
                        </w:rPr>
                        <w:t>op het wedstrijdsecretariaat/kantoor</w:t>
                      </w:r>
                    </w:p>
                    <w:p w:rsidR="000D5A72" w:rsidRPr="00624446" w:rsidRDefault="000D5A72" w:rsidP="000D5A72">
                      <w:pPr>
                        <w:numPr>
                          <w:ilvl w:val="0"/>
                          <w:numId w:val="23"/>
                        </w:numPr>
                        <w:rPr>
                          <w:rFonts w:cs="Arial"/>
                          <w:sz w:val="24"/>
                          <w:szCs w:val="20"/>
                        </w:rPr>
                      </w:pPr>
                      <w:r w:rsidRPr="00624446">
                        <w:rPr>
                          <w:rFonts w:cs="Arial"/>
                          <w:b/>
                          <w:bCs/>
                          <w:sz w:val="24"/>
                          <w:szCs w:val="20"/>
                        </w:rPr>
                        <w:t>in de bestuurskamer</w:t>
                      </w:r>
                    </w:p>
                  </w:txbxContent>
                </v:textbox>
              </v:shape>
            </w:pict>
          </mc:Fallback>
        </mc:AlternateContent>
      </w:r>
    </w:p>
    <w:p w:rsidR="000D5A72" w:rsidRDefault="000D5A72" w:rsidP="000D5A72">
      <w:pPr>
        <w:jc w:val="center"/>
        <w:rPr>
          <w:b/>
          <w:bCs/>
        </w:rPr>
      </w:pPr>
    </w:p>
    <w:p w:rsidR="000D5A72" w:rsidRDefault="000D5A72" w:rsidP="000D5A72">
      <w:pPr>
        <w:jc w:val="center"/>
        <w:rPr>
          <w:b/>
          <w:bCs/>
        </w:rPr>
      </w:pPr>
    </w:p>
    <w:p w:rsidR="000D5A72" w:rsidRDefault="000D5A72" w:rsidP="000D5A72">
      <w:pPr>
        <w:jc w:val="center"/>
        <w:rPr>
          <w:b/>
          <w:bCs/>
        </w:rPr>
      </w:pPr>
    </w:p>
    <w:p w:rsidR="000D5A72" w:rsidRDefault="000D5A72" w:rsidP="000D5A72">
      <w:pPr>
        <w:rPr>
          <w:b/>
          <w:bCs/>
        </w:rPr>
      </w:pPr>
    </w:p>
    <w:p w:rsidR="000D5A72" w:rsidRDefault="000D5A72" w:rsidP="000D5A72">
      <w:pPr>
        <w:rPr>
          <w:b/>
          <w:bCs/>
        </w:rPr>
      </w:pPr>
    </w:p>
    <w:p w:rsidR="000D5A72" w:rsidRDefault="000D5A72" w:rsidP="000D5A72">
      <w:pPr>
        <w:rPr>
          <w:b/>
          <w:bCs/>
        </w:rPr>
      </w:pPr>
    </w:p>
    <w:p w:rsidR="000D5A72" w:rsidRDefault="000D5A72" w:rsidP="000D5A72">
      <w:pPr>
        <w:rPr>
          <w:b/>
          <w:bCs/>
        </w:rPr>
      </w:pPr>
    </w:p>
    <w:p w:rsidR="000D5A72" w:rsidRDefault="000D5A72" w:rsidP="000D5A72">
      <w:pPr>
        <w:rPr>
          <w:b/>
          <w:bCs/>
        </w:rPr>
      </w:pPr>
    </w:p>
    <w:p w:rsidR="000D5A72" w:rsidRDefault="000D5A72" w:rsidP="000D5A72">
      <w:pPr>
        <w:rPr>
          <w:b/>
          <w:bCs/>
        </w:rPr>
      </w:pPr>
    </w:p>
    <w:p w:rsidR="000D5A72" w:rsidRDefault="000D5A72" w:rsidP="000D5A72">
      <w:pPr>
        <w:rPr>
          <w:b/>
          <w:bCs/>
        </w:rPr>
      </w:pPr>
    </w:p>
    <w:p w:rsidR="000D5A72" w:rsidRDefault="000D5A72" w:rsidP="000D5A72">
      <w:pPr>
        <w:rPr>
          <w:b/>
          <w:bCs/>
        </w:rPr>
      </w:pPr>
    </w:p>
    <w:p w:rsidR="000D5A72" w:rsidRDefault="000D5A72" w:rsidP="000D5A72">
      <w:pPr>
        <w:jc w:val="both"/>
        <w:rPr>
          <w:b/>
          <w:bCs/>
        </w:rPr>
      </w:pPr>
    </w:p>
    <w:p w:rsidR="000D5A72" w:rsidRDefault="000D5A72" w:rsidP="000D5A72">
      <w:pPr>
        <w:rPr>
          <w:b/>
          <w:bCs/>
        </w:rPr>
      </w:pPr>
    </w:p>
    <w:p w:rsidR="000D5A72" w:rsidRDefault="000D5A72" w:rsidP="000D5A72">
      <w:pPr>
        <w:rPr>
          <w:b/>
          <w:bCs/>
        </w:rPr>
      </w:pPr>
    </w:p>
    <w:p w:rsidR="000D5A72" w:rsidRDefault="000D5A72" w:rsidP="000D5A72">
      <w:pPr>
        <w:jc w:val="both"/>
        <w:rPr>
          <w:b/>
          <w:bCs/>
        </w:rPr>
      </w:pPr>
    </w:p>
    <w:p w:rsidR="000D5A72" w:rsidRDefault="000D5A72" w:rsidP="000D5A72">
      <w:pPr>
        <w:rPr>
          <w:rFonts w:cs="Arial"/>
          <w:b/>
          <w:bCs/>
          <w:u w:val="single"/>
        </w:rPr>
      </w:pPr>
    </w:p>
    <w:p w:rsidR="000D5A72" w:rsidRDefault="000D5A72" w:rsidP="000D5A72">
      <w:pPr>
        <w:rPr>
          <w:rFonts w:cs="Arial"/>
          <w:b/>
          <w:bCs/>
          <w:u w:val="single"/>
        </w:rPr>
      </w:pPr>
    </w:p>
    <w:p w:rsidR="000D5A72" w:rsidRDefault="000D5A72" w:rsidP="000D5A72">
      <w:pPr>
        <w:rPr>
          <w:rFonts w:cs="Arial"/>
          <w:b/>
          <w:bCs/>
          <w:u w:val="single"/>
        </w:rPr>
      </w:pPr>
    </w:p>
    <w:p w:rsidR="000D5A72" w:rsidRDefault="000D5A72" w:rsidP="000D5A72">
      <w:pPr>
        <w:rPr>
          <w:rFonts w:cs="Arial"/>
          <w:b/>
          <w:bCs/>
          <w:u w:val="single"/>
        </w:rPr>
      </w:pPr>
    </w:p>
    <w:p w:rsidR="000D5A72" w:rsidRDefault="000D5A72" w:rsidP="000D5A72">
      <w:pPr>
        <w:rPr>
          <w:rFonts w:cs="Arial"/>
          <w:b/>
          <w:bCs/>
          <w:u w:val="single"/>
        </w:rPr>
      </w:pPr>
    </w:p>
    <w:p w:rsidR="000D5A72" w:rsidRDefault="000D5A72" w:rsidP="000D5A72">
      <w:pPr>
        <w:rPr>
          <w:rFonts w:cs="Arial"/>
          <w:b/>
          <w:bCs/>
          <w:u w:val="single"/>
        </w:rPr>
      </w:pPr>
      <w:r>
        <w:rPr>
          <w:rFonts w:cs="Arial"/>
          <w:b/>
          <w:bCs/>
          <w:u w:val="single"/>
        </w:rPr>
        <w:t>Opgesteld door:</w:t>
      </w:r>
    </w:p>
    <w:p w:rsidR="00AF3531" w:rsidRDefault="00AF3531" w:rsidP="000D5A72">
      <w:pPr>
        <w:rPr>
          <w:rFonts w:cs="Arial"/>
          <w:b/>
          <w:bCs/>
          <w:u w:val="single"/>
        </w:rPr>
      </w:pPr>
    </w:p>
    <w:p w:rsidR="000D5A72" w:rsidRDefault="000D5A72" w:rsidP="000D5A72">
      <w:pPr>
        <w:rPr>
          <w:rFonts w:cs="Arial"/>
          <w:b/>
          <w:bCs/>
        </w:rPr>
      </w:pPr>
      <w:r>
        <w:rPr>
          <w:rFonts w:cs="Arial"/>
          <w:b/>
          <w:bCs/>
        </w:rPr>
        <w:t xml:space="preserve">Bestuur v.v. </w:t>
      </w:r>
      <w:sdt>
        <w:sdtPr>
          <w:rPr>
            <w:rFonts w:cs="Arial"/>
            <w:b/>
            <w:bCs/>
          </w:rPr>
          <w:id w:val="-1935656509"/>
          <w:placeholder>
            <w:docPart w:val="719D01B909D74F10A1E378B5D386C25A"/>
          </w:placeholder>
          <w:showingPlcHdr/>
          <w:text/>
        </w:sdtPr>
        <w:sdtEndPr/>
        <w:sdtContent>
          <w:r w:rsidRPr="00FD5FFB">
            <w:rPr>
              <w:rStyle w:val="Tekstvantijdelijkeaanduiding"/>
              <w:rFonts w:eastAsiaTheme="minorHAnsi"/>
            </w:rPr>
            <w:t>Klik of tik om tekst in te voeren.</w:t>
          </w:r>
        </w:sdtContent>
      </w:sdt>
    </w:p>
    <w:p w:rsidR="000D5A72" w:rsidRDefault="000D5A72" w:rsidP="000D5A72">
      <w:pPr>
        <w:rPr>
          <w:rFonts w:cs="Arial"/>
          <w:b/>
          <w:bCs/>
        </w:rPr>
      </w:pPr>
    </w:p>
    <w:p w:rsidR="000D5A72" w:rsidRDefault="000D5A72" w:rsidP="000D5A72">
      <w:pPr>
        <w:rPr>
          <w:rFonts w:cs="Arial"/>
          <w:b/>
          <w:bCs/>
        </w:rPr>
      </w:pPr>
      <w:r>
        <w:rPr>
          <w:rFonts w:cs="Arial"/>
          <w:b/>
          <w:bCs/>
        </w:rPr>
        <w:t xml:space="preserve">Contactpersoon: </w:t>
      </w:r>
      <w:sdt>
        <w:sdtPr>
          <w:rPr>
            <w:rFonts w:cs="Arial"/>
            <w:b/>
            <w:bCs/>
          </w:rPr>
          <w:id w:val="1190567217"/>
          <w:placeholder>
            <w:docPart w:val="6041E75D1DBB4B4C80B0974B18BF8A5B"/>
          </w:placeholder>
          <w:showingPlcHdr/>
          <w:text/>
        </w:sdtPr>
        <w:sdtEndPr/>
        <w:sdtContent>
          <w:r w:rsidRPr="00FD5FFB">
            <w:rPr>
              <w:rStyle w:val="Tekstvantijdelijkeaanduiding"/>
              <w:rFonts w:eastAsiaTheme="minorHAnsi"/>
            </w:rPr>
            <w:t>Klik of tik om tekst in te voeren.</w:t>
          </w:r>
        </w:sdtContent>
      </w:sdt>
    </w:p>
    <w:p w:rsidR="000D5A72" w:rsidRDefault="000D5A72" w:rsidP="000D5A72">
      <w:pPr>
        <w:rPr>
          <w:rFonts w:cs="Arial"/>
          <w:b/>
          <w:bCs/>
        </w:rPr>
      </w:pPr>
    </w:p>
    <w:p w:rsidR="000D5A72" w:rsidRDefault="000D5A72" w:rsidP="000D5A72">
      <w:pPr>
        <w:rPr>
          <w:rFonts w:cs="Arial"/>
          <w:b/>
          <w:bCs/>
        </w:rPr>
      </w:pPr>
      <w:r>
        <w:rPr>
          <w:rFonts w:cs="Arial"/>
          <w:b/>
          <w:bCs/>
        </w:rPr>
        <w:t xml:space="preserve">Telefoon: </w:t>
      </w:r>
      <w:sdt>
        <w:sdtPr>
          <w:rPr>
            <w:rFonts w:cs="Arial"/>
            <w:b/>
            <w:bCs/>
          </w:rPr>
          <w:id w:val="-1325355085"/>
          <w:placeholder>
            <w:docPart w:val="601B496CFAB1499E94F12299CF027F97"/>
          </w:placeholder>
          <w:showingPlcHdr/>
          <w:text/>
        </w:sdtPr>
        <w:sdtEndPr/>
        <w:sdtContent>
          <w:r w:rsidRPr="00FD5FFB">
            <w:rPr>
              <w:rStyle w:val="Tekstvantijdelijkeaanduiding"/>
              <w:rFonts w:eastAsiaTheme="minorHAnsi"/>
            </w:rPr>
            <w:t>Klik of tik om tekst in te voeren.</w:t>
          </w:r>
        </w:sdtContent>
      </w:sdt>
    </w:p>
    <w:p w:rsidR="000D5A72" w:rsidRDefault="000D5A72" w:rsidP="000D5A72">
      <w:pPr>
        <w:rPr>
          <w:rFonts w:cs="Arial"/>
          <w:b/>
          <w:bCs/>
        </w:rPr>
      </w:pPr>
    </w:p>
    <w:p w:rsidR="000D5A72" w:rsidRDefault="000D5A72" w:rsidP="000D5A72">
      <w:pPr>
        <w:rPr>
          <w:b/>
          <w:bCs/>
        </w:rPr>
      </w:pPr>
      <w:r>
        <w:rPr>
          <w:rFonts w:cs="Arial"/>
          <w:b/>
          <w:bCs/>
        </w:rPr>
        <w:t xml:space="preserve">Datum: </w:t>
      </w:r>
      <w:sdt>
        <w:sdtPr>
          <w:rPr>
            <w:rFonts w:cs="Arial"/>
            <w:b/>
            <w:bCs/>
          </w:rPr>
          <w:id w:val="-1482304050"/>
          <w:placeholder>
            <w:docPart w:val="7C4678E6537A4B70BB3E4DAFBF17A487"/>
          </w:placeholder>
          <w:showingPlcHdr/>
          <w:text/>
        </w:sdtPr>
        <w:sdtEndPr/>
        <w:sdtContent>
          <w:r w:rsidRPr="00FD5FFB">
            <w:rPr>
              <w:rStyle w:val="Tekstvantijdelijkeaanduiding"/>
              <w:rFonts w:eastAsiaTheme="minorHAnsi"/>
            </w:rPr>
            <w:t>Klik of tik om tekst in te voeren.</w:t>
          </w:r>
        </w:sdtContent>
      </w:sdt>
      <w:r>
        <w:rPr>
          <w:rFonts w:cs="Arial"/>
          <w:b/>
          <w:bCs/>
        </w:rPr>
        <w:t xml:space="preserve">                                        </w:t>
      </w:r>
    </w:p>
    <w:p w:rsidR="000D5A72" w:rsidRDefault="000D5A72" w:rsidP="000D5A72">
      <w:pPr>
        <w:rPr>
          <w:rFonts w:cs="Arial"/>
          <w:b/>
          <w:bCs/>
          <w:sz w:val="28"/>
        </w:rPr>
      </w:pPr>
      <w:r>
        <w:rPr>
          <w:rFonts w:cs="Arial"/>
          <w:b/>
          <w:bCs/>
          <w:sz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c>
          <w:tcPr>
            <w:tcW w:w="9212" w:type="dxa"/>
          </w:tcPr>
          <w:p w:rsidR="000D5A72" w:rsidRDefault="000D5A72" w:rsidP="00F46446">
            <w:pPr>
              <w:pStyle w:val="Kop2"/>
              <w:jc w:val="left"/>
              <w:rPr>
                <w:rFonts w:cs="Arial"/>
              </w:rPr>
            </w:pPr>
            <w:r>
              <w:rPr>
                <w:rFonts w:cs="Arial"/>
              </w:rPr>
              <w:lastRenderedPageBreak/>
              <w:t>Inhoudsopgave</w:t>
            </w:r>
          </w:p>
        </w:tc>
      </w:tr>
    </w:tbl>
    <w:p w:rsidR="000D5A72" w:rsidRDefault="000D5A72" w:rsidP="000D5A72">
      <w:pPr>
        <w:rPr>
          <w:b/>
          <w:bCs/>
        </w:rPr>
      </w:pPr>
    </w:p>
    <w:p w:rsidR="000D5A72" w:rsidRPr="00624446" w:rsidRDefault="000D5A72" w:rsidP="000D5A72">
      <w:pPr>
        <w:pStyle w:val="Kop9"/>
        <w:rPr>
          <w:rFonts w:cs="Arial"/>
        </w:rPr>
      </w:pPr>
      <w:r w:rsidRPr="00624446">
        <w:rPr>
          <w:rFonts w:cs="Arial"/>
        </w:rPr>
        <w:t>Inleiding</w:t>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t>3</w:t>
      </w:r>
    </w:p>
    <w:p w:rsidR="000D5A72" w:rsidRPr="00624446" w:rsidRDefault="000D5A72" w:rsidP="000D5A72">
      <w:pPr>
        <w:pStyle w:val="Kop9"/>
        <w:rPr>
          <w:rFonts w:cs="Arial"/>
        </w:rPr>
      </w:pPr>
    </w:p>
    <w:p w:rsidR="000D5A72" w:rsidRPr="00624446" w:rsidRDefault="000D5A72" w:rsidP="000D5A72">
      <w:pPr>
        <w:pStyle w:val="Kop9"/>
        <w:rPr>
          <w:rFonts w:cs="Arial"/>
        </w:rPr>
      </w:pPr>
      <w:r w:rsidRPr="00624446">
        <w:rPr>
          <w:rFonts w:cs="Arial"/>
        </w:rPr>
        <w:t>Werkwijzer</w:t>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t>4</w:t>
      </w:r>
    </w:p>
    <w:p w:rsidR="000D5A72" w:rsidRPr="00624446" w:rsidRDefault="000D5A72" w:rsidP="000D5A72">
      <w:pPr>
        <w:rPr>
          <w:rFonts w:cs="Arial"/>
          <w:b/>
          <w:bCs/>
        </w:rPr>
      </w:pPr>
    </w:p>
    <w:p w:rsidR="000D5A72" w:rsidRPr="00624446" w:rsidRDefault="000D5A72" w:rsidP="000D5A72">
      <w:pPr>
        <w:rPr>
          <w:rFonts w:cs="Arial"/>
          <w:b/>
          <w:bCs/>
        </w:rPr>
      </w:pPr>
      <w:r w:rsidRPr="00624446">
        <w:rPr>
          <w:rFonts w:cs="Arial"/>
          <w:b/>
          <w:bCs/>
        </w:rPr>
        <w:t>1.</w:t>
      </w:r>
      <w:r w:rsidRPr="00624446">
        <w:rPr>
          <w:rFonts w:cs="Arial"/>
          <w:b/>
          <w:bCs/>
        </w:rPr>
        <w:tab/>
        <w:t>Objectgegevens</w:t>
      </w:r>
      <w:r w:rsidRPr="00624446">
        <w:rPr>
          <w:rFonts w:cs="Arial"/>
          <w:b/>
          <w:bCs/>
        </w:rPr>
        <w:tab/>
      </w:r>
      <w:r w:rsidRPr="00624446">
        <w:rPr>
          <w:rFonts w:cs="Arial"/>
          <w:b/>
          <w:bCs/>
        </w:rPr>
        <w:tab/>
      </w:r>
      <w:r w:rsidRPr="00624446">
        <w:rPr>
          <w:rFonts w:cs="Arial"/>
          <w:b/>
          <w:bCs/>
        </w:rPr>
        <w:tab/>
      </w:r>
      <w:r w:rsidRPr="00624446">
        <w:rPr>
          <w:rFonts w:cs="Arial"/>
          <w:b/>
          <w:bCs/>
        </w:rPr>
        <w:tab/>
      </w:r>
      <w:r w:rsidRPr="00624446">
        <w:rPr>
          <w:rFonts w:cs="Arial"/>
          <w:b/>
          <w:bCs/>
        </w:rPr>
        <w:tab/>
      </w:r>
      <w:r w:rsidRPr="00624446">
        <w:rPr>
          <w:rFonts w:cs="Arial"/>
          <w:b/>
          <w:bCs/>
        </w:rPr>
        <w:tab/>
      </w:r>
      <w:r w:rsidRPr="00624446">
        <w:rPr>
          <w:rFonts w:cs="Arial"/>
          <w:b/>
          <w:bCs/>
        </w:rPr>
        <w:tab/>
      </w:r>
      <w:r w:rsidRPr="00624446">
        <w:rPr>
          <w:rFonts w:cs="Arial"/>
          <w:b/>
          <w:bCs/>
        </w:rPr>
        <w:tab/>
        <w:t>5</w:t>
      </w:r>
    </w:p>
    <w:p w:rsidR="000D5A72" w:rsidRPr="00624446" w:rsidRDefault="000D5A72" w:rsidP="000D5A72">
      <w:pPr>
        <w:pStyle w:val="Koptekst"/>
        <w:tabs>
          <w:tab w:val="clear" w:pos="4536"/>
          <w:tab w:val="clear" w:pos="9072"/>
        </w:tabs>
        <w:rPr>
          <w:rFonts w:cs="Arial"/>
        </w:rPr>
      </w:pPr>
      <w:r w:rsidRPr="00624446">
        <w:rPr>
          <w:rFonts w:cs="Arial"/>
        </w:rPr>
        <w:t>1.1</w:t>
      </w:r>
      <w:r w:rsidRPr="00624446">
        <w:rPr>
          <w:rFonts w:cs="Arial"/>
        </w:rPr>
        <w:tab/>
        <w:t>Naam en adres clubgebouw</w:t>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t>5</w:t>
      </w:r>
    </w:p>
    <w:p w:rsidR="000D5A72" w:rsidRPr="00624446" w:rsidRDefault="000D5A72" w:rsidP="000D5A72">
      <w:pPr>
        <w:rPr>
          <w:rFonts w:cs="Arial"/>
        </w:rPr>
      </w:pPr>
      <w:r w:rsidRPr="00624446">
        <w:rPr>
          <w:rFonts w:cs="Arial"/>
        </w:rPr>
        <w:t>1.2</w:t>
      </w:r>
      <w:r w:rsidRPr="00624446">
        <w:rPr>
          <w:rFonts w:cs="Arial"/>
        </w:rPr>
        <w:tab/>
        <w:t>Verantwoordelijke contactpersonen</w:t>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t>5</w:t>
      </w:r>
    </w:p>
    <w:p w:rsidR="000D5A72" w:rsidRPr="00624446" w:rsidRDefault="000D5A72" w:rsidP="000D5A72">
      <w:pPr>
        <w:rPr>
          <w:rFonts w:cs="Arial"/>
        </w:rPr>
      </w:pPr>
      <w:r w:rsidRPr="00624446">
        <w:rPr>
          <w:rFonts w:cs="Arial"/>
        </w:rPr>
        <w:t>1.3</w:t>
      </w:r>
      <w:r w:rsidRPr="00624446">
        <w:rPr>
          <w:rFonts w:cs="Arial"/>
        </w:rPr>
        <w:tab/>
        <w:t>Openingstijden</w:t>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Pr>
          <w:rFonts w:cs="Arial"/>
        </w:rPr>
        <w:tab/>
      </w:r>
      <w:r w:rsidRPr="00624446">
        <w:rPr>
          <w:rFonts w:cs="Arial"/>
        </w:rPr>
        <w:tab/>
        <w:t>5</w:t>
      </w:r>
    </w:p>
    <w:p w:rsidR="000D5A72" w:rsidRPr="00624446" w:rsidRDefault="000D5A72" w:rsidP="000D5A72">
      <w:pPr>
        <w:rPr>
          <w:rFonts w:cs="Arial"/>
        </w:rPr>
      </w:pPr>
      <w:r w:rsidRPr="00624446">
        <w:rPr>
          <w:rFonts w:cs="Arial"/>
        </w:rPr>
        <w:t>1.4</w:t>
      </w:r>
      <w:r w:rsidRPr="00624446">
        <w:rPr>
          <w:rFonts w:cs="Arial"/>
        </w:rPr>
        <w:tab/>
        <w:t>Bouwkundige gegevens</w:t>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Pr>
          <w:rFonts w:cs="Arial"/>
        </w:rPr>
        <w:tab/>
      </w:r>
      <w:r w:rsidRPr="00624446">
        <w:rPr>
          <w:rFonts w:cs="Arial"/>
        </w:rPr>
        <w:tab/>
      </w:r>
      <w:r w:rsidRPr="00624446">
        <w:rPr>
          <w:rFonts w:cs="Arial"/>
        </w:rPr>
        <w:tab/>
        <w:t>5</w:t>
      </w:r>
    </w:p>
    <w:p w:rsidR="000D5A72" w:rsidRPr="00624446" w:rsidRDefault="000D5A72" w:rsidP="000D5A72">
      <w:pPr>
        <w:rPr>
          <w:rFonts w:cs="Arial"/>
        </w:rPr>
      </w:pPr>
      <w:r w:rsidRPr="00624446">
        <w:rPr>
          <w:rFonts w:cs="Arial"/>
        </w:rPr>
        <w:t>1.5</w:t>
      </w:r>
      <w:r w:rsidRPr="00624446">
        <w:rPr>
          <w:rFonts w:cs="Arial"/>
        </w:rPr>
        <w:tab/>
        <w:t>Plattegronden</w:t>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t>6</w:t>
      </w:r>
    </w:p>
    <w:p w:rsidR="000D5A72" w:rsidRPr="00624446" w:rsidRDefault="000D5A72" w:rsidP="000D5A72">
      <w:pPr>
        <w:rPr>
          <w:rFonts w:cs="Arial"/>
          <w:b/>
          <w:bCs/>
        </w:rPr>
      </w:pPr>
      <w:r w:rsidRPr="00624446">
        <w:rPr>
          <w:rFonts w:cs="Arial"/>
        </w:rPr>
        <w:t>1.6</w:t>
      </w:r>
      <w:r w:rsidRPr="00624446">
        <w:rPr>
          <w:rFonts w:cs="Arial"/>
        </w:rPr>
        <w:tab/>
        <w:t>Beveiligingsdienst cq alarmcentrale</w:t>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t>6</w:t>
      </w:r>
    </w:p>
    <w:p w:rsidR="000D5A72" w:rsidRPr="00624446" w:rsidRDefault="000D5A72" w:rsidP="000D5A72">
      <w:pPr>
        <w:rPr>
          <w:rFonts w:cs="Arial"/>
          <w:b/>
          <w:bCs/>
        </w:rPr>
      </w:pPr>
      <w:r>
        <w:rPr>
          <w:rFonts w:cs="Arial"/>
          <w:b/>
          <w:bCs/>
        </w:rPr>
        <w:tab/>
      </w:r>
      <w:r>
        <w:rPr>
          <w:rFonts w:cs="Arial"/>
          <w:b/>
          <w:bCs/>
        </w:rPr>
        <w:tab/>
      </w:r>
      <w:r>
        <w:rPr>
          <w:rFonts w:cs="Arial"/>
          <w:b/>
          <w:bCs/>
        </w:rPr>
        <w:tab/>
      </w:r>
    </w:p>
    <w:p w:rsidR="000D5A72" w:rsidRPr="00624446" w:rsidRDefault="000D5A72" w:rsidP="000D5A72">
      <w:pPr>
        <w:rPr>
          <w:rFonts w:cs="Arial"/>
          <w:b/>
          <w:bCs/>
        </w:rPr>
      </w:pPr>
      <w:r w:rsidRPr="00624446">
        <w:rPr>
          <w:rFonts w:cs="Arial"/>
          <w:b/>
          <w:bCs/>
        </w:rPr>
        <w:t>2.</w:t>
      </w:r>
      <w:r w:rsidRPr="00624446">
        <w:rPr>
          <w:rFonts w:cs="Arial"/>
          <w:b/>
          <w:bCs/>
        </w:rPr>
        <w:tab/>
        <w:t>Organisatie calamiteitenteam</w:t>
      </w:r>
      <w:r w:rsidRPr="00624446">
        <w:rPr>
          <w:rFonts w:cs="Arial"/>
          <w:b/>
          <w:bCs/>
        </w:rPr>
        <w:tab/>
      </w:r>
      <w:r w:rsidRPr="00624446">
        <w:rPr>
          <w:rFonts w:cs="Arial"/>
          <w:b/>
          <w:bCs/>
        </w:rPr>
        <w:tab/>
      </w:r>
      <w:r w:rsidRPr="00624446">
        <w:rPr>
          <w:rFonts w:cs="Arial"/>
          <w:b/>
          <w:bCs/>
        </w:rPr>
        <w:tab/>
      </w:r>
      <w:r w:rsidRPr="00624446">
        <w:rPr>
          <w:rFonts w:cs="Arial"/>
          <w:b/>
          <w:bCs/>
        </w:rPr>
        <w:tab/>
      </w:r>
      <w:r w:rsidRPr="00624446">
        <w:rPr>
          <w:rFonts w:cs="Arial"/>
          <w:b/>
          <w:bCs/>
        </w:rPr>
        <w:tab/>
      </w:r>
      <w:r>
        <w:rPr>
          <w:rFonts w:cs="Arial"/>
          <w:b/>
          <w:bCs/>
        </w:rPr>
        <w:tab/>
      </w:r>
      <w:r w:rsidRPr="00624446">
        <w:rPr>
          <w:rFonts w:cs="Arial"/>
          <w:b/>
          <w:bCs/>
        </w:rPr>
        <w:tab/>
        <w:t>7</w:t>
      </w:r>
    </w:p>
    <w:p w:rsidR="000D5A72" w:rsidRPr="00624446" w:rsidRDefault="000D5A72" w:rsidP="000D5A72">
      <w:pPr>
        <w:rPr>
          <w:rFonts w:cs="Arial"/>
        </w:rPr>
      </w:pPr>
      <w:r w:rsidRPr="00624446">
        <w:rPr>
          <w:rFonts w:cs="Arial"/>
        </w:rPr>
        <w:t>2.1</w:t>
      </w:r>
      <w:r w:rsidRPr="00624446">
        <w:rPr>
          <w:rFonts w:cs="Arial"/>
        </w:rPr>
        <w:tab/>
        <w:t>Samenstelling calamiteitenteam</w:t>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Pr>
          <w:rFonts w:cs="Arial"/>
        </w:rPr>
        <w:tab/>
      </w:r>
      <w:r w:rsidRPr="00624446">
        <w:rPr>
          <w:rFonts w:cs="Arial"/>
        </w:rPr>
        <w:tab/>
        <w:t>7</w:t>
      </w:r>
    </w:p>
    <w:p w:rsidR="000D5A72" w:rsidRPr="00624446" w:rsidRDefault="000D5A72" w:rsidP="000D5A72">
      <w:pPr>
        <w:rPr>
          <w:rFonts w:cs="Arial"/>
        </w:rPr>
      </w:pPr>
      <w:r w:rsidRPr="00624446">
        <w:rPr>
          <w:rFonts w:cs="Arial"/>
        </w:rPr>
        <w:t>2.2</w:t>
      </w:r>
      <w:r w:rsidRPr="00624446">
        <w:rPr>
          <w:rFonts w:cs="Arial"/>
        </w:rPr>
        <w:tab/>
        <w:t>Coördinatieruimte</w:t>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t>7</w:t>
      </w:r>
    </w:p>
    <w:p w:rsidR="000D5A72" w:rsidRPr="00624446" w:rsidRDefault="000D5A72" w:rsidP="000D5A72">
      <w:pPr>
        <w:rPr>
          <w:rFonts w:cs="Arial"/>
        </w:rPr>
      </w:pPr>
      <w:r w:rsidRPr="00624446">
        <w:rPr>
          <w:rFonts w:cs="Arial"/>
        </w:rPr>
        <w:t>2.3</w:t>
      </w:r>
      <w:r w:rsidRPr="00624446">
        <w:rPr>
          <w:rFonts w:cs="Arial"/>
        </w:rPr>
        <w:tab/>
        <w:t>EHBO-ruimte</w:t>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t>7</w:t>
      </w:r>
    </w:p>
    <w:p w:rsidR="000D5A72" w:rsidRPr="00624446" w:rsidRDefault="000D5A72" w:rsidP="000D5A72">
      <w:pPr>
        <w:rPr>
          <w:rFonts w:cs="Arial"/>
          <w:b/>
          <w:bCs/>
        </w:rPr>
      </w:pPr>
    </w:p>
    <w:p w:rsidR="000D5A72" w:rsidRPr="00624446" w:rsidRDefault="000D5A72" w:rsidP="000D5A72">
      <w:pPr>
        <w:rPr>
          <w:rFonts w:cs="Arial"/>
          <w:b/>
          <w:bCs/>
        </w:rPr>
      </w:pPr>
      <w:r w:rsidRPr="00624446">
        <w:rPr>
          <w:rFonts w:cs="Arial"/>
          <w:b/>
          <w:bCs/>
        </w:rPr>
        <w:t>3.</w:t>
      </w:r>
      <w:r w:rsidRPr="00624446">
        <w:rPr>
          <w:rFonts w:cs="Arial"/>
          <w:b/>
          <w:bCs/>
        </w:rPr>
        <w:tab/>
        <w:t>Alarmering- en ontruimingsprocedures</w:t>
      </w:r>
      <w:r w:rsidRPr="00624446">
        <w:rPr>
          <w:rFonts w:cs="Arial"/>
          <w:b/>
          <w:bCs/>
        </w:rPr>
        <w:tab/>
      </w:r>
      <w:r w:rsidRPr="00624446">
        <w:rPr>
          <w:rFonts w:cs="Arial"/>
          <w:b/>
          <w:bCs/>
        </w:rPr>
        <w:tab/>
      </w:r>
      <w:r w:rsidRPr="00624446">
        <w:rPr>
          <w:rFonts w:cs="Arial"/>
          <w:b/>
          <w:bCs/>
        </w:rPr>
        <w:tab/>
      </w:r>
      <w:r>
        <w:rPr>
          <w:rFonts w:cs="Arial"/>
          <w:b/>
          <w:bCs/>
        </w:rPr>
        <w:tab/>
      </w:r>
      <w:r w:rsidRPr="00624446">
        <w:rPr>
          <w:rFonts w:cs="Arial"/>
          <w:b/>
          <w:bCs/>
        </w:rPr>
        <w:tab/>
        <w:t>8</w:t>
      </w:r>
    </w:p>
    <w:p w:rsidR="000D5A72" w:rsidRPr="00624446" w:rsidRDefault="000D5A72" w:rsidP="000D5A72">
      <w:pPr>
        <w:rPr>
          <w:rFonts w:cs="Arial"/>
        </w:rPr>
      </w:pPr>
      <w:r w:rsidRPr="00624446">
        <w:rPr>
          <w:rFonts w:cs="Arial"/>
        </w:rPr>
        <w:t>3.1</w:t>
      </w:r>
      <w:r w:rsidRPr="00624446">
        <w:rPr>
          <w:rFonts w:cs="Arial"/>
        </w:rPr>
        <w:tab/>
        <w:t>Alarmering</w:t>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t>8</w:t>
      </w:r>
    </w:p>
    <w:p w:rsidR="000D5A72" w:rsidRPr="00624446" w:rsidRDefault="000D5A72" w:rsidP="000D5A72">
      <w:pPr>
        <w:rPr>
          <w:rFonts w:cs="Arial"/>
        </w:rPr>
      </w:pPr>
      <w:r w:rsidRPr="00624446">
        <w:rPr>
          <w:rFonts w:cs="Arial"/>
        </w:rPr>
        <w:t>3.2</w:t>
      </w:r>
      <w:r w:rsidRPr="00624446">
        <w:rPr>
          <w:rFonts w:cs="Arial"/>
        </w:rPr>
        <w:tab/>
        <w:t>Alarmsignaal</w:t>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t>8</w:t>
      </w:r>
    </w:p>
    <w:p w:rsidR="000D5A72" w:rsidRPr="00624446" w:rsidRDefault="000D5A72" w:rsidP="000D5A72">
      <w:pPr>
        <w:rPr>
          <w:rFonts w:cs="Arial"/>
        </w:rPr>
      </w:pPr>
      <w:r w:rsidRPr="00624446">
        <w:rPr>
          <w:rFonts w:cs="Arial"/>
        </w:rPr>
        <w:t>3.3</w:t>
      </w:r>
      <w:r w:rsidRPr="00624446">
        <w:rPr>
          <w:rFonts w:cs="Arial"/>
        </w:rPr>
        <w:tab/>
        <w:t>Verzamelplaats</w:t>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Pr>
          <w:rFonts w:cs="Arial"/>
        </w:rPr>
        <w:tab/>
      </w:r>
      <w:r w:rsidRPr="00624446">
        <w:rPr>
          <w:rFonts w:cs="Arial"/>
        </w:rPr>
        <w:t>8</w:t>
      </w:r>
    </w:p>
    <w:p w:rsidR="000D5A72" w:rsidRPr="00624446" w:rsidRDefault="000D5A72" w:rsidP="000D5A72">
      <w:pPr>
        <w:rPr>
          <w:rFonts w:cs="Arial"/>
        </w:rPr>
      </w:pPr>
      <w:r w:rsidRPr="00624446">
        <w:rPr>
          <w:rFonts w:cs="Arial"/>
        </w:rPr>
        <w:t>3.4</w:t>
      </w:r>
      <w:r w:rsidRPr="00624446">
        <w:rPr>
          <w:rFonts w:cs="Arial"/>
        </w:rPr>
        <w:tab/>
        <w:t>Signaal veilig</w:t>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t>9</w:t>
      </w:r>
    </w:p>
    <w:p w:rsidR="000D5A72" w:rsidRPr="00624446" w:rsidRDefault="000D5A72" w:rsidP="000D5A72">
      <w:pPr>
        <w:rPr>
          <w:rFonts w:cs="Arial"/>
          <w:b/>
          <w:bCs/>
        </w:rPr>
      </w:pPr>
    </w:p>
    <w:p w:rsidR="000D5A72" w:rsidRPr="00624446" w:rsidRDefault="000D5A72" w:rsidP="000D5A72">
      <w:pPr>
        <w:rPr>
          <w:rFonts w:cs="Arial"/>
          <w:b/>
          <w:bCs/>
        </w:rPr>
      </w:pPr>
      <w:r w:rsidRPr="00624446">
        <w:rPr>
          <w:rFonts w:cs="Arial"/>
          <w:b/>
          <w:bCs/>
        </w:rPr>
        <w:t>4.</w:t>
      </w:r>
      <w:r w:rsidRPr="00624446">
        <w:rPr>
          <w:rFonts w:cs="Arial"/>
          <w:b/>
          <w:bCs/>
        </w:rPr>
        <w:tab/>
        <w:t>Taken en instructies</w:t>
      </w:r>
      <w:r w:rsidRPr="00624446">
        <w:rPr>
          <w:rFonts w:cs="Arial"/>
          <w:b/>
          <w:bCs/>
        </w:rPr>
        <w:tab/>
      </w:r>
      <w:r w:rsidRPr="00624446">
        <w:rPr>
          <w:rFonts w:cs="Arial"/>
          <w:b/>
          <w:bCs/>
        </w:rPr>
        <w:tab/>
      </w:r>
      <w:r w:rsidRPr="00624446">
        <w:rPr>
          <w:rFonts w:cs="Arial"/>
          <w:b/>
          <w:bCs/>
        </w:rPr>
        <w:tab/>
      </w:r>
      <w:r w:rsidRPr="00624446">
        <w:rPr>
          <w:rFonts w:cs="Arial"/>
          <w:b/>
          <w:bCs/>
        </w:rPr>
        <w:tab/>
      </w:r>
      <w:r w:rsidRPr="00624446">
        <w:rPr>
          <w:rFonts w:cs="Arial"/>
          <w:b/>
          <w:bCs/>
        </w:rPr>
        <w:tab/>
      </w:r>
      <w:r w:rsidRPr="00624446">
        <w:rPr>
          <w:rFonts w:cs="Arial"/>
          <w:b/>
          <w:bCs/>
        </w:rPr>
        <w:tab/>
      </w:r>
      <w:r w:rsidRPr="00624446">
        <w:rPr>
          <w:rFonts w:cs="Arial"/>
          <w:b/>
          <w:bCs/>
        </w:rPr>
        <w:tab/>
      </w:r>
      <w:r>
        <w:rPr>
          <w:rFonts w:cs="Arial"/>
          <w:b/>
          <w:bCs/>
        </w:rPr>
        <w:tab/>
      </w:r>
      <w:r w:rsidRPr="00624446">
        <w:rPr>
          <w:rFonts w:cs="Arial"/>
          <w:b/>
          <w:bCs/>
        </w:rPr>
        <w:t>10</w:t>
      </w:r>
    </w:p>
    <w:p w:rsidR="000D5A72" w:rsidRPr="00624446" w:rsidRDefault="000D5A72" w:rsidP="000D5A72">
      <w:pPr>
        <w:rPr>
          <w:rFonts w:cs="Arial"/>
        </w:rPr>
      </w:pPr>
      <w:r w:rsidRPr="00624446">
        <w:rPr>
          <w:rFonts w:cs="Arial"/>
        </w:rPr>
        <w:t>4.1</w:t>
      </w:r>
      <w:r w:rsidRPr="00624446">
        <w:rPr>
          <w:rFonts w:cs="Arial"/>
        </w:rPr>
        <w:tab/>
        <w:t>Taken bestuursdienst</w:t>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t>11</w:t>
      </w:r>
    </w:p>
    <w:p w:rsidR="000D5A72" w:rsidRPr="00624446" w:rsidRDefault="000D5A72" w:rsidP="000D5A72">
      <w:pPr>
        <w:rPr>
          <w:rFonts w:cs="Arial"/>
        </w:rPr>
      </w:pPr>
      <w:r w:rsidRPr="00624446">
        <w:rPr>
          <w:rFonts w:cs="Arial"/>
        </w:rPr>
        <w:t>4.2</w:t>
      </w:r>
      <w:r w:rsidRPr="00624446">
        <w:rPr>
          <w:rFonts w:cs="Arial"/>
        </w:rPr>
        <w:tab/>
        <w:t>Instructies bestuursdienst</w:t>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t>12</w:t>
      </w:r>
    </w:p>
    <w:p w:rsidR="000D5A72" w:rsidRPr="00624446" w:rsidRDefault="000D5A72" w:rsidP="000D5A72">
      <w:pPr>
        <w:rPr>
          <w:rFonts w:cs="Arial"/>
        </w:rPr>
      </w:pPr>
      <w:r w:rsidRPr="00624446">
        <w:rPr>
          <w:rFonts w:cs="Arial"/>
        </w:rPr>
        <w:t>4.3</w:t>
      </w:r>
      <w:r w:rsidRPr="00624446">
        <w:rPr>
          <w:rFonts w:cs="Arial"/>
        </w:rPr>
        <w:tab/>
        <w:t>Taken kantinemedewerkers en overige bestuursleden</w:t>
      </w:r>
      <w:r w:rsidRPr="00624446">
        <w:rPr>
          <w:rFonts w:cs="Arial"/>
        </w:rPr>
        <w:tab/>
      </w:r>
      <w:r w:rsidRPr="00624446">
        <w:rPr>
          <w:rFonts w:cs="Arial"/>
        </w:rPr>
        <w:tab/>
      </w:r>
      <w:r w:rsidRPr="00624446">
        <w:rPr>
          <w:rFonts w:cs="Arial"/>
        </w:rPr>
        <w:tab/>
      </w:r>
      <w:r>
        <w:rPr>
          <w:rFonts w:cs="Arial"/>
        </w:rPr>
        <w:tab/>
      </w:r>
      <w:r w:rsidRPr="00624446">
        <w:rPr>
          <w:rFonts w:cs="Arial"/>
        </w:rPr>
        <w:t>14</w:t>
      </w:r>
    </w:p>
    <w:p w:rsidR="000D5A72" w:rsidRPr="00624446" w:rsidRDefault="000D5A72" w:rsidP="000D5A72">
      <w:pPr>
        <w:rPr>
          <w:rFonts w:cs="Arial"/>
        </w:rPr>
      </w:pPr>
      <w:r w:rsidRPr="00624446">
        <w:rPr>
          <w:rFonts w:cs="Arial"/>
        </w:rPr>
        <w:t>4.4</w:t>
      </w:r>
      <w:r w:rsidRPr="00624446">
        <w:rPr>
          <w:rFonts w:cs="Arial"/>
        </w:rPr>
        <w:tab/>
        <w:t>Instructies kantinemedewerkers en overige bestuursleden</w:t>
      </w:r>
      <w:r w:rsidRPr="00624446">
        <w:rPr>
          <w:rFonts w:cs="Arial"/>
        </w:rPr>
        <w:tab/>
      </w:r>
      <w:r w:rsidRPr="00624446">
        <w:rPr>
          <w:rFonts w:cs="Arial"/>
        </w:rPr>
        <w:tab/>
      </w:r>
      <w:r w:rsidRPr="00624446">
        <w:rPr>
          <w:rFonts w:cs="Arial"/>
        </w:rPr>
        <w:tab/>
        <w:t>14</w:t>
      </w:r>
    </w:p>
    <w:p w:rsidR="000D5A72" w:rsidRPr="00624446" w:rsidRDefault="000D5A72" w:rsidP="000D5A72">
      <w:pPr>
        <w:rPr>
          <w:rFonts w:cs="Arial"/>
        </w:rPr>
      </w:pPr>
      <w:r w:rsidRPr="00624446">
        <w:rPr>
          <w:rFonts w:cs="Arial"/>
        </w:rPr>
        <w:t>4.5</w:t>
      </w:r>
      <w:r w:rsidRPr="00624446">
        <w:rPr>
          <w:rFonts w:cs="Arial"/>
        </w:rPr>
        <w:tab/>
        <w:t>Taken ontruimingsfunctionaris</w:t>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Pr>
          <w:rFonts w:cs="Arial"/>
        </w:rPr>
        <w:tab/>
      </w:r>
      <w:r w:rsidRPr="00624446">
        <w:rPr>
          <w:rFonts w:cs="Arial"/>
        </w:rPr>
        <w:t>15</w:t>
      </w:r>
    </w:p>
    <w:p w:rsidR="000D5A72" w:rsidRPr="00624446" w:rsidRDefault="000D5A72" w:rsidP="000D5A72">
      <w:pPr>
        <w:rPr>
          <w:rFonts w:cs="Arial"/>
        </w:rPr>
      </w:pPr>
      <w:r w:rsidRPr="00624446">
        <w:rPr>
          <w:rFonts w:cs="Arial"/>
        </w:rPr>
        <w:t>4.6</w:t>
      </w:r>
      <w:r w:rsidRPr="00624446">
        <w:rPr>
          <w:rFonts w:cs="Arial"/>
        </w:rPr>
        <w:tab/>
        <w:t>Taken coördinator verzamelplaats</w:t>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t>15</w:t>
      </w:r>
    </w:p>
    <w:p w:rsidR="000D5A72" w:rsidRPr="00624446" w:rsidRDefault="000D5A72" w:rsidP="000D5A72">
      <w:pPr>
        <w:rPr>
          <w:rFonts w:cs="Arial"/>
          <w:b/>
          <w:bCs/>
        </w:rPr>
      </w:pPr>
    </w:p>
    <w:p w:rsidR="000D5A72" w:rsidRPr="00624446" w:rsidRDefault="000D5A72" w:rsidP="000D5A72">
      <w:pPr>
        <w:rPr>
          <w:rFonts w:cs="Arial"/>
          <w:b/>
          <w:bCs/>
        </w:rPr>
      </w:pPr>
      <w:r w:rsidRPr="00624446">
        <w:rPr>
          <w:rFonts w:cs="Arial"/>
          <w:b/>
          <w:bCs/>
        </w:rPr>
        <w:t xml:space="preserve">5. </w:t>
      </w:r>
      <w:r w:rsidRPr="00624446">
        <w:rPr>
          <w:rFonts w:cs="Arial"/>
          <w:b/>
          <w:bCs/>
        </w:rPr>
        <w:tab/>
        <w:t>Bijlagen</w:t>
      </w:r>
      <w:r w:rsidRPr="00624446">
        <w:rPr>
          <w:rFonts w:cs="Arial"/>
          <w:b/>
          <w:bCs/>
        </w:rPr>
        <w:tab/>
      </w:r>
      <w:r w:rsidRPr="00624446">
        <w:rPr>
          <w:rFonts w:cs="Arial"/>
          <w:b/>
          <w:bCs/>
        </w:rPr>
        <w:tab/>
      </w:r>
      <w:r w:rsidRPr="00624446">
        <w:rPr>
          <w:rFonts w:cs="Arial"/>
          <w:b/>
          <w:bCs/>
        </w:rPr>
        <w:tab/>
      </w:r>
      <w:r w:rsidRPr="00624446">
        <w:rPr>
          <w:rFonts w:cs="Arial"/>
          <w:b/>
          <w:bCs/>
        </w:rPr>
        <w:tab/>
      </w:r>
      <w:r w:rsidRPr="00624446">
        <w:rPr>
          <w:rFonts w:cs="Arial"/>
          <w:b/>
          <w:bCs/>
        </w:rPr>
        <w:tab/>
      </w:r>
      <w:r w:rsidRPr="00624446">
        <w:rPr>
          <w:rFonts w:cs="Arial"/>
          <w:b/>
          <w:bCs/>
        </w:rPr>
        <w:tab/>
      </w:r>
      <w:r w:rsidRPr="00624446">
        <w:rPr>
          <w:rFonts w:cs="Arial"/>
          <w:b/>
          <w:bCs/>
        </w:rPr>
        <w:tab/>
      </w:r>
      <w:r w:rsidRPr="00624446">
        <w:rPr>
          <w:rFonts w:cs="Arial"/>
          <w:b/>
          <w:bCs/>
        </w:rPr>
        <w:tab/>
      </w:r>
      <w:r w:rsidRPr="00624446">
        <w:rPr>
          <w:rFonts w:cs="Arial"/>
          <w:b/>
          <w:bCs/>
        </w:rPr>
        <w:tab/>
        <w:t>16</w:t>
      </w:r>
    </w:p>
    <w:p w:rsidR="000D5A72" w:rsidRPr="00624446" w:rsidRDefault="000D5A72" w:rsidP="000D5A72">
      <w:pPr>
        <w:rPr>
          <w:rFonts w:cs="Arial"/>
        </w:rPr>
      </w:pPr>
      <w:r w:rsidRPr="00624446">
        <w:rPr>
          <w:rFonts w:cs="Arial"/>
        </w:rPr>
        <w:t xml:space="preserve">5.1 </w:t>
      </w:r>
      <w:r w:rsidRPr="00624446">
        <w:rPr>
          <w:rFonts w:cs="Arial"/>
        </w:rPr>
        <w:tab/>
        <w:t>Vluchtwegenplan</w:t>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t>16</w:t>
      </w:r>
    </w:p>
    <w:p w:rsidR="000D5A72" w:rsidRPr="00624446" w:rsidRDefault="000D5A72" w:rsidP="000D5A72">
      <w:pPr>
        <w:rPr>
          <w:rFonts w:cs="Arial"/>
        </w:rPr>
      </w:pPr>
      <w:r w:rsidRPr="00624446">
        <w:rPr>
          <w:rFonts w:cs="Arial"/>
        </w:rPr>
        <w:t>5.2</w:t>
      </w:r>
      <w:r w:rsidRPr="00624446">
        <w:rPr>
          <w:rFonts w:cs="Arial"/>
        </w:rPr>
        <w:tab/>
        <w:t>Blusmiddelen</w:t>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t>16</w:t>
      </w:r>
    </w:p>
    <w:p w:rsidR="000D5A72" w:rsidRPr="00624446" w:rsidRDefault="000D5A72" w:rsidP="000D5A72">
      <w:pPr>
        <w:rPr>
          <w:rFonts w:cs="Arial"/>
        </w:rPr>
      </w:pPr>
      <w:r w:rsidRPr="00624446">
        <w:rPr>
          <w:rFonts w:cs="Arial"/>
        </w:rPr>
        <w:t xml:space="preserve">5.3 </w:t>
      </w:r>
      <w:r w:rsidRPr="00624446">
        <w:rPr>
          <w:rFonts w:cs="Arial"/>
        </w:rPr>
        <w:tab/>
        <w:t>Telefoon- en gegevenslijsten</w:t>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t>17</w:t>
      </w:r>
    </w:p>
    <w:p w:rsidR="000D5A72" w:rsidRPr="00624446" w:rsidRDefault="000D5A72" w:rsidP="000D5A72">
      <w:pPr>
        <w:rPr>
          <w:rFonts w:cs="Arial"/>
        </w:rPr>
      </w:pPr>
      <w:r w:rsidRPr="00624446">
        <w:rPr>
          <w:rFonts w:cs="Arial"/>
        </w:rPr>
        <w:t>5.4</w:t>
      </w:r>
      <w:r w:rsidRPr="00624446">
        <w:rPr>
          <w:rFonts w:cs="Arial"/>
        </w:rPr>
        <w:tab/>
        <w:t>Algemene instructiebladen</w:t>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t>18</w:t>
      </w:r>
    </w:p>
    <w:p w:rsidR="000D5A72" w:rsidRPr="00624446" w:rsidRDefault="000D5A72" w:rsidP="000D5A72">
      <w:pPr>
        <w:rPr>
          <w:rFonts w:cs="Arial"/>
        </w:rPr>
      </w:pPr>
      <w:r w:rsidRPr="00624446">
        <w:rPr>
          <w:rFonts w:cs="Arial"/>
        </w:rPr>
        <w:t>5.5</w:t>
      </w:r>
      <w:r w:rsidRPr="00624446">
        <w:rPr>
          <w:rFonts w:cs="Arial"/>
        </w:rPr>
        <w:tab/>
        <w:t>Checklist afsluitronde clubgebouw</w:t>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Pr>
          <w:rFonts w:cs="Arial"/>
        </w:rPr>
        <w:t>23</w:t>
      </w:r>
    </w:p>
    <w:p w:rsidR="000D5A72" w:rsidRPr="00624446" w:rsidRDefault="000D5A72" w:rsidP="000D5A72">
      <w:pPr>
        <w:rPr>
          <w:rFonts w:cs="Arial"/>
        </w:rPr>
      </w:pPr>
      <w:r w:rsidRPr="00624446">
        <w:rPr>
          <w:rFonts w:cs="Arial"/>
        </w:rPr>
        <w:t>5.6</w:t>
      </w:r>
      <w:r w:rsidRPr="00624446">
        <w:rPr>
          <w:rFonts w:cs="Arial"/>
        </w:rPr>
        <w:tab/>
        <w:t>Checklisten brandveiligheid clubgebouw</w:t>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Pr>
          <w:rFonts w:cs="Arial"/>
        </w:rPr>
        <w:t>24</w:t>
      </w:r>
    </w:p>
    <w:p w:rsidR="000D5A72" w:rsidRPr="00624446" w:rsidRDefault="000D5A72" w:rsidP="000D5A72">
      <w:pPr>
        <w:pStyle w:val="Koptekst"/>
        <w:tabs>
          <w:tab w:val="clear" w:pos="4536"/>
          <w:tab w:val="clear" w:pos="9072"/>
        </w:tabs>
        <w:rPr>
          <w:rFonts w:cs="Arial"/>
        </w:rPr>
      </w:pPr>
      <w:r w:rsidRPr="00624446">
        <w:rPr>
          <w:rFonts w:cs="Arial"/>
        </w:rPr>
        <w:t xml:space="preserve">5.7 </w:t>
      </w:r>
      <w:r w:rsidRPr="00624446">
        <w:rPr>
          <w:rFonts w:cs="Arial"/>
        </w:rPr>
        <w:tab/>
        <w:t>Voorbeeld actieplan</w:t>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Pr>
          <w:rFonts w:cs="Arial"/>
        </w:rPr>
        <w:t>27</w:t>
      </w:r>
    </w:p>
    <w:p w:rsidR="000D5A72" w:rsidRPr="00624446" w:rsidRDefault="000D5A72" w:rsidP="000D5A72">
      <w:pPr>
        <w:pStyle w:val="Koptekst"/>
        <w:tabs>
          <w:tab w:val="clear" w:pos="4536"/>
          <w:tab w:val="clear" w:pos="9072"/>
        </w:tabs>
        <w:rPr>
          <w:rFonts w:cs="Arial"/>
        </w:rPr>
      </w:pPr>
      <w:r w:rsidRPr="00624446">
        <w:rPr>
          <w:rFonts w:cs="Arial"/>
        </w:rPr>
        <w:t>5.8</w:t>
      </w:r>
      <w:r w:rsidRPr="00624446">
        <w:rPr>
          <w:rFonts w:cs="Arial"/>
        </w:rPr>
        <w:tab/>
        <w:t>Aantekeningen</w:t>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sidRPr="00624446">
        <w:rPr>
          <w:rFonts w:cs="Arial"/>
        </w:rPr>
        <w:tab/>
      </w:r>
      <w:r>
        <w:rPr>
          <w:rFonts w:cs="Arial"/>
        </w:rPr>
        <w:tab/>
        <w:t>28</w:t>
      </w:r>
    </w:p>
    <w:p w:rsidR="000D5A72" w:rsidRPr="00624446" w:rsidRDefault="000D5A72" w:rsidP="000D5A72">
      <w:pPr>
        <w:pStyle w:val="Koptekst"/>
        <w:tabs>
          <w:tab w:val="clear" w:pos="4536"/>
          <w:tab w:val="clear" w:pos="9072"/>
        </w:tabs>
        <w:rPr>
          <w:rFonts w:cs="Arial"/>
        </w:rPr>
      </w:pPr>
    </w:p>
    <w:p w:rsidR="000D5A72" w:rsidRDefault="000D5A72" w:rsidP="000D5A72">
      <w:pPr>
        <w:rPr>
          <w:rFonts w:cs="Arial"/>
          <w:b/>
          <w:bCs/>
        </w:rPr>
      </w:pPr>
    </w:p>
    <w:p w:rsidR="000D5A72" w:rsidRPr="000C18B1" w:rsidRDefault="000D5A72" w:rsidP="000D5A72">
      <w:pPr>
        <w:rPr>
          <w:rFonts w:cs="Arial"/>
        </w:rPr>
      </w:pPr>
    </w:p>
    <w:p w:rsidR="000D5A72" w:rsidRPr="000C18B1" w:rsidRDefault="000D5A72" w:rsidP="000D5A72">
      <w:pPr>
        <w:rPr>
          <w:rFonts w:cs="Arial"/>
        </w:rPr>
      </w:pPr>
    </w:p>
    <w:p w:rsidR="000D5A72" w:rsidRPr="000C18B1" w:rsidRDefault="000D5A72" w:rsidP="000D5A72">
      <w:pPr>
        <w:rPr>
          <w:rFonts w:cs="Arial"/>
        </w:rPr>
      </w:pPr>
    </w:p>
    <w:p w:rsidR="000D5A72" w:rsidRPr="000C18B1" w:rsidRDefault="000D5A72" w:rsidP="000D5A72">
      <w:pPr>
        <w:rPr>
          <w:rFonts w:cs="Arial"/>
        </w:rPr>
      </w:pPr>
    </w:p>
    <w:p w:rsidR="000D5A72" w:rsidRPr="000C18B1" w:rsidRDefault="000D5A72" w:rsidP="000D5A72">
      <w:pPr>
        <w:rPr>
          <w:rFonts w:cs="Arial"/>
        </w:rPr>
      </w:pPr>
    </w:p>
    <w:p w:rsidR="000D5A72" w:rsidRPr="000C18B1" w:rsidRDefault="000D5A72" w:rsidP="000D5A72">
      <w:pPr>
        <w:rPr>
          <w:rFonts w:cs="Arial"/>
        </w:rPr>
      </w:pPr>
    </w:p>
    <w:p w:rsidR="000D5A72" w:rsidRDefault="000D5A72" w:rsidP="000D5A72">
      <w:pPr>
        <w:rPr>
          <w:rFonts w:cs="Arial"/>
        </w:rPr>
      </w:pPr>
    </w:p>
    <w:p w:rsidR="000D5A72" w:rsidRPr="000C18B1" w:rsidRDefault="000D5A72" w:rsidP="000D5A72">
      <w:pPr>
        <w:rPr>
          <w:rFonts w:cs="Arial"/>
        </w:rPr>
      </w:pPr>
    </w:p>
    <w:p w:rsidR="000D5A72" w:rsidRDefault="000D5A72" w:rsidP="000D5A72">
      <w:pPr>
        <w:rPr>
          <w:rFonts w:cs="Arial"/>
        </w:rPr>
      </w:pPr>
    </w:p>
    <w:p w:rsidR="000D5A72" w:rsidRPr="00B93097" w:rsidRDefault="000D5A72" w:rsidP="000D5A72">
      <w:pPr>
        <w:rPr>
          <w:rFonts w:cs="Arial"/>
          <w:b/>
          <w:bCs/>
          <w:sz w:val="28"/>
        </w:rPr>
      </w:pPr>
      <w:r w:rsidRPr="000C18B1">
        <w:rPr>
          <w:rFonts w:cs="Arial"/>
        </w:rPr>
        <w:br w:type="page"/>
      </w:r>
      <w:r w:rsidRPr="00B93097">
        <w:rPr>
          <w:rFonts w:cs="Arial"/>
          <w:b/>
          <w:bCs/>
          <w:sz w:val="28"/>
        </w:rPr>
        <w:t>Inleiding</w:t>
      </w:r>
    </w:p>
    <w:p w:rsidR="000D5A72" w:rsidRDefault="000D5A72" w:rsidP="000D5A72">
      <w:pPr>
        <w:rPr>
          <w:b/>
          <w:bCs/>
        </w:rPr>
      </w:pPr>
    </w:p>
    <w:p w:rsidR="000D5A72" w:rsidRDefault="000D5A72" w:rsidP="000D5A72">
      <w:pPr>
        <w:pStyle w:val="Koptekst"/>
        <w:tabs>
          <w:tab w:val="clear" w:pos="4536"/>
          <w:tab w:val="clear" w:pos="9072"/>
        </w:tabs>
      </w:pPr>
      <w:r>
        <w:t>Bij het bezoeken van de sportvereniging en bij het sporten zijn we ons niet altijd bewust wat er allemaal mis kan gaan. Gelukkig overigens maar want dat zou het plezier dat we van het sporten beleven kunnen vergallen</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 xml:space="preserve">Toch kan het geen kwaad om eens stil te staan bij zaken die je als sportvereniging kunnen treffen. Het gaat dan niet alleen om de directe sportongevallen zoals been- of armbreuken. Daar weten we over het algemeen wel goed mee om te gaan. </w:t>
      </w:r>
    </w:p>
    <w:p w:rsidR="000D5A72" w:rsidRDefault="000D5A72" w:rsidP="000D5A72">
      <w:pPr>
        <w:pStyle w:val="Koptekst"/>
        <w:tabs>
          <w:tab w:val="clear" w:pos="4536"/>
          <w:tab w:val="clear" w:pos="9072"/>
        </w:tabs>
      </w:pPr>
      <w:r>
        <w:t xml:space="preserve">Maar wat te doen als er brand uitbreekt tijdens een clubfeestje, de verwarmingsketel ontploft, de bliksem op het veld of in het clubgebouw inslaat, iemand een (hersen)infarct krijgt, een doel omkantelt, enz. Weet u dan wat u op dat moment moet doen? </w:t>
      </w:r>
    </w:p>
    <w:p w:rsidR="000D5A72" w:rsidRDefault="000D5A72" w:rsidP="000D5A72">
      <w:pPr>
        <w:pStyle w:val="Koptekst"/>
        <w:tabs>
          <w:tab w:val="clear" w:pos="4536"/>
          <w:tab w:val="clear" w:pos="9072"/>
        </w:tabs>
      </w:pPr>
    </w:p>
    <w:p w:rsidR="000D5A72" w:rsidRDefault="000D5A72" w:rsidP="000D5A72">
      <w:r>
        <w:t>Met dit voorbeeld/model Ontruimingsplan wil de KNVB tegemoet komen aan de behoefte van verenigingen die uit eigener beweging een aantal procedures/afspraken willen vastleggen om adequaat te kunnen reageren wanneer het werkelijk misgaat. Anderzijds wordt door gemeentelijke instanties steeds vaker een ontruimingsplan verplicht gesteld in het kader van een verscherpt brandveiligheidsbeleid en voor de gebruikersvergunning. Ook dient u als ‘werkgever’ van trainers en andere personen op grond van Arbo-bepalingen voorbereidt te zijn op noodsituaties.</w:t>
      </w:r>
    </w:p>
    <w:p w:rsidR="000D5A72" w:rsidRDefault="000D5A72" w:rsidP="000D5A72"/>
    <w:p w:rsidR="000D5A72" w:rsidRDefault="000D5A72" w:rsidP="000D5A72">
      <w:r>
        <w:t>Waarom het wiel weer opnieuw uitvinden als er al veel materiaal voor handen is dat gemakkelijk kan worden overgezet naar de situatie bij een sportvereniging? Velen van u hebben in de werksituatie al te maken gehad met bedrijfhulpverleningsplannen.</w:t>
      </w:r>
    </w:p>
    <w:p w:rsidR="000D5A72" w:rsidRDefault="000D5A72" w:rsidP="000D5A72">
      <w:r>
        <w:t>Het voordeel van een voorbeeld ontruimingsplan is dat alles wat nodig en relevant is er reeds in staat, dat de nodige checklisten, instructies en voorbeelden met plaatjes zo kunnen worden afgedrukt, dat de opzet en inhoud is gecontroleerd door deskundigen en dat het u als vereniging veel minder tijd kost om een goed resultaat te krijgen.</w:t>
      </w:r>
    </w:p>
    <w:p w:rsidR="000D5A72" w:rsidRDefault="000D5A72" w:rsidP="000D5A72"/>
    <w:p w:rsidR="000D5A72" w:rsidRDefault="000D5A72" w:rsidP="000D5A72">
      <w:r>
        <w:t>In de werkwijzer staat aangegeven hoe u met dit voorbeeld Ontruimingsplan moet werken. In feite is het een soort invuloefening waarbij u uw eigen situatie beschrijft. Wat voor uw situatie  niet van toepassing is laat u weg en u voegt toe de specifieke zaken die niet genoemd zijn maar voor uw situatie wel belangrijk zijn. U krijgt daarom ook een digitale versie aangereikt.</w:t>
      </w:r>
    </w:p>
    <w:p w:rsidR="000D5A72" w:rsidRDefault="000D5A72" w:rsidP="000D5A72"/>
    <w:p w:rsidR="000D5A72" w:rsidRDefault="000D5A72" w:rsidP="000D5A72">
      <w:r>
        <w:t xml:space="preserve">Een ontruimingsplan maken is nog maar de eerste stap. Het vervolg moet zijn dat het ontruimingsplan, of algemener gesteld het aspect veiligheid, draagvlak krijgt binnen de vereniging. Er moet een verantwoordelijk bestuurslid worden aangewezen. De functionarissen die bij een calamiteit een rol spelen moeten worden geïnstrueerd. Het beheer moet worden vastgelegd, want een ontruimingsplan werkt alleen goed als alle gegevens en procedures regelmatig worden bijgehouden. </w:t>
      </w:r>
    </w:p>
    <w:p w:rsidR="000D5A72" w:rsidRDefault="000D5A72" w:rsidP="000D5A72"/>
    <w:p w:rsidR="000D5A72" w:rsidRDefault="000D5A72" w:rsidP="000D5A72">
      <w:r>
        <w:t xml:space="preserve">Hoewel wij de grootst mogelijke zorgvuldigheid hebben betracht bij het samenstellen van dit ontruimingsplan, sluiten wij niet uit lokale organisaties een andere opzet wensen. Wij houden ons verder aanbevolen voor aanvullingen en verbeteringen. </w:t>
      </w:r>
    </w:p>
    <w:p w:rsidR="000D5A72" w:rsidRDefault="000D5A72" w:rsidP="000D5A72"/>
    <w:p w:rsidR="000D5A72" w:rsidRDefault="000D5A72" w:rsidP="000D5A72">
      <w:r>
        <w:t>KNVB Accommodatiezaken</w:t>
      </w:r>
    </w:p>
    <w:p w:rsidR="000D5A72" w:rsidRDefault="000D5A72" w:rsidP="000D5A72">
      <w:r>
        <w:t>2018</w:t>
      </w:r>
    </w:p>
    <w:p w:rsidR="000D5A72" w:rsidRDefault="000D5A72" w:rsidP="000D5A72"/>
    <w:p w:rsidR="000D5A72" w:rsidRDefault="000D5A72" w:rsidP="000D5A72"/>
    <w:p w:rsidR="000D5A72" w:rsidRPr="00624446" w:rsidRDefault="000D5A72" w:rsidP="000D5A72">
      <w:pPr>
        <w:rPr>
          <w:rFonts w:cs="Arial"/>
          <w:b/>
          <w:bCs/>
          <w:sz w:val="28"/>
        </w:rPr>
      </w:pPr>
      <w:r>
        <w:br w:type="page"/>
      </w:r>
      <w:r w:rsidRPr="00624446">
        <w:rPr>
          <w:rFonts w:cs="Arial"/>
          <w:b/>
          <w:bCs/>
          <w:sz w:val="28"/>
        </w:rPr>
        <w:t>Werkwijzer</w:t>
      </w:r>
    </w:p>
    <w:p w:rsidR="000D5A72" w:rsidRDefault="000D5A72" w:rsidP="000D5A72"/>
    <w:p w:rsidR="000D5A72" w:rsidRDefault="000D5A72" w:rsidP="000D5A72">
      <w:r>
        <w:t>Het document is zo gemaakt dat de ‘rechte’ teksten het uiteindelijke ontruimingplan vormen en dat de ‘</w:t>
      </w:r>
      <w:r>
        <w:rPr>
          <w:i/>
          <w:iCs/>
        </w:rPr>
        <w:t>cursief</w:t>
      </w:r>
      <w:r>
        <w:t xml:space="preserve">’ gedrukte teksten als toelichting dienen en na verwerking weggelaten kunnen worden. </w:t>
      </w:r>
    </w:p>
    <w:p w:rsidR="000D5A72" w:rsidRDefault="000D5A72" w:rsidP="000D5A72"/>
    <w:p w:rsidR="000D5A72" w:rsidRDefault="000D5A72" w:rsidP="000D5A72">
      <w:r>
        <w:t>We hebben getracht op basis van voorbeelden uit de praktijk voor de meest voorkomende situaties een passende omschrijving te maken. Wijkt uw situatie echter af of hanteert u andere benamingen voor genoemde functionarissen, dan dient u de teksten hierop aan te passen.</w:t>
      </w:r>
    </w:p>
    <w:p w:rsidR="000D5A72" w:rsidRDefault="000D5A72" w:rsidP="000D5A72">
      <w:r>
        <w:t>Het kan ook nodig zijn dat de lokale brandweer aanpassingen eist of in het ergste geval zelfs een totaal andere opzet. Men is hiertoe bevoegd omdat er op dit punt geen uniforme richtlijnen gelden. De brandweer zal ook aangeven welke technische maatregelen er moeten worden getroffen om tot een brandveilige situatie in uw gebouwen te komen.</w:t>
      </w:r>
    </w:p>
    <w:p w:rsidR="000D5A72" w:rsidRDefault="000D5A72" w:rsidP="000D5A72"/>
    <w:p w:rsidR="000D5A72" w:rsidRDefault="000D5A72" w:rsidP="000D5A72">
      <w:r>
        <w:t xml:space="preserve">Onderdeel van het ontruimingsplan vormen een aantal plattegronden van het sportpark en het club- kleedgebouw. U dient deze zelf te maken. Bij voorkeur geen gedetailleerde tekeningen maar schetsmatige tekeningen op A4-formaat waarop de zaken staan die belangrijk zijn. Op de plattegrond van het sportpark staan o.a. de aanrijroutes, de ingangen, waterputten voor de brandweer, telefoonpunt (indien nog van toepassing), ed. aangegeven. Op de plattegrond van het clubgebouw bijvoorbeeld de (nood)uitgangen, vluchtwegen, beschikbare brandvoorzieningen, plaats van telefoon, alarminstallatie, EHBO-voorzieningen, etc. In professionele ontruimingsplannen worden hiervoor speciale pictogrammen gebruikt maar het kan ook gewoon worden geschreven. (Voor de liefhebber zijn de speciale pictogrammen te vinden op </w:t>
      </w:r>
      <w:hyperlink r:id="rId8" w:history="1">
        <w:r w:rsidRPr="00B277AD">
          <w:rPr>
            <w:rStyle w:val="Hyperlink"/>
          </w:rPr>
          <w:t>http://www.kenuwvluchtweg.nl/index.php/assortiment/pictogrammen</w:t>
        </w:r>
      </w:hyperlink>
      <w:r>
        <w:t xml:space="preserve">   </w:t>
      </w:r>
    </w:p>
    <w:p w:rsidR="000D5A72" w:rsidRDefault="000D5A72" w:rsidP="000D5A72"/>
    <w:p w:rsidR="000D5A72" w:rsidRDefault="000D5A72" w:rsidP="000D5A72">
      <w:r>
        <w:t xml:space="preserve">De plattegronden en andere instructiebladen kunt u het beste geplastificeerd op een aantal duidelijk zichtbare plaatsen opgehangen. </w:t>
      </w:r>
    </w:p>
    <w:p w:rsidR="000D5A72" w:rsidRDefault="000D5A72" w:rsidP="000D5A72">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rPr>
          <w:jc w:val="center"/>
        </w:trPr>
        <w:tc>
          <w:tcPr>
            <w:tcW w:w="9212" w:type="dxa"/>
          </w:tcPr>
          <w:p w:rsidR="000D5A72" w:rsidRDefault="000D5A72" w:rsidP="00F46446">
            <w:pPr>
              <w:pStyle w:val="Kop1"/>
              <w:rPr>
                <w:rFonts w:cs="Arial"/>
              </w:rPr>
            </w:pPr>
            <w:r>
              <w:rPr>
                <w:rFonts w:cs="Arial"/>
              </w:rPr>
              <w:t>1. Objectgegevens</w:t>
            </w:r>
          </w:p>
        </w:tc>
      </w:tr>
    </w:tbl>
    <w:p w:rsidR="000D5A72" w:rsidRDefault="000D5A72" w:rsidP="000D5A72">
      <w:pPr>
        <w:pStyle w:val="Koptekst"/>
        <w:tabs>
          <w:tab w:val="clear" w:pos="4536"/>
          <w:tab w:val="clear" w:pos="9072"/>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rPr>
          <w:cantSplit/>
        </w:trPr>
        <w:tc>
          <w:tcPr>
            <w:tcW w:w="9212" w:type="dxa"/>
            <w:tcBorders>
              <w:bottom w:val="single" w:sz="4" w:space="0" w:color="auto"/>
            </w:tcBorders>
          </w:tcPr>
          <w:p w:rsidR="000D5A72" w:rsidRDefault="000D5A72" w:rsidP="00F46446">
            <w:pPr>
              <w:pStyle w:val="Koptekst"/>
              <w:tabs>
                <w:tab w:val="clear" w:pos="4536"/>
                <w:tab w:val="clear" w:pos="9072"/>
              </w:tabs>
              <w:rPr>
                <w:rFonts w:cs="Arial"/>
                <w:b/>
                <w:bCs/>
              </w:rPr>
            </w:pPr>
            <w:r>
              <w:rPr>
                <w:rFonts w:cs="Arial"/>
                <w:b/>
                <w:bCs/>
              </w:rPr>
              <w:t>1.1 Naam en adres clubgebouw</w:t>
            </w:r>
          </w:p>
        </w:tc>
      </w:tr>
    </w:tbl>
    <w:p w:rsidR="000D5A72" w:rsidRDefault="000D5A72" w:rsidP="000D5A72">
      <w:pPr>
        <w:pStyle w:val="Koptekst"/>
        <w:tabs>
          <w:tab w:val="clear" w:pos="4536"/>
          <w:tab w:val="clear" w:pos="9072"/>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42"/>
        <w:gridCol w:w="6318"/>
      </w:tblGrid>
      <w:tr w:rsidR="000D5A72" w:rsidTr="00F46446">
        <w:tc>
          <w:tcPr>
            <w:tcW w:w="2770" w:type="dxa"/>
            <w:tcBorders>
              <w:top w:val="single" w:sz="4" w:space="0" w:color="auto"/>
            </w:tcBorders>
          </w:tcPr>
          <w:p w:rsidR="000D5A72" w:rsidRDefault="000D5A72" w:rsidP="00F46446">
            <w:pPr>
              <w:pStyle w:val="Kop3"/>
            </w:pPr>
            <w:r>
              <w:t>Naam object</w:t>
            </w:r>
          </w:p>
        </w:tc>
        <w:tc>
          <w:tcPr>
            <w:tcW w:w="6440" w:type="dxa"/>
            <w:tcBorders>
              <w:top w:val="single" w:sz="4" w:space="0" w:color="auto"/>
            </w:tcBorders>
          </w:tcPr>
          <w:sdt>
            <w:sdtPr>
              <w:rPr>
                <w:i/>
                <w:iCs/>
              </w:rPr>
              <w:id w:val="745921409"/>
              <w:placeholder>
                <w:docPart w:val="8C263DF4A8274F378AC64EDB4CE75130"/>
              </w:placeholder>
              <w:text/>
            </w:sdtPr>
            <w:sdtEndPr/>
            <w:sdtContent>
              <w:p w:rsidR="000D5A72" w:rsidRDefault="000D5A72" w:rsidP="00F46446">
                <w:pPr>
                  <w:pStyle w:val="Koptekst"/>
                  <w:tabs>
                    <w:tab w:val="clear" w:pos="4536"/>
                    <w:tab w:val="clear" w:pos="9072"/>
                  </w:tabs>
                  <w:rPr>
                    <w:i/>
                    <w:iCs/>
                  </w:rPr>
                </w:pPr>
                <w:r>
                  <w:rPr>
                    <w:i/>
                    <w:iCs/>
                  </w:rPr>
                  <w:t>Club- kleedgebouw v.v.</w:t>
                </w:r>
              </w:p>
            </w:sdtContent>
          </w:sdt>
        </w:tc>
      </w:tr>
      <w:tr w:rsidR="000D5A72" w:rsidTr="00F46446">
        <w:tc>
          <w:tcPr>
            <w:tcW w:w="2770" w:type="dxa"/>
          </w:tcPr>
          <w:p w:rsidR="000D5A72" w:rsidRDefault="000D5A72" w:rsidP="00F46446">
            <w:pPr>
              <w:rPr>
                <w:b/>
                <w:bCs/>
              </w:rPr>
            </w:pPr>
            <w:r>
              <w:rPr>
                <w:b/>
                <w:bCs/>
              </w:rPr>
              <w:t>Sportpark</w:t>
            </w:r>
          </w:p>
        </w:tc>
        <w:sdt>
          <w:sdtPr>
            <w:id w:val="1051429851"/>
            <w:placeholder>
              <w:docPart w:val="51D9F377D706458B88085C13555A0346"/>
            </w:placeholder>
            <w:showingPlcHdr/>
            <w:text/>
          </w:sdtPr>
          <w:sdtEndPr/>
          <w:sdtContent>
            <w:tc>
              <w:tcPr>
                <w:tcW w:w="6440" w:type="dxa"/>
              </w:tcPr>
              <w:p w:rsidR="000D5A72" w:rsidRDefault="000D5A72" w:rsidP="00F46446">
                <w:pPr>
                  <w:pStyle w:val="Koptekst"/>
                  <w:tabs>
                    <w:tab w:val="clear" w:pos="4536"/>
                    <w:tab w:val="clear" w:pos="9072"/>
                  </w:tabs>
                </w:pPr>
                <w:r w:rsidRPr="00FD5FFB">
                  <w:rPr>
                    <w:rStyle w:val="Tekstvantijdelijkeaanduiding"/>
                    <w:rFonts w:eastAsiaTheme="minorHAnsi"/>
                  </w:rPr>
                  <w:t>Klik of tik om tekst in te voeren.</w:t>
                </w:r>
              </w:p>
            </w:tc>
          </w:sdtContent>
        </w:sdt>
      </w:tr>
      <w:tr w:rsidR="000D5A72" w:rsidTr="00F46446">
        <w:tc>
          <w:tcPr>
            <w:tcW w:w="2770" w:type="dxa"/>
          </w:tcPr>
          <w:p w:rsidR="000D5A72" w:rsidRDefault="000D5A72" w:rsidP="00F46446">
            <w:pPr>
              <w:rPr>
                <w:b/>
                <w:bCs/>
              </w:rPr>
            </w:pPr>
            <w:r>
              <w:rPr>
                <w:b/>
                <w:bCs/>
              </w:rPr>
              <w:t>Straatnaam en nummer</w:t>
            </w:r>
          </w:p>
        </w:tc>
        <w:sdt>
          <w:sdtPr>
            <w:id w:val="-1468205486"/>
            <w:placeholder>
              <w:docPart w:val="DE70D7453438487192A428F1FFE91C3F"/>
            </w:placeholder>
            <w:showingPlcHdr/>
            <w:text/>
          </w:sdtPr>
          <w:sdtEndPr/>
          <w:sdtContent>
            <w:tc>
              <w:tcPr>
                <w:tcW w:w="6440" w:type="dxa"/>
              </w:tcPr>
              <w:p w:rsidR="000D5A72" w:rsidRDefault="000D5A72" w:rsidP="00F46446">
                <w:r w:rsidRPr="00FD5FFB">
                  <w:rPr>
                    <w:rStyle w:val="Tekstvantijdelijkeaanduiding"/>
                    <w:rFonts w:eastAsiaTheme="minorHAnsi"/>
                  </w:rPr>
                  <w:t>Klik of tik om tekst in te voeren.</w:t>
                </w:r>
              </w:p>
            </w:tc>
          </w:sdtContent>
        </w:sdt>
      </w:tr>
      <w:tr w:rsidR="000D5A72" w:rsidTr="00F46446">
        <w:tc>
          <w:tcPr>
            <w:tcW w:w="2770" w:type="dxa"/>
          </w:tcPr>
          <w:p w:rsidR="000D5A72" w:rsidRDefault="000D5A72" w:rsidP="00F46446">
            <w:pPr>
              <w:rPr>
                <w:b/>
                <w:bCs/>
              </w:rPr>
            </w:pPr>
            <w:r>
              <w:rPr>
                <w:b/>
                <w:bCs/>
              </w:rPr>
              <w:t>Postcode en plaats</w:t>
            </w:r>
          </w:p>
        </w:tc>
        <w:sdt>
          <w:sdtPr>
            <w:id w:val="393005799"/>
            <w:placeholder>
              <w:docPart w:val="D44A9EEA5A4140E6A16919B3A3C6D0E1"/>
            </w:placeholder>
            <w:showingPlcHdr/>
            <w:text/>
          </w:sdtPr>
          <w:sdtEndPr/>
          <w:sdtContent>
            <w:tc>
              <w:tcPr>
                <w:tcW w:w="6440" w:type="dxa"/>
              </w:tcPr>
              <w:p w:rsidR="000D5A72" w:rsidRDefault="000D5A72" w:rsidP="00F46446">
                <w:r w:rsidRPr="00FD5FFB">
                  <w:rPr>
                    <w:rStyle w:val="Tekstvantijdelijkeaanduiding"/>
                    <w:rFonts w:eastAsiaTheme="minorHAnsi"/>
                  </w:rPr>
                  <w:t>Klik of tik om tekst in te voeren.</w:t>
                </w:r>
              </w:p>
            </w:tc>
          </w:sdtContent>
        </w:sdt>
      </w:tr>
      <w:tr w:rsidR="000D5A72" w:rsidTr="00F46446">
        <w:tc>
          <w:tcPr>
            <w:tcW w:w="2770" w:type="dxa"/>
          </w:tcPr>
          <w:p w:rsidR="000D5A72" w:rsidRDefault="000D5A72" w:rsidP="00F46446">
            <w:pPr>
              <w:rPr>
                <w:b/>
                <w:bCs/>
              </w:rPr>
            </w:pPr>
            <w:r>
              <w:rPr>
                <w:b/>
                <w:bCs/>
              </w:rPr>
              <w:t>Gemeente</w:t>
            </w:r>
          </w:p>
        </w:tc>
        <w:sdt>
          <w:sdtPr>
            <w:id w:val="1576465387"/>
            <w:placeholder>
              <w:docPart w:val="A0D4E52C2074464AB7CEB7D75C351114"/>
            </w:placeholder>
            <w:showingPlcHdr/>
            <w:text/>
          </w:sdtPr>
          <w:sdtEndPr/>
          <w:sdtContent>
            <w:tc>
              <w:tcPr>
                <w:tcW w:w="6440" w:type="dxa"/>
              </w:tcPr>
              <w:p w:rsidR="000D5A72" w:rsidRDefault="000D5A72" w:rsidP="00F46446">
                <w:r w:rsidRPr="00FD5FFB">
                  <w:rPr>
                    <w:rStyle w:val="Tekstvantijdelijkeaanduiding"/>
                    <w:rFonts w:eastAsiaTheme="minorHAnsi"/>
                  </w:rPr>
                  <w:t>Klik of tik om tekst in te voeren.</w:t>
                </w:r>
              </w:p>
            </w:tc>
          </w:sdtContent>
        </w:sdt>
      </w:tr>
      <w:tr w:rsidR="000D5A72" w:rsidTr="00F46446">
        <w:tc>
          <w:tcPr>
            <w:tcW w:w="2770" w:type="dxa"/>
          </w:tcPr>
          <w:p w:rsidR="000D5A72" w:rsidRDefault="000D5A72" w:rsidP="00F46446">
            <w:pPr>
              <w:rPr>
                <w:b/>
                <w:bCs/>
              </w:rPr>
            </w:pPr>
            <w:r>
              <w:rPr>
                <w:b/>
                <w:bCs/>
              </w:rPr>
              <w:t>Telefoon kantine</w:t>
            </w:r>
          </w:p>
        </w:tc>
        <w:sdt>
          <w:sdtPr>
            <w:id w:val="-547300584"/>
            <w:placeholder>
              <w:docPart w:val="523E8A2F0EF14007B35FA903FD70CD2C"/>
            </w:placeholder>
            <w:showingPlcHdr/>
            <w:text/>
          </w:sdtPr>
          <w:sdtEndPr/>
          <w:sdtContent>
            <w:tc>
              <w:tcPr>
                <w:tcW w:w="6440" w:type="dxa"/>
              </w:tcPr>
              <w:p w:rsidR="000D5A72" w:rsidRDefault="000D5A72" w:rsidP="00F46446">
                <w:r w:rsidRPr="00FD5FFB">
                  <w:rPr>
                    <w:rStyle w:val="Tekstvantijdelijkeaanduiding"/>
                    <w:rFonts w:eastAsiaTheme="minorHAnsi"/>
                  </w:rPr>
                  <w:t>Klik of tik om tekst in te voeren.</w:t>
                </w:r>
              </w:p>
            </w:tc>
          </w:sdtContent>
        </w:sdt>
      </w:tr>
      <w:tr w:rsidR="000D5A72" w:rsidTr="00F46446">
        <w:tc>
          <w:tcPr>
            <w:tcW w:w="2770" w:type="dxa"/>
          </w:tcPr>
          <w:p w:rsidR="000D5A72" w:rsidRDefault="000D5A72" w:rsidP="00F46446">
            <w:pPr>
              <w:rPr>
                <w:b/>
                <w:bCs/>
              </w:rPr>
            </w:pPr>
            <w:r>
              <w:rPr>
                <w:b/>
                <w:bCs/>
              </w:rPr>
              <w:t>Telefoon bestuurskamer</w:t>
            </w:r>
          </w:p>
        </w:tc>
        <w:sdt>
          <w:sdtPr>
            <w:id w:val="-1736693820"/>
            <w:placeholder>
              <w:docPart w:val="418CB9D06C294DBC8C06821E0C80366D"/>
            </w:placeholder>
            <w:showingPlcHdr/>
            <w:text/>
          </w:sdtPr>
          <w:sdtEndPr/>
          <w:sdtContent>
            <w:tc>
              <w:tcPr>
                <w:tcW w:w="6440" w:type="dxa"/>
              </w:tcPr>
              <w:p w:rsidR="000D5A72" w:rsidRDefault="000D5A72" w:rsidP="00F46446">
                <w:r w:rsidRPr="00FD5FFB">
                  <w:rPr>
                    <w:rStyle w:val="Tekstvantijdelijkeaanduiding"/>
                    <w:rFonts w:eastAsiaTheme="minorHAnsi"/>
                  </w:rPr>
                  <w:t>Klik of tik om tekst in te voeren.</w:t>
                </w:r>
              </w:p>
            </w:tc>
          </w:sdtContent>
        </w:sdt>
      </w:tr>
      <w:tr w:rsidR="000D5A72" w:rsidTr="00F46446">
        <w:tc>
          <w:tcPr>
            <w:tcW w:w="2770" w:type="dxa"/>
          </w:tcPr>
          <w:p w:rsidR="000D5A72" w:rsidRDefault="000D5A72" w:rsidP="00F46446">
            <w:pPr>
              <w:rPr>
                <w:b/>
                <w:bCs/>
              </w:rPr>
            </w:pPr>
          </w:p>
        </w:tc>
        <w:tc>
          <w:tcPr>
            <w:tcW w:w="6440" w:type="dxa"/>
          </w:tcPr>
          <w:p w:rsidR="000D5A72" w:rsidRDefault="000D5A72" w:rsidP="00F46446"/>
        </w:tc>
      </w:tr>
    </w:tbl>
    <w:p w:rsidR="000D5A72" w:rsidRDefault="000D5A72" w:rsidP="000D5A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rPr>
          <w:cantSplit/>
        </w:trPr>
        <w:tc>
          <w:tcPr>
            <w:tcW w:w="9212" w:type="dxa"/>
          </w:tcPr>
          <w:p w:rsidR="000D5A72" w:rsidRDefault="000D5A72" w:rsidP="00F46446">
            <w:pPr>
              <w:rPr>
                <w:rFonts w:cs="Arial"/>
                <w:b/>
                <w:bCs/>
              </w:rPr>
            </w:pPr>
            <w:r>
              <w:rPr>
                <w:rFonts w:cs="Arial"/>
                <w:b/>
                <w:bCs/>
              </w:rPr>
              <w:t>1.2 Verantwoordelijke contactpersonen</w:t>
            </w:r>
          </w:p>
        </w:tc>
      </w:tr>
    </w:tbl>
    <w:p w:rsidR="000D5A72" w:rsidRDefault="000D5A72" w:rsidP="000D5A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10"/>
        <w:gridCol w:w="3035"/>
        <w:gridCol w:w="3015"/>
      </w:tblGrid>
      <w:tr w:rsidR="000D5A72" w:rsidTr="00F46446">
        <w:tc>
          <w:tcPr>
            <w:tcW w:w="3010" w:type="dxa"/>
          </w:tcPr>
          <w:p w:rsidR="000D5A72" w:rsidRDefault="000D5A72" w:rsidP="00F46446">
            <w:pPr>
              <w:pStyle w:val="Koptekst"/>
              <w:tabs>
                <w:tab w:val="clear" w:pos="4536"/>
                <w:tab w:val="clear" w:pos="9072"/>
              </w:tabs>
              <w:rPr>
                <w:b/>
                <w:bCs/>
              </w:rPr>
            </w:pPr>
            <w:r>
              <w:rPr>
                <w:b/>
                <w:bCs/>
              </w:rPr>
              <w:t>Naam</w:t>
            </w:r>
          </w:p>
        </w:tc>
        <w:tc>
          <w:tcPr>
            <w:tcW w:w="3035" w:type="dxa"/>
          </w:tcPr>
          <w:p w:rsidR="000D5A72" w:rsidRDefault="000D5A72" w:rsidP="00F46446">
            <w:pPr>
              <w:rPr>
                <w:b/>
                <w:bCs/>
              </w:rPr>
            </w:pPr>
            <w:r>
              <w:rPr>
                <w:b/>
                <w:bCs/>
              </w:rPr>
              <w:t>Functie</w:t>
            </w:r>
          </w:p>
        </w:tc>
        <w:tc>
          <w:tcPr>
            <w:tcW w:w="3015" w:type="dxa"/>
          </w:tcPr>
          <w:p w:rsidR="000D5A72" w:rsidRDefault="000D5A72" w:rsidP="00F46446">
            <w:pPr>
              <w:rPr>
                <w:b/>
                <w:bCs/>
              </w:rPr>
            </w:pPr>
            <w:r>
              <w:rPr>
                <w:b/>
                <w:bCs/>
              </w:rPr>
              <w:t>Telefoon</w:t>
            </w:r>
          </w:p>
        </w:tc>
      </w:tr>
      <w:tr w:rsidR="000D5A72" w:rsidTr="00F46446">
        <w:sdt>
          <w:sdtPr>
            <w:id w:val="-451010319"/>
            <w:placeholder>
              <w:docPart w:val="9F75D9B026914039A2E9AC328BCBF9F1"/>
            </w:placeholder>
            <w:showingPlcHdr/>
            <w:text/>
          </w:sdtPr>
          <w:sdtEndPr/>
          <w:sdtContent>
            <w:tc>
              <w:tcPr>
                <w:tcW w:w="3010" w:type="dxa"/>
              </w:tcPr>
              <w:p w:rsidR="000D5A72" w:rsidRDefault="000D5A72" w:rsidP="00F46446"/>
            </w:tc>
          </w:sdtContent>
        </w:sdt>
        <w:tc>
          <w:tcPr>
            <w:tcW w:w="3035" w:type="dxa"/>
          </w:tcPr>
          <w:p w:rsidR="000D5A72" w:rsidRDefault="000D5A72" w:rsidP="00F46446">
            <w:pPr>
              <w:pStyle w:val="Koptekst"/>
              <w:tabs>
                <w:tab w:val="clear" w:pos="4536"/>
                <w:tab w:val="clear" w:pos="9072"/>
              </w:tabs>
            </w:pPr>
            <w:r>
              <w:t>voorzitter</w:t>
            </w:r>
          </w:p>
        </w:tc>
        <w:sdt>
          <w:sdtPr>
            <w:id w:val="994850634"/>
            <w:placeholder>
              <w:docPart w:val="AF4ED997445E4B6DAB562C8EBE598D93"/>
            </w:placeholder>
            <w:showingPlcHdr/>
            <w:text/>
          </w:sdtPr>
          <w:sdtEndPr/>
          <w:sdtContent>
            <w:tc>
              <w:tcPr>
                <w:tcW w:w="3015" w:type="dxa"/>
              </w:tcPr>
              <w:p w:rsidR="000D5A72" w:rsidRDefault="000D5A72" w:rsidP="00F46446"/>
            </w:tc>
          </w:sdtContent>
        </w:sdt>
      </w:tr>
      <w:tr w:rsidR="000D5A72" w:rsidTr="00F46446">
        <w:sdt>
          <w:sdtPr>
            <w:id w:val="-650137014"/>
            <w:placeholder>
              <w:docPart w:val="637DA49AC8E64AF691126E1259C7C3F4"/>
            </w:placeholder>
            <w:showingPlcHdr/>
            <w:text/>
          </w:sdtPr>
          <w:sdtEndPr/>
          <w:sdtContent>
            <w:tc>
              <w:tcPr>
                <w:tcW w:w="3010" w:type="dxa"/>
              </w:tcPr>
              <w:p w:rsidR="000D5A72" w:rsidRDefault="000D5A72" w:rsidP="00F46446"/>
            </w:tc>
          </w:sdtContent>
        </w:sdt>
        <w:tc>
          <w:tcPr>
            <w:tcW w:w="3035" w:type="dxa"/>
          </w:tcPr>
          <w:p w:rsidR="000D5A72" w:rsidRDefault="000D5A72" w:rsidP="00F46446">
            <w:r>
              <w:t>secretaris</w:t>
            </w:r>
          </w:p>
        </w:tc>
        <w:sdt>
          <w:sdtPr>
            <w:id w:val="1409189320"/>
            <w:placeholder>
              <w:docPart w:val="06388A40DD8F4AEFBD7E2AD00E7ECF27"/>
            </w:placeholder>
            <w:showingPlcHdr/>
            <w:text/>
          </w:sdtPr>
          <w:sdtEndPr/>
          <w:sdtContent>
            <w:tc>
              <w:tcPr>
                <w:tcW w:w="3015" w:type="dxa"/>
              </w:tcPr>
              <w:p w:rsidR="000D5A72" w:rsidRDefault="000D5A72" w:rsidP="00F46446"/>
            </w:tc>
          </w:sdtContent>
        </w:sdt>
      </w:tr>
      <w:tr w:rsidR="000D5A72" w:rsidTr="00F46446">
        <w:sdt>
          <w:sdtPr>
            <w:id w:val="-1634704490"/>
            <w:placeholder>
              <w:docPart w:val="16089EB404464D7986E9CD57435BD23F"/>
            </w:placeholder>
            <w:showingPlcHdr/>
            <w:text/>
          </w:sdtPr>
          <w:sdtEndPr/>
          <w:sdtContent>
            <w:tc>
              <w:tcPr>
                <w:tcW w:w="3010" w:type="dxa"/>
              </w:tcPr>
              <w:p w:rsidR="000D5A72" w:rsidRDefault="000D5A72" w:rsidP="00F46446"/>
            </w:tc>
          </w:sdtContent>
        </w:sdt>
        <w:tc>
          <w:tcPr>
            <w:tcW w:w="3035" w:type="dxa"/>
          </w:tcPr>
          <w:p w:rsidR="000D5A72" w:rsidRDefault="000D5A72" w:rsidP="00F46446">
            <w:r>
              <w:t>penningmeester</w:t>
            </w:r>
          </w:p>
        </w:tc>
        <w:sdt>
          <w:sdtPr>
            <w:id w:val="-688057691"/>
            <w:placeholder>
              <w:docPart w:val="4DDE851CD7094726B3C6483534B13B7D"/>
            </w:placeholder>
            <w:showingPlcHdr/>
            <w:text/>
          </w:sdtPr>
          <w:sdtEndPr/>
          <w:sdtContent>
            <w:tc>
              <w:tcPr>
                <w:tcW w:w="3015" w:type="dxa"/>
              </w:tcPr>
              <w:p w:rsidR="000D5A72" w:rsidRDefault="000D5A72" w:rsidP="00F46446"/>
            </w:tc>
          </w:sdtContent>
        </w:sdt>
      </w:tr>
      <w:tr w:rsidR="000D5A72" w:rsidTr="00F46446">
        <w:sdt>
          <w:sdtPr>
            <w:id w:val="985669377"/>
            <w:placeholder>
              <w:docPart w:val="5331330CBA124C9199912CEEC8173264"/>
            </w:placeholder>
            <w:showingPlcHdr/>
            <w:text/>
          </w:sdtPr>
          <w:sdtEndPr/>
          <w:sdtContent>
            <w:tc>
              <w:tcPr>
                <w:tcW w:w="3010" w:type="dxa"/>
              </w:tcPr>
              <w:p w:rsidR="000D5A72" w:rsidRDefault="000D5A72" w:rsidP="00F46446"/>
            </w:tc>
          </w:sdtContent>
        </w:sdt>
        <w:tc>
          <w:tcPr>
            <w:tcW w:w="3035" w:type="dxa"/>
          </w:tcPr>
          <w:p w:rsidR="000D5A72" w:rsidRDefault="000D5A72" w:rsidP="00F46446">
            <w:r>
              <w:t>kantinebeheerder</w:t>
            </w:r>
          </w:p>
        </w:tc>
        <w:sdt>
          <w:sdtPr>
            <w:id w:val="-12769297"/>
            <w:placeholder>
              <w:docPart w:val="7AA45595A7EC44919C1319384C636F36"/>
            </w:placeholder>
            <w:showingPlcHdr/>
            <w:text/>
          </w:sdtPr>
          <w:sdtEndPr/>
          <w:sdtContent>
            <w:tc>
              <w:tcPr>
                <w:tcW w:w="3015" w:type="dxa"/>
              </w:tcPr>
              <w:p w:rsidR="000D5A72" w:rsidRDefault="000D5A72" w:rsidP="00F46446"/>
            </w:tc>
          </w:sdtContent>
        </w:sdt>
      </w:tr>
      <w:tr w:rsidR="000D5A72" w:rsidTr="00F46446">
        <w:sdt>
          <w:sdtPr>
            <w:id w:val="1904951725"/>
            <w:placeholder>
              <w:docPart w:val="B64E9C9888234E83B454ED63120C6852"/>
            </w:placeholder>
            <w:showingPlcHdr/>
            <w:text/>
          </w:sdtPr>
          <w:sdtEndPr/>
          <w:sdtContent>
            <w:tc>
              <w:tcPr>
                <w:tcW w:w="3010" w:type="dxa"/>
              </w:tcPr>
              <w:p w:rsidR="000D5A72" w:rsidRDefault="000D5A72" w:rsidP="00F46446"/>
            </w:tc>
          </w:sdtContent>
        </w:sdt>
        <w:tc>
          <w:tcPr>
            <w:tcW w:w="3035" w:type="dxa"/>
          </w:tcPr>
          <w:p w:rsidR="000D5A72" w:rsidRDefault="000D5A72" w:rsidP="00F46446">
            <w:r>
              <w:t>bestuurslid accommodatie</w:t>
            </w:r>
          </w:p>
        </w:tc>
        <w:sdt>
          <w:sdtPr>
            <w:id w:val="-1859879839"/>
            <w:placeholder>
              <w:docPart w:val="7F11662934704B16BFB0F69DCC9C4A44"/>
            </w:placeholder>
            <w:showingPlcHdr/>
            <w:text/>
          </w:sdtPr>
          <w:sdtEndPr/>
          <w:sdtContent>
            <w:tc>
              <w:tcPr>
                <w:tcW w:w="3015" w:type="dxa"/>
              </w:tcPr>
              <w:p w:rsidR="000D5A72" w:rsidRDefault="000D5A72" w:rsidP="00F46446"/>
            </w:tc>
          </w:sdtContent>
        </w:sdt>
      </w:tr>
      <w:tr w:rsidR="000D5A72" w:rsidTr="00F46446">
        <w:sdt>
          <w:sdtPr>
            <w:id w:val="2077321519"/>
            <w:placeholder>
              <w:docPart w:val="A552AD3228C74245AB81118BF162ED4F"/>
            </w:placeholder>
            <w:showingPlcHdr/>
            <w:text/>
          </w:sdtPr>
          <w:sdtEndPr/>
          <w:sdtContent>
            <w:tc>
              <w:tcPr>
                <w:tcW w:w="3010" w:type="dxa"/>
              </w:tcPr>
              <w:p w:rsidR="000D5A72" w:rsidRDefault="000D5A72" w:rsidP="00F46446"/>
            </w:tc>
          </w:sdtContent>
        </w:sdt>
        <w:tc>
          <w:tcPr>
            <w:tcW w:w="3035" w:type="dxa"/>
          </w:tcPr>
          <w:p w:rsidR="000D5A72" w:rsidRDefault="000D5A72" w:rsidP="00F46446">
            <w:r>
              <w:t>andere personen</w:t>
            </w:r>
          </w:p>
        </w:tc>
        <w:sdt>
          <w:sdtPr>
            <w:id w:val="-37811830"/>
            <w:placeholder>
              <w:docPart w:val="E5911D7288C449468CEA677D992F7B06"/>
            </w:placeholder>
            <w:showingPlcHdr/>
            <w:text/>
          </w:sdtPr>
          <w:sdtEndPr/>
          <w:sdtContent>
            <w:tc>
              <w:tcPr>
                <w:tcW w:w="3015" w:type="dxa"/>
              </w:tcPr>
              <w:p w:rsidR="000D5A72" w:rsidRDefault="000D5A72" w:rsidP="00F46446"/>
            </w:tc>
          </w:sdtContent>
        </w:sdt>
      </w:tr>
    </w:tbl>
    <w:p w:rsidR="000D5A72" w:rsidRDefault="000D5A72" w:rsidP="000D5A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rPr>
          <w:cantSplit/>
        </w:trPr>
        <w:tc>
          <w:tcPr>
            <w:tcW w:w="9212" w:type="dxa"/>
          </w:tcPr>
          <w:p w:rsidR="000D5A72" w:rsidRDefault="000D5A72" w:rsidP="00F46446">
            <w:pPr>
              <w:rPr>
                <w:rFonts w:cs="Arial"/>
                <w:b/>
                <w:bCs/>
              </w:rPr>
            </w:pPr>
            <w:r>
              <w:rPr>
                <w:rFonts w:cs="Arial"/>
                <w:b/>
                <w:bCs/>
              </w:rPr>
              <w:t xml:space="preserve">1.3 Openingstijden </w:t>
            </w:r>
          </w:p>
        </w:tc>
      </w:tr>
    </w:tbl>
    <w:p w:rsidR="000D5A72" w:rsidRDefault="000D5A72" w:rsidP="000D5A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70"/>
        <w:gridCol w:w="1948"/>
        <w:gridCol w:w="3187"/>
        <w:gridCol w:w="2255"/>
      </w:tblGrid>
      <w:tr w:rsidR="000D5A72" w:rsidTr="00F46446">
        <w:tc>
          <w:tcPr>
            <w:tcW w:w="1670" w:type="dxa"/>
          </w:tcPr>
          <w:p w:rsidR="000D5A72" w:rsidRDefault="000D5A72" w:rsidP="00F46446">
            <w:pPr>
              <w:pStyle w:val="Kop3"/>
            </w:pPr>
            <w:r>
              <w:t>Dagen</w:t>
            </w:r>
          </w:p>
        </w:tc>
        <w:tc>
          <w:tcPr>
            <w:tcW w:w="1948" w:type="dxa"/>
          </w:tcPr>
          <w:p w:rsidR="000D5A72" w:rsidRDefault="000D5A72" w:rsidP="00F46446">
            <w:pPr>
              <w:pStyle w:val="Koptekst"/>
              <w:tabs>
                <w:tab w:val="clear" w:pos="4536"/>
                <w:tab w:val="clear" w:pos="9072"/>
              </w:tabs>
              <w:rPr>
                <w:b/>
                <w:bCs/>
              </w:rPr>
            </w:pPr>
            <w:r>
              <w:rPr>
                <w:b/>
                <w:bCs/>
              </w:rPr>
              <w:t>Tijdstippen</w:t>
            </w:r>
          </w:p>
        </w:tc>
        <w:tc>
          <w:tcPr>
            <w:tcW w:w="3187" w:type="dxa"/>
          </w:tcPr>
          <w:p w:rsidR="000D5A72" w:rsidRDefault="000D5A72" w:rsidP="00F46446">
            <w:pPr>
              <w:rPr>
                <w:b/>
                <w:bCs/>
              </w:rPr>
            </w:pPr>
            <w:r>
              <w:rPr>
                <w:b/>
                <w:bCs/>
              </w:rPr>
              <w:t>Aanwezige medewerkers</w:t>
            </w:r>
          </w:p>
        </w:tc>
        <w:tc>
          <w:tcPr>
            <w:tcW w:w="2255" w:type="dxa"/>
          </w:tcPr>
          <w:p w:rsidR="000D5A72" w:rsidRDefault="000D5A72" w:rsidP="00F46446">
            <w:pPr>
              <w:rPr>
                <w:b/>
                <w:bCs/>
              </w:rPr>
            </w:pPr>
            <w:r>
              <w:rPr>
                <w:b/>
                <w:bCs/>
              </w:rPr>
              <w:t>Aantal bezoekers</w:t>
            </w:r>
          </w:p>
        </w:tc>
      </w:tr>
      <w:tr w:rsidR="000D5A72" w:rsidTr="00F46446">
        <w:tc>
          <w:tcPr>
            <w:tcW w:w="1670" w:type="dxa"/>
          </w:tcPr>
          <w:p w:rsidR="000D5A72" w:rsidRDefault="000D5A72" w:rsidP="00F46446">
            <w:pPr>
              <w:pStyle w:val="Koptekst"/>
              <w:tabs>
                <w:tab w:val="clear" w:pos="4536"/>
                <w:tab w:val="clear" w:pos="9072"/>
              </w:tabs>
              <w:rPr>
                <w:b/>
                <w:bCs/>
              </w:rPr>
            </w:pPr>
            <w:r>
              <w:rPr>
                <w:b/>
                <w:bCs/>
              </w:rPr>
              <w:t>Maandag</w:t>
            </w:r>
          </w:p>
        </w:tc>
        <w:sdt>
          <w:sdtPr>
            <w:id w:val="1473094232"/>
            <w:placeholder>
              <w:docPart w:val="4F047916AB6A458EA853FA4EB35B1654"/>
            </w:placeholder>
            <w:showingPlcHdr/>
            <w:text/>
          </w:sdtPr>
          <w:sdtEndPr/>
          <w:sdtContent>
            <w:tc>
              <w:tcPr>
                <w:tcW w:w="1948" w:type="dxa"/>
              </w:tcPr>
              <w:p w:rsidR="000D5A72" w:rsidRDefault="000D5A72" w:rsidP="00F46446"/>
            </w:tc>
          </w:sdtContent>
        </w:sdt>
        <w:sdt>
          <w:sdtPr>
            <w:id w:val="-1535730534"/>
            <w:placeholder>
              <w:docPart w:val="4D84E4230ACE49F18EFD2074A2657B37"/>
            </w:placeholder>
            <w:showingPlcHdr/>
            <w:text/>
          </w:sdtPr>
          <w:sdtEndPr/>
          <w:sdtContent>
            <w:tc>
              <w:tcPr>
                <w:tcW w:w="3187" w:type="dxa"/>
              </w:tcPr>
              <w:p w:rsidR="000D5A72" w:rsidRDefault="000D5A72" w:rsidP="00F46446"/>
            </w:tc>
          </w:sdtContent>
        </w:sdt>
        <w:sdt>
          <w:sdtPr>
            <w:id w:val="-1526404320"/>
            <w:placeholder>
              <w:docPart w:val="391B2A384D184AA998F214BD205F1E6E"/>
            </w:placeholder>
            <w:showingPlcHdr/>
            <w:text/>
          </w:sdtPr>
          <w:sdtEndPr/>
          <w:sdtContent>
            <w:tc>
              <w:tcPr>
                <w:tcW w:w="2255" w:type="dxa"/>
              </w:tcPr>
              <w:p w:rsidR="000D5A72" w:rsidRDefault="000D5A72" w:rsidP="00F46446"/>
            </w:tc>
          </w:sdtContent>
        </w:sdt>
      </w:tr>
      <w:tr w:rsidR="000D5A72" w:rsidTr="00F46446">
        <w:tc>
          <w:tcPr>
            <w:tcW w:w="1670" w:type="dxa"/>
          </w:tcPr>
          <w:p w:rsidR="000D5A72" w:rsidRDefault="000D5A72" w:rsidP="00F46446">
            <w:pPr>
              <w:rPr>
                <w:b/>
                <w:bCs/>
              </w:rPr>
            </w:pPr>
            <w:r>
              <w:rPr>
                <w:b/>
                <w:bCs/>
              </w:rPr>
              <w:t>Dinsdag</w:t>
            </w:r>
          </w:p>
        </w:tc>
        <w:sdt>
          <w:sdtPr>
            <w:id w:val="-1983076852"/>
            <w:placeholder>
              <w:docPart w:val="B72F7A4FCDD24614B6FEF070C727B0D5"/>
            </w:placeholder>
            <w:showingPlcHdr/>
            <w:text/>
          </w:sdtPr>
          <w:sdtEndPr/>
          <w:sdtContent>
            <w:tc>
              <w:tcPr>
                <w:tcW w:w="1948" w:type="dxa"/>
              </w:tcPr>
              <w:p w:rsidR="000D5A72" w:rsidRDefault="000D5A72" w:rsidP="00F46446"/>
            </w:tc>
          </w:sdtContent>
        </w:sdt>
        <w:sdt>
          <w:sdtPr>
            <w:id w:val="856540699"/>
            <w:placeholder>
              <w:docPart w:val="C2BA2EB6002B4ED5A08FE24117EFC6A2"/>
            </w:placeholder>
            <w:showingPlcHdr/>
            <w:text/>
          </w:sdtPr>
          <w:sdtEndPr/>
          <w:sdtContent>
            <w:tc>
              <w:tcPr>
                <w:tcW w:w="3187" w:type="dxa"/>
              </w:tcPr>
              <w:p w:rsidR="000D5A72" w:rsidRDefault="000D5A72" w:rsidP="00F46446"/>
            </w:tc>
          </w:sdtContent>
        </w:sdt>
        <w:sdt>
          <w:sdtPr>
            <w:id w:val="49346579"/>
            <w:placeholder>
              <w:docPart w:val="A7883941ADBA4CD9BCA1E27AB5351B81"/>
            </w:placeholder>
            <w:showingPlcHdr/>
            <w:text/>
          </w:sdtPr>
          <w:sdtEndPr/>
          <w:sdtContent>
            <w:tc>
              <w:tcPr>
                <w:tcW w:w="2255" w:type="dxa"/>
              </w:tcPr>
              <w:p w:rsidR="000D5A72" w:rsidRDefault="000D5A72" w:rsidP="00F46446"/>
            </w:tc>
          </w:sdtContent>
        </w:sdt>
      </w:tr>
      <w:tr w:rsidR="000D5A72" w:rsidTr="00F46446">
        <w:tc>
          <w:tcPr>
            <w:tcW w:w="1670" w:type="dxa"/>
          </w:tcPr>
          <w:p w:rsidR="000D5A72" w:rsidRDefault="000D5A72" w:rsidP="00F46446">
            <w:pPr>
              <w:rPr>
                <w:b/>
                <w:bCs/>
              </w:rPr>
            </w:pPr>
            <w:r>
              <w:rPr>
                <w:b/>
                <w:bCs/>
              </w:rPr>
              <w:t>Woensdag</w:t>
            </w:r>
          </w:p>
        </w:tc>
        <w:sdt>
          <w:sdtPr>
            <w:id w:val="-319120199"/>
            <w:placeholder>
              <w:docPart w:val="54C7D7D0B24A446FB9D5B54D99C87EA8"/>
            </w:placeholder>
            <w:showingPlcHdr/>
            <w:text/>
          </w:sdtPr>
          <w:sdtEndPr/>
          <w:sdtContent>
            <w:tc>
              <w:tcPr>
                <w:tcW w:w="1948" w:type="dxa"/>
              </w:tcPr>
              <w:p w:rsidR="000D5A72" w:rsidRDefault="000D5A72" w:rsidP="00F46446"/>
            </w:tc>
          </w:sdtContent>
        </w:sdt>
        <w:sdt>
          <w:sdtPr>
            <w:id w:val="-141893941"/>
            <w:placeholder>
              <w:docPart w:val="A0DDD9775DFF42B79FDE7E5EAAEC8510"/>
            </w:placeholder>
            <w:showingPlcHdr/>
            <w:text/>
          </w:sdtPr>
          <w:sdtEndPr/>
          <w:sdtContent>
            <w:tc>
              <w:tcPr>
                <w:tcW w:w="3187" w:type="dxa"/>
              </w:tcPr>
              <w:p w:rsidR="000D5A72" w:rsidRDefault="000D5A72" w:rsidP="00F46446"/>
            </w:tc>
          </w:sdtContent>
        </w:sdt>
        <w:sdt>
          <w:sdtPr>
            <w:id w:val="-1447850345"/>
            <w:placeholder>
              <w:docPart w:val="DE836A8E62B043C5B931106F7251DD60"/>
            </w:placeholder>
            <w:showingPlcHdr/>
            <w:text/>
          </w:sdtPr>
          <w:sdtEndPr/>
          <w:sdtContent>
            <w:tc>
              <w:tcPr>
                <w:tcW w:w="2255" w:type="dxa"/>
              </w:tcPr>
              <w:p w:rsidR="000D5A72" w:rsidRDefault="000D5A72" w:rsidP="00F46446"/>
            </w:tc>
          </w:sdtContent>
        </w:sdt>
      </w:tr>
      <w:tr w:rsidR="000D5A72" w:rsidTr="00F46446">
        <w:tc>
          <w:tcPr>
            <w:tcW w:w="1670" w:type="dxa"/>
          </w:tcPr>
          <w:p w:rsidR="000D5A72" w:rsidRDefault="000D5A72" w:rsidP="00F46446">
            <w:pPr>
              <w:rPr>
                <w:b/>
                <w:bCs/>
              </w:rPr>
            </w:pPr>
            <w:r>
              <w:rPr>
                <w:b/>
                <w:bCs/>
              </w:rPr>
              <w:t>Donderdag</w:t>
            </w:r>
          </w:p>
        </w:tc>
        <w:sdt>
          <w:sdtPr>
            <w:id w:val="294728233"/>
            <w:placeholder>
              <w:docPart w:val="A5F7C1AFC9D043D3A245669A0F2FBA17"/>
            </w:placeholder>
            <w:showingPlcHdr/>
            <w:text/>
          </w:sdtPr>
          <w:sdtEndPr/>
          <w:sdtContent>
            <w:tc>
              <w:tcPr>
                <w:tcW w:w="1948" w:type="dxa"/>
              </w:tcPr>
              <w:p w:rsidR="000D5A72" w:rsidRDefault="000D5A72" w:rsidP="00F46446"/>
            </w:tc>
          </w:sdtContent>
        </w:sdt>
        <w:sdt>
          <w:sdtPr>
            <w:id w:val="-716200039"/>
            <w:placeholder>
              <w:docPart w:val="D0AE0375D28347468379493277945B48"/>
            </w:placeholder>
            <w:showingPlcHdr/>
            <w:text/>
          </w:sdtPr>
          <w:sdtEndPr/>
          <w:sdtContent>
            <w:tc>
              <w:tcPr>
                <w:tcW w:w="3187" w:type="dxa"/>
              </w:tcPr>
              <w:p w:rsidR="000D5A72" w:rsidRDefault="000D5A72" w:rsidP="00F46446"/>
            </w:tc>
          </w:sdtContent>
        </w:sdt>
        <w:sdt>
          <w:sdtPr>
            <w:id w:val="-655454827"/>
            <w:placeholder>
              <w:docPart w:val="D5B1C1EDAC8A4A3BB721C2696FBCA85D"/>
            </w:placeholder>
            <w:showingPlcHdr/>
            <w:text/>
          </w:sdtPr>
          <w:sdtEndPr/>
          <w:sdtContent>
            <w:tc>
              <w:tcPr>
                <w:tcW w:w="2255" w:type="dxa"/>
              </w:tcPr>
              <w:p w:rsidR="000D5A72" w:rsidRDefault="000D5A72" w:rsidP="00F46446"/>
            </w:tc>
          </w:sdtContent>
        </w:sdt>
      </w:tr>
      <w:tr w:rsidR="000D5A72" w:rsidTr="00F46446">
        <w:tc>
          <w:tcPr>
            <w:tcW w:w="1670" w:type="dxa"/>
          </w:tcPr>
          <w:p w:rsidR="000D5A72" w:rsidRDefault="000D5A72" w:rsidP="00F46446">
            <w:pPr>
              <w:rPr>
                <w:b/>
                <w:bCs/>
              </w:rPr>
            </w:pPr>
            <w:r>
              <w:rPr>
                <w:b/>
                <w:bCs/>
              </w:rPr>
              <w:t>Vrijdag</w:t>
            </w:r>
          </w:p>
        </w:tc>
        <w:sdt>
          <w:sdtPr>
            <w:id w:val="-377466136"/>
            <w:placeholder>
              <w:docPart w:val="BBFA9F482E804EE490DA5416DDD82382"/>
            </w:placeholder>
            <w:showingPlcHdr/>
            <w:text/>
          </w:sdtPr>
          <w:sdtEndPr/>
          <w:sdtContent>
            <w:tc>
              <w:tcPr>
                <w:tcW w:w="1948" w:type="dxa"/>
              </w:tcPr>
              <w:p w:rsidR="000D5A72" w:rsidRDefault="000D5A72" w:rsidP="00F46446"/>
            </w:tc>
          </w:sdtContent>
        </w:sdt>
        <w:sdt>
          <w:sdtPr>
            <w:id w:val="-1992931006"/>
            <w:placeholder>
              <w:docPart w:val="B5C429925B5F4311AD97240902A3A8F9"/>
            </w:placeholder>
            <w:showingPlcHdr/>
            <w:text/>
          </w:sdtPr>
          <w:sdtEndPr/>
          <w:sdtContent>
            <w:tc>
              <w:tcPr>
                <w:tcW w:w="3187" w:type="dxa"/>
              </w:tcPr>
              <w:p w:rsidR="000D5A72" w:rsidRDefault="000D5A72" w:rsidP="00F46446"/>
            </w:tc>
          </w:sdtContent>
        </w:sdt>
        <w:sdt>
          <w:sdtPr>
            <w:id w:val="927010034"/>
            <w:placeholder>
              <w:docPart w:val="347DBD821E424BF3945875DB597C9AE8"/>
            </w:placeholder>
            <w:showingPlcHdr/>
            <w:text/>
          </w:sdtPr>
          <w:sdtEndPr/>
          <w:sdtContent>
            <w:tc>
              <w:tcPr>
                <w:tcW w:w="2255" w:type="dxa"/>
              </w:tcPr>
              <w:p w:rsidR="000D5A72" w:rsidRDefault="000D5A72" w:rsidP="00F46446"/>
            </w:tc>
          </w:sdtContent>
        </w:sdt>
      </w:tr>
      <w:tr w:rsidR="000D5A72" w:rsidTr="00F46446">
        <w:tc>
          <w:tcPr>
            <w:tcW w:w="1670" w:type="dxa"/>
          </w:tcPr>
          <w:p w:rsidR="000D5A72" w:rsidRDefault="000D5A72" w:rsidP="00F46446">
            <w:pPr>
              <w:rPr>
                <w:b/>
                <w:bCs/>
              </w:rPr>
            </w:pPr>
            <w:r>
              <w:rPr>
                <w:b/>
                <w:bCs/>
              </w:rPr>
              <w:t>Zaterdag</w:t>
            </w:r>
          </w:p>
        </w:tc>
        <w:sdt>
          <w:sdtPr>
            <w:id w:val="-284511872"/>
            <w:placeholder>
              <w:docPart w:val="F5D42DFFFEA84417B7789C79E5A70155"/>
            </w:placeholder>
            <w:showingPlcHdr/>
            <w:text/>
          </w:sdtPr>
          <w:sdtEndPr/>
          <w:sdtContent>
            <w:tc>
              <w:tcPr>
                <w:tcW w:w="1948" w:type="dxa"/>
              </w:tcPr>
              <w:p w:rsidR="000D5A72" w:rsidRDefault="000D5A72" w:rsidP="00F46446"/>
            </w:tc>
          </w:sdtContent>
        </w:sdt>
        <w:sdt>
          <w:sdtPr>
            <w:id w:val="-132333961"/>
            <w:placeholder>
              <w:docPart w:val="32F727016E55447C86ACAC1A55440635"/>
            </w:placeholder>
            <w:showingPlcHdr/>
            <w:text/>
          </w:sdtPr>
          <w:sdtEndPr/>
          <w:sdtContent>
            <w:tc>
              <w:tcPr>
                <w:tcW w:w="3187" w:type="dxa"/>
              </w:tcPr>
              <w:p w:rsidR="000D5A72" w:rsidRDefault="000D5A72" w:rsidP="00F46446"/>
            </w:tc>
          </w:sdtContent>
        </w:sdt>
        <w:sdt>
          <w:sdtPr>
            <w:id w:val="-2033258247"/>
            <w:placeholder>
              <w:docPart w:val="CA86161F322A4834BE0CECCEB9219E28"/>
            </w:placeholder>
            <w:showingPlcHdr/>
            <w:text/>
          </w:sdtPr>
          <w:sdtEndPr/>
          <w:sdtContent>
            <w:tc>
              <w:tcPr>
                <w:tcW w:w="2255" w:type="dxa"/>
              </w:tcPr>
              <w:p w:rsidR="000D5A72" w:rsidRDefault="000D5A72" w:rsidP="00F46446"/>
            </w:tc>
          </w:sdtContent>
        </w:sdt>
      </w:tr>
      <w:tr w:rsidR="000D5A72" w:rsidTr="00F46446">
        <w:tc>
          <w:tcPr>
            <w:tcW w:w="1670" w:type="dxa"/>
          </w:tcPr>
          <w:p w:rsidR="000D5A72" w:rsidRDefault="000D5A72" w:rsidP="00F46446">
            <w:pPr>
              <w:rPr>
                <w:b/>
                <w:bCs/>
              </w:rPr>
            </w:pPr>
            <w:r>
              <w:rPr>
                <w:b/>
                <w:bCs/>
              </w:rPr>
              <w:t>Zondag</w:t>
            </w:r>
          </w:p>
        </w:tc>
        <w:sdt>
          <w:sdtPr>
            <w:id w:val="1932860516"/>
            <w:placeholder>
              <w:docPart w:val="289C81EF3499441AB7F84F017B415469"/>
            </w:placeholder>
            <w:showingPlcHdr/>
            <w:text/>
          </w:sdtPr>
          <w:sdtEndPr/>
          <w:sdtContent>
            <w:tc>
              <w:tcPr>
                <w:tcW w:w="1948" w:type="dxa"/>
              </w:tcPr>
              <w:p w:rsidR="000D5A72" w:rsidRDefault="000D5A72" w:rsidP="00F46446"/>
            </w:tc>
          </w:sdtContent>
        </w:sdt>
        <w:sdt>
          <w:sdtPr>
            <w:id w:val="2114623074"/>
            <w:placeholder>
              <w:docPart w:val="0113E052C82A449CB3160D23C0DCF58E"/>
            </w:placeholder>
            <w:showingPlcHdr/>
            <w:text/>
          </w:sdtPr>
          <w:sdtEndPr/>
          <w:sdtContent>
            <w:tc>
              <w:tcPr>
                <w:tcW w:w="3187" w:type="dxa"/>
              </w:tcPr>
              <w:p w:rsidR="000D5A72" w:rsidRDefault="000D5A72" w:rsidP="00F46446"/>
            </w:tc>
          </w:sdtContent>
        </w:sdt>
        <w:sdt>
          <w:sdtPr>
            <w:id w:val="98301908"/>
            <w:placeholder>
              <w:docPart w:val="7B45C61094FC4BF8AE90C8BC4D647CA2"/>
            </w:placeholder>
            <w:showingPlcHdr/>
            <w:text/>
          </w:sdtPr>
          <w:sdtEndPr/>
          <w:sdtContent>
            <w:tc>
              <w:tcPr>
                <w:tcW w:w="2255" w:type="dxa"/>
              </w:tcPr>
              <w:p w:rsidR="000D5A72" w:rsidRDefault="000D5A72" w:rsidP="00F46446"/>
            </w:tc>
          </w:sdtContent>
        </w:sdt>
      </w:tr>
    </w:tbl>
    <w:p w:rsidR="000D5A72" w:rsidRDefault="000D5A72" w:rsidP="000D5A72">
      <w:pPr>
        <w:pStyle w:val="Koptekst"/>
        <w:tabs>
          <w:tab w:val="clear" w:pos="4536"/>
          <w:tab w:val="clear" w:pos="9072"/>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c>
          <w:tcPr>
            <w:tcW w:w="9212" w:type="dxa"/>
          </w:tcPr>
          <w:p w:rsidR="000D5A72" w:rsidRDefault="000D5A72" w:rsidP="00F46446">
            <w:pPr>
              <w:pStyle w:val="Koptekst"/>
              <w:tabs>
                <w:tab w:val="clear" w:pos="4536"/>
                <w:tab w:val="clear" w:pos="9072"/>
              </w:tabs>
              <w:rPr>
                <w:rFonts w:cs="Arial"/>
                <w:b/>
                <w:bCs/>
              </w:rPr>
            </w:pPr>
            <w:r>
              <w:rPr>
                <w:rFonts w:cs="Arial"/>
                <w:b/>
                <w:bCs/>
              </w:rPr>
              <w:t>1.4 Bouwkundige gegevens</w:t>
            </w:r>
          </w:p>
        </w:tc>
      </w:tr>
    </w:tbl>
    <w:p w:rsidR="000D5A72" w:rsidRDefault="000D5A72" w:rsidP="000D5A72">
      <w:pPr>
        <w:pStyle w:val="Koptekst"/>
        <w:tabs>
          <w:tab w:val="clear" w:pos="4536"/>
          <w:tab w:val="clear" w:pos="9072"/>
        </w:tabs>
        <w:rPr>
          <w:i/>
          <w:iCs/>
        </w:rPr>
      </w:pPr>
    </w:p>
    <w:p w:rsidR="000D5A72" w:rsidRDefault="000D5A72" w:rsidP="000D5A72">
      <w:pPr>
        <w:pStyle w:val="Koptekst"/>
        <w:tabs>
          <w:tab w:val="clear" w:pos="4536"/>
          <w:tab w:val="clear" w:pos="9072"/>
        </w:tabs>
        <w:rPr>
          <w:i/>
          <w:iCs/>
        </w:rPr>
      </w:pPr>
      <w:r>
        <w:rPr>
          <w:i/>
          <w:iCs/>
        </w:rPr>
        <w:t>(Hier dient een korte omschrijving van het gebouw te worden geplaatst.  Gedacht moet worden aan het aantal vierkante meters oppervlakte/kubieke meters inhoud, hoogte van het gebouw, aantal verdiepingen, soorten en aantal ruimten, het materiaal waaruit het gebouw bestaat (muren, soort dakbedekking), brandwerende voorzieningen, enz.)</w:t>
      </w:r>
    </w:p>
    <w:p w:rsidR="000D5A72" w:rsidRDefault="000D5A72" w:rsidP="000D5A72">
      <w:pPr>
        <w:pStyle w:val="Koptekst"/>
        <w:tabs>
          <w:tab w:val="clear" w:pos="4536"/>
          <w:tab w:val="clear" w:pos="9072"/>
        </w:tabs>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c>
          <w:tcPr>
            <w:tcW w:w="9212" w:type="dxa"/>
          </w:tcPr>
          <w:p w:rsidR="000D5A72" w:rsidRDefault="000D5A72" w:rsidP="00F46446">
            <w:pPr>
              <w:pStyle w:val="Koptekst"/>
              <w:tabs>
                <w:tab w:val="clear" w:pos="4536"/>
                <w:tab w:val="clear" w:pos="9072"/>
              </w:tabs>
              <w:rPr>
                <w:rFonts w:cs="Arial"/>
                <w:b/>
                <w:bCs/>
              </w:rPr>
            </w:pPr>
            <w:r>
              <w:rPr>
                <w:rFonts w:cs="Arial"/>
                <w:b/>
                <w:bCs/>
              </w:rPr>
              <w:t>1.5 Plattegronden</w:t>
            </w:r>
          </w:p>
        </w:tc>
      </w:tr>
    </w:tbl>
    <w:p w:rsidR="000D5A72" w:rsidRDefault="000D5A72" w:rsidP="000D5A72">
      <w:pPr>
        <w:pStyle w:val="Koptekst"/>
        <w:tabs>
          <w:tab w:val="clear" w:pos="4536"/>
          <w:tab w:val="clear" w:pos="9072"/>
        </w:tabs>
        <w:rPr>
          <w:i/>
          <w:iCs/>
        </w:rPr>
      </w:pPr>
    </w:p>
    <w:p w:rsidR="000D5A72" w:rsidRDefault="000D5A72" w:rsidP="000D5A72">
      <w:pPr>
        <w:pStyle w:val="Koptekst"/>
        <w:tabs>
          <w:tab w:val="clear" w:pos="4536"/>
          <w:tab w:val="clear" w:pos="9072"/>
        </w:tabs>
        <w:rPr>
          <w:i/>
          <w:iCs/>
        </w:rPr>
      </w:pPr>
      <w:r>
        <w:rPr>
          <w:i/>
          <w:iCs/>
        </w:rPr>
        <w:t>(Om de hulpverleners snel te kunnen informeren over voor hun werkzaamheden relevante gegevens dienen een aantal plattegronden te worden gemaakt. Deze plattegronden worden door het bestuurslid die met de leiding van de ontruiming is belast, bij aankomst van de hulpverleners uitgereikt. Het verdient aanbeveling de plattegronden op A4-formaat te maken en te plastificeren.Zo mogelijk wordt op de ene zijde een plattegrond van het complex weergegeven en op de andere zijde de plattegrond van het (de) gebouw(en).)</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 xml:space="preserve">In de coördinatieruimte (zie 2.2) zijn aanwezig: </w:t>
      </w:r>
    </w:p>
    <w:p w:rsidR="000D5A72" w:rsidRDefault="000D5A72" w:rsidP="000D5A72">
      <w:pPr>
        <w:pStyle w:val="Koptekst"/>
        <w:numPr>
          <w:ilvl w:val="0"/>
          <w:numId w:val="25"/>
        </w:numPr>
        <w:tabs>
          <w:tab w:val="clear" w:pos="4536"/>
          <w:tab w:val="clear" w:pos="9072"/>
        </w:tabs>
      </w:pPr>
      <w:r>
        <w:t>Plattegrond t.b.v. brandweer</w:t>
      </w:r>
    </w:p>
    <w:p w:rsidR="000D5A72" w:rsidRDefault="000D5A72" w:rsidP="000D5A72">
      <w:pPr>
        <w:pStyle w:val="Koptekst"/>
        <w:numPr>
          <w:ilvl w:val="0"/>
          <w:numId w:val="25"/>
        </w:numPr>
        <w:tabs>
          <w:tab w:val="clear" w:pos="4536"/>
          <w:tab w:val="clear" w:pos="9072"/>
        </w:tabs>
      </w:pPr>
      <w:r>
        <w:t>Plattegrond t.b.v. ambulance</w:t>
      </w:r>
    </w:p>
    <w:p w:rsidR="000D5A72" w:rsidRDefault="000D5A72" w:rsidP="000D5A72">
      <w:pPr>
        <w:pStyle w:val="Koptekst"/>
        <w:numPr>
          <w:ilvl w:val="0"/>
          <w:numId w:val="25"/>
        </w:numPr>
        <w:tabs>
          <w:tab w:val="clear" w:pos="4536"/>
          <w:tab w:val="clear" w:pos="9072"/>
        </w:tabs>
      </w:pPr>
      <w:r>
        <w:t>Plattegrond t.b.v. politie</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Op de plattegronden zijn weergegeven:</w:t>
      </w:r>
    </w:p>
    <w:p w:rsidR="000D5A72" w:rsidRDefault="000D5A72" w:rsidP="000D5A72">
      <w:pPr>
        <w:pStyle w:val="Koptekst"/>
        <w:numPr>
          <w:ilvl w:val="0"/>
          <w:numId w:val="24"/>
        </w:numPr>
        <w:tabs>
          <w:tab w:val="clear" w:pos="4536"/>
          <w:tab w:val="clear" w:pos="9072"/>
        </w:tabs>
      </w:pPr>
      <w:r>
        <w:t>aanrijroute (kortste weg)</w:t>
      </w:r>
    </w:p>
    <w:p w:rsidR="000D5A72" w:rsidRDefault="000D5A72" w:rsidP="000D5A72">
      <w:pPr>
        <w:pStyle w:val="Koptekst"/>
        <w:numPr>
          <w:ilvl w:val="0"/>
          <w:numId w:val="24"/>
        </w:numPr>
        <w:tabs>
          <w:tab w:val="clear" w:pos="4536"/>
          <w:tab w:val="clear" w:pos="9072"/>
        </w:tabs>
      </w:pPr>
      <w:r>
        <w:t>hoofdtoegang en eventuele alternatieve ingangen</w:t>
      </w:r>
    </w:p>
    <w:p w:rsidR="000D5A72" w:rsidRDefault="000D5A72" w:rsidP="000D5A72">
      <w:pPr>
        <w:pStyle w:val="Koptekst"/>
        <w:numPr>
          <w:ilvl w:val="0"/>
          <w:numId w:val="24"/>
        </w:numPr>
        <w:tabs>
          <w:tab w:val="clear" w:pos="4536"/>
          <w:tab w:val="clear" w:pos="9072"/>
        </w:tabs>
      </w:pPr>
      <w:r>
        <w:t>waterputten (waterleiding en open water; putten markeren)</w:t>
      </w:r>
    </w:p>
    <w:p w:rsidR="000D5A72" w:rsidRDefault="000D5A72" w:rsidP="000D5A72">
      <w:pPr>
        <w:pStyle w:val="Koptekst"/>
        <w:numPr>
          <w:ilvl w:val="0"/>
          <w:numId w:val="24"/>
        </w:numPr>
        <w:tabs>
          <w:tab w:val="clear" w:pos="4536"/>
          <w:tab w:val="clear" w:pos="9072"/>
        </w:tabs>
      </w:pPr>
      <w:r>
        <w:t>plaats hoofdgaskraan</w:t>
      </w:r>
    </w:p>
    <w:p w:rsidR="000D5A72" w:rsidRDefault="000D5A72" w:rsidP="000D5A72">
      <w:pPr>
        <w:pStyle w:val="Koptekst"/>
        <w:numPr>
          <w:ilvl w:val="0"/>
          <w:numId w:val="24"/>
        </w:numPr>
        <w:tabs>
          <w:tab w:val="clear" w:pos="4536"/>
          <w:tab w:val="clear" w:pos="9072"/>
        </w:tabs>
      </w:pPr>
      <w:r>
        <w:t>hoofdschakelaar elektriciteit (meterkast)</w:t>
      </w:r>
    </w:p>
    <w:p w:rsidR="000D5A72" w:rsidRDefault="000D5A72" w:rsidP="000D5A72">
      <w:pPr>
        <w:pStyle w:val="Koptekst"/>
        <w:numPr>
          <w:ilvl w:val="0"/>
          <w:numId w:val="24"/>
        </w:numPr>
        <w:tabs>
          <w:tab w:val="clear" w:pos="4536"/>
          <w:tab w:val="clear" w:pos="9072"/>
        </w:tabs>
      </w:pPr>
      <w:r>
        <w:t>plaats gasflessen, koolzuurflessen (ontploffingsgevaar)</w:t>
      </w:r>
    </w:p>
    <w:p w:rsidR="000D5A72" w:rsidRDefault="000D5A72" w:rsidP="000D5A72">
      <w:pPr>
        <w:pStyle w:val="Koptekst"/>
        <w:numPr>
          <w:ilvl w:val="0"/>
          <w:numId w:val="24"/>
        </w:numPr>
        <w:tabs>
          <w:tab w:val="clear" w:pos="4536"/>
          <w:tab w:val="clear" w:pos="9072"/>
        </w:tabs>
      </w:pPr>
      <w:r>
        <w:t>locatie verzamelplaats</w:t>
      </w:r>
    </w:p>
    <w:p w:rsidR="000D5A72" w:rsidRDefault="000D5A72" w:rsidP="000D5A72">
      <w:pPr>
        <w:pStyle w:val="Koptekst"/>
        <w:numPr>
          <w:ilvl w:val="0"/>
          <w:numId w:val="24"/>
        </w:numPr>
        <w:tabs>
          <w:tab w:val="clear" w:pos="4536"/>
          <w:tab w:val="clear" w:pos="9072"/>
        </w:tabs>
      </w:pPr>
      <w:r>
        <w:t>locatie EHBO-ruimte/opvangplaats gewonden</w:t>
      </w:r>
    </w:p>
    <w:p w:rsidR="000D5A72" w:rsidRDefault="000D5A72" w:rsidP="000D5A72">
      <w:pPr>
        <w:pStyle w:val="Koptekst"/>
        <w:numPr>
          <w:ilvl w:val="0"/>
          <w:numId w:val="24"/>
        </w:numPr>
        <w:tabs>
          <w:tab w:val="clear" w:pos="4536"/>
          <w:tab w:val="clear" w:pos="9072"/>
        </w:tabs>
      </w:pPr>
      <w:r>
        <w:t>andere relevante informatie.</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De plattegrond dient direct bij aankomst aan de betrokken hulpverlener te worden overhandigd. De persoon die de hulpverleningsdiensten opvangt draagt ter herkenning een felgekleurd hesje.</w:t>
      </w:r>
    </w:p>
    <w:p w:rsidR="000D5A72" w:rsidRDefault="000D5A72" w:rsidP="000D5A72">
      <w:pPr>
        <w:pStyle w:val="Koptekst"/>
        <w:tabs>
          <w:tab w:val="clear" w:pos="4536"/>
          <w:tab w:val="clear" w:pos="9072"/>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c>
          <w:tcPr>
            <w:tcW w:w="9212" w:type="dxa"/>
          </w:tcPr>
          <w:p w:rsidR="000D5A72" w:rsidRDefault="000D5A72" w:rsidP="00F46446">
            <w:pPr>
              <w:pStyle w:val="Koptekst"/>
              <w:tabs>
                <w:tab w:val="clear" w:pos="4536"/>
                <w:tab w:val="clear" w:pos="9072"/>
              </w:tabs>
              <w:rPr>
                <w:rFonts w:cs="Arial"/>
                <w:b/>
                <w:bCs/>
              </w:rPr>
            </w:pPr>
            <w:r>
              <w:rPr>
                <w:rFonts w:cs="Arial"/>
                <w:b/>
                <w:bCs/>
              </w:rPr>
              <w:t>1.6 Beveiligingsdienst cq. alarmcentrale</w:t>
            </w:r>
          </w:p>
        </w:tc>
      </w:tr>
    </w:tbl>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Het clubgebouw wordt buiten openingstijden beveiligd door:</w:t>
      </w:r>
    </w:p>
    <w:p w:rsidR="000D5A72" w:rsidRDefault="000D5A72" w:rsidP="000D5A72">
      <w:pPr>
        <w:pStyle w:val="Koptekst"/>
        <w:tabs>
          <w:tab w:val="clear" w:pos="4536"/>
          <w:tab w:val="clear" w:pos="9072"/>
        </w:tabs>
      </w:pPr>
      <w:r>
        <w:t>Naam beveiligingsdienst</w:t>
      </w:r>
      <w:r>
        <w:tab/>
        <w:t xml:space="preserve">: </w:t>
      </w:r>
      <w:sdt>
        <w:sdtPr>
          <w:id w:val="1041324421"/>
          <w:placeholder>
            <w:docPart w:val="197FEC5341E84C5DB4B93A100C3C97B5"/>
          </w:placeholder>
          <w:showingPlcHdr/>
          <w:text/>
        </w:sdtPr>
        <w:sdtEndPr/>
        <w:sdtContent>
          <w:r w:rsidRPr="00FD5FFB">
            <w:rPr>
              <w:rStyle w:val="Tekstvantijdelijkeaanduiding"/>
              <w:rFonts w:eastAsiaTheme="minorHAnsi"/>
            </w:rPr>
            <w:t>Klik of tik om tekst in te voeren.</w:t>
          </w:r>
        </w:sdtContent>
      </w:sdt>
    </w:p>
    <w:p w:rsidR="000D5A72" w:rsidRDefault="000D5A72" w:rsidP="000D5A72">
      <w:pPr>
        <w:pStyle w:val="Koptekst"/>
        <w:tabs>
          <w:tab w:val="clear" w:pos="4536"/>
          <w:tab w:val="clear" w:pos="9072"/>
        </w:tabs>
      </w:pPr>
      <w:r>
        <w:t>Adres en nummer</w:t>
      </w:r>
      <w:r>
        <w:tab/>
      </w:r>
      <w:r>
        <w:tab/>
        <w:t>:</w:t>
      </w:r>
      <w:r>
        <w:rPr>
          <w:rStyle w:val="Tekstvantijdelijkeaanduiding"/>
          <w:rFonts w:eastAsiaTheme="minorHAnsi"/>
        </w:rPr>
        <w:t xml:space="preserve"> </w:t>
      </w:r>
      <w:sdt>
        <w:sdtPr>
          <w:rPr>
            <w:rStyle w:val="Tekstvantijdelijkeaanduiding"/>
            <w:rFonts w:eastAsiaTheme="minorHAnsi"/>
          </w:rPr>
          <w:id w:val="990145580"/>
          <w:placeholder>
            <w:docPart w:val="A70D0ABEB09D4FB1AC3A002F05E4856B"/>
          </w:placeholder>
          <w:showingPlcHdr/>
          <w:text/>
        </w:sdtPr>
        <w:sdtEndPr>
          <w:rPr>
            <w:rStyle w:val="Tekstvantijdelijkeaanduiding"/>
          </w:rPr>
        </w:sdtEndPr>
        <w:sdtContent>
          <w:r w:rsidRPr="00FD5FFB">
            <w:rPr>
              <w:rStyle w:val="Tekstvantijdelijkeaanduiding"/>
              <w:rFonts w:eastAsiaTheme="minorHAnsi"/>
            </w:rPr>
            <w:t>Klik of tik om tekst in te voeren.</w:t>
          </w:r>
        </w:sdtContent>
      </w:sdt>
    </w:p>
    <w:p w:rsidR="000D5A72" w:rsidRDefault="000D5A72" w:rsidP="000D5A72">
      <w:pPr>
        <w:pStyle w:val="Koptekst"/>
        <w:tabs>
          <w:tab w:val="clear" w:pos="4536"/>
          <w:tab w:val="clear" w:pos="9072"/>
        </w:tabs>
      </w:pPr>
      <w:r>
        <w:t>Postcode en plaats</w:t>
      </w:r>
      <w:r>
        <w:tab/>
      </w:r>
      <w:r>
        <w:tab/>
        <w:t xml:space="preserve">: </w:t>
      </w:r>
      <w:sdt>
        <w:sdtPr>
          <w:id w:val="1046795071"/>
          <w:placeholder>
            <w:docPart w:val="A8CA4456A66947BF8DA2FAF4ECCF8D56"/>
          </w:placeholder>
          <w:showingPlcHdr/>
          <w:text/>
        </w:sdtPr>
        <w:sdtEndPr/>
        <w:sdtContent>
          <w:r w:rsidRPr="00FD5FFB">
            <w:rPr>
              <w:rStyle w:val="Tekstvantijdelijkeaanduiding"/>
              <w:rFonts w:eastAsiaTheme="minorHAnsi"/>
            </w:rPr>
            <w:t>Klik of tik om tekst in te voeren.</w:t>
          </w:r>
        </w:sdtContent>
      </w:sdt>
    </w:p>
    <w:p w:rsidR="000D5A72" w:rsidRDefault="000D5A72" w:rsidP="000D5A72">
      <w:pPr>
        <w:pStyle w:val="Koptekst"/>
        <w:tabs>
          <w:tab w:val="clear" w:pos="4536"/>
          <w:tab w:val="clear" w:pos="9072"/>
        </w:tabs>
      </w:pPr>
      <w:r>
        <w:t>Telefoonnummer</w:t>
      </w:r>
      <w:r>
        <w:tab/>
      </w:r>
      <w:r>
        <w:tab/>
        <w:t xml:space="preserve">: </w:t>
      </w:r>
      <w:sdt>
        <w:sdtPr>
          <w:id w:val="1240439369"/>
          <w:placeholder>
            <w:docPart w:val="E43EBC7526A14584A32A0C02131D3F0E"/>
          </w:placeholder>
          <w:showingPlcHdr/>
          <w:text/>
        </w:sdtPr>
        <w:sdtEndPr/>
        <w:sdtContent>
          <w:r w:rsidRPr="00FD5FFB">
            <w:rPr>
              <w:rStyle w:val="Tekstvantijdelijkeaanduiding"/>
              <w:rFonts w:eastAsiaTheme="minorHAnsi"/>
            </w:rPr>
            <w:t>Klik of tik om tekst in te voeren.</w:t>
          </w:r>
        </w:sdtContent>
      </w:sdt>
    </w:p>
    <w:p w:rsidR="000D5A72" w:rsidRDefault="000D5A72" w:rsidP="000D5A72">
      <w:pPr>
        <w:pStyle w:val="Koptekst"/>
        <w:tabs>
          <w:tab w:val="clear" w:pos="4536"/>
          <w:tab w:val="clear" w:pos="9072"/>
        </w:tabs>
      </w:pPr>
      <w:r>
        <w:t>Faxnummer</w:t>
      </w:r>
      <w:r>
        <w:tab/>
      </w:r>
      <w:r>
        <w:tab/>
      </w:r>
      <w:r>
        <w:tab/>
        <w:t xml:space="preserve">: </w:t>
      </w:r>
      <w:sdt>
        <w:sdtPr>
          <w:id w:val="1327169305"/>
          <w:placeholder>
            <w:docPart w:val="6B15B777B1FF4AFD81813F449195B719"/>
          </w:placeholder>
          <w:showingPlcHdr/>
          <w:text/>
        </w:sdtPr>
        <w:sdtEndPr/>
        <w:sdtContent>
          <w:r w:rsidRPr="00FD5FFB">
            <w:rPr>
              <w:rStyle w:val="Tekstvantijdelijkeaanduiding"/>
              <w:rFonts w:eastAsiaTheme="minorHAnsi"/>
            </w:rPr>
            <w:t>Klik of tik om tekst in te voeren.</w:t>
          </w:r>
        </w:sdtContent>
      </w:sdt>
    </w:p>
    <w:p w:rsidR="000D5A72" w:rsidRDefault="000D5A72" w:rsidP="000D5A72">
      <w:pPr>
        <w:pStyle w:val="Koptekst"/>
        <w:tabs>
          <w:tab w:val="clear" w:pos="4536"/>
          <w:tab w:val="clear" w:pos="9072"/>
        </w:tabs>
      </w:pPr>
      <w:r>
        <w:t>E-mailadres</w:t>
      </w:r>
      <w:r>
        <w:tab/>
      </w:r>
      <w:r>
        <w:tab/>
      </w:r>
      <w:r>
        <w:tab/>
        <w:t xml:space="preserve">: </w:t>
      </w:r>
      <w:sdt>
        <w:sdtPr>
          <w:id w:val="-1043745884"/>
          <w:placeholder>
            <w:docPart w:val="21016CF5491846CC911E0E9F2F2ACE01"/>
          </w:placeholder>
          <w:showingPlcHdr/>
          <w:text/>
        </w:sdtPr>
        <w:sdtEndPr/>
        <w:sdtContent>
          <w:r w:rsidRPr="00FD5FFB">
            <w:rPr>
              <w:rStyle w:val="Tekstvantijdelijkeaanduiding"/>
              <w:rFonts w:eastAsiaTheme="minorHAnsi"/>
            </w:rPr>
            <w:t>Klik of tik om tekst in te voeren.</w:t>
          </w:r>
        </w:sdtContent>
      </w:sdt>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In geval van alarm wordt hiervan meldingen gemaakt bij de volgende personen:</w:t>
      </w:r>
    </w:p>
    <w:p w:rsidR="000D5A72" w:rsidRDefault="000D5A72" w:rsidP="000D5A72">
      <w:pPr>
        <w:pStyle w:val="Koptekst"/>
        <w:tabs>
          <w:tab w:val="clear" w:pos="4536"/>
          <w:tab w:val="clear" w:pos="9072"/>
        </w:tabs>
      </w:pPr>
      <w:r>
        <w:t xml:space="preserve">1. </w:t>
      </w:r>
      <w:sdt>
        <w:sdtPr>
          <w:id w:val="-372778436"/>
          <w:placeholder>
            <w:docPart w:val="D8758F4F794B4907B030AFB7771C5D10"/>
          </w:placeholder>
          <w:showingPlcHdr/>
          <w:text/>
        </w:sdtPr>
        <w:sdtEndPr/>
        <w:sdtContent>
          <w:r>
            <w:rPr>
              <w:rStyle w:val="Tekstvantijdelijkeaanduiding"/>
              <w:rFonts w:eastAsiaTheme="minorHAnsi"/>
            </w:rPr>
            <w:t>naam en telefoonnummer</w:t>
          </w:r>
        </w:sdtContent>
      </w:sdt>
    </w:p>
    <w:p w:rsidR="000D5A72" w:rsidRDefault="000D5A72" w:rsidP="000D5A72">
      <w:pPr>
        <w:pStyle w:val="Koptekst"/>
        <w:tabs>
          <w:tab w:val="clear" w:pos="4536"/>
          <w:tab w:val="clear" w:pos="9072"/>
        </w:tabs>
      </w:pPr>
      <w:r>
        <w:t xml:space="preserve">2. </w:t>
      </w:r>
      <w:sdt>
        <w:sdtPr>
          <w:id w:val="-1811851750"/>
          <w:placeholder>
            <w:docPart w:val="7616B898DACC431EBCF25C77846E1C4E"/>
          </w:placeholder>
          <w:showingPlcHdr/>
          <w:text/>
        </w:sdtPr>
        <w:sdtEndPr/>
        <w:sdtContent>
          <w:r>
            <w:rPr>
              <w:rStyle w:val="Tekstvantijdelijkeaanduiding"/>
              <w:rFonts w:eastAsiaTheme="minorHAnsi"/>
            </w:rPr>
            <w:t>naam en telefoonnummer</w:t>
          </w:r>
        </w:sdtContent>
      </w:sdt>
    </w:p>
    <w:p w:rsidR="000D5A72" w:rsidRDefault="000D5A72" w:rsidP="000D5A72">
      <w:pPr>
        <w:pStyle w:val="Koptekst"/>
        <w:tabs>
          <w:tab w:val="clear" w:pos="4536"/>
          <w:tab w:val="clear" w:pos="9072"/>
        </w:tabs>
      </w:pPr>
      <w:r>
        <w:t xml:space="preserve">3. </w:t>
      </w:r>
      <w:sdt>
        <w:sdtPr>
          <w:id w:val="-1494485045"/>
          <w:placeholder>
            <w:docPart w:val="FC38801A919F4D03B50617AB1BAF9E94"/>
          </w:placeholder>
          <w:showingPlcHdr/>
          <w:text/>
        </w:sdtPr>
        <w:sdtEndPr/>
        <w:sdtContent>
          <w:r>
            <w:rPr>
              <w:rStyle w:val="Tekstvantijdelijkeaanduiding"/>
              <w:rFonts w:eastAsiaTheme="minorHAnsi"/>
            </w:rPr>
            <w:t>naam en telefoonnummer</w:t>
          </w:r>
        </w:sdtContent>
      </w:sdt>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 xml:space="preserve">Genoemde personen beschikken tevens over (reserve)sleutels van het gebouw. </w:t>
      </w:r>
    </w:p>
    <w:p w:rsidR="000D5A72" w:rsidRDefault="000D5A72" w:rsidP="000D5A72">
      <w:pPr>
        <w:pStyle w:val="Koptekst"/>
        <w:tabs>
          <w:tab w:val="clear" w:pos="4536"/>
          <w:tab w:val="clear" w:pos="9072"/>
        </w:tabs>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c>
          <w:tcPr>
            <w:tcW w:w="9212" w:type="dxa"/>
          </w:tcPr>
          <w:p w:rsidR="000D5A72" w:rsidRDefault="000D5A72" w:rsidP="00F46446">
            <w:pPr>
              <w:rPr>
                <w:rFonts w:cs="Arial"/>
                <w:b/>
                <w:bCs/>
                <w:sz w:val="28"/>
              </w:rPr>
            </w:pPr>
            <w:r>
              <w:rPr>
                <w:rFonts w:cs="Arial"/>
                <w:b/>
                <w:bCs/>
                <w:sz w:val="28"/>
              </w:rPr>
              <w:t>2. Organisatie calamiteitenteam</w:t>
            </w:r>
          </w:p>
        </w:tc>
      </w:tr>
    </w:tbl>
    <w:p w:rsidR="000D5A72" w:rsidRDefault="000D5A72" w:rsidP="000D5A72">
      <w:pPr>
        <w:pStyle w:val="Koptekst"/>
        <w:tabs>
          <w:tab w:val="clear" w:pos="4536"/>
          <w:tab w:val="clear" w:pos="9072"/>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c>
          <w:tcPr>
            <w:tcW w:w="9212" w:type="dxa"/>
          </w:tcPr>
          <w:p w:rsidR="000D5A72" w:rsidRDefault="000D5A72" w:rsidP="00F46446">
            <w:pPr>
              <w:pStyle w:val="Koptekst"/>
              <w:tabs>
                <w:tab w:val="clear" w:pos="4536"/>
                <w:tab w:val="clear" w:pos="9072"/>
              </w:tabs>
              <w:rPr>
                <w:rFonts w:cs="Arial"/>
                <w:b/>
                <w:bCs/>
              </w:rPr>
            </w:pPr>
            <w:r>
              <w:rPr>
                <w:rFonts w:cs="Arial"/>
                <w:b/>
                <w:bCs/>
              </w:rPr>
              <w:t>2.1 Samenstelling calamiteitenteam</w:t>
            </w:r>
          </w:p>
        </w:tc>
      </w:tr>
    </w:tbl>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 xml:space="preserve">Het calamiteitenteam wordt gevormd door: </w:t>
      </w:r>
    </w:p>
    <w:p w:rsidR="000D5A72" w:rsidRDefault="000D5A72" w:rsidP="000D5A72">
      <w:pPr>
        <w:pStyle w:val="Koptekst"/>
        <w:numPr>
          <w:ilvl w:val="0"/>
          <w:numId w:val="11"/>
        </w:numPr>
        <w:tabs>
          <w:tab w:val="clear" w:pos="4536"/>
          <w:tab w:val="clear" w:pos="9072"/>
        </w:tabs>
      </w:pPr>
      <w:r>
        <w:t>bestuursdienst of dienstdoend bestuurslid (</w:t>
      </w:r>
      <w:r w:rsidRPr="00070A5B">
        <w:rPr>
          <w:i/>
          <w:iCs/>
        </w:rPr>
        <w:t>keuze maken</w:t>
      </w:r>
      <w:r>
        <w:t xml:space="preserve">): leider calamiteitenteam </w:t>
      </w:r>
    </w:p>
    <w:p w:rsidR="000D5A72" w:rsidRDefault="000D5A72" w:rsidP="000D5A72">
      <w:pPr>
        <w:pStyle w:val="Koptekst"/>
        <w:numPr>
          <w:ilvl w:val="0"/>
          <w:numId w:val="11"/>
        </w:numPr>
        <w:tabs>
          <w:tab w:val="clear" w:pos="4536"/>
          <w:tab w:val="clear" w:pos="9072"/>
        </w:tabs>
      </w:pPr>
      <w:r>
        <w:t>kantinebeheerder</w:t>
      </w:r>
    </w:p>
    <w:p w:rsidR="000D5A72" w:rsidRPr="00B94266" w:rsidRDefault="000D5A72" w:rsidP="000D5A72">
      <w:pPr>
        <w:pStyle w:val="Koptekst"/>
        <w:numPr>
          <w:ilvl w:val="0"/>
          <w:numId w:val="11"/>
        </w:numPr>
        <w:tabs>
          <w:tab w:val="clear" w:pos="4536"/>
          <w:tab w:val="clear" w:pos="9072"/>
        </w:tabs>
      </w:pPr>
      <w:r>
        <w:t>overige bestuurs- en/of commissieleden</w:t>
      </w:r>
    </w:p>
    <w:p w:rsidR="000D5A72" w:rsidRDefault="000D5A72" w:rsidP="000D5A72">
      <w:pPr>
        <w:pStyle w:val="Koptekst"/>
        <w:tabs>
          <w:tab w:val="clear" w:pos="4536"/>
          <w:tab w:val="clear" w:pos="9072"/>
        </w:tabs>
        <w:ind w:firstLine="340"/>
        <w:rPr>
          <w:i/>
          <w:iCs/>
        </w:rPr>
      </w:pPr>
      <w:r>
        <w:rPr>
          <w:i/>
          <w:iCs/>
        </w:rPr>
        <w:t>(juiste samenstelling beschrijven, namen en andere gegevens vermelden bij 1.2 of 5.3)</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De bestuursdienst bestaat uit een/twee bestuurs-/commissieleden die de taken onderling verdelen.</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 xml:space="preserve">In geval van een calamiteit (brand, ernstig ongeval) is het calamiteitenteam verantwoordelijk voor een juiste uitvoering van afgesproken procedures en taken. </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Het calamiteitenteam laat zich bijstaan door de aanwezige kantinemedewerkers.</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 xml:space="preserve">De leden van het calamiteitenteam zijn herkenbaar middels een opvallend gekleurd hesje. </w:t>
      </w:r>
      <w:r w:rsidRPr="00A377A6">
        <w:rPr>
          <w:i/>
        </w:rPr>
        <w:t>(zorg voor aanwezigheid van de hesjes!)</w:t>
      </w:r>
    </w:p>
    <w:p w:rsidR="000D5A72" w:rsidRDefault="000D5A72" w:rsidP="000D5A72">
      <w:pPr>
        <w:pStyle w:val="Koptekst"/>
        <w:tabs>
          <w:tab w:val="clear" w:pos="4536"/>
          <w:tab w:val="clear" w:pos="9072"/>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c>
          <w:tcPr>
            <w:tcW w:w="9212" w:type="dxa"/>
          </w:tcPr>
          <w:p w:rsidR="000D5A72" w:rsidRDefault="000D5A72" w:rsidP="00F46446">
            <w:pPr>
              <w:pStyle w:val="Koptekst"/>
              <w:tabs>
                <w:tab w:val="clear" w:pos="4536"/>
                <w:tab w:val="clear" w:pos="9072"/>
              </w:tabs>
              <w:rPr>
                <w:rFonts w:cs="Arial"/>
                <w:b/>
                <w:bCs/>
              </w:rPr>
            </w:pPr>
            <w:r>
              <w:rPr>
                <w:rFonts w:cs="Arial"/>
                <w:b/>
                <w:bCs/>
              </w:rPr>
              <w:t>2.2 Coördinatieruimte</w:t>
            </w:r>
          </w:p>
        </w:tc>
      </w:tr>
    </w:tbl>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De bestuurskamer fungeert als ruimte van waaruit het calamiteitenteam zijn activiteiten coördineert</w:t>
      </w:r>
      <w:r>
        <w:rPr>
          <w:i/>
          <w:iCs/>
        </w:rPr>
        <w:t>.  (Er kan ook een andere of tweede ruimte worden aangewezen in geval de bestuurskamer slecht bereikbaar is of de bestuurskamer onderdeel van de calamiteit is)</w:t>
      </w:r>
      <w:r>
        <w:t>.</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In de coördinatieruimte zijn aanwezig:</w:t>
      </w:r>
    </w:p>
    <w:p w:rsidR="000D5A72" w:rsidRDefault="00C6352C" w:rsidP="000D5A72">
      <w:pPr>
        <w:pStyle w:val="Koptekst"/>
        <w:tabs>
          <w:tab w:val="clear" w:pos="4536"/>
          <w:tab w:val="clear" w:pos="9072"/>
        </w:tabs>
        <w:ind w:left="340"/>
      </w:pPr>
      <w:sdt>
        <w:sdtPr>
          <w:id w:val="-1765612295"/>
          <w14:checkbox>
            <w14:checked w14:val="0"/>
            <w14:checkedState w14:val="2612" w14:font="MS Gothic"/>
            <w14:uncheckedState w14:val="2610" w14:font="MS Gothic"/>
          </w14:checkbox>
        </w:sdtPr>
        <w:sdtEndPr/>
        <w:sdtContent>
          <w:r w:rsidR="000D5A72">
            <w:rPr>
              <w:rFonts w:ascii="MS Gothic" w:eastAsia="MS Gothic" w:hAnsi="MS Gothic" w:hint="eastAsia"/>
            </w:rPr>
            <w:t>☐</w:t>
          </w:r>
        </w:sdtContent>
      </w:sdt>
      <w:r w:rsidR="000D5A72">
        <w:t>ontruimingsplan</w:t>
      </w:r>
    </w:p>
    <w:p w:rsidR="000D5A72" w:rsidRDefault="00C6352C" w:rsidP="000D5A72">
      <w:pPr>
        <w:pStyle w:val="Koptekst"/>
        <w:tabs>
          <w:tab w:val="clear" w:pos="4536"/>
          <w:tab w:val="clear" w:pos="9072"/>
        </w:tabs>
        <w:ind w:left="340"/>
      </w:pPr>
      <w:sdt>
        <w:sdtPr>
          <w:id w:val="-2120513812"/>
          <w14:checkbox>
            <w14:checked w14:val="0"/>
            <w14:checkedState w14:val="2612" w14:font="MS Gothic"/>
            <w14:uncheckedState w14:val="2610" w14:font="MS Gothic"/>
          </w14:checkbox>
        </w:sdtPr>
        <w:sdtEndPr/>
        <w:sdtContent>
          <w:r w:rsidR="000D5A72">
            <w:rPr>
              <w:rFonts w:ascii="MS Gothic" w:eastAsia="MS Gothic" w:hAnsi="MS Gothic" w:hint="eastAsia"/>
            </w:rPr>
            <w:t>☐</w:t>
          </w:r>
        </w:sdtContent>
      </w:sdt>
      <w:r w:rsidR="000D5A72">
        <w:t>telefoon</w:t>
      </w:r>
    </w:p>
    <w:p w:rsidR="000D5A72" w:rsidRDefault="00C6352C" w:rsidP="000D5A72">
      <w:pPr>
        <w:pStyle w:val="Koptekst"/>
        <w:tabs>
          <w:tab w:val="clear" w:pos="4536"/>
          <w:tab w:val="clear" w:pos="9072"/>
        </w:tabs>
        <w:ind w:left="340"/>
      </w:pPr>
      <w:sdt>
        <w:sdtPr>
          <w:id w:val="1645238843"/>
          <w14:checkbox>
            <w14:checked w14:val="0"/>
            <w14:checkedState w14:val="2612" w14:font="MS Gothic"/>
            <w14:uncheckedState w14:val="2610" w14:font="MS Gothic"/>
          </w14:checkbox>
        </w:sdtPr>
        <w:sdtEndPr/>
        <w:sdtContent>
          <w:r w:rsidR="000D5A72">
            <w:rPr>
              <w:rFonts w:ascii="MS Gothic" w:eastAsia="MS Gothic" w:hAnsi="MS Gothic" w:hint="eastAsia"/>
            </w:rPr>
            <w:t>☐</w:t>
          </w:r>
        </w:sdtContent>
      </w:sdt>
      <w:r w:rsidR="000D5A72">
        <w:t>lijst met interne telefoonnummers (indien aanwezig)</w:t>
      </w:r>
    </w:p>
    <w:p w:rsidR="000D5A72" w:rsidRDefault="00C6352C" w:rsidP="000D5A72">
      <w:pPr>
        <w:pStyle w:val="Koptekst"/>
        <w:tabs>
          <w:tab w:val="clear" w:pos="4536"/>
          <w:tab w:val="clear" w:pos="9072"/>
        </w:tabs>
        <w:ind w:left="340"/>
      </w:pPr>
      <w:sdt>
        <w:sdtPr>
          <w:id w:val="-836759319"/>
          <w14:checkbox>
            <w14:checked w14:val="0"/>
            <w14:checkedState w14:val="2612" w14:font="MS Gothic"/>
            <w14:uncheckedState w14:val="2610" w14:font="MS Gothic"/>
          </w14:checkbox>
        </w:sdtPr>
        <w:sdtEndPr/>
        <w:sdtContent>
          <w:r w:rsidR="000D5A72">
            <w:rPr>
              <w:rFonts w:ascii="MS Gothic" w:eastAsia="MS Gothic" w:hAnsi="MS Gothic" w:hint="eastAsia"/>
            </w:rPr>
            <w:t>☐</w:t>
          </w:r>
        </w:sdtContent>
      </w:sdt>
      <w:r w:rsidR="000D5A72">
        <w:t>lijst met alarmnummers</w:t>
      </w:r>
    </w:p>
    <w:p w:rsidR="000D5A72" w:rsidRDefault="00C6352C" w:rsidP="000D5A72">
      <w:pPr>
        <w:pStyle w:val="Koptekst"/>
        <w:tabs>
          <w:tab w:val="clear" w:pos="4536"/>
          <w:tab w:val="clear" w:pos="9072"/>
        </w:tabs>
        <w:ind w:left="340"/>
      </w:pPr>
      <w:sdt>
        <w:sdtPr>
          <w:id w:val="265665058"/>
          <w14:checkbox>
            <w14:checked w14:val="0"/>
            <w14:checkedState w14:val="2612" w14:font="MS Gothic"/>
            <w14:uncheckedState w14:val="2610" w14:font="MS Gothic"/>
          </w14:checkbox>
        </w:sdtPr>
        <w:sdtEndPr/>
        <w:sdtContent>
          <w:r w:rsidR="000D5A72">
            <w:rPr>
              <w:rFonts w:ascii="MS Gothic" w:eastAsia="MS Gothic" w:hAnsi="MS Gothic" w:hint="eastAsia"/>
            </w:rPr>
            <w:t>☐</w:t>
          </w:r>
        </w:sdtContent>
      </w:sdt>
      <w:r w:rsidR="000D5A72">
        <w:t>plattegronden t.b.v. brandweer, ambulance en politie</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rPr>
          <w:i/>
          <w:iCs/>
        </w:rPr>
      </w:pPr>
      <w:r>
        <w:rPr>
          <w:i/>
          <w:iCs/>
        </w:rPr>
        <w:t>(Aankruisen wat wel aanwezig is; genoemde zaken worden wenselijk geacht)</w:t>
      </w:r>
    </w:p>
    <w:p w:rsidR="000D5A72" w:rsidRDefault="000D5A72" w:rsidP="000D5A72">
      <w:pPr>
        <w:pStyle w:val="Koptekst"/>
        <w:tabs>
          <w:tab w:val="clear" w:pos="4536"/>
          <w:tab w:val="clear" w:pos="9072"/>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rPr>
          <w:cantSplit/>
        </w:trPr>
        <w:tc>
          <w:tcPr>
            <w:tcW w:w="9212" w:type="dxa"/>
          </w:tcPr>
          <w:p w:rsidR="000D5A72" w:rsidRDefault="000D5A72" w:rsidP="00F46446">
            <w:pPr>
              <w:pStyle w:val="Koptekst"/>
              <w:tabs>
                <w:tab w:val="clear" w:pos="4536"/>
                <w:tab w:val="clear" w:pos="9072"/>
              </w:tabs>
              <w:rPr>
                <w:rFonts w:cs="Arial"/>
                <w:b/>
                <w:bCs/>
              </w:rPr>
            </w:pPr>
            <w:r>
              <w:rPr>
                <w:rFonts w:cs="Arial"/>
                <w:b/>
                <w:bCs/>
              </w:rPr>
              <w:t>2.3 EHBO-ruimte</w:t>
            </w:r>
          </w:p>
        </w:tc>
      </w:tr>
    </w:tbl>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 xml:space="preserve">In het clubgebouw is een EHBO-ruimte aanwezig waar tijdens een incident de eerste medische zorg kan worden gegeven. In deze ruimte bevindt zich een EHBO-koffer en een brancard. De EHBO-ruimte is telefonisch bereikbaar </w:t>
      </w:r>
      <w:r>
        <w:rPr>
          <w:i/>
          <w:iCs/>
        </w:rPr>
        <w:t>((doorkies)nummer aangegeven indien aanwezig</w:t>
      </w:r>
      <w:r>
        <w:t>)</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Als alternatieve EHBO-ruimte dienen de kleedlokalen (</w:t>
      </w:r>
      <w:r>
        <w:rPr>
          <w:i/>
          <w:iCs/>
        </w:rPr>
        <w:t>of andere ruimte</w:t>
      </w:r>
      <w:r>
        <w:t>):</w:t>
      </w:r>
      <w:r>
        <w:br/>
      </w:r>
      <w:r>
        <w:br/>
      </w:r>
      <w:sdt>
        <w:sdtPr>
          <w:id w:val="314386833"/>
          <w:placeholder>
            <w:docPart w:val="CA3C8E67A8EE46D6AF7F3FB6F2925749"/>
          </w:placeholder>
          <w:showingPlcHdr/>
          <w:text/>
        </w:sdtPr>
        <w:sdtEndPr/>
        <w:sdtContent>
          <w:r w:rsidRPr="00FD5FFB">
            <w:rPr>
              <w:rStyle w:val="Tekstvantijdelijkeaanduiding"/>
              <w:rFonts w:eastAsiaTheme="minorHAnsi"/>
            </w:rPr>
            <w:t>Klik of tik om tekst in te voeren.</w:t>
          </w:r>
        </w:sdtContent>
      </w:sdt>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rPr>
          <w:i/>
          <w:iCs/>
        </w:rPr>
      </w:pPr>
      <w:r>
        <w:rPr>
          <w:i/>
          <w:iCs/>
        </w:rPr>
        <w:t>(Eventuele bijzonderheden noemen, bijvoorbeeld apparatuur voor beademing, o.d.)</w:t>
      </w:r>
    </w:p>
    <w:p w:rsidR="000D5A72" w:rsidRDefault="000D5A72" w:rsidP="000D5A72">
      <w:pPr>
        <w:pStyle w:val="Koptekst"/>
        <w:tabs>
          <w:tab w:val="clear" w:pos="4536"/>
          <w:tab w:val="clear" w:pos="9072"/>
        </w:tabs>
        <w:rPr>
          <w:rFonts w:cs="Arial"/>
          <w:b/>
          <w:bCs/>
          <w:sz w:val="28"/>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rPr>
          <w:cantSplit/>
        </w:trPr>
        <w:tc>
          <w:tcPr>
            <w:tcW w:w="9212" w:type="dxa"/>
          </w:tcPr>
          <w:p w:rsidR="000D5A72" w:rsidRDefault="000D5A72" w:rsidP="00F46446">
            <w:pPr>
              <w:pStyle w:val="Koptekst"/>
              <w:tabs>
                <w:tab w:val="clear" w:pos="4536"/>
                <w:tab w:val="clear" w:pos="9072"/>
              </w:tabs>
              <w:rPr>
                <w:rFonts w:cs="Arial"/>
                <w:b/>
                <w:bCs/>
                <w:sz w:val="28"/>
              </w:rPr>
            </w:pPr>
            <w:r>
              <w:rPr>
                <w:rFonts w:cs="Arial"/>
                <w:b/>
                <w:bCs/>
                <w:sz w:val="28"/>
              </w:rPr>
              <w:t>3. Alarm- en ontruimingsprocedures</w:t>
            </w:r>
          </w:p>
        </w:tc>
      </w:tr>
    </w:tbl>
    <w:p w:rsidR="000D5A72" w:rsidRDefault="000D5A72" w:rsidP="000D5A72">
      <w:pPr>
        <w:pStyle w:val="Koptekst"/>
        <w:tabs>
          <w:tab w:val="clear" w:pos="4536"/>
          <w:tab w:val="clear" w:pos="9072"/>
        </w:tabs>
        <w:rPr>
          <w:rFonts w:cs="Arial"/>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c>
          <w:tcPr>
            <w:tcW w:w="9212" w:type="dxa"/>
          </w:tcPr>
          <w:p w:rsidR="000D5A72" w:rsidRDefault="000D5A72" w:rsidP="00F46446">
            <w:pPr>
              <w:pStyle w:val="Koptekst"/>
              <w:tabs>
                <w:tab w:val="clear" w:pos="4536"/>
                <w:tab w:val="clear" w:pos="9072"/>
              </w:tabs>
              <w:rPr>
                <w:rFonts w:cs="Arial"/>
                <w:b/>
                <w:bCs/>
              </w:rPr>
            </w:pPr>
            <w:r>
              <w:rPr>
                <w:rFonts w:cs="Arial"/>
                <w:b/>
                <w:bCs/>
              </w:rPr>
              <w:t>3.1 Alarmering</w:t>
            </w:r>
          </w:p>
        </w:tc>
      </w:tr>
    </w:tbl>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Er kunnen diverse oorzaken van een calamiteit zijn. De belangrijkste zijn:</w:t>
      </w:r>
    </w:p>
    <w:p w:rsidR="000D5A72" w:rsidRDefault="000D5A72" w:rsidP="000D5A72">
      <w:pPr>
        <w:pStyle w:val="Koptekst"/>
        <w:numPr>
          <w:ilvl w:val="0"/>
          <w:numId w:val="13"/>
        </w:numPr>
        <w:tabs>
          <w:tab w:val="clear" w:pos="4536"/>
          <w:tab w:val="clear" w:pos="9072"/>
        </w:tabs>
      </w:pPr>
      <w:r>
        <w:t>brand</w:t>
      </w:r>
    </w:p>
    <w:p w:rsidR="000D5A72" w:rsidRDefault="000D5A72" w:rsidP="000D5A72">
      <w:pPr>
        <w:pStyle w:val="Koptekst"/>
        <w:numPr>
          <w:ilvl w:val="0"/>
          <w:numId w:val="13"/>
        </w:numPr>
        <w:tabs>
          <w:tab w:val="clear" w:pos="4536"/>
          <w:tab w:val="clear" w:pos="9072"/>
        </w:tabs>
      </w:pPr>
      <w:r>
        <w:t>gaslekkage, ontploffingen</w:t>
      </w:r>
    </w:p>
    <w:p w:rsidR="000D5A72" w:rsidRDefault="000D5A72" w:rsidP="000D5A72">
      <w:pPr>
        <w:pStyle w:val="Koptekst"/>
        <w:numPr>
          <w:ilvl w:val="0"/>
          <w:numId w:val="13"/>
        </w:numPr>
        <w:tabs>
          <w:tab w:val="clear" w:pos="4536"/>
          <w:tab w:val="clear" w:pos="9072"/>
        </w:tabs>
      </w:pPr>
      <w:r>
        <w:t>spanningsuitval</w:t>
      </w:r>
    </w:p>
    <w:p w:rsidR="000D5A72" w:rsidRDefault="000D5A72" w:rsidP="000D5A72">
      <w:pPr>
        <w:pStyle w:val="Koptekst"/>
        <w:numPr>
          <w:ilvl w:val="0"/>
          <w:numId w:val="13"/>
        </w:numPr>
        <w:tabs>
          <w:tab w:val="clear" w:pos="4536"/>
          <w:tab w:val="clear" w:pos="9072"/>
        </w:tabs>
      </w:pPr>
      <w:r>
        <w:t>blikseminslag</w:t>
      </w:r>
    </w:p>
    <w:p w:rsidR="000D5A72" w:rsidRDefault="000D5A72" w:rsidP="000D5A72">
      <w:pPr>
        <w:pStyle w:val="Koptekst"/>
        <w:numPr>
          <w:ilvl w:val="0"/>
          <w:numId w:val="13"/>
        </w:numPr>
        <w:tabs>
          <w:tab w:val="clear" w:pos="4536"/>
          <w:tab w:val="clear" w:pos="9072"/>
        </w:tabs>
      </w:pPr>
      <w:r>
        <w:t>persoonlijk ongeval (hartverlamming ed.)</w:t>
      </w:r>
    </w:p>
    <w:p w:rsidR="000D5A72" w:rsidRDefault="000D5A72" w:rsidP="000D5A72">
      <w:pPr>
        <w:pStyle w:val="Koptekst"/>
        <w:numPr>
          <w:ilvl w:val="0"/>
          <w:numId w:val="13"/>
        </w:numPr>
        <w:tabs>
          <w:tab w:val="clear" w:pos="4536"/>
          <w:tab w:val="clear" w:pos="9072"/>
        </w:tabs>
      </w:pPr>
      <w:r>
        <w:t xml:space="preserve">bedreiging van buitenaf </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Alle alarmeringen komen binnen bij de leider van het calamiteitenteam (zie 2.1). Als eerst verantwoordelijke is hij/zij belast met verdere coördinatie van de calamiteitenafhandeling.</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Het alarmsignaal wordt gegeven in opdracht van de leider van het calamiteitenteam. Indien de situatie dit vereist kan ook een ander bestuurslid of een andere kantinemedewerker dit signaal geven. Hij meldt dit vervolgens z.s.m. aan de leider van het calamiteitenteam.</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De ontruiming wordt uitgevoerd door de daarvoor aangewezen personen uit het calamiteitenteam en aangewezen bestuursleden en kantinemedewerkers. Zij zorgen voor een zo snel en veilig mogelijke afhandeling. Hiertoe ontvangen zijn een schriftelijke instructie.</w:t>
      </w:r>
    </w:p>
    <w:p w:rsidR="000D5A72" w:rsidRDefault="000D5A72" w:rsidP="000D5A72">
      <w:pPr>
        <w:pStyle w:val="Koptekst"/>
        <w:tabs>
          <w:tab w:val="clear" w:pos="4536"/>
          <w:tab w:val="clear" w:pos="9072"/>
        </w:tabs>
        <w:rPr>
          <w:i/>
          <w:iCs/>
        </w:rPr>
      </w:pPr>
      <w:r>
        <w:rPr>
          <w:i/>
          <w:iCs/>
        </w:rPr>
        <w:t>(Het verdient aanbeveling de taakomschrijving en instructies van de verschillende functionarissen te plastificeren en uit te reiken of beschikbaar te hebben op de plaatsen waar deze personen actief zijn)</w:t>
      </w:r>
    </w:p>
    <w:p w:rsidR="000D5A72" w:rsidRDefault="000D5A72" w:rsidP="000D5A72">
      <w:pPr>
        <w:pStyle w:val="Koptekst"/>
        <w:tabs>
          <w:tab w:val="clear" w:pos="4536"/>
          <w:tab w:val="clear" w:pos="9072"/>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c>
          <w:tcPr>
            <w:tcW w:w="9212" w:type="dxa"/>
          </w:tcPr>
          <w:p w:rsidR="000D5A72" w:rsidRDefault="000D5A72" w:rsidP="00F46446">
            <w:pPr>
              <w:pStyle w:val="Koptekst"/>
              <w:tabs>
                <w:tab w:val="clear" w:pos="4536"/>
                <w:tab w:val="clear" w:pos="9072"/>
              </w:tabs>
              <w:rPr>
                <w:rFonts w:cs="Arial"/>
                <w:b/>
                <w:bCs/>
              </w:rPr>
            </w:pPr>
            <w:r>
              <w:rPr>
                <w:rFonts w:cs="Arial"/>
                <w:b/>
                <w:bCs/>
              </w:rPr>
              <w:t>3.2 Alarmsignaal</w:t>
            </w:r>
          </w:p>
        </w:tc>
      </w:tr>
    </w:tbl>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Om de aanwezige personen binnen het gebouw en op de velden te waarschuwen in geval van een calamiteit en/of ontruiming, wordt gebruik gemaakt van een alarmsignaal en/of de geluidsinstallatie. Het alarmsignaal bestaat uit:</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rPr>
          <w:b/>
          <w:bCs/>
          <w:sz w:val="28"/>
        </w:rPr>
      </w:pPr>
      <w:r>
        <w:rPr>
          <w:b/>
          <w:bCs/>
          <w:sz w:val="28"/>
        </w:rPr>
        <w:t>“5 seconden aan en 1 seconde uit, gedurende 30 seconden”.</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Er worden dus 5 geluidssignalen van elk 5 seconden gegeven.</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rPr>
          <w:i/>
          <w:iCs/>
        </w:rPr>
      </w:pPr>
      <w:r>
        <w:rPr>
          <w:i/>
          <w:iCs/>
        </w:rPr>
        <w:t>(Voor zover bekend is het geen wettelijke verplichting een alarmsignaal te kunnen geven in een sportgebouw. Mededelingen kunnen dus ook via de omroepinstallatie worden doorgegeven. Dit moet dan op deze plaats worden aangegeven. De noodzaak om een alarmsignaal te kunnen geven is plaatsgebonden en kan bijvoorbeeld in de gebruikersvergunning zijn aangegeven. Het alarmsignaal wordt gegeven met een elektrische hoorn welke verkrijgbaar is bij een gespecialiseerd bedrijf in beveiliging- en alarmsystemen)</w:t>
      </w:r>
    </w:p>
    <w:p w:rsidR="000D5A72" w:rsidRDefault="000D5A72" w:rsidP="000D5A72">
      <w:pPr>
        <w:pStyle w:val="Koptekst"/>
        <w:tabs>
          <w:tab w:val="clear" w:pos="4536"/>
          <w:tab w:val="clear" w:pos="9072"/>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c>
          <w:tcPr>
            <w:tcW w:w="9212" w:type="dxa"/>
          </w:tcPr>
          <w:p w:rsidR="000D5A72" w:rsidRDefault="000D5A72" w:rsidP="00F46446">
            <w:pPr>
              <w:pStyle w:val="Koptekst"/>
              <w:tabs>
                <w:tab w:val="clear" w:pos="4536"/>
                <w:tab w:val="clear" w:pos="9072"/>
              </w:tabs>
              <w:rPr>
                <w:rFonts w:cs="Arial"/>
                <w:b/>
                <w:bCs/>
              </w:rPr>
            </w:pPr>
            <w:r>
              <w:rPr>
                <w:rFonts w:cs="Arial"/>
                <w:b/>
                <w:bCs/>
              </w:rPr>
              <w:t>3.3 Verzamelplaats</w:t>
            </w:r>
          </w:p>
        </w:tc>
      </w:tr>
    </w:tbl>
    <w:p w:rsidR="000D5A72" w:rsidRDefault="000D5A72" w:rsidP="000D5A72">
      <w:pPr>
        <w:pStyle w:val="Koptekst"/>
        <w:tabs>
          <w:tab w:val="clear" w:pos="4536"/>
          <w:tab w:val="clear" w:pos="9072"/>
        </w:tabs>
        <w:rPr>
          <w:b/>
          <w:bCs/>
        </w:rPr>
      </w:pPr>
    </w:p>
    <w:p w:rsidR="000D5A72" w:rsidRDefault="000D5A72" w:rsidP="000D5A72">
      <w:pPr>
        <w:pStyle w:val="Koptekst"/>
        <w:tabs>
          <w:tab w:val="clear" w:pos="4536"/>
          <w:tab w:val="clear" w:pos="9072"/>
        </w:tabs>
      </w:pPr>
      <w:r>
        <w:t>Bij een calamiteit, waarbij meerdere personen zijn betrokken, dient controle op de aanwezigheid te worden uitgevoerd. Hiertoe dienen alle aanwezigen zich te verzamelen op een vaste plaats waar opvang wordt geboden en de controle kan worden uitgevoerd. Extra aandacht is hierbij nodig voor bezoekende teams en bezoekers van de accommodatie.</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Als verzamelplaats is aangewezen:</w:t>
      </w:r>
    </w:p>
    <w:sdt>
      <w:sdtPr>
        <w:id w:val="-571966236"/>
        <w:placeholder>
          <w:docPart w:val="A0F8A04AAA1648C390DEA1869ACD2897"/>
        </w:placeholder>
        <w:showingPlcHdr/>
        <w:text/>
      </w:sdtPr>
      <w:sdtEndPr/>
      <w:sdtContent>
        <w:p w:rsidR="000D5A72" w:rsidRDefault="000D5A72" w:rsidP="000D5A72">
          <w:pPr>
            <w:pStyle w:val="Koptekst"/>
            <w:tabs>
              <w:tab w:val="clear" w:pos="4536"/>
              <w:tab w:val="clear" w:pos="9072"/>
            </w:tabs>
          </w:pPr>
          <w:r w:rsidRPr="00FD5FFB">
            <w:rPr>
              <w:rStyle w:val="Tekstvantijdelijkeaanduiding"/>
              <w:rFonts w:eastAsiaTheme="minorHAnsi"/>
            </w:rPr>
            <w:t>Klik of tik om tekst in te voeren.</w:t>
          </w:r>
        </w:p>
      </w:sdtContent>
    </w:sdt>
    <w:p w:rsidR="000D5A72" w:rsidRDefault="000D5A72" w:rsidP="000D5A72">
      <w:pPr>
        <w:pStyle w:val="Koptekst"/>
        <w:tabs>
          <w:tab w:val="clear" w:pos="4536"/>
          <w:tab w:val="clear" w:pos="9072"/>
        </w:tabs>
      </w:pPr>
    </w:p>
    <w:p w:rsidR="000D5A72" w:rsidRPr="00B94266" w:rsidRDefault="000D5A72" w:rsidP="000D5A72">
      <w:pPr>
        <w:pStyle w:val="Koptekst"/>
        <w:tabs>
          <w:tab w:val="clear" w:pos="4536"/>
          <w:tab w:val="clear" w:pos="9072"/>
        </w:tabs>
        <w:rPr>
          <w:b/>
          <w:bCs/>
          <w:sz w:val="28"/>
        </w:rPr>
      </w:pPr>
      <w:r>
        <w:rPr>
          <w:i/>
          <w:iCs/>
        </w:rPr>
        <w:t>(Be</w:t>
      </w:r>
      <w:r w:rsidRPr="00A377A6">
        <w:rPr>
          <w:i/>
          <w:iCs/>
        </w:rPr>
        <w:t>schrijven</w:t>
      </w:r>
      <w:r>
        <w:rPr>
          <w:i/>
          <w:iCs/>
        </w:rPr>
        <w:t>, bijvoorbeeld tribune of nabijgelegen gebouw. Wijs een veilige plek op enige afstand aan als verzamelplaats waar iedereen zich dient te verzamelen. Denk ook aan slecht weer. De noodzaak om een verzamelplaats aan te wijzen is plaatsgebonden en kan bijvoorbeeld in de gebruikersvergunning zijn aangegeven.)</w:t>
      </w:r>
    </w:p>
    <w:p w:rsidR="000D5A72" w:rsidRDefault="000D5A72" w:rsidP="000D5A72">
      <w:pPr>
        <w:pStyle w:val="Koptekst"/>
        <w:tabs>
          <w:tab w:val="clear" w:pos="4536"/>
          <w:tab w:val="clear" w:pos="9072"/>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rPr>
          <w:cantSplit/>
        </w:trPr>
        <w:tc>
          <w:tcPr>
            <w:tcW w:w="9212" w:type="dxa"/>
          </w:tcPr>
          <w:p w:rsidR="000D5A72" w:rsidRDefault="000D5A72" w:rsidP="00F46446">
            <w:pPr>
              <w:pStyle w:val="Koptekst"/>
              <w:tabs>
                <w:tab w:val="clear" w:pos="4536"/>
                <w:tab w:val="clear" w:pos="9072"/>
              </w:tabs>
              <w:rPr>
                <w:rFonts w:cs="Arial"/>
                <w:b/>
                <w:bCs/>
              </w:rPr>
            </w:pPr>
            <w:r>
              <w:rPr>
                <w:rFonts w:cs="Arial"/>
                <w:b/>
                <w:bCs/>
              </w:rPr>
              <w:t>3.4 Signaal veilig</w:t>
            </w:r>
          </w:p>
        </w:tc>
      </w:tr>
    </w:tbl>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Het signaal ‘veilig’ wordt gegeven door de bevelvoerder van de brandweer of als deze niet aanwezig is door de leider van het calamiteitenteam.</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Tot het signaal ‘veilig’ wordt gegeven dienen de aanwezigen aanwezig te blijven op de verzamelplaats(en).</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 xml:space="preserve">Het signaal ‘veilig’ wordt via de geluidsinstallatie doorgegeven mits deze nog intact is. </w:t>
      </w:r>
    </w:p>
    <w:p w:rsidR="000D5A72" w:rsidRDefault="000D5A72" w:rsidP="000D5A72">
      <w:pPr>
        <w:pStyle w:val="Koptekst"/>
        <w:tabs>
          <w:tab w:val="clear" w:pos="4536"/>
          <w:tab w:val="clear" w:pos="9072"/>
        </w:tabs>
      </w:pPr>
      <w:r>
        <w:t>Bij het ontbreken van een werkende geluidsinstallatie zal het sein ‘veilig’ via een megafoon of een ander werkend “omroepsysteem” bekend worden gemaakt.</w:t>
      </w:r>
    </w:p>
    <w:p w:rsidR="000D5A72" w:rsidRDefault="000D5A72" w:rsidP="000D5A72">
      <w:pPr>
        <w:pStyle w:val="Koptekst"/>
        <w:tabs>
          <w:tab w:val="clear" w:pos="4536"/>
          <w:tab w:val="clear" w:pos="9072"/>
        </w:tabs>
      </w:pPr>
      <w:r>
        <w:t xml:space="preserve"> </w:t>
      </w:r>
    </w:p>
    <w:p w:rsidR="000D5A72" w:rsidRDefault="000D5A72" w:rsidP="000D5A72">
      <w:pPr>
        <w:pStyle w:val="Koptekst"/>
        <w:tabs>
          <w:tab w:val="clear" w:pos="4536"/>
          <w:tab w:val="clear" w:pos="9072"/>
        </w:tabs>
        <w:rPr>
          <w:rFonts w:cs="Arial"/>
          <w:sz w:val="28"/>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c>
          <w:tcPr>
            <w:tcW w:w="9212" w:type="dxa"/>
          </w:tcPr>
          <w:p w:rsidR="000D5A72" w:rsidRDefault="000D5A72" w:rsidP="00F46446">
            <w:pPr>
              <w:rPr>
                <w:rFonts w:cs="Arial"/>
                <w:b/>
                <w:bCs/>
                <w:sz w:val="28"/>
              </w:rPr>
            </w:pPr>
            <w:r>
              <w:rPr>
                <w:rFonts w:cs="Arial"/>
                <w:b/>
                <w:bCs/>
                <w:sz w:val="28"/>
              </w:rPr>
              <w:t>4. Taken en instructies</w:t>
            </w:r>
          </w:p>
        </w:tc>
      </w:tr>
    </w:tbl>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De volgende taken en taakverdeling worden onderscheiden:</w:t>
      </w:r>
    </w:p>
    <w:p w:rsidR="000D5A72" w:rsidRDefault="000D5A72" w:rsidP="000D5A72">
      <w:pPr>
        <w:pStyle w:val="Koptekst"/>
        <w:numPr>
          <w:ilvl w:val="0"/>
          <w:numId w:val="39"/>
        </w:numPr>
        <w:tabs>
          <w:tab w:val="clear" w:pos="4536"/>
          <w:tab w:val="clear" w:pos="9072"/>
        </w:tabs>
      </w:pPr>
      <w:r>
        <w:t>leider calamiteitenteam (2.1)</w:t>
      </w:r>
    </w:p>
    <w:p w:rsidR="000D5A72" w:rsidRDefault="000D5A72" w:rsidP="000D5A72">
      <w:pPr>
        <w:pStyle w:val="Koptekst"/>
        <w:numPr>
          <w:ilvl w:val="0"/>
          <w:numId w:val="39"/>
        </w:numPr>
        <w:tabs>
          <w:tab w:val="clear" w:pos="4536"/>
          <w:tab w:val="clear" w:pos="9072"/>
        </w:tabs>
      </w:pPr>
      <w:r>
        <w:t>kantinemedewerkers/overige bestuursleden</w:t>
      </w:r>
    </w:p>
    <w:p w:rsidR="000D5A72" w:rsidRDefault="000D5A72" w:rsidP="000D5A72">
      <w:pPr>
        <w:pStyle w:val="Koptekst"/>
        <w:numPr>
          <w:ilvl w:val="0"/>
          <w:numId w:val="39"/>
        </w:numPr>
        <w:tabs>
          <w:tab w:val="clear" w:pos="4536"/>
          <w:tab w:val="clear" w:pos="9072"/>
        </w:tabs>
      </w:pPr>
      <w:r>
        <w:t>ontruimingsfunctionaris (zie onderstaand)</w:t>
      </w:r>
    </w:p>
    <w:p w:rsidR="000D5A72" w:rsidRDefault="000D5A72" w:rsidP="000D5A72">
      <w:pPr>
        <w:pStyle w:val="Koptekst"/>
        <w:numPr>
          <w:ilvl w:val="0"/>
          <w:numId w:val="39"/>
        </w:numPr>
        <w:tabs>
          <w:tab w:val="clear" w:pos="4536"/>
          <w:tab w:val="clear" w:pos="9072"/>
        </w:tabs>
      </w:pPr>
      <w:r>
        <w:t>coördinator verzamelplaats (zie onderstaand)</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 xml:space="preserve">Als </w:t>
      </w:r>
      <w:r>
        <w:rPr>
          <w:b/>
          <w:bCs/>
        </w:rPr>
        <w:t>leider van het calamiteitenteam</w:t>
      </w:r>
      <w:r>
        <w:t xml:space="preserve"> treedt op het dienstdoend bestuurslid/een lid van de bestuursdienst/de kantinebeheerder/ander persoon </w:t>
      </w:r>
      <w:r>
        <w:rPr>
          <w:i/>
          <w:iCs/>
        </w:rPr>
        <w:t>(keuze maken</w:t>
      </w:r>
      <w:r>
        <w:t>). De leider van het calamiteitenteam is de eerst verantwoordelijke. Betrokkene geeft leiding, coördineert en laat zoveel mogelijk door anderen uitvoeren.</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 xml:space="preserve">De aanwezige </w:t>
      </w:r>
      <w:r>
        <w:rPr>
          <w:b/>
          <w:bCs/>
        </w:rPr>
        <w:t>kantinemedewerkers en/of overige bestuursleden</w:t>
      </w:r>
      <w:r>
        <w:t xml:space="preserve"> vormen een pool en helpen de teamleider bij het uitvoeren van zijn taken. Bij ongevallen van geringe omvang wijst de teamleider maar één of meer personen aan die hem assisteren. Bij brand of complexe ongevallen krijgen meer personen een rol toebedeeld. In die situatie worden ook een aparte ontruimingsfunctionaris en een coördinator verzamelplaats benoemd.  </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 xml:space="preserve">De </w:t>
      </w:r>
      <w:r>
        <w:rPr>
          <w:b/>
          <w:bCs/>
        </w:rPr>
        <w:t>ontruimingsfunctionaris</w:t>
      </w:r>
      <w:r>
        <w:t xml:space="preserve"> neemt in geval van brand de feitelijke ontruiming voor zijn rekening. Uit de pool beschikbare personen worden aan de ontruimingsfunctionaris een aantal mensen toegewezen die als ontruimingspersoneel worden ingezet.</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 xml:space="preserve">Bij een complexe en onoverzichtelijke calamiteit kan het nodig zijn een verzamelplaats in te richten waar slachtoffers en niet-slachtoffers kunnen worden opgevangen en eerste hulp kan worden geboden. Het is tevens de plaats waar de registratie plaats heeft opdat kan worden nagegaan wie er worden vermist. De </w:t>
      </w:r>
      <w:r>
        <w:rPr>
          <w:b/>
          <w:bCs/>
        </w:rPr>
        <w:t>coördinator verzamelplaats</w:t>
      </w:r>
      <w:r>
        <w:t xml:space="preserve"> leidt al deze activiteiten daarbij geholpen door een aantal mensen uit de pool.</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 xml:space="preserve">Brand en ontploffingen in het clubgebouw, met name in aanwezigheid van veel mensen, is de belangrijkste calamiteit die op een gestructureerde wijze wordt aangepakt. Vandaar dat in dit ontruimingsplan de afhandeling van brand de meeste aandacht in de taakomschrijvingen krijgt. In feite moet een ieder weten wat te doen op het moment dat er brand is. Er is bij brand geen tijd om eerst uitvoerig te overleggen hoe e.e.a. wordt aangepakt. </w:t>
      </w:r>
    </w:p>
    <w:p w:rsidR="000D5A72" w:rsidRDefault="000D5A72" w:rsidP="000D5A72">
      <w:pPr>
        <w:pStyle w:val="Koptekst"/>
        <w:tabs>
          <w:tab w:val="clear" w:pos="4536"/>
          <w:tab w:val="clear" w:pos="9072"/>
        </w:tabs>
      </w:pPr>
      <w:r>
        <w:t xml:space="preserve"> </w:t>
      </w:r>
    </w:p>
    <w:p w:rsidR="000D5A72" w:rsidRDefault="000D5A72" w:rsidP="000D5A72">
      <w:pPr>
        <w:pStyle w:val="Koptekst"/>
        <w:tabs>
          <w:tab w:val="clear" w:pos="4536"/>
          <w:tab w:val="clear" w:pos="9072"/>
        </w:tabs>
      </w:pPr>
      <w:r>
        <w:t>Voor minder complexe ongevallen zal het niet nodig zijn om aan alle genoemde zaken evenveel aandacht te besteden als bij brand. Van geval tot geval moet worden beoordeeld of er een algemeen alarm wordt gegeven of dat het ongeval ‘in relatieve rust’ wordt afgehandeld.</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 xml:space="preserve">In de taakomschrijvingen is getracht zoveel mogelijk een logische orde aan te brengen. Dit betekent echter niet dat deze (volg)orde in de praktijk strikt moet worden aangehouden. Belangrijker is uiteindelijk dat de taken allemaal worden uitgevoerd dan de volgorde. </w:t>
      </w:r>
    </w:p>
    <w:p w:rsidR="000D5A72" w:rsidRDefault="000D5A72" w:rsidP="000D5A72">
      <w:pPr>
        <w:pStyle w:val="Koptekst"/>
        <w:tabs>
          <w:tab w:val="clear" w:pos="4536"/>
          <w:tab w:val="clear" w:pos="9072"/>
        </w:tabs>
      </w:pPr>
      <w:r>
        <w:t>Bij het beëindigen van een taak is het wel weer belangrijk om te rapporteren aan de leider van het calamiteitenteam zodat deze het overzicht houdt op de ontwikkelingen.</w:t>
      </w:r>
    </w:p>
    <w:p w:rsidR="000D5A72" w:rsidRDefault="000D5A72" w:rsidP="000D5A72">
      <w:pPr>
        <w:pStyle w:val="Koptekst"/>
        <w:tabs>
          <w:tab w:val="clear" w:pos="4536"/>
          <w:tab w:val="clear" w:pos="9072"/>
        </w:tabs>
      </w:pPr>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rPr>
          <w:jc w:val="center"/>
        </w:trPr>
        <w:tc>
          <w:tcPr>
            <w:tcW w:w="9212" w:type="dxa"/>
          </w:tcPr>
          <w:p w:rsidR="000D5A72" w:rsidRDefault="000D5A72" w:rsidP="00F46446">
            <w:pPr>
              <w:pStyle w:val="Koptekst"/>
              <w:tabs>
                <w:tab w:val="clear" w:pos="4536"/>
                <w:tab w:val="clear" w:pos="9072"/>
              </w:tabs>
              <w:rPr>
                <w:rFonts w:cs="Arial"/>
                <w:b/>
                <w:bCs/>
              </w:rPr>
            </w:pPr>
            <w:r>
              <w:rPr>
                <w:rFonts w:cs="Arial"/>
                <w:b/>
                <w:bCs/>
              </w:rPr>
              <w:br w:type="page"/>
            </w:r>
            <w:r>
              <w:rPr>
                <w:rFonts w:cs="Arial"/>
                <w:b/>
                <w:bCs/>
              </w:rPr>
              <w:br w:type="page"/>
              <w:t>4.1 Taken leider calamiteitenteam</w:t>
            </w:r>
          </w:p>
        </w:tc>
      </w:tr>
    </w:tbl>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U bent de leider van het calamiteitenteam! U bent aanspreekpunt, u coördineert, u laat uitvoeren en u bent altijd bereikbaar!</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rPr>
          <w:rFonts w:cs="Arial"/>
          <w:b/>
          <w:bCs/>
          <w:u w:val="single"/>
        </w:rPr>
      </w:pPr>
      <w:r>
        <w:rPr>
          <w:rFonts w:cs="Arial"/>
          <w:b/>
          <w:bCs/>
          <w:u w:val="single"/>
        </w:rPr>
        <w:t>Fase I:</w:t>
      </w:r>
    </w:p>
    <w:p w:rsidR="000D5A72" w:rsidRDefault="000D5A72" w:rsidP="000D5A72">
      <w:pPr>
        <w:pStyle w:val="Koptekst"/>
        <w:tabs>
          <w:tab w:val="clear" w:pos="4536"/>
          <w:tab w:val="clear" w:pos="9072"/>
        </w:tabs>
        <w:rPr>
          <w:rFonts w:cs="Arial"/>
          <w:b/>
          <w:bCs/>
          <w:u w:val="single"/>
        </w:rPr>
      </w:pPr>
    </w:p>
    <w:p w:rsidR="000D5A72" w:rsidRDefault="000D5A72" w:rsidP="000D5A72">
      <w:pPr>
        <w:pStyle w:val="Koptekst"/>
        <w:tabs>
          <w:tab w:val="clear" w:pos="4536"/>
          <w:tab w:val="clear" w:pos="9072"/>
        </w:tabs>
        <w:rPr>
          <w:b/>
          <w:bCs/>
        </w:rPr>
      </w:pPr>
      <w:r>
        <w:rPr>
          <w:b/>
          <w:bCs/>
        </w:rPr>
        <w:t>Indien er brand wordt ontdekt/calamiteit wordt gemeld:</w:t>
      </w:r>
    </w:p>
    <w:p w:rsidR="000D5A72" w:rsidRDefault="000D5A72" w:rsidP="000D5A72">
      <w:pPr>
        <w:pStyle w:val="Koptekst"/>
        <w:numPr>
          <w:ilvl w:val="0"/>
          <w:numId w:val="1"/>
        </w:numPr>
        <w:tabs>
          <w:tab w:val="clear" w:pos="4536"/>
          <w:tab w:val="clear" w:pos="9072"/>
        </w:tabs>
      </w:pPr>
      <w:r>
        <w:t>Maak alarm, waarschuw alle aanwezigen</w:t>
      </w:r>
    </w:p>
    <w:p w:rsidR="000D5A72" w:rsidRDefault="000D5A72" w:rsidP="000D5A72">
      <w:pPr>
        <w:pStyle w:val="Koptekst"/>
        <w:numPr>
          <w:ilvl w:val="0"/>
          <w:numId w:val="1"/>
        </w:numPr>
        <w:tabs>
          <w:tab w:val="clear" w:pos="4536"/>
          <w:tab w:val="clear" w:pos="9072"/>
        </w:tabs>
      </w:pPr>
      <w:r>
        <w:t xml:space="preserve">Laat het alarm-/ontruimingssignaal in werking stellen </w:t>
      </w:r>
      <w:r>
        <w:rPr>
          <w:i/>
          <w:iCs/>
        </w:rPr>
        <w:t>(indien aanwezig</w:t>
      </w:r>
      <w:r>
        <w:rPr>
          <w:rFonts w:cs="Arial"/>
          <w:i/>
          <w:iCs/>
        </w:rPr>
        <w:t>)</w:t>
      </w:r>
    </w:p>
    <w:p w:rsidR="000D5A72" w:rsidRDefault="000D5A72" w:rsidP="000D5A72">
      <w:pPr>
        <w:pStyle w:val="Koptekst"/>
        <w:numPr>
          <w:ilvl w:val="0"/>
          <w:numId w:val="1"/>
        </w:numPr>
        <w:tabs>
          <w:tab w:val="clear" w:pos="4536"/>
          <w:tab w:val="clear" w:pos="9072"/>
        </w:tabs>
        <w:rPr>
          <w:b/>
          <w:bCs/>
        </w:rPr>
      </w:pPr>
      <w:r>
        <w:rPr>
          <w:b/>
          <w:bCs/>
        </w:rPr>
        <w:t>Laat de brandweer, ambulance en/of politie waarschuwen via 112</w:t>
      </w:r>
    </w:p>
    <w:p w:rsidR="000D5A72" w:rsidRDefault="000D5A72" w:rsidP="000D5A72">
      <w:pPr>
        <w:pStyle w:val="Koptekst"/>
        <w:numPr>
          <w:ilvl w:val="0"/>
          <w:numId w:val="2"/>
        </w:numPr>
        <w:tabs>
          <w:tab w:val="clear" w:pos="4536"/>
          <w:tab w:val="clear" w:pos="9072"/>
        </w:tabs>
      </w:pPr>
      <w:r>
        <w:t>Begeeft u naar de plaats van de brand/calamiteit</w:t>
      </w:r>
    </w:p>
    <w:p w:rsidR="000D5A72" w:rsidRDefault="000D5A72" w:rsidP="000D5A72">
      <w:pPr>
        <w:pStyle w:val="Koptekst"/>
        <w:numPr>
          <w:ilvl w:val="0"/>
          <w:numId w:val="1"/>
        </w:numPr>
        <w:tabs>
          <w:tab w:val="clear" w:pos="4536"/>
          <w:tab w:val="clear" w:pos="9072"/>
        </w:tabs>
      </w:pPr>
      <w:r>
        <w:t>Beoordeel snel de situatie en tref uw maatregelen</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rPr>
          <w:b/>
          <w:bCs/>
        </w:rPr>
      </w:pPr>
      <w:r>
        <w:rPr>
          <w:b/>
          <w:bCs/>
        </w:rPr>
        <w:t>Bij brand:</w:t>
      </w:r>
    </w:p>
    <w:p w:rsidR="000D5A72" w:rsidRDefault="000D5A72" w:rsidP="000D5A72">
      <w:pPr>
        <w:pStyle w:val="Koptekst"/>
        <w:numPr>
          <w:ilvl w:val="0"/>
          <w:numId w:val="1"/>
        </w:numPr>
        <w:tabs>
          <w:tab w:val="clear" w:pos="4536"/>
          <w:tab w:val="clear" w:pos="9072"/>
        </w:tabs>
      </w:pPr>
      <w:r>
        <w:t>Laat direct ontruimen</w:t>
      </w:r>
    </w:p>
    <w:p w:rsidR="000D5A72" w:rsidRDefault="000D5A72" w:rsidP="000D5A72">
      <w:pPr>
        <w:pStyle w:val="Koptekst"/>
        <w:numPr>
          <w:ilvl w:val="0"/>
          <w:numId w:val="1"/>
        </w:numPr>
        <w:tabs>
          <w:tab w:val="clear" w:pos="4536"/>
          <w:tab w:val="clear" w:pos="9072"/>
        </w:tabs>
      </w:pPr>
      <w:r>
        <w:t>Laat ramen en deuren sluiten</w:t>
      </w:r>
    </w:p>
    <w:p w:rsidR="000D5A72" w:rsidRDefault="000D5A72" w:rsidP="000D5A72">
      <w:pPr>
        <w:pStyle w:val="Koptekst"/>
        <w:numPr>
          <w:ilvl w:val="0"/>
          <w:numId w:val="1"/>
        </w:numPr>
        <w:tabs>
          <w:tab w:val="clear" w:pos="4536"/>
          <w:tab w:val="clear" w:pos="9072"/>
        </w:tabs>
      </w:pPr>
      <w:r>
        <w:t>Laat in gevaar zijnde personen in veiligheid brengen</w:t>
      </w:r>
    </w:p>
    <w:p w:rsidR="000D5A72" w:rsidRDefault="000D5A72" w:rsidP="000D5A72">
      <w:pPr>
        <w:pStyle w:val="Koptekst"/>
        <w:numPr>
          <w:ilvl w:val="0"/>
          <w:numId w:val="1"/>
        </w:numPr>
        <w:tabs>
          <w:tab w:val="clear" w:pos="4536"/>
          <w:tab w:val="clear" w:pos="9072"/>
        </w:tabs>
      </w:pPr>
      <w:r>
        <w:t>Probeer brand te laten blussen</w:t>
      </w:r>
    </w:p>
    <w:p w:rsidR="000D5A72" w:rsidRDefault="000D5A72" w:rsidP="000D5A72">
      <w:pPr>
        <w:pStyle w:val="Koptekst"/>
        <w:numPr>
          <w:ilvl w:val="0"/>
          <w:numId w:val="1"/>
        </w:numPr>
        <w:tabs>
          <w:tab w:val="clear" w:pos="4536"/>
          <w:tab w:val="clear" w:pos="9072"/>
        </w:tabs>
      </w:pPr>
      <w:r>
        <w:t>Coördineer de ontruiming</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rPr>
          <w:b/>
          <w:bCs/>
        </w:rPr>
      </w:pPr>
      <w:r>
        <w:rPr>
          <w:b/>
          <w:bCs/>
        </w:rPr>
        <w:t>Bij ernstig ongeval:</w:t>
      </w:r>
    </w:p>
    <w:p w:rsidR="000D5A72" w:rsidRDefault="000D5A72" w:rsidP="000D5A72">
      <w:pPr>
        <w:pStyle w:val="Koptekst"/>
        <w:numPr>
          <w:ilvl w:val="0"/>
          <w:numId w:val="40"/>
        </w:numPr>
        <w:tabs>
          <w:tab w:val="clear" w:pos="4536"/>
          <w:tab w:val="clear" w:pos="9072"/>
        </w:tabs>
      </w:pPr>
      <w:r>
        <w:t xml:space="preserve">Verleen z.s.m. slachtoffer(s) eerste hulp. </w:t>
      </w:r>
    </w:p>
    <w:p w:rsidR="000D5A72" w:rsidRDefault="000D5A72" w:rsidP="000D5A72">
      <w:pPr>
        <w:pStyle w:val="Koptekst"/>
        <w:numPr>
          <w:ilvl w:val="0"/>
          <w:numId w:val="40"/>
        </w:numPr>
        <w:tabs>
          <w:tab w:val="clear" w:pos="4536"/>
          <w:tab w:val="clear" w:pos="9072"/>
        </w:tabs>
      </w:pPr>
      <w:r>
        <w:t>Laat in gevaar zijnde personen direct in veiligheid brengen.</w:t>
      </w:r>
    </w:p>
    <w:p w:rsidR="000D5A72" w:rsidRDefault="000D5A72" w:rsidP="000D5A72">
      <w:pPr>
        <w:pStyle w:val="Koptekst"/>
        <w:numPr>
          <w:ilvl w:val="0"/>
          <w:numId w:val="40"/>
        </w:numPr>
        <w:tabs>
          <w:tab w:val="clear" w:pos="4536"/>
          <w:tab w:val="clear" w:pos="9072"/>
        </w:tabs>
      </w:pPr>
      <w:r>
        <w:t>Laat omgeving afzetten, verwijder ongewenste personen.</w:t>
      </w:r>
    </w:p>
    <w:p w:rsidR="000D5A72" w:rsidRDefault="000D5A72" w:rsidP="000D5A72">
      <w:pPr>
        <w:pStyle w:val="Koptekst"/>
        <w:numPr>
          <w:ilvl w:val="0"/>
          <w:numId w:val="40"/>
        </w:numPr>
        <w:tabs>
          <w:tab w:val="clear" w:pos="4536"/>
          <w:tab w:val="clear" w:pos="9072"/>
        </w:tabs>
      </w:pPr>
      <w:r>
        <w:t>Coördineer afhandeling ongeval/calamiteit.</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rPr>
          <w:rFonts w:cs="Arial"/>
          <w:b/>
          <w:bCs/>
          <w:u w:val="single"/>
        </w:rPr>
      </w:pPr>
      <w:r>
        <w:rPr>
          <w:rFonts w:cs="Arial"/>
          <w:b/>
          <w:bCs/>
          <w:u w:val="single"/>
        </w:rPr>
        <w:t>Fase II:</w:t>
      </w:r>
    </w:p>
    <w:p w:rsidR="000D5A72" w:rsidRDefault="000D5A72" w:rsidP="000D5A72">
      <w:pPr>
        <w:pStyle w:val="Koptekst"/>
        <w:tabs>
          <w:tab w:val="clear" w:pos="4536"/>
          <w:tab w:val="clear" w:pos="9072"/>
        </w:tabs>
        <w:rPr>
          <w:b/>
          <w:bCs/>
        </w:rPr>
      </w:pPr>
    </w:p>
    <w:p w:rsidR="000D5A72" w:rsidRDefault="000D5A72" w:rsidP="000D5A72">
      <w:pPr>
        <w:pStyle w:val="Koptekst"/>
        <w:tabs>
          <w:tab w:val="clear" w:pos="4536"/>
          <w:tab w:val="clear" w:pos="9072"/>
        </w:tabs>
        <w:rPr>
          <w:b/>
          <w:bCs/>
        </w:rPr>
      </w:pPr>
      <w:r>
        <w:rPr>
          <w:b/>
          <w:bCs/>
        </w:rPr>
        <w:t>Begeef u naar de coördinatieruimte (zie 2.2):</w:t>
      </w:r>
    </w:p>
    <w:p w:rsidR="000D5A72" w:rsidRDefault="000D5A72" w:rsidP="000D5A72">
      <w:pPr>
        <w:pStyle w:val="Koptekst"/>
        <w:numPr>
          <w:ilvl w:val="0"/>
          <w:numId w:val="3"/>
        </w:numPr>
        <w:tabs>
          <w:tab w:val="clear" w:pos="4536"/>
          <w:tab w:val="clear" w:pos="9072"/>
        </w:tabs>
      </w:pPr>
      <w:r>
        <w:t>U bent de leider van het calamiteitenteam.</w:t>
      </w:r>
    </w:p>
    <w:p w:rsidR="000D5A72" w:rsidRDefault="000D5A72" w:rsidP="000D5A72">
      <w:pPr>
        <w:pStyle w:val="Koptekst"/>
        <w:numPr>
          <w:ilvl w:val="0"/>
          <w:numId w:val="3"/>
        </w:numPr>
        <w:tabs>
          <w:tab w:val="clear" w:pos="4536"/>
          <w:tab w:val="clear" w:pos="9072"/>
        </w:tabs>
      </w:pPr>
      <w:r>
        <w:t>Laat weten waar en hoe u bereikbaar bent</w:t>
      </w:r>
    </w:p>
    <w:p w:rsidR="000D5A72" w:rsidRDefault="000D5A72" w:rsidP="000D5A72">
      <w:pPr>
        <w:pStyle w:val="Koptekst"/>
        <w:numPr>
          <w:ilvl w:val="0"/>
          <w:numId w:val="3"/>
        </w:numPr>
        <w:tabs>
          <w:tab w:val="clear" w:pos="4536"/>
          <w:tab w:val="clear" w:pos="9072"/>
        </w:tabs>
      </w:pPr>
      <w:r>
        <w:t>Wijs iemand aan die de hulpverleningsdiensten opvangt en informeert (zie 1.5)</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rPr>
          <w:b/>
          <w:bCs/>
        </w:rPr>
      </w:pPr>
      <w:r>
        <w:rPr>
          <w:b/>
          <w:bCs/>
        </w:rPr>
        <w:t>Afhankelijk van de situatie:</w:t>
      </w:r>
    </w:p>
    <w:p w:rsidR="000D5A72" w:rsidRDefault="000D5A72" w:rsidP="000D5A72">
      <w:pPr>
        <w:pStyle w:val="Koptekst"/>
        <w:numPr>
          <w:ilvl w:val="0"/>
          <w:numId w:val="2"/>
        </w:numPr>
        <w:tabs>
          <w:tab w:val="clear" w:pos="4536"/>
          <w:tab w:val="clear" w:pos="9072"/>
        </w:tabs>
      </w:pPr>
      <w:r>
        <w:t>Wijs een ontruimingsfunctionaris aan (zie 4).</w:t>
      </w:r>
    </w:p>
    <w:p w:rsidR="000D5A72" w:rsidRDefault="000D5A72" w:rsidP="000D5A72">
      <w:pPr>
        <w:pStyle w:val="Koptekst"/>
        <w:numPr>
          <w:ilvl w:val="0"/>
          <w:numId w:val="2"/>
        </w:numPr>
        <w:tabs>
          <w:tab w:val="clear" w:pos="4536"/>
          <w:tab w:val="clear" w:pos="9072"/>
        </w:tabs>
      </w:pPr>
      <w:r>
        <w:t>Wijs een coördinator verzamelplaats aan (zie 4).</w:t>
      </w:r>
    </w:p>
    <w:p w:rsidR="000D5A72" w:rsidRDefault="000D5A72" w:rsidP="000D5A72">
      <w:pPr>
        <w:pStyle w:val="Koptekst"/>
        <w:numPr>
          <w:ilvl w:val="0"/>
          <w:numId w:val="2"/>
        </w:numPr>
        <w:tabs>
          <w:tab w:val="clear" w:pos="4536"/>
          <w:tab w:val="clear" w:pos="9072"/>
        </w:tabs>
      </w:pPr>
      <w:r>
        <w:t>Geef de juiste verzamelplaats (zie 3.3) aan en laat de personen registeren.</w:t>
      </w:r>
    </w:p>
    <w:p w:rsidR="000D5A72" w:rsidRDefault="000D5A72" w:rsidP="000D5A72">
      <w:pPr>
        <w:pStyle w:val="Koptekst"/>
        <w:numPr>
          <w:ilvl w:val="0"/>
          <w:numId w:val="3"/>
        </w:numPr>
        <w:tabs>
          <w:tab w:val="clear" w:pos="4536"/>
          <w:tab w:val="clear" w:pos="9072"/>
        </w:tabs>
      </w:pPr>
      <w:r>
        <w:t>Zorg dat niemand weggaat zonder zich af te melden</w:t>
      </w:r>
    </w:p>
    <w:p w:rsidR="000D5A72" w:rsidRDefault="000D5A72" w:rsidP="000D5A72">
      <w:pPr>
        <w:pStyle w:val="Koptekst"/>
        <w:numPr>
          <w:ilvl w:val="0"/>
          <w:numId w:val="3"/>
        </w:numPr>
        <w:tabs>
          <w:tab w:val="clear" w:pos="4536"/>
          <w:tab w:val="clear" w:pos="9072"/>
        </w:tabs>
      </w:pPr>
      <w:r>
        <w:t>Controleer of er personen vermist worden (denk aan kleedkamers, toiletten)</w:t>
      </w:r>
    </w:p>
    <w:p w:rsidR="000D5A72" w:rsidRDefault="000D5A72" w:rsidP="000D5A72">
      <w:pPr>
        <w:pStyle w:val="Koptekst"/>
        <w:numPr>
          <w:ilvl w:val="0"/>
          <w:numId w:val="3"/>
        </w:numPr>
        <w:tabs>
          <w:tab w:val="clear" w:pos="4536"/>
          <w:tab w:val="clear" w:pos="9072"/>
        </w:tabs>
      </w:pPr>
      <w:r>
        <w:t>Meld vermisten direct aan de brandweer</w:t>
      </w:r>
    </w:p>
    <w:p w:rsidR="000D5A72" w:rsidRDefault="000D5A72" w:rsidP="000D5A72">
      <w:pPr>
        <w:pStyle w:val="Koptekst"/>
        <w:numPr>
          <w:ilvl w:val="0"/>
          <w:numId w:val="3"/>
        </w:numPr>
        <w:tabs>
          <w:tab w:val="clear" w:pos="4536"/>
          <w:tab w:val="clear" w:pos="9072"/>
        </w:tabs>
      </w:pPr>
      <w:r>
        <w:t>Zorg dat eventuele getuigen beschikbaar blijven of getraceerd kunnen worden.</w:t>
      </w:r>
    </w:p>
    <w:p w:rsidR="000D5A72" w:rsidRDefault="000D5A72" w:rsidP="000D5A72">
      <w:pPr>
        <w:pStyle w:val="Koptekst"/>
        <w:tabs>
          <w:tab w:val="clear" w:pos="4536"/>
          <w:tab w:val="clear" w:pos="9072"/>
        </w:tabs>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c>
          <w:tcPr>
            <w:tcW w:w="9212" w:type="dxa"/>
          </w:tcPr>
          <w:p w:rsidR="000D5A72" w:rsidRDefault="000D5A72" w:rsidP="00F46446">
            <w:pPr>
              <w:pStyle w:val="Koptekst"/>
              <w:tabs>
                <w:tab w:val="clear" w:pos="4536"/>
                <w:tab w:val="clear" w:pos="9072"/>
              </w:tabs>
              <w:rPr>
                <w:rFonts w:cs="Arial"/>
                <w:b/>
                <w:bCs/>
              </w:rPr>
            </w:pPr>
            <w:r>
              <w:rPr>
                <w:rFonts w:cs="Arial"/>
                <w:b/>
                <w:bCs/>
              </w:rPr>
              <w:t>4.2 Instructies leider calamiteitenteam</w:t>
            </w:r>
          </w:p>
        </w:tc>
      </w:tr>
    </w:tbl>
    <w:p w:rsidR="000D5A72" w:rsidRDefault="000D5A72" w:rsidP="000D5A72">
      <w:pPr>
        <w:pStyle w:val="Koptekst"/>
        <w:tabs>
          <w:tab w:val="clear" w:pos="4536"/>
          <w:tab w:val="clear" w:pos="9072"/>
        </w:tabs>
      </w:pPr>
    </w:p>
    <w:p w:rsidR="000D5A72" w:rsidRDefault="000D5A72" w:rsidP="000D5A72">
      <w:pPr>
        <w:pStyle w:val="Koptekst"/>
        <w:numPr>
          <w:ilvl w:val="0"/>
          <w:numId w:val="4"/>
        </w:numPr>
        <w:tabs>
          <w:tab w:val="clear" w:pos="4536"/>
          <w:tab w:val="clear" w:pos="9072"/>
        </w:tabs>
      </w:pPr>
      <w:r>
        <w:t xml:space="preserve">Laat het alarmsignaal (zie 3.2) bedienen door de kantinebeheerder/ander persoon: </w:t>
      </w:r>
      <w:sdt>
        <w:sdtPr>
          <w:id w:val="-1177813178"/>
          <w:placeholder>
            <w:docPart w:val="30607F493A2D4AA1A4C0486441DAA0F6"/>
          </w:placeholder>
          <w:showingPlcHdr/>
          <w:text/>
        </w:sdtPr>
        <w:sdtEndPr/>
        <w:sdtContent>
          <w:r w:rsidRPr="00FD5FFB">
            <w:rPr>
              <w:rStyle w:val="Tekstvantijdelijkeaanduiding"/>
              <w:rFonts w:eastAsiaTheme="minorHAnsi"/>
            </w:rPr>
            <w:t>Klik of tik om tekst in te voeren.</w:t>
          </w:r>
        </w:sdtContent>
      </w:sdt>
      <w:r>
        <w:t xml:space="preserve"> (</w:t>
      </w:r>
      <w:r>
        <w:rPr>
          <w:i/>
          <w:iCs/>
        </w:rPr>
        <w:t xml:space="preserve">keuze maken en telefoonnummer melden) </w:t>
      </w:r>
      <w:r>
        <w:t xml:space="preserve">Het alarmsignaal is aanwezig </w:t>
      </w:r>
      <w:sdt>
        <w:sdtPr>
          <w:id w:val="-1995863751"/>
          <w:placeholder>
            <w:docPart w:val="5FF55D2927E3456A8F4F81A349059E75"/>
          </w:placeholder>
          <w:showingPlcHdr/>
          <w:text/>
        </w:sdtPr>
        <w:sdtEndPr/>
        <w:sdtContent>
          <w:r w:rsidRPr="00FD5FFB">
            <w:rPr>
              <w:rStyle w:val="Tekstvantijdelijkeaanduiding"/>
              <w:rFonts w:eastAsiaTheme="minorHAnsi"/>
            </w:rPr>
            <w:t>Klik of tik om tekst in te voeren.</w:t>
          </w:r>
        </w:sdtContent>
      </w:sdt>
      <w:r>
        <w:t>(</w:t>
      </w:r>
      <w:r>
        <w:rPr>
          <w:i/>
          <w:iCs/>
        </w:rPr>
        <w:t>aangeven waar</w:t>
      </w:r>
      <w:r>
        <w:t xml:space="preserve">). Het alarmsignaal bestaat uit </w:t>
      </w:r>
      <w:sdt>
        <w:sdtPr>
          <w:id w:val="-1113673015"/>
          <w:placeholder>
            <w:docPart w:val="307AA8B7430A4762A407D8D36216F7AC"/>
          </w:placeholder>
          <w:showingPlcHdr/>
          <w:text/>
        </w:sdtPr>
        <w:sdtEndPr/>
        <w:sdtContent>
          <w:r w:rsidRPr="00FD5FFB">
            <w:rPr>
              <w:rStyle w:val="Tekstvantijdelijkeaanduiding"/>
              <w:rFonts w:eastAsiaTheme="minorHAnsi"/>
            </w:rPr>
            <w:t>Klik of tik om tekst in te voeren.</w:t>
          </w:r>
        </w:sdtContent>
      </w:sdt>
      <w:r w:rsidR="00AF3531">
        <w:t xml:space="preserve"> </w:t>
      </w:r>
      <w:r>
        <w:t>(</w:t>
      </w:r>
      <w:r>
        <w:rPr>
          <w:i/>
          <w:iCs/>
        </w:rPr>
        <w:t>beschrijven</w:t>
      </w:r>
      <w:r>
        <w:t>)</w:t>
      </w:r>
    </w:p>
    <w:p w:rsidR="000D5A72" w:rsidRDefault="000D5A72" w:rsidP="000D5A72">
      <w:pPr>
        <w:pStyle w:val="Koptekst"/>
        <w:tabs>
          <w:tab w:val="clear" w:pos="4536"/>
          <w:tab w:val="clear" w:pos="9072"/>
        </w:tabs>
      </w:pPr>
    </w:p>
    <w:p w:rsidR="000D5A72" w:rsidRDefault="000D5A72" w:rsidP="000D5A72">
      <w:pPr>
        <w:pStyle w:val="Koptekst"/>
        <w:numPr>
          <w:ilvl w:val="0"/>
          <w:numId w:val="4"/>
        </w:numPr>
        <w:tabs>
          <w:tab w:val="clear" w:pos="4536"/>
          <w:tab w:val="clear" w:pos="9072"/>
        </w:tabs>
      </w:pPr>
      <w:r>
        <w:t>Bij melding aan 112 duidelijk melden:</w:t>
      </w:r>
    </w:p>
    <w:p w:rsidR="000D5A72" w:rsidRDefault="000D5A72" w:rsidP="000D5A72">
      <w:pPr>
        <w:pStyle w:val="Koptekst"/>
        <w:tabs>
          <w:tab w:val="clear" w:pos="4536"/>
          <w:tab w:val="clear" w:pos="9072"/>
        </w:tabs>
        <w:ind w:left="340"/>
        <w:rPr>
          <w:i/>
          <w:iCs/>
        </w:rPr>
      </w:pPr>
      <w:r>
        <w:rPr>
          <w:b/>
          <w:bCs/>
        </w:rPr>
        <w:t>Wie:</w:t>
      </w:r>
      <w:r>
        <w:rPr>
          <w:i/>
          <w:iCs/>
        </w:rPr>
        <w:t xml:space="preserve"> uw naam en de organisatie namens wie u belt</w:t>
      </w:r>
    </w:p>
    <w:p w:rsidR="000D5A72" w:rsidRDefault="000D5A72" w:rsidP="000D5A72">
      <w:pPr>
        <w:pStyle w:val="Koptekst"/>
        <w:tabs>
          <w:tab w:val="clear" w:pos="4536"/>
          <w:tab w:val="clear" w:pos="9072"/>
        </w:tabs>
        <w:ind w:left="340"/>
        <w:rPr>
          <w:i/>
          <w:iCs/>
        </w:rPr>
      </w:pPr>
      <w:r>
        <w:rPr>
          <w:b/>
          <w:bCs/>
        </w:rPr>
        <w:t>Wat:</w:t>
      </w:r>
      <w:r>
        <w:rPr>
          <w:i/>
          <w:iCs/>
        </w:rPr>
        <w:t xml:space="preserve"> brand in clubgebouw voetbalvereniging </w:t>
      </w:r>
      <w:sdt>
        <w:sdtPr>
          <w:rPr>
            <w:i/>
            <w:iCs/>
          </w:rPr>
          <w:id w:val="923615180"/>
          <w:placeholder>
            <w:docPart w:val="09876666193B4BDEBA5148689AEB1787"/>
          </w:placeholder>
          <w:showingPlcHdr/>
          <w:text/>
        </w:sdtPr>
        <w:sdtEndPr/>
        <w:sdtContent>
          <w:r>
            <w:rPr>
              <w:rStyle w:val="Tekstvantijdelijkeaanduiding"/>
              <w:rFonts w:eastAsiaTheme="minorHAnsi"/>
            </w:rPr>
            <w:t>naam vereniging</w:t>
          </w:r>
        </w:sdtContent>
      </w:sdt>
    </w:p>
    <w:p w:rsidR="000D5A72" w:rsidRDefault="000D5A72" w:rsidP="000D5A72">
      <w:pPr>
        <w:pStyle w:val="Koptekst"/>
        <w:tabs>
          <w:tab w:val="clear" w:pos="4536"/>
          <w:tab w:val="clear" w:pos="9072"/>
        </w:tabs>
        <w:ind w:left="340"/>
        <w:rPr>
          <w:i/>
          <w:iCs/>
        </w:rPr>
      </w:pPr>
      <w:r>
        <w:rPr>
          <w:b/>
          <w:bCs/>
        </w:rPr>
        <w:t>Waar:</w:t>
      </w:r>
      <w:r>
        <w:rPr>
          <w:i/>
          <w:iCs/>
        </w:rPr>
        <w:t xml:space="preserve"> sportpark </w:t>
      </w:r>
      <w:sdt>
        <w:sdtPr>
          <w:rPr>
            <w:i/>
            <w:iCs/>
          </w:rPr>
          <w:id w:val="-832909942"/>
          <w:placeholder>
            <w:docPart w:val="6E1310E8E3E74FA4938516A95B657533"/>
          </w:placeholder>
          <w:showingPlcHdr/>
          <w:text/>
        </w:sdtPr>
        <w:sdtEndPr/>
        <w:sdtContent>
          <w:r>
            <w:rPr>
              <w:rStyle w:val="Tekstvantijdelijkeaanduiding"/>
              <w:rFonts w:eastAsiaTheme="minorHAnsi"/>
            </w:rPr>
            <w:t>naam sportpark</w:t>
          </w:r>
        </w:sdtContent>
      </w:sdt>
      <w:r w:rsidR="00AF3531">
        <w:rPr>
          <w:i/>
          <w:iCs/>
        </w:rPr>
        <w:t xml:space="preserve"> </w:t>
      </w:r>
      <w:r>
        <w:rPr>
          <w:i/>
          <w:iCs/>
        </w:rPr>
        <w:t xml:space="preserve">aan de </w:t>
      </w:r>
      <w:sdt>
        <w:sdtPr>
          <w:rPr>
            <w:i/>
            <w:iCs/>
          </w:rPr>
          <w:id w:val="-1875455453"/>
          <w:placeholder>
            <w:docPart w:val="8C263DF4A8274F378AC64EDB4CE75130"/>
          </w:placeholder>
          <w:text/>
        </w:sdtPr>
        <w:sdtEndPr/>
        <w:sdtContent>
          <w:r>
            <w:rPr>
              <w:rStyle w:val="Tekstvantijdelijkeaanduiding"/>
              <w:rFonts w:eastAsiaTheme="minorHAnsi"/>
            </w:rPr>
            <w:t>adres</w:t>
          </w:r>
        </w:sdtContent>
      </w:sdt>
      <w:r w:rsidR="00AF3531">
        <w:rPr>
          <w:i/>
          <w:iCs/>
        </w:rPr>
        <w:t xml:space="preserve"> </w:t>
      </w:r>
      <w:r>
        <w:rPr>
          <w:i/>
          <w:iCs/>
        </w:rPr>
        <w:t xml:space="preserve">te </w:t>
      </w:r>
      <w:sdt>
        <w:sdtPr>
          <w:rPr>
            <w:i/>
            <w:iCs/>
          </w:rPr>
          <w:id w:val="-206561573"/>
          <w:placeholder>
            <w:docPart w:val="4AF821C73CA84945AB5025BBECB9CBA9"/>
          </w:placeholder>
          <w:showingPlcHdr/>
          <w:text/>
        </w:sdtPr>
        <w:sdtEndPr/>
        <w:sdtContent>
          <w:r>
            <w:rPr>
              <w:rStyle w:val="Tekstvantijdelijkeaanduiding"/>
              <w:rFonts w:eastAsiaTheme="minorHAnsi"/>
            </w:rPr>
            <w:t>plaats</w:t>
          </w:r>
        </w:sdtContent>
      </w:sdt>
    </w:p>
    <w:p w:rsidR="000D5A72" w:rsidRDefault="000D5A72" w:rsidP="000D5A72">
      <w:pPr>
        <w:pStyle w:val="Koptekst"/>
        <w:tabs>
          <w:tab w:val="clear" w:pos="4536"/>
          <w:tab w:val="clear" w:pos="9072"/>
        </w:tabs>
        <w:ind w:left="340"/>
        <w:rPr>
          <w:i/>
          <w:iCs/>
        </w:rPr>
      </w:pPr>
      <w:r>
        <w:rPr>
          <w:b/>
          <w:bCs/>
        </w:rPr>
        <w:t>Bijzonderheden:</w:t>
      </w:r>
      <w:r w:rsidR="00AF3531">
        <w:rPr>
          <w:i/>
          <w:iCs/>
        </w:rPr>
        <w:t xml:space="preserve"> aantal gewonden/vermisten</w:t>
      </w:r>
      <w:r>
        <w:rPr>
          <w:i/>
          <w:iCs/>
        </w:rPr>
        <w:t xml:space="preserve">/u wordt opgevangen bij de poort </w:t>
      </w:r>
    </w:p>
    <w:p w:rsidR="000D5A72" w:rsidRDefault="000D5A72" w:rsidP="000D5A72">
      <w:pPr>
        <w:pStyle w:val="Koptekst"/>
        <w:tabs>
          <w:tab w:val="clear" w:pos="4536"/>
          <w:tab w:val="clear" w:pos="9072"/>
        </w:tabs>
        <w:ind w:left="340"/>
        <w:rPr>
          <w:i/>
          <w:iCs/>
        </w:rPr>
      </w:pPr>
    </w:p>
    <w:p w:rsidR="000D5A72" w:rsidRDefault="000D5A72" w:rsidP="000D5A72">
      <w:pPr>
        <w:pStyle w:val="Koptekst"/>
        <w:numPr>
          <w:ilvl w:val="0"/>
          <w:numId w:val="5"/>
        </w:numPr>
        <w:tabs>
          <w:tab w:val="clear" w:pos="4536"/>
          <w:tab w:val="clear" w:pos="9072"/>
        </w:tabs>
      </w:pPr>
      <w:r>
        <w:t>Wijs iemand aan die de toegangspoort opent en de brandweer/ambulance/politie opvangt. Laat betrokkene een felkleurig hesje dragen zodat deze goed herkenbaar is. Laat betrokkene een plattegrond meenemen waarop relevante informatie staat.</w:t>
      </w:r>
    </w:p>
    <w:p w:rsidR="000D5A72" w:rsidRDefault="000D5A72" w:rsidP="000D5A72">
      <w:pPr>
        <w:pStyle w:val="Koptekst"/>
        <w:tabs>
          <w:tab w:val="clear" w:pos="4536"/>
          <w:tab w:val="clear" w:pos="9072"/>
        </w:tabs>
      </w:pPr>
    </w:p>
    <w:p w:rsidR="000D5A72" w:rsidRDefault="000D5A72" w:rsidP="000D5A72">
      <w:pPr>
        <w:pStyle w:val="Koptekst"/>
        <w:numPr>
          <w:ilvl w:val="0"/>
          <w:numId w:val="5"/>
        </w:numPr>
        <w:tabs>
          <w:tab w:val="clear" w:pos="4536"/>
          <w:tab w:val="clear" w:pos="9072"/>
        </w:tabs>
      </w:pPr>
      <w:r>
        <w:t>Informeer bij aankomst de brandweer:</w:t>
      </w:r>
    </w:p>
    <w:p w:rsidR="000D5A72" w:rsidRDefault="000D5A72" w:rsidP="000D5A72">
      <w:pPr>
        <w:pStyle w:val="Koptekst"/>
        <w:tabs>
          <w:tab w:val="clear" w:pos="4536"/>
          <w:tab w:val="clear" w:pos="9072"/>
        </w:tabs>
        <w:ind w:left="340"/>
        <w:rPr>
          <w:i/>
          <w:iCs/>
        </w:rPr>
      </w:pPr>
      <w:r>
        <w:rPr>
          <w:b/>
          <w:bCs/>
        </w:rPr>
        <w:t xml:space="preserve">Wat: </w:t>
      </w:r>
      <w:r>
        <w:rPr>
          <w:i/>
          <w:iCs/>
        </w:rPr>
        <w:t>b</w:t>
      </w:r>
      <w:r w:rsidR="00AF3531">
        <w:rPr>
          <w:i/>
          <w:iCs/>
        </w:rPr>
        <w:t>rand in …………. (ruimte noemen)</w:t>
      </w:r>
      <w:r>
        <w:rPr>
          <w:i/>
          <w:iCs/>
        </w:rPr>
        <w:t>; sterke rookontwikkeling in…………</w:t>
      </w:r>
      <w:r w:rsidR="00AF3531">
        <w:rPr>
          <w:i/>
          <w:iCs/>
        </w:rPr>
        <w:t xml:space="preserve"> (ruimte noemen)</w:t>
      </w:r>
    </w:p>
    <w:p w:rsidR="000D5A72" w:rsidRDefault="000D5A72" w:rsidP="000D5A72">
      <w:pPr>
        <w:pStyle w:val="Koptekst"/>
        <w:tabs>
          <w:tab w:val="clear" w:pos="4536"/>
          <w:tab w:val="clear" w:pos="9072"/>
        </w:tabs>
        <w:ind w:left="340"/>
        <w:rPr>
          <w:i/>
          <w:iCs/>
        </w:rPr>
      </w:pPr>
      <w:r>
        <w:rPr>
          <w:b/>
          <w:bCs/>
        </w:rPr>
        <w:t>Waar:</w:t>
      </w:r>
      <w:r>
        <w:rPr>
          <w:i/>
          <w:iCs/>
        </w:rPr>
        <w:t xml:space="preserve"> wijs op plattegrond aan waar brandhaard zich </w:t>
      </w:r>
      <w:r w:rsidR="00AF3531">
        <w:rPr>
          <w:i/>
          <w:iCs/>
        </w:rPr>
        <w:t>bevindt; hoe ruimte te bereiken</w:t>
      </w:r>
    </w:p>
    <w:p w:rsidR="000D5A72" w:rsidRDefault="000D5A72" w:rsidP="000D5A72">
      <w:pPr>
        <w:pStyle w:val="Koptekst"/>
        <w:tabs>
          <w:tab w:val="clear" w:pos="4536"/>
          <w:tab w:val="clear" w:pos="9072"/>
        </w:tabs>
        <w:ind w:left="340"/>
        <w:rPr>
          <w:i/>
          <w:iCs/>
        </w:rPr>
      </w:pPr>
      <w:r>
        <w:rPr>
          <w:b/>
          <w:bCs/>
        </w:rPr>
        <w:t>Bijzonderheden:</w:t>
      </w:r>
      <w:r>
        <w:rPr>
          <w:i/>
          <w:iCs/>
        </w:rPr>
        <w:t xml:space="preserve"> ka</w:t>
      </w:r>
      <w:r w:rsidR="00AF3531">
        <w:rPr>
          <w:i/>
          <w:iCs/>
        </w:rPr>
        <w:t>ntinebeheerder/………personen worden</w:t>
      </w:r>
      <w:r>
        <w:rPr>
          <w:i/>
          <w:iCs/>
        </w:rPr>
        <w:t xml:space="preserve"> vermist, waar zijn bepaalde personen voor het laatst gezien, andere relevante informatie</w:t>
      </w:r>
    </w:p>
    <w:p w:rsidR="000D5A72" w:rsidRDefault="000D5A72" w:rsidP="000D5A72">
      <w:pPr>
        <w:pStyle w:val="Koptekst"/>
        <w:tabs>
          <w:tab w:val="clear" w:pos="4536"/>
          <w:tab w:val="clear" w:pos="9072"/>
        </w:tabs>
      </w:pPr>
    </w:p>
    <w:p w:rsidR="000D5A72" w:rsidRDefault="000D5A72" w:rsidP="000D5A72">
      <w:pPr>
        <w:pStyle w:val="Koptekst"/>
        <w:numPr>
          <w:ilvl w:val="0"/>
          <w:numId w:val="41"/>
        </w:numPr>
        <w:tabs>
          <w:tab w:val="clear" w:pos="4536"/>
          <w:tab w:val="clear" w:pos="9072"/>
        </w:tabs>
      </w:pPr>
      <w:r>
        <w:t>Informeer bij aankomst het ambulancepersoneel/de arts:</w:t>
      </w:r>
    </w:p>
    <w:p w:rsidR="000D5A72" w:rsidRDefault="000D5A72" w:rsidP="000D5A72">
      <w:pPr>
        <w:pStyle w:val="Koptekst"/>
        <w:tabs>
          <w:tab w:val="clear" w:pos="4536"/>
          <w:tab w:val="clear" w:pos="9072"/>
        </w:tabs>
        <w:ind w:left="340"/>
        <w:rPr>
          <w:i/>
          <w:iCs/>
        </w:rPr>
      </w:pPr>
      <w:r>
        <w:rPr>
          <w:b/>
          <w:bCs/>
        </w:rPr>
        <w:t xml:space="preserve">Wie: </w:t>
      </w:r>
      <w:r>
        <w:rPr>
          <w:i/>
          <w:iCs/>
        </w:rPr>
        <w:t>relevante informatie over slachtoffer(s); aantallen; soort verwondingen</w:t>
      </w:r>
    </w:p>
    <w:p w:rsidR="000D5A72" w:rsidRDefault="000D5A72" w:rsidP="000D5A72">
      <w:pPr>
        <w:pStyle w:val="Koptekst"/>
        <w:tabs>
          <w:tab w:val="clear" w:pos="4536"/>
          <w:tab w:val="clear" w:pos="9072"/>
        </w:tabs>
        <w:ind w:left="340"/>
        <w:rPr>
          <w:b/>
          <w:bCs/>
        </w:rPr>
      </w:pPr>
      <w:r>
        <w:rPr>
          <w:b/>
          <w:bCs/>
        </w:rPr>
        <w:t xml:space="preserve">Wat: </w:t>
      </w:r>
      <w:r>
        <w:rPr>
          <w:i/>
          <w:iCs/>
        </w:rPr>
        <w:t>korte zakelijke beschrijving oorzaak ongeval; toestand slachtoffer(s)</w:t>
      </w:r>
    </w:p>
    <w:p w:rsidR="000D5A72" w:rsidRDefault="000D5A72" w:rsidP="000D5A72">
      <w:pPr>
        <w:pStyle w:val="Koptekst"/>
        <w:tabs>
          <w:tab w:val="clear" w:pos="4536"/>
          <w:tab w:val="clear" w:pos="9072"/>
        </w:tabs>
        <w:ind w:left="340"/>
        <w:rPr>
          <w:b/>
          <w:bCs/>
          <w:i/>
          <w:iCs/>
        </w:rPr>
      </w:pPr>
      <w:r>
        <w:rPr>
          <w:b/>
          <w:bCs/>
        </w:rPr>
        <w:t xml:space="preserve">Waar: </w:t>
      </w:r>
      <w:r>
        <w:rPr>
          <w:i/>
          <w:iCs/>
        </w:rPr>
        <w:t>wijs op plattegrond aan waar slachtoffer(s) zich bevind(t)en;</w:t>
      </w:r>
    </w:p>
    <w:p w:rsidR="000D5A72" w:rsidRDefault="000D5A72" w:rsidP="000D5A72">
      <w:pPr>
        <w:pStyle w:val="Koptekst"/>
        <w:tabs>
          <w:tab w:val="clear" w:pos="4536"/>
          <w:tab w:val="clear" w:pos="9072"/>
        </w:tabs>
        <w:ind w:left="340"/>
        <w:rPr>
          <w:i/>
          <w:iCs/>
        </w:rPr>
      </w:pPr>
      <w:r>
        <w:rPr>
          <w:b/>
          <w:bCs/>
        </w:rPr>
        <w:t xml:space="preserve">Bijzonderheden: </w:t>
      </w:r>
      <w:r>
        <w:rPr>
          <w:i/>
          <w:iCs/>
        </w:rPr>
        <w:t>wijs kortste weg, aanwezige hulptroepen, idem arts</w:t>
      </w:r>
    </w:p>
    <w:p w:rsidR="000D5A72" w:rsidRDefault="000D5A72" w:rsidP="000D5A72">
      <w:pPr>
        <w:pStyle w:val="Koptekst"/>
        <w:tabs>
          <w:tab w:val="clear" w:pos="4536"/>
          <w:tab w:val="clear" w:pos="9072"/>
        </w:tabs>
      </w:pPr>
    </w:p>
    <w:p w:rsidR="000D5A72" w:rsidRDefault="000D5A72" w:rsidP="000D5A72">
      <w:pPr>
        <w:pStyle w:val="Koptekst"/>
        <w:numPr>
          <w:ilvl w:val="0"/>
          <w:numId w:val="5"/>
        </w:numPr>
        <w:tabs>
          <w:tab w:val="clear" w:pos="4536"/>
          <w:tab w:val="clear" w:pos="9072"/>
        </w:tabs>
      </w:pPr>
      <w:r>
        <w:t>Wijs de ontruimingsfunctionaris en het ontruimingspersoneel aan die de feitelijke ontruiming uitvoeren. Ontruim in principe het gehele kleed/clubgebouw. Laat daarna geen personen tot het gebouw toe. Laat hem terug rapporteren na beëindiging van ontruiming.</w:t>
      </w:r>
    </w:p>
    <w:p w:rsidR="000D5A72" w:rsidRDefault="000D5A72" w:rsidP="000D5A72">
      <w:pPr>
        <w:pStyle w:val="Koptekst"/>
        <w:tabs>
          <w:tab w:val="clear" w:pos="4536"/>
          <w:tab w:val="clear" w:pos="9072"/>
        </w:tabs>
      </w:pPr>
    </w:p>
    <w:p w:rsidR="000D5A72" w:rsidRDefault="000D5A72" w:rsidP="000D5A72">
      <w:pPr>
        <w:pStyle w:val="Koptekst"/>
        <w:numPr>
          <w:ilvl w:val="0"/>
          <w:numId w:val="5"/>
        </w:numPr>
        <w:tabs>
          <w:tab w:val="clear" w:pos="4536"/>
          <w:tab w:val="clear" w:pos="9072"/>
        </w:tabs>
      </w:pPr>
      <w:r>
        <w:t xml:space="preserve">Laat omroepen of er een arts of EHBO-ers aanwezig zijn die eerste medische hulp kunnen verlenen. Breng slachtoffers en andere in gevaar zijnde personen altijd achter een brandwerende scheiding.  </w:t>
      </w:r>
    </w:p>
    <w:p w:rsidR="000D5A72" w:rsidRDefault="000D5A72" w:rsidP="000D5A72">
      <w:pPr>
        <w:pStyle w:val="Koptekst"/>
        <w:tabs>
          <w:tab w:val="clear" w:pos="4536"/>
          <w:tab w:val="clear" w:pos="9072"/>
        </w:tabs>
      </w:pPr>
    </w:p>
    <w:p w:rsidR="000D5A72" w:rsidRDefault="000D5A72" w:rsidP="000D5A72">
      <w:pPr>
        <w:pStyle w:val="Koptekst"/>
        <w:numPr>
          <w:ilvl w:val="0"/>
          <w:numId w:val="5"/>
        </w:numPr>
        <w:tabs>
          <w:tab w:val="clear" w:pos="4536"/>
          <w:tab w:val="clear" w:pos="9072"/>
        </w:tabs>
      </w:pPr>
      <w:r>
        <w:t>Laat het gas afsluiten, sluit koolzuurflessen af en schakel de hoofdmeter van de elektriciteit uit opdat de brand zich niet verder kan uitbreiden of zich nog meer ontploffingen voordoen.</w:t>
      </w:r>
    </w:p>
    <w:p w:rsidR="000D5A72" w:rsidRDefault="000D5A72" w:rsidP="000D5A72">
      <w:pPr>
        <w:pStyle w:val="Koptekst"/>
        <w:tabs>
          <w:tab w:val="clear" w:pos="4536"/>
          <w:tab w:val="clear" w:pos="9072"/>
        </w:tabs>
      </w:pPr>
    </w:p>
    <w:p w:rsidR="000D5A72" w:rsidRDefault="000D5A72" w:rsidP="000D5A72">
      <w:pPr>
        <w:pStyle w:val="Koptekst"/>
        <w:numPr>
          <w:ilvl w:val="0"/>
          <w:numId w:val="5"/>
        </w:numPr>
        <w:tabs>
          <w:tab w:val="clear" w:pos="4536"/>
          <w:tab w:val="clear" w:pos="9072"/>
        </w:tabs>
      </w:pPr>
      <w:r>
        <w:t xml:space="preserve">Wijs de functionaris aan die de verzamelplaats (zie 3.3) bemant en coördineert. Wijs ook zijn assistenten aan. Laat vooral de mensen zich registeren alvorens te vertrekken. </w:t>
      </w:r>
    </w:p>
    <w:p w:rsidR="000D5A72" w:rsidRDefault="000D5A72" w:rsidP="000D5A72">
      <w:pPr>
        <w:pStyle w:val="Koptekst"/>
        <w:tabs>
          <w:tab w:val="clear" w:pos="4536"/>
          <w:tab w:val="clear" w:pos="9072"/>
        </w:tabs>
      </w:pPr>
    </w:p>
    <w:p w:rsidR="000D5A72" w:rsidRDefault="000D5A72" w:rsidP="000D5A72">
      <w:pPr>
        <w:pStyle w:val="Koptekst"/>
        <w:numPr>
          <w:ilvl w:val="0"/>
          <w:numId w:val="5"/>
        </w:numPr>
        <w:tabs>
          <w:tab w:val="clear" w:pos="4536"/>
          <w:tab w:val="clear" w:pos="9072"/>
        </w:tabs>
      </w:pPr>
      <w:r>
        <w:t>Wijs een telefoonwacht aan. Houdt de telefoon zoveel mogelijk vrij. Kap niet relevante gesprekken af. Voer zelf ook geen onnodige gesprekken. Laat verontruste ouders op een later tijdstip terugbellen of nog beter bel zelf op een later tijdstip terug als de situatie is gestabiliseerd.</w:t>
      </w:r>
    </w:p>
    <w:p w:rsidR="000D5A72" w:rsidRDefault="000D5A72" w:rsidP="000D5A72">
      <w:pPr>
        <w:pStyle w:val="Koptekst"/>
        <w:tabs>
          <w:tab w:val="clear" w:pos="4536"/>
          <w:tab w:val="clear" w:pos="9072"/>
        </w:tabs>
      </w:pPr>
      <w:bookmarkStart w:id="0" w:name="_GoBack"/>
      <w:bookmarkEnd w:id="0"/>
    </w:p>
    <w:p w:rsidR="000D5A72" w:rsidRDefault="000D5A72" w:rsidP="000D5A72">
      <w:pPr>
        <w:pStyle w:val="Koptekst"/>
        <w:numPr>
          <w:ilvl w:val="0"/>
          <w:numId w:val="5"/>
        </w:numPr>
        <w:tabs>
          <w:tab w:val="clear" w:pos="4536"/>
          <w:tab w:val="clear" w:pos="9072"/>
        </w:tabs>
      </w:pPr>
      <w:r>
        <w:t xml:space="preserve">Laat bij een buitenongeval de plaats van het ongeval afzetten. Voorkom dat eventuele bewijssporen worden vernietigd. Verwijder ongewenste personen uit de buurt van het ongeval. Staak onmiddellijk de sportactiviteiten. </w:t>
      </w:r>
    </w:p>
    <w:p w:rsidR="000D5A72" w:rsidRDefault="000D5A72" w:rsidP="000D5A72">
      <w:pPr>
        <w:pStyle w:val="Koptekst"/>
        <w:tabs>
          <w:tab w:val="clear" w:pos="4536"/>
          <w:tab w:val="clear" w:pos="9072"/>
        </w:tabs>
      </w:pPr>
    </w:p>
    <w:p w:rsidR="000D5A72" w:rsidRDefault="000D5A72" w:rsidP="000D5A72">
      <w:pPr>
        <w:pStyle w:val="Koptekst"/>
        <w:numPr>
          <w:ilvl w:val="0"/>
          <w:numId w:val="5"/>
        </w:numPr>
        <w:tabs>
          <w:tab w:val="clear" w:pos="4536"/>
          <w:tab w:val="clear" w:pos="9072"/>
        </w:tabs>
      </w:pPr>
      <w:r>
        <w:t xml:space="preserve">Het is niet denkbeeldig dat er pers afkomt op het alarm/ongeval. Meldingen aan 112 worden via een openbaar net doorgeven aan brandweer, ambulance en politie. Het kan zijn dat ze er eerder zijn dan de hulptroepen. Laat persmensen/fotografen zo mogelijk opvangen. Laat ze in principe hun werk doen. Geef aan dat u na afloop met een verklaring komt. Zet deze op papier en beperk u tot zakelijke informatie komen. Laat slechts één persoon (voorzitter) spreekbuis namens uw vereniging zijn. </w:t>
      </w:r>
    </w:p>
    <w:p w:rsidR="000D5A72" w:rsidRDefault="000D5A72" w:rsidP="000D5A72">
      <w:pPr>
        <w:pStyle w:val="Koptekst"/>
        <w:tabs>
          <w:tab w:val="clear" w:pos="4536"/>
          <w:tab w:val="clear" w:pos="9072"/>
        </w:tabs>
      </w:pPr>
    </w:p>
    <w:p w:rsidR="000D5A72" w:rsidRDefault="000D5A72" w:rsidP="000D5A72">
      <w:pPr>
        <w:pStyle w:val="Koptekst"/>
        <w:numPr>
          <w:ilvl w:val="0"/>
          <w:numId w:val="5"/>
        </w:numPr>
        <w:tabs>
          <w:tab w:val="clear" w:pos="4536"/>
          <w:tab w:val="clear" w:pos="9072"/>
        </w:tabs>
      </w:pPr>
      <w:r>
        <w:t>Bij een dodelijk ongeval is het gebruikelijk dat de politie het ongeval meldt aan de directe relatie(s) van het slachtoffer(s). Verzamel de persoonlijke gegevens van het (de) slachtoffer(s) en die van hun relatie(s). Het kan handig zijn hiervoor over een actuele ledenlijst te kunnen beschikken.</w:t>
      </w:r>
    </w:p>
    <w:p w:rsidR="000D5A72" w:rsidRDefault="000D5A72" w:rsidP="000D5A72">
      <w:pPr>
        <w:pStyle w:val="Koptekst"/>
        <w:tabs>
          <w:tab w:val="clear" w:pos="4536"/>
          <w:tab w:val="clear" w:pos="9072"/>
        </w:tabs>
      </w:pPr>
      <w:r>
        <w:t xml:space="preserve"> </w:t>
      </w:r>
    </w:p>
    <w:p w:rsidR="000D5A72" w:rsidRDefault="000D5A72" w:rsidP="000D5A72">
      <w:pPr>
        <w:pStyle w:val="Koptekst"/>
        <w:numPr>
          <w:ilvl w:val="0"/>
          <w:numId w:val="5"/>
        </w:numPr>
        <w:tabs>
          <w:tab w:val="clear" w:pos="4536"/>
          <w:tab w:val="clear" w:pos="9072"/>
        </w:tabs>
      </w:pPr>
      <w:r>
        <w:t xml:space="preserve">Blijf zoveel mogelijk op uw plaats (bestuurskamer, commissiekamer) en blijf bereikbaar. U bent ervoor om taken te verdelen, te overleggen maar niet om alles zelf te doen. Heel belangrijk is dat de door u aangewezen personen na vervulling van hun taak zich bij u terugmelden en verslag uitbrengen van hun bevindingen. </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c>
          <w:tcPr>
            <w:tcW w:w="9212" w:type="dxa"/>
          </w:tcPr>
          <w:p w:rsidR="000D5A72" w:rsidRDefault="000D5A72" w:rsidP="00F46446">
            <w:pPr>
              <w:pStyle w:val="Koptekst"/>
              <w:tabs>
                <w:tab w:val="clear" w:pos="4536"/>
                <w:tab w:val="clear" w:pos="9072"/>
              </w:tabs>
              <w:rPr>
                <w:rFonts w:cs="Arial"/>
                <w:b/>
                <w:bCs/>
              </w:rPr>
            </w:pPr>
            <w:r>
              <w:rPr>
                <w:rFonts w:cs="Arial"/>
                <w:b/>
                <w:bCs/>
              </w:rPr>
              <w:t>4.3 Taken kantinemedewerkers/overige bestuursleden</w:t>
            </w:r>
          </w:p>
        </w:tc>
      </w:tr>
    </w:tbl>
    <w:p w:rsidR="000D5A72" w:rsidRDefault="000D5A72" w:rsidP="000D5A72">
      <w:pPr>
        <w:pStyle w:val="Koptekst"/>
        <w:tabs>
          <w:tab w:val="clear" w:pos="4536"/>
          <w:tab w:val="clear" w:pos="9072"/>
        </w:tabs>
      </w:pPr>
    </w:p>
    <w:p w:rsidR="000D5A72" w:rsidRDefault="000D5A72" w:rsidP="000D5A72">
      <w:pPr>
        <w:pStyle w:val="Koptekst"/>
        <w:numPr>
          <w:ilvl w:val="0"/>
          <w:numId w:val="6"/>
        </w:numPr>
        <w:tabs>
          <w:tab w:val="clear" w:pos="4536"/>
          <w:tab w:val="clear" w:pos="9072"/>
        </w:tabs>
      </w:pPr>
      <w:r>
        <w:t>Maak onmiddellijk alarm, waarschuw de overige aanwezigen.</w:t>
      </w:r>
    </w:p>
    <w:p w:rsidR="000D5A72" w:rsidRDefault="000D5A72" w:rsidP="000D5A72">
      <w:pPr>
        <w:pStyle w:val="Koptekst"/>
        <w:numPr>
          <w:ilvl w:val="0"/>
          <w:numId w:val="6"/>
        </w:numPr>
        <w:tabs>
          <w:tab w:val="clear" w:pos="4536"/>
          <w:tab w:val="clear" w:pos="9072"/>
        </w:tabs>
      </w:pPr>
      <w:r>
        <w:t>Stel het alarmsignaal (zie 3.2) zelf in werking of laat dit doen (</w:t>
      </w:r>
      <w:r>
        <w:rPr>
          <w:i/>
          <w:iCs/>
        </w:rPr>
        <w:t>indien aanwezig</w:t>
      </w:r>
      <w:r>
        <w:t>).</w:t>
      </w:r>
    </w:p>
    <w:p w:rsidR="000D5A72" w:rsidRDefault="000D5A72" w:rsidP="000D5A72">
      <w:pPr>
        <w:pStyle w:val="Koptekst"/>
        <w:numPr>
          <w:ilvl w:val="0"/>
          <w:numId w:val="6"/>
        </w:numPr>
        <w:tabs>
          <w:tab w:val="clear" w:pos="4536"/>
          <w:tab w:val="clear" w:pos="9072"/>
        </w:tabs>
      </w:pPr>
      <w:r>
        <w:t>Waarschuw 112 voor brandweer, ambulance en/of politie</w:t>
      </w:r>
    </w:p>
    <w:p w:rsidR="000D5A72" w:rsidRDefault="000D5A72" w:rsidP="000D5A72">
      <w:pPr>
        <w:pStyle w:val="Koptekst"/>
        <w:numPr>
          <w:ilvl w:val="0"/>
          <w:numId w:val="6"/>
        </w:numPr>
        <w:tabs>
          <w:tab w:val="clear" w:pos="4536"/>
          <w:tab w:val="clear" w:pos="9072"/>
        </w:tabs>
      </w:pPr>
      <w:r>
        <w:t xml:space="preserve">Informeer direct de leider van het calamiteitenteam (telefoonnummer </w:t>
      </w:r>
      <w:sdt>
        <w:sdtPr>
          <w:id w:val="198130981"/>
          <w:placeholder>
            <w:docPart w:val="29C2C13C4E0F458AAC5DE50038E23E98"/>
          </w:placeholder>
          <w:showingPlcHdr/>
          <w:text/>
        </w:sdtPr>
        <w:sdtEndPr/>
        <w:sdtContent>
          <w:r w:rsidRPr="00FD5FFB">
            <w:rPr>
              <w:rStyle w:val="Tekstvantijdelijkeaanduiding"/>
              <w:rFonts w:eastAsiaTheme="minorHAnsi"/>
            </w:rPr>
            <w:t>Klik of tik om tekst in te voeren.</w:t>
          </w:r>
        </w:sdtContent>
      </w:sdt>
      <w:r>
        <w:t>)</w:t>
      </w:r>
    </w:p>
    <w:p w:rsidR="000D5A72" w:rsidRDefault="000D5A72" w:rsidP="000D5A72">
      <w:pPr>
        <w:pStyle w:val="Koptekst"/>
        <w:numPr>
          <w:ilvl w:val="0"/>
          <w:numId w:val="6"/>
        </w:numPr>
        <w:tabs>
          <w:tab w:val="clear" w:pos="4536"/>
          <w:tab w:val="clear" w:pos="9072"/>
        </w:tabs>
      </w:pPr>
      <w:r>
        <w:t>Sluit ramen en deuren, schakel apparatuur uit, sluit graskranen.</w:t>
      </w:r>
    </w:p>
    <w:p w:rsidR="000D5A72" w:rsidRDefault="000D5A72" w:rsidP="000D5A72">
      <w:pPr>
        <w:pStyle w:val="Koptekst"/>
        <w:numPr>
          <w:ilvl w:val="0"/>
          <w:numId w:val="6"/>
        </w:numPr>
        <w:tabs>
          <w:tab w:val="clear" w:pos="4536"/>
          <w:tab w:val="clear" w:pos="9072"/>
        </w:tabs>
      </w:pPr>
      <w:r>
        <w:t>Breng u zelf en in gevaar zijnde personen in veiligheid (denk vooral aan kinderen en minder validen).</w:t>
      </w:r>
    </w:p>
    <w:p w:rsidR="000D5A72" w:rsidRDefault="000D5A72" w:rsidP="000D5A72">
      <w:pPr>
        <w:pStyle w:val="Koptekst"/>
        <w:numPr>
          <w:ilvl w:val="0"/>
          <w:numId w:val="6"/>
        </w:numPr>
        <w:tabs>
          <w:tab w:val="clear" w:pos="4536"/>
          <w:tab w:val="clear" w:pos="9072"/>
        </w:tabs>
      </w:pPr>
      <w:r>
        <w:t>Controleer kleedruimten en toiletgroepen op aanwezigheid van personen</w:t>
      </w:r>
    </w:p>
    <w:p w:rsidR="000D5A72" w:rsidRDefault="000D5A72" w:rsidP="000D5A72">
      <w:pPr>
        <w:pStyle w:val="Koptekst"/>
        <w:numPr>
          <w:ilvl w:val="0"/>
          <w:numId w:val="6"/>
        </w:numPr>
        <w:tabs>
          <w:tab w:val="clear" w:pos="4536"/>
          <w:tab w:val="clear" w:pos="9072"/>
        </w:tabs>
      </w:pPr>
      <w:r>
        <w:t>Help mee het gebouw z.s.m. te ontruimen, probeer te blussen</w:t>
      </w:r>
    </w:p>
    <w:p w:rsidR="000D5A72" w:rsidRDefault="000D5A72" w:rsidP="000D5A72">
      <w:pPr>
        <w:pStyle w:val="Koptekst"/>
        <w:numPr>
          <w:ilvl w:val="0"/>
          <w:numId w:val="6"/>
        </w:numPr>
        <w:tabs>
          <w:tab w:val="clear" w:pos="4536"/>
          <w:tab w:val="clear" w:pos="9072"/>
        </w:tabs>
      </w:pPr>
      <w:r>
        <w:t>Overleg met de leider over volgende te nemen stappen.</w:t>
      </w:r>
    </w:p>
    <w:p w:rsidR="000D5A72" w:rsidRDefault="000D5A72" w:rsidP="000D5A72">
      <w:pPr>
        <w:pStyle w:val="Koptekst"/>
        <w:numPr>
          <w:ilvl w:val="0"/>
          <w:numId w:val="6"/>
        </w:numPr>
        <w:tabs>
          <w:tab w:val="clear" w:pos="4536"/>
          <w:tab w:val="clear" w:pos="9072"/>
        </w:tabs>
      </w:pPr>
      <w:r>
        <w:t>Breng verslag uit als u uw taak heeft volbracht.</w:t>
      </w:r>
    </w:p>
    <w:p w:rsidR="000D5A72" w:rsidRDefault="000D5A72" w:rsidP="000D5A72">
      <w:pPr>
        <w:pStyle w:val="Koptekst"/>
        <w:tabs>
          <w:tab w:val="clear" w:pos="4536"/>
          <w:tab w:val="clear" w:pos="9072"/>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c>
          <w:tcPr>
            <w:tcW w:w="9212" w:type="dxa"/>
          </w:tcPr>
          <w:p w:rsidR="000D5A72" w:rsidRDefault="000D5A72" w:rsidP="00F46446">
            <w:pPr>
              <w:pStyle w:val="Koptekst"/>
              <w:tabs>
                <w:tab w:val="clear" w:pos="4536"/>
                <w:tab w:val="clear" w:pos="9072"/>
              </w:tabs>
              <w:rPr>
                <w:rFonts w:cs="Arial"/>
                <w:b/>
                <w:bCs/>
              </w:rPr>
            </w:pPr>
            <w:r>
              <w:rPr>
                <w:rFonts w:cs="Arial"/>
                <w:b/>
                <w:bCs/>
              </w:rPr>
              <w:t>4.4 Instructies kantinemedewerkers/overige bestuursleden</w:t>
            </w:r>
          </w:p>
        </w:tc>
      </w:tr>
    </w:tbl>
    <w:p w:rsidR="000D5A72" w:rsidRDefault="000D5A72" w:rsidP="000D5A72">
      <w:pPr>
        <w:pStyle w:val="Koptekst"/>
        <w:tabs>
          <w:tab w:val="clear" w:pos="4536"/>
          <w:tab w:val="clear" w:pos="9072"/>
        </w:tabs>
      </w:pPr>
    </w:p>
    <w:p w:rsidR="000D5A72" w:rsidRDefault="000D5A72" w:rsidP="000D5A72">
      <w:pPr>
        <w:pStyle w:val="Koptekst"/>
        <w:numPr>
          <w:ilvl w:val="0"/>
          <w:numId w:val="7"/>
        </w:numPr>
        <w:tabs>
          <w:tab w:val="clear" w:pos="4536"/>
          <w:tab w:val="clear" w:pos="9072"/>
        </w:tabs>
      </w:pPr>
      <w:r>
        <w:t>Omschrijf duidelijk wat er aan de hand is:</w:t>
      </w:r>
    </w:p>
    <w:p w:rsidR="000D5A72" w:rsidRDefault="000D5A72" w:rsidP="000D5A72">
      <w:pPr>
        <w:pStyle w:val="Koptekst"/>
        <w:tabs>
          <w:tab w:val="clear" w:pos="4536"/>
          <w:tab w:val="clear" w:pos="9072"/>
        </w:tabs>
        <w:ind w:left="340"/>
        <w:rPr>
          <w:i/>
          <w:iCs/>
        </w:rPr>
      </w:pPr>
      <w:r>
        <w:rPr>
          <w:b/>
          <w:bCs/>
        </w:rPr>
        <w:t>Wat:</w:t>
      </w:r>
      <w:r>
        <w:rPr>
          <w:i/>
          <w:iCs/>
        </w:rPr>
        <w:t xml:space="preserve"> brand, ontploffing, ongeval, blikseminslag, etc.</w:t>
      </w:r>
    </w:p>
    <w:p w:rsidR="000D5A72" w:rsidRDefault="000D5A72" w:rsidP="000D5A72">
      <w:pPr>
        <w:pStyle w:val="Koptekst"/>
        <w:tabs>
          <w:tab w:val="clear" w:pos="4536"/>
          <w:tab w:val="clear" w:pos="9072"/>
        </w:tabs>
        <w:ind w:left="340"/>
        <w:rPr>
          <w:i/>
          <w:iCs/>
        </w:rPr>
      </w:pPr>
      <w:r>
        <w:rPr>
          <w:b/>
          <w:bCs/>
        </w:rPr>
        <w:t>Waar:</w:t>
      </w:r>
      <w:r>
        <w:rPr>
          <w:i/>
          <w:iCs/>
        </w:rPr>
        <w:t xml:space="preserve"> locatie, ruimte, veld</w:t>
      </w:r>
    </w:p>
    <w:p w:rsidR="000D5A72" w:rsidRDefault="000D5A72" w:rsidP="000D5A72">
      <w:pPr>
        <w:pStyle w:val="Koptekst"/>
        <w:tabs>
          <w:tab w:val="clear" w:pos="4536"/>
          <w:tab w:val="clear" w:pos="9072"/>
        </w:tabs>
        <w:ind w:left="340"/>
        <w:rPr>
          <w:i/>
          <w:iCs/>
        </w:rPr>
      </w:pPr>
      <w:r>
        <w:rPr>
          <w:b/>
          <w:bCs/>
        </w:rPr>
        <w:t>Bijzonderheden:</w:t>
      </w:r>
      <w:r>
        <w:t xml:space="preserve"> </w:t>
      </w:r>
      <w:r>
        <w:rPr>
          <w:i/>
          <w:iCs/>
        </w:rPr>
        <w:t>aantal betrokken personen, aantal slachtoffers</w:t>
      </w:r>
    </w:p>
    <w:p w:rsidR="000D5A72" w:rsidRDefault="000D5A72" w:rsidP="000D5A72">
      <w:pPr>
        <w:pStyle w:val="Koptekst"/>
        <w:tabs>
          <w:tab w:val="clear" w:pos="4536"/>
          <w:tab w:val="clear" w:pos="9072"/>
        </w:tabs>
      </w:pPr>
    </w:p>
    <w:p w:rsidR="000D5A72" w:rsidRDefault="000D5A72" w:rsidP="000D5A72">
      <w:pPr>
        <w:pStyle w:val="Koptekst"/>
        <w:numPr>
          <w:ilvl w:val="0"/>
          <w:numId w:val="7"/>
        </w:numPr>
        <w:tabs>
          <w:tab w:val="clear" w:pos="4536"/>
          <w:tab w:val="clear" w:pos="9072"/>
        </w:tabs>
      </w:pPr>
      <w:r>
        <w:t>De taak van de ontruimingsploeg is:</w:t>
      </w:r>
    </w:p>
    <w:p w:rsidR="000D5A72" w:rsidRDefault="000D5A72" w:rsidP="000D5A72">
      <w:pPr>
        <w:pStyle w:val="Koptekst"/>
        <w:numPr>
          <w:ilvl w:val="0"/>
          <w:numId w:val="8"/>
        </w:numPr>
        <w:tabs>
          <w:tab w:val="clear" w:pos="4536"/>
          <w:tab w:val="clear" w:pos="9072"/>
        </w:tabs>
      </w:pPr>
      <w:r>
        <w:t>controle van alle ruimten op achtergebleven personen</w:t>
      </w:r>
    </w:p>
    <w:p w:rsidR="000D5A72" w:rsidRDefault="000D5A72" w:rsidP="000D5A72">
      <w:pPr>
        <w:pStyle w:val="Koptekst"/>
        <w:numPr>
          <w:ilvl w:val="0"/>
          <w:numId w:val="8"/>
        </w:numPr>
        <w:tabs>
          <w:tab w:val="clear" w:pos="4536"/>
          <w:tab w:val="clear" w:pos="9072"/>
        </w:tabs>
      </w:pPr>
      <w:r>
        <w:t>begeleiden/meenemen van personen naar de verzamelplaats</w:t>
      </w:r>
    </w:p>
    <w:p w:rsidR="000D5A72" w:rsidRDefault="000D5A72" w:rsidP="000D5A72">
      <w:pPr>
        <w:pStyle w:val="Koptekst"/>
        <w:numPr>
          <w:ilvl w:val="0"/>
          <w:numId w:val="8"/>
        </w:numPr>
        <w:tabs>
          <w:tab w:val="clear" w:pos="4536"/>
          <w:tab w:val="clear" w:pos="9072"/>
        </w:tabs>
      </w:pPr>
      <w:r>
        <w:t>melden aan het dienstdoend bestuurslid/kantinebeheerder als alle ruimten zijn gecontroleerd en vrij van personen zijn bevonden.</w:t>
      </w:r>
    </w:p>
    <w:p w:rsidR="000D5A72" w:rsidRDefault="000D5A72" w:rsidP="000D5A72">
      <w:pPr>
        <w:pStyle w:val="Koptekst"/>
        <w:tabs>
          <w:tab w:val="clear" w:pos="4536"/>
          <w:tab w:val="clear" w:pos="9072"/>
        </w:tabs>
      </w:pPr>
    </w:p>
    <w:p w:rsidR="000D5A72" w:rsidRDefault="000D5A72" w:rsidP="000D5A72">
      <w:pPr>
        <w:pStyle w:val="Koptekst"/>
        <w:numPr>
          <w:ilvl w:val="0"/>
          <w:numId w:val="7"/>
        </w:numPr>
        <w:tabs>
          <w:tab w:val="clear" w:pos="4536"/>
          <w:tab w:val="clear" w:pos="9072"/>
        </w:tabs>
      </w:pPr>
      <w:r>
        <w:t>Denk bij het afschakelen van apparatuur aan keukenapparatuur, koeling, enz. Sluit alle apparatuur dat op gas brandt direct af ter voorkoming van gasvorming. Denk ook aan koolzuurflessen van de biertapapparatuur.</w:t>
      </w:r>
    </w:p>
    <w:p w:rsidR="000D5A72" w:rsidRDefault="000D5A72" w:rsidP="000D5A72">
      <w:pPr>
        <w:pStyle w:val="Koptekst"/>
        <w:tabs>
          <w:tab w:val="clear" w:pos="4536"/>
          <w:tab w:val="clear" w:pos="9072"/>
        </w:tabs>
      </w:pPr>
    </w:p>
    <w:p w:rsidR="000D5A72" w:rsidRDefault="000D5A72" w:rsidP="000D5A72">
      <w:pPr>
        <w:pStyle w:val="Koptekst"/>
        <w:numPr>
          <w:ilvl w:val="0"/>
          <w:numId w:val="7"/>
        </w:numPr>
        <w:tabs>
          <w:tab w:val="clear" w:pos="4536"/>
          <w:tab w:val="clear" w:pos="9072"/>
        </w:tabs>
      </w:pPr>
      <w:r>
        <w:t>U en de overige aanwezigen zijn eerst in veiligheid achter een brandwerende scheiding of buiten het clubgebouw.</w:t>
      </w:r>
    </w:p>
    <w:p w:rsidR="000D5A72" w:rsidRDefault="000D5A72" w:rsidP="000D5A72">
      <w:pPr>
        <w:pStyle w:val="Koptekst"/>
        <w:tabs>
          <w:tab w:val="clear" w:pos="4536"/>
          <w:tab w:val="clear" w:pos="9072"/>
        </w:tabs>
      </w:pPr>
    </w:p>
    <w:p w:rsidR="000D5A72" w:rsidRDefault="000D5A72" w:rsidP="000D5A72">
      <w:pPr>
        <w:pStyle w:val="Koptekst"/>
        <w:numPr>
          <w:ilvl w:val="0"/>
          <w:numId w:val="7"/>
        </w:numPr>
        <w:tabs>
          <w:tab w:val="clear" w:pos="4536"/>
          <w:tab w:val="clear" w:pos="9072"/>
        </w:tabs>
      </w:pPr>
      <w:r>
        <w:t>Controleer de toiletten. In deze ruimten dringt niet altijd het alarm door.</w:t>
      </w:r>
    </w:p>
    <w:p w:rsidR="000D5A72" w:rsidRDefault="000D5A72" w:rsidP="000D5A72">
      <w:pPr>
        <w:pStyle w:val="Koptekst"/>
        <w:tabs>
          <w:tab w:val="clear" w:pos="4536"/>
          <w:tab w:val="clear" w:pos="9072"/>
        </w:tabs>
      </w:pPr>
    </w:p>
    <w:p w:rsidR="000D5A72" w:rsidRDefault="000D5A72" w:rsidP="000D5A72">
      <w:pPr>
        <w:pStyle w:val="Koptekst"/>
        <w:numPr>
          <w:ilvl w:val="0"/>
          <w:numId w:val="7"/>
        </w:numPr>
        <w:tabs>
          <w:tab w:val="clear" w:pos="4536"/>
          <w:tab w:val="clear" w:pos="9072"/>
        </w:tabs>
      </w:pPr>
      <w:r>
        <w:t>Verlaat als laatste de bedreigde ruimten en laat geen mensen meer toe in de ontruimde gedeelten van het gebouw. Werk stelselmatig en voorkom dat mensen teruggaan om nog iets op te halen.</w:t>
      </w:r>
    </w:p>
    <w:p w:rsidR="000D5A72" w:rsidRDefault="000D5A72" w:rsidP="000D5A72">
      <w:pPr>
        <w:pStyle w:val="Koptekst"/>
        <w:tabs>
          <w:tab w:val="clear" w:pos="4536"/>
          <w:tab w:val="clear" w:pos="9072"/>
        </w:tabs>
      </w:pPr>
    </w:p>
    <w:p w:rsidR="000D5A72" w:rsidRDefault="000D5A72" w:rsidP="000D5A72">
      <w:pPr>
        <w:pStyle w:val="Koptekst"/>
        <w:numPr>
          <w:ilvl w:val="0"/>
          <w:numId w:val="7"/>
        </w:numPr>
        <w:tabs>
          <w:tab w:val="clear" w:pos="4536"/>
          <w:tab w:val="clear" w:pos="9072"/>
        </w:tabs>
      </w:pPr>
      <w:r>
        <w:t>Begeleid de aanwezigen zo mogelijk naar de verzamelplaats. Laat geen mensen teruggaan om persoonlijke spullen op te halen.</w:t>
      </w:r>
    </w:p>
    <w:p w:rsidR="000D5A72" w:rsidRDefault="000D5A72" w:rsidP="000D5A72">
      <w:pPr>
        <w:pStyle w:val="Koptekst"/>
        <w:tabs>
          <w:tab w:val="clear" w:pos="4536"/>
          <w:tab w:val="clear" w:pos="9072"/>
        </w:tabs>
      </w:pPr>
    </w:p>
    <w:p w:rsidR="000D5A72" w:rsidRDefault="000D5A72" w:rsidP="000D5A72">
      <w:pPr>
        <w:pStyle w:val="Koptekst"/>
        <w:numPr>
          <w:ilvl w:val="0"/>
          <w:numId w:val="7"/>
        </w:numPr>
        <w:tabs>
          <w:tab w:val="clear" w:pos="4536"/>
          <w:tab w:val="clear" w:pos="9072"/>
        </w:tabs>
      </w:pPr>
      <w:r>
        <w:t>Ga na of iemand wordt vermist door de aanwezigen en meld dit aan de leider van het calamiteitenteam.</w:t>
      </w:r>
    </w:p>
    <w:p w:rsidR="000D5A72" w:rsidRDefault="000D5A72" w:rsidP="000D5A72">
      <w:pPr>
        <w:pStyle w:val="Koptekst"/>
        <w:tabs>
          <w:tab w:val="clear" w:pos="4536"/>
          <w:tab w:val="clear" w:pos="9072"/>
        </w:tabs>
      </w:pPr>
    </w:p>
    <w:p w:rsidR="000D5A72" w:rsidRDefault="000D5A72" w:rsidP="000D5A72">
      <w:pPr>
        <w:pStyle w:val="Koptekst"/>
        <w:numPr>
          <w:ilvl w:val="0"/>
          <w:numId w:val="7"/>
        </w:numPr>
        <w:tabs>
          <w:tab w:val="clear" w:pos="4536"/>
          <w:tab w:val="clear" w:pos="9072"/>
        </w:tabs>
      </w:pPr>
      <w:r>
        <w:t xml:space="preserve">Rapporteer na volbrengen van uw taak uw bevindingen aan de leider van het calamiteiten zodat deze het overzicht houdt op de ontwikkelingen. </w:t>
      </w:r>
    </w:p>
    <w:p w:rsidR="000D5A72" w:rsidRDefault="000D5A72" w:rsidP="000D5A72">
      <w:pPr>
        <w:pStyle w:val="Koptekst"/>
        <w:tabs>
          <w:tab w:val="clear" w:pos="4536"/>
          <w:tab w:val="clear" w:pos="9072"/>
        </w:tabs>
        <w:ind w:left="340"/>
      </w:pPr>
      <w: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0"/>
      </w:tblGrid>
      <w:tr w:rsidR="000D5A72" w:rsidTr="00F46446">
        <w:tc>
          <w:tcPr>
            <w:tcW w:w="9142" w:type="dxa"/>
          </w:tcPr>
          <w:p w:rsidR="000D5A72" w:rsidRDefault="000D5A72" w:rsidP="00F46446">
            <w:pPr>
              <w:pStyle w:val="Koptekst"/>
              <w:tabs>
                <w:tab w:val="clear" w:pos="4536"/>
                <w:tab w:val="clear" w:pos="9072"/>
              </w:tabs>
              <w:rPr>
                <w:rFonts w:cs="Arial"/>
                <w:b/>
                <w:bCs/>
              </w:rPr>
            </w:pPr>
            <w:r>
              <w:br w:type="page"/>
            </w:r>
            <w:r>
              <w:rPr>
                <w:rFonts w:cs="Arial"/>
                <w:b/>
                <w:bCs/>
              </w:rPr>
              <w:br w:type="page"/>
              <w:t xml:space="preserve">4.5 Taken ontruimingsfunctionaris </w:t>
            </w:r>
          </w:p>
        </w:tc>
      </w:tr>
    </w:tbl>
    <w:p w:rsidR="000D5A72" w:rsidRDefault="000D5A72" w:rsidP="000D5A72">
      <w:pPr>
        <w:pStyle w:val="Koptekst"/>
        <w:tabs>
          <w:tab w:val="clear" w:pos="4536"/>
          <w:tab w:val="clear" w:pos="9072"/>
        </w:tabs>
        <w:ind w:left="340"/>
      </w:pPr>
    </w:p>
    <w:p w:rsidR="000D5A72" w:rsidRDefault="000D5A72" w:rsidP="000D5A72">
      <w:pPr>
        <w:pStyle w:val="Koptekst"/>
        <w:tabs>
          <w:tab w:val="clear" w:pos="4536"/>
          <w:tab w:val="clear" w:pos="9072"/>
        </w:tabs>
      </w:pPr>
      <w:r>
        <w:t>De taak van de ontruimingsfunctionaris is (zie 4):</w:t>
      </w:r>
    </w:p>
    <w:p w:rsidR="000D5A72" w:rsidRDefault="000D5A72" w:rsidP="000D5A72">
      <w:pPr>
        <w:pStyle w:val="Koptekst"/>
        <w:numPr>
          <w:ilvl w:val="0"/>
          <w:numId w:val="10"/>
        </w:numPr>
        <w:tabs>
          <w:tab w:val="clear" w:pos="700"/>
          <w:tab w:val="clear" w:pos="4536"/>
          <w:tab w:val="clear" w:pos="9072"/>
          <w:tab w:val="num" w:pos="360"/>
        </w:tabs>
        <w:ind w:left="340"/>
      </w:pPr>
      <w:r>
        <w:t>het daadwerkelijk (laten) ontruimen van het gebouw</w:t>
      </w:r>
    </w:p>
    <w:p w:rsidR="000D5A72" w:rsidRDefault="000D5A72" w:rsidP="000D5A72">
      <w:pPr>
        <w:pStyle w:val="Koptekst"/>
        <w:numPr>
          <w:ilvl w:val="0"/>
          <w:numId w:val="10"/>
        </w:numPr>
        <w:tabs>
          <w:tab w:val="clear" w:pos="700"/>
          <w:tab w:val="clear" w:pos="4536"/>
          <w:tab w:val="clear" w:pos="9072"/>
          <w:tab w:val="num" w:pos="360"/>
        </w:tabs>
        <w:ind w:left="340"/>
      </w:pPr>
      <w:r>
        <w:t>inzetten van het ontruimingspersoneel (kantinemedewerkers/overige bestuursleden)</w:t>
      </w:r>
    </w:p>
    <w:p w:rsidR="000D5A72" w:rsidRDefault="000D5A72" w:rsidP="000D5A72">
      <w:pPr>
        <w:pStyle w:val="Koptekst"/>
        <w:numPr>
          <w:ilvl w:val="0"/>
          <w:numId w:val="10"/>
        </w:numPr>
        <w:tabs>
          <w:tab w:val="clear" w:pos="700"/>
          <w:tab w:val="clear" w:pos="4536"/>
          <w:tab w:val="clear" w:pos="9072"/>
          <w:tab w:val="num" w:pos="360"/>
        </w:tabs>
        <w:ind w:left="340"/>
      </w:pPr>
      <w:r>
        <w:t>controle of het gehele clubgebouw ontruimd is</w:t>
      </w:r>
    </w:p>
    <w:p w:rsidR="000D5A72" w:rsidRDefault="000D5A72" w:rsidP="000D5A72">
      <w:pPr>
        <w:pStyle w:val="Koptekst"/>
        <w:numPr>
          <w:ilvl w:val="0"/>
          <w:numId w:val="10"/>
        </w:numPr>
        <w:tabs>
          <w:tab w:val="clear" w:pos="700"/>
          <w:tab w:val="clear" w:pos="4536"/>
          <w:tab w:val="clear" w:pos="9072"/>
          <w:tab w:val="num" w:pos="360"/>
        </w:tabs>
        <w:ind w:left="340"/>
      </w:pPr>
      <w:r>
        <w:t>melden aan de leider van het calamiteitenteam dat ontruiming gereed is</w:t>
      </w:r>
    </w:p>
    <w:p w:rsidR="000D5A72" w:rsidRDefault="000D5A72" w:rsidP="000D5A72">
      <w:pPr>
        <w:pStyle w:val="Koptekst"/>
        <w:numPr>
          <w:ilvl w:val="0"/>
          <w:numId w:val="10"/>
        </w:numPr>
        <w:tabs>
          <w:tab w:val="clear" w:pos="700"/>
          <w:tab w:val="clear" w:pos="4536"/>
          <w:tab w:val="clear" w:pos="9072"/>
          <w:tab w:val="num" w:pos="360"/>
        </w:tabs>
        <w:ind w:left="340"/>
      </w:pPr>
      <w:r>
        <w:t>melden van gewonde personen en andere bijzonderheden</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72"/>
      </w:tblGrid>
      <w:tr w:rsidR="000D5A72" w:rsidTr="00F46446">
        <w:tc>
          <w:tcPr>
            <w:tcW w:w="8872" w:type="dxa"/>
          </w:tcPr>
          <w:p w:rsidR="000D5A72" w:rsidRDefault="000D5A72" w:rsidP="00F46446">
            <w:pPr>
              <w:pStyle w:val="Koptekst"/>
              <w:tabs>
                <w:tab w:val="clear" w:pos="4536"/>
                <w:tab w:val="clear" w:pos="9072"/>
              </w:tabs>
              <w:rPr>
                <w:rFonts w:cs="Arial"/>
                <w:b/>
                <w:bCs/>
              </w:rPr>
            </w:pPr>
            <w:r>
              <w:rPr>
                <w:rFonts w:cs="Arial"/>
                <w:b/>
                <w:bCs/>
              </w:rPr>
              <w:t>4.6 Taken coördinator verzamelplaats</w:t>
            </w:r>
          </w:p>
        </w:tc>
      </w:tr>
    </w:tbl>
    <w:p w:rsidR="000D5A72" w:rsidRDefault="000D5A72" w:rsidP="000D5A72">
      <w:pPr>
        <w:pStyle w:val="Koptekst"/>
        <w:tabs>
          <w:tab w:val="clear" w:pos="4536"/>
          <w:tab w:val="clear" w:pos="9072"/>
        </w:tabs>
        <w:ind w:left="340"/>
        <w:jc w:val="center"/>
        <w:rPr>
          <w:b/>
          <w:bCs/>
          <w:sz w:val="28"/>
        </w:rPr>
      </w:pPr>
    </w:p>
    <w:p w:rsidR="000D5A72" w:rsidRDefault="000D5A72" w:rsidP="000D5A72">
      <w:pPr>
        <w:pStyle w:val="Koptekst"/>
        <w:tabs>
          <w:tab w:val="clear" w:pos="4536"/>
          <w:tab w:val="clear" w:pos="9072"/>
        </w:tabs>
        <w:rPr>
          <w:b/>
          <w:bCs/>
          <w:sz w:val="28"/>
        </w:rPr>
      </w:pPr>
      <w:r>
        <w:rPr>
          <w:b/>
          <w:bCs/>
          <w:sz w:val="28"/>
        </w:rPr>
        <w:t xml:space="preserve">Verzamelplaats: </w:t>
      </w:r>
      <w:sdt>
        <w:sdtPr>
          <w:rPr>
            <w:b/>
            <w:bCs/>
            <w:sz w:val="28"/>
          </w:rPr>
          <w:id w:val="938336494"/>
          <w:placeholder>
            <w:docPart w:val="45932834DF494CA7A1C78C8F4DB36ED7"/>
          </w:placeholder>
          <w:showingPlcHdr/>
        </w:sdtPr>
        <w:sdtEndPr/>
        <w:sdtContent>
          <w:r w:rsidRPr="00FD5FFB">
            <w:rPr>
              <w:rStyle w:val="Tekstvantijdelijkeaanduiding"/>
              <w:rFonts w:eastAsiaTheme="minorHAnsi"/>
            </w:rPr>
            <w:t>Klik of tik om tekst in te voeren.</w:t>
          </w:r>
        </w:sdtContent>
      </w:sdt>
      <w:r>
        <w:rPr>
          <w:b/>
          <w:bCs/>
          <w:sz w:val="28"/>
        </w:rPr>
        <w:t>(</w:t>
      </w:r>
      <w:r>
        <w:rPr>
          <w:i/>
          <w:iCs/>
        </w:rPr>
        <w:t>invullen</w:t>
      </w:r>
      <w:r>
        <w:rPr>
          <w:b/>
          <w:bCs/>
          <w:sz w:val="28"/>
        </w:rPr>
        <w:t>)</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De taak van de coördinator verzamelplaats is:</w:t>
      </w:r>
    </w:p>
    <w:p w:rsidR="000D5A72" w:rsidRDefault="000D5A72" w:rsidP="000D5A72">
      <w:pPr>
        <w:pStyle w:val="Koptekst"/>
        <w:numPr>
          <w:ilvl w:val="0"/>
          <w:numId w:val="9"/>
        </w:numPr>
        <w:tabs>
          <w:tab w:val="clear" w:pos="4536"/>
          <w:tab w:val="clear" w:pos="9072"/>
        </w:tabs>
      </w:pPr>
      <w:r>
        <w:t xml:space="preserve">Ervoor zorgen dat de verzamelplaats (zie 3.3) bereikbaar is. </w:t>
      </w:r>
    </w:p>
    <w:p w:rsidR="000D5A72" w:rsidRDefault="000D5A72" w:rsidP="000D5A72">
      <w:pPr>
        <w:pStyle w:val="Koptekst"/>
        <w:numPr>
          <w:ilvl w:val="0"/>
          <w:numId w:val="9"/>
        </w:numPr>
        <w:tabs>
          <w:tab w:val="clear" w:pos="4536"/>
          <w:tab w:val="clear" w:pos="9072"/>
        </w:tabs>
      </w:pPr>
      <w:r>
        <w:t>Zorgen voor voldoend EHBO-middelen op de verzamelplaats.</w:t>
      </w:r>
    </w:p>
    <w:p w:rsidR="000D5A72" w:rsidRDefault="000D5A72" w:rsidP="000D5A72">
      <w:pPr>
        <w:pStyle w:val="Koptekst"/>
        <w:numPr>
          <w:ilvl w:val="0"/>
          <w:numId w:val="9"/>
        </w:numPr>
        <w:tabs>
          <w:tab w:val="clear" w:pos="4536"/>
          <w:tab w:val="clear" w:pos="9072"/>
        </w:tabs>
      </w:pPr>
      <w:r>
        <w:t>Zorgen voor drinkwater op de verzamelplaats</w:t>
      </w:r>
    </w:p>
    <w:p w:rsidR="000D5A72" w:rsidRDefault="000D5A72" w:rsidP="000D5A72">
      <w:pPr>
        <w:pStyle w:val="Koptekst"/>
        <w:numPr>
          <w:ilvl w:val="0"/>
          <w:numId w:val="9"/>
        </w:numPr>
        <w:tabs>
          <w:tab w:val="clear" w:pos="4536"/>
          <w:tab w:val="clear" w:pos="9072"/>
        </w:tabs>
      </w:pPr>
      <w:r>
        <w:t>Ga naar de verzamelplaats zodra het sein tot ontruimen is gegeven.</w:t>
      </w:r>
    </w:p>
    <w:p w:rsidR="000D5A72" w:rsidRDefault="000D5A72" w:rsidP="000D5A72">
      <w:pPr>
        <w:pStyle w:val="Koptekst"/>
        <w:numPr>
          <w:ilvl w:val="0"/>
          <w:numId w:val="9"/>
        </w:numPr>
        <w:tabs>
          <w:tab w:val="clear" w:pos="4536"/>
          <w:tab w:val="clear" w:pos="9072"/>
        </w:tabs>
      </w:pPr>
      <w:r>
        <w:t xml:space="preserve">Zorg voor schrijfmateriaal, papier en (mobiele) telefoon. </w:t>
      </w:r>
    </w:p>
    <w:p w:rsidR="000D5A72" w:rsidRDefault="000D5A72" w:rsidP="000D5A72">
      <w:pPr>
        <w:pStyle w:val="Koptekst"/>
        <w:numPr>
          <w:ilvl w:val="0"/>
          <w:numId w:val="9"/>
        </w:numPr>
        <w:tabs>
          <w:tab w:val="clear" w:pos="4536"/>
          <w:tab w:val="clear" w:pos="9072"/>
        </w:tabs>
      </w:pPr>
      <w:r>
        <w:t xml:space="preserve">Iedereen dient zich bij u te melden. </w:t>
      </w:r>
    </w:p>
    <w:p w:rsidR="000D5A72" w:rsidRDefault="000D5A72" w:rsidP="000D5A72">
      <w:pPr>
        <w:pStyle w:val="Koptekst"/>
        <w:numPr>
          <w:ilvl w:val="0"/>
          <w:numId w:val="9"/>
        </w:numPr>
        <w:tabs>
          <w:tab w:val="clear" w:pos="4536"/>
          <w:tab w:val="clear" w:pos="9072"/>
        </w:tabs>
      </w:pPr>
      <w:r>
        <w:t>Registreer de personen die zich op de verzamelplaats melden.</w:t>
      </w:r>
    </w:p>
    <w:p w:rsidR="000D5A72" w:rsidRDefault="000D5A72" w:rsidP="000D5A72">
      <w:pPr>
        <w:pStyle w:val="Koptekst"/>
        <w:numPr>
          <w:ilvl w:val="0"/>
          <w:numId w:val="9"/>
        </w:numPr>
        <w:tabs>
          <w:tab w:val="clear" w:pos="4536"/>
          <w:tab w:val="clear" w:pos="9072"/>
        </w:tabs>
      </w:pPr>
      <w:r>
        <w:t>Wijs de aanvoerder of leider van de teams aan als aanspreekpersoon.</w:t>
      </w:r>
    </w:p>
    <w:p w:rsidR="000D5A72" w:rsidRDefault="000D5A72" w:rsidP="000D5A72">
      <w:pPr>
        <w:pStyle w:val="Koptekst"/>
        <w:numPr>
          <w:ilvl w:val="0"/>
          <w:numId w:val="9"/>
        </w:numPr>
        <w:tabs>
          <w:tab w:val="clear" w:pos="4536"/>
          <w:tab w:val="clear" w:pos="9072"/>
        </w:tabs>
      </w:pPr>
      <w:r>
        <w:t>Controleer via de aanvoerders of leiders of alle teams compleet zijn. Maak zonodig lijsten van ieder team.</w:t>
      </w:r>
    </w:p>
    <w:p w:rsidR="000D5A72" w:rsidRDefault="000D5A72" w:rsidP="000D5A72">
      <w:pPr>
        <w:pStyle w:val="Koptekst"/>
        <w:numPr>
          <w:ilvl w:val="0"/>
          <w:numId w:val="9"/>
        </w:numPr>
        <w:tabs>
          <w:tab w:val="clear" w:pos="4536"/>
          <w:tab w:val="clear" w:pos="9072"/>
        </w:tabs>
      </w:pPr>
      <w:r>
        <w:t>Denk vooral aan bezoekende teams die niet bekend met de situatie zijn.</w:t>
      </w:r>
    </w:p>
    <w:p w:rsidR="000D5A72" w:rsidRDefault="000D5A72" w:rsidP="000D5A72">
      <w:pPr>
        <w:pStyle w:val="Koptekst"/>
        <w:numPr>
          <w:ilvl w:val="0"/>
          <w:numId w:val="9"/>
        </w:numPr>
        <w:tabs>
          <w:tab w:val="clear" w:pos="4536"/>
          <w:tab w:val="clear" w:pos="9072"/>
        </w:tabs>
      </w:pPr>
      <w:r>
        <w:t>Registreer vermiste personen en geeft dit onmiddellijk door aan de leider van het calamiteitenteam in de coördinatieruimte.</w:t>
      </w:r>
    </w:p>
    <w:p w:rsidR="000D5A72" w:rsidRDefault="000D5A72" w:rsidP="000D5A72">
      <w:pPr>
        <w:pStyle w:val="Koptekst"/>
        <w:numPr>
          <w:ilvl w:val="0"/>
          <w:numId w:val="9"/>
        </w:numPr>
        <w:tabs>
          <w:tab w:val="clear" w:pos="4536"/>
          <w:tab w:val="clear" w:pos="9072"/>
        </w:tabs>
      </w:pPr>
      <w:r>
        <w:t>Meld onregelmatigheden aan het coördinatiecentrum.</w:t>
      </w:r>
    </w:p>
    <w:p w:rsidR="000D5A72" w:rsidRDefault="000D5A72" w:rsidP="000D5A72">
      <w:pPr>
        <w:pStyle w:val="Koptekst"/>
        <w:numPr>
          <w:ilvl w:val="0"/>
          <w:numId w:val="9"/>
        </w:numPr>
        <w:tabs>
          <w:tab w:val="clear" w:pos="4536"/>
          <w:tab w:val="clear" w:pos="9072"/>
        </w:tabs>
      </w:pPr>
      <w:r>
        <w:t>Aanwezigen alleen naar huis sturen als daartoe de opdracht is ontvangen.</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c>
          <w:tcPr>
            <w:tcW w:w="9212" w:type="dxa"/>
          </w:tcPr>
          <w:p w:rsidR="000D5A72" w:rsidRDefault="000D5A72" w:rsidP="00F46446">
            <w:pPr>
              <w:pStyle w:val="Koptekst"/>
              <w:tabs>
                <w:tab w:val="clear" w:pos="4536"/>
                <w:tab w:val="clear" w:pos="9072"/>
              </w:tabs>
              <w:rPr>
                <w:rFonts w:cs="Arial"/>
                <w:b/>
                <w:bCs/>
                <w:sz w:val="28"/>
              </w:rPr>
            </w:pPr>
            <w:r>
              <w:rPr>
                <w:rFonts w:cs="Arial"/>
                <w:b/>
                <w:bCs/>
                <w:sz w:val="28"/>
              </w:rPr>
              <w:t>5. Bijlagen</w:t>
            </w:r>
          </w:p>
        </w:tc>
      </w:tr>
    </w:tbl>
    <w:p w:rsidR="000D5A72" w:rsidRDefault="000D5A72" w:rsidP="000D5A72">
      <w:pPr>
        <w:pStyle w:val="Koptekst"/>
        <w:tabs>
          <w:tab w:val="clear" w:pos="4536"/>
          <w:tab w:val="clear" w:pos="9072"/>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c>
          <w:tcPr>
            <w:tcW w:w="9212" w:type="dxa"/>
          </w:tcPr>
          <w:p w:rsidR="000D5A72" w:rsidRDefault="000D5A72" w:rsidP="00F46446">
            <w:pPr>
              <w:pStyle w:val="Koptekst"/>
              <w:tabs>
                <w:tab w:val="clear" w:pos="4536"/>
                <w:tab w:val="clear" w:pos="9072"/>
              </w:tabs>
              <w:rPr>
                <w:rFonts w:cs="Arial"/>
                <w:b/>
                <w:bCs/>
              </w:rPr>
            </w:pPr>
            <w:r>
              <w:rPr>
                <w:rFonts w:cs="Arial"/>
                <w:b/>
                <w:bCs/>
              </w:rPr>
              <w:t>5.1 Vluchtwegenplan</w:t>
            </w:r>
          </w:p>
        </w:tc>
      </w:tr>
    </w:tbl>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rPr>
          <w:i/>
          <w:iCs/>
        </w:rPr>
      </w:pPr>
      <w:r>
        <w:rPr>
          <w:i/>
          <w:iCs/>
        </w:rPr>
        <w:t>Er dient een eenvoudige – schetsmatige - plattegrond van het clubgebouw te worden gemaakt waarop de vluchtwegen en plaats van de brandblusmiddelen staan aangegeven. Deze plattegrond – maximaal formaat A4 - dient te worden geplastificeerd en op een aantal relevante plaatsen in het clubgebouw te worden opgehangen samen met de alarmgegevens (zie hoofdstuk 5.4)</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In het clubgebouw zijn op de volgende plaatsen plattegronden aangebracht waarop de vluchtwegen, nooduitgangen en de plaats van de brandblusmiddelen staan aangegeven:</w:t>
      </w:r>
    </w:p>
    <w:p w:rsidR="000D5A72" w:rsidRDefault="000D5A72" w:rsidP="000D5A72">
      <w:pPr>
        <w:pStyle w:val="Koptekst"/>
        <w:numPr>
          <w:ilvl w:val="0"/>
          <w:numId w:val="42"/>
        </w:numPr>
        <w:tabs>
          <w:tab w:val="clear" w:pos="4536"/>
          <w:tab w:val="clear" w:pos="9072"/>
        </w:tabs>
      </w:pPr>
      <w:r>
        <w:t>toegangshal</w:t>
      </w:r>
    </w:p>
    <w:p w:rsidR="000D5A72" w:rsidRDefault="000D5A72" w:rsidP="000D5A72">
      <w:pPr>
        <w:pStyle w:val="Koptekst"/>
        <w:numPr>
          <w:ilvl w:val="0"/>
          <w:numId w:val="42"/>
        </w:numPr>
        <w:tabs>
          <w:tab w:val="clear" w:pos="4536"/>
          <w:tab w:val="clear" w:pos="9072"/>
        </w:tabs>
      </w:pPr>
      <w:r>
        <w:t>kantine</w:t>
      </w:r>
    </w:p>
    <w:p w:rsidR="000D5A72" w:rsidRDefault="000D5A72" w:rsidP="000D5A72">
      <w:pPr>
        <w:pStyle w:val="Koptekst"/>
        <w:numPr>
          <w:ilvl w:val="0"/>
          <w:numId w:val="42"/>
        </w:numPr>
        <w:tabs>
          <w:tab w:val="clear" w:pos="4536"/>
          <w:tab w:val="clear" w:pos="9072"/>
        </w:tabs>
      </w:pPr>
      <w:r>
        <w:t>gang voor de kleedkamers</w:t>
      </w:r>
    </w:p>
    <w:sdt>
      <w:sdtPr>
        <w:id w:val="2123490201"/>
        <w:placeholder>
          <w:docPart w:val="308EDBD2615E48B8A00A483DA53DD11C"/>
        </w:placeholder>
        <w:showingPlcHdr/>
        <w:text/>
      </w:sdtPr>
      <w:sdtEndPr/>
      <w:sdtContent>
        <w:p w:rsidR="000D5A72" w:rsidRDefault="000D5A72" w:rsidP="000D5A72">
          <w:pPr>
            <w:pStyle w:val="Koptekst"/>
            <w:numPr>
              <w:ilvl w:val="0"/>
              <w:numId w:val="42"/>
            </w:numPr>
            <w:tabs>
              <w:tab w:val="clear" w:pos="4536"/>
              <w:tab w:val="clear" w:pos="9072"/>
            </w:tabs>
          </w:pPr>
          <w:r w:rsidRPr="00FD5FFB">
            <w:rPr>
              <w:rStyle w:val="Tekstvantijdelijkeaanduiding"/>
              <w:rFonts w:eastAsiaTheme="minorHAnsi"/>
            </w:rPr>
            <w:t>Klik of tik om tekst in te voeren.</w:t>
          </w:r>
        </w:p>
      </w:sdtContent>
    </w:sdt>
    <w:p w:rsidR="000D5A72" w:rsidRDefault="00C6352C" w:rsidP="000D5A72">
      <w:pPr>
        <w:pStyle w:val="Koptekst"/>
        <w:numPr>
          <w:ilvl w:val="0"/>
          <w:numId w:val="42"/>
        </w:numPr>
        <w:tabs>
          <w:tab w:val="clear" w:pos="4536"/>
          <w:tab w:val="clear" w:pos="9072"/>
        </w:tabs>
        <w:rPr>
          <w:i/>
          <w:iCs/>
        </w:rPr>
      </w:pPr>
      <w:sdt>
        <w:sdtPr>
          <w:rPr>
            <w:i/>
            <w:iCs/>
          </w:rPr>
          <w:id w:val="-1065183768"/>
          <w:placeholder>
            <w:docPart w:val="87C24682408D4210BB9DC7412C243F40"/>
          </w:placeholder>
          <w:showingPlcHdr/>
          <w:text/>
        </w:sdtPr>
        <w:sdtEndPr/>
        <w:sdtContent>
          <w:r w:rsidR="000D5A72" w:rsidRPr="00FD5FFB">
            <w:rPr>
              <w:rStyle w:val="Tekstvantijdelijkeaanduiding"/>
              <w:rFonts w:eastAsiaTheme="minorHAnsi"/>
            </w:rPr>
            <w:t>Klik of tik om tekst in te voeren.</w:t>
          </w:r>
        </w:sdtContent>
      </w:sdt>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De vluchtwegen en nooduitgangen zijn aangegev</w:t>
      </w:r>
      <w:r w:rsidR="00AF3531">
        <w:t>en met betreffende pictogrammen</w:t>
      </w:r>
      <w:r>
        <w:t>.</w:t>
      </w:r>
    </w:p>
    <w:p w:rsidR="000D5A72" w:rsidRDefault="000D5A72" w:rsidP="000D5A72">
      <w:pPr>
        <w:pStyle w:val="Koptekst"/>
        <w:tabs>
          <w:tab w:val="clear" w:pos="4536"/>
          <w:tab w:val="clear" w:pos="9072"/>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c>
          <w:tcPr>
            <w:tcW w:w="9212" w:type="dxa"/>
          </w:tcPr>
          <w:p w:rsidR="000D5A72" w:rsidRDefault="000D5A72" w:rsidP="00F46446">
            <w:pPr>
              <w:pStyle w:val="Koptekst"/>
              <w:tabs>
                <w:tab w:val="clear" w:pos="4536"/>
                <w:tab w:val="clear" w:pos="9072"/>
              </w:tabs>
              <w:rPr>
                <w:rFonts w:cs="Arial"/>
                <w:b/>
                <w:bCs/>
              </w:rPr>
            </w:pPr>
            <w:r>
              <w:rPr>
                <w:rFonts w:cs="Arial"/>
                <w:b/>
                <w:bCs/>
              </w:rPr>
              <w:t>5.2 Blusmiddelen</w:t>
            </w:r>
          </w:p>
        </w:tc>
      </w:tr>
    </w:tbl>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In het clubgebouw zijn de volgende kleine blusmiddelen aanwezig:</w:t>
      </w:r>
    </w:p>
    <w:p w:rsidR="000D5A72" w:rsidRDefault="000D5A72" w:rsidP="000D5A72">
      <w:pPr>
        <w:pStyle w:val="Koptekst"/>
        <w:tabs>
          <w:tab w:val="clear" w:pos="4536"/>
          <w:tab w:val="clear" w:pos="9072"/>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4"/>
        <w:gridCol w:w="4526"/>
      </w:tblGrid>
      <w:tr w:rsidR="000D5A72" w:rsidTr="00F46446">
        <w:tc>
          <w:tcPr>
            <w:tcW w:w="4606" w:type="dxa"/>
          </w:tcPr>
          <w:p w:rsidR="000D5A72" w:rsidRDefault="000D5A72" w:rsidP="00F46446">
            <w:pPr>
              <w:pStyle w:val="Koptekst"/>
              <w:tabs>
                <w:tab w:val="clear" w:pos="4536"/>
                <w:tab w:val="clear" w:pos="9072"/>
              </w:tabs>
              <w:rPr>
                <w:b/>
                <w:bCs/>
              </w:rPr>
            </w:pPr>
            <w:r>
              <w:rPr>
                <w:b/>
                <w:bCs/>
              </w:rPr>
              <w:t>soort brandblusmiddel</w:t>
            </w:r>
          </w:p>
        </w:tc>
        <w:tc>
          <w:tcPr>
            <w:tcW w:w="4606" w:type="dxa"/>
          </w:tcPr>
          <w:p w:rsidR="000D5A72" w:rsidRDefault="000D5A72" w:rsidP="00F46446">
            <w:pPr>
              <w:pStyle w:val="Koptekst"/>
              <w:tabs>
                <w:tab w:val="clear" w:pos="4536"/>
                <w:tab w:val="clear" w:pos="9072"/>
              </w:tabs>
              <w:rPr>
                <w:b/>
                <w:bCs/>
              </w:rPr>
            </w:pPr>
            <w:r>
              <w:rPr>
                <w:b/>
                <w:bCs/>
              </w:rPr>
              <w:t>plaats/locatie</w:t>
            </w:r>
          </w:p>
        </w:tc>
      </w:tr>
      <w:tr w:rsidR="000D5A72" w:rsidTr="00F46446">
        <w:tc>
          <w:tcPr>
            <w:tcW w:w="4606" w:type="dxa"/>
          </w:tcPr>
          <w:p w:rsidR="000D5A72" w:rsidRDefault="000D5A72" w:rsidP="00F46446">
            <w:pPr>
              <w:pStyle w:val="Koptekst"/>
              <w:tabs>
                <w:tab w:val="clear" w:pos="4536"/>
                <w:tab w:val="clear" w:pos="9072"/>
              </w:tabs>
            </w:pPr>
            <w:r>
              <w:t>Brandslang</w:t>
            </w:r>
          </w:p>
        </w:tc>
        <w:tc>
          <w:tcPr>
            <w:tcW w:w="4606" w:type="dxa"/>
          </w:tcPr>
          <w:p w:rsidR="000D5A72" w:rsidRDefault="000D5A72" w:rsidP="00F46446">
            <w:pPr>
              <w:pStyle w:val="Koptekst"/>
              <w:tabs>
                <w:tab w:val="clear" w:pos="4536"/>
                <w:tab w:val="clear" w:pos="9072"/>
              </w:tabs>
              <w:rPr>
                <w:i/>
                <w:iCs/>
              </w:rPr>
            </w:pPr>
            <w:r>
              <w:rPr>
                <w:i/>
                <w:iCs/>
              </w:rPr>
              <w:t xml:space="preserve">in de centrale hal of anders </w:t>
            </w:r>
            <w:sdt>
              <w:sdtPr>
                <w:rPr>
                  <w:i/>
                  <w:iCs/>
                </w:rPr>
                <w:id w:val="-1641810431"/>
                <w:placeholder>
                  <w:docPart w:val="AF83AB8294FD4F319DBF3F87AE48C0A2"/>
                </w:placeholder>
                <w:showingPlcHdr/>
                <w:text/>
              </w:sdtPr>
              <w:sdtEndPr/>
              <w:sdtContent>
                <w:r w:rsidRPr="00FD5FFB">
                  <w:rPr>
                    <w:rStyle w:val="Tekstvantijdelijkeaanduiding"/>
                    <w:rFonts w:eastAsiaTheme="minorHAnsi"/>
                  </w:rPr>
                  <w:t>Klik of tik om tekst in te voeren.</w:t>
                </w:r>
              </w:sdtContent>
            </w:sdt>
          </w:p>
        </w:tc>
      </w:tr>
      <w:tr w:rsidR="000D5A72" w:rsidTr="00F46446">
        <w:tc>
          <w:tcPr>
            <w:tcW w:w="4606" w:type="dxa"/>
          </w:tcPr>
          <w:p w:rsidR="000D5A72" w:rsidRDefault="000D5A72" w:rsidP="00F46446">
            <w:pPr>
              <w:pStyle w:val="Koptekst"/>
              <w:tabs>
                <w:tab w:val="clear" w:pos="4536"/>
                <w:tab w:val="clear" w:pos="9072"/>
              </w:tabs>
            </w:pPr>
            <w:r>
              <w:t xml:space="preserve">poederblusser </w:t>
            </w:r>
            <w:sdt>
              <w:sdtPr>
                <w:id w:val="-1623222984"/>
                <w:placeholder>
                  <w:docPart w:val="06C57D4F416C47B9A037AA7D6F880B7B"/>
                </w:placeholder>
                <w:showingPlcHdr/>
                <w:text/>
              </w:sdtPr>
              <w:sdtEndPr/>
              <w:sdtContent>
                <w:r>
                  <w:rPr>
                    <w:rStyle w:val="Tekstvantijdelijkeaanduiding"/>
                    <w:rFonts w:eastAsiaTheme="minorHAnsi"/>
                  </w:rPr>
                  <w:t>aantal kg</w:t>
                </w:r>
              </w:sdtContent>
            </w:sdt>
          </w:p>
        </w:tc>
        <w:tc>
          <w:tcPr>
            <w:tcW w:w="4606" w:type="dxa"/>
          </w:tcPr>
          <w:p w:rsidR="000D5A72" w:rsidRDefault="000D5A72" w:rsidP="00F46446">
            <w:pPr>
              <w:pStyle w:val="Koptekst"/>
              <w:tabs>
                <w:tab w:val="clear" w:pos="4536"/>
                <w:tab w:val="clear" w:pos="9072"/>
              </w:tabs>
              <w:rPr>
                <w:i/>
                <w:iCs/>
              </w:rPr>
            </w:pPr>
            <w:r>
              <w:rPr>
                <w:i/>
                <w:iCs/>
              </w:rPr>
              <w:t xml:space="preserve">in de keuken of anders </w:t>
            </w:r>
            <w:sdt>
              <w:sdtPr>
                <w:rPr>
                  <w:i/>
                  <w:iCs/>
                </w:rPr>
                <w:id w:val="-514691389"/>
                <w:placeholder>
                  <w:docPart w:val="7B8C46C070C74F94996EAC5C1BBC2689"/>
                </w:placeholder>
                <w:showingPlcHdr/>
                <w:text/>
              </w:sdtPr>
              <w:sdtEndPr/>
              <w:sdtContent>
                <w:r w:rsidRPr="00FD5FFB">
                  <w:rPr>
                    <w:rStyle w:val="Tekstvantijdelijkeaanduiding"/>
                    <w:rFonts w:eastAsiaTheme="minorHAnsi"/>
                  </w:rPr>
                  <w:t>Klik of tik om tekst in te voeren.</w:t>
                </w:r>
              </w:sdtContent>
            </w:sdt>
          </w:p>
        </w:tc>
      </w:tr>
      <w:tr w:rsidR="000D5A72" w:rsidTr="00F46446">
        <w:tc>
          <w:tcPr>
            <w:tcW w:w="4606" w:type="dxa"/>
          </w:tcPr>
          <w:p w:rsidR="000D5A72" w:rsidRDefault="000D5A72" w:rsidP="00F46446">
            <w:pPr>
              <w:pStyle w:val="Koptekst"/>
              <w:tabs>
                <w:tab w:val="clear" w:pos="4536"/>
                <w:tab w:val="clear" w:pos="9072"/>
              </w:tabs>
            </w:pPr>
            <w:r>
              <w:t xml:space="preserve">poederblusser </w:t>
            </w:r>
            <w:sdt>
              <w:sdtPr>
                <w:id w:val="-384408633"/>
                <w:placeholder>
                  <w:docPart w:val="8A0F4116A473422793B7E802E8CF17D6"/>
                </w:placeholder>
                <w:showingPlcHdr/>
                <w:text/>
              </w:sdtPr>
              <w:sdtEndPr/>
              <w:sdtContent>
                <w:r>
                  <w:rPr>
                    <w:rStyle w:val="Tekstvantijdelijkeaanduiding"/>
                    <w:rFonts w:eastAsiaTheme="minorHAnsi"/>
                  </w:rPr>
                  <w:t>aantal kg</w:t>
                </w:r>
              </w:sdtContent>
            </w:sdt>
          </w:p>
        </w:tc>
        <w:tc>
          <w:tcPr>
            <w:tcW w:w="4606" w:type="dxa"/>
          </w:tcPr>
          <w:p w:rsidR="000D5A72" w:rsidRDefault="000D5A72" w:rsidP="00F46446">
            <w:pPr>
              <w:pStyle w:val="Koptekst"/>
              <w:tabs>
                <w:tab w:val="clear" w:pos="4536"/>
                <w:tab w:val="clear" w:pos="9072"/>
              </w:tabs>
              <w:rPr>
                <w:i/>
                <w:iCs/>
              </w:rPr>
            </w:pPr>
            <w:r>
              <w:rPr>
                <w:i/>
                <w:iCs/>
              </w:rPr>
              <w:t xml:space="preserve">in de kantine of anders </w:t>
            </w:r>
            <w:sdt>
              <w:sdtPr>
                <w:rPr>
                  <w:i/>
                  <w:iCs/>
                </w:rPr>
                <w:id w:val="2019886749"/>
                <w:placeholder>
                  <w:docPart w:val="92E5992217594F08A8E9E1A9536BCA5E"/>
                </w:placeholder>
                <w:showingPlcHdr/>
                <w:text/>
              </w:sdtPr>
              <w:sdtEndPr/>
              <w:sdtContent>
                <w:r w:rsidRPr="00FD5FFB">
                  <w:rPr>
                    <w:rStyle w:val="Tekstvantijdelijkeaanduiding"/>
                    <w:rFonts w:eastAsiaTheme="minorHAnsi"/>
                  </w:rPr>
                  <w:t>Klik of tik om tekst in te voeren.</w:t>
                </w:r>
              </w:sdtContent>
            </w:sdt>
          </w:p>
        </w:tc>
      </w:tr>
      <w:tr w:rsidR="000D5A72" w:rsidTr="00F46446">
        <w:tc>
          <w:tcPr>
            <w:tcW w:w="4606" w:type="dxa"/>
          </w:tcPr>
          <w:p w:rsidR="000D5A72" w:rsidRDefault="000D5A72" w:rsidP="00F46446">
            <w:pPr>
              <w:pStyle w:val="Koptekst"/>
              <w:tabs>
                <w:tab w:val="clear" w:pos="4536"/>
                <w:tab w:val="clear" w:pos="9072"/>
              </w:tabs>
            </w:pPr>
            <w:r>
              <w:t>Branddeken</w:t>
            </w:r>
          </w:p>
        </w:tc>
        <w:tc>
          <w:tcPr>
            <w:tcW w:w="4606" w:type="dxa"/>
          </w:tcPr>
          <w:p w:rsidR="000D5A72" w:rsidRDefault="000D5A72" w:rsidP="00F46446">
            <w:pPr>
              <w:pStyle w:val="Koptekst"/>
              <w:tabs>
                <w:tab w:val="clear" w:pos="4536"/>
                <w:tab w:val="clear" w:pos="9072"/>
              </w:tabs>
              <w:rPr>
                <w:i/>
                <w:iCs/>
              </w:rPr>
            </w:pPr>
            <w:r>
              <w:rPr>
                <w:i/>
                <w:iCs/>
              </w:rPr>
              <w:t xml:space="preserve">in de keuken of anders </w:t>
            </w:r>
            <w:sdt>
              <w:sdtPr>
                <w:rPr>
                  <w:i/>
                  <w:iCs/>
                </w:rPr>
                <w:id w:val="156662136"/>
                <w:placeholder>
                  <w:docPart w:val="E9D0F852A31D4E88B073011B0B6E91DF"/>
                </w:placeholder>
                <w:showingPlcHdr/>
                <w:text/>
              </w:sdtPr>
              <w:sdtEndPr/>
              <w:sdtContent>
                <w:r w:rsidRPr="00FD5FFB">
                  <w:rPr>
                    <w:rStyle w:val="Tekstvantijdelijkeaanduiding"/>
                    <w:rFonts w:eastAsiaTheme="minorHAnsi"/>
                  </w:rPr>
                  <w:t>Klik of tik om tekst in te voeren.</w:t>
                </w:r>
              </w:sdtContent>
            </w:sdt>
          </w:p>
        </w:tc>
      </w:tr>
      <w:tr w:rsidR="000D5A72" w:rsidTr="00F46446">
        <w:sdt>
          <w:sdtPr>
            <w:id w:val="772588438"/>
            <w:placeholder>
              <w:docPart w:val="9A0F04EE614B4FF69A2149F758F7AB5C"/>
            </w:placeholder>
            <w:showingPlcHdr/>
            <w:text/>
          </w:sdtPr>
          <w:sdtEndPr/>
          <w:sdtContent>
            <w:tc>
              <w:tcPr>
                <w:tcW w:w="4606" w:type="dxa"/>
              </w:tcPr>
              <w:p w:rsidR="000D5A72" w:rsidRDefault="000D5A72" w:rsidP="00F46446">
                <w:pPr>
                  <w:pStyle w:val="Koptekst"/>
                  <w:tabs>
                    <w:tab w:val="clear" w:pos="4536"/>
                    <w:tab w:val="clear" w:pos="9072"/>
                  </w:tabs>
                </w:pPr>
                <w:r w:rsidRPr="00FD5FFB">
                  <w:rPr>
                    <w:rStyle w:val="Tekstvantijdelijkeaanduiding"/>
                    <w:rFonts w:eastAsiaTheme="minorHAnsi"/>
                  </w:rPr>
                  <w:t>Klik of tik om tekst in te voeren.</w:t>
                </w:r>
              </w:p>
            </w:tc>
          </w:sdtContent>
        </w:sdt>
        <w:sdt>
          <w:sdtPr>
            <w:id w:val="-949851871"/>
            <w:placeholder>
              <w:docPart w:val="BEE22AAA058348719690F576E5279CEF"/>
            </w:placeholder>
            <w:showingPlcHdr/>
            <w:text/>
          </w:sdtPr>
          <w:sdtEndPr/>
          <w:sdtContent>
            <w:tc>
              <w:tcPr>
                <w:tcW w:w="4606" w:type="dxa"/>
              </w:tcPr>
              <w:p w:rsidR="000D5A72" w:rsidRDefault="000D5A72" w:rsidP="00F46446">
                <w:pPr>
                  <w:pStyle w:val="Koptekst"/>
                  <w:tabs>
                    <w:tab w:val="clear" w:pos="4536"/>
                    <w:tab w:val="clear" w:pos="9072"/>
                  </w:tabs>
                </w:pPr>
                <w:r w:rsidRPr="00FD5FFB">
                  <w:rPr>
                    <w:rStyle w:val="Tekstvantijdelijkeaanduiding"/>
                    <w:rFonts w:eastAsiaTheme="minorHAnsi"/>
                  </w:rPr>
                  <w:t>Klik of tik om tekst in te voeren.</w:t>
                </w:r>
              </w:p>
            </w:tc>
          </w:sdtContent>
        </w:sdt>
      </w:tr>
      <w:tr w:rsidR="000D5A72" w:rsidTr="00F46446">
        <w:sdt>
          <w:sdtPr>
            <w:id w:val="-1052923817"/>
            <w:placeholder>
              <w:docPart w:val="273CD4564363487FA55AE538167E0452"/>
            </w:placeholder>
            <w:showingPlcHdr/>
            <w:text/>
          </w:sdtPr>
          <w:sdtEndPr/>
          <w:sdtContent>
            <w:tc>
              <w:tcPr>
                <w:tcW w:w="4606" w:type="dxa"/>
              </w:tcPr>
              <w:p w:rsidR="000D5A72" w:rsidRDefault="000D5A72" w:rsidP="00F46446">
                <w:pPr>
                  <w:pStyle w:val="Koptekst"/>
                  <w:tabs>
                    <w:tab w:val="clear" w:pos="4536"/>
                    <w:tab w:val="clear" w:pos="9072"/>
                  </w:tabs>
                </w:pPr>
                <w:r w:rsidRPr="00FD5FFB">
                  <w:rPr>
                    <w:rStyle w:val="Tekstvantijdelijkeaanduiding"/>
                    <w:rFonts w:eastAsiaTheme="minorHAnsi"/>
                  </w:rPr>
                  <w:t>Klik of tik om tekst in te voeren.</w:t>
                </w:r>
              </w:p>
            </w:tc>
          </w:sdtContent>
        </w:sdt>
        <w:sdt>
          <w:sdtPr>
            <w:id w:val="2135981865"/>
            <w:placeholder>
              <w:docPart w:val="B27E489459884138AE482FCCEF90CB88"/>
            </w:placeholder>
            <w:showingPlcHdr/>
            <w:text/>
          </w:sdtPr>
          <w:sdtEndPr/>
          <w:sdtContent>
            <w:tc>
              <w:tcPr>
                <w:tcW w:w="4606" w:type="dxa"/>
              </w:tcPr>
              <w:p w:rsidR="000D5A72" w:rsidRDefault="000D5A72" w:rsidP="00F46446">
                <w:pPr>
                  <w:pStyle w:val="Koptekst"/>
                  <w:tabs>
                    <w:tab w:val="clear" w:pos="4536"/>
                    <w:tab w:val="clear" w:pos="9072"/>
                  </w:tabs>
                </w:pPr>
                <w:r w:rsidRPr="00FD5FFB">
                  <w:rPr>
                    <w:rStyle w:val="Tekstvantijdelijkeaanduiding"/>
                    <w:rFonts w:eastAsiaTheme="minorHAnsi"/>
                  </w:rPr>
                  <w:t>Klik of tik om tekst in te voeren.</w:t>
                </w:r>
              </w:p>
            </w:tc>
          </w:sdtContent>
        </w:sdt>
      </w:tr>
    </w:tbl>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 xml:space="preserve">De brandblusmiddelen worden jaarlijks gecontroleerd door </w:t>
      </w:r>
      <w:sdt>
        <w:sdtPr>
          <w:id w:val="1435934831"/>
          <w:placeholder>
            <w:docPart w:val="0E02F5A5971A40C5BFF96E495673D99A"/>
          </w:placeholder>
          <w:showingPlcHdr/>
          <w:text/>
        </w:sdtPr>
        <w:sdtEndPr/>
        <w:sdtContent>
          <w:r>
            <w:rPr>
              <w:rStyle w:val="Tekstvantijdelijkeaanduiding"/>
              <w:rFonts w:eastAsiaTheme="minorHAnsi"/>
            </w:rPr>
            <w:t>naam instantie</w:t>
          </w:r>
        </w:sdtContent>
      </w:sdt>
      <w:r>
        <w:t>.</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rPr>
          <w:cantSplit/>
        </w:trPr>
        <w:tc>
          <w:tcPr>
            <w:tcW w:w="9212" w:type="dxa"/>
          </w:tcPr>
          <w:p w:rsidR="000D5A72" w:rsidRDefault="000D5A72" w:rsidP="00F46446">
            <w:pPr>
              <w:pStyle w:val="Koptekst"/>
              <w:tabs>
                <w:tab w:val="clear" w:pos="4536"/>
                <w:tab w:val="clear" w:pos="9072"/>
              </w:tabs>
              <w:rPr>
                <w:rFonts w:cs="Arial"/>
                <w:b/>
                <w:bCs/>
              </w:rPr>
            </w:pPr>
            <w:r>
              <w:rPr>
                <w:rFonts w:cs="Arial"/>
                <w:b/>
                <w:bCs/>
              </w:rPr>
              <w:t xml:space="preserve">5.3 Telefoon-  en gegevenslijsten </w:t>
            </w:r>
          </w:p>
        </w:tc>
      </w:tr>
    </w:tbl>
    <w:p w:rsidR="000D5A72" w:rsidRDefault="000D5A72" w:rsidP="000D5A72">
      <w:pPr>
        <w:pStyle w:val="Koptekst"/>
        <w:tabs>
          <w:tab w:val="clear" w:pos="4536"/>
          <w:tab w:val="clear" w:pos="9072"/>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34"/>
        <w:gridCol w:w="2092"/>
        <w:gridCol w:w="2131"/>
        <w:gridCol w:w="2103"/>
      </w:tblGrid>
      <w:tr w:rsidR="000D5A72" w:rsidTr="00F46446">
        <w:trPr>
          <w:cantSplit/>
        </w:trPr>
        <w:tc>
          <w:tcPr>
            <w:tcW w:w="9060" w:type="dxa"/>
            <w:gridSpan w:val="4"/>
          </w:tcPr>
          <w:p w:rsidR="000D5A72" w:rsidRDefault="000D5A72" w:rsidP="00F46446">
            <w:pPr>
              <w:rPr>
                <w:b/>
                <w:bCs/>
              </w:rPr>
            </w:pPr>
            <w:r>
              <w:rPr>
                <w:b/>
                <w:bCs/>
              </w:rPr>
              <w:t xml:space="preserve">Telefoonlijst bestuur </w:t>
            </w:r>
          </w:p>
        </w:tc>
      </w:tr>
      <w:tr w:rsidR="000D5A72" w:rsidTr="00F46446">
        <w:tc>
          <w:tcPr>
            <w:tcW w:w="2734" w:type="dxa"/>
          </w:tcPr>
          <w:p w:rsidR="000D5A72" w:rsidRDefault="000D5A72" w:rsidP="00F46446">
            <w:pPr>
              <w:rPr>
                <w:b/>
                <w:bCs/>
              </w:rPr>
            </w:pPr>
            <w:r>
              <w:rPr>
                <w:b/>
                <w:bCs/>
              </w:rPr>
              <w:t>functie</w:t>
            </w:r>
          </w:p>
        </w:tc>
        <w:tc>
          <w:tcPr>
            <w:tcW w:w="2092" w:type="dxa"/>
          </w:tcPr>
          <w:p w:rsidR="000D5A72" w:rsidRDefault="000D5A72" w:rsidP="00F46446">
            <w:pPr>
              <w:rPr>
                <w:b/>
                <w:bCs/>
              </w:rPr>
            </w:pPr>
            <w:r>
              <w:rPr>
                <w:b/>
                <w:bCs/>
              </w:rPr>
              <w:t>Naam</w:t>
            </w:r>
          </w:p>
        </w:tc>
        <w:tc>
          <w:tcPr>
            <w:tcW w:w="2131" w:type="dxa"/>
          </w:tcPr>
          <w:p w:rsidR="000D5A72" w:rsidRDefault="000D5A72" w:rsidP="00F46446">
            <w:pPr>
              <w:rPr>
                <w:b/>
                <w:bCs/>
              </w:rPr>
            </w:pPr>
            <w:r>
              <w:rPr>
                <w:b/>
                <w:bCs/>
              </w:rPr>
              <w:t>telefoonnummer</w:t>
            </w:r>
          </w:p>
        </w:tc>
        <w:tc>
          <w:tcPr>
            <w:tcW w:w="2103" w:type="dxa"/>
          </w:tcPr>
          <w:p w:rsidR="000D5A72" w:rsidRDefault="000D5A72" w:rsidP="00F46446">
            <w:pPr>
              <w:rPr>
                <w:b/>
                <w:bCs/>
              </w:rPr>
            </w:pPr>
            <w:r>
              <w:rPr>
                <w:b/>
                <w:bCs/>
              </w:rPr>
              <w:t>mobiel nummer</w:t>
            </w:r>
          </w:p>
        </w:tc>
      </w:tr>
      <w:tr w:rsidR="000D5A72" w:rsidTr="00F46446">
        <w:tc>
          <w:tcPr>
            <w:tcW w:w="2734" w:type="dxa"/>
          </w:tcPr>
          <w:p w:rsidR="000D5A72" w:rsidRDefault="000D5A72" w:rsidP="00F46446">
            <w:r>
              <w:t>voorzitter</w:t>
            </w:r>
          </w:p>
        </w:tc>
        <w:sdt>
          <w:sdtPr>
            <w:id w:val="1698273984"/>
            <w:placeholder>
              <w:docPart w:val="E83B03A35FEB40BB80051578D4FB0B5E"/>
            </w:placeholder>
            <w:showingPlcHdr/>
            <w:text/>
          </w:sdtPr>
          <w:sdtEndPr/>
          <w:sdtContent>
            <w:tc>
              <w:tcPr>
                <w:tcW w:w="2092" w:type="dxa"/>
              </w:tcPr>
              <w:p w:rsidR="000D5A72" w:rsidRDefault="000D5A72" w:rsidP="00F46446"/>
            </w:tc>
          </w:sdtContent>
        </w:sdt>
        <w:sdt>
          <w:sdtPr>
            <w:id w:val="-462652848"/>
            <w:placeholder>
              <w:docPart w:val="D378C82D54774F0F9E092A3565B2444D"/>
            </w:placeholder>
            <w:showingPlcHdr/>
            <w:text/>
          </w:sdtPr>
          <w:sdtEndPr/>
          <w:sdtContent>
            <w:tc>
              <w:tcPr>
                <w:tcW w:w="2131" w:type="dxa"/>
              </w:tcPr>
              <w:p w:rsidR="000D5A72" w:rsidRDefault="000D5A72" w:rsidP="00F46446"/>
            </w:tc>
          </w:sdtContent>
        </w:sdt>
        <w:sdt>
          <w:sdtPr>
            <w:id w:val="-541971511"/>
            <w:placeholder>
              <w:docPart w:val="079FC57116FF4953A8F34718FEC9E5A7"/>
            </w:placeholder>
            <w:showingPlcHdr/>
            <w:text/>
          </w:sdtPr>
          <w:sdtEndPr/>
          <w:sdtContent>
            <w:tc>
              <w:tcPr>
                <w:tcW w:w="2103" w:type="dxa"/>
              </w:tcPr>
              <w:p w:rsidR="000D5A72" w:rsidRDefault="000D5A72" w:rsidP="00F46446"/>
            </w:tc>
          </w:sdtContent>
        </w:sdt>
      </w:tr>
      <w:tr w:rsidR="000D5A72" w:rsidTr="00F46446">
        <w:tc>
          <w:tcPr>
            <w:tcW w:w="2734" w:type="dxa"/>
          </w:tcPr>
          <w:p w:rsidR="000D5A72" w:rsidRDefault="000D5A72" w:rsidP="00F46446">
            <w:r>
              <w:t>secretaris</w:t>
            </w:r>
          </w:p>
        </w:tc>
        <w:sdt>
          <w:sdtPr>
            <w:id w:val="238675125"/>
            <w:placeholder>
              <w:docPart w:val="11A4A294326B48049C323A11F7814451"/>
            </w:placeholder>
            <w:showingPlcHdr/>
            <w:text/>
          </w:sdtPr>
          <w:sdtEndPr/>
          <w:sdtContent>
            <w:tc>
              <w:tcPr>
                <w:tcW w:w="2092" w:type="dxa"/>
              </w:tcPr>
              <w:p w:rsidR="000D5A72" w:rsidRDefault="000D5A72" w:rsidP="00F46446"/>
            </w:tc>
          </w:sdtContent>
        </w:sdt>
        <w:sdt>
          <w:sdtPr>
            <w:id w:val="-1384717655"/>
            <w:placeholder>
              <w:docPart w:val="249385DC256F47758D5450E31D6C29E0"/>
            </w:placeholder>
            <w:showingPlcHdr/>
            <w:text/>
          </w:sdtPr>
          <w:sdtEndPr/>
          <w:sdtContent>
            <w:tc>
              <w:tcPr>
                <w:tcW w:w="2131" w:type="dxa"/>
              </w:tcPr>
              <w:p w:rsidR="000D5A72" w:rsidRDefault="000D5A72" w:rsidP="00F46446"/>
            </w:tc>
          </w:sdtContent>
        </w:sdt>
        <w:sdt>
          <w:sdtPr>
            <w:id w:val="241534200"/>
            <w:placeholder>
              <w:docPart w:val="FEC7465B776940C0B7C6DE07487F624C"/>
            </w:placeholder>
            <w:showingPlcHdr/>
            <w:text/>
          </w:sdtPr>
          <w:sdtEndPr/>
          <w:sdtContent>
            <w:tc>
              <w:tcPr>
                <w:tcW w:w="2103" w:type="dxa"/>
              </w:tcPr>
              <w:p w:rsidR="000D5A72" w:rsidRDefault="000D5A72" w:rsidP="00F46446"/>
            </w:tc>
          </w:sdtContent>
        </w:sdt>
      </w:tr>
      <w:tr w:rsidR="000D5A72" w:rsidTr="00F46446">
        <w:tc>
          <w:tcPr>
            <w:tcW w:w="2734" w:type="dxa"/>
          </w:tcPr>
          <w:p w:rsidR="000D5A72" w:rsidRDefault="000D5A72" w:rsidP="00F46446">
            <w:r>
              <w:t>penningmeester</w:t>
            </w:r>
          </w:p>
        </w:tc>
        <w:sdt>
          <w:sdtPr>
            <w:id w:val="1524134872"/>
            <w:placeholder>
              <w:docPart w:val="7B6716F90679409FB2C6A5DDE7345E50"/>
            </w:placeholder>
            <w:showingPlcHdr/>
            <w:text/>
          </w:sdtPr>
          <w:sdtEndPr/>
          <w:sdtContent>
            <w:tc>
              <w:tcPr>
                <w:tcW w:w="2092" w:type="dxa"/>
              </w:tcPr>
              <w:p w:rsidR="000D5A72" w:rsidRDefault="000D5A72" w:rsidP="00F46446"/>
            </w:tc>
          </w:sdtContent>
        </w:sdt>
        <w:sdt>
          <w:sdtPr>
            <w:id w:val="-775092615"/>
            <w:placeholder>
              <w:docPart w:val="29385069FE424B0995DB2A2C982350BB"/>
            </w:placeholder>
            <w:showingPlcHdr/>
            <w:text/>
          </w:sdtPr>
          <w:sdtEndPr/>
          <w:sdtContent>
            <w:tc>
              <w:tcPr>
                <w:tcW w:w="2131" w:type="dxa"/>
              </w:tcPr>
              <w:p w:rsidR="000D5A72" w:rsidRDefault="000D5A72" w:rsidP="00F46446"/>
            </w:tc>
          </w:sdtContent>
        </w:sdt>
        <w:sdt>
          <w:sdtPr>
            <w:id w:val="-2120755021"/>
            <w:placeholder>
              <w:docPart w:val="32CBB8E43CE5458DB703D65AE201732A"/>
            </w:placeholder>
            <w:showingPlcHdr/>
            <w:text/>
          </w:sdtPr>
          <w:sdtEndPr/>
          <w:sdtContent>
            <w:tc>
              <w:tcPr>
                <w:tcW w:w="2103" w:type="dxa"/>
              </w:tcPr>
              <w:p w:rsidR="000D5A72" w:rsidRDefault="000D5A72" w:rsidP="00F46446"/>
            </w:tc>
          </w:sdtContent>
        </w:sdt>
      </w:tr>
      <w:tr w:rsidR="000D5A72" w:rsidTr="00F46446">
        <w:tc>
          <w:tcPr>
            <w:tcW w:w="2734" w:type="dxa"/>
          </w:tcPr>
          <w:p w:rsidR="000D5A72" w:rsidRDefault="000D5A72" w:rsidP="00F46446">
            <w:r>
              <w:t>wedstrijdsecretaris</w:t>
            </w:r>
          </w:p>
        </w:tc>
        <w:sdt>
          <w:sdtPr>
            <w:id w:val="-2126611916"/>
            <w:placeholder>
              <w:docPart w:val="DAF4D33C72EF44EE8596438D04D4C77E"/>
            </w:placeholder>
            <w:showingPlcHdr/>
            <w:text/>
          </w:sdtPr>
          <w:sdtEndPr/>
          <w:sdtContent>
            <w:tc>
              <w:tcPr>
                <w:tcW w:w="2092" w:type="dxa"/>
              </w:tcPr>
              <w:p w:rsidR="000D5A72" w:rsidRDefault="000D5A72" w:rsidP="00F46446"/>
            </w:tc>
          </w:sdtContent>
        </w:sdt>
        <w:sdt>
          <w:sdtPr>
            <w:id w:val="-1500266363"/>
            <w:placeholder>
              <w:docPart w:val="41EC13E98B544B68BCF6E0AFAB33CFB3"/>
            </w:placeholder>
            <w:showingPlcHdr/>
            <w:text/>
          </w:sdtPr>
          <w:sdtEndPr/>
          <w:sdtContent>
            <w:tc>
              <w:tcPr>
                <w:tcW w:w="2131" w:type="dxa"/>
              </w:tcPr>
              <w:p w:rsidR="000D5A72" w:rsidRDefault="000D5A72" w:rsidP="00F46446"/>
            </w:tc>
          </w:sdtContent>
        </w:sdt>
        <w:sdt>
          <w:sdtPr>
            <w:id w:val="-1304151758"/>
            <w:placeholder>
              <w:docPart w:val="0175049484644E0EB25C27CDB8008B28"/>
            </w:placeholder>
            <w:showingPlcHdr/>
            <w:text/>
          </w:sdtPr>
          <w:sdtEndPr/>
          <w:sdtContent>
            <w:tc>
              <w:tcPr>
                <w:tcW w:w="2103" w:type="dxa"/>
              </w:tcPr>
              <w:p w:rsidR="000D5A72" w:rsidRDefault="000D5A72" w:rsidP="00F46446"/>
            </w:tc>
          </w:sdtContent>
        </w:sdt>
      </w:tr>
      <w:tr w:rsidR="000D5A72" w:rsidTr="00F46446">
        <w:tc>
          <w:tcPr>
            <w:tcW w:w="2734" w:type="dxa"/>
          </w:tcPr>
          <w:p w:rsidR="000D5A72" w:rsidRDefault="000D5A72" w:rsidP="00F46446">
            <w:r>
              <w:t>bestuurslid accommodaties</w:t>
            </w:r>
          </w:p>
        </w:tc>
        <w:sdt>
          <w:sdtPr>
            <w:id w:val="-2136021107"/>
            <w:placeholder>
              <w:docPart w:val="3A740C8D766A45388255F7F258C6F958"/>
            </w:placeholder>
            <w:showingPlcHdr/>
            <w:text/>
          </w:sdtPr>
          <w:sdtEndPr/>
          <w:sdtContent>
            <w:tc>
              <w:tcPr>
                <w:tcW w:w="2092" w:type="dxa"/>
              </w:tcPr>
              <w:p w:rsidR="000D5A72" w:rsidRDefault="000D5A72" w:rsidP="00F46446"/>
            </w:tc>
          </w:sdtContent>
        </w:sdt>
        <w:sdt>
          <w:sdtPr>
            <w:id w:val="441736246"/>
            <w:placeholder>
              <w:docPart w:val="BE1C4871391A450DAA891F0FA4F3AEAB"/>
            </w:placeholder>
            <w:showingPlcHdr/>
            <w:text/>
          </w:sdtPr>
          <w:sdtEndPr/>
          <w:sdtContent>
            <w:tc>
              <w:tcPr>
                <w:tcW w:w="2131" w:type="dxa"/>
              </w:tcPr>
              <w:p w:rsidR="000D5A72" w:rsidRDefault="000D5A72" w:rsidP="00F46446"/>
            </w:tc>
          </w:sdtContent>
        </w:sdt>
        <w:sdt>
          <w:sdtPr>
            <w:id w:val="-1812011171"/>
            <w:placeholder>
              <w:docPart w:val="259C2C02BADD4EF8B184B2B89AB0E978"/>
            </w:placeholder>
            <w:showingPlcHdr/>
            <w:text/>
          </w:sdtPr>
          <w:sdtEndPr/>
          <w:sdtContent>
            <w:tc>
              <w:tcPr>
                <w:tcW w:w="2103" w:type="dxa"/>
              </w:tcPr>
              <w:p w:rsidR="000D5A72" w:rsidRDefault="000D5A72" w:rsidP="00F46446"/>
            </w:tc>
          </w:sdtContent>
        </w:sdt>
      </w:tr>
      <w:tr w:rsidR="000D5A72" w:rsidTr="00F46446">
        <w:tc>
          <w:tcPr>
            <w:tcW w:w="2734" w:type="dxa"/>
          </w:tcPr>
          <w:p w:rsidR="000D5A72" w:rsidRDefault="000D5A72" w:rsidP="00F46446">
            <w:r>
              <w:t>kantinebeheerder</w:t>
            </w:r>
          </w:p>
        </w:tc>
        <w:sdt>
          <w:sdtPr>
            <w:id w:val="-1976213784"/>
            <w:placeholder>
              <w:docPart w:val="5631D69C5E224F8E900AEA11F6AE93DF"/>
            </w:placeholder>
            <w:showingPlcHdr/>
            <w:text/>
          </w:sdtPr>
          <w:sdtEndPr/>
          <w:sdtContent>
            <w:tc>
              <w:tcPr>
                <w:tcW w:w="2092" w:type="dxa"/>
              </w:tcPr>
              <w:p w:rsidR="000D5A72" w:rsidRDefault="000D5A72" w:rsidP="00F46446"/>
            </w:tc>
          </w:sdtContent>
        </w:sdt>
        <w:sdt>
          <w:sdtPr>
            <w:id w:val="-578757478"/>
            <w:placeholder>
              <w:docPart w:val="91F597408D0646E3A5B30A24B05AE1DD"/>
            </w:placeholder>
            <w:showingPlcHdr/>
            <w:text/>
          </w:sdtPr>
          <w:sdtEndPr/>
          <w:sdtContent>
            <w:tc>
              <w:tcPr>
                <w:tcW w:w="2131" w:type="dxa"/>
              </w:tcPr>
              <w:p w:rsidR="000D5A72" w:rsidRDefault="000D5A72" w:rsidP="00F46446"/>
            </w:tc>
          </w:sdtContent>
        </w:sdt>
        <w:sdt>
          <w:sdtPr>
            <w:id w:val="881828782"/>
            <w:placeholder>
              <w:docPart w:val="58427F319DD941428A6DA525C9FCD58A"/>
            </w:placeholder>
            <w:showingPlcHdr/>
            <w:text/>
          </w:sdtPr>
          <w:sdtEndPr/>
          <w:sdtContent>
            <w:tc>
              <w:tcPr>
                <w:tcW w:w="2103" w:type="dxa"/>
              </w:tcPr>
              <w:p w:rsidR="000D5A72" w:rsidRDefault="000D5A72" w:rsidP="00F46446"/>
            </w:tc>
          </w:sdtContent>
        </w:sdt>
      </w:tr>
      <w:tr w:rsidR="000D5A72" w:rsidTr="00F46446">
        <w:sdt>
          <w:sdtPr>
            <w:id w:val="694815481"/>
            <w:placeholder>
              <w:docPart w:val="6E58768F81E748C7BF84EEBA7B2CE0B2"/>
            </w:placeholder>
            <w:showingPlcHdr/>
            <w:text/>
          </w:sdtPr>
          <w:sdtEndPr/>
          <w:sdtContent>
            <w:tc>
              <w:tcPr>
                <w:tcW w:w="2734" w:type="dxa"/>
              </w:tcPr>
              <w:p w:rsidR="000D5A72" w:rsidRDefault="000D5A72" w:rsidP="00F46446"/>
            </w:tc>
          </w:sdtContent>
        </w:sdt>
        <w:sdt>
          <w:sdtPr>
            <w:id w:val="1106851049"/>
            <w:placeholder>
              <w:docPart w:val="26088D5FE2BA4E17A92AA195CCD40FD0"/>
            </w:placeholder>
            <w:showingPlcHdr/>
            <w:text/>
          </w:sdtPr>
          <w:sdtEndPr/>
          <w:sdtContent>
            <w:tc>
              <w:tcPr>
                <w:tcW w:w="2092" w:type="dxa"/>
              </w:tcPr>
              <w:p w:rsidR="000D5A72" w:rsidRDefault="000D5A72" w:rsidP="00F46446"/>
            </w:tc>
          </w:sdtContent>
        </w:sdt>
        <w:sdt>
          <w:sdtPr>
            <w:id w:val="317466150"/>
            <w:placeholder>
              <w:docPart w:val="01E72F40555A40B1AA05C039DC882E32"/>
            </w:placeholder>
            <w:showingPlcHdr/>
            <w:text/>
          </w:sdtPr>
          <w:sdtEndPr/>
          <w:sdtContent>
            <w:tc>
              <w:tcPr>
                <w:tcW w:w="2131" w:type="dxa"/>
              </w:tcPr>
              <w:p w:rsidR="000D5A72" w:rsidRDefault="000D5A72" w:rsidP="00F46446"/>
            </w:tc>
          </w:sdtContent>
        </w:sdt>
        <w:sdt>
          <w:sdtPr>
            <w:id w:val="1776831526"/>
            <w:placeholder>
              <w:docPart w:val="6023CABED4E7423DAB85D80CCAB0B736"/>
            </w:placeholder>
            <w:showingPlcHdr/>
            <w:text/>
          </w:sdtPr>
          <w:sdtEndPr/>
          <w:sdtContent>
            <w:tc>
              <w:tcPr>
                <w:tcW w:w="2103" w:type="dxa"/>
              </w:tcPr>
              <w:p w:rsidR="000D5A72" w:rsidRDefault="000D5A72" w:rsidP="00F46446"/>
            </w:tc>
          </w:sdtContent>
        </w:sdt>
      </w:tr>
      <w:tr w:rsidR="000D5A72" w:rsidTr="00F46446">
        <w:sdt>
          <w:sdtPr>
            <w:id w:val="-622302361"/>
            <w:placeholder>
              <w:docPart w:val="3556B921A83C4ACC95CC809C9804A53D"/>
            </w:placeholder>
            <w:showingPlcHdr/>
            <w:text/>
          </w:sdtPr>
          <w:sdtEndPr/>
          <w:sdtContent>
            <w:tc>
              <w:tcPr>
                <w:tcW w:w="2734" w:type="dxa"/>
              </w:tcPr>
              <w:p w:rsidR="000D5A72" w:rsidRDefault="000D5A72" w:rsidP="00F46446"/>
            </w:tc>
          </w:sdtContent>
        </w:sdt>
        <w:sdt>
          <w:sdtPr>
            <w:id w:val="-1419936185"/>
            <w:placeholder>
              <w:docPart w:val="8412554C0C644640A4050CCBE784D3FB"/>
            </w:placeholder>
            <w:showingPlcHdr/>
            <w:text/>
          </w:sdtPr>
          <w:sdtEndPr/>
          <w:sdtContent>
            <w:tc>
              <w:tcPr>
                <w:tcW w:w="2092" w:type="dxa"/>
              </w:tcPr>
              <w:p w:rsidR="000D5A72" w:rsidRDefault="000D5A72" w:rsidP="00F46446"/>
            </w:tc>
          </w:sdtContent>
        </w:sdt>
        <w:sdt>
          <w:sdtPr>
            <w:id w:val="-1067802489"/>
            <w:placeholder>
              <w:docPart w:val="5432C39297394587929799212031D3CB"/>
            </w:placeholder>
            <w:showingPlcHdr/>
            <w:text/>
          </w:sdtPr>
          <w:sdtEndPr/>
          <w:sdtContent>
            <w:tc>
              <w:tcPr>
                <w:tcW w:w="2131" w:type="dxa"/>
              </w:tcPr>
              <w:p w:rsidR="000D5A72" w:rsidRDefault="000D5A72" w:rsidP="00F46446"/>
            </w:tc>
          </w:sdtContent>
        </w:sdt>
        <w:sdt>
          <w:sdtPr>
            <w:id w:val="-1686127234"/>
            <w:placeholder>
              <w:docPart w:val="A310779EDF7C4040A1C36EAEABBB9D7D"/>
            </w:placeholder>
            <w:showingPlcHdr/>
            <w:text/>
          </w:sdtPr>
          <w:sdtEndPr/>
          <w:sdtContent>
            <w:tc>
              <w:tcPr>
                <w:tcW w:w="2103" w:type="dxa"/>
              </w:tcPr>
              <w:p w:rsidR="000D5A72" w:rsidRDefault="000D5A72" w:rsidP="00F46446"/>
            </w:tc>
          </w:sdtContent>
        </w:sdt>
      </w:tr>
    </w:tbl>
    <w:p w:rsidR="000D5A72" w:rsidRDefault="000D5A72" w:rsidP="000D5A72">
      <w:pPr>
        <w:pStyle w:val="Koptekst"/>
        <w:tabs>
          <w:tab w:val="clear" w:pos="4536"/>
          <w:tab w:val="clear" w:pos="9072"/>
        </w:tabs>
      </w:pPr>
    </w:p>
    <w:p w:rsidR="000D5A72" w:rsidRDefault="000D5A72" w:rsidP="000D5A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36"/>
        <w:gridCol w:w="6324"/>
      </w:tblGrid>
      <w:tr w:rsidR="000D5A72" w:rsidTr="00F46446">
        <w:trPr>
          <w:cantSplit/>
        </w:trPr>
        <w:tc>
          <w:tcPr>
            <w:tcW w:w="9060" w:type="dxa"/>
            <w:gridSpan w:val="2"/>
          </w:tcPr>
          <w:p w:rsidR="000D5A72" w:rsidRDefault="000D5A72" w:rsidP="00F46446">
            <w:pPr>
              <w:pStyle w:val="Kop3"/>
            </w:pPr>
            <w:r>
              <w:t>Gegevenslijst locatie</w:t>
            </w:r>
          </w:p>
        </w:tc>
      </w:tr>
      <w:tr w:rsidR="000D5A72" w:rsidTr="00F46446">
        <w:tc>
          <w:tcPr>
            <w:tcW w:w="2736" w:type="dxa"/>
          </w:tcPr>
          <w:p w:rsidR="000D5A72" w:rsidRDefault="000D5A72" w:rsidP="00F46446">
            <w:r>
              <w:t>naam pand</w:t>
            </w:r>
          </w:p>
        </w:tc>
        <w:sdt>
          <w:sdtPr>
            <w:id w:val="2096130907"/>
            <w:placeholder>
              <w:docPart w:val="DefaultPlaceholder_-1854013440"/>
            </w:placeholder>
            <w:showingPlcHdr/>
            <w:text/>
          </w:sdtPr>
          <w:sdtEndPr/>
          <w:sdtContent>
            <w:tc>
              <w:tcPr>
                <w:tcW w:w="6324" w:type="dxa"/>
              </w:tcPr>
              <w:p w:rsidR="000D5A72" w:rsidRDefault="00AF3531" w:rsidP="00F46446">
                <w:r w:rsidRPr="00FD5FFB">
                  <w:rPr>
                    <w:rStyle w:val="Tekstvantijdelijkeaanduiding"/>
                    <w:rFonts w:eastAsiaTheme="minorHAnsi"/>
                  </w:rPr>
                  <w:t>Klik of tik om tekst in te voeren.</w:t>
                </w:r>
              </w:p>
            </w:tc>
          </w:sdtContent>
        </w:sdt>
      </w:tr>
      <w:tr w:rsidR="000D5A72" w:rsidTr="00F46446">
        <w:tc>
          <w:tcPr>
            <w:tcW w:w="2736" w:type="dxa"/>
          </w:tcPr>
          <w:p w:rsidR="000D5A72" w:rsidRDefault="000D5A72" w:rsidP="00F46446">
            <w:r>
              <w:t>ligging</w:t>
            </w:r>
          </w:p>
        </w:tc>
        <w:sdt>
          <w:sdtPr>
            <w:id w:val="-1504276610"/>
            <w:placeholder>
              <w:docPart w:val="DefaultPlaceholder_-1854013440"/>
            </w:placeholder>
            <w:showingPlcHdr/>
            <w:text/>
          </w:sdtPr>
          <w:sdtEndPr/>
          <w:sdtContent>
            <w:tc>
              <w:tcPr>
                <w:tcW w:w="6324" w:type="dxa"/>
              </w:tcPr>
              <w:p w:rsidR="000D5A72" w:rsidRDefault="00AF3531" w:rsidP="00F46446">
                <w:r w:rsidRPr="00FD5FFB">
                  <w:rPr>
                    <w:rStyle w:val="Tekstvantijdelijkeaanduiding"/>
                    <w:rFonts w:eastAsiaTheme="minorHAnsi"/>
                  </w:rPr>
                  <w:t>Klik of tik om tekst in te voeren.</w:t>
                </w:r>
              </w:p>
            </w:tc>
          </w:sdtContent>
        </w:sdt>
      </w:tr>
      <w:tr w:rsidR="000D5A72" w:rsidTr="00F46446">
        <w:tc>
          <w:tcPr>
            <w:tcW w:w="2736" w:type="dxa"/>
          </w:tcPr>
          <w:p w:rsidR="000D5A72" w:rsidRDefault="000D5A72" w:rsidP="00F46446">
            <w:r>
              <w:t>straatnaam + nummer</w:t>
            </w:r>
          </w:p>
        </w:tc>
        <w:sdt>
          <w:sdtPr>
            <w:rPr>
              <w:i/>
              <w:iCs/>
            </w:rPr>
            <w:id w:val="-8141568"/>
            <w:placeholder>
              <w:docPart w:val="678265C05CA54C059C41ECC3083EF094"/>
            </w:placeholder>
            <w:showingPlcHdr/>
            <w:text/>
          </w:sdtPr>
          <w:sdtEndPr/>
          <w:sdtContent>
            <w:tc>
              <w:tcPr>
                <w:tcW w:w="6324" w:type="dxa"/>
              </w:tcPr>
              <w:p w:rsidR="000D5A72" w:rsidRDefault="000D5A72" w:rsidP="00F46446">
                <w:pPr>
                  <w:rPr>
                    <w:i/>
                    <w:iCs/>
                  </w:rPr>
                </w:pPr>
                <w:r w:rsidRPr="00FD5FFB">
                  <w:rPr>
                    <w:rStyle w:val="Tekstvantijdelijkeaanduiding"/>
                    <w:rFonts w:eastAsiaTheme="minorHAnsi"/>
                  </w:rPr>
                  <w:t>Klik of tik om tekst in te voeren.</w:t>
                </w:r>
              </w:p>
            </w:tc>
          </w:sdtContent>
        </w:sdt>
      </w:tr>
      <w:tr w:rsidR="000D5A72" w:rsidTr="00F46446">
        <w:tc>
          <w:tcPr>
            <w:tcW w:w="2736" w:type="dxa"/>
          </w:tcPr>
          <w:p w:rsidR="000D5A72" w:rsidRDefault="000D5A72" w:rsidP="00F46446">
            <w:r>
              <w:t>plaats</w:t>
            </w:r>
          </w:p>
        </w:tc>
        <w:sdt>
          <w:sdtPr>
            <w:rPr>
              <w:i/>
              <w:iCs/>
            </w:rPr>
            <w:id w:val="469100189"/>
            <w:placeholder>
              <w:docPart w:val="5FAB1E4D2F1F448D97B9B43EC3B4DAE4"/>
            </w:placeholder>
            <w:showingPlcHdr/>
            <w:text/>
          </w:sdtPr>
          <w:sdtEndPr/>
          <w:sdtContent>
            <w:tc>
              <w:tcPr>
                <w:tcW w:w="6324" w:type="dxa"/>
              </w:tcPr>
              <w:p w:rsidR="000D5A72" w:rsidRDefault="000D5A72" w:rsidP="00F46446">
                <w:pPr>
                  <w:rPr>
                    <w:i/>
                    <w:iCs/>
                  </w:rPr>
                </w:pPr>
                <w:r w:rsidRPr="00FD5FFB">
                  <w:rPr>
                    <w:rStyle w:val="Tekstvantijdelijkeaanduiding"/>
                    <w:rFonts w:eastAsiaTheme="minorHAnsi"/>
                  </w:rPr>
                  <w:t>Klik of tik om tekst in te voeren.</w:t>
                </w:r>
              </w:p>
            </w:tc>
          </w:sdtContent>
        </w:sdt>
      </w:tr>
      <w:tr w:rsidR="000D5A72" w:rsidTr="00F46446">
        <w:tc>
          <w:tcPr>
            <w:tcW w:w="2736" w:type="dxa"/>
          </w:tcPr>
          <w:p w:rsidR="000D5A72" w:rsidRDefault="000D5A72" w:rsidP="00F46446">
            <w:r>
              <w:t>telefoonnummer</w:t>
            </w:r>
          </w:p>
        </w:tc>
        <w:sdt>
          <w:sdtPr>
            <w:rPr>
              <w:i/>
              <w:iCs/>
            </w:rPr>
            <w:id w:val="1960292761"/>
            <w:placeholder>
              <w:docPart w:val="CB20EF9BDD7B4AC297C42E2AE7FB14DC"/>
            </w:placeholder>
            <w:showingPlcHdr/>
            <w:text/>
          </w:sdtPr>
          <w:sdtEndPr/>
          <w:sdtContent>
            <w:tc>
              <w:tcPr>
                <w:tcW w:w="6324" w:type="dxa"/>
              </w:tcPr>
              <w:p w:rsidR="000D5A72" w:rsidRDefault="000D5A72" w:rsidP="00F46446">
                <w:pPr>
                  <w:rPr>
                    <w:i/>
                    <w:iCs/>
                  </w:rPr>
                </w:pPr>
                <w:r w:rsidRPr="00FD5FFB">
                  <w:rPr>
                    <w:rStyle w:val="Tekstvantijdelijkeaanduiding"/>
                    <w:rFonts w:eastAsiaTheme="minorHAnsi"/>
                  </w:rPr>
                  <w:t>Klik of tik om tekst in te voeren.</w:t>
                </w:r>
              </w:p>
            </w:tc>
          </w:sdtContent>
        </w:sdt>
      </w:tr>
      <w:tr w:rsidR="000D5A72" w:rsidTr="00F46446">
        <w:tc>
          <w:tcPr>
            <w:tcW w:w="2736" w:type="dxa"/>
          </w:tcPr>
          <w:p w:rsidR="000D5A72" w:rsidRDefault="000D5A72" w:rsidP="00F46446">
            <w:r>
              <w:t>reserve-telefoonnummers</w:t>
            </w:r>
          </w:p>
        </w:tc>
        <w:sdt>
          <w:sdtPr>
            <w:rPr>
              <w:i/>
              <w:iCs/>
            </w:rPr>
            <w:id w:val="-1704314227"/>
            <w:placeholder>
              <w:docPart w:val="F7C6403FD16C43CC8CA77784A747AB7E"/>
            </w:placeholder>
            <w:showingPlcHdr/>
            <w:text/>
          </w:sdtPr>
          <w:sdtEndPr/>
          <w:sdtContent>
            <w:tc>
              <w:tcPr>
                <w:tcW w:w="6324" w:type="dxa"/>
              </w:tcPr>
              <w:p w:rsidR="000D5A72" w:rsidRDefault="000D5A72" w:rsidP="00F46446">
                <w:pPr>
                  <w:rPr>
                    <w:i/>
                    <w:iCs/>
                  </w:rPr>
                </w:pPr>
                <w:r w:rsidRPr="00FD5FFB">
                  <w:rPr>
                    <w:rStyle w:val="Tekstvantijdelijkeaanduiding"/>
                    <w:rFonts w:eastAsiaTheme="minorHAnsi"/>
                  </w:rPr>
                  <w:t>Klik of tik om tekst in te voeren.</w:t>
                </w:r>
              </w:p>
            </w:tc>
          </w:sdtContent>
        </w:sdt>
      </w:tr>
      <w:tr w:rsidR="000D5A72" w:rsidTr="00F46446">
        <w:tc>
          <w:tcPr>
            <w:tcW w:w="2736" w:type="dxa"/>
          </w:tcPr>
          <w:p w:rsidR="000D5A72" w:rsidRDefault="000D5A72" w:rsidP="00F46446"/>
        </w:tc>
        <w:sdt>
          <w:sdtPr>
            <w:rPr>
              <w:i/>
              <w:iCs/>
            </w:rPr>
            <w:id w:val="616645600"/>
            <w:placeholder>
              <w:docPart w:val="8CA61E2CDA3D48A88310A424F4FB5DDC"/>
            </w:placeholder>
            <w:showingPlcHdr/>
            <w:text/>
          </w:sdtPr>
          <w:sdtEndPr/>
          <w:sdtContent>
            <w:tc>
              <w:tcPr>
                <w:tcW w:w="6324" w:type="dxa"/>
              </w:tcPr>
              <w:p w:rsidR="000D5A72" w:rsidRDefault="000D5A72" w:rsidP="00F46446">
                <w:pPr>
                  <w:rPr>
                    <w:i/>
                    <w:iCs/>
                  </w:rPr>
                </w:pPr>
                <w:r w:rsidRPr="00FD5FFB">
                  <w:rPr>
                    <w:rStyle w:val="Tekstvantijdelijkeaanduiding"/>
                    <w:rFonts w:eastAsiaTheme="minorHAnsi"/>
                  </w:rPr>
                  <w:t>Klik of tik om tekst in te voeren.</w:t>
                </w:r>
              </w:p>
            </w:tc>
          </w:sdtContent>
        </w:sdt>
      </w:tr>
      <w:tr w:rsidR="000D5A72" w:rsidTr="00F46446">
        <w:tc>
          <w:tcPr>
            <w:tcW w:w="2736" w:type="dxa"/>
          </w:tcPr>
          <w:p w:rsidR="000D5A72" w:rsidRDefault="000D5A72" w:rsidP="00F46446"/>
        </w:tc>
        <w:sdt>
          <w:sdtPr>
            <w:rPr>
              <w:i/>
              <w:iCs/>
            </w:rPr>
            <w:id w:val="1053814763"/>
            <w:placeholder>
              <w:docPart w:val="FB9BDCA92A1B4D7694DD2DD844BD91C8"/>
            </w:placeholder>
            <w:showingPlcHdr/>
            <w:text/>
          </w:sdtPr>
          <w:sdtEndPr/>
          <w:sdtContent>
            <w:tc>
              <w:tcPr>
                <w:tcW w:w="6324" w:type="dxa"/>
              </w:tcPr>
              <w:p w:rsidR="000D5A72" w:rsidRDefault="000D5A72" w:rsidP="00F46446">
                <w:pPr>
                  <w:rPr>
                    <w:i/>
                    <w:iCs/>
                  </w:rPr>
                </w:pPr>
                <w:r w:rsidRPr="00FD5FFB">
                  <w:rPr>
                    <w:rStyle w:val="Tekstvantijdelijkeaanduiding"/>
                    <w:rFonts w:eastAsiaTheme="minorHAnsi"/>
                  </w:rPr>
                  <w:t>Klik of tik om tekst in te voeren.</w:t>
                </w:r>
              </w:p>
            </w:tc>
          </w:sdtContent>
        </w:sdt>
      </w:tr>
    </w:tbl>
    <w:p w:rsidR="000D5A72" w:rsidRDefault="000D5A72" w:rsidP="000D5A72">
      <w:pPr>
        <w:pStyle w:val="Koptekst"/>
        <w:tabs>
          <w:tab w:val="clear" w:pos="4536"/>
          <w:tab w:val="clear" w:pos="9072"/>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76"/>
        <w:gridCol w:w="3684"/>
      </w:tblGrid>
      <w:tr w:rsidR="000D5A72" w:rsidTr="00F46446">
        <w:trPr>
          <w:cantSplit/>
        </w:trPr>
        <w:tc>
          <w:tcPr>
            <w:tcW w:w="9212" w:type="dxa"/>
            <w:gridSpan w:val="2"/>
          </w:tcPr>
          <w:p w:rsidR="000D5A72" w:rsidRDefault="000D5A72" w:rsidP="00F46446">
            <w:pPr>
              <w:pStyle w:val="Koptekst"/>
              <w:tabs>
                <w:tab w:val="clear" w:pos="4536"/>
                <w:tab w:val="clear" w:pos="9072"/>
              </w:tabs>
              <w:rPr>
                <w:b/>
                <w:bCs/>
              </w:rPr>
            </w:pPr>
            <w:r>
              <w:rPr>
                <w:b/>
                <w:bCs/>
              </w:rPr>
              <w:t>Hulpverlenende diensten</w:t>
            </w:r>
          </w:p>
        </w:tc>
      </w:tr>
      <w:tr w:rsidR="000D5A72" w:rsidTr="00F46446">
        <w:tc>
          <w:tcPr>
            <w:tcW w:w="5470" w:type="dxa"/>
          </w:tcPr>
          <w:p w:rsidR="000D5A72" w:rsidRDefault="000D5A72" w:rsidP="00F46446">
            <w:pPr>
              <w:pStyle w:val="Koptekst"/>
              <w:tabs>
                <w:tab w:val="clear" w:pos="4536"/>
                <w:tab w:val="clear" w:pos="9072"/>
              </w:tabs>
              <w:rPr>
                <w:b/>
                <w:bCs/>
              </w:rPr>
            </w:pPr>
            <w:r>
              <w:rPr>
                <w:b/>
                <w:bCs/>
              </w:rPr>
              <w:t>naam instantie</w:t>
            </w:r>
          </w:p>
        </w:tc>
        <w:tc>
          <w:tcPr>
            <w:tcW w:w="3742" w:type="dxa"/>
          </w:tcPr>
          <w:p w:rsidR="000D5A72" w:rsidRDefault="00AF3531" w:rsidP="00F46446">
            <w:pPr>
              <w:pStyle w:val="Koptekst"/>
              <w:tabs>
                <w:tab w:val="clear" w:pos="4536"/>
                <w:tab w:val="clear" w:pos="9072"/>
              </w:tabs>
              <w:rPr>
                <w:b/>
                <w:bCs/>
              </w:rPr>
            </w:pPr>
            <w:r>
              <w:rPr>
                <w:b/>
                <w:bCs/>
              </w:rPr>
              <w:t>T</w:t>
            </w:r>
            <w:r w:rsidR="000D5A72">
              <w:rPr>
                <w:b/>
                <w:bCs/>
              </w:rPr>
              <w:t>elefoonnummer</w:t>
            </w:r>
          </w:p>
        </w:tc>
      </w:tr>
      <w:tr w:rsidR="000D5A72" w:rsidTr="00F46446">
        <w:tc>
          <w:tcPr>
            <w:tcW w:w="5470" w:type="dxa"/>
          </w:tcPr>
          <w:p w:rsidR="000D5A72" w:rsidRDefault="000D5A72" w:rsidP="00F46446">
            <w:pPr>
              <w:pStyle w:val="Koptekst"/>
              <w:tabs>
                <w:tab w:val="clear" w:pos="4536"/>
                <w:tab w:val="clear" w:pos="9072"/>
              </w:tabs>
              <w:rPr>
                <w:b/>
                <w:bCs/>
                <w:color w:val="FF0000"/>
              </w:rPr>
            </w:pPr>
            <w:r>
              <w:rPr>
                <w:b/>
                <w:bCs/>
                <w:color w:val="FF0000"/>
              </w:rPr>
              <w:t>SPOEDEISEND: Brandweer, politie, ambulance</w:t>
            </w:r>
          </w:p>
        </w:tc>
        <w:tc>
          <w:tcPr>
            <w:tcW w:w="3742" w:type="dxa"/>
          </w:tcPr>
          <w:p w:rsidR="000D5A72" w:rsidRDefault="000D5A72" w:rsidP="00F46446">
            <w:pPr>
              <w:pStyle w:val="Koptekst"/>
              <w:tabs>
                <w:tab w:val="clear" w:pos="4536"/>
                <w:tab w:val="clear" w:pos="9072"/>
              </w:tabs>
              <w:rPr>
                <w:b/>
                <w:bCs/>
                <w:color w:val="FF0000"/>
              </w:rPr>
            </w:pPr>
            <w:r>
              <w:rPr>
                <w:b/>
                <w:bCs/>
                <w:color w:val="FF0000"/>
              </w:rPr>
              <w:t>112</w:t>
            </w:r>
          </w:p>
        </w:tc>
      </w:tr>
      <w:tr w:rsidR="000D5A72" w:rsidTr="00F46446">
        <w:tc>
          <w:tcPr>
            <w:tcW w:w="5470" w:type="dxa"/>
          </w:tcPr>
          <w:p w:rsidR="000D5A72" w:rsidRDefault="000D5A72" w:rsidP="00F46446">
            <w:pPr>
              <w:pStyle w:val="Koptekst"/>
              <w:tabs>
                <w:tab w:val="clear" w:pos="4536"/>
                <w:tab w:val="clear" w:pos="9072"/>
              </w:tabs>
            </w:pPr>
            <w:r>
              <w:t>Brandweer: niet spoedeisend</w:t>
            </w:r>
          </w:p>
        </w:tc>
        <w:sdt>
          <w:sdtPr>
            <w:id w:val="2088879817"/>
            <w:placeholder>
              <w:docPart w:val="2AE7F01A32B947C99FA42A7D8BFD92D2"/>
            </w:placeholder>
            <w:showingPlcHdr/>
            <w:text/>
          </w:sdtPr>
          <w:sdtEndPr/>
          <w:sdtContent>
            <w:tc>
              <w:tcPr>
                <w:tcW w:w="3742" w:type="dxa"/>
              </w:tcPr>
              <w:p w:rsidR="000D5A72" w:rsidRDefault="000D5A72" w:rsidP="00F46446">
                <w:pPr>
                  <w:pStyle w:val="Koptekst"/>
                  <w:tabs>
                    <w:tab w:val="clear" w:pos="4536"/>
                    <w:tab w:val="clear" w:pos="9072"/>
                  </w:tabs>
                </w:pPr>
                <w:r w:rsidRPr="00FD5FFB">
                  <w:rPr>
                    <w:rStyle w:val="Tekstvantijdelijkeaanduiding"/>
                    <w:rFonts w:eastAsiaTheme="minorHAnsi"/>
                  </w:rPr>
                  <w:t>Klik of tik om tekst in te voeren.</w:t>
                </w:r>
              </w:p>
            </w:tc>
          </w:sdtContent>
        </w:sdt>
      </w:tr>
      <w:tr w:rsidR="000D5A72" w:rsidTr="00F46446">
        <w:tc>
          <w:tcPr>
            <w:tcW w:w="5470" w:type="dxa"/>
          </w:tcPr>
          <w:p w:rsidR="000D5A72" w:rsidRDefault="000D5A72" w:rsidP="00F46446">
            <w:pPr>
              <w:pStyle w:val="Koptekst"/>
              <w:tabs>
                <w:tab w:val="clear" w:pos="4536"/>
                <w:tab w:val="clear" w:pos="9072"/>
              </w:tabs>
            </w:pPr>
            <w:r>
              <w:t>Ambulancedienst: niet spoedeisend</w:t>
            </w:r>
          </w:p>
        </w:tc>
        <w:sdt>
          <w:sdtPr>
            <w:id w:val="1756011124"/>
            <w:placeholder>
              <w:docPart w:val="B240B027467241DDABA7003EEE81214E"/>
            </w:placeholder>
            <w:showingPlcHdr/>
            <w:text/>
          </w:sdtPr>
          <w:sdtEndPr/>
          <w:sdtContent>
            <w:tc>
              <w:tcPr>
                <w:tcW w:w="3742" w:type="dxa"/>
              </w:tcPr>
              <w:p w:rsidR="000D5A72" w:rsidRDefault="000D5A72" w:rsidP="00F46446">
                <w:pPr>
                  <w:pStyle w:val="Koptekst"/>
                  <w:tabs>
                    <w:tab w:val="clear" w:pos="4536"/>
                    <w:tab w:val="clear" w:pos="9072"/>
                  </w:tabs>
                </w:pPr>
                <w:r w:rsidRPr="00FD5FFB">
                  <w:rPr>
                    <w:rStyle w:val="Tekstvantijdelijkeaanduiding"/>
                    <w:rFonts w:eastAsiaTheme="minorHAnsi"/>
                  </w:rPr>
                  <w:t>Klik of tik om tekst in te voeren.</w:t>
                </w:r>
              </w:p>
            </w:tc>
          </w:sdtContent>
        </w:sdt>
      </w:tr>
      <w:tr w:rsidR="000D5A72" w:rsidTr="00F46446">
        <w:tc>
          <w:tcPr>
            <w:tcW w:w="5470" w:type="dxa"/>
          </w:tcPr>
          <w:p w:rsidR="000D5A72" w:rsidRDefault="000D5A72" w:rsidP="00F46446">
            <w:pPr>
              <w:pStyle w:val="Koptekst"/>
              <w:tabs>
                <w:tab w:val="clear" w:pos="4536"/>
                <w:tab w:val="clear" w:pos="9072"/>
              </w:tabs>
            </w:pPr>
            <w:r>
              <w:t>Politie: niet spoedeisend</w:t>
            </w:r>
          </w:p>
        </w:tc>
        <w:tc>
          <w:tcPr>
            <w:tcW w:w="3742" w:type="dxa"/>
          </w:tcPr>
          <w:p w:rsidR="000D5A72" w:rsidRDefault="000D5A72" w:rsidP="00F46446">
            <w:pPr>
              <w:pStyle w:val="Koptekst"/>
              <w:tabs>
                <w:tab w:val="clear" w:pos="4536"/>
                <w:tab w:val="clear" w:pos="9072"/>
              </w:tabs>
            </w:pPr>
            <w:r>
              <w:t>0900 – 8844</w:t>
            </w:r>
          </w:p>
        </w:tc>
      </w:tr>
      <w:tr w:rsidR="000D5A72" w:rsidTr="00F46446">
        <w:tc>
          <w:tcPr>
            <w:tcW w:w="5470" w:type="dxa"/>
          </w:tcPr>
          <w:p w:rsidR="000D5A72" w:rsidRDefault="000D5A72" w:rsidP="00F46446">
            <w:pPr>
              <w:pStyle w:val="Koptekst"/>
              <w:tabs>
                <w:tab w:val="clear" w:pos="4536"/>
                <w:tab w:val="clear" w:pos="9072"/>
              </w:tabs>
            </w:pPr>
            <w:r>
              <w:t>Weekenddienst huisartsen/dokterswacht</w:t>
            </w:r>
          </w:p>
        </w:tc>
        <w:sdt>
          <w:sdtPr>
            <w:id w:val="-1088622837"/>
            <w:placeholder>
              <w:docPart w:val="85919F34CC364ABAA12C4600F954CFB4"/>
            </w:placeholder>
            <w:showingPlcHdr/>
            <w:text/>
          </w:sdtPr>
          <w:sdtEndPr/>
          <w:sdtContent>
            <w:tc>
              <w:tcPr>
                <w:tcW w:w="3742" w:type="dxa"/>
              </w:tcPr>
              <w:p w:rsidR="000D5A72" w:rsidRDefault="000D5A72" w:rsidP="00F46446">
                <w:pPr>
                  <w:pStyle w:val="Koptekst"/>
                  <w:tabs>
                    <w:tab w:val="clear" w:pos="4536"/>
                    <w:tab w:val="clear" w:pos="9072"/>
                  </w:tabs>
                </w:pPr>
                <w:r w:rsidRPr="00FD5FFB">
                  <w:rPr>
                    <w:rStyle w:val="Tekstvantijdelijkeaanduiding"/>
                    <w:rFonts w:eastAsiaTheme="minorHAnsi"/>
                  </w:rPr>
                  <w:t>Klik of tik om tekst in te voeren.</w:t>
                </w:r>
              </w:p>
            </w:tc>
          </w:sdtContent>
        </w:sdt>
      </w:tr>
      <w:tr w:rsidR="000D5A72" w:rsidTr="00F46446">
        <w:tc>
          <w:tcPr>
            <w:tcW w:w="5470" w:type="dxa"/>
          </w:tcPr>
          <w:p w:rsidR="000D5A72" w:rsidRDefault="000D5A72" w:rsidP="00F46446">
            <w:pPr>
              <w:pStyle w:val="Koptekst"/>
              <w:tabs>
                <w:tab w:val="clear" w:pos="4536"/>
                <w:tab w:val="clear" w:pos="9072"/>
              </w:tabs>
            </w:pPr>
            <w:r>
              <w:t xml:space="preserve">Taxibedrijf </w:t>
            </w:r>
            <w:sdt>
              <w:sdtPr>
                <w:id w:val="610796628"/>
                <w:placeholder>
                  <w:docPart w:val="D28823B701C849F9928BCDA7CE8FED9C"/>
                </w:placeholder>
                <w:showingPlcHdr/>
                <w:text/>
              </w:sdtPr>
              <w:sdtEndPr/>
              <w:sdtContent>
                <w:r>
                  <w:rPr>
                    <w:rStyle w:val="Tekstvantijdelijkeaanduiding"/>
                    <w:rFonts w:eastAsiaTheme="minorHAnsi"/>
                  </w:rPr>
                  <w:t>naam</w:t>
                </w:r>
              </w:sdtContent>
            </w:sdt>
          </w:p>
        </w:tc>
        <w:sdt>
          <w:sdtPr>
            <w:id w:val="-233861014"/>
            <w:placeholder>
              <w:docPart w:val="A5D42F48FB0C423CA456D4CA888F1CA2"/>
            </w:placeholder>
            <w:showingPlcHdr/>
            <w:text/>
          </w:sdtPr>
          <w:sdtEndPr/>
          <w:sdtContent>
            <w:tc>
              <w:tcPr>
                <w:tcW w:w="3742" w:type="dxa"/>
              </w:tcPr>
              <w:p w:rsidR="000D5A72" w:rsidRDefault="000D5A72" w:rsidP="00F46446">
                <w:pPr>
                  <w:pStyle w:val="Koptekst"/>
                  <w:tabs>
                    <w:tab w:val="clear" w:pos="4536"/>
                    <w:tab w:val="clear" w:pos="9072"/>
                  </w:tabs>
                </w:pPr>
                <w:r w:rsidRPr="00FD5FFB">
                  <w:rPr>
                    <w:rStyle w:val="Tekstvantijdelijkeaanduiding"/>
                    <w:rFonts w:eastAsiaTheme="minorHAnsi"/>
                  </w:rPr>
                  <w:t>Klik of tik om tekst in te voeren.</w:t>
                </w:r>
              </w:p>
            </w:tc>
          </w:sdtContent>
        </w:sdt>
      </w:tr>
      <w:tr w:rsidR="000D5A72" w:rsidTr="00F46446">
        <w:tc>
          <w:tcPr>
            <w:tcW w:w="5470" w:type="dxa"/>
          </w:tcPr>
          <w:p w:rsidR="000D5A72" w:rsidRDefault="000D5A72" w:rsidP="00F46446">
            <w:pPr>
              <w:pStyle w:val="Koptekst"/>
              <w:tabs>
                <w:tab w:val="clear" w:pos="4536"/>
                <w:tab w:val="clear" w:pos="9072"/>
              </w:tabs>
            </w:pPr>
            <w:r>
              <w:t xml:space="preserve">Energiebedrijf </w:t>
            </w:r>
            <w:sdt>
              <w:sdtPr>
                <w:id w:val="710087646"/>
                <w:placeholder>
                  <w:docPart w:val="A41BD550BC49459B8C7171F57EADF914"/>
                </w:placeholder>
                <w:showingPlcHdr/>
                <w:text/>
              </w:sdtPr>
              <w:sdtEndPr/>
              <w:sdtContent>
                <w:r>
                  <w:rPr>
                    <w:rStyle w:val="Tekstvantijdelijkeaanduiding"/>
                    <w:rFonts w:eastAsiaTheme="minorHAnsi"/>
                  </w:rPr>
                  <w:t>naam</w:t>
                </w:r>
              </w:sdtContent>
            </w:sdt>
          </w:p>
        </w:tc>
        <w:sdt>
          <w:sdtPr>
            <w:id w:val="-1724742325"/>
            <w:placeholder>
              <w:docPart w:val="496C4F5D396A475B928F04B28ECA6050"/>
            </w:placeholder>
            <w:showingPlcHdr/>
            <w:text/>
          </w:sdtPr>
          <w:sdtEndPr/>
          <w:sdtContent>
            <w:tc>
              <w:tcPr>
                <w:tcW w:w="3742" w:type="dxa"/>
              </w:tcPr>
              <w:p w:rsidR="000D5A72" w:rsidRDefault="000D5A72" w:rsidP="00F46446">
                <w:pPr>
                  <w:pStyle w:val="Koptekst"/>
                  <w:tabs>
                    <w:tab w:val="clear" w:pos="4536"/>
                    <w:tab w:val="clear" w:pos="9072"/>
                  </w:tabs>
                </w:pPr>
                <w:r w:rsidRPr="00FD5FFB">
                  <w:rPr>
                    <w:rStyle w:val="Tekstvantijdelijkeaanduiding"/>
                    <w:rFonts w:eastAsiaTheme="minorHAnsi"/>
                  </w:rPr>
                  <w:t>Klik of tik om tekst in te voeren.</w:t>
                </w:r>
              </w:p>
            </w:tc>
          </w:sdtContent>
        </w:sdt>
      </w:tr>
      <w:tr w:rsidR="000D5A72" w:rsidTr="00F46446">
        <w:tc>
          <w:tcPr>
            <w:tcW w:w="5470" w:type="dxa"/>
          </w:tcPr>
          <w:p w:rsidR="000D5A72" w:rsidRDefault="000D5A72" w:rsidP="00F46446">
            <w:pPr>
              <w:pStyle w:val="Koptekst"/>
              <w:tabs>
                <w:tab w:val="clear" w:pos="4536"/>
                <w:tab w:val="clear" w:pos="9072"/>
              </w:tabs>
            </w:pPr>
            <w:r>
              <w:t xml:space="preserve">Gemeentehuis te </w:t>
            </w:r>
            <w:sdt>
              <w:sdtPr>
                <w:id w:val="2071452213"/>
                <w:placeholder>
                  <w:docPart w:val="9B929910F78048B4AD30A086E8B67A6C"/>
                </w:placeholder>
                <w:showingPlcHdr/>
                <w:text/>
              </w:sdtPr>
              <w:sdtEndPr/>
              <w:sdtContent>
                <w:r>
                  <w:rPr>
                    <w:rStyle w:val="Tekstvantijdelijkeaanduiding"/>
                    <w:rFonts w:eastAsiaTheme="minorHAnsi"/>
                  </w:rPr>
                  <w:t>plaatsnaam</w:t>
                </w:r>
              </w:sdtContent>
            </w:sdt>
          </w:p>
        </w:tc>
        <w:sdt>
          <w:sdtPr>
            <w:id w:val="-617688275"/>
            <w:placeholder>
              <w:docPart w:val="78D7B73352EB48B68CF6EA4DAC287791"/>
            </w:placeholder>
            <w:showingPlcHdr/>
            <w:text/>
          </w:sdtPr>
          <w:sdtEndPr/>
          <w:sdtContent>
            <w:tc>
              <w:tcPr>
                <w:tcW w:w="3742" w:type="dxa"/>
              </w:tcPr>
              <w:p w:rsidR="000D5A72" w:rsidRDefault="000D5A72" w:rsidP="00F46446">
                <w:pPr>
                  <w:pStyle w:val="Koptekst"/>
                  <w:tabs>
                    <w:tab w:val="clear" w:pos="4536"/>
                    <w:tab w:val="clear" w:pos="9072"/>
                  </w:tabs>
                </w:pPr>
                <w:r w:rsidRPr="00FD5FFB">
                  <w:rPr>
                    <w:rStyle w:val="Tekstvantijdelijkeaanduiding"/>
                    <w:rFonts w:eastAsiaTheme="minorHAnsi"/>
                  </w:rPr>
                  <w:t>Klik of tik om tekst in te voeren.</w:t>
                </w:r>
              </w:p>
            </w:tc>
          </w:sdtContent>
        </w:sdt>
      </w:tr>
      <w:tr w:rsidR="000D5A72" w:rsidTr="00F46446">
        <w:tc>
          <w:tcPr>
            <w:tcW w:w="5470" w:type="dxa"/>
          </w:tcPr>
          <w:p w:rsidR="000D5A72" w:rsidRDefault="000D5A72" w:rsidP="00F46446">
            <w:pPr>
              <w:pStyle w:val="Koptekst"/>
              <w:tabs>
                <w:tab w:val="clear" w:pos="4536"/>
                <w:tab w:val="clear" w:pos="9072"/>
              </w:tabs>
            </w:pPr>
            <w:r>
              <w:t xml:space="preserve">Arbeidsinspectie te </w:t>
            </w:r>
            <w:sdt>
              <w:sdtPr>
                <w:id w:val="-1949925099"/>
                <w:placeholder>
                  <w:docPart w:val="80C11246D86F4ABE8D639A97C7D79C3E"/>
                </w:placeholder>
                <w:showingPlcHdr/>
                <w:text/>
              </w:sdtPr>
              <w:sdtEndPr/>
              <w:sdtContent>
                <w:r>
                  <w:rPr>
                    <w:rStyle w:val="Tekstvantijdelijkeaanduiding"/>
                    <w:rFonts w:eastAsiaTheme="minorHAnsi"/>
                  </w:rPr>
                  <w:t>plaatsnaam</w:t>
                </w:r>
              </w:sdtContent>
            </w:sdt>
          </w:p>
        </w:tc>
        <w:sdt>
          <w:sdtPr>
            <w:id w:val="-771785100"/>
            <w:placeholder>
              <w:docPart w:val="86E3D90D870B4E0389A327F89B340B60"/>
            </w:placeholder>
            <w:showingPlcHdr/>
            <w:text/>
          </w:sdtPr>
          <w:sdtEndPr/>
          <w:sdtContent>
            <w:tc>
              <w:tcPr>
                <w:tcW w:w="3742" w:type="dxa"/>
              </w:tcPr>
              <w:p w:rsidR="000D5A72" w:rsidRDefault="000D5A72" w:rsidP="00F46446">
                <w:pPr>
                  <w:pStyle w:val="Koptekst"/>
                  <w:tabs>
                    <w:tab w:val="clear" w:pos="4536"/>
                    <w:tab w:val="clear" w:pos="9072"/>
                  </w:tabs>
                </w:pPr>
                <w:r w:rsidRPr="00FD5FFB">
                  <w:rPr>
                    <w:rStyle w:val="Tekstvantijdelijkeaanduiding"/>
                    <w:rFonts w:eastAsiaTheme="minorHAnsi"/>
                  </w:rPr>
                  <w:t>Klik of tik om tekst in te voeren.</w:t>
                </w:r>
              </w:p>
            </w:tc>
          </w:sdtContent>
        </w:sdt>
      </w:tr>
      <w:tr w:rsidR="000D5A72" w:rsidTr="00F46446">
        <w:tc>
          <w:tcPr>
            <w:tcW w:w="5470" w:type="dxa"/>
          </w:tcPr>
          <w:p w:rsidR="000D5A72" w:rsidRDefault="000D5A72" w:rsidP="00F46446">
            <w:pPr>
              <w:pStyle w:val="Koptekst"/>
              <w:tabs>
                <w:tab w:val="clear" w:pos="4536"/>
                <w:tab w:val="clear" w:pos="9072"/>
              </w:tabs>
            </w:pPr>
            <w:r>
              <w:t xml:space="preserve">Overig </w:t>
            </w:r>
            <w:sdt>
              <w:sdtPr>
                <w:id w:val="2080085443"/>
                <w:placeholder>
                  <w:docPart w:val="5C96BF953363431287C516F19D147C44"/>
                </w:placeholder>
                <w:showingPlcHdr/>
                <w:text/>
              </w:sdtPr>
              <w:sdtEndPr/>
              <w:sdtContent>
                <w:r w:rsidRPr="00FD5FFB">
                  <w:rPr>
                    <w:rStyle w:val="Tekstvantijdelijkeaanduiding"/>
                    <w:rFonts w:eastAsiaTheme="minorHAnsi"/>
                  </w:rPr>
                  <w:t>Klik of tik om tekst in te voeren.</w:t>
                </w:r>
              </w:sdtContent>
            </w:sdt>
          </w:p>
        </w:tc>
        <w:sdt>
          <w:sdtPr>
            <w:id w:val="-1334844590"/>
            <w:placeholder>
              <w:docPart w:val="66EDCAFDB08D4F2297CFC48DA5F2B1C7"/>
            </w:placeholder>
            <w:showingPlcHdr/>
            <w:text/>
          </w:sdtPr>
          <w:sdtEndPr/>
          <w:sdtContent>
            <w:tc>
              <w:tcPr>
                <w:tcW w:w="3742" w:type="dxa"/>
              </w:tcPr>
              <w:p w:rsidR="000D5A72" w:rsidRDefault="000D5A72" w:rsidP="00F46446">
                <w:pPr>
                  <w:pStyle w:val="Koptekst"/>
                  <w:tabs>
                    <w:tab w:val="clear" w:pos="4536"/>
                    <w:tab w:val="clear" w:pos="9072"/>
                  </w:tabs>
                </w:pPr>
                <w:r w:rsidRPr="00FD5FFB">
                  <w:rPr>
                    <w:rStyle w:val="Tekstvantijdelijkeaanduiding"/>
                    <w:rFonts w:eastAsiaTheme="minorHAnsi"/>
                  </w:rPr>
                  <w:t>Klik of tik om tekst in te voeren.</w:t>
                </w:r>
              </w:p>
            </w:tc>
          </w:sdtContent>
        </w:sdt>
      </w:tr>
    </w:tbl>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rPr>
          <w:i/>
          <w:iCs/>
        </w:rPr>
      </w:pPr>
      <w:r>
        <w:rPr>
          <w:i/>
          <w:iCs/>
        </w:rPr>
        <w:t>(Het verdient aanbeveling deze adres- en gegevensoverzichten te plastificeren en bij de telefoon, achter de bar en in de bestuurskamer te hangen).</w:t>
      </w:r>
    </w:p>
    <w:p w:rsidR="00AF3531" w:rsidRDefault="00AF3531">
      <w:r>
        <w:rPr>
          <w:b/>
          <w:bC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c>
          <w:tcPr>
            <w:tcW w:w="9060" w:type="dxa"/>
          </w:tcPr>
          <w:p w:rsidR="000D5A72" w:rsidRDefault="000D5A72" w:rsidP="00F46446">
            <w:pPr>
              <w:pStyle w:val="Kop1"/>
              <w:rPr>
                <w:rFonts w:cs="Arial"/>
                <w:sz w:val="24"/>
              </w:rPr>
            </w:pPr>
            <w:r>
              <w:rPr>
                <w:rFonts w:cs="Arial"/>
                <w:sz w:val="24"/>
              </w:rPr>
              <w:t>5.4 Algemene instructiebladen</w:t>
            </w:r>
          </w:p>
        </w:tc>
      </w:tr>
    </w:tbl>
    <w:p w:rsidR="000D5A72" w:rsidRDefault="000D5A72" w:rsidP="000D5A72">
      <w:pPr>
        <w:pStyle w:val="Kop1"/>
        <w:rPr>
          <w:rFonts w:cs="Arial"/>
          <w:b w:val="0"/>
          <w:bCs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c>
          <w:tcPr>
            <w:tcW w:w="9212" w:type="dxa"/>
          </w:tcPr>
          <w:p w:rsidR="000D5A72" w:rsidRDefault="000D5A72" w:rsidP="00F46446">
            <w:pPr>
              <w:pStyle w:val="Kop1"/>
              <w:jc w:val="center"/>
              <w:rPr>
                <w:rFonts w:cs="Arial"/>
                <w:sz w:val="40"/>
              </w:rPr>
            </w:pPr>
            <w:r>
              <w:rPr>
                <w:rFonts w:cs="Arial"/>
                <w:sz w:val="40"/>
              </w:rPr>
              <w:t>Wat te doen bij een ongeval!</w:t>
            </w:r>
          </w:p>
        </w:tc>
      </w:tr>
      <w:tr w:rsidR="000D5A72" w:rsidTr="00F46446">
        <w:tc>
          <w:tcPr>
            <w:tcW w:w="9212" w:type="dxa"/>
          </w:tcPr>
          <w:p w:rsidR="000D5A72" w:rsidRDefault="000D5A72" w:rsidP="00F46446">
            <w:pPr>
              <w:pStyle w:val="Koptekst"/>
              <w:tabs>
                <w:tab w:val="clear" w:pos="4536"/>
                <w:tab w:val="clear" w:pos="9072"/>
              </w:tabs>
            </w:pPr>
          </w:p>
        </w:tc>
      </w:tr>
      <w:tr w:rsidR="000D5A72" w:rsidTr="00F46446">
        <w:trPr>
          <w:trHeight w:val="8410"/>
        </w:trPr>
        <w:tc>
          <w:tcPr>
            <w:tcW w:w="9212" w:type="dxa"/>
            <w:tcBorders>
              <w:bottom w:val="single" w:sz="4" w:space="0" w:color="auto"/>
            </w:tcBorders>
          </w:tcPr>
          <w:p w:rsidR="000D5A72" w:rsidRDefault="000D5A72" w:rsidP="00F46446">
            <w:pPr>
              <w:numPr>
                <w:ilvl w:val="0"/>
                <w:numId w:val="14"/>
              </w:numPr>
            </w:pPr>
            <w:r>
              <w:t xml:space="preserve">Waarschuw de </w:t>
            </w:r>
            <w:r>
              <w:rPr>
                <w:b/>
                <w:bCs/>
              </w:rPr>
              <w:t>bestuursdienst/dienstdoend bestuurslid</w:t>
            </w:r>
            <w:r>
              <w:t xml:space="preserve"> of bij afwezigheid daarvan</w:t>
            </w:r>
          </w:p>
          <w:p w:rsidR="000D5A72" w:rsidRDefault="000D5A72" w:rsidP="00F46446">
            <w:pPr>
              <w:ind w:left="340"/>
            </w:pPr>
            <w:r>
              <w:rPr>
                <w:b/>
                <w:bCs/>
              </w:rPr>
              <w:t xml:space="preserve"> bel 112</w:t>
            </w:r>
            <w:r>
              <w:t xml:space="preserve"> en geef de volgende bijzonderheden door:</w:t>
            </w:r>
          </w:p>
          <w:p w:rsidR="000D5A72" w:rsidRDefault="000D5A72" w:rsidP="00F46446">
            <w:pPr>
              <w:numPr>
                <w:ilvl w:val="0"/>
                <w:numId w:val="16"/>
              </w:numPr>
            </w:pPr>
            <w:r>
              <w:t>uw naam en de organisatie namens wie u belt</w:t>
            </w:r>
          </w:p>
          <w:p w:rsidR="000D5A72" w:rsidRDefault="000D5A72" w:rsidP="00F46446">
            <w:pPr>
              <w:numPr>
                <w:ilvl w:val="0"/>
                <w:numId w:val="16"/>
              </w:numPr>
            </w:pPr>
            <w:r>
              <w:t>plaats van het ongeval</w:t>
            </w:r>
          </w:p>
          <w:p w:rsidR="000D5A72" w:rsidRDefault="000D5A72" w:rsidP="00F46446">
            <w:pPr>
              <w:numPr>
                <w:ilvl w:val="0"/>
                <w:numId w:val="16"/>
              </w:numPr>
            </w:pPr>
            <w:r>
              <w:t>aard en ernst van het ongeval</w:t>
            </w:r>
          </w:p>
          <w:p w:rsidR="000D5A72" w:rsidRDefault="000D5A72" w:rsidP="00F46446">
            <w:pPr>
              <w:numPr>
                <w:ilvl w:val="0"/>
                <w:numId w:val="16"/>
              </w:numPr>
            </w:pPr>
            <w:r>
              <w:t>aantal gewonden</w:t>
            </w:r>
          </w:p>
          <w:p w:rsidR="000D5A72" w:rsidRDefault="000D5A72" w:rsidP="00F46446">
            <w:pPr>
              <w:pStyle w:val="Koptekst"/>
              <w:tabs>
                <w:tab w:val="clear" w:pos="4536"/>
                <w:tab w:val="clear" w:pos="9072"/>
              </w:tabs>
            </w:pPr>
          </w:p>
          <w:p w:rsidR="000D5A72" w:rsidRDefault="000D5A72" w:rsidP="00F46446">
            <w:pPr>
              <w:numPr>
                <w:ilvl w:val="0"/>
                <w:numId w:val="14"/>
              </w:numPr>
            </w:pPr>
            <w:r>
              <w:t>Denk altijd aan uw eigen veiligheid.</w:t>
            </w:r>
          </w:p>
          <w:p w:rsidR="000D5A72" w:rsidRDefault="000D5A72" w:rsidP="00F46446">
            <w:pPr>
              <w:pStyle w:val="Koptekst"/>
              <w:tabs>
                <w:tab w:val="clear" w:pos="4536"/>
                <w:tab w:val="clear" w:pos="9072"/>
              </w:tabs>
            </w:pPr>
          </w:p>
          <w:p w:rsidR="000D5A72" w:rsidRDefault="000D5A72" w:rsidP="00F46446">
            <w:pPr>
              <w:numPr>
                <w:ilvl w:val="0"/>
                <w:numId w:val="14"/>
              </w:numPr>
            </w:pPr>
            <w:r>
              <w:t xml:space="preserve">Schakel indien mogelijk machines of apparaten uit, behalve bij een gaslekkage in verband met explosiegevaar. Sluit hoofdkranen af. </w:t>
            </w:r>
          </w:p>
          <w:p w:rsidR="000D5A72" w:rsidRDefault="000D5A72" w:rsidP="00F46446">
            <w:pPr>
              <w:pStyle w:val="Koptekst"/>
              <w:tabs>
                <w:tab w:val="clear" w:pos="4536"/>
                <w:tab w:val="clear" w:pos="9072"/>
              </w:tabs>
            </w:pPr>
          </w:p>
          <w:p w:rsidR="000D5A72" w:rsidRDefault="000D5A72" w:rsidP="00F46446">
            <w:pPr>
              <w:numPr>
                <w:ilvl w:val="0"/>
                <w:numId w:val="14"/>
              </w:numPr>
            </w:pPr>
            <w:r>
              <w:t>Verplaats het slachtoffer niet, tenzij het slachtoffer in een levensbedreigende situatie ligt.</w:t>
            </w:r>
          </w:p>
          <w:p w:rsidR="000D5A72" w:rsidRDefault="000D5A72" w:rsidP="00F46446">
            <w:pPr>
              <w:pStyle w:val="Koptekst"/>
              <w:tabs>
                <w:tab w:val="clear" w:pos="4536"/>
                <w:tab w:val="clear" w:pos="9072"/>
              </w:tabs>
            </w:pPr>
          </w:p>
          <w:p w:rsidR="000D5A72" w:rsidRDefault="000D5A72" w:rsidP="00F46446">
            <w:pPr>
              <w:numPr>
                <w:ilvl w:val="0"/>
                <w:numId w:val="14"/>
              </w:numPr>
            </w:pPr>
            <w:r>
              <w:t>Laat het slachtoffer nooit alleen, laat een andere persoon waarschuwen, bellen of andere handelingen doen.</w:t>
            </w:r>
          </w:p>
          <w:p w:rsidR="000D5A72" w:rsidRDefault="000D5A72" w:rsidP="00F46446">
            <w:pPr>
              <w:pStyle w:val="Koptekst"/>
              <w:tabs>
                <w:tab w:val="clear" w:pos="4536"/>
                <w:tab w:val="clear" w:pos="9072"/>
              </w:tabs>
            </w:pPr>
          </w:p>
          <w:p w:rsidR="000D5A72" w:rsidRDefault="000D5A72" w:rsidP="00F46446">
            <w:pPr>
              <w:numPr>
                <w:ilvl w:val="0"/>
                <w:numId w:val="14"/>
              </w:numPr>
            </w:pPr>
            <w:r>
              <w:t>Verleen, indien mogelijk, eerste hulp.</w:t>
            </w:r>
          </w:p>
          <w:p w:rsidR="000D5A72" w:rsidRDefault="000D5A72" w:rsidP="00F46446">
            <w:pPr>
              <w:pStyle w:val="Koptekst"/>
              <w:tabs>
                <w:tab w:val="clear" w:pos="4536"/>
                <w:tab w:val="clear" w:pos="9072"/>
              </w:tabs>
            </w:pPr>
          </w:p>
          <w:p w:rsidR="000D5A72" w:rsidRDefault="000D5A72" w:rsidP="00F46446">
            <w:pPr>
              <w:numPr>
                <w:ilvl w:val="0"/>
                <w:numId w:val="14"/>
              </w:numPr>
            </w:pPr>
            <w:r>
              <w:t>Verricht, indien mogelijk en noodzakelijk, levensreddende handelingen</w:t>
            </w:r>
          </w:p>
          <w:p w:rsidR="000D5A72" w:rsidRDefault="000D5A72" w:rsidP="00F46446">
            <w:pPr>
              <w:pStyle w:val="Koptekst"/>
              <w:tabs>
                <w:tab w:val="clear" w:pos="4536"/>
                <w:tab w:val="clear" w:pos="9072"/>
              </w:tabs>
            </w:pPr>
          </w:p>
          <w:p w:rsidR="000D5A72" w:rsidRDefault="000D5A72" w:rsidP="00F46446">
            <w:pPr>
              <w:numPr>
                <w:ilvl w:val="0"/>
                <w:numId w:val="14"/>
              </w:numPr>
            </w:pPr>
            <w:r>
              <w:t>Wees voorzichtig met het geven van drinken aan het slachtoffer.</w:t>
            </w:r>
          </w:p>
          <w:p w:rsidR="000D5A72" w:rsidRDefault="000D5A72" w:rsidP="00F46446">
            <w:pPr>
              <w:pStyle w:val="Koptekst"/>
              <w:tabs>
                <w:tab w:val="clear" w:pos="4536"/>
                <w:tab w:val="clear" w:pos="9072"/>
              </w:tabs>
            </w:pPr>
          </w:p>
          <w:p w:rsidR="000D5A72" w:rsidRDefault="000D5A72" w:rsidP="00F46446">
            <w:pPr>
              <w:numPr>
                <w:ilvl w:val="0"/>
                <w:numId w:val="14"/>
              </w:numPr>
            </w:pPr>
            <w:r>
              <w:t>Stelp, indien mogelijk, ernstige bloedingen.</w:t>
            </w:r>
          </w:p>
          <w:p w:rsidR="000D5A72" w:rsidRDefault="000D5A72" w:rsidP="00F46446">
            <w:pPr>
              <w:pStyle w:val="Koptekst"/>
              <w:tabs>
                <w:tab w:val="clear" w:pos="4536"/>
                <w:tab w:val="clear" w:pos="9072"/>
              </w:tabs>
            </w:pPr>
          </w:p>
          <w:p w:rsidR="000D5A72" w:rsidRDefault="000D5A72" w:rsidP="00F46446">
            <w:pPr>
              <w:numPr>
                <w:ilvl w:val="0"/>
                <w:numId w:val="14"/>
              </w:numPr>
            </w:pPr>
            <w:r>
              <w:t>Stel het slachtoffer gerust.</w:t>
            </w:r>
          </w:p>
          <w:p w:rsidR="000D5A72" w:rsidRDefault="000D5A72" w:rsidP="00F46446">
            <w:pPr>
              <w:pStyle w:val="Koptekst"/>
              <w:tabs>
                <w:tab w:val="clear" w:pos="4536"/>
                <w:tab w:val="clear" w:pos="9072"/>
              </w:tabs>
            </w:pPr>
          </w:p>
          <w:p w:rsidR="000D5A72" w:rsidRDefault="000D5A72" w:rsidP="00F46446">
            <w:pPr>
              <w:numPr>
                <w:ilvl w:val="0"/>
                <w:numId w:val="14"/>
              </w:numPr>
            </w:pPr>
            <w:r>
              <w:t>Volg aanwijzingen op van de medewerkers van de ambulancedienst en/of brandweer.</w:t>
            </w:r>
          </w:p>
        </w:tc>
      </w:tr>
    </w:tbl>
    <w:p w:rsidR="000D5A72" w:rsidRDefault="000D5A72" w:rsidP="000D5A72"/>
    <w:p w:rsidR="000D5A72" w:rsidRDefault="000D5A72" w:rsidP="000D5A72">
      <w:pPr>
        <w:rPr>
          <w:rFonts w:cs="Arial"/>
          <w:b/>
          <w:bCs/>
          <w:sz w:val="40"/>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c>
          <w:tcPr>
            <w:tcW w:w="9212" w:type="dxa"/>
          </w:tcPr>
          <w:p w:rsidR="000D5A72" w:rsidRDefault="000D5A72" w:rsidP="00F46446">
            <w:pPr>
              <w:pStyle w:val="Kop4"/>
            </w:pPr>
            <w:r>
              <w:t>Wat te doen bij brand!</w:t>
            </w:r>
          </w:p>
        </w:tc>
      </w:tr>
      <w:tr w:rsidR="000D5A72" w:rsidTr="00F46446">
        <w:tc>
          <w:tcPr>
            <w:tcW w:w="9212" w:type="dxa"/>
          </w:tcPr>
          <w:p w:rsidR="000D5A72" w:rsidRDefault="000D5A72" w:rsidP="00F46446"/>
        </w:tc>
      </w:tr>
      <w:tr w:rsidR="000D5A72" w:rsidTr="00F46446">
        <w:trPr>
          <w:trHeight w:val="5790"/>
        </w:trPr>
        <w:tc>
          <w:tcPr>
            <w:tcW w:w="9212" w:type="dxa"/>
            <w:tcBorders>
              <w:bottom w:val="single" w:sz="4" w:space="0" w:color="auto"/>
            </w:tcBorders>
          </w:tcPr>
          <w:p w:rsidR="000D5A72" w:rsidRDefault="000D5A72" w:rsidP="00F46446">
            <w:pPr>
              <w:numPr>
                <w:ilvl w:val="0"/>
                <w:numId w:val="15"/>
              </w:numPr>
            </w:pPr>
            <w:r>
              <w:t>Stop direct alle sportactiviteiten.</w:t>
            </w:r>
          </w:p>
          <w:p w:rsidR="000D5A72" w:rsidRDefault="000D5A72" w:rsidP="00F46446">
            <w:pPr>
              <w:pStyle w:val="Koptekst"/>
              <w:tabs>
                <w:tab w:val="clear" w:pos="4536"/>
                <w:tab w:val="clear" w:pos="9072"/>
              </w:tabs>
            </w:pPr>
          </w:p>
          <w:p w:rsidR="000D5A72" w:rsidRDefault="000D5A72" w:rsidP="00F46446">
            <w:pPr>
              <w:numPr>
                <w:ilvl w:val="0"/>
                <w:numId w:val="15"/>
              </w:numPr>
            </w:pPr>
            <w:r>
              <w:t xml:space="preserve">Bel </w:t>
            </w:r>
            <w:r>
              <w:rPr>
                <w:b/>
                <w:bCs/>
              </w:rPr>
              <w:t>direct 112</w:t>
            </w:r>
            <w:r>
              <w:t xml:space="preserve"> en geef door:</w:t>
            </w:r>
          </w:p>
          <w:p w:rsidR="000D5A72" w:rsidRDefault="000D5A72" w:rsidP="00F46446">
            <w:pPr>
              <w:numPr>
                <w:ilvl w:val="0"/>
                <w:numId w:val="17"/>
              </w:numPr>
            </w:pPr>
            <w:r>
              <w:t>uw naam</w:t>
            </w:r>
          </w:p>
          <w:p w:rsidR="000D5A72" w:rsidRDefault="000D5A72" w:rsidP="00F46446">
            <w:pPr>
              <w:numPr>
                <w:ilvl w:val="0"/>
                <w:numId w:val="17"/>
              </w:numPr>
            </w:pPr>
            <w:r>
              <w:t>locatie van de brand</w:t>
            </w:r>
          </w:p>
          <w:p w:rsidR="000D5A72" w:rsidRDefault="000D5A72" w:rsidP="00F46446">
            <w:pPr>
              <w:numPr>
                <w:ilvl w:val="0"/>
                <w:numId w:val="17"/>
              </w:numPr>
            </w:pPr>
            <w:r>
              <w:t>omvang van de brand</w:t>
            </w:r>
          </w:p>
          <w:p w:rsidR="000D5A72" w:rsidRDefault="000D5A72" w:rsidP="00F46446">
            <w:pPr>
              <w:numPr>
                <w:ilvl w:val="0"/>
                <w:numId w:val="17"/>
              </w:numPr>
            </w:pPr>
            <w:r>
              <w:t>de acties die u gaat ondernemen</w:t>
            </w:r>
          </w:p>
          <w:p w:rsidR="000D5A72" w:rsidRDefault="000D5A72" w:rsidP="00F46446">
            <w:pPr>
              <w:numPr>
                <w:ilvl w:val="0"/>
                <w:numId w:val="17"/>
              </w:numPr>
            </w:pPr>
            <w:r>
              <w:t>eventuele slachtoffers</w:t>
            </w:r>
          </w:p>
          <w:p w:rsidR="000D5A72" w:rsidRDefault="000D5A72" w:rsidP="00F46446">
            <w:pPr>
              <w:numPr>
                <w:ilvl w:val="0"/>
                <w:numId w:val="17"/>
              </w:numPr>
            </w:pPr>
            <w:r>
              <w:t>overige bijzonderheden</w:t>
            </w:r>
          </w:p>
          <w:p w:rsidR="000D5A72" w:rsidRDefault="000D5A72" w:rsidP="00F46446">
            <w:pPr>
              <w:pStyle w:val="Koptekst"/>
              <w:tabs>
                <w:tab w:val="clear" w:pos="4536"/>
                <w:tab w:val="clear" w:pos="9072"/>
              </w:tabs>
            </w:pPr>
          </w:p>
          <w:p w:rsidR="000D5A72" w:rsidRDefault="000D5A72" w:rsidP="00F46446">
            <w:pPr>
              <w:numPr>
                <w:ilvl w:val="0"/>
                <w:numId w:val="15"/>
              </w:numPr>
            </w:pPr>
            <w:r>
              <w:t>Waarschuw de aanwezigen om het pand te verlaten.</w:t>
            </w:r>
          </w:p>
          <w:p w:rsidR="000D5A72" w:rsidRDefault="000D5A72" w:rsidP="00F46446">
            <w:pPr>
              <w:pStyle w:val="Koptekst"/>
              <w:tabs>
                <w:tab w:val="clear" w:pos="4536"/>
                <w:tab w:val="clear" w:pos="9072"/>
              </w:tabs>
            </w:pPr>
          </w:p>
          <w:p w:rsidR="000D5A72" w:rsidRDefault="000D5A72" w:rsidP="00F46446">
            <w:pPr>
              <w:numPr>
                <w:ilvl w:val="0"/>
                <w:numId w:val="15"/>
              </w:numPr>
            </w:pPr>
            <w:r>
              <w:t>Probeer indien mogelijk de brand te blussen met de aanwezige blusmiddelen.</w:t>
            </w:r>
          </w:p>
          <w:p w:rsidR="000D5A72" w:rsidRDefault="000D5A72" w:rsidP="00F46446">
            <w:pPr>
              <w:pStyle w:val="Koptekst"/>
              <w:tabs>
                <w:tab w:val="clear" w:pos="4536"/>
                <w:tab w:val="clear" w:pos="9072"/>
              </w:tabs>
            </w:pPr>
          </w:p>
          <w:p w:rsidR="000D5A72" w:rsidRDefault="000D5A72" w:rsidP="00F46446">
            <w:pPr>
              <w:numPr>
                <w:ilvl w:val="0"/>
                <w:numId w:val="15"/>
              </w:numPr>
            </w:pPr>
            <w:r>
              <w:t>Sluit zoveel mogelijk ramen en deuren tussen u en de brand.</w:t>
            </w:r>
          </w:p>
          <w:p w:rsidR="000D5A72" w:rsidRDefault="000D5A72" w:rsidP="00F46446"/>
          <w:p w:rsidR="000D5A72" w:rsidRDefault="000D5A72" w:rsidP="00F46446">
            <w:pPr>
              <w:numPr>
                <w:ilvl w:val="0"/>
                <w:numId w:val="18"/>
              </w:numPr>
            </w:pPr>
            <w:r>
              <w:t>Sluit hoofdgaskraan en hoofdmeter elektriciteit zo mogelijk af.</w:t>
            </w:r>
          </w:p>
          <w:p w:rsidR="000D5A72" w:rsidRDefault="000D5A72" w:rsidP="00F46446">
            <w:pPr>
              <w:pStyle w:val="Koptekst"/>
              <w:tabs>
                <w:tab w:val="clear" w:pos="4536"/>
                <w:tab w:val="clear" w:pos="9072"/>
              </w:tabs>
            </w:pPr>
          </w:p>
          <w:p w:rsidR="000D5A72" w:rsidRDefault="000D5A72" w:rsidP="00F46446">
            <w:pPr>
              <w:numPr>
                <w:ilvl w:val="0"/>
                <w:numId w:val="15"/>
              </w:numPr>
            </w:pPr>
            <w:r>
              <w:t>Geef alle informatie door die noodzakelijk is voor de redding van slachtoffers en voor de brandbestrijding.</w:t>
            </w:r>
          </w:p>
          <w:p w:rsidR="000D5A72" w:rsidRDefault="000D5A72" w:rsidP="00F46446">
            <w:pPr>
              <w:pStyle w:val="Koptekst"/>
              <w:tabs>
                <w:tab w:val="clear" w:pos="4536"/>
                <w:tab w:val="clear" w:pos="9072"/>
              </w:tabs>
            </w:pPr>
          </w:p>
          <w:p w:rsidR="000D5A72" w:rsidRDefault="000D5A72" w:rsidP="00F46446">
            <w:pPr>
              <w:numPr>
                <w:ilvl w:val="0"/>
                <w:numId w:val="15"/>
              </w:numPr>
            </w:pPr>
            <w:r>
              <w:t>Volg de instructies van de brandweer en ambulancedienst op.</w:t>
            </w:r>
          </w:p>
          <w:p w:rsidR="000D5A72" w:rsidRDefault="000D5A72" w:rsidP="00F46446">
            <w:pPr>
              <w:pStyle w:val="Koptekst"/>
              <w:tabs>
                <w:tab w:val="clear" w:pos="4536"/>
                <w:tab w:val="clear" w:pos="9072"/>
              </w:tabs>
            </w:pPr>
          </w:p>
        </w:tc>
      </w:tr>
    </w:tbl>
    <w:p w:rsidR="000D5A72" w:rsidRDefault="000D5A72" w:rsidP="000D5A72"/>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c>
          <w:tcPr>
            <w:tcW w:w="9212" w:type="dxa"/>
          </w:tcPr>
          <w:p w:rsidR="000D5A72" w:rsidRDefault="000D5A72" w:rsidP="00F46446">
            <w:pPr>
              <w:pStyle w:val="Kop3"/>
              <w:jc w:val="center"/>
              <w:rPr>
                <w:rFonts w:cs="Arial"/>
                <w:color w:val="FF0000"/>
                <w:sz w:val="144"/>
              </w:rPr>
            </w:pPr>
            <w:r>
              <w:rPr>
                <w:rFonts w:cs="Arial"/>
                <w:color w:val="FF0000"/>
                <w:sz w:val="144"/>
              </w:rPr>
              <w:t>Alarm:bel 112</w:t>
            </w:r>
          </w:p>
          <w:p w:rsidR="000D5A72" w:rsidRDefault="000D5A72" w:rsidP="00F46446">
            <w:pPr>
              <w:pStyle w:val="Kop5"/>
              <w:rPr>
                <w:color w:val="auto"/>
              </w:rPr>
            </w:pPr>
            <w:r>
              <w:rPr>
                <w:color w:val="auto"/>
              </w:rPr>
              <w:t>Zorg dat je de plaats kent van de vluchtwegen en blusmiddelen!</w:t>
            </w:r>
          </w:p>
        </w:tc>
      </w:tr>
    </w:tbl>
    <w:p w:rsidR="000D5A72" w:rsidRDefault="000D5A72" w:rsidP="000D5A72">
      <w:pPr>
        <w:rPr>
          <w:rFonts w:cs="Arial"/>
          <w:sz w:val="5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52"/>
        <w:gridCol w:w="4508"/>
      </w:tblGrid>
      <w:tr w:rsidR="000D5A72" w:rsidTr="00F46446">
        <w:trPr>
          <w:trHeight w:val="895"/>
        </w:trPr>
        <w:tc>
          <w:tcPr>
            <w:tcW w:w="4606" w:type="dxa"/>
          </w:tcPr>
          <w:p w:rsidR="000D5A72" w:rsidRDefault="000D5A72" w:rsidP="00F46446">
            <w:pPr>
              <w:pStyle w:val="Kop4"/>
            </w:pPr>
          </w:p>
          <w:p w:rsidR="000D5A72" w:rsidRDefault="000D5A72" w:rsidP="00F46446">
            <w:pPr>
              <w:pStyle w:val="Kop4"/>
              <w:rPr>
                <w:sz w:val="52"/>
              </w:rPr>
            </w:pPr>
            <w:r>
              <w:rPr>
                <w:sz w:val="52"/>
              </w:rPr>
              <w:t>Brand</w:t>
            </w:r>
          </w:p>
          <w:p w:rsidR="000D5A72" w:rsidRDefault="000D5A72" w:rsidP="00F46446">
            <w:pPr>
              <w:pStyle w:val="Kop4"/>
            </w:pPr>
          </w:p>
        </w:tc>
        <w:tc>
          <w:tcPr>
            <w:tcW w:w="4606" w:type="dxa"/>
          </w:tcPr>
          <w:p w:rsidR="000D5A72" w:rsidRDefault="000D5A72" w:rsidP="00F46446">
            <w:pPr>
              <w:rPr>
                <w:rFonts w:cs="Arial"/>
              </w:rPr>
            </w:pPr>
            <w:r>
              <w:rPr>
                <w:rFonts w:cs="Arial"/>
              </w:rPr>
              <w:t>Bel 112 en geef door:</w:t>
            </w:r>
          </w:p>
          <w:p w:rsidR="000D5A72" w:rsidRDefault="000D5A72" w:rsidP="00F46446">
            <w:pPr>
              <w:rPr>
                <w:rFonts w:cs="Arial"/>
              </w:rPr>
            </w:pPr>
          </w:p>
          <w:p w:rsidR="000D5A72" w:rsidRDefault="000D5A72" w:rsidP="00F46446">
            <w:pPr>
              <w:numPr>
                <w:ilvl w:val="0"/>
                <w:numId w:val="19"/>
              </w:numPr>
              <w:rPr>
                <w:rFonts w:cs="Arial"/>
              </w:rPr>
            </w:pPr>
            <w:r>
              <w:rPr>
                <w:rFonts w:cs="Arial"/>
              </w:rPr>
              <w:t>wie je bent</w:t>
            </w:r>
          </w:p>
          <w:p w:rsidR="000D5A72" w:rsidRDefault="000D5A72" w:rsidP="00F46446">
            <w:pPr>
              <w:numPr>
                <w:ilvl w:val="0"/>
                <w:numId w:val="19"/>
              </w:numPr>
              <w:rPr>
                <w:rFonts w:cs="Arial"/>
              </w:rPr>
            </w:pPr>
            <w:r>
              <w:rPr>
                <w:rFonts w:cs="Arial"/>
              </w:rPr>
              <w:t>waar het brandt</w:t>
            </w:r>
          </w:p>
          <w:p w:rsidR="000D5A72" w:rsidRDefault="000D5A72" w:rsidP="00F46446">
            <w:pPr>
              <w:numPr>
                <w:ilvl w:val="0"/>
                <w:numId w:val="19"/>
              </w:numPr>
              <w:rPr>
                <w:rFonts w:cs="Arial"/>
              </w:rPr>
            </w:pPr>
            <w:r>
              <w:rPr>
                <w:rFonts w:cs="Arial"/>
              </w:rPr>
              <w:t>wat er brandt</w:t>
            </w:r>
          </w:p>
          <w:p w:rsidR="000D5A72" w:rsidRDefault="000D5A72" w:rsidP="00F46446">
            <w:pPr>
              <w:numPr>
                <w:ilvl w:val="0"/>
                <w:numId w:val="19"/>
              </w:numPr>
              <w:rPr>
                <w:rFonts w:cs="Arial"/>
              </w:rPr>
            </w:pPr>
            <w:r>
              <w:rPr>
                <w:rFonts w:cs="Arial"/>
              </w:rPr>
              <w:t>aantal slachtoffers</w:t>
            </w:r>
          </w:p>
        </w:tc>
      </w:tr>
      <w:tr w:rsidR="000D5A72" w:rsidTr="00F46446">
        <w:trPr>
          <w:trHeight w:val="895"/>
        </w:trPr>
        <w:tc>
          <w:tcPr>
            <w:tcW w:w="4606" w:type="dxa"/>
          </w:tcPr>
          <w:p w:rsidR="000D5A72" w:rsidRDefault="000D5A72" w:rsidP="00F46446">
            <w:pPr>
              <w:rPr>
                <w:rFonts w:cs="Arial"/>
                <w:sz w:val="52"/>
              </w:rPr>
            </w:pPr>
          </w:p>
          <w:p w:rsidR="000D5A72" w:rsidRDefault="000D5A72" w:rsidP="00F46446">
            <w:pPr>
              <w:pStyle w:val="Kop6"/>
              <w:jc w:val="center"/>
            </w:pPr>
            <w:r>
              <w:t>Ongeval</w:t>
            </w:r>
          </w:p>
          <w:p w:rsidR="000D5A72" w:rsidRDefault="000D5A72" w:rsidP="00F46446">
            <w:pPr>
              <w:pStyle w:val="Kop4"/>
              <w:rPr>
                <w:sz w:val="24"/>
              </w:rPr>
            </w:pPr>
          </w:p>
          <w:p w:rsidR="000D5A72" w:rsidRDefault="000D5A72" w:rsidP="00F46446"/>
        </w:tc>
        <w:tc>
          <w:tcPr>
            <w:tcW w:w="4606" w:type="dxa"/>
          </w:tcPr>
          <w:p w:rsidR="000D5A72" w:rsidRDefault="000D5A72" w:rsidP="00F46446">
            <w:pPr>
              <w:pStyle w:val="Kop4"/>
              <w:jc w:val="left"/>
              <w:rPr>
                <w:sz w:val="24"/>
              </w:rPr>
            </w:pPr>
            <w:r>
              <w:rPr>
                <w:b w:val="0"/>
                <w:bCs w:val="0"/>
                <w:sz w:val="24"/>
              </w:rPr>
              <w:t>Bel 112 en geef door:</w:t>
            </w:r>
          </w:p>
          <w:p w:rsidR="000D5A72" w:rsidRDefault="000D5A72" w:rsidP="00F46446">
            <w:pPr>
              <w:pStyle w:val="Koptekst"/>
              <w:tabs>
                <w:tab w:val="clear" w:pos="4536"/>
                <w:tab w:val="clear" w:pos="9072"/>
              </w:tabs>
            </w:pPr>
          </w:p>
          <w:p w:rsidR="000D5A72" w:rsidRDefault="000D5A72" w:rsidP="00F46446">
            <w:pPr>
              <w:pStyle w:val="Kop4"/>
              <w:numPr>
                <w:ilvl w:val="0"/>
                <w:numId w:val="20"/>
              </w:numPr>
              <w:jc w:val="left"/>
              <w:rPr>
                <w:b w:val="0"/>
                <w:bCs w:val="0"/>
                <w:sz w:val="24"/>
              </w:rPr>
            </w:pPr>
            <w:r>
              <w:rPr>
                <w:b w:val="0"/>
                <w:bCs w:val="0"/>
                <w:sz w:val="24"/>
              </w:rPr>
              <w:t>wie je bent</w:t>
            </w:r>
          </w:p>
          <w:p w:rsidR="000D5A72" w:rsidRDefault="000D5A72" w:rsidP="00F46446">
            <w:pPr>
              <w:numPr>
                <w:ilvl w:val="0"/>
                <w:numId w:val="20"/>
              </w:numPr>
              <w:rPr>
                <w:rFonts w:cs="Arial"/>
              </w:rPr>
            </w:pPr>
            <w:r>
              <w:rPr>
                <w:rFonts w:cs="Arial"/>
              </w:rPr>
              <w:t>het soort ongeval</w:t>
            </w:r>
          </w:p>
          <w:p w:rsidR="000D5A72" w:rsidRDefault="000D5A72" w:rsidP="00F46446">
            <w:pPr>
              <w:numPr>
                <w:ilvl w:val="0"/>
                <w:numId w:val="20"/>
              </w:numPr>
              <w:rPr>
                <w:rFonts w:cs="Arial"/>
              </w:rPr>
            </w:pPr>
            <w:r>
              <w:rPr>
                <w:rFonts w:cs="Arial"/>
              </w:rPr>
              <w:t>toestand en aantal slachtoffers</w:t>
            </w:r>
          </w:p>
          <w:p w:rsidR="000D5A72" w:rsidRDefault="000D5A72" w:rsidP="00F46446">
            <w:pPr>
              <w:numPr>
                <w:ilvl w:val="0"/>
                <w:numId w:val="20"/>
              </w:numPr>
            </w:pPr>
            <w:r>
              <w:rPr>
                <w:rFonts w:cs="Arial"/>
              </w:rPr>
              <w:t>plaats van ongeval</w:t>
            </w:r>
          </w:p>
        </w:tc>
      </w:tr>
      <w:tr w:rsidR="000D5A72" w:rsidTr="00F46446">
        <w:trPr>
          <w:trHeight w:val="895"/>
        </w:trPr>
        <w:tc>
          <w:tcPr>
            <w:tcW w:w="4606" w:type="dxa"/>
            <w:tcBorders>
              <w:bottom w:val="single" w:sz="4" w:space="0" w:color="auto"/>
            </w:tcBorders>
          </w:tcPr>
          <w:p w:rsidR="000D5A72" w:rsidRDefault="000D5A72" w:rsidP="00F46446">
            <w:pPr>
              <w:pStyle w:val="Kop4"/>
            </w:pPr>
          </w:p>
          <w:p w:rsidR="000D5A72" w:rsidRDefault="000D5A72" w:rsidP="00F46446">
            <w:pPr>
              <w:pStyle w:val="Kop4"/>
              <w:rPr>
                <w:sz w:val="52"/>
              </w:rPr>
            </w:pPr>
            <w:r>
              <w:rPr>
                <w:sz w:val="52"/>
              </w:rPr>
              <w:t>Ontruiming</w:t>
            </w:r>
          </w:p>
          <w:p w:rsidR="000D5A72" w:rsidRDefault="000D5A72" w:rsidP="00F46446"/>
          <w:p w:rsidR="000D5A72" w:rsidRDefault="000D5A72" w:rsidP="00F46446"/>
        </w:tc>
        <w:tc>
          <w:tcPr>
            <w:tcW w:w="4606" w:type="dxa"/>
            <w:tcBorders>
              <w:bottom w:val="single" w:sz="4" w:space="0" w:color="auto"/>
            </w:tcBorders>
          </w:tcPr>
          <w:p w:rsidR="000D5A72" w:rsidRDefault="000D5A72" w:rsidP="00F46446">
            <w:pPr>
              <w:pStyle w:val="Kop4"/>
              <w:numPr>
                <w:ilvl w:val="0"/>
                <w:numId w:val="20"/>
              </w:numPr>
              <w:jc w:val="left"/>
              <w:rPr>
                <w:b w:val="0"/>
                <w:bCs w:val="0"/>
                <w:sz w:val="24"/>
              </w:rPr>
            </w:pPr>
            <w:r>
              <w:rPr>
                <w:b w:val="0"/>
                <w:bCs w:val="0"/>
                <w:sz w:val="24"/>
              </w:rPr>
              <w:t>sluit deuren en ramen</w:t>
            </w:r>
          </w:p>
          <w:p w:rsidR="000D5A72" w:rsidRDefault="000D5A72" w:rsidP="00F46446">
            <w:pPr>
              <w:numPr>
                <w:ilvl w:val="0"/>
                <w:numId w:val="20"/>
              </w:numPr>
              <w:rPr>
                <w:rFonts w:cs="Arial"/>
              </w:rPr>
            </w:pPr>
            <w:r>
              <w:rPr>
                <w:rFonts w:cs="Arial"/>
              </w:rPr>
              <w:t>verlaat gebouw via de vluchtroutes</w:t>
            </w:r>
          </w:p>
          <w:p w:rsidR="000D5A72" w:rsidRDefault="000D5A72" w:rsidP="00F46446">
            <w:pPr>
              <w:numPr>
                <w:ilvl w:val="0"/>
                <w:numId w:val="20"/>
              </w:numPr>
              <w:rPr>
                <w:rFonts w:cs="Arial"/>
              </w:rPr>
            </w:pPr>
            <w:r>
              <w:rPr>
                <w:rFonts w:cs="Arial"/>
              </w:rPr>
              <w:t>laat persoonlijke spullen liggen</w:t>
            </w:r>
          </w:p>
          <w:p w:rsidR="000D5A72" w:rsidRDefault="000D5A72" w:rsidP="00F46446">
            <w:pPr>
              <w:numPr>
                <w:ilvl w:val="0"/>
                <w:numId w:val="20"/>
              </w:numPr>
              <w:rPr>
                <w:rFonts w:cs="Arial"/>
              </w:rPr>
            </w:pPr>
            <w:r>
              <w:rPr>
                <w:rFonts w:cs="Arial"/>
              </w:rPr>
              <w:t>volg de instructies op</w:t>
            </w:r>
          </w:p>
          <w:p w:rsidR="000D5A72" w:rsidRDefault="000D5A72" w:rsidP="00F46446">
            <w:pPr>
              <w:numPr>
                <w:ilvl w:val="0"/>
                <w:numId w:val="20"/>
              </w:numPr>
              <w:rPr>
                <w:rFonts w:cs="Arial"/>
              </w:rPr>
            </w:pPr>
            <w:r>
              <w:rPr>
                <w:rFonts w:cs="Arial"/>
              </w:rPr>
              <w:t>help kinderen en minder validen</w:t>
            </w:r>
          </w:p>
          <w:p w:rsidR="000D5A72" w:rsidRDefault="000D5A72" w:rsidP="00F46446">
            <w:pPr>
              <w:numPr>
                <w:ilvl w:val="0"/>
                <w:numId w:val="20"/>
              </w:numPr>
              <w:rPr>
                <w:rFonts w:cs="Arial"/>
              </w:rPr>
            </w:pPr>
            <w:r>
              <w:rPr>
                <w:rFonts w:cs="Arial"/>
              </w:rPr>
              <w:t>verzamel op de aangegeven plaats</w:t>
            </w:r>
          </w:p>
        </w:tc>
      </w:tr>
    </w:tbl>
    <w:p w:rsidR="000D5A72" w:rsidRDefault="000D5A72" w:rsidP="000D5A72">
      <w:pPr>
        <w:rPr>
          <w:rFonts w:cs="Arial"/>
          <w:sz w:val="52"/>
        </w:rPr>
      </w:pPr>
    </w:p>
    <w:p w:rsidR="000D5A72" w:rsidRDefault="000D5A72" w:rsidP="000D5A72">
      <w:pPr>
        <w:jc w:val="center"/>
        <w:rPr>
          <w:rFonts w:cs="Arial"/>
          <w:b/>
          <w:bCs/>
          <w:sz w:val="56"/>
        </w:rPr>
      </w:pPr>
      <w:r>
        <w:rPr>
          <w:rFonts w:cs="Arial"/>
          <w:b/>
          <w:bCs/>
          <w:sz w:val="56"/>
        </w:rPr>
        <w:t>Voorkom paniek en blijf rustig!</w:t>
      </w:r>
    </w:p>
    <w:p w:rsidR="000D5A72" w:rsidRDefault="000D5A72" w:rsidP="000D5A72">
      <w:pPr>
        <w:jc w:val="center"/>
        <w:rPr>
          <w:rFonts w:cs="Arial"/>
          <w:b/>
          <w:bCs/>
          <w:sz w:val="56"/>
        </w:rPr>
      </w:pPr>
    </w:p>
    <w:p w:rsidR="000D5A72" w:rsidRDefault="000D5A72" w:rsidP="000D5A72">
      <w:pPr>
        <w:pStyle w:val="Koptekst"/>
        <w:tabs>
          <w:tab w:val="clear" w:pos="4536"/>
          <w:tab w:val="clear" w:pos="9072"/>
        </w:tabs>
        <w:rPr>
          <w:i/>
          <w:iCs/>
        </w:rPr>
      </w:pPr>
      <w:r>
        <w:rPr>
          <w:i/>
          <w:iCs/>
        </w:rPr>
        <w:t>(Plastificeer dit blad en hang het naast de plattegrond waarop de vluchtwegen, nooduitgangen en brandblusmiddelen staan aangegeven.)</w:t>
      </w:r>
    </w:p>
    <w:p w:rsidR="000D5A72" w:rsidRDefault="000D5A72" w:rsidP="000D5A72">
      <w:pPr>
        <w:rPr>
          <w:rFonts w:cs="Arial"/>
          <w:b/>
          <w:bCs/>
          <w:sz w:val="56"/>
        </w:rPr>
      </w:pPr>
      <w:r>
        <w:rPr>
          <w:i/>
          <w:iCs/>
        </w:rPr>
        <w:br w:type="page"/>
      </w:r>
      <w:r w:rsidRPr="00FF77FE">
        <w:rPr>
          <w:rFonts w:cs="Arial"/>
          <w:b/>
          <w:bCs/>
          <w:sz w:val="40"/>
        </w:rPr>
        <w:t>Wat te doen bij…..</w:t>
      </w:r>
      <w:r>
        <w:rPr>
          <w:rFonts w:cs="Arial"/>
          <w:b/>
          <w:bCs/>
          <w:sz w:val="40"/>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8"/>
        <w:gridCol w:w="1418"/>
        <w:gridCol w:w="6704"/>
      </w:tblGrid>
      <w:tr w:rsidR="000D5A72" w:rsidTr="00F46446">
        <w:trPr>
          <w:cantSplit/>
        </w:trPr>
        <w:tc>
          <w:tcPr>
            <w:tcW w:w="9060" w:type="dxa"/>
            <w:gridSpan w:val="3"/>
          </w:tcPr>
          <w:p w:rsidR="000D5A72" w:rsidRDefault="000D5A72" w:rsidP="00F46446">
            <w:pPr>
              <w:pStyle w:val="Kop7"/>
              <w:jc w:val="left"/>
            </w:pPr>
            <w:r>
              <w:t>Brand</w:t>
            </w:r>
          </w:p>
        </w:tc>
      </w:tr>
      <w:tr w:rsidR="000D5A72" w:rsidTr="00F46446">
        <w:tc>
          <w:tcPr>
            <w:tcW w:w="938" w:type="dxa"/>
          </w:tcPr>
          <w:p w:rsidR="000D5A72" w:rsidRDefault="000D5A72" w:rsidP="00F46446">
            <w:pPr>
              <w:jc w:val="center"/>
              <w:rPr>
                <w:rFonts w:cs="Arial"/>
                <w:b/>
                <w:bCs/>
                <w:sz w:val="56"/>
              </w:rPr>
            </w:pPr>
            <w:r>
              <w:rPr>
                <w:rFonts w:cs="Arial"/>
                <w:b/>
                <w:bCs/>
                <w:sz w:val="56"/>
              </w:rPr>
              <w:t>1</w:t>
            </w:r>
          </w:p>
        </w:tc>
        <w:tc>
          <w:tcPr>
            <w:tcW w:w="1415" w:type="dxa"/>
          </w:tcPr>
          <w:p w:rsidR="000D5A72" w:rsidRDefault="000D5A72" w:rsidP="00F46446">
            <w:pPr>
              <w:jc w:val="center"/>
              <w:rPr>
                <w:rFonts w:cs="Arial"/>
                <w:b/>
                <w:bCs/>
                <w:sz w:val="56"/>
              </w:rPr>
            </w:pPr>
            <w:r>
              <w:object w:dxaOrig="1275" w:dyaOrig="12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5pt;height:61.5pt" o:ole="">
                  <v:imagedata r:id="rId9" o:title=""/>
                </v:shape>
                <o:OLEObject Type="Embed" ProgID="MSPhotoEd.3" ShapeID="_x0000_i1025" DrawAspect="Content" ObjectID="_1604152706" r:id="rId10"/>
              </w:object>
            </w:r>
          </w:p>
        </w:tc>
        <w:tc>
          <w:tcPr>
            <w:tcW w:w="6707" w:type="dxa"/>
          </w:tcPr>
          <w:p w:rsidR="000D5A72" w:rsidRDefault="000D5A72" w:rsidP="00F46446">
            <w:pPr>
              <w:pStyle w:val="Kop8"/>
            </w:pPr>
            <w:r>
              <w:t>Bel 112</w:t>
            </w:r>
          </w:p>
        </w:tc>
      </w:tr>
      <w:tr w:rsidR="000D5A72" w:rsidTr="00F46446">
        <w:tc>
          <w:tcPr>
            <w:tcW w:w="938" w:type="dxa"/>
          </w:tcPr>
          <w:p w:rsidR="000D5A72" w:rsidRDefault="000D5A72" w:rsidP="00F46446">
            <w:pPr>
              <w:jc w:val="center"/>
              <w:rPr>
                <w:rFonts w:cs="Arial"/>
                <w:b/>
                <w:bCs/>
                <w:sz w:val="56"/>
              </w:rPr>
            </w:pPr>
            <w:r>
              <w:rPr>
                <w:rFonts w:cs="Arial"/>
                <w:b/>
                <w:bCs/>
                <w:sz w:val="56"/>
              </w:rPr>
              <w:t>2</w:t>
            </w:r>
          </w:p>
        </w:tc>
        <w:tc>
          <w:tcPr>
            <w:tcW w:w="1415" w:type="dxa"/>
          </w:tcPr>
          <w:p w:rsidR="000D5A72" w:rsidRDefault="000D5A72" w:rsidP="00F46446">
            <w:pPr>
              <w:jc w:val="center"/>
              <w:rPr>
                <w:rFonts w:cs="Arial"/>
                <w:b/>
                <w:bCs/>
              </w:rPr>
            </w:pPr>
            <w:r>
              <w:rPr>
                <w:rFonts w:cs="Arial"/>
              </w:rPr>
              <w:object w:dxaOrig="2730" w:dyaOrig="2730">
                <v:shape id="_x0000_i1026" type="#_x0000_t75" style="width:61.5pt;height:63pt" o:ole="">
                  <v:imagedata r:id="rId11" o:title=""/>
                </v:shape>
                <o:OLEObject Type="Embed" ProgID="MSPhotoEd.3" ShapeID="_x0000_i1026" DrawAspect="Content" ObjectID="_1604152707" r:id="rId12"/>
              </w:object>
            </w:r>
          </w:p>
        </w:tc>
        <w:tc>
          <w:tcPr>
            <w:tcW w:w="6707" w:type="dxa"/>
          </w:tcPr>
          <w:p w:rsidR="000D5A72" w:rsidRDefault="000D5A72" w:rsidP="00F46446">
            <w:pPr>
              <w:pStyle w:val="Kop1"/>
              <w:rPr>
                <w:rFonts w:cs="Arial"/>
                <w:sz w:val="24"/>
              </w:rPr>
            </w:pPr>
            <w:r>
              <w:rPr>
                <w:rFonts w:cs="Arial"/>
                <w:sz w:val="24"/>
              </w:rPr>
              <w:t>Geef informatie over de brand:</w:t>
            </w:r>
          </w:p>
          <w:p w:rsidR="000D5A72" w:rsidRDefault="000D5A72" w:rsidP="00F46446">
            <w:pPr>
              <w:numPr>
                <w:ilvl w:val="0"/>
                <w:numId w:val="21"/>
              </w:numPr>
              <w:rPr>
                <w:rFonts w:cs="Arial"/>
                <w:b/>
                <w:bCs/>
              </w:rPr>
            </w:pPr>
            <w:r>
              <w:rPr>
                <w:rFonts w:cs="Arial"/>
                <w:b/>
                <w:bCs/>
              </w:rPr>
              <w:t>wie ben je</w:t>
            </w:r>
          </w:p>
          <w:p w:rsidR="000D5A72" w:rsidRDefault="000D5A72" w:rsidP="00F46446">
            <w:pPr>
              <w:numPr>
                <w:ilvl w:val="0"/>
                <w:numId w:val="21"/>
              </w:numPr>
              <w:rPr>
                <w:rFonts w:cs="Arial"/>
                <w:b/>
                <w:bCs/>
              </w:rPr>
            </w:pPr>
            <w:r>
              <w:rPr>
                <w:rFonts w:cs="Arial"/>
                <w:b/>
                <w:bCs/>
              </w:rPr>
              <w:t>waar brandt het</w:t>
            </w:r>
          </w:p>
          <w:p w:rsidR="000D5A72" w:rsidRDefault="000D5A72" w:rsidP="00F46446">
            <w:pPr>
              <w:numPr>
                <w:ilvl w:val="0"/>
                <w:numId w:val="21"/>
              </w:numPr>
              <w:rPr>
                <w:rFonts w:cs="Arial"/>
                <w:b/>
                <w:bCs/>
              </w:rPr>
            </w:pPr>
            <w:r>
              <w:rPr>
                <w:rFonts w:cs="Arial"/>
                <w:b/>
                <w:bCs/>
              </w:rPr>
              <w:t>wat brandt er</w:t>
            </w:r>
          </w:p>
          <w:p w:rsidR="000D5A72" w:rsidRDefault="000D5A72" w:rsidP="00F46446">
            <w:pPr>
              <w:numPr>
                <w:ilvl w:val="0"/>
                <w:numId w:val="21"/>
              </w:numPr>
              <w:rPr>
                <w:rFonts w:cs="Arial"/>
                <w:b/>
                <w:bCs/>
              </w:rPr>
            </w:pPr>
            <w:r>
              <w:rPr>
                <w:rFonts w:cs="Arial"/>
                <w:b/>
                <w:bCs/>
              </w:rPr>
              <w:t>aantal slachtoffers</w:t>
            </w:r>
          </w:p>
        </w:tc>
      </w:tr>
      <w:tr w:rsidR="000D5A72" w:rsidTr="00F46446">
        <w:tc>
          <w:tcPr>
            <w:tcW w:w="938" w:type="dxa"/>
          </w:tcPr>
          <w:p w:rsidR="000D5A72" w:rsidRDefault="000D5A72" w:rsidP="00F46446">
            <w:pPr>
              <w:jc w:val="center"/>
              <w:rPr>
                <w:rFonts w:cs="Arial"/>
                <w:b/>
                <w:bCs/>
                <w:sz w:val="56"/>
              </w:rPr>
            </w:pPr>
            <w:r>
              <w:rPr>
                <w:rFonts w:cs="Arial"/>
                <w:b/>
                <w:bCs/>
                <w:sz w:val="56"/>
              </w:rPr>
              <w:t>3</w:t>
            </w:r>
          </w:p>
        </w:tc>
        <w:tc>
          <w:tcPr>
            <w:tcW w:w="1415" w:type="dxa"/>
          </w:tcPr>
          <w:p w:rsidR="000D5A72" w:rsidRDefault="000D5A72" w:rsidP="00F46446">
            <w:pPr>
              <w:jc w:val="center"/>
              <w:rPr>
                <w:rFonts w:cs="Arial"/>
                <w:b/>
                <w:bCs/>
              </w:rPr>
            </w:pPr>
            <w:r>
              <w:rPr>
                <w:rFonts w:cs="Arial"/>
              </w:rPr>
              <w:object w:dxaOrig="1245" w:dyaOrig="1245">
                <v:shape id="_x0000_i1027" type="#_x0000_t75" style="width:62.25pt;height:62.25pt" o:ole="">
                  <v:imagedata r:id="rId13" o:title=""/>
                </v:shape>
                <o:OLEObject Type="Embed" ProgID="MSPhotoEd.3" ShapeID="_x0000_i1027" DrawAspect="Content" ObjectID="_1604152708" r:id="rId14"/>
              </w:object>
            </w:r>
          </w:p>
        </w:tc>
        <w:tc>
          <w:tcPr>
            <w:tcW w:w="6707" w:type="dxa"/>
          </w:tcPr>
          <w:p w:rsidR="000D5A72" w:rsidRDefault="000D5A72" w:rsidP="00F46446">
            <w:pPr>
              <w:rPr>
                <w:rFonts w:cs="Arial"/>
                <w:b/>
                <w:bCs/>
              </w:rPr>
            </w:pPr>
          </w:p>
          <w:p w:rsidR="000D5A72" w:rsidRDefault="000D5A72" w:rsidP="00F46446">
            <w:pPr>
              <w:numPr>
                <w:ilvl w:val="0"/>
                <w:numId w:val="28"/>
              </w:numPr>
              <w:rPr>
                <w:rFonts w:cs="Arial"/>
                <w:b/>
                <w:bCs/>
              </w:rPr>
            </w:pPr>
            <w:r>
              <w:rPr>
                <w:rFonts w:cs="Arial"/>
                <w:b/>
                <w:bCs/>
              </w:rPr>
              <w:t>Gebruik aanwezige brandblusapparatuur</w:t>
            </w:r>
          </w:p>
        </w:tc>
      </w:tr>
      <w:tr w:rsidR="000D5A72" w:rsidTr="00F46446">
        <w:tc>
          <w:tcPr>
            <w:tcW w:w="938" w:type="dxa"/>
          </w:tcPr>
          <w:p w:rsidR="000D5A72" w:rsidRDefault="000D5A72" w:rsidP="00F46446">
            <w:pPr>
              <w:jc w:val="center"/>
              <w:rPr>
                <w:rFonts w:cs="Arial"/>
                <w:b/>
                <w:bCs/>
                <w:sz w:val="56"/>
              </w:rPr>
            </w:pPr>
            <w:r>
              <w:rPr>
                <w:rFonts w:cs="Arial"/>
                <w:b/>
                <w:bCs/>
                <w:sz w:val="56"/>
              </w:rPr>
              <w:t>4</w:t>
            </w:r>
          </w:p>
        </w:tc>
        <w:tc>
          <w:tcPr>
            <w:tcW w:w="1415" w:type="dxa"/>
          </w:tcPr>
          <w:p w:rsidR="000D5A72" w:rsidRDefault="000D5A72" w:rsidP="00F46446">
            <w:pPr>
              <w:jc w:val="center"/>
              <w:rPr>
                <w:rFonts w:cs="Arial"/>
                <w:b/>
                <w:bCs/>
              </w:rPr>
            </w:pPr>
            <w:r>
              <w:rPr>
                <w:rFonts w:cs="Arial"/>
              </w:rPr>
              <w:object w:dxaOrig="1260" w:dyaOrig="1245">
                <v:shape id="_x0000_i1028" type="#_x0000_t75" style="width:63pt;height:62.25pt" o:ole="">
                  <v:imagedata r:id="rId15" o:title=""/>
                </v:shape>
                <o:OLEObject Type="Embed" ProgID="MSPhotoEd.3" ShapeID="_x0000_i1028" DrawAspect="Content" ObjectID="_1604152709" r:id="rId16"/>
              </w:object>
            </w:r>
          </w:p>
        </w:tc>
        <w:tc>
          <w:tcPr>
            <w:tcW w:w="6707" w:type="dxa"/>
          </w:tcPr>
          <w:p w:rsidR="000D5A72" w:rsidRDefault="000D5A72" w:rsidP="00F46446">
            <w:pPr>
              <w:rPr>
                <w:rFonts w:cs="Arial"/>
                <w:b/>
                <w:bCs/>
              </w:rPr>
            </w:pPr>
          </w:p>
          <w:p w:rsidR="000D5A72" w:rsidRDefault="000D5A72" w:rsidP="00F46446">
            <w:pPr>
              <w:numPr>
                <w:ilvl w:val="0"/>
                <w:numId w:val="26"/>
              </w:numPr>
              <w:rPr>
                <w:rFonts w:cs="Arial"/>
                <w:b/>
                <w:bCs/>
              </w:rPr>
            </w:pPr>
            <w:r>
              <w:rPr>
                <w:rFonts w:cs="Arial"/>
                <w:b/>
                <w:bCs/>
              </w:rPr>
              <w:t>Sluit deuren en ramen</w:t>
            </w:r>
          </w:p>
          <w:p w:rsidR="000D5A72" w:rsidRDefault="000D5A72" w:rsidP="00F46446">
            <w:pPr>
              <w:numPr>
                <w:ilvl w:val="0"/>
                <w:numId w:val="26"/>
              </w:numPr>
              <w:rPr>
                <w:rFonts w:cs="Arial"/>
                <w:b/>
                <w:bCs/>
              </w:rPr>
            </w:pPr>
            <w:r>
              <w:rPr>
                <w:rFonts w:cs="Arial"/>
                <w:b/>
                <w:bCs/>
              </w:rPr>
              <w:t>Stopmachines, sluit kranen af</w:t>
            </w:r>
          </w:p>
          <w:p w:rsidR="000D5A72" w:rsidRDefault="000D5A72" w:rsidP="00F46446">
            <w:pPr>
              <w:numPr>
                <w:ilvl w:val="0"/>
                <w:numId w:val="26"/>
              </w:numPr>
              <w:rPr>
                <w:rFonts w:cs="Arial"/>
                <w:b/>
                <w:bCs/>
              </w:rPr>
            </w:pPr>
            <w:r>
              <w:rPr>
                <w:rFonts w:cs="Arial"/>
                <w:b/>
                <w:bCs/>
              </w:rPr>
              <w:t>Verlaat kalm de gevarenzone</w:t>
            </w:r>
          </w:p>
        </w:tc>
      </w:tr>
      <w:tr w:rsidR="000D5A72" w:rsidTr="00F46446">
        <w:tc>
          <w:tcPr>
            <w:tcW w:w="938" w:type="dxa"/>
          </w:tcPr>
          <w:p w:rsidR="000D5A72" w:rsidRDefault="000D5A72" w:rsidP="00F46446">
            <w:pPr>
              <w:jc w:val="center"/>
              <w:rPr>
                <w:rFonts w:cs="Arial"/>
                <w:b/>
                <w:bCs/>
                <w:sz w:val="56"/>
              </w:rPr>
            </w:pPr>
            <w:r>
              <w:rPr>
                <w:rFonts w:cs="Arial"/>
                <w:b/>
                <w:bCs/>
                <w:sz w:val="56"/>
              </w:rPr>
              <w:t>5</w:t>
            </w:r>
          </w:p>
        </w:tc>
        <w:tc>
          <w:tcPr>
            <w:tcW w:w="1415" w:type="dxa"/>
          </w:tcPr>
          <w:p w:rsidR="000D5A72" w:rsidRDefault="000D5A72" w:rsidP="00F46446">
            <w:pPr>
              <w:jc w:val="center"/>
              <w:rPr>
                <w:rFonts w:cs="Arial"/>
                <w:b/>
                <w:bCs/>
              </w:rPr>
            </w:pPr>
            <w:r>
              <w:rPr>
                <w:rFonts w:cs="Arial"/>
              </w:rPr>
              <w:object w:dxaOrig="1065" w:dyaOrig="1095">
                <v:shape id="_x0000_i1029" type="#_x0000_t75" style="width:51pt;height:54.75pt" o:ole="">
                  <v:imagedata r:id="rId17" o:title=""/>
                </v:shape>
                <o:OLEObject Type="Embed" ProgID="MSPhotoEd.3" ShapeID="_x0000_i1029" DrawAspect="Content" ObjectID="_1604152710" r:id="rId18"/>
              </w:object>
            </w:r>
          </w:p>
        </w:tc>
        <w:tc>
          <w:tcPr>
            <w:tcW w:w="6707" w:type="dxa"/>
          </w:tcPr>
          <w:p w:rsidR="000D5A72" w:rsidRDefault="000D5A72" w:rsidP="00F46446">
            <w:pPr>
              <w:rPr>
                <w:rFonts w:cs="Arial"/>
                <w:b/>
                <w:bCs/>
              </w:rPr>
            </w:pPr>
          </w:p>
          <w:p w:rsidR="000D5A72" w:rsidRDefault="000D5A72" w:rsidP="00F46446">
            <w:pPr>
              <w:numPr>
                <w:ilvl w:val="0"/>
                <w:numId w:val="27"/>
              </w:numPr>
              <w:rPr>
                <w:rFonts w:cs="Arial"/>
                <w:b/>
                <w:bCs/>
              </w:rPr>
            </w:pPr>
            <w:r>
              <w:rPr>
                <w:rFonts w:cs="Arial"/>
                <w:b/>
                <w:bCs/>
              </w:rPr>
              <w:t xml:space="preserve">Ga naar verzamelplaats </w:t>
            </w:r>
          </w:p>
          <w:p w:rsidR="000D5A72" w:rsidRDefault="000D5A72" w:rsidP="00F46446">
            <w:pPr>
              <w:numPr>
                <w:ilvl w:val="0"/>
                <w:numId w:val="27"/>
              </w:numPr>
              <w:rPr>
                <w:rFonts w:cs="Arial"/>
                <w:b/>
                <w:bCs/>
              </w:rPr>
            </w:pPr>
            <w:r>
              <w:rPr>
                <w:rFonts w:cs="Arial"/>
                <w:b/>
                <w:bCs/>
              </w:rPr>
              <w:t>Help kinderen en minder validen</w:t>
            </w:r>
          </w:p>
          <w:p w:rsidR="000D5A72" w:rsidRDefault="000D5A72" w:rsidP="00F46446">
            <w:pPr>
              <w:numPr>
                <w:ilvl w:val="0"/>
                <w:numId w:val="27"/>
              </w:numPr>
              <w:rPr>
                <w:rFonts w:cs="Arial"/>
                <w:b/>
                <w:bCs/>
              </w:rPr>
            </w:pPr>
            <w:r>
              <w:rPr>
                <w:rFonts w:cs="Arial"/>
                <w:b/>
                <w:bCs/>
              </w:rPr>
              <w:t>Volg instructies brandweer op</w:t>
            </w:r>
          </w:p>
        </w:tc>
      </w:tr>
    </w:tbl>
    <w:p w:rsidR="000D5A72" w:rsidRDefault="000D5A72" w:rsidP="000D5A72">
      <w:pPr>
        <w:rPr>
          <w:rFonts w:cs="Arial"/>
          <w:sz w:val="5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7"/>
        <w:gridCol w:w="1439"/>
        <w:gridCol w:w="6664"/>
      </w:tblGrid>
      <w:tr w:rsidR="000D5A72" w:rsidTr="00F46446">
        <w:trPr>
          <w:cantSplit/>
        </w:trPr>
        <w:tc>
          <w:tcPr>
            <w:tcW w:w="9212" w:type="dxa"/>
            <w:gridSpan w:val="3"/>
          </w:tcPr>
          <w:p w:rsidR="000D5A72" w:rsidRDefault="000D5A72" w:rsidP="00F46446">
            <w:pPr>
              <w:pStyle w:val="Kop8"/>
            </w:pPr>
            <w:r>
              <w:t>Ongeval</w:t>
            </w:r>
          </w:p>
        </w:tc>
      </w:tr>
      <w:tr w:rsidR="000D5A72" w:rsidTr="00F46446">
        <w:tc>
          <w:tcPr>
            <w:tcW w:w="970" w:type="dxa"/>
          </w:tcPr>
          <w:p w:rsidR="000D5A72" w:rsidRDefault="000D5A72" w:rsidP="00F46446">
            <w:pPr>
              <w:jc w:val="center"/>
              <w:rPr>
                <w:rFonts w:cs="Arial"/>
                <w:b/>
                <w:bCs/>
                <w:sz w:val="56"/>
              </w:rPr>
            </w:pPr>
            <w:r>
              <w:rPr>
                <w:rFonts w:cs="Arial"/>
                <w:b/>
                <w:bCs/>
                <w:sz w:val="56"/>
              </w:rPr>
              <w:t>1</w:t>
            </w:r>
          </w:p>
        </w:tc>
        <w:tc>
          <w:tcPr>
            <w:tcW w:w="1440" w:type="dxa"/>
          </w:tcPr>
          <w:p w:rsidR="000D5A72" w:rsidRDefault="000D5A72" w:rsidP="00F46446">
            <w:pPr>
              <w:jc w:val="center"/>
              <w:rPr>
                <w:rFonts w:cs="Arial"/>
                <w:b/>
                <w:bCs/>
                <w:sz w:val="56"/>
              </w:rPr>
            </w:pPr>
            <w:r>
              <w:object w:dxaOrig="1275" w:dyaOrig="1275">
                <v:shape id="_x0000_i1030" type="#_x0000_t75" style="width:63.75pt;height:63.75pt" o:ole="">
                  <v:imagedata r:id="rId19" o:title=""/>
                </v:shape>
                <o:OLEObject Type="Embed" ProgID="MSPhotoEd.3" ShapeID="_x0000_i1030" DrawAspect="Content" ObjectID="_1604152711" r:id="rId20"/>
              </w:object>
            </w:r>
          </w:p>
        </w:tc>
        <w:tc>
          <w:tcPr>
            <w:tcW w:w="6802" w:type="dxa"/>
          </w:tcPr>
          <w:p w:rsidR="000D5A72" w:rsidRDefault="000D5A72" w:rsidP="00F46446">
            <w:pPr>
              <w:pStyle w:val="Kop8"/>
            </w:pPr>
            <w:r>
              <w:t>Bel 112</w:t>
            </w:r>
          </w:p>
        </w:tc>
      </w:tr>
      <w:tr w:rsidR="000D5A72" w:rsidTr="00F46446">
        <w:tc>
          <w:tcPr>
            <w:tcW w:w="970" w:type="dxa"/>
          </w:tcPr>
          <w:p w:rsidR="000D5A72" w:rsidRDefault="000D5A72" w:rsidP="00F46446">
            <w:pPr>
              <w:jc w:val="center"/>
              <w:rPr>
                <w:rFonts w:cs="Arial"/>
                <w:b/>
                <w:bCs/>
                <w:sz w:val="56"/>
              </w:rPr>
            </w:pPr>
            <w:r>
              <w:rPr>
                <w:rFonts w:cs="Arial"/>
                <w:b/>
                <w:bCs/>
                <w:sz w:val="56"/>
              </w:rPr>
              <w:t>2</w:t>
            </w:r>
          </w:p>
        </w:tc>
        <w:tc>
          <w:tcPr>
            <w:tcW w:w="1440" w:type="dxa"/>
          </w:tcPr>
          <w:p w:rsidR="000D5A72" w:rsidRDefault="000D5A72" w:rsidP="00F46446">
            <w:pPr>
              <w:jc w:val="center"/>
              <w:rPr>
                <w:rFonts w:cs="Arial"/>
                <w:b/>
                <w:bCs/>
                <w:sz w:val="56"/>
              </w:rPr>
            </w:pPr>
            <w:r>
              <w:object w:dxaOrig="1200" w:dyaOrig="1230">
                <v:shape id="_x0000_i1031" type="#_x0000_t75" style="width:60pt;height:61.5pt" o:ole="">
                  <v:imagedata r:id="rId21" o:title=""/>
                </v:shape>
                <o:OLEObject Type="Embed" ProgID="MSPhotoEd.3" ShapeID="_x0000_i1031" DrawAspect="Content" ObjectID="_1604152712" r:id="rId22"/>
              </w:object>
            </w:r>
          </w:p>
        </w:tc>
        <w:tc>
          <w:tcPr>
            <w:tcW w:w="6802" w:type="dxa"/>
          </w:tcPr>
          <w:p w:rsidR="000D5A72" w:rsidRDefault="000D5A72" w:rsidP="00F46446">
            <w:pPr>
              <w:rPr>
                <w:rFonts w:cs="Arial"/>
                <w:b/>
                <w:bCs/>
              </w:rPr>
            </w:pPr>
            <w:r>
              <w:rPr>
                <w:rFonts w:cs="Arial"/>
                <w:b/>
                <w:bCs/>
              </w:rPr>
              <w:t>Geef informatie over:</w:t>
            </w:r>
          </w:p>
          <w:p w:rsidR="000D5A72" w:rsidRDefault="000D5A72" w:rsidP="00F46446">
            <w:pPr>
              <w:numPr>
                <w:ilvl w:val="0"/>
                <w:numId w:val="22"/>
              </w:numPr>
              <w:rPr>
                <w:rFonts w:cs="Arial"/>
                <w:b/>
                <w:bCs/>
              </w:rPr>
            </w:pPr>
            <w:r>
              <w:rPr>
                <w:rFonts w:cs="Arial"/>
                <w:b/>
                <w:bCs/>
              </w:rPr>
              <w:t>wie je bent</w:t>
            </w:r>
          </w:p>
          <w:p w:rsidR="000D5A72" w:rsidRDefault="000D5A72" w:rsidP="00F46446">
            <w:pPr>
              <w:numPr>
                <w:ilvl w:val="0"/>
                <w:numId w:val="22"/>
              </w:numPr>
              <w:rPr>
                <w:rFonts w:cs="Arial"/>
                <w:b/>
                <w:bCs/>
              </w:rPr>
            </w:pPr>
            <w:r>
              <w:rPr>
                <w:rFonts w:cs="Arial"/>
                <w:b/>
                <w:bCs/>
              </w:rPr>
              <w:t>het soort ongeval</w:t>
            </w:r>
          </w:p>
          <w:p w:rsidR="000D5A72" w:rsidRDefault="000D5A72" w:rsidP="00F46446">
            <w:pPr>
              <w:numPr>
                <w:ilvl w:val="0"/>
                <w:numId w:val="22"/>
              </w:numPr>
              <w:rPr>
                <w:rFonts w:cs="Arial"/>
                <w:b/>
                <w:bCs/>
              </w:rPr>
            </w:pPr>
            <w:r>
              <w:rPr>
                <w:rFonts w:cs="Arial"/>
                <w:b/>
                <w:bCs/>
              </w:rPr>
              <w:t>toestand en aantal slachtoffers</w:t>
            </w:r>
          </w:p>
          <w:p w:rsidR="000D5A72" w:rsidRDefault="000D5A72" w:rsidP="00F46446">
            <w:pPr>
              <w:numPr>
                <w:ilvl w:val="0"/>
                <w:numId w:val="22"/>
              </w:numPr>
              <w:rPr>
                <w:rFonts w:cs="Arial"/>
                <w:b/>
                <w:bCs/>
              </w:rPr>
            </w:pPr>
            <w:r>
              <w:rPr>
                <w:rFonts w:cs="Arial"/>
                <w:b/>
                <w:bCs/>
              </w:rPr>
              <w:t>plaats van ongeval</w:t>
            </w:r>
          </w:p>
        </w:tc>
      </w:tr>
    </w:tbl>
    <w:p w:rsidR="000D5A72" w:rsidRDefault="000D5A72" w:rsidP="000D5A72">
      <w:pPr>
        <w:pStyle w:val="Koptekst"/>
        <w:tabs>
          <w:tab w:val="clear" w:pos="4536"/>
          <w:tab w:val="clear" w:pos="9072"/>
        </w:tabs>
        <w:rPr>
          <w:i/>
          <w:iCs/>
        </w:rPr>
      </w:pPr>
    </w:p>
    <w:p w:rsidR="000D5A72" w:rsidRDefault="000D5A72" w:rsidP="000D5A72">
      <w:pPr>
        <w:pStyle w:val="Koptekst"/>
        <w:tabs>
          <w:tab w:val="clear" w:pos="4536"/>
          <w:tab w:val="clear" w:pos="9072"/>
        </w:tabs>
        <w:rPr>
          <w:i/>
          <w:iCs/>
        </w:rPr>
      </w:pPr>
      <w:r>
        <w:rPr>
          <w:i/>
          <w:iCs/>
        </w:rPr>
        <w:t>(Plastificeer dit blad en hang het naast de plattegrond waarop de vluchtwegen, nooduitgangen en brandblusmiddelen staan aangegeven.)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c>
          <w:tcPr>
            <w:tcW w:w="9060" w:type="dxa"/>
          </w:tcPr>
          <w:p w:rsidR="000D5A72" w:rsidRDefault="000D5A72" w:rsidP="00F46446">
            <w:pPr>
              <w:rPr>
                <w:rFonts w:cs="Arial"/>
                <w:b/>
                <w:bCs/>
                <w:sz w:val="28"/>
              </w:rPr>
            </w:pPr>
            <w:r>
              <w:rPr>
                <w:rFonts w:cs="Arial"/>
                <w:b/>
                <w:bCs/>
                <w:sz w:val="28"/>
              </w:rPr>
              <w:t>5.5 Checklist afsluitronde clubgebouw</w:t>
            </w:r>
          </w:p>
        </w:tc>
      </w:tr>
    </w:tbl>
    <w:p w:rsidR="000D5A72" w:rsidRDefault="000D5A72" w:rsidP="000D5A72">
      <w:pPr>
        <w:rPr>
          <w:rFonts w:cs="Arial"/>
          <w:b/>
          <w:bCs/>
          <w:sz w:val="28"/>
        </w:rPr>
      </w:pPr>
    </w:p>
    <w:p w:rsidR="000D5A72" w:rsidRDefault="000D5A72" w:rsidP="000D5A72">
      <w:pPr>
        <w:pStyle w:val="Kop9"/>
        <w:ind w:firstLine="0"/>
      </w:pPr>
      <w:r>
        <w:t>Ten behoeve van afsluitronde of wekelijkse controle</w:t>
      </w:r>
    </w:p>
    <w:p w:rsidR="000D5A72" w:rsidRDefault="000D5A72" w:rsidP="000D5A72">
      <w:pPr>
        <w:rPr>
          <w:rFonts w:cs="Arial"/>
        </w:rPr>
      </w:pPr>
    </w:p>
    <w:p w:rsidR="000D5A72" w:rsidRDefault="00C6352C" w:rsidP="000D5A72">
      <w:pPr>
        <w:rPr>
          <w:rFonts w:cs="Arial"/>
        </w:rPr>
      </w:pPr>
      <w:sdt>
        <w:sdtPr>
          <w:rPr>
            <w:rFonts w:cs="Arial"/>
          </w:rPr>
          <w:id w:val="1346517116"/>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Is/wordt het afval (apart) verzameld?</w:t>
      </w:r>
    </w:p>
    <w:p w:rsidR="000D5A72" w:rsidRDefault="00C6352C" w:rsidP="000D5A72">
      <w:pPr>
        <w:rPr>
          <w:rFonts w:cs="Arial"/>
        </w:rPr>
      </w:pPr>
      <w:sdt>
        <w:sdtPr>
          <w:rPr>
            <w:rFonts w:cs="Arial"/>
          </w:rPr>
          <w:id w:val="-186068476"/>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Zijn de afvalbakken voorzien van vlamdovende deksels?</w:t>
      </w:r>
    </w:p>
    <w:p w:rsidR="000D5A72" w:rsidRDefault="00C6352C" w:rsidP="000D5A72">
      <w:pPr>
        <w:rPr>
          <w:rFonts w:cs="Arial"/>
        </w:rPr>
      </w:pPr>
      <w:sdt>
        <w:sdtPr>
          <w:rPr>
            <w:rFonts w:cs="Arial"/>
          </w:rPr>
          <w:id w:val="-75982241"/>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 xml:space="preserve"> Zijn de asbakken geleegd in een stalen asverzamelaar?</w:t>
      </w:r>
    </w:p>
    <w:p w:rsidR="000D5A72" w:rsidRDefault="00C6352C" w:rsidP="000D5A72">
      <w:pPr>
        <w:rPr>
          <w:rFonts w:cs="Arial"/>
        </w:rPr>
      </w:pPr>
      <w:sdt>
        <w:sdtPr>
          <w:rPr>
            <w:rFonts w:cs="Arial"/>
          </w:rPr>
          <w:id w:val="-1601176573"/>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 xml:space="preserve"> Is het afval buiten opgeslagen in de container?</w:t>
      </w:r>
    </w:p>
    <w:p w:rsidR="000D5A72" w:rsidRDefault="00C6352C" w:rsidP="000D5A72">
      <w:pPr>
        <w:rPr>
          <w:rFonts w:cs="Arial"/>
        </w:rPr>
      </w:pPr>
      <w:sdt>
        <w:sdtPr>
          <w:rPr>
            <w:rFonts w:cs="Arial"/>
          </w:rPr>
          <w:id w:val="1911655458"/>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 xml:space="preserve"> Is de afvalcontainer afgesloten met een hangslot?</w:t>
      </w:r>
    </w:p>
    <w:p w:rsidR="000D5A72" w:rsidRDefault="00C6352C" w:rsidP="000D5A72">
      <w:pPr>
        <w:rPr>
          <w:rFonts w:cs="Arial"/>
        </w:rPr>
      </w:pPr>
      <w:sdt>
        <w:sdtPr>
          <w:rPr>
            <w:rFonts w:cs="Arial"/>
          </w:rPr>
          <w:id w:val="1414282236"/>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 xml:space="preserve"> Staan er geen brandbare materialen tegen de gevels (o.a. emballage, oud papier)?</w:t>
      </w:r>
    </w:p>
    <w:p w:rsidR="000D5A72" w:rsidRDefault="00C6352C" w:rsidP="000D5A72">
      <w:pPr>
        <w:rPr>
          <w:rFonts w:cs="Arial"/>
        </w:rPr>
      </w:pPr>
      <w:sdt>
        <w:sdtPr>
          <w:rPr>
            <w:rFonts w:cs="Arial"/>
          </w:rPr>
          <w:id w:val="-2055449516"/>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 xml:space="preserve"> Zijn de vluchtwegen buiten vrij van obstakels (containers, fietsen)?</w:t>
      </w:r>
    </w:p>
    <w:p w:rsidR="000D5A72" w:rsidRDefault="00C6352C" w:rsidP="000D5A72">
      <w:pPr>
        <w:rPr>
          <w:rFonts w:cs="Arial"/>
        </w:rPr>
      </w:pPr>
      <w:sdt>
        <w:sdtPr>
          <w:rPr>
            <w:rFonts w:cs="Arial"/>
          </w:rPr>
          <w:id w:val="1771279829"/>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 xml:space="preserve"> Zijn er geen gebroken ruiten?</w:t>
      </w:r>
    </w:p>
    <w:p w:rsidR="000D5A72" w:rsidRDefault="00C6352C" w:rsidP="000D5A72">
      <w:pPr>
        <w:rPr>
          <w:rFonts w:cs="Arial"/>
        </w:rPr>
      </w:pPr>
      <w:sdt>
        <w:sdtPr>
          <w:rPr>
            <w:rFonts w:cs="Arial"/>
          </w:rPr>
          <w:id w:val="1940565473"/>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 xml:space="preserve"> Zijn alle ramen gesloten?</w:t>
      </w:r>
    </w:p>
    <w:p w:rsidR="000D5A72" w:rsidRDefault="00C6352C" w:rsidP="000D5A72">
      <w:pPr>
        <w:rPr>
          <w:rFonts w:cs="Arial"/>
        </w:rPr>
      </w:pPr>
      <w:sdt>
        <w:sdtPr>
          <w:rPr>
            <w:rFonts w:cs="Arial"/>
          </w:rPr>
          <w:id w:val="-319808065"/>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 xml:space="preserve"> Zijn alle deuren afgesloten?</w:t>
      </w:r>
    </w:p>
    <w:p w:rsidR="000D5A72" w:rsidRDefault="00C6352C" w:rsidP="000D5A72">
      <w:pPr>
        <w:rPr>
          <w:rFonts w:cs="Arial"/>
        </w:rPr>
      </w:pPr>
      <w:sdt>
        <w:sdtPr>
          <w:rPr>
            <w:rFonts w:cs="Arial"/>
          </w:rPr>
          <w:id w:val="-2076958552"/>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 xml:space="preserve"> Functioneert de buitenverlichting?</w:t>
      </w:r>
    </w:p>
    <w:p w:rsidR="000D5A72" w:rsidRDefault="00C6352C" w:rsidP="000D5A72">
      <w:pPr>
        <w:rPr>
          <w:rFonts w:cs="Arial"/>
        </w:rPr>
      </w:pPr>
      <w:sdt>
        <w:sdtPr>
          <w:rPr>
            <w:rFonts w:cs="Arial"/>
          </w:rPr>
          <w:id w:val="552209393"/>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 xml:space="preserve"> Zijn de geldcassettes uit de automaten en kassa verwijderd?</w:t>
      </w:r>
    </w:p>
    <w:p w:rsidR="000D5A72" w:rsidRDefault="00C6352C" w:rsidP="000D5A72">
      <w:pPr>
        <w:rPr>
          <w:rFonts w:cs="Arial"/>
        </w:rPr>
      </w:pPr>
      <w:sdt>
        <w:sdtPr>
          <w:rPr>
            <w:rFonts w:cs="Arial"/>
          </w:rPr>
          <w:id w:val="1438405577"/>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 xml:space="preserve"> Zijn de meterkast en cv-ruimte vrij van opslag?</w:t>
      </w:r>
    </w:p>
    <w:p w:rsidR="000D5A72" w:rsidRDefault="00C6352C" w:rsidP="000D5A72">
      <w:pPr>
        <w:rPr>
          <w:rFonts w:cs="Arial"/>
        </w:rPr>
      </w:pPr>
      <w:sdt>
        <w:sdtPr>
          <w:rPr>
            <w:rFonts w:cs="Arial"/>
          </w:rPr>
          <w:id w:val="-1271845347"/>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 xml:space="preserve"> Zijn de passende deksels op de frituurpan/installaties aangebracht?</w:t>
      </w:r>
    </w:p>
    <w:p w:rsidR="000D5A72" w:rsidRDefault="00C6352C" w:rsidP="000D5A72">
      <w:pPr>
        <w:rPr>
          <w:rFonts w:cs="Arial"/>
        </w:rPr>
      </w:pPr>
      <w:sdt>
        <w:sdtPr>
          <w:rPr>
            <w:rFonts w:cs="Arial"/>
          </w:rPr>
          <w:id w:val="1368098576"/>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 xml:space="preserve"> Zijn de keuken en het magazijn opgeruimd?</w:t>
      </w:r>
    </w:p>
    <w:p w:rsidR="000D5A72" w:rsidRDefault="00C6352C" w:rsidP="000D5A72">
      <w:pPr>
        <w:rPr>
          <w:rFonts w:cs="Arial"/>
        </w:rPr>
      </w:pPr>
      <w:sdt>
        <w:sdtPr>
          <w:rPr>
            <w:rFonts w:cs="Arial"/>
          </w:rPr>
          <w:id w:val="-631402667"/>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 xml:space="preserve"> Zijn alle brandgevaarlijke plaatsen gecontroleerd?</w:t>
      </w:r>
    </w:p>
    <w:p w:rsidR="000D5A72" w:rsidRDefault="00C6352C" w:rsidP="000D5A72">
      <w:pPr>
        <w:rPr>
          <w:rFonts w:cs="Arial"/>
        </w:rPr>
      </w:pPr>
      <w:sdt>
        <w:sdtPr>
          <w:rPr>
            <w:rFonts w:cs="Arial"/>
          </w:rPr>
          <w:id w:val="-20251083"/>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 xml:space="preserve"> Staan de brandbare vloeistoffen in een afgesloten kast?</w:t>
      </w:r>
    </w:p>
    <w:p w:rsidR="000D5A72" w:rsidRDefault="00C6352C" w:rsidP="000D5A72">
      <w:pPr>
        <w:rPr>
          <w:rFonts w:cs="Arial"/>
        </w:rPr>
      </w:pPr>
      <w:sdt>
        <w:sdtPr>
          <w:rPr>
            <w:rFonts w:cs="Arial"/>
          </w:rPr>
          <w:id w:val="-1367906871"/>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 xml:space="preserve"> Is er nacontrole geweest na het uitvoeren van brandgevaarlijke werkzaamheden?</w:t>
      </w:r>
    </w:p>
    <w:p w:rsidR="000D5A72" w:rsidRDefault="00C6352C" w:rsidP="000D5A72">
      <w:pPr>
        <w:rPr>
          <w:rFonts w:cs="Arial"/>
        </w:rPr>
      </w:pPr>
      <w:sdt>
        <w:sdtPr>
          <w:rPr>
            <w:rFonts w:cs="Arial"/>
          </w:rPr>
          <w:id w:val="550814425"/>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 xml:space="preserve"> Zijn de laagspanningsinstallaties (transformatoren) op overbelasting (warmte) gecontroleerd?</w:t>
      </w:r>
    </w:p>
    <w:p w:rsidR="000D5A72" w:rsidRDefault="00C6352C" w:rsidP="000D5A72">
      <w:pPr>
        <w:rPr>
          <w:rFonts w:cs="Arial"/>
        </w:rPr>
      </w:pPr>
      <w:sdt>
        <w:sdtPr>
          <w:rPr>
            <w:rFonts w:cs="Arial"/>
          </w:rPr>
          <w:id w:val="1569075843"/>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 xml:space="preserve"> Is alle apparatuur met afstandsbediening uitgezet?</w:t>
      </w:r>
    </w:p>
    <w:p w:rsidR="000D5A72" w:rsidRDefault="00C6352C" w:rsidP="000D5A72">
      <w:pPr>
        <w:rPr>
          <w:rFonts w:cs="Arial"/>
        </w:rPr>
      </w:pPr>
      <w:sdt>
        <w:sdtPr>
          <w:rPr>
            <w:rFonts w:cs="Arial"/>
          </w:rPr>
          <w:id w:val="527681371"/>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 xml:space="preserve"> Is er voldoende afstand tot brandbare zaken bij de halogeenverlichting?</w:t>
      </w:r>
    </w:p>
    <w:p w:rsidR="000D5A72" w:rsidRDefault="00C6352C" w:rsidP="000D5A72">
      <w:pPr>
        <w:rPr>
          <w:rFonts w:cs="Arial"/>
        </w:rPr>
      </w:pPr>
      <w:sdt>
        <w:sdtPr>
          <w:rPr>
            <w:rFonts w:cs="Arial"/>
          </w:rPr>
          <w:id w:val="1258019957"/>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 xml:space="preserve"> Zijn de brandblussers intact, goed zichtbaar en goed bereikbaar?</w:t>
      </w:r>
    </w:p>
    <w:p w:rsidR="000D5A72" w:rsidRDefault="00C6352C" w:rsidP="000D5A72">
      <w:pPr>
        <w:rPr>
          <w:rFonts w:cs="Arial"/>
        </w:rPr>
      </w:pPr>
      <w:sdt>
        <w:sdtPr>
          <w:rPr>
            <w:rFonts w:cs="Arial"/>
          </w:rPr>
          <w:id w:val="-614212048"/>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 xml:space="preserve"> Is een eventuele noodtrap goed bereikbaar en in goede staat?</w:t>
      </w:r>
    </w:p>
    <w:p w:rsidR="000D5A72" w:rsidRDefault="00C6352C" w:rsidP="000D5A72">
      <w:pPr>
        <w:rPr>
          <w:rFonts w:cs="Arial"/>
        </w:rPr>
      </w:pPr>
      <w:sdt>
        <w:sdtPr>
          <w:rPr>
            <w:rFonts w:cs="Arial"/>
          </w:rPr>
          <w:id w:val="1017120998"/>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 xml:space="preserve"> Is de inbraakmeldinstallatie ingeschakeld?</w:t>
      </w:r>
    </w:p>
    <w:p w:rsidR="000D5A72" w:rsidRDefault="00C6352C" w:rsidP="000D5A72">
      <w:pPr>
        <w:rPr>
          <w:rFonts w:cs="Arial"/>
        </w:rPr>
      </w:pPr>
      <w:sdt>
        <w:sdtPr>
          <w:rPr>
            <w:rFonts w:cs="Arial"/>
          </w:rPr>
          <w:id w:val="-1456859872"/>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 xml:space="preserve"> </w:t>
      </w:r>
      <w:sdt>
        <w:sdtPr>
          <w:rPr>
            <w:rFonts w:cs="Arial"/>
          </w:rPr>
          <w:id w:val="-1081524203"/>
          <w:placeholder>
            <w:docPart w:val="D60B3619712E4AEF92176D776F58343F"/>
          </w:placeholder>
          <w:showingPlcHdr/>
          <w:text/>
        </w:sdtPr>
        <w:sdtEndPr/>
        <w:sdtContent>
          <w:r w:rsidR="000D5A72" w:rsidRPr="00FD5FFB">
            <w:rPr>
              <w:rStyle w:val="Tekstvantijdelijkeaanduiding"/>
              <w:rFonts w:eastAsiaTheme="minorHAnsi"/>
            </w:rPr>
            <w:t>Klik of tik om tekst in te voeren.</w:t>
          </w:r>
        </w:sdtContent>
      </w:sdt>
    </w:p>
    <w:p w:rsidR="000D5A72" w:rsidRDefault="00C6352C" w:rsidP="000D5A72">
      <w:pPr>
        <w:rPr>
          <w:rFonts w:cs="Arial"/>
        </w:rPr>
      </w:pPr>
      <w:sdt>
        <w:sdtPr>
          <w:rPr>
            <w:rFonts w:cs="Arial"/>
          </w:rPr>
          <w:id w:val="-589081731"/>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 xml:space="preserve"> </w:t>
      </w:r>
      <w:sdt>
        <w:sdtPr>
          <w:rPr>
            <w:rFonts w:cs="Arial"/>
          </w:rPr>
          <w:id w:val="907657522"/>
          <w:placeholder>
            <w:docPart w:val="68139C5E1EEC469F8483B7C7EEC17D25"/>
          </w:placeholder>
          <w:showingPlcHdr/>
          <w:text/>
        </w:sdtPr>
        <w:sdtEndPr/>
        <w:sdtContent>
          <w:r w:rsidR="000D5A72" w:rsidRPr="00FD5FFB">
            <w:rPr>
              <w:rStyle w:val="Tekstvantijdelijkeaanduiding"/>
              <w:rFonts w:eastAsiaTheme="minorHAnsi"/>
            </w:rPr>
            <w:t>Klik of tik om tekst in te voeren.</w:t>
          </w:r>
        </w:sdtContent>
      </w:sdt>
    </w:p>
    <w:p w:rsidR="000D5A72" w:rsidRDefault="00C6352C" w:rsidP="000D5A72">
      <w:pPr>
        <w:rPr>
          <w:rFonts w:cs="Arial"/>
        </w:rPr>
      </w:pPr>
      <w:sdt>
        <w:sdtPr>
          <w:rPr>
            <w:rFonts w:cs="Arial"/>
          </w:rPr>
          <w:id w:val="-65725622"/>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 xml:space="preserve"> </w:t>
      </w:r>
      <w:sdt>
        <w:sdtPr>
          <w:rPr>
            <w:rFonts w:cs="Arial"/>
          </w:rPr>
          <w:id w:val="1134302549"/>
          <w:placeholder>
            <w:docPart w:val="8CDA6E6DBC11408E996C5D5BBB00CC37"/>
          </w:placeholder>
          <w:showingPlcHdr/>
          <w:text/>
        </w:sdtPr>
        <w:sdtEndPr/>
        <w:sdtContent>
          <w:r w:rsidR="000D5A72" w:rsidRPr="00FD5FFB">
            <w:rPr>
              <w:rStyle w:val="Tekstvantijdelijkeaanduiding"/>
              <w:rFonts w:eastAsiaTheme="minorHAnsi"/>
            </w:rPr>
            <w:t>Klik of tik om tekst in te voeren.</w:t>
          </w:r>
        </w:sdtContent>
      </w:sdt>
    </w:p>
    <w:p w:rsidR="000D5A72" w:rsidRDefault="00C6352C" w:rsidP="000D5A72">
      <w:pPr>
        <w:rPr>
          <w:rFonts w:cs="Arial"/>
        </w:rPr>
      </w:pPr>
      <w:sdt>
        <w:sdtPr>
          <w:rPr>
            <w:rFonts w:cs="Arial"/>
          </w:rPr>
          <w:id w:val="493385051"/>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 xml:space="preserve"> </w:t>
      </w:r>
      <w:sdt>
        <w:sdtPr>
          <w:rPr>
            <w:rFonts w:cs="Arial"/>
          </w:rPr>
          <w:id w:val="-2022693336"/>
          <w:placeholder>
            <w:docPart w:val="30F06B272EDA4C06A40E683F39257E1A"/>
          </w:placeholder>
          <w:showingPlcHdr/>
          <w:text/>
        </w:sdtPr>
        <w:sdtEndPr/>
        <w:sdtContent>
          <w:r w:rsidR="000D5A72" w:rsidRPr="00FD5FFB">
            <w:rPr>
              <w:rStyle w:val="Tekstvantijdelijkeaanduiding"/>
              <w:rFonts w:eastAsiaTheme="minorHAnsi"/>
            </w:rPr>
            <w:t>Klik of tik om tekst in te voeren.</w:t>
          </w:r>
        </w:sdtContent>
      </w:sdt>
    </w:p>
    <w:p w:rsidR="000D5A72" w:rsidRDefault="00C6352C" w:rsidP="000D5A72">
      <w:pPr>
        <w:rPr>
          <w:rFonts w:cs="Arial"/>
          <w:b/>
          <w:bCs/>
          <w:sz w:val="28"/>
        </w:rPr>
      </w:pPr>
      <w:sdt>
        <w:sdtPr>
          <w:rPr>
            <w:rFonts w:cs="Arial"/>
          </w:rPr>
          <w:id w:val="1456521909"/>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 xml:space="preserve"> </w:t>
      </w:r>
      <w:sdt>
        <w:sdtPr>
          <w:rPr>
            <w:rFonts w:cs="Arial"/>
          </w:rPr>
          <w:id w:val="70018871"/>
          <w:placeholder>
            <w:docPart w:val="B234689FE6474E888F4288F568AC332B"/>
          </w:placeholder>
          <w:showingPlcHdr/>
          <w:text/>
        </w:sdtPr>
        <w:sdtEndPr/>
        <w:sdtContent>
          <w:r w:rsidR="000D5A72" w:rsidRPr="00FD5FFB">
            <w:rPr>
              <w:rStyle w:val="Tekstvantijdelijkeaanduiding"/>
              <w:rFonts w:eastAsiaTheme="minorHAnsi"/>
            </w:rPr>
            <w:t>Klik of tik om tekst in te voeren.</w:t>
          </w:r>
        </w:sdtContent>
      </w:sdt>
      <w:r w:rsidR="000D5A72">
        <w:rPr>
          <w:rFonts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c>
          <w:tcPr>
            <w:tcW w:w="9060" w:type="dxa"/>
          </w:tcPr>
          <w:p w:rsidR="000D5A72" w:rsidRDefault="000D5A72" w:rsidP="00F46446">
            <w:pPr>
              <w:rPr>
                <w:rFonts w:cs="Arial"/>
                <w:b/>
                <w:bCs/>
                <w:sz w:val="28"/>
              </w:rPr>
            </w:pPr>
            <w:r>
              <w:rPr>
                <w:rFonts w:cs="Arial"/>
                <w:b/>
                <w:bCs/>
                <w:sz w:val="28"/>
              </w:rPr>
              <w:t>5.6 Checklist brandveiligheid in clubgebouwen</w:t>
            </w:r>
          </w:p>
        </w:tc>
      </w:tr>
    </w:tbl>
    <w:p w:rsidR="000D5A72" w:rsidRDefault="000D5A72" w:rsidP="000D5A72">
      <w:pPr>
        <w:rPr>
          <w:rFonts w:cs="Arial"/>
          <w:b/>
          <w:bCs/>
          <w:sz w:val="28"/>
        </w:rPr>
      </w:pPr>
    </w:p>
    <w:p w:rsidR="000D5A72" w:rsidRDefault="000D5A72" w:rsidP="000D5A72">
      <w:pPr>
        <w:pStyle w:val="Kop9"/>
        <w:ind w:firstLine="0"/>
      </w:pPr>
      <w:r>
        <w:t xml:space="preserve">Ten behoeve van een jaarlijkse controle. Aanvinken welke zaken in orde zijn. Overige punten op actielijst plaatsen (5.7) </w:t>
      </w:r>
    </w:p>
    <w:p w:rsidR="000D5A72" w:rsidRDefault="000D5A72" w:rsidP="000D5A72">
      <w:pPr>
        <w:rPr>
          <w:rFonts w:cs="Arial"/>
          <w:u w:val="single"/>
        </w:rPr>
      </w:pPr>
    </w:p>
    <w:p w:rsidR="000D5A72" w:rsidRDefault="000D5A72" w:rsidP="000D5A72">
      <w:pPr>
        <w:rPr>
          <w:rFonts w:cs="Arial"/>
          <w:u w:val="single"/>
        </w:rPr>
      </w:pPr>
      <w:r>
        <w:rPr>
          <w:rFonts w:cs="Arial"/>
          <w:u w:val="single"/>
        </w:rPr>
        <w:t>Organisatorisch</w:t>
      </w:r>
    </w:p>
    <w:p w:rsidR="000D5A72" w:rsidRDefault="00C6352C" w:rsidP="000D5A72">
      <w:pPr>
        <w:rPr>
          <w:rFonts w:cs="Arial"/>
        </w:rPr>
      </w:pPr>
      <w:sdt>
        <w:sdtPr>
          <w:rPr>
            <w:rFonts w:cs="Arial"/>
          </w:rPr>
          <w:id w:val="-1609659520"/>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Is er een calamiteitenplan en/of ontruimingsplan?</w:t>
      </w:r>
    </w:p>
    <w:p w:rsidR="000D5A72" w:rsidRDefault="00C6352C" w:rsidP="000D5A72">
      <w:pPr>
        <w:rPr>
          <w:rFonts w:cs="Arial"/>
        </w:rPr>
      </w:pPr>
      <w:sdt>
        <w:sdtPr>
          <w:rPr>
            <w:rFonts w:cs="Arial"/>
          </w:rPr>
          <w:id w:val="1973251195"/>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Wordt dit plan regelmatig besproken en geactualiseerd?</w:t>
      </w:r>
    </w:p>
    <w:p w:rsidR="000D5A72" w:rsidRDefault="00C6352C" w:rsidP="000D5A72">
      <w:pPr>
        <w:rPr>
          <w:rFonts w:cs="Arial"/>
        </w:rPr>
      </w:pPr>
      <w:sdt>
        <w:sdtPr>
          <w:rPr>
            <w:rFonts w:cs="Arial"/>
          </w:rPr>
          <w:id w:val="249170011"/>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Zijn alle (nieuwe) kaderleden op de hoogte van dit plan?</w:t>
      </w:r>
    </w:p>
    <w:p w:rsidR="000D5A72" w:rsidRDefault="00C6352C" w:rsidP="000D5A72">
      <w:pPr>
        <w:rPr>
          <w:rFonts w:cs="Arial"/>
        </w:rPr>
      </w:pPr>
      <w:sdt>
        <w:sdtPr>
          <w:rPr>
            <w:rFonts w:cs="Arial"/>
          </w:rPr>
          <w:id w:val="-703251756"/>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Is er een checklist voor een afsluitronde van het clubgebouw?</w:t>
      </w:r>
    </w:p>
    <w:p w:rsidR="000D5A72" w:rsidRDefault="00C6352C" w:rsidP="000D5A72">
      <w:pPr>
        <w:rPr>
          <w:rFonts w:cs="Arial"/>
        </w:rPr>
      </w:pPr>
      <w:sdt>
        <w:sdtPr>
          <w:rPr>
            <w:rFonts w:cs="Arial"/>
          </w:rPr>
          <w:id w:val="577716765"/>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Zijn er instructies voor de uitvoering van brandgevaarlijk onderhoudswerk?</w:t>
      </w:r>
    </w:p>
    <w:p w:rsidR="000D5A72" w:rsidRDefault="00C6352C" w:rsidP="000D5A72">
      <w:pPr>
        <w:rPr>
          <w:rFonts w:cs="Arial"/>
        </w:rPr>
      </w:pPr>
      <w:sdt>
        <w:sdtPr>
          <w:rPr>
            <w:rFonts w:cs="Arial"/>
          </w:rPr>
          <w:id w:val="-1832985457"/>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Zijn er tekenen van brandstichting geweest aan of rond het gebouw in het afgelopen jaar?</w:t>
      </w:r>
    </w:p>
    <w:p w:rsidR="000D5A72" w:rsidRDefault="00C6352C" w:rsidP="000D5A72">
      <w:pPr>
        <w:rPr>
          <w:rFonts w:cs="Arial"/>
        </w:rPr>
      </w:pPr>
      <w:sdt>
        <w:sdtPr>
          <w:rPr>
            <w:rFonts w:cs="Arial"/>
          </w:rPr>
          <w:id w:val="-924726239"/>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Is er ingebroken en heeft dit brandgevaarlijke consequenties gehad?</w:t>
      </w:r>
    </w:p>
    <w:p w:rsidR="000D5A72" w:rsidRDefault="000D5A72" w:rsidP="000D5A72">
      <w:pPr>
        <w:rPr>
          <w:rFonts w:cs="Arial"/>
        </w:rPr>
      </w:pPr>
    </w:p>
    <w:p w:rsidR="000D5A72" w:rsidRDefault="000D5A72" w:rsidP="000D5A72">
      <w:pPr>
        <w:rPr>
          <w:rFonts w:cs="Arial"/>
          <w:u w:val="single"/>
        </w:rPr>
      </w:pPr>
      <w:r>
        <w:rPr>
          <w:rFonts w:cs="Arial"/>
          <w:u w:val="single"/>
        </w:rPr>
        <w:t>Bouwkundig</w:t>
      </w:r>
    </w:p>
    <w:p w:rsidR="000D5A72" w:rsidRDefault="00C6352C" w:rsidP="000D5A72">
      <w:pPr>
        <w:rPr>
          <w:rFonts w:cs="Arial"/>
        </w:rPr>
      </w:pPr>
      <w:sdt>
        <w:sdtPr>
          <w:rPr>
            <w:rFonts w:cs="Arial"/>
          </w:rPr>
          <w:id w:val="2110159586"/>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Zijn er (onbeschermde) brandgevaarlijke stoffen aanwezig?</w:t>
      </w:r>
    </w:p>
    <w:p w:rsidR="000D5A72" w:rsidRDefault="00C6352C" w:rsidP="000D5A72">
      <w:pPr>
        <w:rPr>
          <w:rFonts w:cs="Arial"/>
        </w:rPr>
      </w:pPr>
      <w:sdt>
        <w:sdtPr>
          <w:rPr>
            <w:rFonts w:cs="Arial"/>
          </w:rPr>
          <w:id w:val="-1904592468"/>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Zijn er vluchtwegen aanwezig?</w:t>
      </w:r>
    </w:p>
    <w:p w:rsidR="000D5A72" w:rsidRDefault="00C6352C" w:rsidP="000D5A72">
      <w:pPr>
        <w:rPr>
          <w:rFonts w:cs="Arial"/>
        </w:rPr>
      </w:pPr>
      <w:sdt>
        <w:sdtPr>
          <w:rPr>
            <w:rFonts w:cs="Arial"/>
          </w:rPr>
          <w:id w:val="-808401524"/>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Zijn er brandwerende scheidingsmuren en/of brandvertragende deuren?</w:t>
      </w:r>
    </w:p>
    <w:p w:rsidR="000D5A72" w:rsidRDefault="00C6352C" w:rsidP="000D5A72">
      <w:pPr>
        <w:rPr>
          <w:rFonts w:cs="Arial"/>
        </w:rPr>
      </w:pPr>
      <w:sdt>
        <w:sdtPr>
          <w:rPr>
            <w:rFonts w:cs="Arial"/>
          </w:rPr>
          <w:id w:val="-381478578"/>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Zijn de afvoerkanalen (afzuiging frituur) van metaal?</w:t>
      </w:r>
    </w:p>
    <w:p w:rsidR="000D5A72" w:rsidRDefault="00C6352C" w:rsidP="000D5A72">
      <w:pPr>
        <w:rPr>
          <w:rFonts w:cs="Arial"/>
        </w:rPr>
      </w:pPr>
      <w:sdt>
        <w:sdtPr>
          <w:rPr>
            <w:rFonts w:cs="Arial"/>
          </w:rPr>
          <w:id w:val="504936883"/>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Is het hang- en sluitwerk op deuren en ramen van goede kwaliteit (SGK-keur)?</w:t>
      </w:r>
    </w:p>
    <w:p w:rsidR="000D5A72" w:rsidRDefault="00C6352C" w:rsidP="000D5A72">
      <w:pPr>
        <w:rPr>
          <w:rFonts w:cs="Arial"/>
        </w:rPr>
      </w:pPr>
      <w:sdt>
        <w:sdtPr>
          <w:rPr>
            <w:rFonts w:cs="Arial"/>
          </w:rPr>
          <w:id w:val="1992055231"/>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Is er een gas-ventilatieklep in de keuken?</w:t>
      </w:r>
    </w:p>
    <w:p w:rsidR="000D5A72" w:rsidRDefault="00C6352C" w:rsidP="000D5A72">
      <w:pPr>
        <w:rPr>
          <w:rFonts w:cs="Arial"/>
        </w:rPr>
      </w:pPr>
      <w:sdt>
        <w:sdtPr>
          <w:rPr>
            <w:rFonts w:cs="Arial"/>
          </w:rPr>
          <w:id w:val="1155103405"/>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Zijn er rook- en brandmelders?</w:t>
      </w:r>
    </w:p>
    <w:p w:rsidR="000D5A72" w:rsidRDefault="00C6352C" w:rsidP="000D5A72">
      <w:pPr>
        <w:rPr>
          <w:rFonts w:cs="Arial"/>
        </w:rPr>
      </w:pPr>
      <w:sdt>
        <w:sdtPr>
          <w:rPr>
            <w:rFonts w:cs="Arial"/>
          </w:rPr>
          <w:id w:val="-1572880845"/>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Is er een buitenverlichting?</w:t>
      </w:r>
    </w:p>
    <w:p w:rsidR="000D5A72" w:rsidRDefault="00C6352C" w:rsidP="000D5A72">
      <w:pPr>
        <w:rPr>
          <w:rFonts w:cs="Arial"/>
        </w:rPr>
      </w:pPr>
      <w:sdt>
        <w:sdtPr>
          <w:rPr>
            <w:rFonts w:cs="Arial"/>
          </w:rPr>
          <w:id w:val="7883882"/>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Is er een inbraakmeldinstallatie?</w:t>
      </w:r>
    </w:p>
    <w:p w:rsidR="000D5A72" w:rsidRDefault="000D5A72" w:rsidP="000D5A72">
      <w:pPr>
        <w:pStyle w:val="Koptekst"/>
        <w:tabs>
          <w:tab w:val="clear" w:pos="4536"/>
          <w:tab w:val="clear" w:pos="9072"/>
        </w:tabs>
        <w:rPr>
          <w:rFonts w:cs="Arial"/>
        </w:rPr>
      </w:pPr>
    </w:p>
    <w:p w:rsidR="000D5A72" w:rsidRDefault="000D5A72" w:rsidP="000D5A72">
      <w:pPr>
        <w:rPr>
          <w:rFonts w:cs="Arial"/>
          <w:u w:val="single"/>
        </w:rPr>
      </w:pPr>
      <w:r>
        <w:rPr>
          <w:rFonts w:cs="Arial"/>
          <w:u w:val="single"/>
        </w:rPr>
        <w:t>Inrichting</w:t>
      </w:r>
    </w:p>
    <w:p w:rsidR="000D5A72" w:rsidRDefault="00C6352C" w:rsidP="000D5A72">
      <w:pPr>
        <w:rPr>
          <w:rFonts w:cs="Arial"/>
        </w:rPr>
      </w:pPr>
      <w:sdt>
        <w:sdtPr>
          <w:rPr>
            <w:rFonts w:cs="Arial"/>
          </w:rPr>
          <w:id w:val="-662693844"/>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Zijn er brandgevaarlijke materialen in het vaste interieur en inrichting gebruikt?</w:t>
      </w:r>
    </w:p>
    <w:p w:rsidR="000D5A72" w:rsidRDefault="00C6352C" w:rsidP="000D5A72">
      <w:pPr>
        <w:rPr>
          <w:rFonts w:cs="Arial"/>
        </w:rPr>
      </w:pPr>
      <w:sdt>
        <w:sdtPr>
          <w:rPr>
            <w:rFonts w:cs="Arial"/>
          </w:rPr>
          <w:id w:val="-1908225489"/>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Zijn er zelfdovende metalen afvalbakken in gebruik?</w:t>
      </w:r>
    </w:p>
    <w:p w:rsidR="000D5A72" w:rsidRDefault="00C6352C" w:rsidP="000D5A72">
      <w:pPr>
        <w:rPr>
          <w:rFonts w:cs="Arial"/>
        </w:rPr>
      </w:pPr>
      <w:sdt>
        <w:sdtPr>
          <w:rPr>
            <w:rFonts w:cs="Arial"/>
          </w:rPr>
          <w:id w:val="-740714009"/>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Zijn er brandveilige asbakken (dubbele rand) in gebruik?</w:t>
      </w:r>
    </w:p>
    <w:p w:rsidR="000D5A72" w:rsidRDefault="00C6352C" w:rsidP="000D5A72">
      <w:pPr>
        <w:rPr>
          <w:rFonts w:cs="Arial"/>
        </w:rPr>
      </w:pPr>
      <w:sdt>
        <w:sdtPr>
          <w:rPr>
            <w:rFonts w:cs="Arial"/>
          </w:rPr>
          <w:id w:val="-1692535043"/>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Is er voor de opslag buiten een metalen, afsluitbare container in gebruik?</w:t>
      </w:r>
    </w:p>
    <w:p w:rsidR="000D5A72" w:rsidRDefault="00C6352C" w:rsidP="000D5A72">
      <w:pPr>
        <w:rPr>
          <w:rFonts w:cs="Arial"/>
        </w:rPr>
      </w:pPr>
      <w:sdt>
        <w:sdtPr>
          <w:rPr>
            <w:rFonts w:cs="Arial"/>
          </w:rPr>
          <w:id w:val="-944534585"/>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Zijn er brandgevaarlijke vloeistoffen aanwezig? Worden deze opgeslagen in een goed</w:t>
      </w:r>
    </w:p>
    <w:p w:rsidR="000D5A72" w:rsidRDefault="000D5A72" w:rsidP="000D5A72">
      <w:pPr>
        <w:rPr>
          <w:rFonts w:cs="Arial"/>
        </w:rPr>
      </w:pPr>
      <w:r>
        <w:rPr>
          <w:rFonts w:cs="Arial"/>
        </w:rPr>
        <w:t xml:space="preserve"> </w:t>
      </w:r>
      <w:r>
        <w:rPr>
          <w:rFonts w:cs="Arial"/>
        </w:rPr>
        <w:tab/>
        <w:t xml:space="preserve">  afsluitbare metalen kast?</w:t>
      </w:r>
    </w:p>
    <w:p w:rsidR="000D5A72" w:rsidRDefault="00C6352C" w:rsidP="000D5A72">
      <w:pPr>
        <w:rPr>
          <w:rFonts w:cs="Arial"/>
        </w:rPr>
      </w:pPr>
      <w:sdt>
        <w:sdtPr>
          <w:rPr>
            <w:rFonts w:cs="Arial"/>
          </w:rPr>
          <w:id w:val="-1349705822"/>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Worden er kaarsen gebruikt? Zijn de kaarsenstandaards van metaal?</w:t>
      </w:r>
    </w:p>
    <w:p w:rsidR="000D5A72" w:rsidRDefault="000D5A72" w:rsidP="000D5A72">
      <w:pPr>
        <w:pStyle w:val="Koptekst"/>
        <w:tabs>
          <w:tab w:val="clear" w:pos="4536"/>
          <w:tab w:val="clear" w:pos="9072"/>
        </w:tabs>
        <w:rPr>
          <w:rFonts w:cs="Arial"/>
        </w:rPr>
      </w:pPr>
    </w:p>
    <w:p w:rsidR="000D5A72" w:rsidRDefault="000D5A72" w:rsidP="000D5A72">
      <w:pPr>
        <w:spacing w:after="160" w:line="259" w:lineRule="auto"/>
        <w:rPr>
          <w:rFonts w:cs="Arial"/>
          <w:u w:val="single"/>
        </w:rPr>
      </w:pPr>
      <w:r>
        <w:rPr>
          <w:rFonts w:cs="Arial"/>
          <w:u w:val="single"/>
        </w:rPr>
        <w:br w:type="page"/>
      </w:r>
    </w:p>
    <w:p w:rsidR="000D5A72" w:rsidRDefault="000D5A72" w:rsidP="000D5A72">
      <w:pPr>
        <w:rPr>
          <w:rFonts w:cs="Arial"/>
          <w:u w:val="single"/>
        </w:rPr>
      </w:pPr>
      <w:r>
        <w:rPr>
          <w:rFonts w:cs="Arial"/>
          <w:u w:val="single"/>
        </w:rPr>
        <w:t>Installaties</w:t>
      </w:r>
    </w:p>
    <w:p w:rsidR="000D5A72" w:rsidRDefault="00C6352C" w:rsidP="000D5A72">
      <w:pPr>
        <w:rPr>
          <w:rFonts w:cs="Arial"/>
        </w:rPr>
      </w:pPr>
      <w:sdt>
        <w:sdtPr>
          <w:rPr>
            <w:rFonts w:cs="Arial"/>
          </w:rPr>
          <w:id w:val="-852189375"/>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Zijn de installaties (gas en elektra) aangelegd door erkende installateurs?</w:t>
      </w:r>
    </w:p>
    <w:p w:rsidR="000D5A72" w:rsidRDefault="00C6352C" w:rsidP="000D5A72">
      <w:pPr>
        <w:rPr>
          <w:rFonts w:cs="Arial"/>
        </w:rPr>
      </w:pPr>
      <w:sdt>
        <w:sdtPr>
          <w:rPr>
            <w:rFonts w:cs="Arial"/>
          </w:rPr>
          <w:id w:val="-442385612"/>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Worden deze installaties periodiek onderhouden door een erkend installateur?</w:t>
      </w:r>
    </w:p>
    <w:p w:rsidR="00AF3531" w:rsidRDefault="00C6352C" w:rsidP="000D5A72">
      <w:pPr>
        <w:rPr>
          <w:rFonts w:cs="Arial"/>
        </w:rPr>
      </w:pPr>
      <w:sdt>
        <w:sdtPr>
          <w:rPr>
            <w:rFonts w:cs="Arial"/>
          </w:rPr>
          <w:id w:val="664445207"/>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Wordt de elektrische installatie volgens NEN 3140, minimaal éénmaal per drie jaar gekeurd</w:t>
      </w:r>
      <w:r w:rsidR="00AF3531">
        <w:rPr>
          <w:rFonts w:cs="Arial"/>
        </w:rPr>
        <w:t xml:space="preserve"> </w:t>
      </w:r>
      <w:r w:rsidR="000D5A72">
        <w:rPr>
          <w:rFonts w:cs="Arial"/>
        </w:rPr>
        <w:t xml:space="preserve">door </w:t>
      </w:r>
    </w:p>
    <w:p w:rsidR="000D5A72" w:rsidRDefault="00AF3531" w:rsidP="000D5A72">
      <w:pPr>
        <w:rPr>
          <w:rFonts w:cs="Arial"/>
        </w:rPr>
      </w:pPr>
      <w:r>
        <w:rPr>
          <w:rFonts w:cs="Arial"/>
        </w:rPr>
        <w:t xml:space="preserve">    </w:t>
      </w:r>
      <w:r w:rsidR="000D5A72">
        <w:rPr>
          <w:rFonts w:cs="Arial"/>
        </w:rPr>
        <w:t>een erkend installateur?</w:t>
      </w:r>
    </w:p>
    <w:p w:rsidR="000D5A72" w:rsidRDefault="00C6352C" w:rsidP="000D5A72">
      <w:pPr>
        <w:rPr>
          <w:rFonts w:cs="Arial"/>
        </w:rPr>
      </w:pPr>
      <w:sdt>
        <w:sdtPr>
          <w:rPr>
            <w:rFonts w:cs="Arial"/>
          </w:rPr>
          <w:id w:val="1255787217"/>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Is alle apparatuur- ook nieuw aangeschaft – KEMA-goedgekeurd?</w:t>
      </w:r>
    </w:p>
    <w:p w:rsidR="000D5A72" w:rsidRDefault="00C6352C" w:rsidP="000D5A72">
      <w:pPr>
        <w:rPr>
          <w:rFonts w:cs="Arial"/>
        </w:rPr>
      </w:pPr>
      <w:sdt>
        <w:sdtPr>
          <w:rPr>
            <w:rFonts w:cs="Arial"/>
          </w:rPr>
          <w:id w:val="554358667"/>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Is de frituur en andere bakapparatuur voorzien van een thermostatische beveiliging?</w:t>
      </w:r>
    </w:p>
    <w:p w:rsidR="000D5A72" w:rsidRDefault="00C6352C" w:rsidP="000D5A72">
      <w:pPr>
        <w:rPr>
          <w:rFonts w:cs="Arial"/>
        </w:rPr>
      </w:pPr>
      <w:sdt>
        <w:sdtPr>
          <w:rPr>
            <w:rFonts w:cs="Arial"/>
          </w:rPr>
          <w:id w:val="1517344986"/>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Zijn er passende deksels bij de frituurpan/installatie?</w:t>
      </w:r>
    </w:p>
    <w:p w:rsidR="000D5A72" w:rsidRDefault="00C6352C" w:rsidP="000D5A72">
      <w:pPr>
        <w:rPr>
          <w:rFonts w:cs="Arial"/>
        </w:rPr>
      </w:pPr>
      <w:sdt>
        <w:sdtPr>
          <w:rPr>
            <w:rFonts w:cs="Arial"/>
          </w:rPr>
          <w:id w:val="-1905435575"/>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Maakt u gebruik van onderhoudscontracten voor installaties en apparatuur?</w:t>
      </w:r>
    </w:p>
    <w:p w:rsidR="000D5A72" w:rsidRDefault="00C6352C" w:rsidP="000D5A72">
      <w:pPr>
        <w:rPr>
          <w:rFonts w:cs="Arial"/>
        </w:rPr>
      </w:pPr>
      <w:sdt>
        <w:sdtPr>
          <w:rPr>
            <w:rFonts w:cs="Arial"/>
          </w:rPr>
          <w:id w:val="-1141581871"/>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Worden afzuig- en ventilatiekanalen regelmatig gecontroleerd en schoon gemaakt?</w:t>
      </w:r>
    </w:p>
    <w:p w:rsidR="000D5A72" w:rsidRDefault="00C6352C" w:rsidP="000D5A72">
      <w:pPr>
        <w:rPr>
          <w:rFonts w:cs="Arial"/>
        </w:rPr>
      </w:pPr>
      <w:sdt>
        <w:sdtPr>
          <w:rPr>
            <w:rFonts w:cs="Arial"/>
          </w:rPr>
          <w:id w:val="-796450648"/>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Is er een open haard en wordt die jaarlijks geveegd?</w:t>
      </w:r>
    </w:p>
    <w:p w:rsidR="000D5A72" w:rsidRDefault="000D5A72" w:rsidP="000D5A72">
      <w:pPr>
        <w:pStyle w:val="Koptekst"/>
        <w:tabs>
          <w:tab w:val="clear" w:pos="4536"/>
          <w:tab w:val="clear" w:pos="9072"/>
        </w:tabs>
        <w:rPr>
          <w:rFonts w:cs="Arial"/>
        </w:rPr>
      </w:pPr>
    </w:p>
    <w:p w:rsidR="000D5A72" w:rsidRDefault="000D5A72" w:rsidP="000D5A72">
      <w:pPr>
        <w:rPr>
          <w:rFonts w:cs="Arial"/>
        </w:rPr>
      </w:pPr>
    </w:p>
    <w:p w:rsidR="000D5A72" w:rsidRDefault="000D5A72" w:rsidP="000D5A72">
      <w:pPr>
        <w:rPr>
          <w:rFonts w:cs="Arial"/>
          <w:u w:val="single"/>
        </w:rPr>
      </w:pPr>
      <w:r>
        <w:rPr>
          <w:rFonts w:cs="Arial"/>
          <w:u w:val="single"/>
        </w:rPr>
        <w:t>Melden en alarmeren</w:t>
      </w:r>
    </w:p>
    <w:p w:rsidR="000D5A72" w:rsidRDefault="00C6352C" w:rsidP="000D5A72">
      <w:pPr>
        <w:rPr>
          <w:rFonts w:cs="Arial"/>
        </w:rPr>
      </w:pPr>
      <w:sdt>
        <w:sdtPr>
          <w:rPr>
            <w:rFonts w:cs="Arial"/>
          </w:rPr>
          <w:id w:val="158506358"/>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Is er een kaart met alarmnummers brandweer-politie-ambulance-arts?</w:t>
      </w:r>
    </w:p>
    <w:p w:rsidR="000D5A72" w:rsidRDefault="00C6352C" w:rsidP="000D5A72">
      <w:pPr>
        <w:rPr>
          <w:rFonts w:cs="Arial"/>
        </w:rPr>
      </w:pPr>
      <w:sdt>
        <w:sdtPr>
          <w:rPr>
            <w:rFonts w:cs="Arial"/>
          </w:rPr>
          <w:id w:val="138238233"/>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Is er een kaart met de alarmprocedure voor bij de telefoon?</w:t>
      </w:r>
    </w:p>
    <w:p w:rsidR="000D5A72" w:rsidRDefault="00C6352C" w:rsidP="000D5A72">
      <w:pPr>
        <w:rPr>
          <w:rFonts w:cs="Arial"/>
        </w:rPr>
      </w:pPr>
      <w:sdt>
        <w:sdtPr>
          <w:rPr>
            <w:rFonts w:cs="Arial"/>
          </w:rPr>
          <w:id w:val="1649934060"/>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Is er een calamiteiten en/of ontruimingsplan?</w:t>
      </w:r>
    </w:p>
    <w:p w:rsidR="000D5A72" w:rsidRDefault="00C6352C" w:rsidP="000D5A72">
      <w:pPr>
        <w:rPr>
          <w:rFonts w:cs="Arial"/>
        </w:rPr>
      </w:pPr>
      <w:sdt>
        <w:sdtPr>
          <w:rPr>
            <w:rFonts w:cs="Arial"/>
          </w:rPr>
          <w:id w:val="1428922298"/>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Is er een instructie voor de kaderleden hoe te handelen bij brand?</w:t>
      </w:r>
    </w:p>
    <w:p w:rsidR="000D5A72" w:rsidRDefault="00C6352C" w:rsidP="000D5A72">
      <w:pPr>
        <w:rPr>
          <w:rFonts w:cs="Arial"/>
        </w:rPr>
      </w:pPr>
      <w:sdt>
        <w:sdtPr>
          <w:rPr>
            <w:rFonts w:cs="Arial"/>
          </w:rPr>
          <w:id w:val="53363247"/>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Is er een instructie hoe het publiek wordt geïnstrueerd bij brand?</w:t>
      </w:r>
    </w:p>
    <w:p w:rsidR="000D5A72" w:rsidRDefault="00C6352C" w:rsidP="000D5A72">
      <w:pPr>
        <w:rPr>
          <w:rFonts w:cs="Arial"/>
        </w:rPr>
      </w:pPr>
      <w:sdt>
        <w:sdtPr>
          <w:rPr>
            <w:rFonts w:cs="Arial"/>
          </w:rPr>
          <w:id w:val="1609392311"/>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Zijn er automatische brandmelders? Is de alarmering en opvolging bekend?</w:t>
      </w:r>
    </w:p>
    <w:p w:rsidR="000D5A72" w:rsidRDefault="00C6352C" w:rsidP="000D5A72">
      <w:pPr>
        <w:rPr>
          <w:rFonts w:cs="Arial"/>
        </w:rPr>
      </w:pPr>
      <w:sdt>
        <w:sdtPr>
          <w:rPr>
            <w:rFonts w:cs="Arial"/>
          </w:rPr>
          <w:id w:val="-1586913838"/>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Is de alarmprocedure bekend?</w:t>
      </w:r>
    </w:p>
    <w:p w:rsidR="000D5A72" w:rsidRDefault="000D5A72" w:rsidP="000D5A72">
      <w:pPr>
        <w:pStyle w:val="Koptekst"/>
        <w:tabs>
          <w:tab w:val="clear" w:pos="4536"/>
          <w:tab w:val="clear" w:pos="9072"/>
        </w:tabs>
        <w:rPr>
          <w:rFonts w:cs="Arial"/>
        </w:rPr>
      </w:pPr>
    </w:p>
    <w:p w:rsidR="000D5A72" w:rsidRDefault="000D5A72" w:rsidP="000D5A72">
      <w:pPr>
        <w:rPr>
          <w:rFonts w:cs="Arial"/>
          <w:u w:val="single"/>
        </w:rPr>
      </w:pPr>
      <w:r>
        <w:rPr>
          <w:rFonts w:cs="Arial"/>
          <w:u w:val="single"/>
        </w:rPr>
        <w:t>Blusmiddelen</w:t>
      </w:r>
    </w:p>
    <w:p w:rsidR="000D5A72" w:rsidRDefault="00C6352C" w:rsidP="000D5A72">
      <w:pPr>
        <w:rPr>
          <w:rFonts w:cs="Arial"/>
        </w:rPr>
      </w:pPr>
      <w:sdt>
        <w:sdtPr>
          <w:rPr>
            <w:rFonts w:cs="Arial"/>
          </w:rPr>
          <w:id w:val="-284896088"/>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Zijn er voldoende blusmiddelen (keuken, bar-/kantineruimte, werkplaats, magazijn)?</w:t>
      </w:r>
    </w:p>
    <w:p w:rsidR="000D5A72" w:rsidRDefault="00C6352C" w:rsidP="000D5A72">
      <w:pPr>
        <w:rPr>
          <w:rFonts w:cs="Arial"/>
        </w:rPr>
      </w:pPr>
      <w:sdt>
        <w:sdtPr>
          <w:rPr>
            <w:rFonts w:cs="Arial"/>
          </w:rPr>
          <w:id w:val="-1890098016"/>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Zijn de blussers van het juiste type (brandslanghaspels en handblussers)?</w:t>
      </w:r>
    </w:p>
    <w:p w:rsidR="000D5A72" w:rsidRDefault="00C6352C" w:rsidP="000D5A72">
      <w:pPr>
        <w:rPr>
          <w:rFonts w:cs="Arial"/>
        </w:rPr>
      </w:pPr>
      <w:sdt>
        <w:sdtPr>
          <w:rPr>
            <w:rFonts w:cs="Arial"/>
          </w:rPr>
          <w:id w:val="-1555236282"/>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Heeft de jaarlijks controle en het onderhoud plaatsgevonden?</w:t>
      </w:r>
    </w:p>
    <w:p w:rsidR="000D5A72" w:rsidRDefault="00C6352C" w:rsidP="000D5A72">
      <w:pPr>
        <w:rPr>
          <w:rFonts w:cs="Arial"/>
        </w:rPr>
      </w:pPr>
      <w:sdt>
        <w:sdtPr>
          <w:rPr>
            <w:rFonts w:cs="Arial"/>
          </w:rPr>
          <w:id w:val="-903377181"/>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Is er een onderhoudscontract?</w:t>
      </w:r>
    </w:p>
    <w:p w:rsidR="000D5A72" w:rsidRDefault="00C6352C" w:rsidP="000D5A72">
      <w:pPr>
        <w:rPr>
          <w:rFonts w:cs="Arial"/>
        </w:rPr>
      </w:pPr>
      <w:sdt>
        <w:sdtPr>
          <w:rPr>
            <w:rFonts w:cs="Arial"/>
          </w:rPr>
          <w:id w:val="-287981997"/>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Zijn de (nieuwe) kaderleden en het kantinepersoneel geïnstrueerd in het gebruik van de</w:t>
      </w:r>
    </w:p>
    <w:p w:rsidR="000D5A72" w:rsidRDefault="00AF3531" w:rsidP="000D5A72">
      <w:pPr>
        <w:rPr>
          <w:rFonts w:cs="Arial"/>
        </w:rPr>
      </w:pPr>
      <w:r>
        <w:rPr>
          <w:rFonts w:cs="Arial"/>
        </w:rPr>
        <w:t xml:space="preserve">    </w:t>
      </w:r>
      <w:r w:rsidR="000D5A72">
        <w:rPr>
          <w:rFonts w:cs="Arial"/>
        </w:rPr>
        <w:t>blusmiddelen?</w:t>
      </w:r>
    </w:p>
    <w:p w:rsidR="000D5A72" w:rsidRDefault="00C6352C" w:rsidP="000D5A72">
      <w:pPr>
        <w:rPr>
          <w:rFonts w:cs="Arial"/>
        </w:rPr>
      </w:pPr>
      <w:sdt>
        <w:sdtPr>
          <w:rPr>
            <w:rFonts w:cs="Arial"/>
          </w:rPr>
          <w:id w:val="-622300525"/>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Is er een blusdeken in de keuken?</w:t>
      </w:r>
    </w:p>
    <w:p w:rsidR="000D5A72" w:rsidRDefault="000D5A72" w:rsidP="000D5A72">
      <w:pPr>
        <w:pStyle w:val="Koptekst"/>
        <w:tabs>
          <w:tab w:val="clear" w:pos="4536"/>
          <w:tab w:val="clear" w:pos="9072"/>
        </w:tabs>
        <w:rPr>
          <w:rFonts w:cs="Arial"/>
        </w:rPr>
      </w:pPr>
    </w:p>
    <w:p w:rsidR="000D5A72" w:rsidRDefault="000D5A72" w:rsidP="000D5A72">
      <w:pPr>
        <w:rPr>
          <w:rFonts w:cs="Arial"/>
          <w:u w:val="single"/>
        </w:rPr>
      </w:pPr>
      <w:r>
        <w:rPr>
          <w:rFonts w:cs="Arial"/>
          <w:u w:val="single"/>
        </w:rPr>
        <w:t>Vluchtwegen</w:t>
      </w:r>
    </w:p>
    <w:p w:rsidR="000D5A72" w:rsidRDefault="00C6352C" w:rsidP="000D5A72">
      <w:pPr>
        <w:rPr>
          <w:rFonts w:cs="Arial"/>
        </w:rPr>
      </w:pPr>
      <w:sdt>
        <w:sdtPr>
          <w:rPr>
            <w:rFonts w:cs="Arial"/>
          </w:rPr>
          <w:id w:val="-1159303815"/>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Zijn er voldoende vluchtwegen?</w:t>
      </w:r>
    </w:p>
    <w:p w:rsidR="000D5A72" w:rsidRDefault="00C6352C" w:rsidP="000D5A72">
      <w:pPr>
        <w:rPr>
          <w:rFonts w:cs="Arial"/>
        </w:rPr>
      </w:pPr>
      <w:sdt>
        <w:sdtPr>
          <w:rPr>
            <w:rFonts w:cs="Arial"/>
          </w:rPr>
          <w:id w:val="133991949"/>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Zijn de vluchtwegen goed aangegeven?</w:t>
      </w:r>
    </w:p>
    <w:p w:rsidR="000D5A72" w:rsidRDefault="00C6352C" w:rsidP="000D5A72">
      <w:pPr>
        <w:rPr>
          <w:rFonts w:cs="Arial"/>
        </w:rPr>
      </w:pPr>
      <w:sdt>
        <w:sdtPr>
          <w:rPr>
            <w:rFonts w:cs="Arial"/>
          </w:rPr>
          <w:id w:val="-169260768"/>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Kunnen minder validen ook gebruik maken van de vluchtwegen?</w:t>
      </w:r>
    </w:p>
    <w:p w:rsidR="000D5A72" w:rsidRDefault="00C6352C" w:rsidP="000D5A72">
      <w:pPr>
        <w:rPr>
          <w:rFonts w:cs="Arial"/>
        </w:rPr>
      </w:pPr>
      <w:sdt>
        <w:sdtPr>
          <w:rPr>
            <w:rFonts w:cs="Arial"/>
          </w:rPr>
          <w:id w:val="-1733385157"/>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Kunnen de deuren onbelemmerd van binnenuit geopend worden?</w:t>
      </w:r>
    </w:p>
    <w:p w:rsidR="000D5A72" w:rsidRDefault="00C6352C" w:rsidP="000D5A72">
      <w:pPr>
        <w:rPr>
          <w:rFonts w:cs="Arial"/>
        </w:rPr>
      </w:pPr>
      <w:sdt>
        <w:sdtPr>
          <w:rPr>
            <w:rFonts w:cs="Arial"/>
          </w:rPr>
          <w:id w:val="-954022885"/>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Zijn de vluchtwegen ook buiten vrij van obstakels?</w:t>
      </w:r>
    </w:p>
    <w:p w:rsidR="000D5A72" w:rsidRDefault="000D5A72" w:rsidP="000D5A72">
      <w:pPr>
        <w:pStyle w:val="Koptekst"/>
        <w:tabs>
          <w:tab w:val="clear" w:pos="4536"/>
          <w:tab w:val="clear" w:pos="9072"/>
        </w:tabs>
        <w:rPr>
          <w:rFonts w:cs="Arial"/>
        </w:rPr>
      </w:pPr>
    </w:p>
    <w:p w:rsidR="000D5A72" w:rsidRDefault="000D5A72" w:rsidP="000D5A72">
      <w:pPr>
        <w:rPr>
          <w:rFonts w:cs="Arial"/>
          <w:u w:val="single"/>
        </w:rPr>
      </w:pPr>
      <w:r>
        <w:rPr>
          <w:rFonts w:cs="Arial"/>
          <w:u w:val="single"/>
        </w:rPr>
        <w:t>Blussen</w:t>
      </w:r>
    </w:p>
    <w:p w:rsidR="000D5A72" w:rsidRDefault="00C6352C" w:rsidP="000D5A72">
      <w:pPr>
        <w:rPr>
          <w:rFonts w:cs="Arial"/>
        </w:rPr>
      </w:pPr>
      <w:sdt>
        <w:sdtPr>
          <w:rPr>
            <w:rFonts w:cs="Arial"/>
          </w:rPr>
          <w:id w:val="-1607724591"/>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Is vastgelegd wie de brandweer opvangt bij brand?</w:t>
      </w:r>
    </w:p>
    <w:p w:rsidR="000D5A72" w:rsidRDefault="00C6352C" w:rsidP="000D5A72">
      <w:pPr>
        <w:rPr>
          <w:rFonts w:cs="Arial"/>
        </w:rPr>
      </w:pPr>
      <w:sdt>
        <w:sdtPr>
          <w:rPr>
            <w:rFonts w:cs="Arial"/>
          </w:rPr>
          <w:id w:val="-1209712063"/>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Kan de brandweer vrij op het terrein/sportpark komen?</w:t>
      </w:r>
    </w:p>
    <w:p w:rsidR="000D5A72" w:rsidRDefault="00C6352C" w:rsidP="000D5A72">
      <w:pPr>
        <w:rPr>
          <w:rFonts w:cs="Arial"/>
        </w:rPr>
      </w:pPr>
      <w:sdt>
        <w:sdtPr>
          <w:rPr>
            <w:rFonts w:cs="Arial"/>
          </w:rPr>
          <w:id w:val="315850674"/>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Is bekend waar de (reserve) sleutel van het toegangshek zich bevindt?</w:t>
      </w:r>
    </w:p>
    <w:p w:rsidR="000D5A72" w:rsidRDefault="00C6352C" w:rsidP="000D5A72">
      <w:pPr>
        <w:rPr>
          <w:rFonts w:cs="Arial"/>
        </w:rPr>
      </w:pPr>
      <w:sdt>
        <w:sdtPr>
          <w:rPr>
            <w:rFonts w:cs="Arial"/>
          </w:rPr>
          <w:id w:val="603931216"/>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Is relevante informatie direct beschikbaar (plattegrond, plaats blusmiddelen. aansluiting water, etc)</w:t>
      </w:r>
    </w:p>
    <w:p w:rsidR="000D5A72" w:rsidRDefault="00C6352C" w:rsidP="000D5A72">
      <w:pPr>
        <w:rPr>
          <w:rFonts w:cs="Arial"/>
        </w:rPr>
      </w:pPr>
      <w:sdt>
        <w:sdtPr>
          <w:rPr>
            <w:rFonts w:cs="Arial"/>
          </w:rPr>
          <w:id w:val="1319153819"/>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Is bekend waar zich brand- of ontploffingsgevaarlijke materialen bevinden?</w:t>
      </w:r>
    </w:p>
    <w:p w:rsidR="000D5A72" w:rsidRDefault="000D5A72" w:rsidP="000D5A72">
      <w:pPr>
        <w:pStyle w:val="Koptekst"/>
        <w:tabs>
          <w:tab w:val="clear" w:pos="4536"/>
          <w:tab w:val="clear" w:pos="9072"/>
        </w:tabs>
        <w:rPr>
          <w:rFonts w:cs="Arial"/>
        </w:rPr>
      </w:pPr>
    </w:p>
    <w:p w:rsidR="000D5A72" w:rsidRDefault="000D5A72" w:rsidP="000D5A72">
      <w:pPr>
        <w:rPr>
          <w:rFonts w:cs="Arial"/>
          <w:u w:val="single"/>
        </w:rPr>
      </w:pPr>
      <w:r>
        <w:rPr>
          <w:rFonts w:cs="Arial"/>
          <w:u w:val="single"/>
        </w:rPr>
        <w:t>Verzekeren</w:t>
      </w:r>
    </w:p>
    <w:p w:rsidR="000D5A72" w:rsidRDefault="00C6352C" w:rsidP="000D5A72">
      <w:pPr>
        <w:rPr>
          <w:rFonts w:cs="Arial"/>
        </w:rPr>
      </w:pPr>
      <w:sdt>
        <w:sdtPr>
          <w:rPr>
            <w:rFonts w:cs="Arial"/>
          </w:rPr>
          <w:id w:val="-1748727374"/>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Zorg voor een goede financiële afdekking van de risico’s van:</w:t>
      </w:r>
    </w:p>
    <w:p w:rsidR="000D5A72" w:rsidRDefault="000D5A72" w:rsidP="00AF3531">
      <w:pPr>
        <w:numPr>
          <w:ilvl w:val="0"/>
          <w:numId w:val="37"/>
        </w:numPr>
        <w:rPr>
          <w:rFonts w:cs="Arial"/>
        </w:rPr>
      </w:pPr>
      <w:r>
        <w:rPr>
          <w:rFonts w:cs="Arial"/>
        </w:rPr>
        <w:t>brand</w:t>
      </w:r>
    </w:p>
    <w:p w:rsidR="000D5A72" w:rsidRDefault="000D5A72" w:rsidP="00AF3531">
      <w:pPr>
        <w:numPr>
          <w:ilvl w:val="0"/>
          <w:numId w:val="37"/>
        </w:numPr>
        <w:rPr>
          <w:rFonts w:cs="Arial"/>
        </w:rPr>
      </w:pPr>
      <w:r>
        <w:rPr>
          <w:rFonts w:cs="Arial"/>
        </w:rPr>
        <w:t>gebouwen/opstallen</w:t>
      </w:r>
    </w:p>
    <w:p w:rsidR="000D5A72" w:rsidRDefault="000D5A72" w:rsidP="00AF3531">
      <w:pPr>
        <w:numPr>
          <w:ilvl w:val="0"/>
          <w:numId w:val="37"/>
        </w:numPr>
        <w:rPr>
          <w:rFonts w:cs="Arial"/>
        </w:rPr>
      </w:pPr>
      <w:r>
        <w:rPr>
          <w:rFonts w:cs="Arial"/>
        </w:rPr>
        <w:t>inventaris/inboedel</w:t>
      </w:r>
    </w:p>
    <w:p w:rsidR="000D5A72" w:rsidRDefault="000D5A72" w:rsidP="00AF3531">
      <w:pPr>
        <w:numPr>
          <w:ilvl w:val="0"/>
          <w:numId w:val="37"/>
        </w:numPr>
        <w:rPr>
          <w:rFonts w:cs="Arial"/>
        </w:rPr>
      </w:pPr>
      <w:r>
        <w:rPr>
          <w:rFonts w:cs="Arial"/>
        </w:rPr>
        <w:t>materialen (o.a. kleding)</w:t>
      </w:r>
    </w:p>
    <w:p w:rsidR="000D5A72" w:rsidRDefault="000D5A72" w:rsidP="00AF3531">
      <w:pPr>
        <w:numPr>
          <w:ilvl w:val="0"/>
          <w:numId w:val="37"/>
        </w:numPr>
        <w:rPr>
          <w:rFonts w:cs="Arial"/>
        </w:rPr>
      </w:pPr>
      <w:r>
        <w:rPr>
          <w:rFonts w:cs="Arial"/>
        </w:rPr>
        <w:t>geld</w:t>
      </w:r>
    </w:p>
    <w:p w:rsidR="000D5A72" w:rsidRDefault="000D5A72" w:rsidP="00AF3531">
      <w:pPr>
        <w:numPr>
          <w:ilvl w:val="0"/>
          <w:numId w:val="37"/>
        </w:numPr>
        <w:rPr>
          <w:rFonts w:cs="Arial"/>
        </w:rPr>
      </w:pPr>
      <w:r>
        <w:rPr>
          <w:rFonts w:cs="Arial"/>
        </w:rPr>
        <w:t>eigendommen van derden</w:t>
      </w:r>
    </w:p>
    <w:p w:rsidR="000D5A72" w:rsidRDefault="000D5A72" w:rsidP="00AF3531">
      <w:pPr>
        <w:numPr>
          <w:ilvl w:val="0"/>
          <w:numId w:val="37"/>
        </w:numPr>
        <w:rPr>
          <w:rFonts w:cs="Arial"/>
        </w:rPr>
      </w:pPr>
      <w:r>
        <w:rPr>
          <w:rFonts w:cs="Arial"/>
        </w:rPr>
        <w:t>inbraak</w:t>
      </w:r>
    </w:p>
    <w:p w:rsidR="000D5A72" w:rsidRDefault="00C6352C" w:rsidP="000D5A72">
      <w:pPr>
        <w:rPr>
          <w:rFonts w:cs="Arial"/>
        </w:rPr>
      </w:pPr>
      <w:sdt>
        <w:sdtPr>
          <w:rPr>
            <w:rFonts w:cs="Arial"/>
          </w:rPr>
          <w:id w:val="-512681911"/>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Geef wijzigingen in de verzekering na verbouwing/uitbreiding door aan uw verzekeraar.</w:t>
      </w:r>
    </w:p>
    <w:p w:rsidR="000D5A72" w:rsidRDefault="00C6352C" w:rsidP="000D5A72">
      <w:pPr>
        <w:rPr>
          <w:rFonts w:cs="Arial"/>
        </w:rPr>
      </w:pPr>
      <w:sdt>
        <w:sdtPr>
          <w:rPr>
            <w:rFonts w:cs="Arial"/>
          </w:rPr>
          <w:id w:val="-257982509"/>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Controleer jaarlijks de correctheid van de verzekerde zaken en waarden.</w:t>
      </w:r>
    </w:p>
    <w:p w:rsidR="000D5A72" w:rsidRDefault="00C6352C" w:rsidP="000D5A72">
      <w:pPr>
        <w:rPr>
          <w:rFonts w:cs="Arial"/>
        </w:rPr>
      </w:pPr>
      <w:sdt>
        <w:sdtPr>
          <w:rPr>
            <w:rFonts w:cs="Arial"/>
          </w:rPr>
          <w:id w:val="306826174"/>
          <w14:checkbox>
            <w14:checked w14:val="0"/>
            <w14:checkedState w14:val="2612" w14:font="MS Gothic"/>
            <w14:uncheckedState w14:val="2610" w14:font="MS Gothic"/>
          </w14:checkbox>
        </w:sdtPr>
        <w:sdtEndPr/>
        <w:sdtContent>
          <w:r w:rsidR="000D5A72">
            <w:rPr>
              <w:rFonts w:ascii="MS Gothic" w:eastAsia="MS Gothic" w:hAnsi="MS Gothic" w:cs="Arial" w:hint="eastAsia"/>
            </w:rPr>
            <w:t>☐</w:t>
          </w:r>
        </w:sdtContent>
      </w:sdt>
      <w:r w:rsidR="000D5A72">
        <w:rPr>
          <w:rFonts w:cs="Arial"/>
        </w:rPr>
        <w:t>Beoordeel of een bedrijfsschadeverzekering (omzetverlies) nodig is?</w:t>
      </w:r>
    </w:p>
    <w:p w:rsidR="000D5A72" w:rsidRDefault="000D5A72" w:rsidP="000D5A72">
      <w:pPr>
        <w:rPr>
          <w:rFonts w:cs="Arial"/>
        </w:rPr>
      </w:pPr>
    </w:p>
    <w:p w:rsidR="000D5A72" w:rsidRDefault="000D5A72" w:rsidP="000D5A72">
      <w:pPr>
        <w:rPr>
          <w:rFonts w:cs="Arial"/>
        </w:rPr>
        <w:sectPr w:rsidR="000D5A72" w:rsidSect="002A2BB9">
          <w:headerReference w:type="default" r:id="rId23"/>
          <w:footerReference w:type="even" r:id="rId24"/>
          <w:footerReference w:type="default" r:id="rId25"/>
          <w:footerReference w:type="first" r:id="rId26"/>
          <w:pgSz w:w="11906" w:h="16838" w:code="9"/>
          <w:pgMar w:top="1418" w:right="1418" w:bottom="1418" w:left="1418" w:header="709" w:footer="709" w:gutter="0"/>
          <w:cols w:space="708"/>
          <w:titlePg/>
          <w:docGrid w:linePitch="360"/>
        </w:sectPr>
      </w:pPr>
    </w:p>
    <w:p w:rsidR="000D5A72" w:rsidRDefault="000D5A72" w:rsidP="000D5A72">
      <w:pPr>
        <w:pStyle w:val="Koptekst"/>
        <w:tabs>
          <w:tab w:val="clear" w:pos="4536"/>
          <w:tab w:val="clear" w:pos="9072"/>
        </w:tab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0D5A72" w:rsidTr="00F46446">
        <w:tc>
          <w:tcPr>
            <w:tcW w:w="9210" w:type="dxa"/>
          </w:tcPr>
          <w:p w:rsidR="000D5A72" w:rsidRDefault="000D5A72" w:rsidP="00F46446">
            <w:pPr>
              <w:pStyle w:val="Koptekst"/>
              <w:tabs>
                <w:tab w:val="clear" w:pos="4536"/>
                <w:tab w:val="clear" w:pos="9072"/>
              </w:tabs>
              <w:rPr>
                <w:rFonts w:cs="Arial"/>
                <w:b/>
                <w:bCs/>
                <w:sz w:val="28"/>
              </w:rPr>
            </w:pPr>
            <w:r>
              <w:rPr>
                <w:rFonts w:cs="Arial"/>
                <w:b/>
                <w:bCs/>
                <w:sz w:val="28"/>
              </w:rPr>
              <w:br w:type="page"/>
              <w:t xml:space="preserve">5.7 Voorbeeld actieplan  </w:t>
            </w:r>
          </w:p>
        </w:tc>
      </w:tr>
    </w:tbl>
    <w:p w:rsidR="000D5A72" w:rsidRDefault="000D5A72" w:rsidP="000D5A72">
      <w:pPr>
        <w:pStyle w:val="Koptekst"/>
        <w:tabs>
          <w:tab w:val="clear" w:pos="4536"/>
          <w:tab w:val="clear" w:pos="9072"/>
        </w:tabs>
        <w:rPr>
          <w:rFonts w:cs="Arial"/>
          <w:sz w:val="28"/>
        </w:rPr>
      </w:pPr>
    </w:p>
    <w:p w:rsidR="000D5A72" w:rsidRDefault="000D5A72" w:rsidP="000D5A72">
      <w:pPr>
        <w:pStyle w:val="Koptekst"/>
        <w:tabs>
          <w:tab w:val="clear" w:pos="4536"/>
          <w:tab w:val="clear" w:pos="9072"/>
        </w:tabs>
        <w:rPr>
          <w:b/>
          <w:bCs/>
        </w:rPr>
      </w:pPr>
      <w:r>
        <w:rPr>
          <w:b/>
          <w:bCs/>
        </w:rPr>
        <w:t>Prioriteiten stellen</w:t>
      </w:r>
    </w:p>
    <w:p w:rsidR="000D5A72" w:rsidRDefault="000D5A72" w:rsidP="000D5A72">
      <w:pPr>
        <w:pStyle w:val="Koptekst"/>
        <w:tabs>
          <w:tab w:val="clear" w:pos="4536"/>
          <w:tab w:val="clear" w:pos="9072"/>
        </w:tabs>
      </w:pPr>
      <w:r>
        <w:t>De checklisten vragen u om aan te geven of iets in orde is of dat iets verbeterd moet worden. Soms is een verbetering eenvoudig en kan deze direct worden uitgevoerd, zoals het weer toegankelijk maken van een nooduitgang. Maar zo eenvoudig is het niet altijd. Vaak zult u moeten aangeven wie actie onderneemt, wat moet worden gedaan en wanneer dat gedaan moet zijn. U zult een afweging moeten maken welke punten het eerst verbeterd moeten worden. Het kan zijn dat u niet alles in een keer kunt verbeteren.</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r>
        <w:t>Door alle verbeterpunten in een plan van aanpak op te nemen en vervolgens prioriteiten te stellen kunnen gerichte acties worden ondernomen.</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rPr>
          <w:rFonts w:cs="Arial"/>
          <w:sz w:val="28"/>
        </w:rPr>
      </w:pPr>
      <w:r>
        <w:rPr>
          <w:rFonts w:cs="Arial"/>
          <w:sz w:val="28"/>
        </w:rPr>
        <w:t>Plan van aanpak</w:t>
      </w:r>
    </w:p>
    <w:p w:rsidR="000D5A72" w:rsidRDefault="000D5A72" w:rsidP="000D5A72">
      <w:pPr>
        <w:pStyle w:val="Koptekst"/>
        <w:tabs>
          <w:tab w:val="clear" w:pos="4536"/>
          <w:tab w:val="clear" w:pos="9072"/>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50"/>
        <w:gridCol w:w="2700"/>
        <w:gridCol w:w="2700"/>
        <w:gridCol w:w="2340"/>
        <w:gridCol w:w="1080"/>
        <w:gridCol w:w="2160"/>
        <w:gridCol w:w="1620"/>
      </w:tblGrid>
      <w:tr w:rsidR="000D5A72" w:rsidTr="00F46446">
        <w:trPr>
          <w:cantSplit/>
        </w:trPr>
        <w:tc>
          <w:tcPr>
            <w:tcW w:w="1150" w:type="dxa"/>
          </w:tcPr>
          <w:p w:rsidR="000D5A72" w:rsidRDefault="000D5A72" w:rsidP="00F46446">
            <w:pPr>
              <w:pStyle w:val="Koptekst"/>
              <w:tabs>
                <w:tab w:val="clear" w:pos="4536"/>
                <w:tab w:val="clear" w:pos="9072"/>
              </w:tabs>
              <w:rPr>
                <w:b/>
                <w:bCs/>
              </w:rPr>
            </w:pPr>
            <w:r>
              <w:rPr>
                <w:b/>
                <w:bCs/>
              </w:rPr>
              <w:t>Prioriteit</w:t>
            </w:r>
          </w:p>
        </w:tc>
        <w:tc>
          <w:tcPr>
            <w:tcW w:w="2700" w:type="dxa"/>
          </w:tcPr>
          <w:p w:rsidR="000D5A72" w:rsidRDefault="000D5A72" w:rsidP="00F46446">
            <w:pPr>
              <w:pStyle w:val="Koptekst"/>
              <w:tabs>
                <w:tab w:val="clear" w:pos="4536"/>
                <w:tab w:val="clear" w:pos="9072"/>
              </w:tabs>
              <w:rPr>
                <w:b/>
                <w:bCs/>
              </w:rPr>
            </w:pPr>
            <w:r>
              <w:rPr>
                <w:b/>
                <w:bCs/>
              </w:rPr>
              <w:t>Aandachtpunt en plaats</w:t>
            </w:r>
          </w:p>
        </w:tc>
        <w:tc>
          <w:tcPr>
            <w:tcW w:w="2700" w:type="dxa"/>
          </w:tcPr>
          <w:p w:rsidR="000D5A72" w:rsidRDefault="000D5A72" w:rsidP="00F46446">
            <w:pPr>
              <w:pStyle w:val="Koptekst"/>
              <w:tabs>
                <w:tab w:val="clear" w:pos="4536"/>
                <w:tab w:val="clear" w:pos="9072"/>
              </w:tabs>
              <w:rPr>
                <w:b/>
                <w:bCs/>
              </w:rPr>
            </w:pPr>
            <w:r>
              <w:rPr>
                <w:b/>
                <w:bCs/>
              </w:rPr>
              <w:t>Te ondernemen acties</w:t>
            </w:r>
          </w:p>
        </w:tc>
        <w:tc>
          <w:tcPr>
            <w:tcW w:w="2340" w:type="dxa"/>
          </w:tcPr>
          <w:p w:rsidR="000D5A72" w:rsidRDefault="000D5A72" w:rsidP="00F46446">
            <w:pPr>
              <w:pStyle w:val="Koptekst"/>
              <w:tabs>
                <w:tab w:val="clear" w:pos="4536"/>
                <w:tab w:val="clear" w:pos="9072"/>
              </w:tabs>
              <w:rPr>
                <w:b/>
                <w:bCs/>
              </w:rPr>
            </w:pPr>
            <w:r>
              <w:rPr>
                <w:b/>
                <w:bCs/>
              </w:rPr>
              <w:t>Advies inwinnen bij</w:t>
            </w:r>
          </w:p>
        </w:tc>
        <w:tc>
          <w:tcPr>
            <w:tcW w:w="1080" w:type="dxa"/>
          </w:tcPr>
          <w:p w:rsidR="000D5A72" w:rsidRDefault="000D5A72" w:rsidP="00F46446">
            <w:pPr>
              <w:pStyle w:val="Koptekst"/>
              <w:tabs>
                <w:tab w:val="clear" w:pos="4536"/>
                <w:tab w:val="clear" w:pos="9072"/>
              </w:tabs>
              <w:rPr>
                <w:b/>
                <w:bCs/>
              </w:rPr>
            </w:pPr>
            <w:r>
              <w:rPr>
                <w:b/>
                <w:bCs/>
              </w:rPr>
              <w:t>Kosten</w:t>
            </w:r>
          </w:p>
        </w:tc>
        <w:tc>
          <w:tcPr>
            <w:tcW w:w="2160" w:type="dxa"/>
          </w:tcPr>
          <w:p w:rsidR="000D5A72" w:rsidRDefault="000D5A72" w:rsidP="00F46446">
            <w:pPr>
              <w:pStyle w:val="Koptekst"/>
              <w:tabs>
                <w:tab w:val="clear" w:pos="4536"/>
                <w:tab w:val="clear" w:pos="9072"/>
              </w:tabs>
              <w:rPr>
                <w:b/>
                <w:bCs/>
              </w:rPr>
            </w:pPr>
            <w:r>
              <w:rPr>
                <w:b/>
                <w:bCs/>
              </w:rPr>
              <w:t>Uitvoering door</w:t>
            </w:r>
          </w:p>
        </w:tc>
        <w:tc>
          <w:tcPr>
            <w:tcW w:w="1620" w:type="dxa"/>
          </w:tcPr>
          <w:p w:rsidR="000D5A72" w:rsidRDefault="000D5A72" w:rsidP="00F46446">
            <w:pPr>
              <w:pStyle w:val="Koptekst"/>
              <w:tabs>
                <w:tab w:val="clear" w:pos="4536"/>
                <w:tab w:val="clear" w:pos="9072"/>
              </w:tabs>
              <w:rPr>
                <w:b/>
                <w:bCs/>
              </w:rPr>
            </w:pPr>
            <w:r>
              <w:rPr>
                <w:b/>
                <w:bCs/>
              </w:rPr>
              <w:t>Datum gereed</w:t>
            </w:r>
          </w:p>
        </w:tc>
      </w:tr>
      <w:tr w:rsidR="000D5A72" w:rsidTr="00F46446">
        <w:trPr>
          <w:cantSplit/>
        </w:trPr>
        <w:sdt>
          <w:sdtPr>
            <w:rPr>
              <w:i/>
              <w:iCs/>
            </w:rPr>
            <w:id w:val="-1774697955"/>
            <w:placeholder>
              <w:docPart w:val="6AB0ECAE993746FE91CAA32BCC089DF1"/>
            </w:placeholder>
            <w:showingPlcHdr/>
            <w:text/>
          </w:sdtPr>
          <w:sdtEndPr/>
          <w:sdtContent>
            <w:tc>
              <w:tcPr>
                <w:tcW w:w="1150" w:type="dxa"/>
              </w:tcPr>
              <w:p w:rsidR="000D5A72" w:rsidRDefault="000D5A72" w:rsidP="00F46446">
                <w:pPr>
                  <w:pStyle w:val="Koptekst"/>
                  <w:tabs>
                    <w:tab w:val="clear" w:pos="4536"/>
                    <w:tab w:val="clear" w:pos="9072"/>
                  </w:tabs>
                  <w:rPr>
                    <w:i/>
                    <w:iCs/>
                  </w:rPr>
                </w:pPr>
              </w:p>
            </w:tc>
          </w:sdtContent>
        </w:sdt>
        <w:sdt>
          <w:sdtPr>
            <w:rPr>
              <w:rFonts w:cs="Arial"/>
              <w:b/>
              <w:bCs/>
              <w:sz w:val="28"/>
            </w:rPr>
            <w:id w:val="1301806611"/>
            <w:placeholder>
              <w:docPart w:val="6AB0ECAE993746FE91CAA32BCC089DF1"/>
            </w:placeholder>
            <w:showingPlcHdr/>
            <w:text/>
          </w:sdtPr>
          <w:sdtEndPr/>
          <w:sdtContent>
            <w:tc>
              <w:tcPr>
                <w:tcW w:w="2700" w:type="dxa"/>
              </w:tcPr>
              <w:p w:rsidR="000D5A72" w:rsidRPr="00FF77FE" w:rsidRDefault="000D5A72" w:rsidP="00F46446">
                <w:pPr>
                  <w:rPr>
                    <w:rFonts w:cs="Arial"/>
                    <w:b/>
                    <w:bCs/>
                    <w:sz w:val="28"/>
                  </w:rPr>
                </w:pPr>
              </w:p>
            </w:tc>
          </w:sdtContent>
        </w:sdt>
        <w:sdt>
          <w:sdtPr>
            <w:rPr>
              <w:i/>
              <w:iCs/>
            </w:rPr>
            <w:id w:val="-82001460"/>
            <w:placeholder>
              <w:docPart w:val="9023FC2CDC87460682669CF1AA975590"/>
            </w:placeholder>
            <w:showingPlcHdr/>
            <w:text/>
          </w:sdtPr>
          <w:sdtEndPr/>
          <w:sdtContent>
            <w:tc>
              <w:tcPr>
                <w:tcW w:w="2700" w:type="dxa"/>
              </w:tcPr>
              <w:p w:rsidR="000D5A72" w:rsidRDefault="000D5A72" w:rsidP="00F46446">
                <w:pPr>
                  <w:pStyle w:val="Koptekst"/>
                  <w:tabs>
                    <w:tab w:val="clear" w:pos="4536"/>
                    <w:tab w:val="clear" w:pos="9072"/>
                  </w:tabs>
                  <w:rPr>
                    <w:i/>
                    <w:iCs/>
                  </w:rPr>
                </w:pPr>
              </w:p>
            </w:tc>
          </w:sdtContent>
        </w:sdt>
        <w:sdt>
          <w:sdtPr>
            <w:rPr>
              <w:rFonts w:cs="Arial"/>
              <w:b/>
              <w:bCs/>
              <w:sz w:val="28"/>
            </w:rPr>
            <w:id w:val="137224016"/>
            <w:placeholder>
              <w:docPart w:val="9023FC2CDC87460682669CF1AA975590"/>
            </w:placeholder>
            <w:showingPlcHdr/>
            <w:text/>
          </w:sdtPr>
          <w:sdtEndPr/>
          <w:sdtContent>
            <w:tc>
              <w:tcPr>
                <w:tcW w:w="2340" w:type="dxa"/>
              </w:tcPr>
              <w:p w:rsidR="000D5A72" w:rsidRPr="00FF77FE" w:rsidRDefault="000D5A72" w:rsidP="00F46446">
                <w:pPr>
                  <w:rPr>
                    <w:rFonts w:cs="Arial"/>
                    <w:b/>
                    <w:bCs/>
                    <w:sz w:val="28"/>
                  </w:rPr>
                </w:pPr>
              </w:p>
            </w:tc>
          </w:sdtContent>
        </w:sdt>
        <w:sdt>
          <w:sdtPr>
            <w:rPr>
              <w:i/>
              <w:iCs/>
            </w:rPr>
            <w:id w:val="898549817"/>
            <w:placeholder>
              <w:docPart w:val="F366C4972B96452284380C187D10F3A5"/>
            </w:placeholder>
            <w:showingPlcHdr/>
            <w:text/>
          </w:sdtPr>
          <w:sdtEndPr/>
          <w:sdtContent>
            <w:tc>
              <w:tcPr>
                <w:tcW w:w="1080" w:type="dxa"/>
              </w:tcPr>
              <w:p w:rsidR="000D5A72" w:rsidRDefault="000D5A72" w:rsidP="00F46446">
                <w:pPr>
                  <w:pStyle w:val="Koptekst"/>
                  <w:tabs>
                    <w:tab w:val="clear" w:pos="4536"/>
                    <w:tab w:val="clear" w:pos="9072"/>
                  </w:tabs>
                  <w:rPr>
                    <w:i/>
                    <w:iCs/>
                  </w:rPr>
                </w:pPr>
              </w:p>
            </w:tc>
          </w:sdtContent>
        </w:sdt>
        <w:sdt>
          <w:sdtPr>
            <w:rPr>
              <w:rFonts w:cs="Arial"/>
              <w:b/>
              <w:bCs/>
              <w:sz w:val="28"/>
            </w:rPr>
            <w:id w:val="-1757825045"/>
            <w:placeholder>
              <w:docPart w:val="F366C4972B96452284380C187D10F3A5"/>
            </w:placeholder>
            <w:showingPlcHdr/>
            <w:text/>
          </w:sdtPr>
          <w:sdtEndPr/>
          <w:sdtContent>
            <w:tc>
              <w:tcPr>
                <w:tcW w:w="2160" w:type="dxa"/>
              </w:tcPr>
              <w:p w:rsidR="000D5A72" w:rsidRPr="00FF77FE" w:rsidRDefault="000D5A72" w:rsidP="00F46446">
                <w:pPr>
                  <w:rPr>
                    <w:rFonts w:cs="Arial"/>
                    <w:b/>
                    <w:bCs/>
                    <w:sz w:val="28"/>
                  </w:rPr>
                </w:pPr>
              </w:p>
            </w:tc>
          </w:sdtContent>
        </w:sdt>
        <w:sdt>
          <w:sdtPr>
            <w:rPr>
              <w:i/>
              <w:iCs/>
            </w:rPr>
            <w:id w:val="1716085413"/>
            <w:placeholder>
              <w:docPart w:val="8C263DF4A8274F378AC64EDB4CE75130"/>
            </w:placeholder>
            <w:showingPlcHdr/>
            <w:text/>
          </w:sdtPr>
          <w:sdtEndPr/>
          <w:sdtContent>
            <w:tc>
              <w:tcPr>
                <w:tcW w:w="1620" w:type="dxa"/>
              </w:tcPr>
              <w:p w:rsidR="000D5A72" w:rsidRDefault="000D5A72" w:rsidP="00F46446">
                <w:pPr>
                  <w:pStyle w:val="Koptekst"/>
                  <w:tabs>
                    <w:tab w:val="clear" w:pos="4536"/>
                    <w:tab w:val="clear" w:pos="9072"/>
                  </w:tabs>
                  <w:rPr>
                    <w:i/>
                    <w:iCs/>
                  </w:rPr>
                </w:pPr>
              </w:p>
            </w:tc>
          </w:sdtContent>
        </w:sdt>
      </w:tr>
      <w:tr w:rsidR="000D5A72" w:rsidTr="00F46446">
        <w:trPr>
          <w:cantSplit/>
        </w:trPr>
        <w:sdt>
          <w:sdtPr>
            <w:rPr>
              <w:i/>
              <w:iCs/>
            </w:rPr>
            <w:id w:val="-2049057360"/>
            <w:placeholder>
              <w:docPart w:val="5A1EEDAE10A241CB996E6E00BA18FB29"/>
            </w:placeholder>
            <w:showingPlcHdr/>
            <w:text/>
          </w:sdtPr>
          <w:sdtEndPr/>
          <w:sdtContent>
            <w:tc>
              <w:tcPr>
                <w:tcW w:w="1150" w:type="dxa"/>
              </w:tcPr>
              <w:p w:rsidR="000D5A72" w:rsidRDefault="000D5A72" w:rsidP="00F46446">
                <w:pPr>
                  <w:pStyle w:val="Koptekst"/>
                  <w:tabs>
                    <w:tab w:val="clear" w:pos="4536"/>
                    <w:tab w:val="clear" w:pos="9072"/>
                  </w:tabs>
                  <w:rPr>
                    <w:i/>
                    <w:iCs/>
                  </w:rPr>
                </w:pPr>
              </w:p>
            </w:tc>
          </w:sdtContent>
        </w:sdt>
        <w:sdt>
          <w:sdtPr>
            <w:rPr>
              <w:rFonts w:cs="Arial"/>
              <w:b/>
              <w:bCs/>
              <w:sz w:val="28"/>
            </w:rPr>
            <w:id w:val="-377085895"/>
            <w:placeholder>
              <w:docPart w:val="5A1EEDAE10A241CB996E6E00BA18FB29"/>
            </w:placeholder>
            <w:showingPlcHdr/>
            <w:text/>
          </w:sdtPr>
          <w:sdtEndPr/>
          <w:sdtContent>
            <w:tc>
              <w:tcPr>
                <w:tcW w:w="2700" w:type="dxa"/>
              </w:tcPr>
              <w:p w:rsidR="000D5A72" w:rsidRPr="00FF77FE" w:rsidRDefault="000D5A72" w:rsidP="00F46446">
                <w:pPr>
                  <w:rPr>
                    <w:rFonts w:cs="Arial"/>
                    <w:b/>
                    <w:bCs/>
                    <w:sz w:val="28"/>
                  </w:rPr>
                </w:pPr>
              </w:p>
            </w:tc>
          </w:sdtContent>
        </w:sdt>
        <w:sdt>
          <w:sdtPr>
            <w:rPr>
              <w:i/>
              <w:iCs/>
            </w:rPr>
            <w:id w:val="-2078435200"/>
            <w:placeholder>
              <w:docPart w:val="C447753B0AEE491D96CDF9F296D883CB"/>
            </w:placeholder>
            <w:showingPlcHdr/>
            <w:text/>
          </w:sdtPr>
          <w:sdtEndPr/>
          <w:sdtContent>
            <w:tc>
              <w:tcPr>
                <w:tcW w:w="2700" w:type="dxa"/>
              </w:tcPr>
              <w:p w:rsidR="000D5A72" w:rsidRDefault="000D5A72" w:rsidP="00F46446">
                <w:pPr>
                  <w:pStyle w:val="Koptekst"/>
                  <w:tabs>
                    <w:tab w:val="clear" w:pos="4536"/>
                    <w:tab w:val="clear" w:pos="9072"/>
                  </w:tabs>
                  <w:rPr>
                    <w:i/>
                    <w:iCs/>
                  </w:rPr>
                </w:pPr>
              </w:p>
            </w:tc>
          </w:sdtContent>
        </w:sdt>
        <w:sdt>
          <w:sdtPr>
            <w:rPr>
              <w:rFonts w:cs="Arial"/>
              <w:b/>
              <w:bCs/>
              <w:sz w:val="28"/>
            </w:rPr>
            <w:id w:val="-1219440679"/>
            <w:placeholder>
              <w:docPart w:val="C447753B0AEE491D96CDF9F296D883CB"/>
            </w:placeholder>
            <w:showingPlcHdr/>
            <w:text/>
          </w:sdtPr>
          <w:sdtEndPr/>
          <w:sdtContent>
            <w:tc>
              <w:tcPr>
                <w:tcW w:w="2340" w:type="dxa"/>
              </w:tcPr>
              <w:p w:rsidR="000D5A72" w:rsidRPr="00FF77FE" w:rsidRDefault="000D5A72" w:rsidP="00F46446">
                <w:pPr>
                  <w:rPr>
                    <w:rFonts w:cs="Arial"/>
                    <w:b/>
                    <w:bCs/>
                    <w:sz w:val="28"/>
                  </w:rPr>
                </w:pPr>
              </w:p>
            </w:tc>
          </w:sdtContent>
        </w:sdt>
        <w:sdt>
          <w:sdtPr>
            <w:rPr>
              <w:i/>
              <w:iCs/>
            </w:rPr>
            <w:id w:val="246697688"/>
            <w:placeholder>
              <w:docPart w:val="F74786292393405D95BADA8BE9D236C8"/>
            </w:placeholder>
            <w:showingPlcHdr/>
            <w:text/>
          </w:sdtPr>
          <w:sdtEndPr/>
          <w:sdtContent>
            <w:tc>
              <w:tcPr>
                <w:tcW w:w="1080" w:type="dxa"/>
              </w:tcPr>
              <w:p w:rsidR="000D5A72" w:rsidRDefault="000D5A72" w:rsidP="00F46446">
                <w:pPr>
                  <w:pStyle w:val="Koptekst"/>
                  <w:tabs>
                    <w:tab w:val="clear" w:pos="4536"/>
                    <w:tab w:val="clear" w:pos="9072"/>
                  </w:tabs>
                  <w:rPr>
                    <w:i/>
                    <w:iCs/>
                  </w:rPr>
                </w:pPr>
              </w:p>
            </w:tc>
          </w:sdtContent>
        </w:sdt>
        <w:sdt>
          <w:sdtPr>
            <w:rPr>
              <w:rFonts w:cs="Arial"/>
              <w:b/>
              <w:bCs/>
              <w:sz w:val="28"/>
            </w:rPr>
            <w:id w:val="-82683682"/>
            <w:placeholder>
              <w:docPart w:val="F74786292393405D95BADA8BE9D236C8"/>
            </w:placeholder>
            <w:showingPlcHdr/>
            <w:text/>
          </w:sdtPr>
          <w:sdtEndPr/>
          <w:sdtContent>
            <w:tc>
              <w:tcPr>
                <w:tcW w:w="2160" w:type="dxa"/>
              </w:tcPr>
              <w:p w:rsidR="000D5A72" w:rsidRPr="00FF77FE" w:rsidRDefault="000D5A72" w:rsidP="00F46446">
                <w:pPr>
                  <w:rPr>
                    <w:rFonts w:cs="Arial"/>
                    <w:b/>
                    <w:bCs/>
                    <w:sz w:val="28"/>
                  </w:rPr>
                </w:pPr>
              </w:p>
            </w:tc>
          </w:sdtContent>
        </w:sdt>
        <w:sdt>
          <w:sdtPr>
            <w:rPr>
              <w:i/>
              <w:iCs/>
            </w:rPr>
            <w:id w:val="-1606024249"/>
            <w:placeholder>
              <w:docPart w:val="2AEC578687BF4F66B73E37C74F02CB9C"/>
            </w:placeholder>
            <w:showingPlcHdr/>
            <w:text/>
          </w:sdtPr>
          <w:sdtEndPr/>
          <w:sdtContent>
            <w:tc>
              <w:tcPr>
                <w:tcW w:w="1620" w:type="dxa"/>
              </w:tcPr>
              <w:p w:rsidR="000D5A72" w:rsidRDefault="000D5A72" w:rsidP="00F46446">
                <w:pPr>
                  <w:pStyle w:val="Koptekst"/>
                  <w:tabs>
                    <w:tab w:val="clear" w:pos="4536"/>
                    <w:tab w:val="clear" w:pos="9072"/>
                  </w:tabs>
                  <w:rPr>
                    <w:i/>
                    <w:iCs/>
                  </w:rPr>
                </w:pPr>
              </w:p>
            </w:tc>
          </w:sdtContent>
        </w:sdt>
      </w:tr>
      <w:tr w:rsidR="000D5A72" w:rsidTr="00F46446">
        <w:trPr>
          <w:cantSplit/>
        </w:trPr>
        <w:sdt>
          <w:sdtPr>
            <w:rPr>
              <w:i/>
              <w:iCs/>
            </w:rPr>
            <w:id w:val="1300952185"/>
            <w:placeholder>
              <w:docPart w:val="32F05C289519460EB2E4BF3850D02976"/>
            </w:placeholder>
            <w:showingPlcHdr/>
            <w:text/>
          </w:sdtPr>
          <w:sdtEndPr/>
          <w:sdtContent>
            <w:tc>
              <w:tcPr>
                <w:tcW w:w="1150" w:type="dxa"/>
              </w:tcPr>
              <w:p w:rsidR="000D5A72" w:rsidRDefault="000D5A72" w:rsidP="00F46446">
                <w:pPr>
                  <w:pStyle w:val="Koptekst"/>
                  <w:tabs>
                    <w:tab w:val="clear" w:pos="4536"/>
                    <w:tab w:val="clear" w:pos="9072"/>
                  </w:tabs>
                  <w:rPr>
                    <w:i/>
                    <w:iCs/>
                  </w:rPr>
                </w:pPr>
              </w:p>
            </w:tc>
          </w:sdtContent>
        </w:sdt>
        <w:sdt>
          <w:sdtPr>
            <w:rPr>
              <w:rFonts w:cs="Arial"/>
              <w:b/>
              <w:bCs/>
              <w:sz w:val="28"/>
            </w:rPr>
            <w:id w:val="612019634"/>
            <w:placeholder>
              <w:docPart w:val="32F05C289519460EB2E4BF3850D02976"/>
            </w:placeholder>
            <w:showingPlcHdr/>
            <w:text/>
          </w:sdtPr>
          <w:sdtEndPr/>
          <w:sdtContent>
            <w:tc>
              <w:tcPr>
                <w:tcW w:w="2700" w:type="dxa"/>
              </w:tcPr>
              <w:p w:rsidR="000D5A72" w:rsidRPr="00FF77FE" w:rsidRDefault="000D5A72" w:rsidP="00F46446">
                <w:pPr>
                  <w:rPr>
                    <w:rFonts w:cs="Arial"/>
                    <w:b/>
                    <w:bCs/>
                    <w:sz w:val="28"/>
                  </w:rPr>
                </w:pPr>
              </w:p>
            </w:tc>
          </w:sdtContent>
        </w:sdt>
        <w:sdt>
          <w:sdtPr>
            <w:rPr>
              <w:i/>
              <w:iCs/>
            </w:rPr>
            <w:id w:val="-98577274"/>
            <w:placeholder>
              <w:docPart w:val="62ABC9A7CF4B44A6BF974279DA8504AA"/>
            </w:placeholder>
            <w:showingPlcHdr/>
            <w:text/>
          </w:sdtPr>
          <w:sdtEndPr/>
          <w:sdtContent>
            <w:tc>
              <w:tcPr>
                <w:tcW w:w="2700" w:type="dxa"/>
              </w:tcPr>
              <w:p w:rsidR="000D5A72" w:rsidRDefault="000D5A72" w:rsidP="00F46446">
                <w:pPr>
                  <w:pStyle w:val="Koptekst"/>
                  <w:tabs>
                    <w:tab w:val="clear" w:pos="4536"/>
                    <w:tab w:val="clear" w:pos="9072"/>
                  </w:tabs>
                  <w:rPr>
                    <w:i/>
                    <w:iCs/>
                  </w:rPr>
                </w:pPr>
              </w:p>
            </w:tc>
          </w:sdtContent>
        </w:sdt>
        <w:sdt>
          <w:sdtPr>
            <w:rPr>
              <w:rFonts w:cs="Arial"/>
              <w:b/>
              <w:bCs/>
              <w:sz w:val="28"/>
            </w:rPr>
            <w:id w:val="2062206143"/>
            <w:placeholder>
              <w:docPart w:val="62ABC9A7CF4B44A6BF974279DA8504AA"/>
            </w:placeholder>
            <w:showingPlcHdr/>
            <w:text/>
          </w:sdtPr>
          <w:sdtEndPr/>
          <w:sdtContent>
            <w:tc>
              <w:tcPr>
                <w:tcW w:w="2340" w:type="dxa"/>
              </w:tcPr>
              <w:p w:rsidR="000D5A72" w:rsidRPr="00FF77FE" w:rsidRDefault="000D5A72" w:rsidP="00F46446">
                <w:pPr>
                  <w:rPr>
                    <w:rFonts w:cs="Arial"/>
                    <w:b/>
                    <w:bCs/>
                    <w:sz w:val="28"/>
                  </w:rPr>
                </w:pPr>
              </w:p>
            </w:tc>
          </w:sdtContent>
        </w:sdt>
        <w:sdt>
          <w:sdtPr>
            <w:rPr>
              <w:i/>
              <w:iCs/>
            </w:rPr>
            <w:id w:val="781766311"/>
            <w:placeholder>
              <w:docPart w:val="810D36836FF84B95AC1D21CA18BCBCBC"/>
            </w:placeholder>
            <w:showingPlcHdr/>
            <w:text/>
          </w:sdtPr>
          <w:sdtEndPr/>
          <w:sdtContent>
            <w:tc>
              <w:tcPr>
                <w:tcW w:w="1080" w:type="dxa"/>
              </w:tcPr>
              <w:p w:rsidR="000D5A72" w:rsidRDefault="000D5A72" w:rsidP="00F46446">
                <w:pPr>
                  <w:pStyle w:val="Koptekst"/>
                  <w:tabs>
                    <w:tab w:val="clear" w:pos="4536"/>
                    <w:tab w:val="clear" w:pos="9072"/>
                  </w:tabs>
                  <w:rPr>
                    <w:i/>
                    <w:iCs/>
                  </w:rPr>
                </w:pPr>
              </w:p>
            </w:tc>
          </w:sdtContent>
        </w:sdt>
        <w:sdt>
          <w:sdtPr>
            <w:rPr>
              <w:rFonts w:cs="Arial"/>
              <w:b/>
              <w:bCs/>
              <w:sz w:val="28"/>
            </w:rPr>
            <w:id w:val="1129908691"/>
            <w:placeholder>
              <w:docPart w:val="810D36836FF84B95AC1D21CA18BCBCBC"/>
            </w:placeholder>
            <w:showingPlcHdr/>
            <w:text/>
          </w:sdtPr>
          <w:sdtEndPr/>
          <w:sdtContent>
            <w:tc>
              <w:tcPr>
                <w:tcW w:w="2160" w:type="dxa"/>
              </w:tcPr>
              <w:p w:rsidR="000D5A72" w:rsidRPr="00FF77FE" w:rsidRDefault="000D5A72" w:rsidP="00F46446">
                <w:pPr>
                  <w:rPr>
                    <w:rFonts w:cs="Arial"/>
                    <w:b/>
                    <w:bCs/>
                    <w:sz w:val="28"/>
                  </w:rPr>
                </w:pPr>
              </w:p>
            </w:tc>
          </w:sdtContent>
        </w:sdt>
        <w:sdt>
          <w:sdtPr>
            <w:rPr>
              <w:i/>
              <w:iCs/>
            </w:rPr>
            <w:id w:val="1088967330"/>
            <w:placeholder>
              <w:docPart w:val="142B95F5E73C4FC5AE7FA75DD8E892CD"/>
            </w:placeholder>
            <w:showingPlcHdr/>
            <w:text/>
          </w:sdtPr>
          <w:sdtEndPr/>
          <w:sdtContent>
            <w:tc>
              <w:tcPr>
                <w:tcW w:w="1620" w:type="dxa"/>
              </w:tcPr>
              <w:p w:rsidR="000D5A72" w:rsidRDefault="000D5A72" w:rsidP="00F46446">
                <w:pPr>
                  <w:pStyle w:val="Koptekst"/>
                  <w:tabs>
                    <w:tab w:val="clear" w:pos="4536"/>
                    <w:tab w:val="clear" w:pos="9072"/>
                  </w:tabs>
                  <w:rPr>
                    <w:i/>
                    <w:iCs/>
                  </w:rPr>
                </w:pPr>
              </w:p>
            </w:tc>
          </w:sdtContent>
        </w:sdt>
      </w:tr>
      <w:tr w:rsidR="000D5A72" w:rsidTr="00F46446">
        <w:trPr>
          <w:cantSplit/>
        </w:trPr>
        <w:sdt>
          <w:sdtPr>
            <w:rPr>
              <w:i/>
              <w:iCs/>
            </w:rPr>
            <w:id w:val="1945573341"/>
            <w:placeholder>
              <w:docPart w:val="773F46A0885F4CC8B4FF763C0797AC57"/>
            </w:placeholder>
            <w:showingPlcHdr/>
            <w:text/>
          </w:sdtPr>
          <w:sdtEndPr/>
          <w:sdtContent>
            <w:tc>
              <w:tcPr>
                <w:tcW w:w="1150" w:type="dxa"/>
              </w:tcPr>
              <w:p w:rsidR="000D5A72" w:rsidRDefault="000D5A72" w:rsidP="00F46446">
                <w:pPr>
                  <w:pStyle w:val="Koptekst"/>
                  <w:tabs>
                    <w:tab w:val="clear" w:pos="4536"/>
                    <w:tab w:val="clear" w:pos="9072"/>
                  </w:tabs>
                  <w:rPr>
                    <w:i/>
                    <w:iCs/>
                  </w:rPr>
                </w:pPr>
              </w:p>
            </w:tc>
          </w:sdtContent>
        </w:sdt>
        <w:sdt>
          <w:sdtPr>
            <w:rPr>
              <w:rFonts w:cs="Arial"/>
              <w:b/>
              <w:bCs/>
              <w:sz w:val="28"/>
            </w:rPr>
            <w:id w:val="-1126538482"/>
            <w:placeholder>
              <w:docPart w:val="773F46A0885F4CC8B4FF763C0797AC57"/>
            </w:placeholder>
            <w:showingPlcHdr/>
            <w:text/>
          </w:sdtPr>
          <w:sdtEndPr/>
          <w:sdtContent>
            <w:tc>
              <w:tcPr>
                <w:tcW w:w="2700" w:type="dxa"/>
              </w:tcPr>
              <w:p w:rsidR="000D5A72" w:rsidRPr="00FF77FE" w:rsidRDefault="000D5A72" w:rsidP="00F46446">
                <w:pPr>
                  <w:rPr>
                    <w:rFonts w:cs="Arial"/>
                    <w:b/>
                    <w:bCs/>
                    <w:sz w:val="28"/>
                  </w:rPr>
                </w:pPr>
              </w:p>
            </w:tc>
          </w:sdtContent>
        </w:sdt>
        <w:sdt>
          <w:sdtPr>
            <w:rPr>
              <w:i/>
              <w:iCs/>
            </w:rPr>
            <w:id w:val="1693251819"/>
            <w:placeholder>
              <w:docPart w:val="48874151771340379942B06244D3D7FE"/>
            </w:placeholder>
            <w:showingPlcHdr/>
            <w:text/>
          </w:sdtPr>
          <w:sdtEndPr/>
          <w:sdtContent>
            <w:tc>
              <w:tcPr>
                <w:tcW w:w="2700" w:type="dxa"/>
              </w:tcPr>
              <w:p w:rsidR="000D5A72" w:rsidRDefault="000D5A72" w:rsidP="00F46446">
                <w:pPr>
                  <w:pStyle w:val="Koptekst"/>
                  <w:tabs>
                    <w:tab w:val="clear" w:pos="4536"/>
                    <w:tab w:val="clear" w:pos="9072"/>
                  </w:tabs>
                  <w:rPr>
                    <w:i/>
                    <w:iCs/>
                  </w:rPr>
                </w:pPr>
              </w:p>
            </w:tc>
          </w:sdtContent>
        </w:sdt>
        <w:sdt>
          <w:sdtPr>
            <w:rPr>
              <w:rFonts w:cs="Arial"/>
              <w:b/>
              <w:bCs/>
              <w:sz w:val="28"/>
            </w:rPr>
            <w:id w:val="-1202388720"/>
            <w:placeholder>
              <w:docPart w:val="48874151771340379942B06244D3D7FE"/>
            </w:placeholder>
            <w:showingPlcHdr/>
            <w:text/>
          </w:sdtPr>
          <w:sdtEndPr/>
          <w:sdtContent>
            <w:tc>
              <w:tcPr>
                <w:tcW w:w="2340" w:type="dxa"/>
              </w:tcPr>
              <w:p w:rsidR="000D5A72" w:rsidRPr="00FF77FE" w:rsidRDefault="000D5A72" w:rsidP="00F46446">
                <w:pPr>
                  <w:rPr>
                    <w:rFonts w:cs="Arial"/>
                    <w:b/>
                    <w:bCs/>
                    <w:sz w:val="28"/>
                  </w:rPr>
                </w:pPr>
              </w:p>
            </w:tc>
          </w:sdtContent>
        </w:sdt>
        <w:sdt>
          <w:sdtPr>
            <w:rPr>
              <w:i/>
              <w:iCs/>
            </w:rPr>
            <w:id w:val="417911854"/>
            <w:placeholder>
              <w:docPart w:val="1669A8A463DB4723AC189BE8F36EAF77"/>
            </w:placeholder>
            <w:showingPlcHdr/>
            <w:text/>
          </w:sdtPr>
          <w:sdtEndPr/>
          <w:sdtContent>
            <w:tc>
              <w:tcPr>
                <w:tcW w:w="1080" w:type="dxa"/>
              </w:tcPr>
              <w:p w:rsidR="000D5A72" w:rsidRDefault="000D5A72" w:rsidP="00F46446">
                <w:pPr>
                  <w:pStyle w:val="Koptekst"/>
                  <w:tabs>
                    <w:tab w:val="clear" w:pos="4536"/>
                    <w:tab w:val="clear" w:pos="9072"/>
                  </w:tabs>
                  <w:rPr>
                    <w:i/>
                    <w:iCs/>
                  </w:rPr>
                </w:pPr>
              </w:p>
            </w:tc>
          </w:sdtContent>
        </w:sdt>
        <w:sdt>
          <w:sdtPr>
            <w:rPr>
              <w:rFonts w:cs="Arial"/>
              <w:b/>
              <w:bCs/>
              <w:sz w:val="28"/>
            </w:rPr>
            <w:id w:val="1516659690"/>
            <w:placeholder>
              <w:docPart w:val="1669A8A463DB4723AC189BE8F36EAF77"/>
            </w:placeholder>
            <w:showingPlcHdr/>
            <w:text/>
          </w:sdtPr>
          <w:sdtEndPr/>
          <w:sdtContent>
            <w:tc>
              <w:tcPr>
                <w:tcW w:w="2160" w:type="dxa"/>
              </w:tcPr>
              <w:p w:rsidR="000D5A72" w:rsidRPr="00FF77FE" w:rsidRDefault="000D5A72" w:rsidP="00F46446">
                <w:pPr>
                  <w:rPr>
                    <w:rFonts w:cs="Arial"/>
                    <w:b/>
                    <w:bCs/>
                    <w:sz w:val="28"/>
                  </w:rPr>
                </w:pPr>
              </w:p>
            </w:tc>
          </w:sdtContent>
        </w:sdt>
        <w:sdt>
          <w:sdtPr>
            <w:rPr>
              <w:i/>
              <w:iCs/>
            </w:rPr>
            <w:id w:val="1353684233"/>
            <w:placeholder>
              <w:docPart w:val="968DDB6584844B98A1AD1C8433D1F676"/>
            </w:placeholder>
            <w:showingPlcHdr/>
            <w:text/>
          </w:sdtPr>
          <w:sdtEndPr/>
          <w:sdtContent>
            <w:tc>
              <w:tcPr>
                <w:tcW w:w="1620" w:type="dxa"/>
              </w:tcPr>
              <w:p w:rsidR="000D5A72" w:rsidRDefault="000D5A72" w:rsidP="00F46446">
                <w:pPr>
                  <w:pStyle w:val="Koptekst"/>
                  <w:tabs>
                    <w:tab w:val="clear" w:pos="4536"/>
                    <w:tab w:val="clear" w:pos="9072"/>
                  </w:tabs>
                  <w:rPr>
                    <w:i/>
                    <w:iCs/>
                  </w:rPr>
                </w:pPr>
              </w:p>
            </w:tc>
          </w:sdtContent>
        </w:sdt>
      </w:tr>
      <w:tr w:rsidR="000D5A72" w:rsidTr="00F46446">
        <w:trPr>
          <w:cantSplit/>
        </w:trPr>
        <w:sdt>
          <w:sdtPr>
            <w:rPr>
              <w:i/>
              <w:iCs/>
            </w:rPr>
            <w:id w:val="664215347"/>
            <w:placeholder>
              <w:docPart w:val="E382A4AD22A8449E9A4B21A0BD4E61C1"/>
            </w:placeholder>
            <w:showingPlcHdr/>
            <w:text/>
          </w:sdtPr>
          <w:sdtEndPr/>
          <w:sdtContent>
            <w:tc>
              <w:tcPr>
                <w:tcW w:w="1150" w:type="dxa"/>
              </w:tcPr>
              <w:p w:rsidR="000D5A72" w:rsidRDefault="000D5A72" w:rsidP="00F46446">
                <w:pPr>
                  <w:pStyle w:val="Koptekst"/>
                  <w:tabs>
                    <w:tab w:val="clear" w:pos="4536"/>
                    <w:tab w:val="clear" w:pos="9072"/>
                  </w:tabs>
                  <w:rPr>
                    <w:i/>
                    <w:iCs/>
                  </w:rPr>
                </w:pPr>
              </w:p>
            </w:tc>
          </w:sdtContent>
        </w:sdt>
        <w:sdt>
          <w:sdtPr>
            <w:rPr>
              <w:rFonts w:cs="Arial"/>
              <w:b/>
              <w:bCs/>
              <w:sz w:val="28"/>
            </w:rPr>
            <w:id w:val="582871612"/>
            <w:placeholder>
              <w:docPart w:val="E382A4AD22A8449E9A4B21A0BD4E61C1"/>
            </w:placeholder>
            <w:showingPlcHdr/>
            <w:text/>
          </w:sdtPr>
          <w:sdtEndPr/>
          <w:sdtContent>
            <w:tc>
              <w:tcPr>
                <w:tcW w:w="2700" w:type="dxa"/>
              </w:tcPr>
              <w:p w:rsidR="000D5A72" w:rsidRPr="00FF77FE" w:rsidRDefault="000D5A72" w:rsidP="00F46446">
                <w:pPr>
                  <w:rPr>
                    <w:rFonts w:cs="Arial"/>
                    <w:b/>
                    <w:bCs/>
                    <w:sz w:val="28"/>
                  </w:rPr>
                </w:pPr>
              </w:p>
            </w:tc>
          </w:sdtContent>
        </w:sdt>
        <w:sdt>
          <w:sdtPr>
            <w:rPr>
              <w:i/>
              <w:iCs/>
            </w:rPr>
            <w:id w:val="1893771050"/>
            <w:placeholder>
              <w:docPart w:val="D76C77D576BA468F9DDEAC8BF1A64177"/>
            </w:placeholder>
            <w:showingPlcHdr/>
            <w:text/>
          </w:sdtPr>
          <w:sdtEndPr/>
          <w:sdtContent>
            <w:tc>
              <w:tcPr>
                <w:tcW w:w="2700" w:type="dxa"/>
              </w:tcPr>
              <w:p w:rsidR="000D5A72" w:rsidRDefault="000D5A72" w:rsidP="00F46446">
                <w:pPr>
                  <w:pStyle w:val="Koptekst"/>
                  <w:tabs>
                    <w:tab w:val="clear" w:pos="4536"/>
                    <w:tab w:val="clear" w:pos="9072"/>
                  </w:tabs>
                  <w:rPr>
                    <w:i/>
                    <w:iCs/>
                  </w:rPr>
                </w:pPr>
              </w:p>
            </w:tc>
          </w:sdtContent>
        </w:sdt>
        <w:sdt>
          <w:sdtPr>
            <w:rPr>
              <w:rFonts w:cs="Arial"/>
              <w:b/>
              <w:bCs/>
              <w:sz w:val="28"/>
            </w:rPr>
            <w:id w:val="1228735663"/>
            <w:placeholder>
              <w:docPart w:val="D76C77D576BA468F9DDEAC8BF1A64177"/>
            </w:placeholder>
            <w:showingPlcHdr/>
            <w:text/>
          </w:sdtPr>
          <w:sdtEndPr/>
          <w:sdtContent>
            <w:tc>
              <w:tcPr>
                <w:tcW w:w="2340" w:type="dxa"/>
              </w:tcPr>
              <w:p w:rsidR="000D5A72" w:rsidRPr="00FF77FE" w:rsidRDefault="000D5A72" w:rsidP="00F46446">
                <w:pPr>
                  <w:rPr>
                    <w:rFonts w:cs="Arial"/>
                    <w:b/>
                    <w:bCs/>
                    <w:sz w:val="28"/>
                  </w:rPr>
                </w:pPr>
              </w:p>
            </w:tc>
          </w:sdtContent>
        </w:sdt>
        <w:sdt>
          <w:sdtPr>
            <w:rPr>
              <w:i/>
              <w:iCs/>
            </w:rPr>
            <w:id w:val="-147897930"/>
            <w:placeholder>
              <w:docPart w:val="A163500DDFE24309A35AF579205154DB"/>
            </w:placeholder>
            <w:showingPlcHdr/>
            <w:text/>
          </w:sdtPr>
          <w:sdtEndPr/>
          <w:sdtContent>
            <w:tc>
              <w:tcPr>
                <w:tcW w:w="1080" w:type="dxa"/>
              </w:tcPr>
              <w:p w:rsidR="000D5A72" w:rsidRDefault="000D5A72" w:rsidP="00F46446">
                <w:pPr>
                  <w:pStyle w:val="Koptekst"/>
                  <w:tabs>
                    <w:tab w:val="clear" w:pos="4536"/>
                    <w:tab w:val="clear" w:pos="9072"/>
                  </w:tabs>
                  <w:rPr>
                    <w:i/>
                    <w:iCs/>
                  </w:rPr>
                </w:pPr>
              </w:p>
            </w:tc>
          </w:sdtContent>
        </w:sdt>
        <w:sdt>
          <w:sdtPr>
            <w:rPr>
              <w:rFonts w:cs="Arial"/>
              <w:b/>
              <w:bCs/>
              <w:sz w:val="28"/>
            </w:rPr>
            <w:id w:val="1212536221"/>
            <w:placeholder>
              <w:docPart w:val="A163500DDFE24309A35AF579205154DB"/>
            </w:placeholder>
            <w:showingPlcHdr/>
            <w:text/>
          </w:sdtPr>
          <w:sdtEndPr/>
          <w:sdtContent>
            <w:tc>
              <w:tcPr>
                <w:tcW w:w="2160" w:type="dxa"/>
              </w:tcPr>
              <w:p w:rsidR="000D5A72" w:rsidRPr="00FF77FE" w:rsidRDefault="000D5A72" w:rsidP="00F46446">
                <w:pPr>
                  <w:rPr>
                    <w:rFonts w:cs="Arial"/>
                    <w:b/>
                    <w:bCs/>
                    <w:sz w:val="28"/>
                  </w:rPr>
                </w:pPr>
              </w:p>
            </w:tc>
          </w:sdtContent>
        </w:sdt>
        <w:sdt>
          <w:sdtPr>
            <w:rPr>
              <w:i/>
              <w:iCs/>
            </w:rPr>
            <w:id w:val="1568992687"/>
            <w:placeholder>
              <w:docPart w:val="557699E9CF72454D8296A71F6218BFA4"/>
            </w:placeholder>
            <w:showingPlcHdr/>
            <w:text/>
          </w:sdtPr>
          <w:sdtEndPr/>
          <w:sdtContent>
            <w:tc>
              <w:tcPr>
                <w:tcW w:w="1620" w:type="dxa"/>
              </w:tcPr>
              <w:p w:rsidR="000D5A72" w:rsidRDefault="000D5A72" w:rsidP="00F46446">
                <w:pPr>
                  <w:pStyle w:val="Koptekst"/>
                  <w:tabs>
                    <w:tab w:val="clear" w:pos="4536"/>
                    <w:tab w:val="clear" w:pos="9072"/>
                  </w:tabs>
                  <w:rPr>
                    <w:i/>
                    <w:iCs/>
                  </w:rPr>
                </w:pPr>
              </w:p>
            </w:tc>
          </w:sdtContent>
        </w:sdt>
      </w:tr>
      <w:tr w:rsidR="000D5A72" w:rsidTr="00F46446">
        <w:trPr>
          <w:cantSplit/>
        </w:trPr>
        <w:sdt>
          <w:sdtPr>
            <w:rPr>
              <w:i/>
              <w:iCs/>
            </w:rPr>
            <w:id w:val="-1212801003"/>
            <w:placeholder>
              <w:docPart w:val="47913EA89161402297646F8EFE913A3A"/>
            </w:placeholder>
            <w:showingPlcHdr/>
            <w:text/>
          </w:sdtPr>
          <w:sdtEndPr/>
          <w:sdtContent>
            <w:tc>
              <w:tcPr>
                <w:tcW w:w="1150" w:type="dxa"/>
              </w:tcPr>
              <w:p w:rsidR="000D5A72" w:rsidRDefault="000D5A72" w:rsidP="00F46446">
                <w:pPr>
                  <w:pStyle w:val="Koptekst"/>
                  <w:tabs>
                    <w:tab w:val="clear" w:pos="4536"/>
                    <w:tab w:val="clear" w:pos="9072"/>
                  </w:tabs>
                  <w:rPr>
                    <w:i/>
                    <w:iCs/>
                  </w:rPr>
                </w:pPr>
              </w:p>
            </w:tc>
          </w:sdtContent>
        </w:sdt>
        <w:sdt>
          <w:sdtPr>
            <w:rPr>
              <w:rFonts w:cs="Arial"/>
              <w:b/>
              <w:bCs/>
              <w:sz w:val="28"/>
            </w:rPr>
            <w:id w:val="579639319"/>
            <w:placeholder>
              <w:docPart w:val="47913EA89161402297646F8EFE913A3A"/>
            </w:placeholder>
            <w:showingPlcHdr/>
            <w:text/>
          </w:sdtPr>
          <w:sdtEndPr/>
          <w:sdtContent>
            <w:tc>
              <w:tcPr>
                <w:tcW w:w="2700" w:type="dxa"/>
              </w:tcPr>
              <w:p w:rsidR="000D5A72" w:rsidRPr="00FF77FE" w:rsidRDefault="000D5A72" w:rsidP="00F46446">
                <w:pPr>
                  <w:rPr>
                    <w:rFonts w:cs="Arial"/>
                    <w:b/>
                    <w:bCs/>
                    <w:sz w:val="28"/>
                  </w:rPr>
                </w:pPr>
              </w:p>
            </w:tc>
          </w:sdtContent>
        </w:sdt>
        <w:sdt>
          <w:sdtPr>
            <w:rPr>
              <w:i/>
              <w:iCs/>
            </w:rPr>
            <w:id w:val="223493669"/>
            <w:placeholder>
              <w:docPart w:val="83F5943CDFD249229CF2B2C9856F3368"/>
            </w:placeholder>
            <w:showingPlcHdr/>
            <w:text/>
          </w:sdtPr>
          <w:sdtEndPr/>
          <w:sdtContent>
            <w:tc>
              <w:tcPr>
                <w:tcW w:w="2700" w:type="dxa"/>
              </w:tcPr>
              <w:p w:rsidR="000D5A72" w:rsidRDefault="000D5A72" w:rsidP="00F46446">
                <w:pPr>
                  <w:pStyle w:val="Koptekst"/>
                  <w:tabs>
                    <w:tab w:val="clear" w:pos="4536"/>
                    <w:tab w:val="clear" w:pos="9072"/>
                  </w:tabs>
                  <w:rPr>
                    <w:i/>
                    <w:iCs/>
                  </w:rPr>
                </w:pPr>
              </w:p>
            </w:tc>
          </w:sdtContent>
        </w:sdt>
        <w:sdt>
          <w:sdtPr>
            <w:rPr>
              <w:rFonts w:cs="Arial"/>
              <w:b/>
              <w:bCs/>
              <w:sz w:val="28"/>
            </w:rPr>
            <w:id w:val="1961682597"/>
            <w:placeholder>
              <w:docPart w:val="83F5943CDFD249229CF2B2C9856F3368"/>
            </w:placeholder>
            <w:showingPlcHdr/>
            <w:text/>
          </w:sdtPr>
          <w:sdtEndPr/>
          <w:sdtContent>
            <w:tc>
              <w:tcPr>
                <w:tcW w:w="2340" w:type="dxa"/>
              </w:tcPr>
              <w:p w:rsidR="000D5A72" w:rsidRPr="00FF77FE" w:rsidRDefault="000D5A72" w:rsidP="00F46446">
                <w:pPr>
                  <w:rPr>
                    <w:rFonts w:cs="Arial"/>
                    <w:b/>
                    <w:bCs/>
                    <w:sz w:val="28"/>
                  </w:rPr>
                </w:pPr>
              </w:p>
            </w:tc>
          </w:sdtContent>
        </w:sdt>
        <w:sdt>
          <w:sdtPr>
            <w:rPr>
              <w:i/>
              <w:iCs/>
            </w:rPr>
            <w:id w:val="-1548223178"/>
            <w:placeholder>
              <w:docPart w:val="E8C622342DA346C38B22E935F599DEE6"/>
            </w:placeholder>
            <w:showingPlcHdr/>
            <w:text/>
          </w:sdtPr>
          <w:sdtEndPr/>
          <w:sdtContent>
            <w:tc>
              <w:tcPr>
                <w:tcW w:w="1080" w:type="dxa"/>
              </w:tcPr>
              <w:p w:rsidR="000D5A72" w:rsidRDefault="000D5A72" w:rsidP="00F46446">
                <w:pPr>
                  <w:pStyle w:val="Koptekst"/>
                  <w:tabs>
                    <w:tab w:val="clear" w:pos="4536"/>
                    <w:tab w:val="clear" w:pos="9072"/>
                  </w:tabs>
                  <w:rPr>
                    <w:i/>
                    <w:iCs/>
                  </w:rPr>
                </w:pPr>
              </w:p>
            </w:tc>
          </w:sdtContent>
        </w:sdt>
        <w:sdt>
          <w:sdtPr>
            <w:rPr>
              <w:rFonts w:cs="Arial"/>
              <w:b/>
              <w:bCs/>
              <w:sz w:val="28"/>
            </w:rPr>
            <w:id w:val="1802955833"/>
            <w:placeholder>
              <w:docPart w:val="E8C622342DA346C38B22E935F599DEE6"/>
            </w:placeholder>
            <w:showingPlcHdr/>
            <w:text/>
          </w:sdtPr>
          <w:sdtEndPr/>
          <w:sdtContent>
            <w:tc>
              <w:tcPr>
                <w:tcW w:w="2160" w:type="dxa"/>
              </w:tcPr>
              <w:p w:rsidR="000D5A72" w:rsidRPr="00FF77FE" w:rsidRDefault="000D5A72" w:rsidP="00F46446">
                <w:pPr>
                  <w:rPr>
                    <w:rFonts w:cs="Arial"/>
                    <w:b/>
                    <w:bCs/>
                    <w:sz w:val="28"/>
                  </w:rPr>
                </w:pPr>
              </w:p>
            </w:tc>
          </w:sdtContent>
        </w:sdt>
        <w:sdt>
          <w:sdtPr>
            <w:rPr>
              <w:i/>
              <w:iCs/>
            </w:rPr>
            <w:id w:val="-1379232922"/>
            <w:placeholder>
              <w:docPart w:val="559317CC9DD24B17B5FC11D6CB73A402"/>
            </w:placeholder>
            <w:showingPlcHdr/>
            <w:text/>
          </w:sdtPr>
          <w:sdtEndPr/>
          <w:sdtContent>
            <w:tc>
              <w:tcPr>
                <w:tcW w:w="1620" w:type="dxa"/>
              </w:tcPr>
              <w:p w:rsidR="000D5A72" w:rsidRDefault="000D5A72" w:rsidP="00F46446">
                <w:pPr>
                  <w:pStyle w:val="Koptekst"/>
                  <w:tabs>
                    <w:tab w:val="clear" w:pos="4536"/>
                    <w:tab w:val="clear" w:pos="9072"/>
                  </w:tabs>
                  <w:rPr>
                    <w:i/>
                    <w:iCs/>
                  </w:rPr>
                </w:pPr>
              </w:p>
            </w:tc>
          </w:sdtContent>
        </w:sdt>
      </w:tr>
      <w:tr w:rsidR="000D5A72" w:rsidTr="00F46446">
        <w:trPr>
          <w:cantSplit/>
        </w:trPr>
        <w:sdt>
          <w:sdtPr>
            <w:rPr>
              <w:i/>
              <w:iCs/>
            </w:rPr>
            <w:id w:val="1032151239"/>
            <w:placeholder>
              <w:docPart w:val="5CCD7FEEBAF045EBA418A3E006F00F0A"/>
            </w:placeholder>
            <w:showingPlcHdr/>
            <w:text/>
          </w:sdtPr>
          <w:sdtEndPr/>
          <w:sdtContent>
            <w:tc>
              <w:tcPr>
                <w:tcW w:w="1150" w:type="dxa"/>
              </w:tcPr>
              <w:p w:rsidR="000D5A72" w:rsidRDefault="000D5A72" w:rsidP="00F46446">
                <w:pPr>
                  <w:pStyle w:val="Koptekst"/>
                  <w:tabs>
                    <w:tab w:val="clear" w:pos="4536"/>
                    <w:tab w:val="clear" w:pos="9072"/>
                  </w:tabs>
                  <w:rPr>
                    <w:i/>
                    <w:iCs/>
                  </w:rPr>
                </w:pPr>
              </w:p>
            </w:tc>
          </w:sdtContent>
        </w:sdt>
        <w:sdt>
          <w:sdtPr>
            <w:rPr>
              <w:rFonts w:cs="Arial"/>
              <w:b/>
              <w:bCs/>
              <w:sz w:val="28"/>
            </w:rPr>
            <w:id w:val="104699314"/>
            <w:placeholder>
              <w:docPart w:val="5CCD7FEEBAF045EBA418A3E006F00F0A"/>
            </w:placeholder>
            <w:showingPlcHdr/>
            <w:text/>
          </w:sdtPr>
          <w:sdtEndPr/>
          <w:sdtContent>
            <w:tc>
              <w:tcPr>
                <w:tcW w:w="2700" w:type="dxa"/>
              </w:tcPr>
              <w:p w:rsidR="000D5A72" w:rsidRPr="00FF77FE" w:rsidRDefault="000D5A72" w:rsidP="00F46446">
                <w:pPr>
                  <w:rPr>
                    <w:rFonts w:cs="Arial"/>
                    <w:b/>
                    <w:bCs/>
                    <w:sz w:val="28"/>
                  </w:rPr>
                </w:pPr>
              </w:p>
            </w:tc>
          </w:sdtContent>
        </w:sdt>
        <w:sdt>
          <w:sdtPr>
            <w:rPr>
              <w:i/>
              <w:iCs/>
            </w:rPr>
            <w:id w:val="556896953"/>
            <w:placeholder>
              <w:docPart w:val="6A9FE84C64464B55A5ABFA76B73C1B8D"/>
            </w:placeholder>
            <w:showingPlcHdr/>
            <w:text/>
          </w:sdtPr>
          <w:sdtEndPr/>
          <w:sdtContent>
            <w:tc>
              <w:tcPr>
                <w:tcW w:w="2700" w:type="dxa"/>
              </w:tcPr>
              <w:p w:rsidR="000D5A72" w:rsidRDefault="000D5A72" w:rsidP="00F46446">
                <w:pPr>
                  <w:pStyle w:val="Koptekst"/>
                  <w:tabs>
                    <w:tab w:val="clear" w:pos="4536"/>
                    <w:tab w:val="clear" w:pos="9072"/>
                  </w:tabs>
                  <w:rPr>
                    <w:i/>
                    <w:iCs/>
                  </w:rPr>
                </w:pPr>
              </w:p>
            </w:tc>
          </w:sdtContent>
        </w:sdt>
        <w:sdt>
          <w:sdtPr>
            <w:rPr>
              <w:rFonts w:cs="Arial"/>
              <w:b/>
              <w:bCs/>
              <w:sz w:val="28"/>
            </w:rPr>
            <w:id w:val="776377765"/>
            <w:placeholder>
              <w:docPart w:val="6A9FE84C64464B55A5ABFA76B73C1B8D"/>
            </w:placeholder>
            <w:showingPlcHdr/>
            <w:text/>
          </w:sdtPr>
          <w:sdtEndPr/>
          <w:sdtContent>
            <w:tc>
              <w:tcPr>
                <w:tcW w:w="2340" w:type="dxa"/>
              </w:tcPr>
              <w:p w:rsidR="000D5A72" w:rsidRPr="00FF77FE" w:rsidRDefault="000D5A72" w:rsidP="00F46446">
                <w:pPr>
                  <w:rPr>
                    <w:rFonts w:cs="Arial"/>
                    <w:b/>
                    <w:bCs/>
                    <w:sz w:val="28"/>
                  </w:rPr>
                </w:pPr>
              </w:p>
            </w:tc>
          </w:sdtContent>
        </w:sdt>
        <w:sdt>
          <w:sdtPr>
            <w:rPr>
              <w:i/>
              <w:iCs/>
            </w:rPr>
            <w:id w:val="1232208216"/>
            <w:placeholder>
              <w:docPart w:val="66825B3139544F7D9A7CED5F13DF7048"/>
            </w:placeholder>
            <w:showingPlcHdr/>
            <w:text/>
          </w:sdtPr>
          <w:sdtEndPr/>
          <w:sdtContent>
            <w:tc>
              <w:tcPr>
                <w:tcW w:w="1080" w:type="dxa"/>
              </w:tcPr>
              <w:p w:rsidR="000D5A72" w:rsidRDefault="000D5A72" w:rsidP="00F46446">
                <w:pPr>
                  <w:pStyle w:val="Koptekst"/>
                  <w:tabs>
                    <w:tab w:val="clear" w:pos="4536"/>
                    <w:tab w:val="clear" w:pos="9072"/>
                  </w:tabs>
                  <w:rPr>
                    <w:i/>
                    <w:iCs/>
                  </w:rPr>
                </w:pPr>
              </w:p>
            </w:tc>
          </w:sdtContent>
        </w:sdt>
        <w:sdt>
          <w:sdtPr>
            <w:rPr>
              <w:rFonts w:cs="Arial"/>
              <w:b/>
              <w:bCs/>
              <w:sz w:val="28"/>
            </w:rPr>
            <w:id w:val="-454329486"/>
            <w:placeholder>
              <w:docPart w:val="66825B3139544F7D9A7CED5F13DF7048"/>
            </w:placeholder>
            <w:showingPlcHdr/>
            <w:text/>
          </w:sdtPr>
          <w:sdtEndPr/>
          <w:sdtContent>
            <w:tc>
              <w:tcPr>
                <w:tcW w:w="2160" w:type="dxa"/>
              </w:tcPr>
              <w:p w:rsidR="000D5A72" w:rsidRPr="00FF77FE" w:rsidRDefault="000D5A72" w:rsidP="00F46446">
                <w:pPr>
                  <w:rPr>
                    <w:rFonts w:cs="Arial"/>
                    <w:b/>
                    <w:bCs/>
                    <w:sz w:val="28"/>
                  </w:rPr>
                </w:pPr>
              </w:p>
            </w:tc>
          </w:sdtContent>
        </w:sdt>
        <w:sdt>
          <w:sdtPr>
            <w:rPr>
              <w:i/>
              <w:iCs/>
            </w:rPr>
            <w:id w:val="466634388"/>
            <w:placeholder>
              <w:docPart w:val="7A5D7423E47D444DAF16EAC6FF213377"/>
            </w:placeholder>
            <w:showingPlcHdr/>
            <w:text/>
          </w:sdtPr>
          <w:sdtEndPr/>
          <w:sdtContent>
            <w:tc>
              <w:tcPr>
                <w:tcW w:w="1620" w:type="dxa"/>
              </w:tcPr>
              <w:p w:rsidR="000D5A72" w:rsidRDefault="000D5A72" w:rsidP="00F46446">
                <w:pPr>
                  <w:pStyle w:val="Koptekst"/>
                  <w:tabs>
                    <w:tab w:val="clear" w:pos="4536"/>
                    <w:tab w:val="clear" w:pos="9072"/>
                  </w:tabs>
                  <w:rPr>
                    <w:i/>
                    <w:iCs/>
                  </w:rPr>
                </w:pPr>
              </w:p>
            </w:tc>
          </w:sdtContent>
        </w:sdt>
      </w:tr>
      <w:tr w:rsidR="000D5A72" w:rsidTr="00F46446">
        <w:trPr>
          <w:cantSplit/>
        </w:trPr>
        <w:sdt>
          <w:sdtPr>
            <w:rPr>
              <w:i/>
              <w:iCs/>
            </w:rPr>
            <w:id w:val="1394242206"/>
            <w:placeholder>
              <w:docPart w:val="4BDE450A7F3244CFB5C25B39B6488970"/>
            </w:placeholder>
            <w:showingPlcHdr/>
            <w:text/>
          </w:sdtPr>
          <w:sdtEndPr/>
          <w:sdtContent>
            <w:tc>
              <w:tcPr>
                <w:tcW w:w="1150" w:type="dxa"/>
              </w:tcPr>
              <w:p w:rsidR="000D5A72" w:rsidRDefault="000D5A72" w:rsidP="00F46446">
                <w:pPr>
                  <w:pStyle w:val="Koptekst"/>
                  <w:tabs>
                    <w:tab w:val="clear" w:pos="4536"/>
                    <w:tab w:val="clear" w:pos="9072"/>
                  </w:tabs>
                  <w:rPr>
                    <w:i/>
                    <w:iCs/>
                  </w:rPr>
                </w:pPr>
              </w:p>
            </w:tc>
          </w:sdtContent>
        </w:sdt>
        <w:sdt>
          <w:sdtPr>
            <w:rPr>
              <w:rFonts w:cs="Arial"/>
              <w:b/>
              <w:bCs/>
              <w:sz w:val="28"/>
            </w:rPr>
            <w:id w:val="1770662514"/>
            <w:placeholder>
              <w:docPart w:val="4BDE450A7F3244CFB5C25B39B6488970"/>
            </w:placeholder>
            <w:showingPlcHdr/>
            <w:text/>
          </w:sdtPr>
          <w:sdtEndPr/>
          <w:sdtContent>
            <w:tc>
              <w:tcPr>
                <w:tcW w:w="2700" w:type="dxa"/>
              </w:tcPr>
              <w:p w:rsidR="000D5A72" w:rsidRPr="00FF77FE" w:rsidRDefault="000D5A72" w:rsidP="00F46446">
                <w:pPr>
                  <w:rPr>
                    <w:rFonts w:cs="Arial"/>
                    <w:b/>
                    <w:bCs/>
                    <w:sz w:val="28"/>
                  </w:rPr>
                </w:pPr>
              </w:p>
            </w:tc>
          </w:sdtContent>
        </w:sdt>
        <w:sdt>
          <w:sdtPr>
            <w:rPr>
              <w:i/>
              <w:iCs/>
            </w:rPr>
            <w:id w:val="-1414162050"/>
            <w:placeholder>
              <w:docPart w:val="76144335560F40D8B89CF80060788BEF"/>
            </w:placeholder>
            <w:showingPlcHdr/>
            <w:text/>
          </w:sdtPr>
          <w:sdtEndPr/>
          <w:sdtContent>
            <w:tc>
              <w:tcPr>
                <w:tcW w:w="2700" w:type="dxa"/>
              </w:tcPr>
              <w:p w:rsidR="000D5A72" w:rsidRDefault="000D5A72" w:rsidP="00F46446">
                <w:pPr>
                  <w:pStyle w:val="Koptekst"/>
                  <w:tabs>
                    <w:tab w:val="clear" w:pos="4536"/>
                    <w:tab w:val="clear" w:pos="9072"/>
                  </w:tabs>
                  <w:rPr>
                    <w:i/>
                    <w:iCs/>
                  </w:rPr>
                </w:pPr>
              </w:p>
            </w:tc>
          </w:sdtContent>
        </w:sdt>
        <w:sdt>
          <w:sdtPr>
            <w:rPr>
              <w:rFonts w:cs="Arial"/>
              <w:b/>
              <w:bCs/>
              <w:sz w:val="28"/>
            </w:rPr>
            <w:id w:val="-680582787"/>
            <w:placeholder>
              <w:docPart w:val="76144335560F40D8B89CF80060788BEF"/>
            </w:placeholder>
            <w:showingPlcHdr/>
            <w:text/>
          </w:sdtPr>
          <w:sdtEndPr/>
          <w:sdtContent>
            <w:tc>
              <w:tcPr>
                <w:tcW w:w="2340" w:type="dxa"/>
              </w:tcPr>
              <w:p w:rsidR="000D5A72" w:rsidRPr="00FF77FE" w:rsidRDefault="000D5A72" w:rsidP="00F46446">
                <w:pPr>
                  <w:rPr>
                    <w:rFonts w:cs="Arial"/>
                    <w:b/>
                    <w:bCs/>
                    <w:sz w:val="28"/>
                  </w:rPr>
                </w:pPr>
              </w:p>
            </w:tc>
          </w:sdtContent>
        </w:sdt>
        <w:sdt>
          <w:sdtPr>
            <w:rPr>
              <w:i/>
              <w:iCs/>
            </w:rPr>
            <w:id w:val="147025480"/>
            <w:placeholder>
              <w:docPart w:val="6C9FDA67881547AFB0CF9B50156F3BCF"/>
            </w:placeholder>
            <w:showingPlcHdr/>
            <w:text/>
          </w:sdtPr>
          <w:sdtEndPr/>
          <w:sdtContent>
            <w:tc>
              <w:tcPr>
                <w:tcW w:w="1080" w:type="dxa"/>
              </w:tcPr>
              <w:p w:rsidR="000D5A72" w:rsidRDefault="000D5A72" w:rsidP="00F46446">
                <w:pPr>
                  <w:pStyle w:val="Koptekst"/>
                  <w:tabs>
                    <w:tab w:val="clear" w:pos="4536"/>
                    <w:tab w:val="clear" w:pos="9072"/>
                  </w:tabs>
                  <w:rPr>
                    <w:i/>
                    <w:iCs/>
                  </w:rPr>
                </w:pPr>
              </w:p>
            </w:tc>
          </w:sdtContent>
        </w:sdt>
        <w:sdt>
          <w:sdtPr>
            <w:rPr>
              <w:rFonts w:cs="Arial"/>
              <w:b/>
              <w:bCs/>
              <w:sz w:val="28"/>
            </w:rPr>
            <w:id w:val="471799970"/>
            <w:placeholder>
              <w:docPart w:val="6C9FDA67881547AFB0CF9B50156F3BCF"/>
            </w:placeholder>
            <w:showingPlcHdr/>
            <w:text/>
          </w:sdtPr>
          <w:sdtEndPr/>
          <w:sdtContent>
            <w:tc>
              <w:tcPr>
                <w:tcW w:w="2160" w:type="dxa"/>
              </w:tcPr>
              <w:p w:rsidR="000D5A72" w:rsidRPr="00FF77FE" w:rsidRDefault="000D5A72" w:rsidP="00F46446">
                <w:pPr>
                  <w:rPr>
                    <w:rFonts w:cs="Arial"/>
                    <w:b/>
                    <w:bCs/>
                    <w:sz w:val="28"/>
                  </w:rPr>
                </w:pPr>
              </w:p>
            </w:tc>
          </w:sdtContent>
        </w:sdt>
        <w:sdt>
          <w:sdtPr>
            <w:rPr>
              <w:i/>
              <w:iCs/>
            </w:rPr>
            <w:id w:val="1130447980"/>
            <w:placeholder>
              <w:docPart w:val="2C736F8DBDD9478CB98988DFF0BC0ABD"/>
            </w:placeholder>
            <w:showingPlcHdr/>
            <w:text/>
          </w:sdtPr>
          <w:sdtEndPr/>
          <w:sdtContent>
            <w:tc>
              <w:tcPr>
                <w:tcW w:w="1620" w:type="dxa"/>
              </w:tcPr>
              <w:p w:rsidR="000D5A72" w:rsidRDefault="000D5A72" w:rsidP="00F46446">
                <w:pPr>
                  <w:pStyle w:val="Koptekst"/>
                  <w:tabs>
                    <w:tab w:val="clear" w:pos="4536"/>
                    <w:tab w:val="clear" w:pos="9072"/>
                  </w:tabs>
                  <w:rPr>
                    <w:i/>
                    <w:iCs/>
                  </w:rPr>
                </w:pPr>
              </w:p>
            </w:tc>
          </w:sdtContent>
        </w:sdt>
      </w:tr>
      <w:tr w:rsidR="000D5A72" w:rsidTr="00F46446">
        <w:trPr>
          <w:cantSplit/>
        </w:trPr>
        <w:sdt>
          <w:sdtPr>
            <w:rPr>
              <w:i/>
              <w:iCs/>
            </w:rPr>
            <w:id w:val="-574588715"/>
            <w:placeholder>
              <w:docPart w:val="E6F65A7736E242D29EF824855EB73F4B"/>
            </w:placeholder>
            <w:showingPlcHdr/>
            <w:text/>
          </w:sdtPr>
          <w:sdtEndPr/>
          <w:sdtContent>
            <w:tc>
              <w:tcPr>
                <w:tcW w:w="1150" w:type="dxa"/>
              </w:tcPr>
              <w:p w:rsidR="000D5A72" w:rsidRDefault="000D5A72" w:rsidP="00F46446">
                <w:pPr>
                  <w:pStyle w:val="Koptekst"/>
                  <w:tabs>
                    <w:tab w:val="clear" w:pos="4536"/>
                    <w:tab w:val="clear" w:pos="9072"/>
                  </w:tabs>
                  <w:rPr>
                    <w:i/>
                    <w:iCs/>
                  </w:rPr>
                </w:pPr>
              </w:p>
            </w:tc>
          </w:sdtContent>
        </w:sdt>
        <w:sdt>
          <w:sdtPr>
            <w:rPr>
              <w:rFonts w:cs="Arial"/>
              <w:b/>
              <w:bCs/>
              <w:sz w:val="28"/>
            </w:rPr>
            <w:id w:val="-304471402"/>
            <w:placeholder>
              <w:docPart w:val="E6F65A7736E242D29EF824855EB73F4B"/>
            </w:placeholder>
            <w:showingPlcHdr/>
            <w:text/>
          </w:sdtPr>
          <w:sdtEndPr/>
          <w:sdtContent>
            <w:tc>
              <w:tcPr>
                <w:tcW w:w="2700" w:type="dxa"/>
              </w:tcPr>
              <w:p w:rsidR="000D5A72" w:rsidRPr="00FF77FE" w:rsidRDefault="000D5A72" w:rsidP="00F46446">
                <w:pPr>
                  <w:rPr>
                    <w:rFonts w:cs="Arial"/>
                    <w:b/>
                    <w:bCs/>
                    <w:sz w:val="28"/>
                  </w:rPr>
                </w:pPr>
              </w:p>
            </w:tc>
          </w:sdtContent>
        </w:sdt>
        <w:sdt>
          <w:sdtPr>
            <w:rPr>
              <w:i/>
              <w:iCs/>
            </w:rPr>
            <w:id w:val="817312521"/>
            <w:placeholder>
              <w:docPart w:val="111C4F5A8EA64827A6B3F388BE343A80"/>
            </w:placeholder>
            <w:showingPlcHdr/>
            <w:text/>
          </w:sdtPr>
          <w:sdtEndPr/>
          <w:sdtContent>
            <w:tc>
              <w:tcPr>
                <w:tcW w:w="2700" w:type="dxa"/>
              </w:tcPr>
              <w:p w:rsidR="000D5A72" w:rsidRDefault="000D5A72" w:rsidP="00F46446">
                <w:pPr>
                  <w:pStyle w:val="Koptekst"/>
                  <w:tabs>
                    <w:tab w:val="clear" w:pos="4536"/>
                    <w:tab w:val="clear" w:pos="9072"/>
                  </w:tabs>
                  <w:rPr>
                    <w:i/>
                    <w:iCs/>
                  </w:rPr>
                </w:pPr>
              </w:p>
            </w:tc>
          </w:sdtContent>
        </w:sdt>
        <w:sdt>
          <w:sdtPr>
            <w:rPr>
              <w:rFonts w:cs="Arial"/>
              <w:b/>
              <w:bCs/>
              <w:sz w:val="28"/>
            </w:rPr>
            <w:id w:val="875585847"/>
            <w:placeholder>
              <w:docPart w:val="111C4F5A8EA64827A6B3F388BE343A80"/>
            </w:placeholder>
            <w:showingPlcHdr/>
            <w:text/>
          </w:sdtPr>
          <w:sdtEndPr/>
          <w:sdtContent>
            <w:tc>
              <w:tcPr>
                <w:tcW w:w="2340" w:type="dxa"/>
              </w:tcPr>
              <w:p w:rsidR="000D5A72" w:rsidRPr="00FF77FE" w:rsidRDefault="000D5A72" w:rsidP="00F46446">
                <w:pPr>
                  <w:rPr>
                    <w:rFonts w:cs="Arial"/>
                    <w:b/>
                    <w:bCs/>
                    <w:sz w:val="28"/>
                  </w:rPr>
                </w:pPr>
              </w:p>
            </w:tc>
          </w:sdtContent>
        </w:sdt>
        <w:sdt>
          <w:sdtPr>
            <w:rPr>
              <w:i/>
              <w:iCs/>
            </w:rPr>
            <w:id w:val="-533651435"/>
            <w:placeholder>
              <w:docPart w:val="08407528E5EC4BC2B67596B9660C26AC"/>
            </w:placeholder>
            <w:showingPlcHdr/>
            <w:text/>
          </w:sdtPr>
          <w:sdtEndPr/>
          <w:sdtContent>
            <w:tc>
              <w:tcPr>
                <w:tcW w:w="1080" w:type="dxa"/>
              </w:tcPr>
              <w:p w:rsidR="000D5A72" w:rsidRDefault="000D5A72" w:rsidP="00F46446">
                <w:pPr>
                  <w:pStyle w:val="Koptekst"/>
                  <w:tabs>
                    <w:tab w:val="clear" w:pos="4536"/>
                    <w:tab w:val="clear" w:pos="9072"/>
                  </w:tabs>
                  <w:rPr>
                    <w:i/>
                    <w:iCs/>
                  </w:rPr>
                </w:pPr>
              </w:p>
            </w:tc>
          </w:sdtContent>
        </w:sdt>
        <w:sdt>
          <w:sdtPr>
            <w:rPr>
              <w:rFonts w:cs="Arial"/>
              <w:b/>
              <w:bCs/>
              <w:sz w:val="28"/>
            </w:rPr>
            <w:id w:val="227353859"/>
            <w:placeholder>
              <w:docPart w:val="08407528E5EC4BC2B67596B9660C26AC"/>
            </w:placeholder>
            <w:showingPlcHdr/>
            <w:text/>
          </w:sdtPr>
          <w:sdtEndPr/>
          <w:sdtContent>
            <w:tc>
              <w:tcPr>
                <w:tcW w:w="2160" w:type="dxa"/>
              </w:tcPr>
              <w:p w:rsidR="000D5A72" w:rsidRPr="00FF77FE" w:rsidRDefault="000D5A72" w:rsidP="00F46446">
                <w:pPr>
                  <w:rPr>
                    <w:rFonts w:cs="Arial"/>
                    <w:b/>
                    <w:bCs/>
                    <w:sz w:val="28"/>
                  </w:rPr>
                </w:pPr>
              </w:p>
            </w:tc>
          </w:sdtContent>
        </w:sdt>
        <w:sdt>
          <w:sdtPr>
            <w:rPr>
              <w:i/>
              <w:iCs/>
            </w:rPr>
            <w:id w:val="635301577"/>
            <w:placeholder>
              <w:docPart w:val="A6B72FE2AF7B41969CB4244AFAC3374D"/>
            </w:placeholder>
            <w:showingPlcHdr/>
            <w:text/>
          </w:sdtPr>
          <w:sdtEndPr/>
          <w:sdtContent>
            <w:tc>
              <w:tcPr>
                <w:tcW w:w="1620" w:type="dxa"/>
              </w:tcPr>
              <w:p w:rsidR="000D5A72" w:rsidRDefault="000D5A72" w:rsidP="00F46446">
                <w:pPr>
                  <w:pStyle w:val="Koptekst"/>
                  <w:tabs>
                    <w:tab w:val="clear" w:pos="4536"/>
                    <w:tab w:val="clear" w:pos="9072"/>
                  </w:tabs>
                  <w:rPr>
                    <w:i/>
                    <w:iCs/>
                  </w:rPr>
                </w:pPr>
              </w:p>
            </w:tc>
          </w:sdtContent>
        </w:sdt>
      </w:tr>
      <w:tr w:rsidR="000D5A72" w:rsidTr="00F46446">
        <w:trPr>
          <w:cantSplit/>
        </w:trPr>
        <w:sdt>
          <w:sdtPr>
            <w:rPr>
              <w:i/>
              <w:iCs/>
            </w:rPr>
            <w:id w:val="1770590574"/>
            <w:placeholder>
              <w:docPart w:val="37671F69CA894B5FA33754D1CF763965"/>
            </w:placeholder>
            <w:showingPlcHdr/>
            <w:text/>
          </w:sdtPr>
          <w:sdtEndPr/>
          <w:sdtContent>
            <w:tc>
              <w:tcPr>
                <w:tcW w:w="1150" w:type="dxa"/>
              </w:tcPr>
              <w:p w:rsidR="000D5A72" w:rsidRDefault="000D5A72" w:rsidP="00F46446">
                <w:pPr>
                  <w:pStyle w:val="Koptekst"/>
                  <w:tabs>
                    <w:tab w:val="clear" w:pos="4536"/>
                    <w:tab w:val="clear" w:pos="9072"/>
                  </w:tabs>
                  <w:rPr>
                    <w:i/>
                    <w:iCs/>
                  </w:rPr>
                </w:pPr>
              </w:p>
            </w:tc>
          </w:sdtContent>
        </w:sdt>
        <w:sdt>
          <w:sdtPr>
            <w:rPr>
              <w:rFonts w:cs="Arial"/>
              <w:b/>
              <w:bCs/>
              <w:sz w:val="28"/>
            </w:rPr>
            <w:id w:val="-312333191"/>
            <w:placeholder>
              <w:docPart w:val="37671F69CA894B5FA33754D1CF763965"/>
            </w:placeholder>
            <w:showingPlcHdr/>
            <w:text/>
          </w:sdtPr>
          <w:sdtEndPr/>
          <w:sdtContent>
            <w:tc>
              <w:tcPr>
                <w:tcW w:w="2700" w:type="dxa"/>
              </w:tcPr>
              <w:p w:rsidR="000D5A72" w:rsidRPr="00FF77FE" w:rsidRDefault="000D5A72" w:rsidP="00F46446">
                <w:pPr>
                  <w:rPr>
                    <w:rFonts w:cs="Arial"/>
                    <w:b/>
                    <w:bCs/>
                    <w:sz w:val="28"/>
                  </w:rPr>
                </w:pPr>
              </w:p>
            </w:tc>
          </w:sdtContent>
        </w:sdt>
        <w:sdt>
          <w:sdtPr>
            <w:rPr>
              <w:i/>
              <w:iCs/>
            </w:rPr>
            <w:id w:val="1839959897"/>
            <w:placeholder>
              <w:docPart w:val="B55A3346EA34434C8BD45A4D32C809CC"/>
            </w:placeholder>
            <w:showingPlcHdr/>
            <w:text/>
          </w:sdtPr>
          <w:sdtEndPr/>
          <w:sdtContent>
            <w:tc>
              <w:tcPr>
                <w:tcW w:w="2700" w:type="dxa"/>
              </w:tcPr>
              <w:p w:rsidR="000D5A72" w:rsidRDefault="000D5A72" w:rsidP="00F46446">
                <w:pPr>
                  <w:pStyle w:val="Koptekst"/>
                  <w:tabs>
                    <w:tab w:val="clear" w:pos="4536"/>
                    <w:tab w:val="clear" w:pos="9072"/>
                  </w:tabs>
                  <w:rPr>
                    <w:i/>
                    <w:iCs/>
                  </w:rPr>
                </w:pPr>
              </w:p>
            </w:tc>
          </w:sdtContent>
        </w:sdt>
        <w:sdt>
          <w:sdtPr>
            <w:rPr>
              <w:rFonts w:cs="Arial"/>
              <w:b/>
              <w:bCs/>
              <w:sz w:val="28"/>
            </w:rPr>
            <w:id w:val="-1413625302"/>
            <w:placeholder>
              <w:docPart w:val="B55A3346EA34434C8BD45A4D32C809CC"/>
            </w:placeholder>
            <w:showingPlcHdr/>
            <w:text/>
          </w:sdtPr>
          <w:sdtEndPr/>
          <w:sdtContent>
            <w:tc>
              <w:tcPr>
                <w:tcW w:w="2340" w:type="dxa"/>
              </w:tcPr>
              <w:p w:rsidR="000D5A72" w:rsidRPr="00FF77FE" w:rsidRDefault="000D5A72" w:rsidP="00F46446">
                <w:pPr>
                  <w:rPr>
                    <w:rFonts w:cs="Arial"/>
                    <w:b/>
                    <w:bCs/>
                    <w:sz w:val="28"/>
                  </w:rPr>
                </w:pPr>
              </w:p>
            </w:tc>
          </w:sdtContent>
        </w:sdt>
        <w:sdt>
          <w:sdtPr>
            <w:rPr>
              <w:i/>
              <w:iCs/>
            </w:rPr>
            <w:id w:val="123821586"/>
            <w:placeholder>
              <w:docPart w:val="AF3CC50DBB70475294FD712055C38D23"/>
            </w:placeholder>
            <w:showingPlcHdr/>
            <w:text/>
          </w:sdtPr>
          <w:sdtEndPr/>
          <w:sdtContent>
            <w:tc>
              <w:tcPr>
                <w:tcW w:w="1080" w:type="dxa"/>
              </w:tcPr>
              <w:p w:rsidR="000D5A72" w:rsidRDefault="000D5A72" w:rsidP="00F46446">
                <w:pPr>
                  <w:pStyle w:val="Koptekst"/>
                  <w:tabs>
                    <w:tab w:val="clear" w:pos="4536"/>
                    <w:tab w:val="clear" w:pos="9072"/>
                  </w:tabs>
                  <w:rPr>
                    <w:i/>
                    <w:iCs/>
                  </w:rPr>
                </w:pPr>
              </w:p>
            </w:tc>
          </w:sdtContent>
        </w:sdt>
        <w:sdt>
          <w:sdtPr>
            <w:rPr>
              <w:rFonts w:cs="Arial"/>
              <w:b/>
              <w:bCs/>
              <w:sz w:val="28"/>
            </w:rPr>
            <w:id w:val="847454889"/>
            <w:placeholder>
              <w:docPart w:val="AF3CC50DBB70475294FD712055C38D23"/>
            </w:placeholder>
            <w:showingPlcHdr/>
            <w:text/>
          </w:sdtPr>
          <w:sdtEndPr/>
          <w:sdtContent>
            <w:tc>
              <w:tcPr>
                <w:tcW w:w="2160" w:type="dxa"/>
              </w:tcPr>
              <w:p w:rsidR="000D5A72" w:rsidRPr="00FF77FE" w:rsidRDefault="000D5A72" w:rsidP="00F46446">
                <w:pPr>
                  <w:rPr>
                    <w:rFonts w:cs="Arial"/>
                    <w:b/>
                    <w:bCs/>
                    <w:sz w:val="28"/>
                  </w:rPr>
                </w:pPr>
              </w:p>
            </w:tc>
          </w:sdtContent>
        </w:sdt>
        <w:sdt>
          <w:sdtPr>
            <w:rPr>
              <w:i/>
              <w:iCs/>
            </w:rPr>
            <w:id w:val="-203175922"/>
            <w:placeholder>
              <w:docPart w:val="BD3A2332CA244D41947EF02D425F6147"/>
            </w:placeholder>
            <w:showingPlcHdr/>
            <w:text/>
          </w:sdtPr>
          <w:sdtEndPr/>
          <w:sdtContent>
            <w:tc>
              <w:tcPr>
                <w:tcW w:w="1620" w:type="dxa"/>
              </w:tcPr>
              <w:p w:rsidR="000D5A72" w:rsidRDefault="000D5A72" w:rsidP="00F46446">
                <w:pPr>
                  <w:pStyle w:val="Koptekst"/>
                  <w:tabs>
                    <w:tab w:val="clear" w:pos="4536"/>
                    <w:tab w:val="clear" w:pos="9072"/>
                  </w:tabs>
                  <w:rPr>
                    <w:i/>
                    <w:iCs/>
                  </w:rPr>
                </w:pPr>
              </w:p>
            </w:tc>
          </w:sdtContent>
        </w:sdt>
      </w:tr>
    </w:tbl>
    <w:p w:rsidR="000D5A72" w:rsidRDefault="000D5A72" w:rsidP="000D5A72">
      <w:pPr>
        <w:pStyle w:val="Koptekst"/>
        <w:tabs>
          <w:tab w:val="clear" w:pos="4536"/>
          <w:tab w:val="clear" w:pos="9072"/>
        </w:tabs>
        <w:sectPr w:rsidR="000D5A72">
          <w:type w:val="oddPage"/>
          <w:pgSz w:w="16838" w:h="11906" w:orient="landscape" w:code="9"/>
          <w:pgMar w:top="1418" w:right="1418" w:bottom="1418" w:left="1418" w:header="709" w:footer="709" w:gutter="0"/>
          <w:cols w:space="708"/>
          <w:titlePg/>
          <w:docGrid w:linePitch="360"/>
        </w:sectPr>
      </w:pPr>
    </w:p>
    <w:p w:rsidR="000D5A72" w:rsidRDefault="000D5A72" w:rsidP="000D5A72">
      <w:pPr>
        <w:pStyle w:val="Koptekst"/>
        <w:tabs>
          <w:tab w:val="clear" w:pos="4536"/>
          <w:tab w:val="clear" w:pos="9072"/>
        </w:tabs>
        <w:rPr>
          <w:rFonts w:cs="Arial"/>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D5A72" w:rsidTr="00F46446">
        <w:tc>
          <w:tcPr>
            <w:tcW w:w="9212" w:type="dxa"/>
          </w:tcPr>
          <w:p w:rsidR="000D5A72" w:rsidRDefault="000D5A72" w:rsidP="00F46446">
            <w:pPr>
              <w:pStyle w:val="Koptekst"/>
              <w:tabs>
                <w:tab w:val="clear" w:pos="4536"/>
                <w:tab w:val="clear" w:pos="9072"/>
              </w:tabs>
              <w:rPr>
                <w:rFonts w:cs="Arial"/>
                <w:b/>
                <w:bCs/>
                <w:sz w:val="28"/>
              </w:rPr>
            </w:pPr>
            <w:r>
              <w:rPr>
                <w:rFonts w:cs="Arial"/>
                <w:b/>
                <w:bCs/>
                <w:sz w:val="28"/>
              </w:rPr>
              <w:t>5.8 Aantekeningen</w:t>
            </w:r>
          </w:p>
        </w:tc>
      </w:tr>
    </w:tbl>
    <w:p w:rsidR="000D5A72" w:rsidRDefault="000D5A72" w:rsidP="000D5A72">
      <w:pPr>
        <w:pStyle w:val="Koptekst"/>
        <w:tabs>
          <w:tab w:val="clear" w:pos="4536"/>
          <w:tab w:val="clear" w:pos="9072"/>
        </w:tabs>
      </w:pPr>
    </w:p>
    <w:sdt>
      <w:sdtPr>
        <w:id w:val="845978057"/>
        <w:placeholder>
          <w:docPart w:val="E7C2CC74FC1D4485B8903F0F47A8C028"/>
        </w:placeholder>
        <w:showingPlcHdr/>
        <w:text/>
      </w:sdtPr>
      <w:sdtEndPr/>
      <w:sdtContent>
        <w:p w:rsidR="000D5A72" w:rsidRDefault="000D5A72" w:rsidP="000D5A72">
          <w:pPr>
            <w:pStyle w:val="Koptekst"/>
            <w:tabs>
              <w:tab w:val="clear" w:pos="4536"/>
              <w:tab w:val="clear" w:pos="9072"/>
            </w:tabs>
          </w:pPr>
          <w:r w:rsidRPr="00FD5FFB">
            <w:rPr>
              <w:rStyle w:val="Tekstvantijdelijkeaanduiding"/>
              <w:rFonts w:eastAsiaTheme="minorHAnsi"/>
            </w:rPr>
            <w:t>Klik of tik om tekst in te voeren.</w:t>
          </w:r>
        </w:p>
      </w:sdtContent>
    </w:sdt>
    <w:p w:rsidR="000D5A72" w:rsidRDefault="000D5A72" w:rsidP="000D5A72">
      <w:pPr>
        <w:pStyle w:val="Koptekst"/>
        <w:tabs>
          <w:tab w:val="clear" w:pos="4536"/>
          <w:tab w:val="clear" w:pos="9072"/>
        </w:tabs>
        <w:rPr>
          <w:i/>
          <w:iCs/>
        </w:rPr>
      </w:pPr>
    </w:p>
    <w:p w:rsidR="000D5A72" w:rsidRDefault="000D5A72" w:rsidP="000D5A72">
      <w:pPr>
        <w:pStyle w:val="Koptekst"/>
        <w:tabs>
          <w:tab w:val="clear" w:pos="4536"/>
          <w:tab w:val="clear" w:pos="9072"/>
        </w:tabs>
        <w:rPr>
          <w:i/>
          <w:iCs/>
        </w:rPr>
      </w:pPr>
      <w:r>
        <w:rPr>
          <w:i/>
          <w:iCs/>
        </w:rPr>
        <w:t>(Noteer hier alle zaken welke niet in dit ontruimingsplan worden genoemd en bij een herziening alsnog moeten worden aangebracht).</w:t>
      </w:r>
    </w:p>
    <w:p w:rsidR="000D5A72" w:rsidRDefault="000D5A72" w:rsidP="000D5A72">
      <w:pPr>
        <w:pStyle w:val="Koptekst"/>
        <w:tabs>
          <w:tab w:val="clear" w:pos="4536"/>
          <w:tab w:val="clear" w:pos="9072"/>
        </w:tabs>
      </w:pPr>
    </w:p>
    <w:p w:rsidR="000D5A72" w:rsidRDefault="000D5A72" w:rsidP="000D5A72">
      <w:pPr>
        <w:pStyle w:val="Koptekst"/>
        <w:tabs>
          <w:tab w:val="clear" w:pos="4536"/>
          <w:tab w:val="clear" w:pos="9072"/>
        </w:tabs>
      </w:pPr>
    </w:p>
    <w:p w:rsidR="000D5A72" w:rsidRDefault="000D5A72" w:rsidP="000D5A72"/>
    <w:p w:rsidR="00215072" w:rsidRDefault="00215072"/>
    <w:sectPr w:rsidR="00215072">
      <w:type w:val="nextColumn"/>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5A72" w:rsidRDefault="000D5A72" w:rsidP="000D5A72">
      <w:r>
        <w:separator/>
      </w:r>
    </w:p>
  </w:endnote>
  <w:endnote w:type="continuationSeparator" w:id="0">
    <w:p w:rsidR="000D5A72" w:rsidRDefault="000D5A72" w:rsidP="000D5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3F5" w:rsidRDefault="00AF3531">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26</w:t>
    </w:r>
    <w:r>
      <w:rPr>
        <w:rStyle w:val="Paginanummer"/>
      </w:rPr>
      <w:fldChar w:fldCharType="end"/>
    </w:r>
  </w:p>
  <w:p w:rsidR="00D973F5" w:rsidRDefault="00C6352C">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3F5" w:rsidRDefault="00AF3531">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24</w:t>
    </w:r>
    <w:r>
      <w:rPr>
        <w:rStyle w:val="Paginanummer"/>
      </w:rPr>
      <w:fldChar w:fldCharType="end"/>
    </w:r>
  </w:p>
  <w:p w:rsidR="00D973F5" w:rsidRDefault="00AF3531">
    <w:pPr>
      <w:pStyle w:val="Voettekst"/>
      <w:ind w:right="360"/>
    </w:pPr>
    <w:r>
      <w:t xml:space="preserve">Ontruimingsplan </w:t>
    </w:r>
    <w:sdt>
      <w:sdtPr>
        <w:id w:val="204911254"/>
        <w:placeholder>
          <w:docPart w:val="DefaultPlaceholder_-1854013440"/>
        </w:placeholder>
        <w:showingPlcHdr/>
        <w:text/>
      </w:sdtPr>
      <w:sdtEndPr/>
      <w:sdtContent>
        <w:r>
          <w:rPr>
            <w:rStyle w:val="Tekstvantijdelijkeaanduiding"/>
            <w:rFonts w:eastAsiaTheme="minorHAnsi"/>
          </w:rPr>
          <w:t>vereniging</w:t>
        </w:r>
      </w:sdtContent>
    </w:sdt>
    <w:r>
      <w:t>/</w:t>
    </w:r>
    <w:sdt>
      <w:sdtPr>
        <w:id w:val="-1009529975"/>
        <w:showingPlcHdr/>
        <w:text/>
      </w:sdtPr>
      <w:sdtEndPr/>
      <w:sdtContent>
        <w:r>
          <w:rPr>
            <w:rStyle w:val="Tekstvantijdelijkeaanduiding"/>
            <w:rFonts w:eastAsiaTheme="minorHAnsi"/>
          </w:rPr>
          <w:t>datum</w:t>
        </w:r>
      </w:sdtContent>
    </w:sdt>
    <w:r>
      <w:t>/</w:t>
    </w:r>
    <w:sdt>
      <w:sdtPr>
        <w:id w:val="-2069100018"/>
        <w:showingPlcHdr/>
        <w:text/>
      </w:sdtPr>
      <w:sdtEndPr/>
      <w:sdtContent>
        <w:r>
          <w:rPr>
            <w:rStyle w:val="Tekstvantijdelijkeaanduiding"/>
            <w:rFonts w:eastAsiaTheme="minorHAnsi"/>
          </w:rPr>
          <w:t>versie</w:t>
        </w:r>
      </w:sdtContent>
    </w:sdt>
  </w:p>
  <w:p w:rsidR="00AA65A7" w:rsidRDefault="00AF3531">
    <w:pPr>
      <w:pStyle w:val="Voettekst"/>
      <w:ind w:right="360"/>
      <w:rPr>
        <w:sz w:val="18"/>
      </w:rPr>
    </w:pPr>
    <w:r w:rsidRPr="00B93097">
      <w:rPr>
        <w:noProof/>
      </w:rPr>
      <w:drawing>
        <wp:inline distT="0" distB="0" distL="0" distR="0" wp14:anchorId="2D964B84" wp14:editId="79DBC930">
          <wp:extent cx="5755640" cy="400685"/>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640" cy="400685"/>
                  </a:xfrm>
                  <a:prstGeom prst="rect">
                    <a:avLst/>
                  </a:prstGeom>
                  <a:noFill/>
                  <a:ln>
                    <a:noFill/>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097" w:rsidRDefault="00AF3531">
    <w:pPr>
      <w:pStyle w:val="Voettekst"/>
    </w:pPr>
    <w:r w:rsidRPr="00B93097">
      <w:rPr>
        <w:noProof/>
      </w:rPr>
      <w:drawing>
        <wp:inline distT="0" distB="0" distL="0" distR="0" wp14:anchorId="7FC22627" wp14:editId="563E9FC7">
          <wp:extent cx="5755640" cy="400685"/>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640" cy="40068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5A72" w:rsidRDefault="000D5A72" w:rsidP="000D5A72">
      <w:r>
        <w:separator/>
      </w:r>
    </w:p>
  </w:footnote>
  <w:footnote w:type="continuationSeparator" w:id="0">
    <w:p w:rsidR="000D5A72" w:rsidRDefault="000D5A72" w:rsidP="000D5A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3F5" w:rsidRDefault="00AF3531" w:rsidP="00AA65A7">
    <w:pPr>
      <w:pStyle w:val="Koptekst"/>
    </w:pPr>
    <w:r w:rsidRPr="00B93097">
      <w:rPr>
        <w:noProof/>
      </w:rPr>
      <w:drawing>
        <wp:inline distT="0" distB="0" distL="0" distR="0" wp14:anchorId="30C1E19E" wp14:editId="18F94344">
          <wp:extent cx="5750560" cy="1090295"/>
          <wp:effectExtent l="0" t="0" r="254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0560" cy="1090295"/>
                  </a:xfrm>
                  <a:prstGeom prst="rect">
                    <a:avLst/>
                  </a:prstGeom>
                  <a:noFill/>
                  <a:ln>
                    <a:noFill/>
                  </a:ln>
                </pic:spPr>
              </pic:pic>
            </a:graphicData>
          </a:graphic>
        </wp:inline>
      </w:drawing>
    </w:r>
    <w:r>
      <w:tab/>
    </w:r>
  </w:p>
  <w:p w:rsidR="00D973F5" w:rsidRDefault="00C6352C">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46BAB"/>
    <w:multiLevelType w:val="hybridMultilevel"/>
    <w:tmpl w:val="B0380590"/>
    <w:lvl w:ilvl="0" w:tplc="3AA66A50">
      <w:start w:val="1"/>
      <w:numFmt w:val="bullet"/>
      <w:lvlText w:val=""/>
      <w:lvlJc w:val="left"/>
      <w:pPr>
        <w:tabs>
          <w:tab w:val="num" w:pos="36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FF0672"/>
    <w:multiLevelType w:val="hybridMultilevel"/>
    <w:tmpl w:val="C8281E12"/>
    <w:lvl w:ilvl="0" w:tplc="3AA66A50">
      <w:start w:val="1"/>
      <w:numFmt w:val="bullet"/>
      <w:lvlText w:val=""/>
      <w:lvlJc w:val="left"/>
      <w:pPr>
        <w:tabs>
          <w:tab w:val="num" w:pos="360"/>
        </w:tabs>
        <w:ind w:left="340" w:hanging="340"/>
      </w:pPr>
      <w:rPr>
        <w:rFonts w:ascii="Symbol" w:hAnsi="Symbol" w:hint="default"/>
      </w:rPr>
    </w:lvl>
    <w:lvl w:ilvl="1" w:tplc="7C34542C">
      <w:start w:val="1"/>
      <w:numFmt w:val="bullet"/>
      <w:lvlText w:val="-"/>
      <w:lvlJc w:val="left"/>
      <w:pPr>
        <w:tabs>
          <w:tab w:val="num" w:pos="1440"/>
        </w:tabs>
        <w:ind w:left="1440" w:hanging="360"/>
      </w:pPr>
      <w:rPr>
        <w:rFonts w:ascii="Times New Roman" w:eastAsia="Times New Roman" w:hAnsi="Times New Roman" w:cs="Times New Roman"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7377F1"/>
    <w:multiLevelType w:val="hybridMultilevel"/>
    <w:tmpl w:val="5EB22A8C"/>
    <w:lvl w:ilvl="0" w:tplc="3AA66A50">
      <w:start w:val="1"/>
      <w:numFmt w:val="bullet"/>
      <w:lvlText w:val=""/>
      <w:lvlJc w:val="left"/>
      <w:pPr>
        <w:tabs>
          <w:tab w:val="num" w:pos="36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DF26C3"/>
    <w:multiLevelType w:val="hybridMultilevel"/>
    <w:tmpl w:val="A518213A"/>
    <w:lvl w:ilvl="0" w:tplc="67A6C264">
      <w:start w:val="1"/>
      <w:numFmt w:val="bullet"/>
      <w:lvlText w:val=""/>
      <w:lvlJc w:val="left"/>
      <w:pPr>
        <w:tabs>
          <w:tab w:val="num" w:pos="360"/>
        </w:tabs>
        <w:ind w:left="36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0535C2"/>
    <w:multiLevelType w:val="hybridMultilevel"/>
    <w:tmpl w:val="5AC6EDAC"/>
    <w:lvl w:ilvl="0" w:tplc="7C34542C">
      <w:start w:val="1"/>
      <w:numFmt w:val="bullet"/>
      <w:lvlText w:val="-"/>
      <w:lvlJc w:val="left"/>
      <w:pPr>
        <w:tabs>
          <w:tab w:val="num" w:pos="700"/>
        </w:tabs>
        <w:ind w:left="700" w:hanging="360"/>
      </w:pPr>
      <w:rPr>
        <w:rFonts w:ascii="Times New Roman" w:eastAsia="Times New Roman" w:hAnsi="Times New Roman" w:cs="Times New Roman" w:hint="default"/>
      </w:rPr>
    </w:lvl>
    <w:lvl w:ilvl="1" w:tplc="4230AC28">
      <w:start w:val="3"/>
      <w:numFmt w:val="bullet"/>
      <w:lvlText w:val="-"/>
      <w:lvlJc w:val="left"/>
      <w:pPr>
        <w:tabs>
          <w:tab w:val="num" w:pos="1780"/>
        </w:tabs>
        <w:ind w:left="1780" w:hanging="360"/>
      </w:pPr>
      <w:rPr>
        <w:rFonts w:ascii="Times New Roman" w:eastAsia="Times New Roman" w:hAnsi="Times New Roman" w:cs="Times New Roman" w:hint="default"/>
      </w:rPr>
    </w:lvl>
    <w:lvl w:ilvl="2" w:tplc="04130005" w:tentative="1">
      <w:start w:val="1"/>
      <w:numFmt w:val="bullet"/>
      <w:lvlText w:val=""/>
      <w:lvlJc w:val="left"/>
      <w:pPr>
        <w:tabs>
          <w:tab w:val="num" w:pos="2500"/>
        </w:tabs>
        <w:ind w:left="2500" w:hanging="360"/>
      </w:pPr>
      <w:rPr>
        <w:rFonts w:ascii="Wingdings" w:hAnsi="Wingdings" w:hint="default"/>
      </w:rPr>
    </w:lvl>
    <w:lvl w:ilvl="3" w:tplc="04130001" w:tentative="1">
      <w:start w:val="1"/>
      <w:numFmt w:val="bullet"/>
      <w:lvlText w:val=""/>
      <w:lvlJc w:val="left"/>
      <w:pPr>
        <w:tabs>
          <w:tab w:val="num" w:pos="3220"/>
        </w:tabs>
        <w:ind w:left="3220" w:hanging="360"/>
      </w:pPr>
      <w:rPr>
        <w:rFonts w:ascii="Symbol" w:hAnsi="Symbol" w:hint="default"/>
      </w:rPr>
    </w:lvl>
    <w:lvl w:ilvl="4" w:tplc="04130003" w:tentative="1">
      <w:start w:val="1"/>
      <w:numFmt w:val="bullet"/>
      <w:lvlText w:val="o"/>
      <w:lvlJc w:val="left"/>
      <w:pPr>
        <w:tabs>
          <w:tab w:val="num" w:pos="3940"/>
        </w:tabs>
        <w:ind w:left="3940" w:hanging="360"/>
      </w:pPr>
      <w:rPr>
        <w:rFonts w:ascii="Courier New" w:hAnsi="Courier New" w:hint="default"/>
      </w:rPr>
    </w:lvl>
    <w:lvl w:ilvl="5" w:tplc="04130005" w:tentative="1">
      <w:start w:val="1"/>
      <w:numFmt w:val="bullet"/>
      <w:lvlText w:val=""/>
      <w:lvlJc w:val="left"/>
      <w:pPr>
        <w:tabs>
          <w:tab w:val="num" w:pos="4660"/>
        </w:tabs>
        <w:ind w:left="4660" w:hanging="360"/>
      </w:pPr>
      <w:rPr>
        <w:rFonts w:ascii="Wingdings" w:hAnsi="Wingdings" w:hint="default"/>
      </w:rPr>
    </w:lvl>
    <w:lvl w:ilvl="6" w:tplc="04130001" w:tentative="1">
      <w:start w:val="1"/>
      <w:numFmt w:val="bullet"/>
      <w:lvlText w:val=""/>
      <w:lvlJc w:val="left"/>
      <w:pPr>
        <w:tabs>
          <w:tab w:val="num" w:pos="5380"/>
        </w:tabs>
        <w:ind w:left="5380" w:hanging="360"/>
      </w:pPr>
      <w:rPr>
        <w:rFonts w:ascii="Symbol" w:hAnsi="Symbol" w:hint="default"/>
      </w:rPr>
    </w:lvl>
    <w:lvl w:ilvl="7" w:tplc="04130003" w:tentative="1">
      <w:start w:val="1"/>
      <w:numFmt w:val="bullet"/>
      <w:lvlText w:val="o"/>
      <w:lvlJc w:val="left"/>
      <w:pPr>
        <w:tabs>
          <w:tab w:val="num" w:pos="6100"/>
        </w:tabs>
        <w:ind w:left="6100" w:hanging="360"/>
      </w:pPr>
      <w:rPr>
        <w:rFonts w:ascii="Courier New" w:hAnsi="Courier New" w:hint="default"/>
      </w:rPr>
    </w:lvl>
    <w:lvl w:ilvl="8" w:tplc="04130005" w:tentative="1">
      <w:start w:val="1"/>
      <w:numFmt w:val="bullet"/>
      <w:lvlText w:val=""/>
      <w:lvlJc w:val="left"/>
      <w:pPr>
        <w:tabs>
          <w:tab w:val="num" w:pos="6820"/>
        </w:tabs>
        <w:ind w:left="6820" w:hanging="360"/>
      </w:pPr>
      <w:rPr>
        <w:rFonts w:ascii="Wingdings" w:hAnsi="Wingdings" w:hint="default"/>
      </w:rPr>
    </w:lvl>
  </w:abstractNum>
  <w:abstractNum w:abstractNumId="5" w15:restartNumberingAfterBreak="0">
    <w:nsid w:val="093D24BA"/>
    <w:multiLevelType w:val="hybridMultilevel"/>
    <w:tmpl w:val="5AC6EDAC"/>
    <w:lvl w:ilvl="0" w:tplc="3AA66A50">
      <w:start w:val="1"/>
      <w:numFmt w:val="bullet"/>
      <w:lvlText w:val=""/>
      <w:lvlJc w:val="left"/>
      <w:pPr>
        <w:tabs>
          <w:tab w:val="num" w:pos="360"/>
        </w:tabs>
        <w:ind w:left="340" w:hanging="340"/>
      </w:pPr>
      <w:rPr>
        <w:rFonts w:ascii="Symbol" w:hAnsi="Symbol" w:hint="default"/>
      </w:rPr>
    </w:lvl>
    <w:lvl w:ilvl="1" w:tplc="4230AC28">
      <w:start w:val="3"/>
      <w:numFmt w:val="bullet"/>
      <w:lvlText w:val="-"/>
      <w:lvlJc w:val="left"/>
      <w:pPr>
        <w:tabs>
          <w:tab w:val="num" w:pos="1440"/>
        </w:tabs>
        <w:ind w:left="1440" w:hanging="360"/>
      </w:pPr>
      <w:rPr>
        <w:rFonts w:ascii="Times New Roman" w:eastAsia="Times New Roman" w:hAnsi="Times New Roman" w:cs="Times New Roman"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38240E"/>
    <w:multiLevelType w:val="hybridMultilevel"/>
    <w:tmpl w:val="DAFEC6BE"/>
    <w:lvl w:ilvl="0" w:tplc="79E480F4">
      <w:start w:val="1"/>
      <w:numFmt w:val="bullet"/>
      <w:lvlText w:val="O"/>
      <w:lvlJc w:val="left"/>
      <w:pPr>
        <w:tabs>
          <w:tab w:val="num" w:pos="360"/>
        </w:tabs>
        <w:ind w:left="360" w:hanging="360"/>
      </w:pPr>
      <w:rPr>
        <w:rFont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D11108"/>
    <w:multiLevelType w:val="hybridMultilevel"/>
    <w:tmpl w:val="047434DE"/>
    <w:lvl w:ilvl="0" w:tplc="3AA66A50">
      <w:start w:val="1"/>
      <w:numFmt w:val="bullet"/>
      <w:lvlText w:val=""/>
      <w:lvlJc w:val="left"/>
      <w:pPr>
        <w:tabs>
          <w:tab w:val="num" w:pos="360"/>
        </w:tabs>
        <w:ind w:left="340" w:hanging="340"/>
      </w:pPr>
      <w:rPr>
        <w:rFonts w:ascii="Symbol" w:hAnsi="Symbol" w:hint="default"/>
      </w:rPr>
    </w:lvl>
    <w:lvl w:ilvl="1" w:tplc="0413000F">
      <w:start w:val="1"/>
      <w:numFmt w:val="decimal"/>
      <w:lvlText w:val="%2."/>
      <w:lvlJc w:val="left"/>
      <w:pPr>
        <w:tabs>
          <w:tab w:val="num" w:pos="1440"/>
        </w:tabs>
        <w:ind w:left="1440" w:hanging="360"/>
      </w:p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69252C"/>
    <w:multiLevelType w:val="hybridMultilevel"/>
    <w:tmpl w:val="9F6EB4C6"/>
    <w:lvl w:ilvl="0" w:tplc="3AA66A50">
      <w:start w:val="1"/>
      <w:numFmt w:val="bullet"/>
      <w:lvlText w:val=""/>
      <w:lvlJc w:val="left"/>
      <w:pPr>
        <w:tabs>
          <w:tab w:val="num" w:pos="36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E425F8"/>
    <w:multiLevelType w:val="hybridMultilevel"/>
    <w:tmpl w:val="A54E32C0"/>
    <w:lvl w:ilvl="0" w:tplc="79E480F4">
      <w:start w:val="1"/>
      <w:numFmt w:val="bullet"/>
      <w:lvlText w:val="O"/>
      <w:lvlJc w:val="left"/>
      <w:pPr>
        <w:tabs>
          <w:tab w:val="num" w:pos="360"/>
        </w:tabs>
        <w:ind w:left="360" w:hanging="360"/>
      </w:pPr>
      <w:rPr>
        <w:rFont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D26BB3"/>
    <w:multiLevelType w:val="hybridMultilevel"/>
    <w:tmpl w:val="F6BC506C"/>
    <w:lvl w:ilvl="0" w:tplc="3AA66A50">
      <w:start w:val="1"/>
      <w:numFmt w:val="bullet"/>
      <w:lvlText w:val=""/>
      <w:lvlJc w:val="left"/>
      <w:pPr>
        <w:tabs>
          <w:tab w:val="num" w:pos="36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382334"/>
    <w:multiLevelType w:val="hybridMultilevel"/>
    <w:tmpl w:val="99B6509A"/>
    <w:lvl w:ilvl="0" w:tplc="79E480F4">
      <w:start w:val="1"/>
      <w:numFmt w:val="bullet"/>
      <w:lvlText w:val="O"/>
      <w:lvlJc w:val="left"/>
      <w:pPr>
        <w:tabs>
          <w:tab w:val="num" w:pos="360"/>
        </w:tabs>
        <w:ind w:left="360" w:hanging="360"/>
      </w:pPr>
      <w:rPr>
        <w:rFont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3A7B66"/>
    <w:multiLevelType w:val="hybridMultilevel"/>
    <w:tmpl w:val="9BEE9A9E"/>
    <w:lvl w:ilvl="0" w:tplc="3AA66A50">
      <w:start w:val="1"/>
      <w:numFmt w:val="bullet"/>
      <w:lvlText w:val=""/>
      <w:lvlJc w:val="left"/>
      <w:pPr>
        <w:tabs>
          <w:tab w:val="num" w:pos="36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6B5446"/>
    <w:multiLevelType w:val="hybridMultilevel"/>
    <w:tmpl w:val="7AEE7FDC"/>
    <w:lvl w:ilvl="0" w:tplc="3AA66A50">
      <w:start w:val="1"/>
      <w:numFmt w:val="bullet"/>
      <w:lvlText w:val=""/>
      <w:lvlJc w:val="left"/>
      <w:pPr>
        <w:tabs>
          <w:tab w:val="num" w:pos="700"/>
        </w:tabs>
        <w:ind w:left="680" w:hanging="340"/>
      </w:pPr>
      <w:rPr>
        <w:rFonts w:ascii="Symbol" w:hAnsi="Symbol" w:hint="default"/>
      </w:rPr>
    </w:lvl>
    <w:lvl w:ilvl="1" w:tplc="04130003" w:tentative="1">
      <w:start w:val="1"/>
      <w:numFmt w:val="bullet"/>
      <w:lvlText w:val="o"/>
      <w:lvlJc w:val="left"/>
      <w:pPr>
        <w:tabs>
          <w:tab w:val="num" w:pos="1780"/>
        </w:tabs>
        <w:ind w:left="1780" w:hanging="360"/>
      </w:pPr>
      <w:rPr>
        <w:rFonts w:ascii="Courier New" w:hAnsi="Courier New" w:hint="default"/>
      </w:rPr>
    </w:lvl>
    <w:lvl w:ilvl="2" w:tplc="04130005" w:tentative="1">
      <w:start w:val="1"/>
      <w:numFmt w:val="bullet"/>
      <w:lvlText w:val=""/>
      <w:lvlJc w:val="left"/>
      <w:pPr>
        <w:tabs>
          <w:tab w:val="num" w:pos="2500"/>
        </w:tabs>
        <w:ind w:left="2500" w:hanging="360"/>
      </w:pPr>
      <w:rPr>
        <w:rFonts w:ascii="Wingdings" w:hAnsi="Wingdings" w:hint="default"/>
      </w:rPr>
    </w:lvl>
    <w:lvl w:ilvl="3" w:tplc="04130001" w:tentative="1">
      <w:start w:val="1"/>
      <w:numFmt w:val="bullet"/>
      <w:lvlText w:val=""/>
      <w:lvlJc w:val="left"/>
      <w:pPr>
        <w:tabs>
          <w:tab w:val="num" w:pos="3220"/>
        </w:tabs>
        <w:ind w:left="3220" w:hanging="360"/>
      </w:pPr>
      <w:rPr>
        <w:rFonts w:ascii="Symbol" w:hAnsi="Symbol" w:hint="default"/>
      </w:rPr>
    </w:lvl>
    <w:lvl w:ilvl="4" w:tplc="04130003" w:tentative="1">
      <w:start w:val="1"/>
      <w:numFmt w:val="bullet"/>
      <w:lvlText w:val="o"/>
      <w:lvlJc w:val="left"/>
      <w:pPr>
        <w:tabs>
          <w:tab w:val="num" w:pos="3940"/>
        </w:tabs>
        <w:ind w:left="3940" w:hanging="360"/>
      </w:pPr>
      <w:rPr>
        <w:rFonts w:ascii="Courier New" w:hAnsi="Courier New" w:hint="default"/>
      </w:rPr>
    </w:lvl>
    <w:lvl w:ilvl="5" w:tplc="04130005" w:tentative="1">
      <w:start w:val="1"/>
      <w:numFmt w:val="bullet"/>
      <w:lvlText w:val=""/>
      <w:lvlJc w:val="left"/>
      <w:pPr>
        <w:tabs>
          <w:tab w:val="num" w:pos="4660"/>
        </w:tabs>
        <w:ind w:left="4660" w:hanging="360"/>
      </w:pPr>
      <w:rPr>
        <w:rFonts w:ascii="Wingdings" w:hAnsi="Wingdings" w:hint="default"/>
      </w:rPr>
    </w:lvl>
    <w:lvl w:ilvl="6" w:tplc="04130001" w:tentative="1">
      <w:start w:val="1"/>
      <w:numFmt w:val="bullet"/>
      <w:lvlText w:val=""/>
      <w:lvlJc w:val="left"/>
      <w:pPr>
        <w:tabs>
          <w:tab w:val="num" w:pos="5380"/>
        </w:tabs>
        <w:ind w:left="5380" w:hanging="360"/>
      </w:pPr>
      <w:rPr>
        <w:rFonts w:ascii="Symbol" w:hAnsi="Symbol" w:hint="default"/>
      </w:rPr>
    </w:lvl>
    <w:lvl w:ilvl="7" w:tplc="04130003" w:tentative="1">
      <w:start w:val="1"/>
      <w:numFmt w:val="bullet"/>
      <w:lvlText w:val="o"/>
      <w:lvlJc w:val="left"/>
      <w:pPr>
        <w:tabs>
          <w:tab w:val="num" w:pos="6100"/>
        </w:tabs>
        <w:ind w:left="6100" w:hanging="360"/>
      </w:pPr>
      <w:rPr>
        <w:rFonts w:ascii="Courier New" w:hAnsi="Courier New" w:hint="default"/>
      </w:rPr>
    </w:lvl>
    <w:lvl w:ilvl="8" w:tplc="04130005" w:tentative="1">
      <w:start w:val="1"/>
      <w:numFmt w:val="bullet"/>
      <w:lvlText w:val=""/>
      <w:lvlJc w:val="left"/>
      <w:pPr>
        <w:tabs>
          <w:tab w:val="num" w:pos="6820"/>
        </w:tabs>
        <w:ind w:left="6820" w:hanging="360"/>
      </w:pPr>
      <w:rPr>
        <w:rFonts w:ascii="Wingdings" w:hAnsi="Wingdings" w:hint="default"/>
      </w:rPr>
    </w:lvl>
  </w:abstractNum>
  <w:abstractNum w:abstractNumId="14" w15:restartNumberingAfterBreak="0">
    <w:nsid w:val="2BD96BE8"/>
    <w:multiLevelType w:val="hybridMultilevel"/>
    <w:tmpl w:val="E57683EC"/>
    <w:lvl w:ilvl="0" w:tplc="79E480F4">
      <w:start w:val="1"/>
      <w:numFmt w:val="bullet"/>
      <w:lvlText w:val="O"/>
      <w:lvlJc w:val="left"/>
      <w:pPr>
        <w:tabs>
          <w:tab w:val="num" w:pos="360"/>
        </w:tabs>
        <w:ind w:left="360" w:hanging="360"/>
      </w:pPr>
      <w:rPr>
        <w:rFont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B072D5"/>
    <w:multiLevelType w:val="hybridMultilevel"/>
    <w:tmpl w:val="5FE43D30"/>
    <w:lvl w:ilvl="0" w:tplc="3AA66A50">
      <w:start w:val="1"/>
      <w:numFmt w:val="bullet"/>
      <w:lvlText w:val=""/>
      <w:lvlJc w:val="left"/>
      <w:pPr>
        <w:tabs>
          <w:tab w:val="num" w:pos="360"/>
        </w:tabs>
        <w:ind w:left="340" w:hanging="340"/>
      </w:pPr>
      <w:rPr>
        <w:rFonts w:ascii="Symbol" w:hAnsi="Symbol" w:hint="default"/>
      </w:rPr>
    </w:lvl>
    <w:lvl w:ilvl="1" w:tplc="4230AC28">
      <w:start w:val="3"/>
      <w:numFmt w:val="bullet"/>
      <w:lvlText w:val="-"/>
      <w:lvlJc w:val="left"/>
      <w:pPr>
        <w:tabs>
          <w:tab w:val="num" w:pos="1440"/>
        </w:tabs>
        <w:ind w:left="1440" w:hanging="360"/>
      </w:pPr>
      <w:rPr>
        <w:rFonts w:ascii="Times New Roman" w:eastAsia="Times New Roman" w:hAnsi="Times New Roman" w:cs="Times New Roman"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721C13"/>
    <w:multiLevelType w:val="hybridMultilevel"/>
    <w:tmpl w:val="7478C0FA"/>
    <w:lvl w:ilvl="0" w:tplc="3AA66A50">
      <w:start w:val="1"/>
      <w:numFmt w:val="bullet"/>
      <w:lvlText w:val=""/>
      <w:lvlJc w:val="left"/>
      <w:pPr>
        <w:tabs>
          <w:tab w:val="num" w:pos="36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CF4BA6"/>
    <w:multiLevelType w:val="hybridMultilevel"/>
    <w:tmpl w:val="A2DC5DC4"/>
    <w:lvl w:ilvl="0" w:tplc="67A6C264">
      <w:start w:val="1"/>
      <w:numFmt w:val="bullet"/>
      <w:lvlText w:val=""/>
      <w:lvlJc w:val="left"/>
      <w:pPr>
        <w:tabs>
          <w:tab w:val="num" w:pos="360"/>
        </w:tabs>
        <w:ind w:left="36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EF06A7"/>
    <w:multiLevelType w:val="hybridMultilevel"/>
    <w:tmpl w:val="5C58F076"/>
    <w:lvl w:ilvl="0" w:tplc="67A6C264">
      <w:start w:val="1"/>
      <w:numFmt w:val="bullet"/>
      <w:lvlText w:val=""/>
      <w:lvlJc w:val="left"/>
      <w:pPr>
        <w:tabs>
          <w:tab w:val="num" w:pos="360"/>
        </w:tabs>
        <w:ind w:left="36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C83A62"/>
    <w:multiLevelType w:val="hybridMultilevel"/>
    <w:tmpl w:val="027A5F6C"/>
    <w:lvl w:ilvl="0" w:tplc="67A6C264">
      <w:start w:val="1"/>
      <w:numFmt w:val="bullet"/>
      <w:lvlText w:val=""/>
      <w:lvlJc w:val="left"/>
      <w:pPr>
        <w:tabs>
          <w:tab w:val="num" w:pos="360"/>
        </w:tabs>
        <w:ind w:left="36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7E23D1"/>
    <w:multiLevelType w:val="hybridMultilevel"/>
    <w:tmpl w:val="745C50F4"/>
    <w:lvl w:ilvl="0" w:tplc="79E480F4">
      <w:start w:val="1"/>
      <w:numFmt w:val="bullet"/>
      <w:lvlText w:val="O"/>
      <w:lvlJc w:val="left"/>
      <w:pPr>
        <w:tabs>
          <w:tab w:val="num" w:pos="360"/>
        </w:tabs>
        <w:ind w:left="360" w:hanging="360"/>
      </w:pPr>
      <w:rPr>
        <w:rFont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B82A9E"/>
    <w:multiLevelType w:val="hybridMultilevel"/>
    <w:tmpl w:val="593E0E56"/>
    <w:lvl w:ilvl="0" w:tplc="79E480F4">
      <w:start w:val="1"/>
      <w:numFmt w:val="bullet"/>
      <w:lvlText w:val="O"/>
      <w:lvlJc w:val="left"/>
      <w:pPr>
        <w:tabs>
          <w:tab w:val="num" w:pos="360"/>
        </w:tabs>
        <w:ind w:left="360" w:hanging="360"/>
      </w:pPr>
      <w:rPr>
        <w:rFont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BD42AE"/>
    <w:multiLevelType w:val="hybridMultilevel"/>
    <w:tmpl w:val="B3CE52B0"/>
    <w:lvl w:ilvl="0" w:tplc="3AA66A50">
      <w:start w:val="1"/>
      <w:numFmt w:val="bullet"/>
      <w:lvlText w:val=""/>
      <w:lvlJc w:val="left"/>
      <w:pPr>
        <w:tabs>
          <w:tab w:val="num" w:pos="36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38F4B9A"/>
    <w:multiLevelType w:val="hybridMultilevel"/>
    <w:tmpl w:val="D2300F4E"/>
    <w:lvl w:ilvl="0" w:tplc="67A6C264">
      <w:start w:val="1"/>
      <w:numFmt w:val="bullet"/>
      <w:lvlText w:val=""/>
      <w:lvlJc w:val="left"/>
      <w:pPr>
        <w:tabs>
          <w:tab w:val="num" w:pos="360"/>
        </w:tabs>
        <w:ind w:left="360" w:hanging="360"/>
      </w:pPr>
      <w:rPr>
        <w:rFonts w:ascii="Wingdings" w:hAnsi="Wingdings"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84E74E3"/>
    <w:multiLevelType w:val="hybridMultilevel"/>
    <w:tmpl w:val="DC00830C"/>
    <w:lvl w:ilvl="0" w:tplc="79E480F4">
      <w:start w:val="1"/>
      <w:numFmt w:val="bullet"/>
      <w:lvlText w:val="O"/>
      <w:lvlJc w:val="left"/>
      <w:pPr>
        <w:tabs>
          <w:tab w:val="num" w:pos="360"/>
        </w:tabs>
        <w:ind w:left="360" w:hanging="360"/>
      </w:pPr>
      <w:rPr>
        <w:rFont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7A5651"/>
    <w:multiLevelType w:val="hybridMultilevel"/>
    <w:tmpl w:val="5B2E83CE"/>
    <w:lvl w:ilvl="0" w:tplc="3AA66A50">
      <w:start w:val="1"/>
      <w:numFmt w:val="bullet"/>
      <w:lvlText w:val=""/>
      <w:lvlJc w:val="left"/>
      <w:pPr>
        <w:tabs>
          <w:tab w:val="num" w:pos="36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A07100B"/>
    <w:multiLevelType w:val="hybridMultilevel"/>
    <w:tmpl w:val="3FBEBC18"/>
    <w:lvl w:ilvl="0" w:tplc="67A6C264">
      <w:start w:val="1"/>
      <w:numFmt w:val="bullet"/>
      <w:lvlText w:val=""/>
      <w:lvlJc w:val="left"/>
      <w:pPr>
        <w:tabs>
          <w:tab w:val="num" w:pos="360"/>
        </w:tabs>
        <w:ind w:left="36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A652E23"/>
    <w:multiLevelType w:val="hybridMultilevel"/>
    <w:tmpl w:val="59C40F1A"/>
    <w:lvl w:ilvl="0" w:tplc="4230AC28">
      <w:start w:val="3"/>
      <w:numFmt w:val="bullet"/>
      <w:lvlText w:val="-"/>
      <w:lvlJc w:val="left"/>
      <w:pPr>
        <w:tabs>
          <w:tab w:val="num" w:pos="700"/>
        </w:tabs>
        <w:ind w:left="700" w:hanging="360"/>
      </w:pPr>
      <w:rPr>
        <w:rFonts w:ascii="Times New Roman" w:eastAsia="Times New Roman" w:hAnsi="Times New Roman" w:cs="Times New Roman" w:hint="default"/>
      </w:rPr>
    </w:lvl>
    <w:lvl w:ilvl="1" w:tplc="04130003" w:tentative="1">
      <w:start w:val="1"/>
      <w:numFmt w:val="bullet"/>
      <w:lvlText w:val="o"/>
      <w:lvlJc w:val="left"/>
      <w:pPr>
        <w:tabs>
          <w:tab w:val="num" w:pos="1420"/>
        </w:tabs>
        <w:ind w:left="1420" w:hanging="360"/>
      </w:pPr>
      <w:rPr>
        <w:rFonts w:ascii="Courier New" w:hAnsi="Courier New" w:hint="default"/>
      </w:rPr>
    </w:lvl>
    <w:lvl w:ilvl="2" w:tplc="04130005" w:tentative="1">
      <w:start w:val="1"/>
      <w:numFmt w:val="bullet"/>
      <w:lvlText w:val=""/>
      <w:lvlJc w:val="left"/>
      <w:pPr>
        <w:tabs>
          <w:tab w:val="num" w:pos="2140"/>
        </w:tabs>
        <w:ind w:left="2140" w:hanging="360"/>
      </w:pPr>
      <w:rPr>
        <w:rFonts w:ascii="Wingdings" w:hAnsi="Wingdings" w:hint="default"/>
      </w:rPr>
    </w:lvl>
    <w:lvl w:ilvl="3" w:tplc="04130001" w:tentative="1">
      <w:start w:val="1"/>
      <w:numFmt w:val="bullet"/>
      <w:lvlText w:val=""/>
      <w:lvlJc w:val="left"/>
      <w:pPr>
        <w:tabs>
          <w:tab w:val="num" w:pos="2860"/>
        </w:tabs>
        <w:ind w:left="2860" w:hanging="360"/>
      </w:pPr>
      <w:rPr>
        <w:rFonts w:ascii="Symbol" w:hAnsi="Symbol" w:hint="default"/>
      </w:rPr>
    </w:lvl>
    <w:lvl w:ilvl="4" w:tplc="04130003" w:tentative="1">
      <w:start w:val="1"/>
      <w:numFmt w:val="bullet"/>
      <w:lvlText w:val="o"/>
      <w:lvlJc w:val="left"/>
      <w:pPr>
        <w:tabs>
          <w:tab w:val="num" w:pos="3580"/>
        </w:tabs>
        <w:ind w:left="3580" w:hanging="360"/>
      </w:pPr>
      <w:rPr>
        <w:rFonts w:ascii="Courier New" w:hAnsi="Courier New" w:hint="default"/>
      </w:rPr>
    </w:lvl>
    <w:lvl w:ilvl="5" w:tplc="04130005" w:tentative="1">
      <w:start w:val="1"/>
      <w:numFmt w:val="bullet"/>
      <w:lvlText w:val=""/>
      <w:lvlJc w:val="left"/>
      <w:pPr>
        <w:tabs>
          <w:tab w:val="num" w:pos="4300"/>
        </w:tabs>
        <w:ind w:left="4300" w:hanging="360"/>
      </w:pPr>
      <w:rPr>
        <w:rFonts w:ascii="Wingdings" w:hAnsi="Wingdings" w:hint="default"/>
      </w:rPr>
    </w:lvl>
    <w:lvl w:ilvl="6" w:tplc="04130001" w:tentative="1">
      <w:start w:val="1"/>
      <w:numFmt w:val="bullet"/>
      <w:lvlText w:val=""/>
      <w:lvlJc w:val="left"/>
      <w:pPr>
        <w:tabs>
          <w:tab w:val="num" w:pos="5020"/>
        </w:tabs>
        <w:ind w:left="5020" w:hanging="360"/>
      </w:pPr>
      <w:rPr>
        <w:rFonts w:ascii="Symbol" w:hAnsi="Symbol" w:hint="default"/>
      </w:rPr>
    </w:lvl>
    <w:lvl w:ilvl="7" w:tplc="04130003" w:tentative="1">
      <w:start w:val="1"/>
      <w:numFmt w:val="bullet"/>
      <w:lvlText w:val="o"/>
      <w:lvlJc w:val="left"/>
      <w:pPr>
        <w:tabs>
          <w:tab w:val="num" w:pos="5740"/>
        </w:tabs>
        <w:ind w:left="5740" w:hanging="360"/>
      </w:pPr>
      <w:rPr>
        <w:rFonts w:ascii="Courier New" w:hAnsi="Courier New" w:hint="default"/>
      </w:rPr>
    </w:lvl>
    <w:lvl w:ilvl="8" w:tplc="04130005" w:tentative="1">
      <w:start w:val="1"/>
      <w:numFmt w:val="bullet"/>
      <w:lvlText w:val=""/>
      <w:lvlJc w:val="left"/>
      <w:pPr>
        <w:tabs>
          <w:tab w:val="num" w:pos="6460"/>
        </w:tabs>
        <w:ind w:left="6460" w:hanging="360"/>
      </w:pPr>
      <w:rPr>
        <w:rFonts w:ascii="Wingdings" w:hAnsi="Wingdings" w:hint="default"/>
      </w:rPr>
    </w:lvl>
  </w:abstractNum>
  <w:abstractNum w:abstractNumId="28" w15:restartNumberingAfterBreak="0">
    <w:nsid w:val="5B0355BE"/>
    <w:multiLevelType w:val="hybridMultilevel"/>
    <w:tmpl w:val="31587D08"/>
    <w:lvl w:ilvl="0" w:tplc="3AA66A50">
      <w:start w:val="1"/>
      <w:numFmt w:val="bullet"/>
      <w:lvlText w:val=""/>
      <w:lvlJc w:val="left"/>
      <w:pPr>
        <w:tabs>
          <w:tab w:val="num" w:pos="36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883591"/>
    <w:multiLevelType w:val="hybridMultilevel"/>
    <w:tmpl w:val="D194B790"/>
    <w:lvl w:ilvl="0" w:tplc="3AA66A50">
      <w:start w:val="1"/>
      <w:numFmt w:val="bullet"/>
      <w:lvlText w:val=""/>
      <w:lvlJc w:val="left"/>
      <w:pPr>
        <w:tabs>
          <w:tab w:val="num" w:pos="360"/>
        </w:tabs>
        <w:ind w:left="340" w:hanging="340"/>
      </w:pPr>
      <w:rPr>
        <w:rFonts w:ascii="Symbol" w:hAnsi="Symbol" w:hint="default"/>
      </w:rPr>
    </w:lvl>
    <w:lvl w:ilvl="1" w:tplc="04130003" w:tentative="1">
      <w:start w:val="1"/>
      <w:numFmt w:val="bullet"/>
      <w:lvlText w:val="o"/>
      <w:lvlJc w:val="left"/>
      <w:pPr>
        <w:tabs>
          <w:tab w:val="num" w:pos="1420"/>
        </w:tabs>
        <w:ind w:left="1420" w:hanging="360"/>
      </w:pPr>
      <w:rPr>
        <w:rFonts w:ascii="Courier New" w:hAnsi="Courier New" w:hint="default"/>
      </w:rPr>
    </w:lvl>
    <w:lvl w:ilvl="2" w:tplc="04130005" w:tentative="1">
      <w:start w:val="1"/>
      <w:numFmt w:val="bullet"/>
      <w:lvlText w:val=""/>
      <w:lvlJc w:val="left"/>
      <w:pPr>
        <w:tabs>
          <w:tab w:val="num" w:pos="2140"/>
        </w:tabs>
        <w:ind w:left="2140" w:hanging="360"/>
      </w:pPr>
      <w:rPr>
        <w:rFonts w:ascii="Wingdings" w:hAnsi="Wingdings" w:hint="default"/>
      </w:rPr>
    </w:lvl>
    <w:lvl w:ilvl="3" w:tplc="04130001" w:tentative="1">
      <w:start w:val="1"/>
      <w:numFmt w:val="bullet"/>
      <w:lvlText w:val=""/>
      <w:lvlJc w:val="left"/>
      <w:pPr>
        <w:tabs>
          <w:tab w:val="num" w:pos="2860"/>
        </w:tabs>
        <w:ind w:left="2860" w:hanging="360"/>
      </w:pPr>
      <w:rPr>
        <w:rFonts w:ascii="Symbol" w:hAnsi="Symbol" w:hint="default"/>
      </w:rPr>
    </w:lvl>
    <w:lvl w:ilvl="4" w:tplc="04130003" w:tentative="1">
      <w:start w:val="1"/>
      <w:numFmt w:val="bullet"/>
      <w:lvlText w:val="o"/>
      <w:lvlJc w:val="left"/>
      <w:pPr>
        <w:tabs>
          <w:tab w:val="num" w:pos="3580"/>
        </w:tabs>
        <w:ind w:left="3580" w:hanging="360"/>
      </w:pPr>
      <w:rPr>
        <w:rFonts w:ascii="Courier New" w:hAnsi="Courier New" w:hint="default"/>
      </w:rPr>
    </w:lvl>
    <w:lvl w:ilvl="5" w:tplc="04130005" w:tentative="1">
      <w:start w:val="1"/>
      <w:numFmt w:val="bullet"/>
      <w:lvlText w:val=""/>
      <w:lvlJc w:val="left"/>
      <w:pPr>
        <w:tabs>
          <w:tab w:val="num" w:pos="4300"/>
        </w:tabs>
        <w:ind w:left="4300" w:hanging="360"/>
      </w:pPr>
      <w:rPr>
        <w:rFonts w:ascii="Wingdings" w:hAnsi="Wingdings" w:hint="default"/>
      </w:rPr>
    </w:lvl>
    <w:lvl w:ilvl="6" w:tplc="04130001" w:tentative="1">
      <w:start w:val="1"/>
      <w:numFmt w:val="bullet"/>
      <w:lvlText w:val=""/>
      <w:lvlJc w:val="left"/>
      <w:pPr>
        <w:tabs>
          <w:tab w:val="num" w:pos="5020"/>
        </w:tabs>
        <w:ind w:left="5020" w:hanging="360"/>
      </w:pPr>
      <w:rPr>
        <w:rFonts w:ascii="Symbol" w:hAnsi="Symbol" w:hint="default"/>
      </w:rPr>
    </w:lvl>
    <w:lvl w:ilvl="7" w:tplc="04130003" w:tentative="1">
      <w:start w:val="1"/>
      <w:numFmt w:val="bullet"/>
      <w:lvlText w:val="o"/>
      <w:lvlJc w:val="left"/>
      <w:pPr>
        <w:tabs>
          <w:tab w:val="num" w:pos="5740"/>
        </w:tabs>
        <w:ind w:left="5740" w:hanging="360"/>
      </w:pPr>
      <w:rPr>
        <w:rFonts w:ascii="Courier New" w:hAnsi="Courier New" w:hint="default"/>
      </w:rPr>
    </w:lvl>
    <w:lvl w:ilvl="8" w:tplc="04130005" w:tentative="1">
      <w:start w:val="1"/>
      <w:numFmt w:val="bullet"/>
      <w:lvlText w:val=""/>
      <w:lvlJc w:val="left"/>
      <w:pPr>
        <w:tabs>
          <w:tab w:val="num" w:pos="6460"/>
        </w:tabs>
        <w:ind w:left="6460" w:hanging="360"/>
      </w:pPr>
      <w:rPr>
        <w:rFonts w:ascii="Wingdings" w:hAnsi="Wingdings" w:hint="default"/>
      </w:rPr>
    </w:lvl>
  </w:abstractNum>
  <w:abstractNum w:abstractNumId="30" w15:restartNumberingAfterBreak="0">
    <w:nsid w:val="5F650053"/>
    <w:multiLevelType w:val="hybridMultilevel"/>
    <w:tmpl w:val="2FEE13A0"/>
    <w:lvl w:ilvl="0" w:tplc="3AA66A50">
      <w:start w:val="1"/>
      <w:numFmt w:val="bullet"/>
      <w:lvlText w:val=""/>
      <w:lvlJc w:val="left"/>
      <w:pPr>
        <w:tabs>
          <w:tab w:val="num" w:pos="36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062639D"/>
    <w:multiLevelType w:val="hybridMultilevel"/>
    <w:tmpl w:val="78422120"/>
    <w:lvl w:ilvl="0" w:tplc="3AA66A50">
      <w:start w:val="1"/>
      <w:numFmt w:val="bullet"/>
      <w:lvlText w:val=""/>
      <w:lvlJc w:val="left"/>
      <w:pPr>
        <w:tabs>
          <w:tab w:val="num" w:pos="36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2D300B"/>
    <w:multiLevelType w:val="hybridMultilevel"/>
    <w:tmpl w:val="9A0E8FF2"/>
    <w:lvl w:ilvl="0" w:tplc="3AA66A50">
      <w:start w:val="1"/>
      <w:numFmt w:val="bullet"/>
      <w:lvlText w:val=""/>
      <w:lvlJc w:val="left"/>
      <w:pPr>
        <w:tabs>
          <w:tab w:val="num" w:pos="36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A908D1"/>
    <w:multiLevelType w:val="hybridMultilevel"/>
    <w:tmpl w:val="C450D782"/>
    <w:lvl w:ilvl="0" w:tplc="82B0F8A2">
      <w:start w:val="1"/>
      <w:numFmt w:val="lowerLetter"/>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4" w15:restartNumberingAfterBreak="0">
    <w:nsid w:val="68EA2AB1"/>
    <w:multiLevelType w:val="hybridMultilevel"/>
    <w:tmpl w:val="A1A83752"/>
    <w:lvl w:ilvl="0" w:tplc="3AA66A50">
      <w:start w:val="1"/>
      <w:numFmt w:val="bullet"/>
      <w:lvlText w:val=""/>
      <w:lvlJc w:val="left"/>
      <w:pPr>
        <w:tabs>
          <w:tab w:val="num" w:pos="36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A95098"/>
    <w:multiLevelType w:val="hybridMultilevel"/>
    <w:tmpl w:val="4164F91C"/>
    <w:lvl w:ilvl="0" w:tplc="79E480F4">
      <w:start w:val="1"/>
      <w:numFmt w:val="bullet"/>
      <w:lvlText w:val="O"/>
      <w:lvlJc w:val="left"/>
      <w:pPr>
        <w:tabs>
          <w:tab w:val="num" w:pos="720"/>
        </w:tabs>
        <w:ind w:left="720" w:hanging="360"/>
      </w:pPr>
      <w:rPr>
        <w:rFonts w:hint="default"/>
      </w:rPr>
    </w:lvl>
    <w:lvl w:ilvl="1" w:tplc="04130003">
      <w:start w:val="1"/>
      <w:numFmt w:val="bullet"/>
      <w:lvlText w:val="o"/>
      <w:lvlJc w:val="left"/>
      <w:pPr>
        <w:tabs>
          <w:tab w:val="num" w:pos="1800"/>
        </w:tabs>
        <w:ind w:left="1800" w:hanging="360"/>
      </w:pPr>
      <w:rPr>
        <w:rFonts w:ascii="Courier New" w:hAnsi="Courier New" w:hint="default"/>
      </w:rPr>
    </w:lvl>
    <w:lvl w:ilvl="2" w:tplc="04130005" w:tentative="1">
      <w:start w:val="1"/>
      <w:numFmt w:val="bullet"/>
      <w:lvlText w:val=""/>
      <w:lvlJc w:val="left"/>
      <w:pPr>
        <w:tabs>
          <w:tab w:val="num" w:pos="2520"/>
        </w:tabs>
        <w:ind w:left="2520" w:hanging="360"/>
      </w:pPr>
      <w:rPr>
        <w:rFonts w:ascii="Wingdings" w:hAnsi="Wingdings" w:hint="default"/>
      </w:rPr>
    </w:lvl>
    <w:lvl w:ilvl="3" w:tplc="04130001" w:tentative="1">
      <w:start w:val="1"/>
      <w:numFmt w:val="bullet"/>
      <w:lvlText w:val=""/>
      <w:lvlJc w:val="left"/>
      <w:pPr>
        <w:tabs>
          <w:tab w:val="num" w:pos="3240"/>
        </w:tabs>
        <w:ind w:left="3240" w:hanging="360"/>
      </w:pPr>
      <w:rPr>
        <w:rFonts w:ascii="Symbol" w:hAnsi="Symbol" w:hint="default"/>
      </w:rPr>
    </w:lvl>
    <w:lvl w:ilvl="4" w:tplc="04130003" w:tentative="1">
      <w:start w:val="1"/>
      <w:numFmt w:val="bullet"/>
      <w:lvlText w:val="o"/>
      <w:lvlJc w:val="left"/>
      <w:pPr>
        <w:tabs>
          <w:tab w:val="num" w:pos="3960"/>
        </w:tabs>
        <w:ind w:left="3960" w:hanging="360"/>
      </w:pPr>
      <w:rPr>
        <w:rFonts w:ascii="Courier New" w:hAnsi="Courier New" w:hint="default"/>
      </w:rPr>
    </w:lvl>
    <w:lvl w:ilvl="5" w:tplc="04130005" w:tentative="1">
      <w:start w:val="1"/>
      <w:numFmt w:val="bullet"/>
      <w:lvlText w:val=""/>
      <w:lvlJc w:val="left"/>
      <w:pPr>
        <w:tabs>
          <w:tab w:val="num" w:pos="4680"/>
        </w:tabs>
        <w:ind w:left="4680" w:hanging="360"/>
      </w:pPr>
      <w:rPr>
        <w:rFonts w:ascii="Wingdings" w:hAnsi="Wingdings" w:hint="default"/>
      </w:rPr>
    </w:lvl>
    <w:lvl w:ilvl="6" w:tplc="04130001" w:tentative="1">
      <w:start w:val="1"/>
      <w:numFmt w:val="bullet"/>
      <w:lvlText w:val=""/>
      <w:lvlJc w:val="left"/>
      <w:pPr>
        <w:tabs>
          <w:tab w:val="num" w:pos="5400"/>
        </w:tabs>
        <w:ind w:left="5400" w:hanging="360"/>
      </w:pPr>
      <w:rPr>
        <w:rFonts w:ascii="Symbol" w:hAnsi="Symbol" w:hint="default"/>
      </w:rPr>
    </w:lvl>
    <w:lvl w:ilvl="7" w:tplc="04130003" w:tentative="1">
      <w:start w:val="1"/>
      <w:numFmt w:val="bullet"/>
      <w:lvlText w:val="o"/>
      <w:lvlJc w:val="left"/>
      <w:pPr>
        <w:tabs>
          <w:tab w:val="num" w:pos="6120"/>
        </w:tabs>
        <w:ind w:left="6120" w:hanging="360"/>
      </w:pPr>
      <w:rPr>
        <w:rFonts w:ascii="Courier New" w:hAnsi="Courier New" w:hint="default"/>
      </w:rPr>
    </w:lvl>
    <w:lvl w:ilvl="8" w:tplc="0413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C845188"/>
    <w:multiLevelType w:val="hybridMultilevel"/>
    <w:tmpl w:val="0DAA75B2"/>
    <w:lvl w:ilvl="0" w:tplc="3AA66A50">
      <w:start w:val="1"/>
      <w:numFmt w:val="bullet"/>
      <w:lvlText w:val=""/>
      <w:lvlJc w:val="left"/>
      <w:pPr>
        <w:tabs>
          <w:tab w:val="num" w:pos="36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7739C1"/>
    <w:multiLevelType w:val="hybridMultilevel"/>
    <w:tmpl w:val="CB68FD76"/>
    <w:lvl w:ilvl="0" w:tplc="79E480F4">
      <w:start w:val="1"/>
      <w:numFmt w:val="bullet"/>
      <w:lvlText w:val="O"/>
      <w:lvlJc w:val="left"/>
      <w:pPr>
        <w:tabs>
          <w:tab w:val="num" w:pos="360"/>
        </w:tabs>
        <w:ind w:left="360" w:hanging="360"/>
      </w:pPr>
      <w:rPr>
        <w:rFont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1162B38"/>
    <w:multiLevelType w:val="hybridMultilevel"/>
    <w:tmpl w:val="C15A3E28"/>
    <w:lvl w:ilvl="0" w:tplc="3AA66A50">
      <w:start w:val="1"/>
      <w:numFmt w:val="bullet"/>
      <w:lvlText w:val=""/>
      <w:lvlJc w:val="left"/>
      <w:pPr>
        <w:tabs>
          <w:tab w:val="num" w:pos="36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5D7828"/>
    <w:multiLevelType w:val="hybridMultilevel"/>
    <w:tmpl w:val="C682119A"/>
    <w:lvl w:ilvl="0" w:tplc="79E480F4">
      <w:start w:val="1"/>
      <w:numFmt w:val="bullet"/>
      <w:lvlText w:val="O"/>
      <w:lvlJc w:val="left"/>
      <w:pPr>
        <w:tabs>
          <w:tab w:val="num" w:pos="360"/>
        </w:tabs>
        <w:ind w:left="360" w:hanging="360"/>
      </w:pPr>
      <w:rPr>
        <w:rFont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C481ABD"/>
    <w:multiLevelType w:val="hybridMultilevel"/>
    <w:tmpl w:val="E482D1C8"/>
    <w:lvl w:ilvl="0" w:tplc="67A6C264">
      <w:start w:val="1"/>
      <w:numFmt w:val="bullet"/>
      <w:lvlText w:val=""/>
      <w:lvlJc w:val="left"/>
      <w:pPr>
        <w:tabs>
          <w:tab w:val="num" w:pos="360"/>
        </w:tabs>
        <w:ind w:left="36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CCC62A9"/>
    <w:multiLevelType w:val="hybridMultilevel"/>
    <w:tmpl w:val="58DA0132"/>
    <w:lvl w:ilvl="0" w:tplc="4230AC28">
      <w:start w:val="3"/>
      <w:numFmt w:val="bullet"/>
      <w:lvlText w:val="-"/>
      <w:lvlJc w:val="left"/>
      <w:pPr>
        <w:tabs>
          <w:tab w:val="num" w:pos="700"/>
        </w:tabs>
        <w:ind w:left="700" w:hanging="360"/>
      </w:pPr>
      <w:rPr>
        <w:rFonts w:ascii="Times New Roman" w:eastAsia="Times New Roman" w:hAnsi="Times New Roman" w:cs="Times New Roman" w:hint="default"/>
      </w:rPr>
    </w:lvl>
    <w:lvl w:ilvl="1" w:tplc="04130003" w:tentative="1">
      <w:start w:val="1"/>
      <w:numFmt w:val="bullet"/>
      <w:lvlText w:val="o"/>
      <w:lvlJc w:val="left"/>
      <w:pPr>
        <w:tabs>
          <w:tab w:val="num" w:pos="1420"/>
        </w:tabs>
        <w:ind w:left="1420" w:hanging="360"/>
      </w:pPr>
      <w:rPr>
        <w:rFonts w:ascii="Courier New" w:hAnsi="Courier New" w:hint="default"/>
      </w:rPr>
    </w:lvl>
    <w:lvl w:ilvl="2" w:tplc="04130005" w:tentative="1">
      <w:start w:val="1"/>
      <w:numFmt w:val="bullet"/>
      <w:lvlText w:val=""/>
      <w:lvlJc w:val="left"/>
      <w:pPr>
        <w:tabs>
          <w:tab w:val="num" w:pos="2140"/>
        </w:tabs>
        <w:ind w:left="2140" w:hanging="360"/>
      </w:pPr>
      <w:rPr>
        <w:rFonts w:ascii="Wingdings" w:hAnsi="Wingdings" w:hint="default"/>
      </w:rPr>
    </w:lvl>
    <w:lvl w:ilvl="3" w:tplc="04130001" w:tentative="1">
      <w:start w:val="1"/>
      <w:numFmt w:val="bullet"/>
      <w:lvlText w:val=""/>
      <w:lvlJc w:val="left"/>
      <w:pPr>
        <w:tabs>
          <w:tab w:val="num" w:pos="2860"/>
        </w:tabs>
        <w:ind w:left="2860" w:hanging="360"/>
      </w:pPr>
      <w:rPr>
        <w:rFonts w:ascii="Symbol" w:hAnsi="Symbol" w:hint="default"/>
      </w:rPr>
    </w:lvl>
    <w:lvl w:ilvl="4" w:tplc="04130003" w:tentative="1">
      <w:start w:val="1"/>
      <w:numFmt w:val="bullet"/>
      <w:lvlText w:val="o"/>
      <w:lvlJc w:val="left"/>
      <w:pPr>
        <w:tabs>
          <w:tab w:val="num" w:pos="3580"/>
        </w:tabs>
        <w:ind w:left="3580" w:hanging="360"/>
      </w:pPr>
      <w:rPr>
        <w:rFonts w:ascii="Courier New" w:hAnsi="Courier New" w:hint="default"/>
      </w:rPr>
    </w:lvl>
    <w:lvl w:ilvl="5" w:tplc="04130005" w:tentative="1">
      <w:start w:val="1"/>
      <w:numFmt w:val="bullet"/>
      <w:lvlText w:val=""/>
      <w:lvlJc w:val="left"/>
      <w:pPr>
        <w:tabs>
          <w:tab w:val="num" w:pos="4300"/>
        </w:tabs>
        <w:ind w:left="4300" w:hanging="360"/>
      </w:pPr>
      <w:rPr>
        <w:rFonts w:ascii="Wingdings" w:hAnsi="Wingdings" w:hint="default"/>
      </w:rPr>
    </w:lvl>
    <w:lvl w:ilvl="6" w:tplc="04130001" w:tentative="1">
      <w:start w:val="1"/>
      <w:numFmt w:val="bullet"/>
      <w:lvlText w:val=""/>
      <w:lvlJc w:val="left"/>
      <w:pPr>
        <w:tabs>
          <w:tab w:val="num" w:pos="5020"/>
        </w:tabs>
        <w:ind w:left="5020" w:hanging="360"/>
      </w:pPr>
      <w:rPr>
        <w:rFonts w:ascii="Symbol" w:hAnsi="Symbol" w:hint="default"/>
      </w:rPr>
    </w:lvl>
    <w:lvl w:ilvl="7" w:tplc="04130003" w:tentative="1">
      <w:start w:val="1"/>
      <w:numFmt w:val="bullet"/>
      <w:lvlText w:val="o"/>
      <w:lvlJc w:val="left"/>
      <w:pPr>
        <w:tabs>
          <w:tab w:val="num" w:pos="5740"/>
        </w:tabs>
        <w:ind w:left="5740" w:hanging="360"/>
      </w:pPr>
      <w:rPr>
        <w:rFonts w:ascii="Courier New" w:hAnsi="Courier New" w:hint="default"/>
      </w:rPr>
    </w:lvl>
    <w:lvl w:ilvl="8" w:tplc="04130005" w:tentative="1">
      <w:start w:val="1"/>
      <w:numFmt w:val="bullet"/>
      <w:lvlText w:val=""/>
      <w:lvlJc w:val="left"/>
      <w:pPr>
        <w:tabs>
          <w:tab w:val="num" w:pos="6460"/>
        </w:tabs>
        <w:ind w:left="6460" w:hanging="360"/>
      </w:pPr>
      <w:rPr>
        <w:rFonts w:ascii="Wingdings" w:hAnsi="Wingdings" w:hint="default"/>
      </w:rPr>
    </w:lvl>
  </w:abstractNum>
  <w:num w:numId="1">
    <w:abstractNumId w:val="30"/>
  </w:num>
  <w:num w:numId="2">
    <w:abstractNumId w:val="12"/>
  </w:num>
  <w:num w:numId="3">
    <w:abstractNumId w:val="16"/>
  </w:num>
  <w:num w:numId="4">
    <w:abstractNumId w:val="28"/>
  </w:num>
  <w:num w:numId="5">
    <w:abstractNumId w:val="1"/>
  </w:num>
  <w:num w:numId="6">
    <w:abstractNumId w:val="36"/>
  </w:num>
  <w:num w:numId="7">
    <w:abstractNumId w:val="7"/>
  </w:num>
  <w:num w:numId="8">
    <w:abstractNumId w:val="27"/>
  </w:num>
  <w:num w:numId="9">
    <w:abstractNumId w:val="29"/>
  </w:num>
  <w:num w:numId="10">
    <w:abstractNumId w:val="13"/>
  </w:num>
  <w:num w:numId="11">
    <w:abstractNumId w:val="22"/>
  </w:num>
  <w:num w:numId="12">
    <w:abstractNumId w:val="32"/>
  </w:num>
  <w:num w:numId="13">
    <w:abstractNumId w:val="25"/>
  </w:num>
  <w:num w:numId="14">
    <w:abstractNumId w:val="5"/>
  </w:num>
  <w:num w:numId="15">
    <w:abstractNumId w:val="15"/>
  </w:num>
  <w:num w:numId="16">
    <w:abstractNumId w:val="4"/>
  </w:num>
  <w:num w:numId="17">
    <w:abstractNumId w:val="41"/>
  </w:num>
  <w:num w:numId="18">
    <w:abstractNumId w:val="38"/>
  </w:num>
  <w:num w:numId="19">
    <w:abstractNumId w:val="23"/>
  </w:num>
  <w:num w:numId="20">
    <w:abstractNumId w:val="3"/>
  </w:num>
  <w:num w:numId="21">
    <w:abstractNumId w:val="40"/>
  </w:num>
  <w:num w:numId="22">
    <w:abstractNumId w:val="17"/>
  </w:num>
  <w:num w:numId="23">
    <w:abstractNumId w:val="10"/>
  </w:num>
  <w:num w:numId="24">
    <w:abstractNumId w:val="0"/>
  </w:num>
  <w:num w:numId="25">
    <w:abstractNumId w:val="33"/>
  </w:num>
  <w:num w:numId="26">
    <w:abstractNumId w:val="18"/>
  </w:num>
  <w:num w:numId="27">
    <w:abstractNumId w:val="26"/>
  </w:num>
  <w:num w:numId="28">
    <w:abstractNumId w:val="19"/>
  </w:num>
  <w:num w:numId="29">
    <w:abstractNumId w:val="21"/>
  </w:num>
  <w:num w:numId="30">
    <w:abstractNumId w:val="11"/>
  </w:num>
  <w:num w:numId="31">
    <w:abstractNumId w:val="24"/>
  </w:num>
  <w:num w:numId="32">
    <w:abstractNumId w:val="39"/>
  </w:num>
  <w:num w:numId="33">
    <w:abstractNumId w:val="20"/>
  </w:num>
  <w:num w:numId="34">
    <w:abstractNumId w:val="6"/>
  </w:num>
  <w:num w:numId="35">
    <w:abstractNumId w:val="37"/>
  </w:num>
  <w:num w:numId="36">
    <w:abstractNumId w:val="9"/>
  </w:num>
  <w:num w:numId="37">
    <w:abstractNumId w:val="35"/>
  </w:num>
  <w:num w:numId="38">
    <w:abstractNumId w:val="14"/>
  </w:num>
  <w:num w:numId="39">
    <w:abstractNumId w:val="34"/>
  </w:num>
  <w:num w:numId="40">
    <w:abstractNumId w:val="8"/>
  </w:num>
  <w:num w:numId="41">
    <w:abstractNumId w:val="31"/>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ocumentProtection w:edit="forms" w:formatting="1" w:enforcement="1" w:cryptProviderType="rsaAES" w:cryptAlgorithmClass="hash" w:cryptAlgorithmType="typeAny" w:cryptAlgorithmSid="14" w:cryptSpinCount="100000" w:hash="rd9CJjy2K1gf0mTu6upVessO2xTjdU5jQls2jnuzt7eX4ac2xowoijfvI/37WMLoYraQjcAnD/1Md9zZFHyBew==" w:salt="FcEYMwjNNtRRsLSj09g3bA=="/>
  <w:defaultTabStop w:val="708"/>
  <w:hyphenationZone w:val="425"/>
  <w:characterSpacingControl w:val="doNotCompress"/>
  <w:hdrShapeDefaults>
    <o:shapedefaults v:ext="edit" spidmax="2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A72"/>
    <w:rsid w:val="000D5A72"/>
    <w:rsid w:val="00215072"/>
    <w:rsid w:val="00225239"/>
    <w:rsid w:val="00AF3531"/>
    <w:rsid w:val="00C635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2"/>
    </o:shapelayout>
  </w:shapeDefaults>
  <w:decimalSymbol w:val=","/>
  <w:listSeparator w:val=";"/>
  <w15:chartTrackingRefBased/>
  <w15:docId w15:val="{3E3950FC-96E2-49F7-816F-22D227BB6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D5A72"/>
    <w:pPr>
      <w:spacing w:after="0" w:line="240" w:lineRule="auto"/>
    </w:pPr>
    <w:rPr>
      <w:rFonts w:eastAsia="Times New Roman" w:cs="Times New Roman"/>
      <w:szCs w:val="24"/>
      <w:lang w:eastAsia="nl-NL"/>
    </w:rPr>
  </w:style>
  <w:style w:type="paragraph" w:styleId="Kop1">
    <w:name w:val="heading 1"/>
    <w:basedOn w:val="Standaard"/>
    <w:next w:val="Standaard"/>
    <w:link w:val="Kop1Char"/>
    <w:qFormat/>
    <w:rsid w:val="000D5A72"/>
    <w:pPr>
      <w:keepNext/>
      <w:outlineLvl w:val="0"/>
    </w:pPr>
    <w:rPr>
      <w:b/>
      <w:bCs/>
      <w:sz w:val="28"/>
    </w:rPr>
  </w:style>
  <w:style w:type="paragraph" w:styleId="Kop2">
    <w:name w:val="heading 2"/>
    <w:basedOn w:val="Standaard"/>
    <w:next w:val="Standaard"/>
    <w:link w:val="Kop2Char"/>
    <w:qFormat/>
    <w:rsid w:val="000D5A72"/>
    <w:pPr>
      <w:keepNext/>
      <w:jc w:val="center"/>
      <w:outlineLvl w:val="1"/>
    </w:pPr>
    <w:rPr>
      <w:b/>
      <w:bCs/>
      <w:sz w:val="28"/>
    </w:rPr>
  </w:style>
  <w:style w:type="paragraph" w:styleId="Kop3">
    <w:name w:val="heading 3"/>
    <w:basedOn w:val="Standaard"/>
    <w:next w:val="Standaard"/>
    <w:link w:val="Kop3Char"/>
    <w:qFormat/>
    <w:rsid w:val="000D5A72"/>
    <w:pPr>
      <w:keepNext/>
      <w:outlineLvl w:val="2"/>
    </w:pPr>
    <w:rPr>
      <w:b/>
      <w:bCs/>
    </w:rPr>
  </w:style>
  <w:style w:type="paragraph" w:styleId="Kop4">
    <w:name w:val="heading 4"/>
    <w:basedOn w:val="Standaard"/>
    <w:next w:val="Standaard"/>
    <w:link w:val="Kop4Char"/>
    <w:qFormat/>
    <w:rsid w:val="000D5A72"/>
    <w:pPr>
      <w:keepNext/>
      <w:jc w:val="center"/>
      <w:outlineLvl w:val="3"/>
    </w:pPr>
    <w:rPr>
      <w:rFonts w:cs="Arial"/>
      <w:b/>
      <w:bCs/>
      <w:sz w:val="40"/>
    </w:rPr>
  </w:style>
  <w:style w:type="paragraph" w:styleId="Kop5">
    <w:name w:val="heading 5"/>
    <w:basedOn w:val="Standaard"/>
    <w:next w:val="Standaard"/>
    <w:link w:val="Kop5Char"/>
    <w:qFormat/>
    <w:rsid w:val="000D5A72"/>
    <w:pPr>
      <w:keepNext/>
      <w:jc w:val="center"/>
      <w:outlineLvl w:val="4"/>
    </w:pPr>
    <w:rPr>
      <w:color w:val="FF0000"/>
      <w:sz w:val="32"/>
    </w:rPr>
  </w:style>
  <w:style w:type="paragraph" w:styleId="Kop6">
    <w:name w:val="heading 6"/>
    <w:basedOn w:val="Standaard"/>
    <w:next w:val="Standaard"/>
    <w:link w:val="Kop6Char"/>
    <w:qFormat/>
    <w:rsid w:val="000D5A72"/>
    <w:pPr>
      <w:keepNext/>
      <w:outlineLvl w:val="5"/>
    </w:pPr>
    <w:rPr>
      <w:rFonts w:cs="Arial"/>
      <w:b/>
      <w:bCs/>
      <w:sz w:val="52"/>
    </w:rPr>
  </w:style>
  <w:style w:type="paragraph" w:styleId="Kop7">
    <w:name w:val="heading 7"/>
    <w:basedOn w:val="Standaard"/>
    <w:next w:val="Standaard"/>
    <w:link w:val="Kop7Char"/>
    <w:qFormat/>
    <w:rsid w:val="000D5A72"/>
    <w:pPr>
      <w:keepNext/>
      <w:jc w:val="center"/>
      <w:outlineLvl w:val="6"/>
    </w:pPr>
    <w:rPr>
      <w:rFonts w:cs="Arial"/>
      <w:b/>
      <w:bCs/>
      <w:sz w:val="56"/>
    </w:rPr>
  </w:style>
  <w:style w:type="paragraph" w:styleId="Kop8">
    <w:name w:val="heading 8"/>
    <w:basedOn w:val="Standaard"/>
    <w:next w:val="Standaard"/>
    <w:link w:val="Kop8Char"/>
    <w:qFormat/>
    <w:rsid w:val="000D5A72"/>
    <w:pPr>
      <w:keepNext/>
      <w:outlineLvl w:val="7"/>
    </w:pPr>
    <w:rPr>
      <w:rFonts w:cs="Arial"/>
      <w:b/>
      <w:bCs/>
      <w:sz w:val="56"/>
    </w:rPr>
  </w:style>
  <w:style w:type="paragraph" w:styleId="Kop9">
    <w:name w:val="heading 9"/>
    <w:basedOn w:val="Standaard"/>
    <w:next w:val="Standaard"/>
    <w:link w:val="Kop9Char"/>
    <w:qFormat/>
    <w:rsid w:val="000D5A72"/>
    <w:pPr>
      <w:keepNext/>
      <w:ind w:firstLine="708"/>
      <w:outlineLvl w:val="8"/>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0D5A72"/>
    <w:rPr>
      <w:rFonts w:eastAsia="Times New Roman" w:cs="Times New Roman"/>
      <w:b/>
      <w:bCs/>
      <w:sz w:val="28"/>
      <w:szCs w:val="24"/>
      <w:lang w:eastAsia="nl-NL"/>
    </w:rPr>
  </w:style>
  <w:style w:type="character" w:customStyle="1" w:styleId="Kop2Char">
    <w:name w:val="Kop 2 Char"/>
    <w:basedOn w:val="Standaardalinea-lettertype"/>
    <w:link w:val="Kop2"/>
    <w:rsid w:val="000D5A72"/>
    <w:rPr>
      <w:rFonts w:eastAsia="Times New Roman" w:cs="Times New Roman"/>
      <w:b/>
      <w:bCs/>
      <w:sz w:val="28"/>
      <w:szCs w:val="24"/>
      <w:lang w:eastAsia="nl-NL"/>
    </w:rPr>
  </w:style>
  <w:style w:type="character" w:customStyle="1" w:styleId="Kop3Char">
    <w:name w:val="Kop 3 Char"/>
    <w:basedOn w:val="Standaardalinea-lettertype"/>
    <w:link w:val="Kop3"/>
    <w:rsid w:val="000D5A72"/>
    <w:rPr>
      <w:rFonts w:eastAsia="Times New Roman" w:cs="Times New Roman"/>
      <w:b/>
      <w:bCs/>
      <w:szCs w:val="24"/>
      <w:lang w:eastAsia="nl-NL"/>
    </w:rPr>
  </w:style>
  <w:style w:type="character" w:customStyle="1" w:styleId="Kop4Char">
    <w:name w:val="Kop 4 Char"/>
    <w:basedOn w:val="Standaardalinea-lettertype"/>
    <w:link w:val="Kop4"/>
    <w:rsid w:val="000D5A72"/>
    <w:rPr>
      <w:rFonts w:eastAsia="Times New Roman"/>
      <w:b/>
      <w:bCs/>
      <w:sz w:val="40"/>
      <w:szCs w:val="24"/>
      <w:lang w:eastAsia="nl-NL"/>
    </w:rPr>
  </w:style>
  <w:style w:type="character" w:customStyle="1" w:styleId="Kop5Char">
    <w:name w:val="Kop 5 Char"/>
    <w:basedOn w:val="Standaardalinea-lettertype"/>
    <w:link w:val="Kop5"/>
    <w:rsid w:val="000D5A72"/>
    <w:rPr>
      <w:rFonts w:eastAsia="Times New Roman" w:cs="Times New Roman"/>
      <w:color w:val="FF0000"/>
      <w:sz w:val="32"/>
      <w:szCs w:val="24"/>
      <w:lang w:eastAsia="nl-NL"/>
    </w:rPr>
  </w:style>
  <w:style w:type="character" w:customStyle="1" w:styleId="Kop6Char">
    <w:name w:val="Kop 6 Char"/>
    <w:basedOn w:val="Standaardalinea-lettertype"/>
    <w:link w:val="Kop6"/>
    <w:rsid w:val="000D5A72"/>
    <w:rPr>
      <w:rFonts w:eastAsia="Times New Roman"/>
      <w:b/>
      <w:bCs/>
      <w:sz w:val="52"/>
      <w:szCs w:val="24"/>
      <w:lang w:eastAsia="nl-NL"/>
    </w:rPr>
  </w:style>
  <w:style w:type="character" w:customStyle="1" w:styleId="Kop7Char">
    <w:name w:val="Kop 7 Char"/>
    <w:basedOn w:val="Standaardalinea-lettertype"/>
    <w:link w:val="Kop7"/>
    <w:rsid w:val="000D5A72"/>
    <w:rPr>
      <w:rFonts w:eastAsia="Times New Roman"/>
      <w:b/>
      <w:bCs/>
      <w:sz w:val="56"/>
      <w:szCs w:val="24"/>
      <w:lang w:eastAsia="nl-NL"/>
    </w:rPr>
  </w:style>
  <w:style w:type="character" w:customStyle="1" w:styleId="Kop8Char">
    <w:name w:val="Kop 8 Char"/>
    <w:basedOn w:val="Standaardalinea-lettertype"/>
    <w:link w:val="Kop8"/>
    <w:rsid w:val="000D5A72"/>
    <w:rPr>
      <w:rFonts w:eastAsia="Times New Roman"/>
      <w:b/>
      <w:bCs/>
      <w:sz w:val="56"/>
      <w:szCs w:val="24"/>
      <w:lang w:eastAsia="nl-NL"/>
    </w:rPr>
  </w:style>
  <w:style w:type="character" w:customStyle="1" w:styleId="Kop9Char">
    <w:name w:val="Kop 9 Char"/>
    <w:basedOn w:val="Standaardalinea-lettertype"/>
    <w:link w:val="Kop9"/>
    <w:rsid w:val="000D5A72"/>
    <w:rPr>
      <w:rFonts w:eastAsia="Times New Roman" w:cs="Times New Roman"/>
      <w:b/>
      <w:bCs/>
      <w:szCs w:val="24"/>
      <w:lang w:eastAsia="nl-NL"/>
    </w:rPr>
  </w:style>
  <w:style w:type="paragraph" w:styleId="Koptekst">
    <w:name w:val="header"/>
    <w:basedOn w:val="Standaard"/>
    <w:link w:val="KoptekstChar"/>
    <w:rsid w:val="000D5A72"/>
    <w:pPr>
      <w:tabs>
        <w:tab w:val="center" w:pos="4536"/>
        <w:tab w:val="right" w:pos="9072"/>
      </w:tabs>
    </w:pPr>
  </w:style>
  <w:style w:type="character" w:customStyle="1" w:styleId="KoptekstChar">
    <w:name w:val="Koptekst Char"/>
    <w:basedOn w:val="Standaardalinea-lettertype"/>
    <w:link w:val="Koptekst"/>
    <w:rsid w:val="000D5A72"/>
    <w:rPr>
      <w:rFonts w:eastAsia="Times New Roman" w:cs="Times New Roman"/>
      <w:szCs w:val="24"/>
      <w:lang w:eastAsia="nl-NL"/>
    </w:rPr>
  </w:style>
  <w:style w:type="paragraph" w:styleId="Voettekst">
    <w:name w:val="footer"/>
    <w:basedOn w:val="Standaard"/>
    <w:link w:val="VoettekstChar"/>
    <w:rsid w:val="000D5A72"/>
    <w:pPr>
      <w:tabs>
        <w:tab w:val="center" w:pos="4536"/>
        <w:tab w:val="right" w:pos="9072"/>
      </w:tabs>
    </w:pPr>
  </w:style>
  <w:style w:type="character" w:customStyle="1" w:styleId="VoettekstChar">
    <w:name w:val="Voettekst Char"/>
    <w:basedOn w:val="Standaardalinea-lettertype"/>
    <w:link w:val="Voettekst"/>
    <w:rsid w:val="000D5A72"/>
    <w:rPr>
      <w:rFonts w:eastAsia="Times New Roman" w:cs="Times New Roman"/>
      <w:szCs w:val="24"/>
      <w:lang w:eastAsia="nl-NL"/>
    </w:rPr>
  </w:style>
  <w:style w:type="character" w:styleId="Paginanummer">
    <w:name w:val="page number"/>
    <w:basedOn w:val="Standaardalinea-lettertype"/>
    <w:rsid w:val="000D5A72"/>
  </w:style>
  <w:style w:type="paragraph" w:styleId="Titel">
    <w:name w:val="Title"/>
    <w:basedOn w:val="Standaard"/>
    <w:link w:val="TitelChar"/>
    <w:qFormat/>
    <w:rsid w:val="000D5A72"/>
    <w:pPr>
      <w:jc w:val="center"/>
    </w:pPr>
    <w:rPr>
      <w:rFonts w:cs="Arial"/>
      <w:b/>
      <w:bCs/>
      <w:sz w:val="32"/>
    </w:rPr>
  </w:style>
  <w:style w:type="character" w:customStyle="1" w:styleId="TitelChar">
    <w:name w:val="Titel Char"/>
    <w:basedOn w:val="Standaardalinea-lettertype"/>
    <w:link w:val="Titel"/>
    <w:rsid w:val="000D5A72"/>
    <w:rPr>
      <w:rFonts w:eastAsia="Times New Roman"/>
      <w:b/>
      <w:bCs/>
      <w:sz w:val="32"/>
      <w:szCs w:val="24"/>
      <w:lang w:eastAsia="nl-NL"/>
    </w:rPr>
  </w:style>
  <w:style w:type="character" w:styleId="Hyperlink">
    <w:name w:val="Hyperlink"/>
    <w:rsid w:val="000D5A72"/>
    <w:rPr>
      <w:color w:val="0000FF"/>
      <w:u w:val="single"/>
    </w:rPr>
  </w:style>
  <w:style w:type="character" w:styleId="Tekstvantijdelijkeaanduiding">
    <w:name w:val="Placeholder Text"/>
    <w:basedOn w:val="Standaardalinea-lettertype"/>
    <w:uiPriority w:val="99"/>
    <w:semiHidden/>
    <w:rsid w:val="000D5A7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enuwvluchtweg.nl/index.php/assortiment/pictogrammen" TargetMode="External"/><Relationship Id="rId13" Type="http://schemas.openxmlformats.org/officeDocument/2006/relationships/image" Target="media/image4.png"/><Relationship Id="rId18" Type="http://schemas.openxmlformats.org/officeDocument/2006/relationships/oleObject" Target="embeddings/oleObject5.bin"/><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jpeg"/><Relationship Id="rId12" Type="http://schemas.openxmlformats.org/officeDocument/2006/relationships/oleObject" Target="embeddings/oleObject2.bin"/><Relationship Id="rId17" Type="http://schemas.openxmlformats.org/officeDocument/2006/relationships/image" Target="media/image6.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eader" Target="header1.xml"/><Relationship Id="rId28" Type="http://schemas.openxmlformats.org/officeDocument/2006/relationships/glossaryDocument" Target="glossary/document.xml"/><Relationship Id="rId10" Type="http://schemas.openxmlformats.org/officeDocument/2006/relationships/oleObject" Target="embeddings/oleObject1.bin"/><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0.emf"/></Relationships>
</file>

<file path=word/_rels/footer3.xml.rels><?xml version="1.0" encoding="UTF-8" standalone="yes"?>
<Relationships xmlns="http://schemas.openxmlformats.org/package/2006/relationships"><Relationship Id="rId1" Type="http://schemas.openxmlformats.org/officeDocument/2006/relationships/image" Target="media/image10.emf"/></Relationships>
</file>

<file path=word/_rels/header1.xml.rels><?xml version="1.0" encoding="UTF-8" standalone="yes"?>
<Relationships xmlns="http://schemas.openxmlformats.org/package/2006/relationships"><Relationship Id="rId1" Type="http://schemas.openxmlformats.org/officeDocument/2006/relationships/image" Target="media/image9.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4CF4F56EC494F7E97D84BC41261E8B1"/>
        <w:category>
          <w:name w:val="Algemeen"/>
          <w:gallery w:val="placeholder"/>
        </w:category>
        <w:types>
          <w:type w:val="bbPlcHdr"/>
        </w:types>
        <w:behaviors>
          <w:behavior w:val="content"/>
        </w:behaviors>
        <w:guid w:val="{B2D16E15-2402-4892-B51D-9FFCD1601788}"/>
      </w:docPartPr>
      <w:docPartBody>
        <w:p w:rsidR="00E94298" w:rsidRDefault="000C66D0" w:rsidP="000C66D0">
          <w:pPr>
            <w:pStyle w:val="B4CF4F56EC494F7E97D84BC41261E8B1"/>
          </w:pPr>
          <w:r w:rsidRPr="00FD5FFB">
            <w:rPr>
              <w:rStyle w:val="Tekstvantijdelijkeaanduiding"/>
              <w:rFonts w:eastAsiaTheme="minorHAnsi"/>
            </w:rPr>
            <w:t>Klik of tik om tekst in te voeren.</w:t>
          </w:r>
        </w:p>
      </w:docPartBody>
    </w:docPart>
    <w:docPart>
      <w:docPartPr>
        <w:name w:val="7166BCE273614F11A01556491ADCDE67"/>
        <w:category>
          <w:name w:val="Algemeen"/>
          <w:gallery w:val="placeholder"/>
        </w:category>
        <w:types>
          <w:type w:val="bbPlcHdr"/>
        </w:types>
        <w:behaviors>
          <w:behavior w:val="content"/>
        </w:behaviors>
        <w:guid w:val="{4421F781-8EEA-45B5-9122-28428D2A17B7}"/>
      </w:docPartPr>
      <w:docPartBody>
        <w:p w:rsidR="00E94298" w:rsidRDefault="000C66D0" w:rsidP="000C66D0">
          <w:pPr>
            <w:pStyle w:val="7166BCE273614F11A01556491ADCDE67"/>
          </w:pPr>
          <w:r w:rsidRPr="00FD5FFB">
            <w:rPr>
              <w:rStyle w:val="Tekstvantijdelijkeaanduiding"/>
              <w:rFonts w:eastAsiaTheme="minorHAnsi"/>
            </w:rPr>
            <w:t>Klik of tik om tekst in te voeren.</w:t>
          </w:r>
        </w:p>
      </w:docPartBody>
    </w:docPart>
    <w:docPart>
      <w:docPartPr>
        <w:name w:val="719D01B909D74F10A1E378B5D386C25A"/>
        <w:category>
          <w:name w:val="Algemeen"/>
          <w:gallery w:val="placeholder"/>
        </w:category>
        <w:types>
          <w:type w:val="bbPlcHdr"/>
        </w:types>
        <w:behaviors>
          <w:behavior w:val="content"/>
        </w:behaviors>
        <w:guid w:val="{6D6C5D37-ABF3-44D7-A886-3D7418005FCB}"/>
      </w:docPartPr>
      <w:docPartBody>
        <w:p w:rsidR="00E94298" w:rsidRDefault="000C66D0" w:rsidP="000C66D0">
          <w:pPr>
            <w:pStyle w:val="719D01B909D74F10A1E378B5D386C25A"/>
          </w:pPr>
          <w:r w:rsidRPr="00FD5FFB">
            <w:rPr>
              <w:rStyle w:val="Tekstvantijdelijkeaanduiding"/>
              <w:rFonts w:eastAsiaTheme="minorHAnsi"/>
            </w:rPr>
            <w:t>Klik of tik om tekst in te voeren.</w:t>
          </w:r>
        </w:p>
      </w:docPartBody>
    </w:docPart>
    <w:docPart>
      <w:docPartPr>
        <w:name w:val="6041E75D1DBB4B4C80B0974B18BF8A5B"/>
        <w:category>
          <w:name w:val="Algemeen"/>
          <w:gallery w:val="placeholder"/>
        </w:category>
        <w:types>
          <w:type w:val="bbPlcHdr"/>
        </w:types>
        <w:behaviors>
          <w:behavior w:val="content"/>
        </w:behaviors>
        <w:guid w:val="{C4BACBC9-A08F-42BF-B1D2-F678B9295480}"/>
      </w:docPartPr>
      <w:docPartBody>
        <w:p w:rsidR="00E94298" w:rsidRDefault="000C66D0" w:rsidP="000C66D0">
          <w:pPr>
            <w:pStyle w:val="6041E75D1DBB4B4C80B0974B18BF8A5B"/>
          </w:pPr>
          <w:r w:rsidRPr="00FD5FFB">
            <w:rPr>
              <w:rStyle w:val="Tekstvantijdelijkeaanduiding"/>
              <w:rFonts w:eastAsiaTheme="minorHAnsi"/>
            </w:rPr>
            <w:t>Klik of tik om tekst in te voeren.</w:t>
          </w:r>
        </w:p>
      </w:docPartBody>
    </w:docPart>
    <w:docPart>
      <w:docPartPr>
        <w:name w:val="601B496CFAB1499E94F12299CF027F97"/>
        <w:category>
          <w:name w:val="Algemeen"/>
          <w:gallery w:val="placeholder"/>
        </w:category>
        <w:types>
          <w:type w:val="bbPlcHdr"/>
        </w:types>
        <w:behaviors>
          <w:behavior w:val="content"/>
        </w:behaviors>
        <w:guid w:val="{814A617E-D27E-4F40-A57A-366AC37C199A}"/>
      </w:docPartPr>
      <w:docPartBody>
        <w:p w:rsidR="00E94298" w:rsidRDefault="000C66D0" w:rsidP="000C66D0">
          <w:pPr>
            <w:pStyle w:val="601B496CFAB1499E94F12299CF027F97"/>
          </w:pPr>
          <w:r w:rsidRPr="00FD5FFB">
            <w:rPr>
              <w:rStyle w:val="Tekstvantijdelijkeaanduiding"/>
              <w:rFonts w:eastAsiaTheme="minorHAnsi"/>
            </w:rPr>
            <w:t>Klik of tik om tekst in te voeren.</w:t>
          </w:r>
        </w:p>
      </w:docPartBody>
    </w:docPart>
    <w:docPart>
      <w:docPartPr>
        <w:name w:val="7C4678E6537A4B70BB3E4DAFBF17A487"/>
        <w:category>
          <w:name w:val="Algemeen"/>
          <w:gallery w:val="placeholder"/>
        </w:category>
        <w:types>
          <w:type w:val="bbPlcHdr"/>
        </w:types>
        <w:behaviors>
          <w:behavior w:val="content"/>
        </w:behaviors>
        <w:guid w:val="{0302FC66-1E84-4DD3-9B86-F38D480DAC05}"/>
      </w:docPartPr>
      <w:docPartBody>
        <w:p w:rsidR="00E94298" w:rsidRDefault="000C66D0" w:rsidP="000C66D0">
          <w:pPr>
            <w:pStyle w:val="7C4678E6537A4B70BB3E4DAFBF17A487"/>
          </w:pPr>
          <w:r w:rsidRPr="00FD5FFB">
            <w:rPr>
              <w:rStyle w:val="Tekstvantijdelijkeaanduiding"/>
              <w:rFonts w:eastAsiaTheme="minorHAnsi"/>
            </w:rPr>
            <w:t>Klik of tik om tekst in te voeren.</w:t>
          </w:r>
        </w:p>
      </w:docPartBody>
    </w:docPart>
    <w:docPart>
      <w:docPartPr>
        <w:name w:val="8C263DF4A8274F378AC64EDB4CE75130"/>
        <w:category>
          <w:name w:val="Algemeen"/>
          <w:gallery w:val="placeholder"/>
        </w:category>
        <w:types>
          <w:type w:val="bbPlcHdr"/>
        </w:types>
        <w:behaviors>
          <w:behavior w:val="content"/>
        </w:behaviors>
        <w:guid w:val="{AB183AE4-A928-4426-9153-D99F564944E1}"/>
      </w:docPartPr>
      <w:docPartBody>
        <w:p w:rsidR="00E94298" w:rsidRDefault="000C66D0" w:rsidP="000C66D0">
          <w:pPr>
            <w:pStyle w:val="8C263DF4A8274F378AC64EDB4CE75130"/>
          </w:pPr>
          <w:r w:rsidRPr="00FD5FFB">
            <w:rPr>
              <w:rStyle w:val="Tekstvantijdelijkeaanduiding"/>
            </w:rPr>
            <w:t>Klik of tik om tekst in te voeren.</w:t>
          </w:r>
        </w:p>
      </w:docPartBody>
    </w:docPart>
    <w:docPart>
      <w:docPartPr>
        <w:name w:val="51D9F377D706458B88085C13555A0346"/>
        <w:category>
          <w:name w:val="Algemeen"/>
          <w:gallery w:val="placeholder"/>
        </w:category>
        <w:types>
          <w:type w:val="bbPlcHdr"/>
        </w:types>
        <w:behaviors>
          <w:behavior w:val="content"/>
        </w:behaviors>
        <w:guid w:val="{F791DA7E-9ABF-42EE-935D-21D890E2C742}"/>
      </w:docPartPr>
      <w:docPartBody>
        <w:p w:rsidR="00E94298" w:rsidRDefault="000C66D0" w:rsidP="000C66D0">
          <w:pPr>
            <w:pStyle w:val="51D9F377D706458B88085C13555A0346"/>
          </w:pPr>
          <w:r w:rsidRPr="00FD5FFB">
            <w:rPr>
              <w:rStyle w:val="Tekstvantijdelijkeaanduiding"/>
              <w:rFonts w:eastAsiaTheme="minorHAnsi"/>
            </w:rPr>
            <w:t>Klik of tik om tekst in te voeren.</w:t>
          </w:r>
        </w:p>
      </w:docPartBody>
    </w:docPart>
    <w:docPart>
      <w:docPartPr>
        <w:name w:val="DE70D7453438487192A428F1FFE91C3F"/>
        <w:category>
          <w:name w:val="Algemeen"/>
          <w:gallery w:val="placeholder"/>
        </w:category>
        <w:types>
          <w:type w:val="bbPlcHdr"/>
        </w:types>
        <w:behaviors>
          <w:behavior w:val="content"/>
        </w:behaviors>
        <w:guid w:val="{DAC1ED27-4230-4982-A721-E8206BB40B4C}"/>
      </w:docPartPr>
      <w:docPartBody>
        <w:p w:rsidR="00E94298" w:rsidRDefault="000C66D0" w:rsidP="000C66D0">
          <w:pPr>
            <w:pStyle w:val="DE70D7453438487192A428F1FFE91C3F"/>
          </w:pPr>
          <w:r w:rsidRPr="00FD5FFB">
            <w:rPr>
              <w:rStyle w:val="Tekstvantijdelijkeaanduiding"/>
              <w:rFonts w:eastAsiaTheme="minorHAnsi"/>
            </w:rPr>
            <w:t>Klik of tik om tekst in te voeren.</w:t>
          </w:r>
        </w:p>
      </w:docPartBody>
    </w:docPart>
    <w:docPart>
      <w:docPartPr>
        <w:name w:val="D44A9EEA5A4140E6A16919B3A3C6D0E1"/>
        <w:category>
          <w:name w:val="Algemeen"/>
          <w:gallery w:val="placeholder"/>
        </w:category>
        <w:types>
          <w:type w:val="bbPlcHdr"/>
        </w:types>
        <w:behaviors>
          <w:behavior w:val="content"/>
        </w:behaviors>
        <w:guid w:val="{B6BBCCCF-4331-41DC-B217-AB84C383ACF2}"/>
      </w:docPartPr>
      <w:docPartBody>
        <w:p w:rsidR="00E94298" w:rsidRDefault="000C66D0" w:rsidP="000C66D0">
          <w:pPr>
            <w:pStyle w:val="D44A9EEA5A4140E6A16919B3A3C6D0E1"/>
          </w:pPr>
          <w:r w:rsidRPr="00FD5FFB">
            <w:rPr>
              <w:rStyle w:val="Tekstvantijdelijkeaanduiding"/>
              <w:rFonts w:eastAsiaTheme="minorHAnsi"/>
            </w:rPr>
            <w:t>Klik of tik om tekst in te voeren.</w:t>
          </w:r>
        </w:p>
      </w:docPartBody>
    </w:docPart>
    <w:docPart>
      <w:docPartPr>
        <w:name w:val="A0D4E52C2074464AB7CEB7D75C351114"/>
        <w:category>
          <w:name w:val="Algemeen"/>
          <w:gallery w:val="placeholder"/>
        </w:category>
        <w:types>
          <w:type w:val="bbPlcHdr"/>
        </w:types>
        <w:behaviors>
          <w:behavior w:val="content"/>
        </w:behaviors>
        <w:guid w:val="{3F6EEE91-82D2-4D90-B627-D5CE8AAA078C}"/>
      </w:docPartPr>
      <w:docPartBody>
        <w:p w:rsidR="00E94298" w:rsidRDefault="000C66D0" w:rsidP="000C66D0">
          <w:pPr>
            <w:pStyle w:val="A0D4E52C2074464AB7CEB7D75C351114"/>
          </w:pPr>
          <w:r w:rsidRPr="00FD5FFB">
            <w:rPr>
              <w:rStyle w:val="Tekstvantijdelijkeaanduiding"/>
              <w:rFonts w:eastAsiaTheme="minorHAnsi"/>
            </w:rPr>
            <w:t>Klik of tik om tekst in te voeren.</w:t>
          </w:r>
        </w:p>
      </w:docPartBody>
    </w:docPart>
    <w:docPart>
      <w:docPartPr>
        <w:name w:val="523E8A2F0EF14007B35FA903FD70CD2C"/>
        <w:category>
          <w:name w:val="Algemeen"/>
          <w:gallery w:val="placeholder"/>
        </w:category>
        <w:types>
          <w:type w:val="bbPlcHdr"/>
        </w:types>
        <w:behaviors>
          <w:behavior w:val="content"/>
        </w:behaviors>
        <w:guid w:val="{D16F22E8-B271-42B4-8F53-E6316CE3B60E}"/>
      </w:docPartPr>
      <w:docPartBody>
        <w:p w:rsidR="00E94298" w:rsidRDefault="000C66D0" w:rsidP="000C66D0">
          <w:pPr>
            <w:pStyle w:val="523E8A2F0EF14007B35FA903FD70CD2C"/>
          </w:pPr>
          <w:r w:rsidRPr="00FD5FFB">
            <w:rPr>
              <w:rStyle w:val="Tekstvantijdelijkeaanduiding"/>
              <w:rFonts w:eastAsiaTheme="minorHAnsi"/>
            </w:rPr>
            <w:t>Klik of tik om tekst in te voeren.</w:t>
          </w:r>
        </w:p>
      </w:docPartBody>
    </w:docPart>
    <w:docPart>
      <w:docPartPr>
        <w:name w:val="418CB9D06C294DBC8C06821E0C80366D"/>
        <w:category>
          <w:name w:val="Algemeen"/>
          <w:gallery w:val="placeholder"/>
        </w:category>
        <w:types>
          <w:type w:val="bbPlcHdr"/>
        </w:types>
        <w:behaviors>
          <w:behavior w:val="content"/>
        </w:behaviors>
        <w:guid w:val="{6588AC1A-39A3-4481-BC52-7F9840ED23DF}"/>
      </w:docPartPr>
      <w:docPartBody>
        <w:p w:rsidR="00E94298" w:rsidRDefault="000C66D0" w:rsidP="000C66D0">
          <w:pPr>
            <w:pStyle w:val="418CB9D06C294DBC8C06821E0C80366D"/>
          </w:pPr>
          <w:r w:rsidRPr="00FD5FFB">
            <w:rPr>
              <w:rStyle w:val="Tekstvantijdelijkeaanduiding"/>
              <w:rFonts w:eastAsiaTheme="minorHAnsi"/>
            </w:rPr>
            <w:t>Klik of tik om tekst in te voeren.</w:t>
          </w:r>
        </w:p>
      </w:docPartBody>
    </w:docPart>
    <w:docPart>
      <w:docPartPr>
        <w:name w:val="9F75D9B026914039A2E9AC328BCBF9F1"/>
        <w:category>
          <w:name w:val="Algemeen"/>
          <w:gallery w:val="placeholder"/>
        </w:category>
        <w:types>
          <w:type w:val="bbPlcHdr"/>
        </w:types>
        <w:behaviors>
          <w:behavior w:val="content"/>
        </w:behaviors>
        <w:guid w:val="{673F2028-F645-4D3B-A9A1-FA5EB71BCFCD}"/>
      </w:docPartPr>
      <w:docPartBody>
        <w:p w:rsidR="00E94298" w:rsidRDefault="000C66D0" w:rsidP="000C66D0">
          <w:pPr>
            <w:pStyle w:val="9F75D9B026914039A2E9AC328BCBF9F1"/>
          </w:pPr>
          <w:r w:rsidRPr="00FD5FFB">
            <w:rPr>
              <w:rStyle w:val="Tekstvantijdelijkeaanduiding"/>
            </w:rPr>
            <w:t>Klik of tik om tekst in te voeren.</w:t>
          </w:r>
        </w:p>
      </w:docPartBody>
    </w:docPart>
    <w:docPart>
      <w:docPartPr>
        <w:name w:val="AF4ED997445E4B6DAB562C8EBE598D93"/>
        <w:category>
          <w:name w:val="Algemeen"/>
          <w:gallery w:val="placeholder"/>
        </w:category>
        <w:types>
          <w:type w:val="bbPlcHdr"/>
        </w:types>
        <w:behaviors>
          <w:behavior w:val="content"/>
        </w:behaviors>
        <w:guid w:val="{32F20799-7E24-416E-B1B8-6CFC66FB2082}"/>
      </w:docPartPr>
      <w:docPartBody>
        <w:p w:rsidR="00E94298" w:rsidRDefault="000C66D0" w:rsidP="000C66D0">
          <w:pPr>
            <w:pStyle w:val="AF4ED997445E4B6DAB562C8EBE598D93"/>
          </w:pPr>
          <w:r w:rsidRPr="00FD5FFB">
            <w:rPr>
              <w:rStyle w:val="Tekstvantijdelijkeaanduiding"/>
            </w:rPr>
            <w:t>Klik of tik om tekst in te voeren.</w:t>
          </w:r>
        </w:p>
      </w:docPartBody>
    </w:docPart>
    <w:docPart>
      <w:docPartPr>
        <w:name w:val="637DA49AC8E64AF691126E1259C7C3F4"/>
        <w:category>
          <w:name w:val="Algemeen"/>
          <w:gallery w:val="placeholder"/>
        </w:category>
        <w:types>
          <w:type w:val="bbPlcHdr"/>
        </w:types>
        <w:behaviors>
          <w:behavior w:val="content"/>
        </w:behaviors>
        <w:guid w:val="{A53279DC-1D6F-4743-AD06-EBAE3650AFA7}"/>
      </w:docPartPr>
      <w:docPartBody>
        <w:p w:rsidR="00E94298" w:rsidRDefault="000C66D0" w:rsidP="000C66D0">
          <w:pPr>
            <w:pStyle w:val="637DA49AC8E64AF691126E1259C7C3F4"/>
          </w:pPr>
          <w:r w:rsidRPr="00FD5FFB">
            <w:rPr>
              <w:rStyle w:val="Tekstvantijdelijkeaanduiding"/>
            </w:rPr>
            <w:t>Klik of tik om tekst in te voeren.</w:t>
          </w:r>
        </w:p>
      </w:docPartBody>
    </w:docPart>
    <w:docPart>
      <w:docPartPr>
        <w:name w:val="06388A40DD8F4AEFBD7E2AD00E7ECF27"/>
        <w:category>
          <w:name w:val="Algemeen"/>
          <w:gallery w:val="placeholder"/>
        </w:category>
        <w:types>
          <w:type w:val="bbPlcHdr"/>
        </w:types>
        <w:behaviors>
          <w:behavior w:val="content"/>
        </w:behaviors>
        <w:guid w:val="{7A632D26-A2C3-4E2C-A17C-B6F0E20DFAD1}"/>
      </w:docPartPr>
      <w:docPartBody>
        <w:p w:rsidR="00E94298" w:rsidRDefault="000C66D0" w:rsidP="000C66D0">
          <w:pPr>
            <w:pStyle w:val="06388A40DD8F4AEFBD7E2AD00E7ECF27"/>
          </w:pPr>
          <w:r w:rsidRPr="00FD5FFB">
            <w:rPr>
              <w:rStyle w:val="Tekstvantijdelijkeaanduiding"/>
            </w:rPr>
            <w:t>Klik of tik om tekst in te voeren.</w:t>
          </w:r>
        </w:p>
      </w:docPartBody>
    </w:docPart>
    <w:docPart>
      <w:docPartPr>
        <w:name w:val="16089EB404464D7986E9CD57435BD23F"/>
        <w:category>
          <w:name w:val="Algemeen"/>
          <w:gallery w:val="placeholder"/>
        </w:category>
        <w:types>
          <w:type w:val="bbPlcHdr"/>
        </w:types>
        <w:behaviors>
          <w:behavior w:val="content"/>
        </w:behaviors>
        <w:guid w:val="{8A975092-2FE6-4714-A515-715DD8DA93CA}"/>
      </w:docPartPr>
      <w:docPartBody>
        <w:p w:rsidR="00E94298" w:rsidRDefault="000C66D0" w:rsidP="000C66D0">
          <w:pPr>
            <w:pStyle w:val="16089EB404464D7986E9CD57435BD23F"/>
          </w:pPr>
          <w:r w:rsidRPr="00FD5FFB">
            <w:rPr>
              <w:rStyle w:val="Tekstvantijdelijkeaanduiding"/>
            </w:rPr>
            <w:t>Klik of tik om tekst in te voeren.</w:t>
          </w:r>
        </w:p>
      </w:docPartBody>
    </w:docPart>
    <w:docPart>
      <w:docPartPr>
        <w:name w:val="4DDE851CD7094726B3C6483534B13B7D"/>
        <w:category>
          <w:name w:val="Algemeen"/>
          <w:gallery w:val="placeholder"/>
        </w:category>
        <w:types>
          <w:type w:val="bbPlcHdr"/>
        </w:types>
        <w:behaviors>
          <w:behavior w:val="content"/>
        </w:behaviors>
        <w:guid w:val="{DEF79E1F-FF7F-43FE-A737-1AE077A3C97B}"/>
      </w:docPartPr>
      <w:docPartBody>
        <w:p w:rsidR="00E94298" w:rsidRDefault="000C66D0" w:rsidP="000C66D0">
          <w:pPr>
            <w:pStyle w:val="4DDE851CD7094726B3C6483534B13B7D"/>
          </w:pPr>
          <w:r w:rsidRPr="00FD5FFB">
            <w:rPr>
              <w:rStyle w:val="Tekstvantijdelijkeaanduiding"/>
            </w:rPr>
            <w:t>Klik of tik om tekst in te voeren.</w:t>
          </w:r>
        </w:p>
      </w:docPartBody>
    </w:docPart>
    <w:docPart>
      <w:docPartPr>
        <w:name w:val="5331330CBA124C9199912CEEC8173264"/>
        <w:category>
          <w:name w:val="Algemeen"/>
          <w:gallery w:val="placeholder"/>
        </w:category>
        <w:types>
          <w:type w:val="bbPlcHdr"/>
        </w:types>
        <w:behaviors>
          <w:behavior w:val="content"/>
        </w:behaviors>
        <w:guid w:val="{6922FC60-E201-417C-A1C3-61182954C465}"/>
      </w:docPartPr>
      <w:docPartBody>
        <w:p w:rsidR="00E94298" w:rsidRDefault="000C66D0" w:rsidP="000C66D0">
          <w:pPr>
            <w:pStyle w:val="5331330CBA124C9199912CEEC8173264"/>
          </w:pPr>
          <w:r w:rsidRPr="00FD5FFB">
            <w:rPr>
              <w:rStyle w:val="Tekstvantijdelijkeaanduiding"/>
            </w:rPr>
            <w:t>Klik of tik om tekst in te voeren.</w:t>
          </w:r>
        </w:p>
      </w:docPartBody>
    </w:docPart>
    <w:docPart>
      <w:docPartPr>
        <w:name w:val="7AA45595A7EC44919C1319384C636F36"/>
        <w:category>
          <w:name w:val="Algemeen"/>
          <w:gallery w:val="placeholder"/>
        </w:category>
        <w:types>
          <w:type w:val="bbPlcHdr"/>
        </w:types>
        <w:behaviors>
          <w:behavior w:val="content"/>
        </w:behaviors>
        <w:guid w:val="{B85A7FE4-41CD-417D-BCAE-0294DED6FB32}"/>
      </w:docPartPr>
      <w:docPartBody>
        <w:p w:rsidR="00E94298" w:rsidRDefault="000C66D0" w:rsidP="000C66D0">
          <w:pPr>
            <w:pStyle w:val="7AA45595A7EC44919C1319384C636F36"/>
          </w:pPr>
          <w:r w:rsidRPr="00FD5FFB">
            <w:rPr>
              <w:rStyle w:val="Tekstvantijdelijkeaanduiding"/>
            </w:rPr>
            <w:t>Klik of tik om tekst in te voeren.</w:t>
          </w:r>
        </w:p>
      </w:docPartBody>
    </w:docPart>
    <w:docPart>
      <w:docPartPr>
        <w:name w:val="B64E9C9888234E83B454ED63120C6852"/>
        <w:category>
          <w:name w:val="Algemeen"/>
          <w:gallery w:val="placeholder"/>
        </w:category>
        <w:types>
          <w:type w:val="bbPlcHdr"/>
        </w:types>
        <w:behaviors>
          <w:behavior w:val="content"/>
        </w:behaviors>
        <w:guid w:val="{8427B052-2BB2-49DC-A2EA-5E388E3647E8}"/>
      </w:docPartPr>
      <w:docPartBody>
        <w:p w:rsidR="00E94298" w:rsidRDefault="000C66D0" w:rsidP="000C66D0">
          <w:pPr>
            <w:pStyle w:val="B64E9C9888234E83B454ED63120C6852"/>
          </w:pPr>
          <w:r w:rsidRPr="00FD5FFB">
            <w:rPr>
              <w:rStyle w:val="Tekstvantijdelijkeaanduiding"/>
            </w:rPr>
            <w:t>Klik of tik om tekst in te voeren.</w:t>
          </w:r>
        </w:p>
      </w:docPartBody>
    </w:docPart>
    <w:docPart>
      <w:docPartPr>
        <w:name w:val="7F11662934704B16BFB0F69DCC9C4A44"/>
        <w:category>
          <w:name w:val="Algemeen"/>
          <w:gallery w:val="placeholder"/>
        </w:category>
        <w:types>
          <w:type w:val="bbPlcHdr"/>
        </w:types>
        <w:behaviors>
          <w:behavior w:val="content"/>
        </w:behaviors>
        <w:guid w:val="{F388AAA5-ACED-41EF-B5A9-27A6F42745FD}"/>
      </w:docPartPr>
      <w:docPartBody>
        <w:p w:rsidR="00E94298" w:rsidRDefault="000C66D0" w:rsidP="000C66D0">
          <w:pPr>
            <w:pStyle w:val="7F11662934704B16BFB0F69DCC9C4A44"/>
          </w:pPr>
          <w:r w:rsidRPr="00FD5FFB">
            <w:rPr>
              <w:rStyle w:val="Tekstvantijdelijkeaanduiding"/>
            </w:rPr>
            <w:t>Klik of tik om tekst in te voeren.</w:t>
          </w:r>
        </w:p>
      </w:docPartBody>
    </w:docPart>
    <w:docPart>
      <w:docPartPr>
        <w:name w:val="A552AD3228C74245AB81118BF162ED4F"/>
        <w:category>
          <w:name w:val="Algemeen"/>
          <w:gallery w:val="placeholder"/>
        </w:category>
        <w:types>
          <w:type w:val="bbPlcHdr"/>
        </w:types>
        <w:behaviors>
          <w:behavior w:val="content"/>
        </w:behaviors>
        <w:guid w:val="{91E544FD-D719-4076-BEAE-4CC98C4054D9}"/>
      </w:docPartPr>
      <w:docPartBody>
        <w:p w:rsidR="00E94298" w:rsidRDefault="000C66D0" w:rsidP="000C66D0">
          <w:pPr>
            <w:pStyle w:val="A552AD3228C74245AB81118BF162ED4F"/>
          </w:pPr>
          <w:r w:rsidRPr="00FD5FFB">
            <w:rPr>
              <w:rStyle w:val="Tekstvantijdelijkeaanduiding"/>
            </w:rPr>
            <w:t>Klik of tik om tekst in te voeren.</w:t>
          </w:r>
        </w:p>
      </w:docPartBody>
    </w:docPart>
    <w:docPart>
      <w:docPartPr>
        <w:name w:val="E5911D7288C449468CEA677D992F7B06"/>
        <w:category>
          <w:name w:val="Algemeen"/>
          <w:gallery w:val="placeholder"/>
        </w:category>
        <w:types>
          <w:type w:val="bbPlcHdr"/>
        </w:types>
        <w:behaviors>
          <w:behavior w:val="content"/>
        </w:behaviors>
        <w:guid w:val="{69E596CC-DAB2-42F7-A133-E8FE908847C1}"/>
      </w:docPartPr>
      <w:docPartBody>
        <w:p w:rsidR="00E94298" w:rsidRDefault="000C66D0" w:rsidP="000C66D0">
          <w:pPr>
            <w:pStyle w:val="E5911D7288C449468CEA677D992F7B06"/>
          </w:pPr>
          <w:r w:rsidRPr="00FD5FFB">
            <w:rPr>
              <w:rStyle w:val="Tekstvantijdelijkeaanduiding"/>
            </w:rPr>
            <w:t>Klik of tik om tekst in te voeren.</w:t>
          </w:r>
        </w:p>
      </w:docPartBody>
    </w:docPart>
    <w:docPart>
      <w:docPartPr>
        <w:name w:val="4F047916AB6A458EA853FA4EB35B1654"/>
        <w:category>
          <w:name w:val="Algemeen"/>
          <w:gallery w:val="placeholder"/>
        </w:category>
        <w:types>
          <w:type w:val="bbPlcHdr"/>
        </w:types>
        <w:behaviors>
          <w:behavior w:val="content"/>
        </w:behaviors>
        <w:guid w:val="{05017982-05B0-4D97-A300-FFB570D65B79}"/>
      </w:docPartPr>
      <w:docPartBody>
        <w:p w:rsidR="00E94298" w:rsidRDefault="000C66D0" w:rsidP="000C66D0">
          <w:pPr>
            <w:pStyle w:val="4F047916AB6A458EA853FA4EB35B1654"/>
          </w:pPr>
          <w:r w:rsidRPr="00FD5FFB">
            <w:rPr>
              <w:rStyle w:val="Tekstvantijdelijkeaanduiding"/>
            </w:rPr>
            <w:t>Klik of tik om tekst in te voeren.</w:t>
          </w:r>
        </w:p>
      </w:docPartBody>
    </w:docPart>
    <w:docPart>
      <w:docPartPr>
        <w:name w:val="4D84E4230ACE49F18EFD2074A2657B37"/>
        <w:category>
          <w:name w:val="Algemeen"/>
          <w:gallery w:val="placeholder"/>
        </w:category>
        <w:types>
          <w:type w:val="bbPlcHdr"/>
        </w:types>
        <w:behaviors>
          <w:behavior w:val="content"/>
        </w:behaviors>
        <w:guid w:val="{AF08A739-3FE5-4E13-859A-CAF6B3CCF648}"/>
      </w:docPartPr>
      <w:docPartBody>
        <w:p w:rsidR="00E94298" w:rsidRDefault="000C66D0" w:rsidP="000C66D0">
          <w:pPr>
            <w:pStyle w:val="4D84E4230ACE49F18EFD2074A2657B37"/>
          </w:pPr>
          <w:r w:rsidRPr="00FD5FFB">
            <w:rPr>
              <w:rStyle w:val="Tekstvantijdelijkeaanduiding"/>
            </w:rPr>
            <w:t>Klik of tik om tekst in te voeren.</w:t>
          </w:r>
        </w:p>
      </w:docPartBody>
    </w:docPart>
    <w:docPart>
      <w:docPartPr>
        <w:name w:val="391B2A384D184AA998F214BD205F1E6E"/>
        <w:category>
          <w:name w:val="Algemeen"/>
          <w:gallery w:val="placeholder"/>
        </w:category>
        <w:types>
          <w:type w:val="bbPlcHdr"/>
        </w:types>
        <w:behaviors>
          <w:behavior w:val="content"/>
        </w:behaviors>
        <w:guid w:val="{002E010D-647E-4334-A5B9-73D9FBA45E7F}"/>
      </w:docPartPr>
      <w:docPartBody>
        <w:p w:rsidR="00E94298" w:rsidRDefault="000C66D0" w:rsidP="000C66D0">
          <w:pPr>
            <w:pStyle w:val="391B2A384D184AA998F214BD205F1E6E"/>
          </w:pPr>
          <w:r w:rsidRPr="00FD5FFB">
            <w:rPr>
              <w:rStyle w:val="Tekstvantijdelijkeaanduiding"/>
            </w:rPr>
            <w:t>Klik of tik om tekst in te voeren.</w:t>
          </w:r>
        </w:p>
      </w:docPartBody>
    </w:docPart>
    <w:docPart>
      <w:docPartPr>
        <w:name w:val="B72F7A4FCDD24614B6FEF070C727B0D5"/>
        <w:category>
          <w:name w:val="Algemeen"/>
          <w:gallery w:val="placeholder"/>
        </w:category>
        <w:types>
          <w:type w:val="bbPlcHdr"/>
        </w:types>
        <w:behaviors>
          <w:behavior w:val="content"/>
        </w:behaviors>
        <w:guid w:val="{EC2B4B71-F19C-4002-9B6E-75DE83C29E58}"/>
      </w:docPartPr>
      <w:docPartBody>
        <w:p w:rsidR="00E94298" w:rsidRDefault="000C66D0" w:rsidP="000C66D0">
          <w:pPr>
            <w:pStyle w:val="B72F7A4FCDD24614B6FEF070C727B0D5"/>
          </w:pPr>
          <w:r w:rsidRPr="00FD5FFB">
            <w:rPr>
              <w:rStyle w:val="Tekstvantijdelijkeaanduiding"/>
            </w:rPr>
            <w:t>Klik of tik om tekst in te voeren.</w:t>
          </w:r>
        </w:p>
      </w:docPartBody>
    </w:docPart>
    <w:docPart>
      <w:docPartPr>
        <w:name w:val="C2BA2EB6002B4ED5A08FE24117EFC6A2"/>
        <w:category>
          <w:name w:val="Algemeen"/>
          <w:gallery w:val="placeholder"/>
        </w:category>
        <w:types>
          <w:type w:val="bbPlcHdr"/>
        </w:types>
        <w:behaviors>
          <w:behavior w:val="content"/>
        </w:behaviors>
        <w:guid w:val="{756E4570-9571-4E04-9E12-F72884E812C5}"/>
      </w:docPartPr>
      <w:docPartBody>
        <w:p w:rsidR="00E94298" w:rsidRDefault="000C66D0" w:rsidP="000C66D0">
          <w:pPr>
            <w:pStyle w:val="C2BA2EB6002B4ED5A08FE24117EFC6A2"/>
          </w:pPr>
          <w:r w:rsidRPr="00FD5FFB">
            <w:rPr>
              <w:rStyle w:val="Tekstvantijdelijkeaanduiding"/>
            </w:rPr>
            <w:t>Klik of tik om tekst in te voeren.</w:t>
          </w:r>
        </w:p>
      </w:docPartBody>
    </w:docPart>
    <w:docPart>
      <w:docPartPr>
        <w:name w:val="A7883941ADBA4CD9BCA1E27AB5351B81"/>
        <w:category>
          <w:name w:val="Algemeen"/>
          <w:gallery w:val="placeholder"/>
        </w:category>
        <w:types>
          <w:type w:val="bbPlcHdr"/>
        </w:types>
        <w:behaviors>
          <w:behavior w:val="content"/>
        </w:behaviors>
        <w:guid w:val="{3E0F7D18-0588-483A-B153-2366AE3D6D0B}"/>
      </w:docPartPr>
      <w:docPartBody>
        <w:p w:rsidR="00E94298" w:rsidRDefault="000C66D0" w:rsidP="000C66D0">
          <w:pPr>
            <w:pStyle w:val="A7883941ADBA4CD9BCA1E27AB5351B81"/>
          </w:pPr>
          <w:r w:rsidRPr="00FD5FFB">
            <w:rPr>
              <w:rStyle w:val="Tekstvantijdelijkeaanduiding"/>
            </w:rPr>
            <w:t>Klik of tik om tekst in te voeren.</w:t>
          </w:r>
        </w:p>
      </w:docPartBody>
    </w:docPart>
    <w:docPart>
      <w:docPartPr>
        <w:name w:val="54C7D7D0B24A446FB9D5B54D99C87EA8"/>
        <w:category>
          <w:name w:val="Algemeen"/>
          <w:gallery w:val="placeholder"/>
        </w:category>
        <w:types>
          <w:type w:val="bbPlcHdr"/>
        </w:types>
        <w:behaviors>
          <w:behavior w:val="content"/>
        </w:behaviors>
        <w:guid w:val="{A450BE6B-BC08-4760-89E3-BBD562CC68B4}"/>
      </w:docPartPr>
      <w:docPartBody>
        <w:p w:rsidR="00E94298" w:rsidRDefault="000C66D0" w:rsidP="000C66D0">
          <w:pPr>
            <w:pStyle w:val="54C7D7D0B24A446FB9D5B54D99C87EA8"/>
          </w:pPr>
          <w:r w:rsidRPr="00FD5FFB">
            <w:rPr>
              <w:rStyle w:val="Tekstvantijdelijkeaanduiding"/>
            </w:rPr>
            <w:t>Klik of tik om tekst in te voeren.</w:t>
          </w:r>
        </w:p>
      </w:docPartBody>
    </w:docPart>
    <w:docPart>
      <w:docPartPr>
        <w:name w:val="A0DDD9775DFF42B79FDE7E5EAAEC8510"/>
        <w:category>
          <w:name w:val="Algemeen"/>
          <w:gallery w:val="placeholder"/>
        </w:category>
        <w:types>
          <w:type w:val="bbPlcHdr"/>
        </w:types>
        <w:behaviors>
          <w:behavior w:val="content"/>
        </w:behaviors>
        <w:guid w:val="{0B124BB1-8860-4E9E-BCAE-56B60200FBB2}"/>
      </w:docPartPr>
      <w:docPartBody>
        <w:p w:rsidR="00E94298" w:rsidRDefault="000C66D0" w:rsidP="000C66D0">
          <w:pPr>
            <w:pStyle w:val="A0DDD9775DFF42B79FDE7E5EAAEC8510"/>
          </w:pPr>
          <w:r w:rsidRPr="00FD5FFB">
            <w:rPr>
              <w:rStyle w:val="Tekstvantijdelijkeaanduiding"/>
            </w:rPr>
            <w:t>Klik of tik om tekst in te voeren.</w:t>
          </w:r>
        </w:p>
      </w:docPartBody>
    </w:docPart>
    <w:docPart>
      <w:docPartPr>
        <w:name w:val="DE836A8E62B043C5B931106F7251DD60"/>
        <w:category>
          <w:name w:val="Algemeen"/>
          <w:gallery w:val="placeholder"/>
        </w:category>
        <w:types>
          <w:type w:val="bbPlcHdr"/>
        </w:types>
        <w:behaviors>
          <w:behavior w:val="content"/>
        </w:behaviors>
        <w:guid w:val="{09E8348F-E38F-4312-8C04-D85886D89377}"/>
      </w:docPartPr>
      <w:docPartBody>
        <w:p w:rsidR="00E94298" w:rsidRDefault="000C66D0" w:rsidP="000C66D0">
          <w:pPr>
            <w:pStyle w:val="DE836A8E62B043C5B931106F7251DD60"/>
          </w:pPr>
          <w:r w:rsidRPr="00FD5FFB">
            <w:rPr>
              <w:rStyle w:val="Tekstvantijdelijkeaanduiding"/>
            </w:rPr>
            <w:t>Klik of tik om tekst in te voeren.</w:t>
          </w:r>
        </w:p>
      </w:docPartBody>
    </w:docPart>
    <w:docPart>
      <w:docPartPr>
        <w:name w:val="A5F7C1AFC9D043D3A245669A0F2FBA17"/>
        <w:category>
          <w:name w:val="Algemeen"/>
          <w:gallery w:val="placeholder"/>
        </w:category>
        <w:types>
          <w:type w:val="bbPlcHdr"/>
        </w:types>
        <w:behaviors>
          <w:behavior w:val="content"/>
        </w:behaviors>
        <w:guid w:val="{8B0AF2BD-0553-4FFC-B670-BFAF05587618}"/>
      </w:docPartPr>
      <w:docPartBody>
        <w:p w:rsidR="00E94298" w:rsidRDefault="000C66D0" w:rsidP="000C66D0">
          <w:pPr>
            <w:pStyle w:val="A5F7C1AFC9D043D3A245669A0F2FBA17"/>
          </w:pPr>
          <w:r w:rsidRPr="00FD5FFB">
            <w:rPr>
              <w:rStyle w:val="Tekstvantijdelijkeaanduiding"/>
            </w:rPr>
            <w:t>Klik of tik om tekst in te voeren.</w:t>
          </w:r>
        </w:p>
      </w:docPartBody>
    </w:docPart>
    <w:docPart>
      <w:docPartPr>
        <w:name w:val="D0AE0375D28347468379493277945B48"/>
        <w:category>
          <w:name w:val="Algemeen"/>
          <w:gallery w:val="placeholder"/>
        </w:category>
        <w:types>
          <w:type w:val="bbPlcHdr"/>
        </w:types>
        <w:behaviors>
          <w:behavior w:val="content"/>
        </w:behaviors>
        <w:guid w:val="{52D115AC-150A-4175-AC8C-971617D4792E}"/>
      </w:docPartPr>
      <w:docPartBody>
        <w:p w:rsidR="00E94298" w:rsidRDefault="000C66D0" w:rsidP="000C66D0">
          <w:pPr>
            <w:pStyle w:val="D0AE0375D28347468379493277945B48"/>
          </w:pPr>
          <w:r w:rsidRPr="00FD5FFB">
            <w:rPr>
              <w:rStyle w:val="Tekstvantijdelijkeaanduiding"/>
            </w:rPr>
            <w:t>Klik of tik om tekst in te voeren.</w:t>
          </w:r>
        </w:p>
      </w:docPartBody>
    </w:docPart>
    <w:docPart>
      <w:docPartPr>
        <w:name w:val="D5B1C1EDAC8A4A3BB721C2696FBCA85D"/>
        <w:category>
          <w:name w:val="Algemeen"/>
          <w:gallery w:val="placeholder"/>
        </w:category>
        <w:types>
          <w:type w:val="bbPlcHdr"/>
        </w:types>
        <w:behaviors>
          <w:behavior w:val="content"/>
        </w:behaviors>
        <w:guid w:val="{4B144E31-76A7-4F48-80AC-468AA13464F9}"/>
      </w:docPartPr>
      <w:docPartBody>
        <w:p w:rsidR="00E94298" w:rsidRDefault="000C66D0" w:rsidP="000C66D0">
          <w:pPr>
            <w:pStyle w:val="D5B1C1EDAC8A4A3BB721C2696FBCA85D"/>
          </w:pPr>
          <w:r w:rsidRPr="00FD5FFB">
            <w:rPr>
              <w:rStyle w:val="Tekstvantijdelijkeaanduiding"/>
            </w:rPr>
            <w:t>Klik of tik om tekst in te voeren.</w:t>
          </w:r>
        </w:p>
      </w:docPartBody>
    </w:docPart>
    <w:docPart>
      <w:docPartPr>
        <w:name w:val="BBFA9F482E804EE490DA5416DDD82382"/>
        <w:category>
          <w:name w:val="Algemeen"/>
          <w:gallery w:val="placeholder"/>
        </w:category>
        <w:types>
          <w:type w:val="bbPlcHdr"/>
        </w:types>
        <w:behaviors>
          <w:behavior w:val="content"/>
        </w:behaviors>
        <w:guid w:val="{BF0A0B79-7C4B-4000-BB1D-14D28C90B820}"/>
      </w:docPartPr>
      <w:docPartBody>
        <w:p w:rsidR="00E94298" w:rsidRDefault="000C66D0" w:rsidP="000C66D0">
          <w:pPr>
            <w:pStyle w:val="BBFA9F482E804EE490DA5416DDD82382"/>
          </w:pPr>
          <w:r w:rsidRPr="00FD5FFB">
            <w:rPr>
              <w:rStyle w:val="Tekstvantijdelijkeaanduiding"/>
            </w:rPr>
            <w:t>Klik of tik om tekst in te voeren.</w:t>
          </w:r>
        </w:p>
      </w:docPartBody>
    </w:docPart>
    <w:docPart>
      <w:docPartPr>
        <w:name w:val="B5C429925B5F4311AD97240902A3A8F9"/>
        <w:category>
          <w:name w:val="Algemeen"/>
          <w:gallery w:val="placeholder"/>
        </w:category>
        <w:types>
          <w:type w:val="bbPlcHdr"/>
        </w:types>
        <w:behaviors>
          <w:behavior w:val="content"/>
        </w:behaviors>
        <w:guid w:val="{5956F121-46E1-4DCA-B0CA-C6731FD9A1CF}"/>
      </w:docPartPr>
      <w:docPartBody>
        <w:p w:rsidR="00E94298" w:rsidRDefault="000C66D0" w:rsidP="000C66D0">
          <w:pPr>
            <w:pStyle w:val="B5C429925B5F4311AD97240902A3A8F9"/>
          </w:pPr>
          <w:r w:rsidRPr="00FD5FFB">
            <w:rPr>
              <w:rStyle w:val="Tekstvantijdelijkeaanduiding"/>
            </w:rPr>
            <w:t>Klik of tik om tekst in te voeren.</w:t>
          </w:r>
        </w:p>
      </w:docPartBody>
    </w:docPart>
    <w:docPart>
      <w:docPartPr>
        <w:name w:val="347DBD821E424BF3945875DB597C9AE8"/>
        <w:category>
          <w:name w:val="Algemeen"/>
          <w:gallery w:val="placeholder"/>
        </w:category>
        <w:types>
          <w:type w:val="bbPlcHdr"/>
        </w:types>
        <w:behaviors>
          <w:behavior w:val="content"/>
        </w:behaviors>
        <w:guid w:val="{00D806E8-240E-4CDE-9F6B-1B224AE0820C}"/>
      </w:docPartPr>
      <w:docPartBody>
        <w:p w:rsidR="00E94298" w:rsidRDefault="000C66D0" w:rsidP="000C66D0">
          <w:pPr>
            <w:pStyle w:val="347DBD821E424BF3945875DB597C9AE8"/>
          </w:pPr>
          <w:r w:rsidRPr="00FD5FFB">
            <w:rPr>
              <w:rStyle w:val="Tekstvantijdelijkeaanduiding"/>
            </w:rPr>
            <w:t>Klik of tik om tekst in te voeren.</w:t>
          </w:r>
        </w:p>
      </w:docPartBody>
    </w:docPart>
    <w:docPart>
      <w:docPartPr>
        <w:name w:val="F5D42DFFFEA84417B7789C79E5A70155"/>
        <w:category>
          <w:name w:val="Algemeen"/>
          <w:gallery w:val="placeholder"/>
        </w:category>
        <w:types>
          <w:type w:val="bbPlcHdr"/>
        </w:types>
        <w:behaviors>
          <w:behavior w:val="content"/>
        </w:behaviors>
        <w:guid w:val="{4BA63E5C-1040-4534-8588-D90831AC7B04}"/>
      </w:docPartPr>
      <w:docPartBody>
        <w:p w:rsidR="00E94298" w:rsidRDefault="000C66D0" w:rsidP="000C66D0">
          <w:pPr>
            <w:pStyle w:val="F5D42DFFFEA84417B7789C79E5A70155"/>
          </w:pPr>
          <w:r w:rsidRPr="00FD5FFB">
            <w:rPr>
              <w:rStyle w:val="Tekstvantijdelijkeaanduiding"/>
            </w:rPr>
            <w:t>Klik of tik om tekst in te voeren.</w:t>
          </w:r>
        </w:p>
      </w:docPartBody>
    </w:docPart>
    <w:docPart>
      <w:docPartPr>
        <w:name w:val="32F727016E55447C86ACAC1A55440635"/>
        <w:category>
          <w:name w:val="Algemeen"/>
          <w:gallery w:val="placeholder"/>
        </w:category>
        <w:types>
          <w:type w:val="bbPlcHdr"/>
        </w:types>
        <w:behaviors>
          <w:behavior w:val="content"/>
        </w:behaviors>
        <w:guid w:val="{184F7526-FF19-4AF4-B0EA-573D46F5C656}"/>
      </w:docPartPr>
      <w:docPartBody>
        <w:p w:rsidR="00E94298" w:rsidRDefault="000C66D0" w:rsidP="000C66D0">
          <w:pPr>
            <w:pStyle w:val="32F727016E55447C86ACAC1A55440635"/>
          </w:pPr>
          <w:r w:rsidRPr="00FD5FFB">
            <w:rPr>
              <w:rStyle w:val="Tekstvantijdelijkeaanduiding"/>
            </w:rPr>
            <w:t>Klik of tik om tekst in te voeren.</w:t>
          </w:r>
        </w:p>
      </w:docPartBody>
    </w:docPart>
    <w:docPart>
      <w:docPartPr>
        <w:name w:val="CA86161F322A4834BE0CECCEB9219E28"/>
        <w:category>
          <w:name w:val="Algemeen"/>
          <w:gallery w:val="placeholder"/>
        </w:category>
        <w:types>
          <w:type w:val="bbPlcHdr"/>
        </w:types>
        <w:behaviors>
          <w:behavior w:val="content"/>
        </w:behaviors>
        <w:guid w:val="{F893252B-630D-4F54-9CC9-5A9277F7BCE9}"/>
      </w:docPartPr>
      <w:docPartBody>
        <w:p w:rsidR="00E94298" w:rsidRDefault="000C66D0" w:rsidP="000C66D0">
          <w:pPr>
            <w:pStyle w:val="CA86161F322A4834BE0CECCEB9219E28"/>
          </w:pPr>
          <w:r w:rsidRPr="00FD5FFB">
            <w:rPr>
              <w:rStyle w:val="Tekstvantijdelijkeaanduiding"/>
            </w:rPr>
            <w:t>Klik of tik om tekst in te voeren.</w:t>
          </w:r>
        </w:p>
      </w:docPartBody>
    </w:docPart>
    <w:docPart>
      <w:docPartPr>
        <w:name w:val="289C81EF3499441AB7F84F017B415469"/>
        <w:category>
          <w:name w:val="Algemeen"/>
          <w:gallery w:val="placeholder"/>
        </w:category>
        <w:types>
          <w:type w:val="bbPlcHdr"/>
        </w:types>
        <w:behaviors>
          <w:behavior w:val="content"/>
        </w:behaviors>
        <w:guid w:val="{DB3B2D39-87A3-4CCE-A504-3173A7E08335}"/>
      </w:docPartPr>
      <w:docPartBody>
        <w:p w:rsidR="00E94298" w:rsidRDefault="000C66D0" w:rsidP="000C66D0">
          <w:pPr>
            <w:pStyle w:val="289C81EF3499441AB7F84F017B415469"/>
          </w:pPr>
          <w:r w:rsidRPr="00FD5FFB">
            <w:rPr>
              <w:rStyle w:val="Tekstvantijdelijkeaanduiding"/>
            </w:rPr>
            <w:t>Klik of tik om tekst in te voeren.</w:t>
          </w:r>
        </w:p>
      </w:docPartBody>
    </w:docPart>
    <w:docPart>
      <w:docPartPr>
        <w:name w:val="0113E052C82A449CB3160D23C0DCF58E"/>
        <w:category>
          <w:name w:val="Algemeen"/>
          <w:gallery w:val="placeholder"/>
        </w:category>
        <w:types>
          <w:type w:val="bbPlcHdr"/>
        </w:types>
        <w:behaviors>
          <w:behavior w:val="content"/>
        </w:behaviors>
        <w:guid w:val="{092985D8-B958-4392-BF4C-210ADA58E0A5}"/>
      </w:docPartPr>
      <w:docPartBody>
        <w:p w:rsidR="00E94298" w:rsidRDefault="000C66D0" w:rsidP="000C66D0">
          <w:pPr>
            <w:pStyle w:val="0113E052C82A449CB3160D23C0DCF58E"/>
          </w:pPr>
          <w:r w:rsidRPr="00FD5FFB">
            <w:rPr>
              <w:rStyle w:val="Tekstvantijdelijkeaanduiding"/>
            </w:rPr>
            <w:t>Klik of tik om tekst in te voeren.</w:t>
          </w:r>
        </w:p>
      </w:docPartBody>
    </w:docPart>
    <w:docPart>
      <w:docPartPr>
        <w:name w:val="7B45C61094FC4BF8AE90C8BC4D647CA2"/>
        <w:category>
          <w:name w:val="Algemeen"/>
          <w:gallery w:val="placeholder"/>
        </w:category>
        <w:types>
          <w:type w:val="bbPlcHdr"/>
        </w:types>
        <w:behaviors>
          <w:behavior w:val="content"/>
        </w:behaviors>
        <w:guid w:val="{198F3D8D-FB6E-4069-86A6-62D88E2A0245}"/>
      </w:docPartPr>
      <w:docPartBody>
        <w:p w:rsidR="00E94298" w:rsidRDefault="000C66D0" w:rsidP="000C66D0">
          <w:pPr>
            <w:pStyle w:val="7B45C61094FC4BF8AE90C8BC4D647CA2"/>
          </w:pPr>
          <w:r w:rsidRPr="00FD5FFB">
            <w:rPr>
              <w:rStyle w:val="Tekstvantijdelijkeaanduiding"/>
            </w:rPr>
            <w:t>Klik of tik om tekst in te voeren.</w:t>
          </w:r>
        </w:p>
      </w:docPartBody>
    </w:docPart>
    <w:docPart>
      <w:docPartPr>
        <w:name w:val="197FEC5341E84C5DB4B93A100C3C97B5"/>
        <w:category>
          <w:name w:val="Algemeen"/>
          <w:gallery w:val="placeholder"/>
        </w:category>
        <w:types>
          <w:type w:val="bbPlcHdr"/>
        </w:types>
        <w:behaviors>
          <w:behavior w:val="content"/>
        </w:behaviors>
        <w:guid w:val="{F37D161E-F183-448A-917C-36198F41FADD}"/>
      </w:docPartPr>
      <w:docPartBody>
        <w:p w:rsidR="00E94298" w:rsidRDefault="000C66D0" w:rsidP="000C66D0">
          <w:pPr>
            <w:pStyle w:val="197FEC5341E84C5DB4B93A100C3C97B5"/>
          </w:pPr>
          <w:r w:rsidRPr="00FD5FFB">
            <w:rPr>
              <w:rStyle w:val="Tekstvantijdelijkeaanduiding"/>
              <w:rFonts w:eastAsiaTheme="minorHAnsi"/>
            </w:rPr>
            <w:t>Klik of tik om tekst in te voeren.</w:t>
          </w:r>
        </w:p>
      </w:docPartBody>
    </w:docPart>
    <w:docPart>
      <w:docPartPr>
        <w:name w:val="A70D0ABEB09D4FB1AC3A002F05E4856B"/>
        <w:category>
          <w:name w:val="Algemeen"/>
          <w:gallery w:val="placeholder"/>
        </w:category>
        <w:types>
          <w:type w:val="bbPlcHdr"/>
        </w:types>
        <w:behaviors>
          <w:behavior w:val="content"/>
        </w:behaviors>
        <w:guid w:val="{1195F7BD-E4D6-464B-99AB-CE60260E154C}"/>
      </w:docPartPr>
      <w:docPartBody>
        <w:p w:rsidR="00E94298" w:rsidRDefault="000C66D0" w:rsidP="000C66D0">
          <w:pPr>
            <w:pStyle w:val="A70D0ABEB09D4FB1AC3A002F05E4856B"/>
          </w:pPr>
          <w:r w:rsidRPr="00FD5FFB">
            <w:rPr>
              <w:rStyle w:val="Tekstvantijdelijkeaanduiding"/>
              <w:rFonts w:eastAsiaTheme="minorHAnsi"/>
            </w:rPr>
            <w:t>Klik of tik om tekst in te voeren.</w:t>
          </w:r>
        </w:p>
      </w:docPartBody>
    </w:docPart>
    <w:docPart>
      <w:docPartPr>
        <w:name w:val="A8CA4456A66947BF8DA2FAF4ECCF8D56"/>
        <w:category>
          <w:name w:val="Algemeen"/>
          <w:gallery w:val="placeholder"/>
        </w:category>
        <w:types>
          <w:type w:val="bbPlcHdr"/>
        </w:types>
        <w:behaviors>
          <w:behavior w:val="content"/>
        </w:behaviors>
        <w:guid w:val="{D5AAF5BB-670F-4063-BDC3-69AA9B1A4677}"/>
      </w:docPartPr>
      <w:docPartBody>
        <w:p w:rsidR="00E94298" w:rsidRDefault="000C66D0" w:rsidP="000C66D0">
          <w:pPr>
            <w:pStyle w:val="A8CA4456A66947BF8DA2FAF4ECCF8D56"/>
          </w:pPr>
          <w:r w:rsidRPr="00FD5FFB">
            <w:rPr>
              <w:rStyle w:val="Tekstvantijdelijkeaanduiding"/>
              <w:rFonts w:eastAsiaTheme="minorHAnsi"/>
            </w:rPr>
            <w:t>Klik of tik om tekst in te voeren.</w:t>
          </w:r>
        </w:p>
      </w:docPartBody>
    </w:docPart>
    <w:docPart>
      <w:docPartPr>
        <w:name w:val="E43EBC7526A14584A32A0C02131D3F0E"/>
        <w:category>
          <w:name w:val="Algemeen"/>
          <w:gallery w:val="placeholder"/>
        </w:category>
        <w:types>
          <w:type w:val="bbPlcHdr"/>
        </w:types>
        <w:behaviors>
          <w:behavior w:val="content"/>
        </w:behaviors>
        <w:guid w:val="{26875CFD-5EB5-4462-A5B2-81C066AF9651}"/>
      </w:docPartPr>
      <w:docPartBody>
        <w:p w:rsidR="00E94298" w:rsidRDefault="000C66D0" w:rsidP="000C66D0">
          <w:pPr>
            <w:pStyle w:val="E43EBC7526A14584A32A0C02131D3F0E"/>
          </w:pPr>
          <w:r w:rsidRPr="00FD5FFB">
            <w:rPr>
              <w:rStyle w:val="Tekstvantijdelijkeaanduiding"/>
              <w:rFonts w:eastAsiaTheme="minorHAnsi"/>
            </w:rPr>
            <w:t>Klik of tik om tekst in te voeren.</w:t>
          </w:r>
        </w:p>
      </w:docPartBody>
    </w:docPart>
    <w:docPart>
      <w:docPartPr>
        <w:name w:val="6B15B777B1FF4AFD81813F449195B719"/>
        <w:category>
          <w:name w:val="Algemeen"/>
          <w:gallery w:val="placeholder"/>
        </w:category>
        <w:types>
          <w:type w:val="bbPlcHdr"/>
        </w:types>
        <w:behaviors>
          <w:behavior w:val="content"/>
        </w:behaviors>
        <w:guid w:val="{6EECC564-948D-47C1-B4D8-980B792AE216}"/>
      </w:docPartPr>
      <w:docPartBody>
        <w:p w:rsidR="00E94298" w:rsidRDefault="000C66D0" w:rsidP="000C66D0">
          <w:pPr>
            <w:pStyle w:val="6B15B777B1FF4AFD81813F449195B719"/>
          </w:pPr>
          <w:r w:rsidRPr="00FD5FFB">
            <w:rPr>
              <w:rStyle w:val="Tekstvantijdelijkeaanduiding"/>
              <w:rFonts w:eastAsiaTheme="minorHAnsi"/>
            </w:rPr>
            <w:t>Klik of tik om tekst in te voeren.</w:t>
          </w:r>
        </w:p>
      </w:docPartBody>
    </w:docPart>
    <w:docPart>
      <w:docPartPr>
        <w:name w:val="21016CF5491846CC911E0E9F2F2ACE01"/>
        <w:category>
          <w:name w:val="Algemeen"/>
          <w:gallery w:val="placeholder"/>
        </w:category>
        <w:types>
          <w:type w:val="bbPlcHdr"/>
        </w:types>
        <w:behaviors>
          <w:behavior w:val="content"/>
        </w:behaviors>
        <w:guid w:val="{E899A624-6748-4184-9C18-920495CC6818}"/>
      </w:docPartPr>
      <w:docPartBody>
        <w:p w:rsidR="00E94298" w:rsidRDefault="000C66D0" w:rsidP="000C66D0">
          <w:pPr>
            <w:pStyle w:val="21016CF5491846CC911E0E9F2F2ACE01"/>
          </w:pPr>
          <w:r w:rsidRPr="00FD5FFB">
            <w:rPr>
              <w:rStyle w:val="Tekstvantijdelijkeaanduiding"/>
              <w:rFonts w:eastAsiaTheme="minorHAnsi"/>
            </w:rPr>
            <w:t>Klik of tik om tekst in te voeren.</w:t>
          </w:r>
        </w:p>
      </w:docPartBody>
    </w:docPart>
    <w:docPart>
      <w:docPartPr>
        <w:name w:val="D8758F4F794B4907B030AFB7771C5D10"/>
        <w:category>
          <w:name w:val="Algemeen"/>
          <w:gallery w:val="placeholder"/>
        </w:category>
        <w:types>
          <w:type w:val="bbPlcHdr"/>
        </w:types>
        <w:behaviors>
          <w:behavior w:val="content"/>
        </w:behaviors>
        <w:guid w:val="{EA85FBBD-EAF0-4DFD-AEC6-DF0B17DBD44C}"/>
      </w:docPartPr>
      <w:docPartBody>
        <w:p w:rsidR="00E94298" w:rsidRDefault="000C66D0" w:rsidP="000C66D0">
          <w:pPr>
            <w:pStyle w:val="D8758F4F794B4907B030AFB7771C5D10"/>
          </w:pPr>
          <w:r>
            <w:rPr>
              <w:rStyle w:val="Tekstvantijdelijkeaanduiding"/>
              <w:rFonts w:eastAsiaTheme="minorHAnsi"/>
            </w:rPr>
            <w:t>naam en telefoonnummer</w:t>
          </w:r>
        </w:p>
      </w:docPartBody>
    </w:docPart>
    <w:docPart>
      <w:docPartPr>
        <w:name w:val="7616B898DACC431EBCF25C77846E1C4E"/>
        <w:category>
          <w:name w:val="Algemeen"/>
          <w:gallery w:val="placeholder"/>
        </w:category>
        <w:types>
          <w:type w:val="bbPlcHdr"/>
        </w:types>
        <w:behaviors>
          <w:behavior w:val="content"/>
        </w:behaviors>
        <w:guid w:val="{4CE44780-4151-4B92-8080-F79A420F6064}"/>
      </w:docPartPr>
      <w:docPartBody>
        <w:p w:rsidR="00E94298" w:rsidRDefault="000C66D0" w:rsidP="000C66D0">
          <w:pPr>
            <w:pStyle w:val="7616B898DACC431EBCF25C77846E1C4E"/>
          </w:pPr>
          <w:r>
            <w:rPr>
              <w:rStyle w:val="Tekstvantijdelijkeaanduiding"/>
              <w:rFonts w:eastAsiaTheme="minorHAnsi"/>
            </w:rPr>
            <w:t>naam en telefoonnummer</w:t>
          </w:r>
        </w:p>
      </w:docPartBody>
    </w:docPart>
    <w:docPart>
      <w:docPartPr>
        <w:name w:val="FC38801A919F4D03B50617AB1BAF9E94"/>
        <w:category>
          <w:name w:val="Algemeen"/>
          <w:gallery w:val="placeholder"/>
        </w:category>
        <w:types>
          <w:type w:val="bbPlcHdr"/>
        </w:types>
        <w:behaviors>
          <w:behavior w:val="content"/>
        </w:behaviors>
        <w:guid w:val="{37A0A734-5A53-4921-BDF4-193215153D46}"/>
      </w:docPartPr>
      <w:docPartBody>
        <w:p w:rsidR="00E94298" w:rsidRDefault="000C66D0" w:rsidP="000C66D0">
          <w:pPr>
            <w:pStyle w:val="FC38801A919F4D03B50617AB1BAF9E94"/>
          </w:pPr>
          <w:r>
            <w:rPr>
              <w:rStyle w:val="Tekstvantijdelijkeaanduiding"/>
              <w:rFonts w:eastAsiaTheme="minorHAnsi"/>
            </w:rPr>
            <w:t>naam en telefoonnummer</w:t>
          </w:r>
        </w:p>
      </w:docPartBody>
    </w:docPart>
    <w:docPart>
      <w:docPartPr>
        <w:name w:val="CA3C8E67A8EE46D6AF7F3FB6F2925749"/>
        <w:category>
          <w:name w:val="Algemeen"/>
          <w:gallery w:val="placeholder"/>
        </w:category>
        <w:types>
          <w:type w:val="bbPlcHdr"/>
        </w:types>
        <w:behaviors>
          <w:behavior w:val="content"/>
        </w:behaviors>
        <w:guid w:val="{79EEEA2E-34DA-4B74-B96B-12A270F2CF8D}"/>
      </w:docPartPr>
      <w:docPartBody>
        <w:p w:rsidR="00E94298" w:rsidRDefault="000C66D0" w:rsidP="000C66D0">
          <w:pPr>
            <w:pStyle w:val="CA3C8E67A8EE46D6AF7F3FB6F2925749"/>
          </w:pPr>
          <w:r w:rsidRPr="00FD5FFB">
            <w:rPr>
              <w:rStyle w:val="Tekstvantijdelijkeaanduiding"/>
              <w:rFonts w:eastAsiaTheme="minorHAnsi"/>
            </w:rPr>
            <w:t>Klik of tik om tekst in te voeren.</w:t>
          </w:r>
        </w:p>
      </w:docPartBody>
    </w:docPart>
    <w:docPart>
      <w:docPartPr>
        <w:name w:val="A0F8A04AAA1648C390DEA1869ACD2897"/>
        <w:category>
          <w:name w:val="Algemeen"/>
          <w:gallery w:val="placeholder"/>
        </w:category>
        <w:types>
          <w:type w:val="bbPlcHdr"/>
        </w:types>
        <w:behaviors>
          <w:behavior w:val="content"/>
        </w:behaviors>
        <w:guid w:val="{D3DE09DA-78C0-47B9-9572-4248B565D845}"/>
      </w:docPartPr>
      <w:docPartBody>
        <w:p w:rsidR="00E94298" w:rsidRDefault="000C66D0" w:rsidP="000C66D0">
          <w:pPr>
            <w:pStyle w:val="A0F8A04AAA1648C390DEA1869ACD2897"/>
          </w:pPr>
          <w:r w:rsidRPr="00FD5FFB">
            <w:rPr>
              <w:rStyle w:val="Tekstvantijdelijkeaanduiding"/>
              <w:rFonts w:eastAsiaTheme="minorHAnsi"/>
            </w:rPr>
            <w:t>Klik of tik om tekst in te voeren.</w:t>
          </w:r>
        </w:p>
      </w:docPartBody>
    </w:docPart>
    <w:docPart>
      <w:docPartPr>
        <w:name w:val="30607F493A2D4AA1A4C0486441DAA0F6"/>
        <w:category>
          <w:name w:val="Algemeen"/>
          <w:gallery w:val="placeholder"/>
        </w:category>
        <w:types>
          <w:type w:val="bbPlcHdr"/>
        </w:types>
        <w:behaviors>
          <w:behavior w:val="content"/>
        </w:behaviors>
        <w:guid w:val="{CA36F203-AAC4-4F5E-9057-28D540395CD9}"/>
      </w:docPartPr>
      <w:docPartBody>
        <w:p w:rsidR="00E94298" w:rsidRDefault="000C66D0" w:rsidP="000C66D0">
          <w:pPr>
            <w:pStyle w:val="30607F493A2D4AA1A4C0486441DAA0F6"/>
          </w:pPr>
          <w:r w:rsidRPr="00FD5FFB">
            <w:rPr>
              <w:rStyle w:val="Tekstvantijdelijkeaanduiding"/>
              <w:rFonts w:eastAsiaTheme="minorHAnsi"/>
            </w:rPr>
            <w:t>Klik of tik om tekst in te voeren.</w:t>
          </w:r>
        </w:p>
      </w:docPartBody>
    </w:docPart>
    <w:docPart>
      <w:docPartPr>
        <w:name w:val="5FF55D2927E3456A8F4F81A349059E75"/>
        <w:category>
          <w:name w:val="Algemeen"/>
          <w:gallery w:val="placeholder"/>
        </w:category>
        <w:types>
          <w:type w:val="bbPlcHdr"/>
        </w:types>
        <w:behaviors>
          <w:behavior w:val="content"/>
        </w:behaviors>
        <w:guid w:val="{22854B7A-3A24-4565-A23B-C34B730EDF9A}"/>
      </w:docPartPr>
      <w:docPartBody>
        <w:p w:rsidR="00E94298" w:rsidRDefault="000C66D0" w:rsidP="000C66D0">
          <w:pPr>
            <w:pStyle w:val="5FF55D2927E3456A8F4F81A349059E75"/>
          </w:pPr>
          <w:r w:rsidRPr="00FD5FFB">
            <w:rPr>
              <w:rStyle w:val="Tekstvantijdelijkeaanduiding"/>
              <w:rFonts w:eastAsiaTheme="minorHAnsi"/>
            </w:rPr>
            <w:t>Klik of tik om tekst in te voeren.</w:t>
          </w:r>
        </w:p>
      </w:docPartBody>
    </w:docPart>
    <w:docPart>
      <w:docPartPr>
        <w:name w:val="307AA8B7430A4762A407D8D36216F7AC"/>
        <w:category>
          <w:name w:val="Algemeen"/>
          <w:gallery w:val="placeholder"/>
        </w:category>
        <w:types>
          <w:type w:val="bbPlcHdr"/>
        </w:types>
        <w:behaviors>
          <w:behavior w:val="content"/>
        </w:behaviors>
        <w:guid w:val="{A475F191-CD7A-47C1-8238-BD4956688B95}"/>
      </w:docPartPr>
      <w:docPartBody>
        <w:p w:rsidR="00E94298" w:rsidRDefault="000C66D0" w:rsidP="000C66D0">
          <w:pPr>
            <w:pStyle w:val="307AA8B7430A4762A407D8D36216F7AC"/>
          </w:pPr>
          <w:r w:rsidRPr="00FD5FFB">
            <w:rPr>
              <w:rStyle w:val="Tekstvantijdelijkeaanduiding"/>
              <w:rFonts w:eastAsiaTheme="minorHAnsi"/>
            </w:rPr>
            <w:t>Klik of tik om tekst in te voeren.</w:t>
          </w:r>
        </w:p>
      </w:docPartBody>
    </w:docPart>
    <w:docPart>
      <w:docPartPr>
        <w:name w:val="09876666193B4BDEBA5148689AEB1787"/>
        <w:category>
          <w:name w:val="Algemeen"/>
          <w:gallery w:val="placeholder"/>
        </w:category>
        <w:types>
          <w:type w:val="bbPlcHdr"/>
        </w:types>
        <w:behaviors>
          <w:behavior w:val="content"/>
        </w:behaviors>
        <w:guid w:val="{6350347F-3F45-42BA-A9D7-8D607885E776}"/>
      </w:docPartPr>
      <w:docPartBody>
        <w:p w:rsidR="00E94298" w:rsidRDefault="000C66D0" w:rsidP="000C66D0">
          <w:pPr>
            <w:pStyle w:val="09876666193B4BDEBA5148689AEB1787"/>
          </w:pPr>
          <w:r>
            <w:rPr>
              <w:rStyle w:val="Tekstvantijdelijkeaanduiding"/>
              <w:rFonts w:eastAsiaTheme="minorHAnsi"/>
            </w:rPr>
            <w:t>naam vereniging</w:t>
          </w:r>
        </w:p>
      </w:docPartBody>
    </w:docPart>
    <w:docPart>
      <w:docPartPr>
        <w:name w:val="6E1310E8E3E74FA4938516A95B657533"/>
        <w:category>
          <w:name w:val="Algemeen"/>
          <w:gallery w:val="placeholder"/>
        </w:category>
        <w:types>
          <w:type w:val="bbPlcHdr"/>
        </w:types>
        <w:behaviors>
          <w:behavior w:val="content"/>
        </w:behaviors>
        <w:guid w:val="{5F9200BD-356E-4FDA-A0A1-5104CB555455}"/>
      </w:docPartPr>
      <w:docPartBody>
        <w:p w:rsidR="00E94298" w:rsidRDefault="000C66D0" w:rsidP="000C66D0">
          <w:pPr>
            <w:pStyle w:val="6E1310E8E3E74FA4938516A95B657533"/>
          </w:pPr>
          <w:r>
            <w:rPr>
              <w:rStyle w:val="Tekstvantijdelijkeaanduiding"/>
              <w:rFonts w:eastAsiaTheme="minorHAnsi"/>
            </w:rPr>
            <w:t>naam sportpark</w:t>
          </w:r>
        </w:p>
      </w:docPartBody>
    </w:docPart>
    <w:docPart>
      <w:docPartPr>
        <w:name w:val="4AF821C73CA84945AB5025BBECB9CBA9"/>
        <w:category>
          <w:name w:val="Algemeen"/>
          <w:gallery w:val="placeholder"/>
        </w:category>
        <w:types>
          <w:type w:val="bbPlcHdr"/>
        </w:types>
        <w:behaviors>
          <w:behavior w:val="content"/>
        </w:behaviors>
        <w:guid w:val="{C3014FA9-1BCB-4519-8AC8-5227AEB1C508}"/>
      </w:docPartPr>
      <w:docPartBody>
        <w:p w:rsidR="00E94298" w:rsidRDefault="000C66D0" w:rsidP="000C66D0">
          <w:pPr>
            <w:pStyle w:val="4AF821C73CA84945AB5025BBECB9CBA9"/>
          </w:pPr>
          <w:r>
            <w:rPr>
              <w:rStyle w:val="Tekstvantijdelijkeaanduiding"/>
              <w:rFonts w:eastAsiaTheme="minorHAnsi"/>
            </w:rPr>
            <w:t>plaats</w:t>
          </w:r>
        </w:p>
      </w:docPartBody>
    </w:docPart>
    <w:docPart>
      <w:docPartPr>
        <w:name w:val="29C2C13C4E0F458AAC5DE50038E23E98"/>
        <w:category>
          <w:name w:val="Algemeen"/>
          <w:gallery w:val="placeholder"/>
        </w:category>
        <w:types>
          <w:type w:val="bbPlcHdr"/>
        </w:types>
        <w:behaviors>
          <w:behavior w:val="content"/>
        </w:behaviors>
        <w:guid w:val="{D85DF2F9-D52E-4FAA-B235-9D7195784CE7}"/>
      </w:docPartPr>
      <w:docPartBody>
        <w:p w:rsidR="00E94298" w:rsidRDefault="000C66D0" w:rsidP="000C66D0">
          <w:pPr>
            <w:pStyle w:val="29C2C13C4E0F458AAC5DE50038E23E98"/>
          </w:pPr>
          <w:r w:rsidRPr="00FD5FFB">
            <w:rPr>
              <w:rStyle w:val="Tekstvantijdelijkeaanduiding"/>
              <w:rFonts w:eastAsiaTheme="minorHAnsi"/>
            </w:rPr>
            <w:t>Klik of tik om tekst in te voeren.</w:t>
          </w:r>
        </w:p>
      </w:docPartBody>
    </w:docPart>
    <w:docPart>
      <w:docPartPr>
        <w:name w:val="45932834DF494CA7A1C78C8F4DB36ED7"/>
        <w:category>
          <w:name w:val="Algemeen"/>
          <w:gallery w:val="placeholder"/>
        </w:category>
        <w:types>
          <w:type w:val="bbPlcHdr"/>
        </w:types>
        <w:behaviors>
          <w:behavior w:val="content"/>
        </w:behaviors>
        <w:guid w:val="{A630DD3C-BA65-4CEC-ADC9-A3185FE8D3EE}"/>
      </w:docPartPr>
      <w:docPartBody>
        <w:p w:rsidR="00E94298" w:rsidRDefault="000C66D0" w:rsidP="000C66D0">
          <w:pPr>
            <w:pStyle w:val="45932834DF494CA7A1C78C8F4DB36ED7"/>
          </w:pPr>
          <w:r w:rsidRPr="00FD5FFB">
            <w:rPr>
              <w:rStyle w:val="Tekstvantijdelijkeaanduiding"/>
              <w:rFonts w:eastAsiaTheme="minorHAnsi"/>
            </w:rPr>
            <w:t>Klik of tik om tekst in te voeren.</w:t>
          </w:r>
        </w:p>
      </w:docPartBody>
    </w:docPart>
    <w:docPart>
      <w:docPartPr>
        <w:name w:val="308EDBD2615E48B8A00A483DA53DD11C"/>
        <w:category>
          <w:name w:val="Algemeen"/>
          <w:gallery w:val="placeholder"/>
        </w:category>
        <w:types>
          <w:type w:val="bbPlcHdr"/>
        </w:types>
        <w:behaviors>
          <w:behavior w:val="content"/>
        </w:behaviors>
        <w:guid w:val="{73350E1D-0A36-49A8-B20A-0661EED7091A}"/>
      </w:docPartPr>
      <w:docPartBody>
        <w:p w:rsidR="00E94298" w:rsidRDefault="000C66D0" w:rsidP="000C66D0">
          <w:pPr>
            <w:pStyle w:val="308EDBD2615E48B8A00A483DA53DD11C"/>
          </w:pPr>
          <w:r w:rsidRPr="00FD5FFB">
            <w:rPr>
              <w:rStyle w:val="Tekstvantijdelijkeaanduiding"/>
              <w:rFonts w:eastAsiaTheme="minorHAnsi"/>
            </w:rPr>
            <w:t>Klik of tik om tekst in te voeren.</w:t>
          </w:r>
        </w:p>
      </w:docPartBody>
    </w:docPart>
    <w:docPart>
      <w:docPartPr>
        <w:name w:val="87C24682408D4210BB9DC7412C243F40"/>
        <w:category>
          <w:name w:val="Algemeen"/>
          <w:gallery w:val="placeholder"/>
        </w:category>
        <w:types>
          <w:type w:val="bbPlcHdr"/>
        </w:types>
        <w:behaviors>
          <w:behavior w:val="content"/>
        </w:behaviors>
        <w:guid w:val="{75F519CB-740B-4FF2-9D4F-A4F5BD92B631}"/>
      </w:docPartPr>
      <w:docPartBody>
        <w:p w:rsidR="00E94298" w:rsidRDefault="000C66D0" w:rsidP="000C66D0">
          <w:pPr>
            <w:pStyle w:val="87C24682408D4210BB9DC7412C243F40"/>
          </w:pPr>
          <w:r w:rsidRPr="00FD5FFB">
            <w:rPr>
              <w:rStyle w:val="Tekstvantijdelijkeaanduiding"/>
              <w:rFonts w:eastAsiaTheme="minorHAnsi"/>
            </w:rPr>
            <w:t>Klik of tik om tekst in te voeren.</w:t>
          </w:r>
        </w:p>
      </w:docPartBody>
    </w:docPart>
    <w:docPart>
      <w:docPartPr>
        <w:name w:val="AF83AB8294FD4F319DBF3F87AE48C0A2"/>
        <w:category>
          <w:name w:val="Algemeen"/>
          <w:gallery w:val="placeholder"/>
        </w:category>
        <w:types>
          <w:type w:val="bbPlcHdr"/>
        </w:types>
        <w:behaviors>
          <w:behavior w:val="content"/>
        </w:behaviors>
        <w:guid w:val="{F48CCE35-5D03-46BF-9415-DF0C2FDDD107}"/>
      </w:docPartPr>
      <w:docPartBody>
        <w:p w:rsidR="00E94298" w:rsidRDefault="000C66D0" w:rsidP="000C66D0">
          <w:pPr>
            <w:pStyle w:val="AF83AB8294FD4F319DBF3F87AE48C0A2"/>
          </w:pPr>
          <w:r w:rsidRPr="00FD5FFB">
            <w:rPr>
              <w:rStyle w:val="Tekstvantijdelijkeaanduiding"/>
              <w:rFonts w:eastAsiaTheme="minorHAnsi"/>
            </w:rPr>
            <w:t>Klik of tik om tekst in te voeren.</w:t>
          </w:r>
        </w:p>
      </w:docPartBody>
    </w:docPart>
    <w:docPart>
      <w:docPartPr>
        <w:name w:val="06C57D4F416C47B9A037AA7D6F880B7B"/>
        <w:category>
          <w:name w:val="Algemeen"/>
          <w:gallery w:val="placeholder"/>
        </w:category>
        <w:types>
          <w:type w:val="bbPlcHdr"/>
        </w:types>
        <w:behaviors>
          <w:behavior w:val="content"/>
        </w:behaviors>
        <w:guid w:val="{F80A8DBD-1623-4606-BBA7-1D4CF422A667}"/>
      </w:docPartPr>
      <w:docPartBody>
        <w:p w:rsidR="00E94298" w:rsidRDefault="000C66D0" w:rsidP="000C66D0">
          <w:pPr>
            <w:pStyle w:val="06C57D4F416C47B9A037AA7D6F880B7B"/>
          </w:pPr>
          <w:r>
            <w:rPr>
              <w:rStyle w:val="Tekstvantijdelijkeaanduiding"/>
              <w:rFonts w:eastAsiaTheme="minorHAnsi"/>
            </w:rPr>
            <w:t>aantal kg</w:t>
          </w:r>
        </w:p>
      </w:docPartBody>
    </w:docPart>
    <w:docPart>
      <w:docPartPr>
        <w:name w:val="7B8C46C070C74F94996EAC5C1BBC2689"/>
        <w:category>
          <w:name w:val="Algemeen"/>
          <w:gallery w:val="placeholder"/>
        </w:category>
        <w:types>
          <w:type w:val="bbPlcHdr"/>
        </w:types>
        <w:behaviors>
          <w:behavior w:val="content"/>
        </w:behaviors>
        <w:guid w:val="{937D7AEE-5E54-4804-89ED-CE1614AD0D37}"/>
      </w:docPartPr>
      <w:docPartBody>
        <w:p w:rsidR="00E94298" w:rsidRDefault="000C66D0" w:rsidP="000C66D0">
          <w:pPr>
            <w:pStyle w:val="7B8C46C070C74F94996EAC5C1BBC2689"/>
          </w:pPr>
          <w:r w:rsidRPr="00FD5FFB">
            <w:rPr>
              <w:rStyle w:val="Tekstvantijdelijkeaanduiding"/>
              <w:rFonts w:eastAsiaTheme="minorHAnsi"/>
            </w:rPr>
            <w:t>Klik of tik om tekst in te voeren.</w:t>
          </w:r>
        </w:p>
      </w:docPartBody>
    </w:docPart>
    <w:docPart>
      <w:docPartPr>
        <w:name w:val="8A0F4116A473422793B7E802E8CF17D6"/>
        <w:category>
          <w:name w:val="Algemeen"/>
          <w:gallery w:val="placeholder"/>
        </w:category>
        <w:types>
          <w:type w:val="bbPlcHdr"/>
        </w:types>
        <w:behaviors>
          <w:behavior w:val="content"/>
        </w:behaviors>
        <w:guid w:val="{9C09999A-ABB0-4086-94E1-997612F66FD3}"/>
      </w:docPartPr>
      <w:docPartBody>
        <w:p w:rsidR="00E94298" w:rsidRDefault="000C66D0" w:rsidP="000C66D0">
          <w:pPr>
            <w:pStyle w:val="8A0F4116A473422793B7E802E8CF17D6"/>
          </w:pPr>
          <w:r>
            <w:rPr>
              <w:rStyle w:val="Tekstvantijdelijkeaanduiding"/>
              <w:rFonts w:eastAsiaTheme="minorHAnsi"/>
            </w:rPr>
            <w:t>aantal kg</w:t>
          </w:r>
        </w:p>
      </w:docPartBody>
    </w:docPart>
    <w:docPart>
      <w:docPartPr>
        <w:name w:val="92E5992217594F08A8E9E1A9536BCA5E"/>
        <w:category>
          <w:name w:val="Algemeen"/>
          <w:gallery w:val="placeholder"/>
        </w:category>
        <w:types>
          <w:type w:val="bbPlcHdr"/>
        </w:types>
        <w:behaviors>
          <w:behavior w:val="content"/>
        </w:behaviors>
        <w:guid w:val="{22A349C2-E3E3-4E95-8623-3EBEFF36E475}"/>
      </w:docPartPr>
      <w:docPartBody>
        <w:p w:rsidR="00E94298" w:rsidRDefault="000C66D0" w:rsidP="000C66D0">
          <w:pPr>
            <w:pStyle w:val="92E5992217594F08A8E9E1A9536BCA5E"/>
          </w:pPr>
          <w:r w:rsidRPr="00FD5FFB">
            <w:rPr>
              <w:rStyle w:val="Tekstvantijdelijkeaanduiding"/>
              <w:rFonts w:eastAsiaTheme="minorHAnsi"/>
            </w:rPr>
            <w:t>Klik of tik om tekst in te voeren.</w:t>
          </w:r>
        </w:p>
      </w:docPartBody>
    </w:docPart>
    <w:docPart>
      <w:docPartPr>
        <w:name w:val="E9D0F852A31D4E88B073011B0B6E91DF"/>
        <w:category>
          <w:name w:val="Algemeen"/>
          <w:gallery w:val="placeholder"/>
        </w:category>
        <w:types>
          <w:type w:val="bbPlcHdr"/>
        </w:types>
        <w:behaviors>
          <w:behavior w:val="content"/>
        </w:behaviors>
        <w:guid w:val="{EDE8C599-3D0E-417D-81BA-2F4672FD62B9}"/>
      </w:docPartPr>
      <w:docPartBody>
        <w:p w:rsidR="00E94298" w:rsidRDefault="000C66D0" w:rsidP="000C66D0">
          <w:pPr>
            <w:pStyle w:val="E9D0F852A31D4E88B073011B0B6E91DF"/>
          </w:pPr>
          <w:r w:rsidRPr="00FD5FFB">
            <w:rPr>
              <w:rStyle w:val="Tekstvantijdelijkeaanduiding"/>
              <w:rFonts w:eastAsiaTheme="minorHAnsi"/>
            </w:rPr>
            <w:t>Klik of tik om tekst in te voeren.</w:t>
          </w:r>
        </w:p>
      </w:docPartBody>
    </w:docPart>
    <w:docPart>
      <w:docPartPr>
        <w:name w:val="9A0F04EE614B4FF69A2149F758F7AB5C"/>
        <w:category>
          <w:name w:val="Algemeen"/>
          <w:gallery w:val="placeholder"/>
        </w:category>
        <w:types>
          <w:type w:val="bbPlcHdr"/>
        </w:types>
        <w:behaviors>
          <w:behavior w:val="content"/>
        </w:behaviors>
        <w:guid w:val="{2AB16375-9E78-460C-BF09-B83CF91842B1}"/>
      </w:docPartPr>
      <w:docPartBody>
        <w:p w:rsidR="00E94298" w:rsidRDefault="000C66D0" w:rsidP="000C66D0">
          <w:pPr>
            <w:pStyle w:val="9A0F04EE614B4FF69A2149F758F7AB5C"/>
          </w:pPr>
          <w:r w:rsidRPr="00FD5FFB">
            <w:rPr>
              <w:rStyle w:val="Tekstvantijdelijkeaanduiding"/>
              <w:rFonts w:eastAsiaTheme="minorHAnsi"/>
            </w:rPr>
            <w:t>Klik of tik om tekst in te voeren.</w:t>
          </w:r>
        </w:p>
      </w:docPartBody>
    </w:docPart>
    <w:docPart>
      <w:docPartPr>
        <w:name w:val="BEE22AAA058348719690F576E5279CEF"/>
        <w:category>
          <w:name w:val="Algemeen"/>
          <w:gallery w:val="placeholder"/>
        </w:category>
        <w:types>
          <w:type w:val="bbPlcHdr"/>
        </w:types>
        <w:behaviors>
          <w:behavior w:val="content"/>
        </w:behaviors>
        <w:guid w:val="{7DB57597-748B-4E89-9785-167B9DE0D47F}"/>
      </w:docPartPr>
      <w:docPartBody>
        <w:p w:rsidR="00E94298" w:rsidRDefault="000C66D0" w:rsidP="000C66D0">
          <w:pPr>
            <w:pStyle w:val="BEE22AAA058348719690F576E5279CEF"/>
          </w:pPr>
          <w:r w:rsidRPr="00FD5FFB">
            <w:rPr>
              <w:rStyle w:val="Tekstvantijdelijkeaanduiding"/>
              <w:rFonts w:eastAsiaTheme="minorHAnsi"/>
            </w:rPr>
            <w:t>Klik of tik om tekst in te voeren.</w:t>
          </w:r>
        </w:p>
      </w:docPartBody>
    </w:docPart>
    <w:docPart>
      <w:docPartPr>
        <w:name w:val="273CD4564363487FA55AE538167E0452"/>
        <w:category>
          <w:name w:val="Algemeen"/>
          <w:gallery w:val="placeholder"/>
        </w:category>
        <w:types>
          <w:type w:val="bbPlcHdr"/>
        </w:types>
        <w:behaviors>
          <w:behavior w:val="content"/>
        </w:behaviors>
        <w:guid w:val="{4A0F29FB-0B63-46F4-A08E-D779129E9B4F}"/>
      </w:docPartPr>
      <w:docPartBody>
        <w:p w:rsidR="00E94298" w:rsidRDefault="000C66D0" w:rsidP="000C66D0">
          <w:pPr>
            <w:pStyle w:val="273CD4564363487FA55AE538167E0452"/>
          </w:pPr>
          <w:r w:rsidRPr="00FD5FFB">
            <w:rPr>
              <w:rStyle w:val="Tekstvantijdelijkeaanduiding"/>
              <w:rFonts w:eastAsiaTheme="minorHAnsi"/>
            </w:rPr>
            <w:t>Klik of tik om tekst in te voeren.</w:t>
          </w:r>
        </w:p>
      </w:docPartBody>
    </w:docPart>
    <w:docPart>
      <w:docPartPr>
        <w:name w:val="B27E489459884138AE482FCCEF90CB88"/>
        <w:category>
          <w:name w:val="Algemeen"/>
          <w:gallery w:val="placeholder"/>
        </w:category>
        <w:types>
          <w:type w:val="bbPlcHdr"/>
        </w:types>
        <w:behaviors>
          <w:behavior w:val="content"/>
        </w:behaviors>
        <w:guid w:val="{B2F1E172-1C32-432D-9B92-B858CA614A82}"/>
      </w:docPartPr>
      <w:docPartBody>
        <w:p w:rsidR="00E94298" w:rsidRDefault="000C66D0" w:rsidP="000C66D0">
          <w:pPr>
            <w:pStyle w:val="B27E489459884138AE482FCCEF90CB88"/>
          </w:pPr>
          <w:r w:rsidRPr="00FD5FFB">
            <w:rPr>
              <w:rStyle w:val="Tekstvantijdelijkeaanduiding"/>
              <w:rFonts w:eastAsiaTheme="minorHAnsi"/>
            </w:rPr>
            <w:t>Klik of tik om tekst in te voeren.</w:t>
          </w:r>
        </w:p>
      </w:docPartBody>
    </w:docPart>
    <w:docPart>
      <w:docPartPr>
        <w:name w:val="0E02F5A5971A40C5BFF96E495673D99A"/>
        <w:category>
          <w:name w:val="Algemeen"/>
          <w:gallery w:val="placeholder"/>
        </w:category>
        <w:types>
          <w:type w:val="bbPlcHdr"/>
        </w:types>
        <w:behaviors>
          <w:behavior w:val="content"/>
        </w:behaviors>
        <w:guid w:val="{FAE7CDE0-B818-4E9A-8FA3-8A7FCAF79051}"/>
      </w:docPartPr>
      <w:docPartBody>
        <w:p w:rsidR="00E94298" w:rsidRDefault="000C66D0" w:rsidP="000C66D0">
          <w:pPr>
            <w:pStyle w:val="0E02F5A5971A40C5BFF96E495673D99A"/>
          </w:pPr>
          <w:r>
            <w:rPr>
              <w:rStyle w:val="Tekstvantijdelijkeaanduiding"/>
              <w:rFonts w:eastAsiaTheme="minorHAnsi"/>
            </w:rPr>
            <w:t>naam instantie</w:t>
          </w:r>
        </w:p>
      </w:docPartBody>
    </w:docPart>
    <w:docPart>
      <w:docPartPr>
        <w:name w:val="E83B03A35FEB40BB80051578D4FB0B5E"/>
        <w:category>
          <w:name w:val="Algemeen"/>
          <w:gallery w:val="placeholder"/>
        </w:category>
        <w:types>
          <w:type w:val="bbPlcHdr"/>
        </w:types>
        <w:behaviors>
          <w:behavior w:val="content"/>
        </w:behaviors>
        <w:guid w:val="{53050B22-C27E-460D-AFAC-E4C532FB1F9B}"/>
      </w:docPartPr>
      <w:docPartBody>
        <w:p w:rsidR="00E94298" w:rsidRDefault="000C66D0" w:rsidP="000C66D0">
          <w:pPr>
            <w:pStyle w:val="E83B03A35FEB40BB80051578D4FB0B5E"/>
          </w:pPr>
          <w:r w:rsidRPr="00FD5FFB">
            <w:rPr>
              <w:rStyle w:val="Tekstvantijdelijkeaanduiding"/>
            </w:rPr>
            <w:t>Klik of tik om tekst in te voeren.</w:t>
          </w:r>
        </w:p>
      </w:docPartBody>
    </w:docPart>
    <w:docPart>
      <w:docPartPr>
        <w:name w:val="D378C82D54774F0F9E092A3565B2444D"/>
        <w:category>
          <w:name w:val="Algemeen"/>
          <w:gallery w:val="placeholder"/>
        </w:category>
        <w:types>
          <w:type w:val="bbPlcHdr"/>
        </w:types>
        <w:behaviors>
          <w:behavior w:val="content"/>
        </w:behaviors>
        <w:guid w:val="{D328017E-0E4B-4322-A7C3-2A9D1FB60E9E}"/>
      </w:docPartPr>
      <w:docPartBody>
        <w:p w:rsidR="00E94298" w:rsidRDefault="000C66D0" w:rsidP="000C66D0">
          <w:pPr>
            <w:pStyle w:val="D378C82D54774F0F9E092A3565B2444D"/>
          </w:pPr>
          <w:r w:rsidRPr="00FD5FFB">
            <w:rPr>
              <w:rStyle w:val="Tekstvantijdelijkeaanduiding"/>
            </w:rPr>
            <w:t>Klik of tik om tekst in te voeren.</w:t>
          </w:r>
        </w:p>
      </w:docPartBody>
    </w:docPart>
    <w:docPart>
      <w:docPartPr>
        <w:name w:val="079FC57116FF4953A8F34718FEC9E5A7"/>
        <w:category>
          <w:name w:val="Algemeen"/>
          <w:gallery w:val="placeholder"/>
        </w:category>
        <w:types>
          <w:type w:val="bbPlcHdr"/>
        </w:types>
        <w:behaviors>
          <w:behavior w:val="content"/>
        </w:behaviors>
        <w:guid w:val="{14E22AE0-144B-4A50-A0E1-D1C60D94FE7A}"/>
      </w:docPartPr>
      <w:docPartBody>
        <w:p w:rsidR="00E94298" w:rsidRDefault="000C66D0" w:rsidP="000C66D0">
          <w:pPr>
            <w:pStyle w:val="079FC57116FF4953A8F34718FEC9E5A7"/>
          </w:pPr>
          <w:r w:rsidRPr="00FD5FFB">
            <w:rPr>
              <w:rStyle w:val="Tekstvantijdelijkeaanduiding"/>
            </w:rPr>
            <w:t>Klik of tik om tekst in te voeren.</w:t>
          </w:r>
        </w:p>
      </w:docPartBody>
    </w:docPart>
    <w:docPart>
      <w:docPartPr>
        <w:name w:val="11A4A294326B48049C323A11F7814451"/>
        <w:category>
          <w:name w:val="Algemeen"/>
          <w:gallery w:val="placeholder"/>
        </w:category>
        <w:types>
          <w:type w:val="bbPlcHdr"/>
        </w:types>
        <w:behaviors>
          <w:behavior w:val="content"/>
        </w:behaviors>
        <w:guid w:val="{CF50EF76-5722-4E2D-806E-A91FB0BCE62D}"/>
      </w:docPartPr>
      <w:docPartBody>
        <w:p w:rsidR="00E94298" w:rsidRDefault="000C66D0" w:rsidP="000C66D0">
          <w:pPr>
            <w:pStyle w:val="11A4A294326B48049C323A11F7814451"/>
          </w:pPr>
          <w:r w:rsidRPr="00FD5FFB">
            <w:rPr>
              <w:rStyle w:val="Tekstvantijdelijkeaanduiding"/>
            </w:rPr>
            <w:t>Klik of tik om tekst in te voeren.</w:t>
          </w:r>
        </w:p>
      </w:docPartBody>
    </w:docPart>
    <w:docPart>
      <w:docPartPr>
        <w:name w:val="249385DC256F47758D5450E31D6C29E0"/>
        <w:category>
          <w:name w:val="Algemeen"/>
          <w:gallery w:val="placeholder"/>
        </w:category>
        <w:types>
          <w:type w:val="bbPlcHdr"/>
        </w:types>
        <w:behaviors>
          <w:behavior w:val="content"/>
        </w:behaviors>
        <w:guid w:val="{77BC0338-5558-4A0B-937D-76DD9E618C64}"/>
      </w:docPartPr>
      <w:docPartBody>
        <w:p w:rsidR="00E94298" w:rsidRDefault="000C66D0" w:rsidP="000C66D0">
          <w:pPr>
            <w:pStyle w:val="249385DC256F47758D5450E31D6C29E0"/>
          </w:pPr>
          <w:r w:rsidRPr="00FD5FFB">
            <w:rPr>
              <w:rStyle w:val="Tekstvantijdelijkeaanduiding"/>
            </w:rPr>
            <w:t>Klik of tik om tekst in te voeren.</w:t>
          </w:r>
        </w:p>
      </w:docPartBody>
    </w:docPart>
    <w:docPart>
      <w:docPartPr>
        <w:name w:val="FEC7465B776940C0B7C6DE07487F624C"/>
        <w:category>
          <w:name w:val="Algemeen"/>
          <w:gallery w:val="placeholder"/>
        </w:category>
        <w:types>
          <w:type w:val="bbPlcHdr"/>
        </w:types>
        <w:behaviors>
          <w:behavior w:val="content"/>
        </w:behaviors>
        <w:guid w:val="{79978EAA-E743-4BEA-9AC4-64AE166B6817}"/>
      </w:docPartPr>
      <w:docPartBody>
        <w:p w:rsidR="00E94298" w:rsidRDefault="000C66D0" w:rsidP="000C66D0">
          <w:pPr>
            <w:pStyle w:val="FEC7465B776940C0B7C6DE07487F624C"/>
          </w:pPr>
          <w:r w:rsidRPr="00FD5FFB">
            <w:rPr>
              <w:rStyle w:val="Tekstvantijdelijkeaanduiding"/>
            </w:rPr>
            <w:t>Klik of tik om tekst in te voeren.</w:t>
          </w:r>
        </w:p>
      </w:docPartBody>
    </w:docPart>
    <w:docPart>
      <w:docPartPr>
        <w:name w:val="7B6716F90679409FB2C6A5DDE7345E50"/>
        <w:category>
          <w:name w:val="Algemeen"/>
          <w:gallery w:val="placeholder"/>
        </w:category>
        <w:types>
          <w:type w:val="bbPlcHdr"/>
        </w:types>
        <w:behaviors>
          <w:behavior w:val="content"/>
        </w:behaviors>
        <w:guid w:val="{D054FFED-EAEA-4296-B17F-8FD639C0B6EE}"/>
      </w:docPartPr>
      <w:docPartBody>
        <w:p w:rsidR="00E94298" w:rsidRDefault="000C66D0" w:rsidP="000C66D0">
          <w:pPr>
            <w:pStyle w:val="7B6716F90679409FB2C6A5DDE7345E50"/>
          </w:pPr>
          <w:r w:rsidRPr="00FD5FFB">
            <w:rPr>
              <w:rStyle w:val="Tekstvantijdelijkeaanduiding"/>
            </w:rPr>
            <w:t>Klik of tik om tekst in te voeren.</w:t>
          </w:r>
        </w:p>
      </w:docPartBody>
    </w:docPart>
    <w:docPart>
      <w:docPartPr>
        <w:name w:val="29385069FE424B0995DB2A2C982350BB"/>
        <w:category>
          <w:name w:val="Algemeen"/>
          <w:gallery w:val="placeholder"/>
        </w:category>
        <w:types>
          <w:type w:val="bbPlcHdr"/>
        </w:types>
        <w:behaviors>
          <w:behavior w:val="content"/>
        </w:behaviors>
        <w:guid w:val="{B383D67B-4F80-43E4-8C19-2156442484BA}"/>
      </w:docPartPr>
      <w:docPartBody>
        <w:p w:rsidR="00E94298" w:rsidRDefault="000C66D0" w:rsidP="000C66D0">
          <w:pPr>
            <w:pStyle w:val="29385069FE424B0995DB2A2C982350BB"/>
          </w:pPr>
          <w:r w:rsidRPr="00FD5FFB">
            <w:rPr>
              <w:rStyle w:val="Tekstvantijdelijkeaanduiding"/>
            </w:rPr>
            <w:t>Klik of tik om tekst in te voeren.</w:t>
          </w:r>
        </w:p>
      </w:docPartBody>
    </w:docPart>
    <w:docPart>
      <w:docPartPr>
        <w:name w:val="32CBB8E43CE5458DB703D65AE201732A"/>
        <w:category>
          <w:name w:val="Algemeen"/>
          <w:gallery w:val="placeholder"/>
        </w:category>
        <w:types>
          <w:type w:val="bbPlcHdr"/>
        </w:types>
        <w:behaviors>
          <w:behavior w:val="content"/>
        </w:behaviors>
        <w:guid w:val="{29013E89-7E0C-4AD9-8357-898676E4C679}"/>
      </w:docPartPr>
      <w:docPartBody>
        <w:p w:rsidR="00E94298" w:rsidRDefault="000C66D0" w:rsidP="000C66D0">
          <w:pPr>
            <w:pStyle w:val="32CBB8E43CE5458DB703D65AE201732A"/>
          </w:pPr>
          <w:r w:rsidRPr="00FD5FFB">
            <w:rPr>
              <w:rStyle w:val="Tekstvantijdelijkeaanduiding"/>
            </w:rPr>
            <w:t>Klik of tik om tekst in te voeren.</w:t>
          </w:r>
        </w:p>
      </w:docPartBody>
    </w:docPart>
    <w:docPart>
      <w:docPartPr>
        <w:name w:val="DAF4D33C72EF44EE8596438D04D4C77E"/>
        <w:category>
          <w:name w:val="Algemeen"/>
          <w:gallery w:val="placeholder"/>
        </w:category>
        <w:types>
          <w:type w:val="bbPlcHdr"/>
        </w:types>
        <w:behaviors>
          <w:behavior w:val="content"/>
        </w:behaviors>
        <w:guid w:val="{514840F8-D250-40E0-9929-E35DEB890A97}"/>
      </w:docPartPr>
      <w:docPartBody>
        <w:p w:rsidR="00E94298" w:rsidRDefault="000C66D0" w:rsidP="000C66D0">
          <w:pPr>
            <w:pStyle w:val="DAF4D33C72EF44EE8596438D04D4C77E"/>
          </w:pPr>
          <w:r w:rsidRPr="00FD5FFB">
            <w:rPr>
              <w:rStyle w:val="Tekstvantijdelijkeaanduiding"/>
            </w:rPr>
            <w:t>Klik of tik om tekst in te voeren.</w:t>
          </w:r>
        </w:p>
      </w:docPartBody>
    </w:docPart>
    <w:docPart>
      <w:docPartPr>
        <w:name w:val="41EC13E98B544B68BCF6E0AFAB33CFB3"/>
        <w:category>
          <w:name w:val="Algemeen"/>
          <w:gallery w:val="placeholder"/>
        </w:category>
        <w:types>
          <w:type w:val="bbPlcHdr"/>
        </w:types>
        <w:behaviors>
          <w:behavior w:val="content"/>
        </w:behaviors>
        <w:guid w:val="{B0B5C325-37FF-4987-ADE9-35B56B782171}"/>
      </w:docPartPr>
      <w:docPartBody>
        <w:p w:rsidR="00E94298" w:rsidRDefault="000C66D0" w:rsidP="000C66D0">
          <w:pPr>
            <w:pStyle w:val="41EC13E98B544B68BCF6E0AFAB33CFB3"/>
          </w:pPr>
          <w:r w:rsidRPr="00FD5FFB">
            <w:rPr>
              <w:rStyle w:val="Tekstvantijdelijkeaanduiding"/>
            </w:rPr>
            <w:t>Klik of tik om tekst in te voeren.</w:t>
          </w:r>
        </w:p>
      </w:docPartBody>
    </w:docPart>
    <w:docPart>
      <w:docPartPr>
        <w:name w:val="0175049484644E0EB25C27CDB8008B28"/>
        <w:category>
          <w:name w:val="Algemeen"/>
          <w:gallery w:val="placeholder"/>
        </w:category>
        <w:types>
          <w:type w:val="bbPlcHdr"/>
        </w:types>
        <w:behaviors>
          <w:behavior w:val="content"/>
        </w:behaviors>
        <w:guid w:val="{E1B3963A-67D5-455A-B662-F55320740303}"/>
      </w:docPartPr>
      <w:docPartBody>
        <w:p w:rsidR="00E94298" w:rsidRDefault="000C66D0" w:rsidP="000C66D0">
          <w:pPr>
            <w:pStyle w:val="0175049484644E0EB25C27CDB8008B28"/>
          </w:pPr>
          <w:r w:rsidRPr="00FD5FFB">
            <w:rPr>
              <w:rStyle w:val="Tekstvantijdelijkeaanduiding"/>
            </w:rPr>
            <w:t>Klik of tik om tekst in te voeren.</w:t>
          </w:r>
        </w:p>
      </w:docPartBody>
    </w:docPart>
    <w:docPart>
      <w:docPartPr>
        <w:name w:val="3A740C8D766A45388255F7F258C6F958"/>
        <w:category>
          <w:name w:val="Algemeen"/>
          <w:gallery w:val="placeholder"/>
        </w:category>
        <w:types>
          <w:type w:val="bbPlcHdr"/>
        </w:types>
        <w:behaviors>
          <w:behavior w:val="content"/>
        </w:behaviors>
        <w:guid w:val="{A0A3B936-4F06-40FB-9901-CC17EE52B75F}"/>
      </w:docPartPr>
      <w:docPartBody>
        <w:p w:rsidR="00E94298" w:rsidRDefault="000C66D0" w:rsidP="000C66D0">
          <w:pPr>
            <w:pStyle w:val="3A740C8D766A45388255F7F258C6F958"/>
          </w:pPr>
          <w:r w:rsidRPr="00FD5FFB">
            <w:rPr>
              <w:rStyle w:val="Tekstvantijdelijkeaanduiding"/>
            </w:rPr>
            <w:t>Klik of tik om tekst in te voeren.</w:t>
          </w:r>
        </w:p>
      </w:docPartBody>
    </w:docPart>
    <w:docPart>
      <w:docPartPr>
        <w:name w:val="BE1C4871391A450DAA891F0FA4F3AEAB"/>
        <w:category>
          <w:name w:val="Algemeen"/>
          <w:gallery w:val="placeholder"/>
        </w:category>
        <w:types>
          <w:type w:val="bbPlcHdr"/>
        </w:types>
        <w:behaviors>
          <w:behavior w:val="content"/>
        </w:behaviors>
        <w:guid w:val="{168AE806-36D9-43A3-AA5E-AB10DDD5143C}"/>
      </w:docPartPr>
      <w:docPartBody>
        <w:p w:rsidR="00E94298" w:rsidRDefault="000C66D0" w:rsidP="000C66D0">
          <w:pPr>
            <w:pStyle w:val="BE1C4871391A450DAA891F0FA4F3AEAB"/>
          </w:pPr>
          <w:r w:rsidRPr="00FD5FFB">
            <w:rPr>
              <w:rStyle w:val="Tekstvantijdelijkeaanduiding"/>
            </w:rPr>
            <w:t>Klik of tik om tekst in te voeren.</w:t>
          </w:r>
        </w:p>
      </w:docPartBody>
    </w:docPart>
    <w:docPart>
      <w:docPartPr>
        <w:name w:val="259C2C02BADD4EF8B184B2B89AB0E978"/>
        <w:category>
          <w:name w:val="Algemeen"/>
          <w:gallery w:val="placeholder"/>
        </w:category>
        <w:types>
          <w:type w:val="bbPlcHdr"/>
        </w:types>
        <w:behaviors>
          <w:behavior w:val="content"/>
        </w:behaviors>
        <w:guid w:val="{B69BF3A7-9254-49AB-97AD-06324B537F22}"/>
      </w:docPartPr>
      <w:docPartBody>
        <w:p w:rsidR="00E94298" w:rsidRDefault="000C66D0" w:rsidP="000C66D0">
          <w:pPr>
            <w:pStyle w:val="259C2C02BADD4EF8B184B2B89AB0E978"/>
          </w:pPr>
          <w:r w:rsidRPr="00FD5FFB">
            <w:rPr>
              <w:rStyle w:val="Tekstvantijdelijkeaanduiding"/>
            </w:rPr>
            <w:t>Klik of tik om tekst in te voeren.</w:t>
          </w:r>
        </w:p>
      </w:docPartBody>
    </w:docPart>
    <w:docPart>
      <w:docPartPr>
        <w:name w:val="5631D69C5E224F8E900AEA11F6AE93DF"/>
        <w:category>
          <w:name w:val="Algemeen"/>
          <w:gallery w:val="placeholder"/>
        </w:category>
        <w:types>
          <w:type w:val="bbPlcHdr"/>
        </w:types>
        <w:behaviors>
          <w:behavior w:val="content"/>
        </w:behaviors>
        <w:guid w:val="{7AE2EF49-6750-4FE0-9B48-E84A67A53CCC}"/>
      </w:docPartPr>
      <w:docPartBody>
        <w:p w:rsidR="00E94298" w:rsidRDefault="000C66D0" w:rsidP="000C66D0">
          <w:pPr>
            <w:pStyle w:val="5631D69C5E224F8E900AEA11F6AE93DF"/>
          </w:pPr>
          <w:r w:rsidRPr="00FD5FFB">
            <w:rPr>
              <w:rStyle w:val="Tekstvantijdelijkeaanduiding"/>
            </w:rPr>
            <w:t>Klik of tik om tekst in te voeren.</w:t>
          </w:r>
        </w:p>
      </w:docPartBody>
    </w:docPart>
    <w:docPart>
      <w:docPartPr>
        <w:name w:val="91F597408D0646E3A5B30A24B05AE1DD"/>
        <w:category>
          <w:name w:val="Algemeen"/>
          <w:gallery w:val="placeholder"/>
        </w:category>
        <w:types>
          <w:type w:val="bbPlcHdr"/>
        </w:types>
        <w:behaviors>
          <w:behavior w:val="content"/>
        </w:behaviors>
        <w:guid w:val="{B2D157BA-6D01-4F0D-A9D6-EEA133584426}"/>
      </w:docPartPr>
      <w:docPartBody>
        <w:p w:rsidR="00E94298" w:rsidRDefault="000C66D0" w:rsidP="000C66D0">
          <w:pPr>
            <w:pStyle w:val="91F597408D0646E3A5B30A24B05AE1DD"/>
          </w:pPr>
          <w:r w:rsidRPr="00FD5FFB">
            <w:rPr>
              <w:rStyle w:val="Tekstvantijdelijkeaanduiding"/>
            </w:rPr>
            <w:t>Klik of tik om tekst in te voeren.</w:t>
          </w:r>
        </w:p>
      </w:docPartBody>
    </w:docPart>
    <w:docPart>
      <w:docPartPr>
        <w:name w:val="58427F319DD941428A6DA525C9FCD58A"/>
        <w:category>
          <w:name w:val="Algemeen"/>
          <w:gallery w:val="placeholder"/>
        </w:category>
        <w:types>
          <w:type w:val="bbPlcHdr"/>
        </w:types>
        <w:behaviors>
          <w:behavior w:val="content"/>
        </w:behaviors>
        <w:guid w:val="{634E222E-73BC-40F5-AFE9-AA62F21A6675}"/>
      </w:docPartPr>
      <w:docPartBody>
        <w:p w:rsidR="00E94298" w:rsidRDefault="000C66D0" w:rsidP="000C66D0">
          <w:pPr>
            <w:pStyle w:val="58427F319DD941428A6DA525C9FCD58A"/>
          </w:pPr>
          <w:r w:rsidRPr="00FD5FFB">
            <w:rPr>
              <w:rStyle w:val="Tekstvantijdelijkeaanduiding"/>
            </w:rPr>
            <w:t>Klik of tik om tekst in te voeren.</w:t>
          </w:r>
        </w:p>
      </w:docPartBody>
    </w:docPart>
    <w:docPart>
      <w:docPartPr>
        <w:name w:val="6E58768F81E748C7BF84EEBA7B2CE0B2"/>
        <w:category>
          <w:name w:val="Algemeen"/>
          <w:gallery w:val="placeholder"/>
        </w:category>
        <w:types>
          <w:type w:val="bbPlcHdr"/>
        </w:types>
        <w:behaviors>
          <w:behavior w:val="content"/>
        </w:behaviors>
        <w:guid w:val="{31B7673F-C4F5-4AF9-8737-4DFCCEFC9A26}"/>
      </w:docPartPr>
      <w:docPartBody>
        <w:p w:rsidR="00E94298" w:rsidRDefault="000C66D0" w:rsidP="000C66D0">
          <w:pPr>
            <w:pStyle w:val="6E58768F81E748C7BF84EEBA7B2CE0B2"/>
          </w:pPr>
          <w:r w:rsidRPr="00FD5FFB">
            <w:rPr>
              <w:rStyle w:val="Tekstvantijdelijkeaanduiding"/>
            </w:rPr>
            <w:t>Klik of tik om tekst in te voeren.</w:t>
          </w:r>
        </w:p>
      </w:docPartBody>
    </w:docPart>
    <w:docPart>
      <w:docPartPr>
        <w:name w:val="26088D5FE2BA4E17A92AA195CCD40FD0"/>
        <w:category>
          <w:name w:val="Algemeen"/>
          <w:gallery w:val="placeholder"/>
        </w:category>
        <w:types>
          <w:type w:val="bbPlcHdr"/>
        </w:types>
        <w:behaviors>
          <w:behavior w:val="content"/>
        </w:behaviors>
        <w:guid w:val="{D1F2084B-B296-4235-A9F7-8F1CB9E5C50D}"/>
      </w:docPartPr>
      <w:docPartBody>
        <w:p w:rsidR="00E94298" w:rsidRDefault="000C66D0" w:rsidP="000C66D0">
          <w:pPr>
            <w:pStyle w:val="26088D5FE2BA4E17A92AA195CCD40FD0"/>
          </w:pPr>
          <w:r w:rsidRPr="00FD5FFB">
            <w:rPr>
              <w:rStyle w:val="Tekstvantijdelijkeaanduiding"/>
            </w:rPr>
            <w:t>Klik of tik om tekst in te voeren.</w:t>
          </w:r>
        </w:p>
      </w:docPartBody>
    </w:docPart>
    <w:docPart>
      <w:docPartPr>
        <w:name w:val="01E72F40555A40B1AA05C039DC882E32"/>
        <w:category>
          <w:name w:val="Algemeen"/>
          <w:gallery w:val="placeholder"/>
        </w:category>
        <w:types>
          <w:type w:val="bbPlcHdr"/>
        </w:types>
        <w:behaviors>
          <w:behavior w:val="content"/>
        </w:behaviors>
        <w:guid w:val="{30261C9A-6DFF-4B0D-A898-CC75A8C45F75}"/>
      </w:docPartPr>
      <w:docPartBody>
        <w:p w:rsidR="00E94298" w:rsidRDefault="000C66D0" w:rsidP="000C66D0">
          <w:pPr>
            <w:pStyle w:val="01E72F40555A40B1AA05C039DC882E32"/>
          </w:pPr>
          <w:r w:rsidRPr="00FD5FFB">
            <w:rPr>
              <w:rStyle w:val="Tekstvantijdelijkeaanduiding"/>
            </w:rPr>
            <w:t>Klik of tik om tekst in te voeren.</w:t>
          </w:r>
        </w:p>
      </w:docPartBody>
    </w:docPart>
    <w:docPart>
      <w:docPartPr>
        <w:name w:val="6023CABED4E7423DAB85D80CCAB0B736"/>
        <w:category>
          <w:name w:val="Algemeen"/>
          <w:gallery w:val="placeholder"/>
        </w:category>
        <w:types>
          <w:type w:val="bbPlcHdr"/>
        </w:types>
        <w:behaviors>
          <w:behavior w:val="content"/>
        </w:behaviors>
        <w:guid w:val="{42872A3D-5B42-4082-BB89-99979DC0990E}"/>
      </w:docPartPr>
      <w:docPartBody>
        <w:p w:rsidR="00E94298" w:rsidRDefault="000C66D0" w:rsidP="000C66D0">
          <w:pPr>
            <w:pStyle w:val="6023CABED4E7423DAB85D80CCAB0B736"/>
          </w:pPr>
          <w:r w:rsidRPr="00FD5FFB">
            <w:rPr>
              <w:rStyle w:val="Tekstvantijdelijkeaanduiding"/>
            </w:rPr>
            <w:t>Klik of tik om tekst in te voeren.</w:t>
          </w:r>
        </w:p>
      </w:docPartBody>
    </w:docPart>
    <w:docPart>
      <w:docPartPr>
        <w:name w:val="3556B921A83C4ACC95CC809C9804A53D"/>
        <w:category>
          <w:name w:val="Algemeen"/>
          <w:gallery w:val="placeholder"/>
        </w:category>
        <w:types>
          <w:type w:val="bbPlcHdr"/>
        </w:types>
        <w:behaviors>
          <w:behavior w:val="content"/>
        </w:behaviors>
        <w:guid w:val="{72715944-EE85-4247-8E7A-49DED63AFF36}"/>
      </w:docPartPr>
      <w:docPartBody>
        <w:p w:rsidR="00E94298" w:rsidRDefault="000C66D0" w:rsidP="000C66D0">
          <w:pPr>
            <w:pStyle w:val="3556B921A83C4ACC95CC809C9804A53D"/>
          </w:pPr>
          <w:r w:rsidRPr="00FD5FFB">
            <w:rPr>
              <w:rStyle w:val="Tekstvantijdelijkeaanduiding"/>
            </w:rPr>
            <w:t>Klik of tik om tekst in te voeren.</w:t>
          </w:r>
        </w:p>
      </w:docPartBody>
    </w:docPart>
    <w:docPart>
      <w:docPartPr>
        <w:name w:val="8412554C0C644640A4050CCBE784D3FB"/>
        <w:category>
          <w:name w:val="Algemeen"/>
          <w:gallery w:val="placeholder"/>
        </w:category>
        <w:types>
          <w:type w:val="bbPlcHdr"/>
        </w:types>
        <w:behaviors>
          <w:behavior w:val="content"/>
        </w:behaviors>
        <w:guid w:val="{3D366230-4FDF-480E-8346-AED8B007473D}"/>
      </w:docPartPr>
      <w:docPartBody>
        <w:p w:rsidR="00E94298" w:rsidRDefault="000C66D0" w:rsidP="000C66D0">
          <w:pPr>
            <w:pStyle w:val="8412554C0C644640A4050CCBE784D3FB"/>
          </w:pPr>
          <w:r w:rsidRPr="00FD5FFB">
            <w:rPr>
              <w:rStyle w:val="Tekstvantijdelijkeaanduiding"/>
            </w:rPr>
            <w:t>Klik of tik om tekst in te voeren.</w:t>
          </w:r>
        </w:p>
      </w:docPartBody>
    </w:docPart>
    <w:docPart>
      <w:docPartPr>
        <w:name w:val="5432C39297394587929799212031D3CB"/>
        <w:category>
          <w:name w:val="Algemeen"/>
          <w:gallery w:val="placeholder"/>
        </w:category>
        <w:types>
          <w:type w:val="bbPlcHdr"/>
        </w:types>
        <w:behaviors>
          <w:behavior w:val="content"/>
        </w:behaviors>
        <w:guid w:val="{B53F8D0A-3A8A-4CBF-84F2-5DAE9D921785}"/>
      </w:docPartPr>
      <w:docPartBody>
        <w:p w:rsidR="00E94298" w:rsidRDefault="000C66D0" w:rsidP="000C66D0">
          <w:pPr>
            <w:pStyle w:val="5432C39297394587929799212031D3CB"/>
          </w:pPr>
          <w:r w:rsidRPr="00FD5FFB">
            <w:rPr>
              <w:rStyle w:val="Tekstvantijdelijkeaanduiding"/>
            </w:rPr>
            <w:t>Klik of tik om tekst in te voeren.</w:t>
          </w:r>
        </w:p>
      </w:docPartBody>
    </w:docPart>
    <w:docPart>
      <w:docPartPr>
        <w:name w:val="A310779EDF7C4040A1C36EAEABBB9D7D"/>
        <w:category>
          <w:name w:val="Algemeen"/>
          <w:gallery w:val="placeholder"/>
        </w:category>
        <w:types>
          <w:type w:val="bbPlcHdr"/>
        </w:types>
        <w:behaviors>
          <w:behavior w:val="content"/>
        </w:behaviors>
        <w:guid w:val="{BD4875F0-639E-4C64-821B-0A4F46744D2A}"/>
      </w:docPartPr>
      <w:docPartBody>
        <w:p w:rsidR="00E94298" w:rsidRDefault="000C66D0" w:rsidP="000C66D0">
          <w:pPr>
            <w:pStyle w:val="A310779EDF7C4040A1C36EAEABBB9D7D"/>
          </w:pPr>
          <w:r w:rsidRPr="00FD5FFB">
            <w:rPr>
              <w:rStyle w:val="Tekstvantijdelijkeaanduiding"/>
            </w:rPr>
            <w:t>Klik of tik om tekst in te voeren.</w:t>
          </w:r>
        </w:p>
      </w:docPartBody>
    </w:docPart>
    <w:docPart>
      <w:docPartPr>
        <w:name w:val="678265C05CA54C059C41ECC3083EF094"/>
        <w:category>
          <w:name w:val="Algemeen"/>
          <w:gallery w:val="placeholder"/>
        </w:category>
        <w:types>
          <w:type w:val="bbPlcHdr"/>
        </w:types>
        <w:behaviors>
          <w:behavior w:val="content"/>
        </w:behaviors>
        <w:guid w:val="{FB75E74C-F51D-488D-B376-031615851177}"/>
      </w:docPartPr>
      <w:docPartBody>
        <w:p w:rsidR="00E94298" w:rsidRDefault="000C66D0" w:rsidP="000C66D0">
          <w:pPr>
            <w:pStyle w:val="678265C05CA54C059C41ECC3083EF094"/>
          </w:pPr>
          <w:r w:rsidRPr="00FD5FFB">
            <w:rPr>
              <w:rStyle w:val="Tekstvantijdelijkeaanduiding"/>
              <w:rFonts w:eastAsiaTheme="minorHAnsi"/>
            </w:rPr>
            <w:t>Klik of tik om tekst in te voeren.</w:t>
          </w:r>
        </w:p>
      </w:docPartBody>
    </w:docPart>
    <w:docPart>
      <w:docPartPr>
        <w:name w:val="5FAB1E4D2F1F448D97B9B43EC3B4DAE4"/>
        <w:category>
          <w:name w:val="Algemeen"/>
          <w:gallery w:val="placeholder"/>
        </w:category>
        <w:types>
          <w:type w:val="bbPlcHdr"/>
        </w:types>
        <w:behaviors>
          <w:behavior w:val="content"/>
        </w:behaviors>
        <w:guid w:val="{27E6EBD3-9B9B-404B-A4BE-38999A6617AB}"/>
      </w:docPartPr>
      <w:docPartBody>
        <w:p w:rsidR="00E94298" w:rsidRDefault="000C66D0" w:rsidP="000C66D0">
          <w:pPr>
            <w:pStyle w:val="5FAB1E4D2F1F448D97B9B43EC3B4DAE4"/>
          </w:pPr>
          <w:r w:rsidRPr="00FD5FFB">
            <w:rPr>
              <w:rStyle w:val="Tekstvantijdelijkeaanduiding"/>
              <w:rFonts w:eastAsiaTheme="minorHAnsi"/>
            </w:rPr>
            <w:t>Klik of tik om tekst in te voeren.</w:t>
          </w:r>
        </w:p>
      </w:docPartBody>
    </w:docPart>
    <w:docPart>
      <w:docPartPr>
        <w:name w:val="CB20EF9BDD7B4AC297C42E2AE7FB14DC"/>
        <w:category>
          <w:name w:val="Algemeen"/>
          <w:gallery w:val="placeholder"/>
        </w:category>
        <w:types>
          <w:type w:val="bbPlcHdr"/>
        </w:types>
        <w:behaviors>
          <w:behavior w:val="content"/>
        </w:behaviors>
        <w:guid w:val="{C64A1D63-6F53-4006-BD65-29092BAAA6EF}"/>
      </w:docPartPr>
      <w:docPartBody>
        <w:p w:rsidR="00E94298" w:rsidRDefault="000C66D0" w:rsidP="000C66D0">
          <w:pPr>
            <w:pStyle w:val="CB20EF9BDD7B4AC297C42E2AE7FB14DC"/>
          </w:pPr>
          <w:r w:rsidRPr="00FD5FFB">
            <w:rPr>
              <w:rStyle w:val="Tekstvantijdelijkeaanduiding"/>
              <w:rFonts w:eastAsiaTheme="minorHAnsi"/>
            </w:rPr>
            <w:t>Klik of tik om tekst in te voeren.</w:t>
          </w:r>
        </w:p>
      </w:docPartBody>
    </w:docPart>
    <w:docPart>
      <w:docPartPr>
        <w:name w:val="F7C6403FD16C43CC8CA77784A747AB7E"/>
        <w:category>
          <w:name w:val="Algemeen"/>
          <w:gallery w:val="placeholder"/>
        </w:category>
        <w:types>
          <w:type w:val="bbPlcHdr"/>
        </w:types>
        <w:behaviors>
          <w:behavior w:val="content"/>
        </w:behaviors>
        <w:guid w:val="{8A7B14AF-CA11-42F8-A1B1-64EF1CC2BFBC}"/>
      </w:docPartPr>
      <w:docPartBody>
        <w:p w:rsidR="00E94298" w:rsidRDefault="000C66D0" w:rsidP="000C66D0">
          <w:pPr>
            <w:pStyle w:val="F7C6403FD16C43CC8CA77784A747AB7E"/>
          </w:pPr>
          <w:r w:rsidRPr="00FD5FFB">
            <w:rPr>
              <w:rStyle w:val="Tekstvantijdelijkeaanduiding"/>
              <w:rFonts w:eastAsiaTheme="minorHAnsi"/>
            </w:rPr>
            <w:t>Klik of tik om tekst in te voeren.</w:t>
          </w:r>
        </w:p>
      </w:docPartBody>
    </w:docPart>
    <w:docPart>
      <w:docPartPr>
        <w:name w:val="8CA61E2CDA3D48A88310A424F4FB5DDC"/>
        <w:category>
          <w:name w:val="Algemeen"/>
          <w:gallery w:val="placeholder"/>
        </w:category>
        <w:types>
          <w:type w:val="bbPlcHdr"/>
        </w:types>
        <w:behaviors>
          <w:behavior w:val="content"/>
        </w:behaviors>
        <w:guid w:val="{8E74B1BC-0DBB-474B-B535-3A0454424A8E}"/>
      </w:docPartPr>
      <w:docPartBody>
        <w:p w:rsidR="00E94298" w:rsidRDefault="000C66D0" w:rsidP="000C66D0">
          <w:pPr>
            <w:pStyle w:val="8CA61E2CDA3D48A88310A424F4FB5DDC"/>
          </w:pPr>
          <w:r w:rsidRPr="00FD5FFB">
            <w:rPr>
              <w:rStyle w:val="Tekstvantijdelijkeaanduiding"/>
              <w:rFonts w:eastAsiaTheme="minorHAnsi"/>
            </w:rPr>
            <w:t>Klik of tik om tekst in te voeren.</w:t>
          </w:r>
        </w:p>
      </w:docPartBody>
    </w:docPart>
    <w:docPart>
      <w:docPartPr>
        <w:name w:val="FB9BDCA92A1B4D7694DD2DD844BD91C8"/>
        <w:category>
          <w:name w:val="Algemeen"/>
          <w:gallery w:val="placeholder"/>
        </w:category>
        <w:types>
          <w:type w:val="bbPlcHdr"/>
        </w:types>
        <w:behaviors>
          <w:behavior w:val="content"/>
        </w:behaviors>
        <w:guid w:val="{D31D81F7-72CB-4D5C-B9D2-8A50E24183DC}"/>
      </w:docPartPr>
      <w:docPartBody>
        <w:p w:rsidR="00E94298" w:rsidRDefault="000C66D0" w:rsidP="000C66D0">
          <w:pPr>
            <w:pStyle w:val="FB9BDCA92A1B4D7694DD2DD844BD91C8"/>
          </w:pPr>
          <w:r w:rsidRPr="00FD5FFB">
            <w:rPr>
              <w:rStyle w:val="Tekstvantijdelijkeaanduiding"/>
              <w:rFonts w:eastAsiaTheme="minorHAnsi"/>
            </w:rPr>
            <w:t>Klik of tik om tekst in te voeren.</w:t>
          </w:r>
        </w:p>
      </w:docPartBody>
    </w:docPart>
    <w:docPart>
      <w:docPartPr>
        <w:name w:val="2AE7F01A32B947C99FA42A7D8BFD92D2"/>
        <w:category>
          <w:name w:val="Algemeen"/>
          <w:gallery w:val="placeholder"/>
        </w:category>
        <w:types>
          <w:type w:val="bbPlcHdr"/>
        </w:types>
        <w:behaviors>
          <w:behavior w:val="content"/>
        </w:behaviors>
        <w:guid w:val="{D714E7BC-2C06-4A92-9B4D-BA72A88883BA}"/>
      </w:docPartPr>
      <w:docPartBody>
        <w:p w:rsidR="00E94298" w:rsidRDefault="000C66D0" w:rsidP="000C66D0">
          <w:pPr>
            <w:pStyle w:val="2AE7F01A32B947C99FA42A7D8BFD92D2"/>
          </w:pPr>
          <w:r w:rsidRPr="00FD5FFB">
            <w:rPr>
              <w:rStyle w:val="Tekstvantijdelijkeaanduiding"/>
              <w:rFonts w:eastAsiaTheme="minorHAnsi"/>
            </w:rPr>
            <w:t>Klik of tik om tekst in te voeren.</w:t>
          </w:r>
        </w:p>
      </w:docPartBody>
    </w:docPart>
    <w:docPart>
      <w:docPartPr>
        <w:name w:val="B240B027467241DDABA7003EEE81214E"/>
        <w:category>
          <w:name w:val="Algemeen"/>
          <w:gallery w:val="placeholder"/>
        </w:category>
        <w:types>
          <w:type w:val="bbPlcHdr"/>
        </w:types>
        <w:behaviors>
          <w:behavior w:val="content"/>
        </w:behaviors>
        <w:guid w:val="{8F9ED7DD-B16E-43EF-A10B-F243C8C0B0CC}"/>
      </w:docPartPr>
      <w:docPartBody>
        <w:p w:rsidR="00E94298" w:rsidRDefault="000C66D0" w:rsidP="000C66D0">
          <w:pPr>
            <w:pStyle w:val="B240B027467241DDABA7003EEE81214E"/>
          </w:pPr>
          <w:r w:rsidRPr="00FD5FFB">
            <w:rPr>
              <w:rStyle w:val="Tekstvantijdelijkeaanduiding"/>
              <w:rFonts w:eastAsiaTheme="minorHAnsi"/>
            </w:rPr>
            <w:t>Klik of tik om tekst in te voeren.</w:t>
          </w:r>
        </w:p>
      </w:docPartBody>
    </w:docPart>
    <w:docPart>
      <w:docPartPr>
        <w:name w:val="85919F34CC364ABAA12C4600F954CFB4"/>
        <w:category>
          <w:name w:val="Algemeen"/>
          <w:gallery w:val="placeholder"/>
        </w:category>
        <w:types>
          <w:type w:val="bbPlcHdr"/>
        </w:types>
        <w:behaviors>
          <w:behavior w:val="content"/>
        </w:behaviors>
        <w:guid w:val="{F53FD072-EABB-4349-BE18-FFB1BC022B45}"/>
      </w:docPartPr>
      <w:docPartBody>
        <w:p w:rsidR="00E94298" w:rsidRDefault="000C66D0" w:rsidP="000C66D0">
          <w:pPr>
            <w:pStyle w:val="85919F34CC364ABAA12C4600F954CFB4"/>
          </w:pPr>
          <w:r w:rsidRPr="00FD5FFB">
            <w:rPr>
              <w:rStyle w:val="Tekstvantijdelijkeaanduiding"/>
              <w:rFonts w:eastAsiaTheme="minorHAnsi"/>
            </w:rPr>
            <w:t>Klik of tik om tekst in te voeren.</w:t>
          </w:r>
        </w:p>
      </w:docPartBody>
    </w:docPart>
    <w:docPart>
      <w:docPartPr>
        <w:name w:val="D28823B701C849F9928BCDA7CE8FED9C"/>
        <w:category>
          <w:name w:val="Algemeen"/>
          <w:gallery w:val="placeholder"/>
        </w:category>
        <w:types>
          <w:type w:val="bbPlcHdr"/>
        </w:types>
        <w:behaviors>
          <w:behavior w:val="content"/>
        </w:behaviors>
        <w:guid w:val="{3938CCAC-8592-42A0-A341-4ADEAD4E2FB6}"/>
      </w:docPartPr>
      <w:docPartBody>
        <w:p w:rsidR="00E94298" w:rsidRDefault="000C66D0" w:rsidP="000C66D0">
          <w:pPr>
            <w:pStyle w:val="D28823B701C849F9928BCDA7CE8FED9C"/>
          </w:pPr>
          <w:r>
            <w:rPr>
              <w:rStyle w:val="Tekstvantijdelijkeaanduiding"/>
              <w:rFonts w:eastAsiaTheme="minorHAnsi"/>
            </w:rPr>
            <w:t>naam</w:t>
          </w:r>
        </w:p>
      </w:docPartBody>
    </w:docPart>
    <w:docPart>
      <w:docPartPr>
        <w:name w:val="A5D42F48FB0C423CA456D4CA888F1CA2"/>
        <w:category>
          <w:name w:val="Algemeen"/>
          <w:gallery w:val="placeholder"/>
        </w:category>
        <w:types>
          <w:type w:val="bbPlcHdr"/>
        </w:types>
        <w:behaviors>
          <w:behavior w:val="content"/>
        </w:behaviors>
        <w:guid w:val="{F1BB76C4-FD61-4C5D-BD75-A6626DA52F8B}"/>
      </w:docPartPr>
      <w:docPartBody>
        <w:p w:rsidR="00E94298" w:rsidRDefault="000C66D0" w:rsidP="000C66D0">
          <w:pPr>
            <w:pStyle w:val="A5D42F48FB0C423CA456D4CA888F1CA2"/>
          </w:pPr>
          <w:r w:rsidRPr="00FD5FFB">
            <w:rPr>
              <w:rStyle w:val="Tekstvantijdelijkeaanduiding"/>
              <w:rFonts w:eastAsiaTheme="minorHAnsi"/>
            </w:rPr>
            <w:t>Klik of tik om tekst in te voeren.</w:t>
          </w:r>
        </w:p>
      </w:docPartBody>
    </w:docPart>
    <w:docPart>
      <w:docPartPr>
        <w:name w:val="A41BD550BC49459B8C7171F57EADF914"/>
        <w:category>
          <w:name w:val="Algemeen"/>
          <w:gallery w:val="placeholder"/>
        </w:category>
        <w:types>
          <w:type w:val="bbPlcHdr"/>
        </w:types>
        <w:behaviors>
          <w:behavior w:val="content"/>
        </w:behaviors>
        <w:guid w:val="{6A4026E9-E4D8-4445-8A08-E14F1D33064F}"/>
      </w:docPartPr>
      <w:docPartBody>
        <w:p w:rsidR="00E94298" w:rsidRDefault="000C66D0" w:rsidP="000C66D0">
          <w:pPr>
            <w:pStyle w:val="A41BD550BC49459B8C7171F57EADF914"/>
          </w:pPr>
          <w:r>
            <w:rPr>
              <w:rStyle w:val="Tekstvantijdelijkeaanduiding"/>
              <w:rFonts w:eastAsiaTheme="minorHAnsi"/>
            </w:rPr>
            <w:t>naam</w:t>
          </w:r>
        </w:p>
      </w:docPartBody>
    </w:docPart>
    <w:docPart>
      <w:docPartPr>
        <w:name w:val="496C4F5D396A475B928F04B28ECA6050"/>
        <w:category>
          <w:name w:val="Algemeen"/>
          <w:gallery w:val="placeholder"/>
        </w:category>
        <w:types>
          <w:type w:val="bbPlcHdr"/>
        </w:types>
        <w:behaviors>
          <w:behavior w:val="content"/>
        </w:behaviors>
        <w:guid w:val="{6DF50D63-767E-4BED-BA79-42C8DCFEA840}"/>
      </w:docPartPr>
      <w:docPartBody>
        <w:p w:rsidR="00E94298" w:rsidRDefault="000C66D0" w:rsidP="000C66D0">
          <w:pPr>
            <w:pStyle w:val="496C4F5D396A475B928F04B28ECA6050"/>
          </w:pPr>
          <w:r w:rsidRPr="00FD5FFB">
            <w:rPr>
              <w:rStyle w:val="Tekstvantijdelijkeaanduiding"/>
              <w:rFonts w:eastAsiaTheme="minorHAnsi"/>
            </w:rPr>
            <w:t>Klik of tik om tekst in te voeren.</w:t>
          </w:r>
        </w:p>
      </w:docPartBody>
    </w:docPart>
    <w:docPart>
      <w:docPartPr>
        <w:name w:val="9B929910F78048B4AD30A086E8B67A6C"/>
        <w:category>
          <w:name w:val="Algemeen"/>
          <w:gallery w:val="placeholder"/>
        </w:category>
        <w:types>
          <w:type w:val="bbPlcHdr"/>
        </w:types>
        <w:behaviors>
          <w:behavior w:val="content"/>
        </w:behaviors>
        <w:guid w:val="{EB88F70D-5FF6-425A-8118-E85254CBFFC6}"/>
      </w:docPartPr>
      <w:docPartBody>
        <w:p w:rsidR="00E94298" w:rsidRDefault="000C66D0" w:rsidP="000C66D0">
          <w:pPr>
            <w:pStyle w:val="9B929910F78048B4AD30A086E8B67A6C"/>
          </w:pPr>
          <w:r>
            <w:rPr>
              <w:rStyle w:val="Tekstvantijdelijkeaanduiding"/>
              <w:rFonts w:eastAsiaTheme="minorHAnsi"/>
            </w:rPr>
            <w:t>plaatsnaam</w:t>
          </w:r>
        </w:p>
      </w:docPartBody>
    </w:docPart>
    <w:docPart>
      <w:docPartPr>
        <w:name w:val="78D7B73352EB48B68CF6EA4DAC287791"/>
        <w:category>
          <w:name w:val="Algemeen"/>
          <w:gallery w:val="placeholder"/>
        </w:category>
        <w:types>
          <w:type w:val="bbPlcHdr"/>
        </w:types>
        <w:behaviors>
          <w:behavior w:val="content"/>
        </w:behaviors>
        <w:guid w:val="{93248ED6-BB6A-494F-A8FF-45A713D2B969}"/>
      </w:docPartPr>
      <w:docPartBody>
        <w:p w:rsidR="00E94298" w:rsidRDefault="000C66D0" w:rsidP="000C66D0">
          <w:pPr>
            <w:pStyle w:val="78D7B73352EB48B68CF6EA4DAC287791"/>
          </w:pPr>
          <w:r w:rsidRPr="00FD5FFB">
            <w:rPr>
              <w:rStyle w:val="Tekstvantijdelijkeaanduiding"/>
              <w:rFonts w:eastAsiaTheme="minorHAnsi"/>
            </w:rPr>
            <w:t>Klik of tik om tekst in te voeren.</w:t>
          </w:r>
        </w:p>
      </w:docPartBody>
    </w:docPart>
    <w:docPart>
      <w:docPartPr>
        <w:name w:val="80C11246D86F4ABE8D639A97C7D79C3E"/>
        <w:category>
          <w:name w:val="Algemeen"/>
          <w:gallery w:val="placeholder"/>
        </w:category>
        <w:types>
          <w:type w:val="bbPlcHdr"/>
        </w:types>
        <w:behaviors>
          <w:behavior w:val="content"/>
        </w:behaviors>
        <w:guid w:val="{C1C2BEC2-8E59-4851-8631-45ADC2B4D6E2}"/>
      </w:docPartPr>
      <w:docPartBody>
        <w:p w:rsidR="00E94298" w:rsidRDefault="000C66D0" w:rsidP="000C66D0">
          <w:pPr>
            <w:pStyle w:val="80C11246D86F4ABE8D639A97C7D79C3E"/>
          </w:pPr>
          <w:r>
            <w:rPr>
              <w:rStyle w:val="Tekstvantijdelijkeaanduiding"/>
              <w:rFonts w:eastAsiaTheme="minorHAnsi"/>
            </w:rPr>
            <w:t>plaatsnaam</w:t>
          </w:r>
        </w:p>
      </w:docPartBody>
    </w:docPart>
    <w:docPart>
      <w:docPartPr>
        <w:name w:val="86E3D90D870B4E0389A327F89B340B60"/>
        <w:category>
          <w:name w:val="Algemeen"/>
          <w:gallery w:val="placeholder"/>
        </w:category>
        <w:types>
          <w:type w:val="bbPlcHdr"/>
        </w:types>
        <w:behaviors>
          <w:behavior w:val="content"/>
        </w:behaviors>
        <w:guid w:val="{7D713840-EBFF-4D98-AD40-AA81D2C82D2A}"/>
      </w:docPartPr>
      <w:docPartBody>
        <w:p w:rsidR="00E94298" w:rsidRDefault="000C66D0" w:rsidP="000C66D0">
          <w:pPr>
            <w:pStyle w:val="86E3D90D870B4E0389A327F89B340B60"/>
          </w:pPr>
          <w:r w:rsidRPr="00FD5FFB">
            <w:rPr>
              <w:rStyle w:val="Tekstvantijdelijkeaanduiding"/>
              <w:rFonts w:eastAsiaTheme="minorHAnsi"/>
            </w:rPr>
            <w:t>Klik of tik om tekst in te voeren.</w:t>
          </w:r>
        </w:p>
      </w:docPartBody>
    </w:docPart>
    <w:docPart>
      <w:docPartPr>
        <w:name w:val="5C96BF953363431287C516F19D147C44"/>
        <w:category>
          <w:name w:val="Algemeen"/>
          <w:gallery w:val="placeholder"/>
        </w:category>
        <w:types>
          <w:type w:val="bbPlcHdr"/>
        </w:types>
        <w:behaviors>
          <w:behavior w:val="content"/>
        </w:behaviors>
        <w:guid w:val="{3B578A1F-463F-4B8B-9564-EE43F0BE2A9B}"/>
      </w:docPartPr>
      <w:docPartBody>
        <w:p w:rsidR="00E94298" w:rsidRDefault="000C66D0" w:rsidP="000C66D0">
          <w:pPr>
            <w:pStyle w:val="5C96BF953363431287C516F19D147C44"/>
          </w:pPr>
          <w:r w:rsidRPr="00FD5FFB">
            <w:rPr>
              <w:rStyle w:val="Tekstvantijdelijkeaanduiding"/>
              <w:rFonts w:eastAsiaTheme="minorHAnsi"/>
            </w:rPr>
            <w:t>Klik of tik om tekst in te voeren.</w:t>
          </w:r>
        </w:p>
      </w:docPartBody>
    </w:docPart>
    <w:docPart>
      <w:docPartPr>
        <w:name w:val="66EDCAFDB08D4F2297CFC48DA5F2B1C7"/>
        <w:category>
          <w:name w:val="Algemeen"/>
          <w:gallery w:val="placeholder"/>
        </w:category>
        <w:types>
          <w:type w:val="bbPlcHdr"/>
        </w:types>
        <w:behaviors>
          <w:behavior w:val="content"/>
        </w:behaviors>
        <w:guid w:val="{F2C7FAE3-66FF-40F6-BD3A-4FD43B399F66}"/>
      </w:docPartPr>
      <w:docPartBody>
        <w:p w:rsidR="00E94298" w:rsidRDefault="000C66D0" w:rsidP="000C66D0">
          <w:pPr>
            <w:pStyle w:val="66EDCAFDB08D4F2297CFC48DA5F2B1C7"/>
          </w:pPr>
          <w:r w:rsidRPr="00FD5FFB">
            <w:rPr>
              <w:rStyle w:val="Tekstvantijdelijkeaanduiding"/>
              <w:rFonts w:eastAsiaTheme="minorHAnsi"/>
            </w:rPr>
            <w:t>Klik of tik om tekst in te voeren.</w:t>
          </w:r>
        </w:p>
      </w:docPartBody>
    </w:docPart>
    <w:docPart>
      <w:docPartPr>
        <w:name w:val="D60B3619712E4AEF92176D776F58343F"/>
        <w:category>
          <w:name w:val="Algemeen"/>
          <w:gallery w:val="placeholder"/>
        </w:category>
        <w:types>
          <w:type w:val="bbPlcHdr"/>
        </w:types>
        <w:behaviors>
          <w:behavior w:val="content"/>
        </w:behaviors>
        <w:guid w:val="{8EF8D20C-AB6B-40A3-AB44-A096E657AB8F}"/>
      </w:docPartPr>
      <w:docPartBody>
        <w:p w:rsidR="00E94298" w:rsidRDefault="000C66D0" w:rsidP="000C66D0">
          <w:pPr>
            <w:pStyle w:val="D60B3619712E4AEF92176D776F58343F"/>
          </w:pPr>
          <w:r w:rsidRPr="00FD5FFB">
            <w:rPr>
              <w:rStyle w:val="Tekstvantijdelijkeaanduiding"/>
              <w:rFonts w:eastAsiaTheme="minorHAnsi"/>
            </w:rPr>
            <w:t>Klik of tik om tekst in te voeren.</w:t>
          </w:r>
        </w:p>
      </w:docPartBody>
    </w:docPart>
    <w:docPart>
      <w:docPartPr>
        <w:name w:val="68139C5E1EEC469F8483B7C7EEC17D25"/>
        <w:category>
          <w:name w:val="Algemeen"/>
          <w:gallery w:val="placeholder"/>
        </w:category>
        <w:types>
          <w:type w:val="bbPlcHdr"/>
        </w:types>
        <w:behaviors>
          <w:behavior w:val="content"/>
        </w:behaviors>
        <w:guid w:val="{50C24610-42C0-4400-87DA-30A6F0B5A340}"/>
      </w:docPartPr>
      <w:docPartBody>
        <w:p w:rsidR="00E94298" w:rsidRDefault="000C66D0" w:rsidP="000C66D0">
          <w:pPr>
            <w:pStyle w:val="68139C5E1EEC469F8483B7C7EEC17D25"/>
          </w:pPr>
          <w:r w:rsidRPr="00FD5FFB">
            <w:rPr>
              <w:rStyle w:val="Tekstvantijdelijkeaanduiding"/>
              <w:rFonts w:eastAsiaTheme="minorHAnsi"/>
            </w:rPr>
            <w:t>Klik of tik om tekst in te voeren.</w:t>
          </w:r>
        </w:p>
      </w:docPartBody>
    </w:docPart>
    <w:docPart>
      <w:docPartPr>
        <w:name w:val="8CDA6E6DBC11408E996C5D5BBB00CC37"/>
        <w:category>
          <w:name w:val="Algemeen"/>
          <w:gallery w:val="placeholder"/>
        </w:category>
        <w:types>
          <w:type w:val="bbPlcHdr"/>
        </w:types>
        <w:behaviors>
          <w:behavior w:val="content"/>
        </w:behaviors>
        <w:guid w:val="{29BF5CC7-35AC-4A1C-8B3E-7850ABE6A987}"/>
      </w:docPartPr>
      <w:docPartBody>
        <w:p w:rsidR="00E94298" w:rsidRDefault="000C66D0" w:rsidP="000C66D0">
          <w:pPr>
            <w:pStyle w:val="8CDA6E6DBC11408E996C5D5BBB00CC37"/>
          </w:pPr>
          <w:r w:rsidRPr="00FD5FFB">
            <w:rPr>
              <w:rStyle w:val="Tekstvantijdelijkeaanduiding"/>
              <w:rFonts w:eastAsiaTheme="minorHAnsi"/>
            </w:rPr>
            <w:t>Klik of tik om tekst in te voeren.</w:t>
          </w:r>
        </w:p>
      </w:docPartBody>
    </w:docPart>
    <w:docPart>
      <w:docPartPr>
        <w:name w:val="30F06B272EDA4C06A40E683F39257E1A"/>
        <w:category>
          <w:name w:val="Algemeen"/>
          <w:gallery w:val="placeholder"/>
        </w:category>
        <w:types>
          <w:type w:val="bbPlcHdr"/>
        </w:types>
        <w:behaviors>
          <w:behavior w:val="content"/>
        </w:behaviors>
        <w:guid w:val="{6E24EEF0-C5F6-4F62-8A4C-DAB562628400}"/>
      </w:docPartPr>
      <w:docPartBody>
        <w:p w:rsidR="00E94298" w:rsidRDefault="000C66D0" w:rsidP="000C66D0">
          <w:pPr>
            <w:pStyle w:val="30F06B272EDA4C06A40E683F39257E1A"/>
          </w:pPr>
          <w:r w:rsidRPr="00FD5FFB">
            <w:rPr>
              <w:rStyle w:val="Tekstvantijdelijkeaanduiding"/>
              <w:rFonts w:eastAsiaTheme="minorHAnsi"/>
            </w:rPr>
            <w:t>Klik of tik om tekst in te voeren.</w:t>
          </w:r>
        </w:p>
      </w:docPartBody>
    </w:docPart>
    <w:docPart>
      <w:docPartPr>
        <w:name w:val="B234689FE6474E888F4288F568AC332B"/>
        <w:category>
          <w:name w:val="Algemeen"/>
          <w:gallery w:val="placeholder"/>
        </w:category>
        <w:types>
          <w:type w:val="bbPlcHdr"/>
        </w:types>
        <w:behaviors>
          <w:behavior w:val="content"/>
        </w:behaviors>
        <w:guid w:val="{3B22656E-6227-46CA-B1DF-DEAB9202A2CF}"/>
      </w:docPartPr>
      <w:docPartBody>
        <w:p w:rsidR="00E94298" w:rsidRDefault="000C66D0" w:rsidP="000C66D0">
          <w:pPr>
            <w:pStyle w:val="B234689FE6474E888F4288F568AC332B"/>
          </w:pPr>
          <w:r w:rsidRPr="00FD5FFB">
            <w:rPr>
              <w:rStyle w:val="Tekstvantijdelijkeaanduiding"/>
              <w:rFonts w:eastAsiaTheme="minorHAnsi"/>
            </w:rPr>
            <w:t>Klik of tik om tekst in te voeren.</w:t>
          </w:r>
        </w:p>
      </w:docPartBody>
    </w:docPart>
    <w:docPart>
      <w:docPartPr>
        <w:name w:val="6AB0ECAE993746FE91CAA32BCC089DF1"/>
        <w:category>
          <w:name w:val="Algemeen"/>
          <w:gallery w:val="placeholder"/>
        </w:category>
        <w:types>
          <w:type w:val="bbPlcHdr"/>
        </w:types>
        <w:behaviors>
          <w:behavior w:val="content"/>
        </w:behaviors>
        <w:guid w:val="{4B1605CE-0C99-4FD8-89DD-03218444B612}"/>
      </w:docPartPr>
      <w:docPartBody>
        <w:p w:rsidR="00E94298" w:rsidRDefault="000C66D0" w:rsidP="000C66D0">
          <w:pPr>
            <w:pStyle w:val="6AB0ECAE993746FE91CAA32BCC089DF1"/>
          </w:pPr>
          <w:r w:rsidRPr="00FD5FFB">
            <w:rPr>
              <w:rStyle w:val="Tekstvantijdelijkeaanduiding"/>
            </w:rPr>
            <w:t>Klik of tik om tekst in te voeren.</w:t>
          </w:r>
        </w:p>
      </w:docPartBody>
    </w:docPart>
    <w:docPart>
      <w:docPartPr>
        <w:name w:val="9023FC2CDC87460682669CF1AA975590"/>
        <w:category>
          <w:name w:val="Algemeen"/>
          <w:gallery w:val="placeholder"/>
        </w:category>
        <w:types>
          <w:type w:val="bbPlcHdr"/>
        </w:types>
        <w:behaviors>
          <w:behavior w:val="content"/>
        </w:behaviors>
        <w:guid w:val="{07450DE5-75EB-4220-9546-E18BF725D55F}"/>
      </w:docPartPr>
      <w:docPartBody>
        <w:p w:rsidR="00E94298" w:rsidRDefault="000C66D0" w:rsidP="000C66D0">
          <w:pPr>
            <w:pStyle w:val="9023FC2CDC87460682669CF1AA975590"/>
          </w:pPr>
          <w:r w:rsidRPr="00FD5FFB">
            <w:rPr>
              <w:rStyle w:val="Tekstvantijdelijkeaanduiding"/>
            </w:rPr>
            <w:t>Klik of tik om tekst in te voeren.</w:t>
          </w:r>
        </w:p>
      </w:docPartBody>
    </w:docPart>
    <w:docPart>
      <w:docPartPr>
        <w:name w:val="F366C4972B96452284380C187D10F3A5"/>
        <w:category>
          <w:name w:val="Algemeen"/>
          <w:gallery w:val="placeholder"/>
        </w:category>
        <w:types>
          <w:type w:val="bbPlcHdr"/>
        </w:types>
        <w:behaviors>
          <w:behavior w:val="content"/>
        </w:behaviors>
        <w:guid w:val="{EF59C667-46CC-41AD-B887-4D526985D31D}"/>
      </w:docPartPr>
      <w:docPartBody>
        <w:p w:rsidR="00E94298" w:rsidRDefault="000C66D0" w:rsidP="000C66D0">
          <w:pPr>
            <w:pStyle w:val="F366C4972B96452284380C187D10F3A5"/>
          </w:pPr>
          <w:r w:rsidRPr="00FD5FFB">
            <w:rPr>
              <w:rStyle w:val="Tekstvantijdelijkeaanduiding"/>
            </w:rPr>
            <w:t>Klik of tik om tekst in te voeren.</w:t>
          </w:r>
        </w:p>
      </w:docPartBody>
    </w:docPart>
    <w:docPart>
      <w:docPartPr>
        <w:name w:val="5A1EEDAE10A241CB996E6E00BA18FB29"/>
        <w:category>
          <w:name w:val="Algemeen"/>
          <w:gallery w:val="placeholder"/>
        </w:category>
        <w:types>
          <w:type w:val="bbPlcHdr"/>
        </w:types>
        <w:behaviors>
          <w:behavior w:val="content"/>
        </w:behaviors>
        <w:guid w:val="{5B462702-1CEA-4E92-B987-B6F39230876D}"/>
      </w:docPartPr>
      <w:docPartBody>
        <w:p w:rsidR="00E94298" w:rsidRDefault="000C66D0" w:rsidP="000C66D0">
          <w:pPr>
            <w:pStyle w:val="5A1EEDAE10A241CB996E6E00BA18FB29"/>
          </w:pPr>
          <w:r w:rsidRPr="00FD5FFB">
            <w:rPr>
              <w:rStyle w:val="Tekstvantijdelijkeaanduiding"/>
            </w:rPr>
            <w:t>Klik of tik om tekst in te voeren.</w:t>
          </w:r>
        </w:p>
      </w:docPartBody>
    </w:docPart>
    <w:docPart>
      <w:docPartPr>
        <w:name w:val="C447753B0AEE491D96CDF9F296D883CB"/>
        <w:category>
          <w:name w:val="Algemeen"/>
          <w:gallery w:val="placeholder"/>
        </w:category>
        <w:types>
          <w:type w:val="bbPlcHdr"/>
        </w:types>
        <w:behaviors>
          <w:behavior w:val="content"/>
        </w:behaviors>
        <w:guid w:val="{C27D805B-0C7C-47CB-B19D-E67CD632E2E2}"/>
      </w:docPartPr>
      <w:docPartBody>
        <w:p w:rsidR="00E94298" w:rsidRDefault="000C66D0" w:rsidP="000C66D0">
          <w:pPr>
            <w:pStyle w:val="C447753B0AEE491D96CDF9F296D883CB"/>
          </w:pPr>
          <w:r w:rsidRPr="00FD5FFB">
            <w:rPr>
              <w:rStyle w:val="Tekstvantijdelijkeaanduiding"/>
            </w:rPr>
            <w:t>Klik of tik om tekst in te voeren.</w:t>
          </w:r>
        </w:p>
      </w:docPartBody>
    </w:docPart>
    <w:docPart>
      <w:docPartPr>
        <w:name w:val="F74786292393405D95BADA8BE9D236C8"/>
        <w:category>
          <w:name w:val="Algemeen"/>
          <w:gallery w:val="placeholder"/>
        </w:category>
        <w:types>
          <w:type w:val="bbPlcHdr"/>
        </w:types>
        <w:behaviors>
          <w:behavior w:val="content"/>
        </w:behaviors>
        <w:guid w:val="{A03BF664-3B8C-4B14-B3B4-5D26B24FF850}"/>
      </w:docPartPr>
      <w:docPartBody>
        <w:p w:rsidR="00E94298" w:rsidRDefault="000C66D0" w:rsidP="000C66D0">
          <w:pPr>
            <w:pStyle w:val="F74786292393405D95BADA8BE9D236C8"/>
          </w:pPr>
          <w:r w:rsidRPr="00FD5FFB">
            <w:rPr>
              <w:rStyle w:val="Tekstvantijdelijkeaanduiding"/>
            </w:rPr>
            <w:t>Klik of tik om tekst in te voeren.</w:t>
          </w:r>
        </w:p>
      </w:docPartBody>
    </w:docPart>
    <w:docPart>
      <w:docPartPr>
        <w:name w:val="2AEC578687BF4F66B73E37C74F02CB9C"/>
        <w:category>
          <w:name w:val="Algemeen"/>
          <w:gallery w:val="placeholder"/>
        </w:category>
        <w:types>
          <w:type w:val="bbPlcHdr"/>
        </w:types>
        <w:behaviors>
          <w:behavior w:val="content"/>
        </w:behaviors>
        <w:guid w:val="{6D9C395D-6AB0-47E6-B960-2278C5B4A1C8}"/>
      </w:docPartPr>
      <w:docPartBody>
        <w:p w:rsidR="00E94298" w:rsidRDefault="000C66D0" w:rsidP="000C66D0">
          <w:pPr>
            <w:pStyle w:val="2AEC578687BF4F66B73E37C74F02CB9C"/>
          </w:pPr>
          <w:r w:rsidRPr="00FD5FFB">
            <w:rPr>
              <w:rStyle w:val="Tekstvantijdelijkeaanduiding"/>
            </w:rPr>
            <w:t>Klik of tik om tekst in te voeren.</w:t>
          </w:r>
        </w:p>
      </w:docPartBody>
    </w:docPart>
    <w:docPart>
      <w:docPartPr>
        <w:name w:val="32F05C289519460EB2E4BF3850D02976"/>
        <w:category>
          <w:name w:val="Algemeen"/>
          <w:gallery w:val="placeholder"/>
        </w:category>
        <w:types>
          <w:type w:val="bbPlcHdr"/>
        </w:types>
        <w:behaviors>
          <w:behavior w:val="content"/>
        </w:behaviors>
        <w:guid w:val="{1A0BC1DB-CC5F-46CE-9E8F-B50A6E063081}"/>
      </w:docPartPr>
      <w:docPartBody>
        <w:p w:rsidR="00E94298" w:rsidRDefault="000C66D0" w:rsidP="000C66D0">
          <w:pPr>
            <w:pStyle w:val="32F05C289519460EB2E4BF3850D02976"/>
          </w:pPr>
          <w:r w:rsidRPr="00FD5FFB">
            <w:rPr>
              <w:rStyle w:val="Tekstvantijdelijkeaanduiding"/>
            </w:rPr>
            <w:t>Klik of tik om tekst in te voeren.</w:t>
          </w:r>
        </w:p>
      </w:docPartBody>
    </w:docPart>
    <w:docPart>
      <w:docPartPr>
        <w:name w:val="62ABC9A7CF4B44A6BF974279DA8504AA"/>
        <w:category>
          <w:name w:val="Algemeen"/>
          <w:gallery w:val="placeholder"/>
        </w:category>
        <w:types>
          <w:type w:val="bbPlcHdr"/>
        </w:types>
        <w:behaviors>
          <w:behavior w:val="content"/>
        </w:behaviors>
        <w:guid w:val="{F51E5B3B-3505-40AE-9D42-3836A9C949BF}"/>
      </w:docPartPr>
      <w:docPartBody>
        <w:p w:rsidR="00E94298" w:rsidRDefault="000C66D0" w:rsidP="000C66D0">
          <w:pPr>
            <w:pStyle w:val="62ABC9A7CF4B44A6BF974279DA8504AA"/>
          </w:pPr>
          <w:r w:rsidRPr="00FD5FFB">
            <w:rPr>
              <w:rStyle w:val="Tekstvantijdelijkeaanduiding"/>
            </w:rPr>
            <w:t>Klik of tik om tekst in te voeren.</w:t>
          </w:r>
        </w:p>
      </w:docPartBody>
    </w:docPart>
    <w:docPart>
      <w:docPartPr>
        <w:name w:val="810D36836FF84B95AC1D21CA18BCBCBC"/>
        <w:category>
          <w:name w:val="Algemeen"/>
          <w:gallery w:val="placeholder"/>
        </w:category>
        <w:types>
          <w:type w:val="bbPlcHdr"/>
        </w:types>
        <w:behaviors>
          <w:behavior w:val="content"/>
        </w:behaviors>
        <w:guid w:val="{46417093-5205-4455-8F06-03B12F975F4A}"/>
      </w:docPartPr>
      <w:docPartBody>
        <w:p w:rsidR="00E94298" w:rsidRDefault="000C66D0" w:rsidP="000C66D0">
          <w:pPr>
            <w:pStyle w:val="810D36836FF84B95AC1D21CA18BCBCBC"/>
          </w:pPr>
          <w:r w:rsidRPr="00FD5FFB">
            <w:rPr>
              <w:rStyle w:val="Tekstvantijdelijkeaanduiding"/>
            </w:rPr>
            <w:t>Klik of tik om tekst in te voeren.</w:t>
          </w:r>
        </w:p>
      </w:docPartBody>
    </w:docPart>
    <w:docPart>
      <w:docPartPr>
        <w:name w:val="142B95F5E73C4FC5AE7FA75DD8E892CD"/>
        <w:category>
          <w:name w:val="Algemeen"/>
          <w:gallery w:val="placeholder"/>
        </w:category>
        <w:types>
          <w:type w:val="bbPlcHdr"/>
        </w:types>
        <w:behaviors>
          <w:behavior w:val="content"/>
        </w:behaviors>
        <w:guid w:val="{F6F4747C-31C9-470B-9EEB-B0FEA28BBF27}"/>
      </w:docPartPr>
      <w:docPartBody>
        <w:p w:rsidR="00E94298" w:rsidRDefault="000C66D0" w:rsidP="000C66D0">
          <w:pPr>
            <w:pStyle w:val="142B95F5E73C4FC5AE7FA75DD8E892CD"/>
          </w:pPr>
          <w:r w:rsidRPr="00FD5FFB">
            <w:rPr>
              <w:rStyle w:val="Tekstvantijdelijkeaanduiding"/>
            </w:rPr>
            <w:t>Klik of tik om tekst in te voeren.</w:t>
          </w:r>
        </w:p>
      </w:docPartBody>
    </w:docPart>
    <w:docPart>
      <w:docPartPr>
        <w:name w:val="773F46A0885F4CC8B4FF763C0797AC57"/>
        <w:category>
          <w:name w:val="Algemeen"/>
          <w:gallery w:val="placeholder"/>
        </w:category>
        <w:types>
          <w:type w:val="bbPlcHdr"/>
        </w:types>
        <w:behaviors>
          <w:behavior w:val="content"/>
        </w:behaviors>
        <w:guid w:val="{33578230-5340-4D10-BEBB-FDD301F8CA4C}"/>
      </w:docPartPr>
      <w:docPartBody>
        <w:p w:rsidR="00E94298" w:rsidRDefault="000C66D0" w:rsidP="000C66D0">
          <w:pPr>
            <w:pStyle w:val="773F46A0885F4CC8B4FF763C0797AC57"/>
          </w:pPr>
          <w:r w:rsidRPr="00FD5FFB">
            <w:rPr>
              <w:rStyle w:val="Tekstvantijdelijkeaanduiding"/>
            </w:rPr>
            <w:t>Klik of tik om tekst in te voeren.</w:t>
          </w:r>
        </w:p>
      </w:docPartBody>
    </w:docPart>
    <w:docPart>
      <w:docPartPr>
        <w:name w:val="48874151771340379942B06244D3D7FE"/>
        <w:category>
          <w:name w:val="Algemeen"/>
          <w:gallery w:val="placeholder"/>
        </w:category>
        <w:types>
          <w:type w:val="bbPlcHdr"/>
        </w:types>
        <w:behaviors>
          <w:behavior w:val="content"/>
        </w:behaviors>
        <w:guid w:val="{AC740BC3-899F-4CC7-8497-270266E26FFD}"/>
      </w:docPartPr>
      <w:docPartBody>
        <w:p w:rsidR="00E94298" w:rsidRDefault="000C66D0" w:rsidP="000C66D0">
          <w:pPr>
            <w:pStyle w:val="48874151771340379942B06244D3D7FE"/>
          </w:pPr>
          <w:r w:rsidRPr="00FD5FFB">
            <w:rPr>
              <w:rStyle w:val="Tekstvantijdelijkeaanduiding"/>
            </w:rPr>
            <w:t>Klik of tik om tekst in te voeren.</w:t>
          </w:r>
        </w:p>
      </w:docPartBody>
    </w:docPart>
    <w:docPart>
      <w:docPartPr>
        <w:name w:val="1669A8A463DB4723AC189BE8F36EAF77"/>
        <w:category>
          <w:name w:val="Algemeen"/>
          <w:gallery w:val="placeholder"/>
        </w:category>
        <w:types>
          <w:type w:val="bbPlcHdr"/>
        </w:types>
        <w:behaviors>
          <w:behavior w:val="content"/>
        </w:behaviors>
        <w:guid w:val="{7E1287FB-5581-4643-BAFB-FA92D1CCC9A9}"/>
      </w:docPartPr>
      <w:docPartBody>
        <w:p w:rsidR="00E94298" w:rsidRDefault="000C66D0" w:rsidP="000C66D0">
          <w:pPr>
            <w:pStyle w:val="1669A8A463DB4723AC189BE8F36EAF77"/>
          </w:pPr>
          <w:r w:rsidRPr="00FD5FFB">
            <w:rPr>
              <w:rStyle w:val="Tekstvantijdelijkeaanduiding"/>
            </w:rPr>
            <w:t>Klik of tik om tekst in te voeren.</w:t>
          </w:r>
        </w:p>
      </w:docPartBody>
    </w:docPart>
    <w:docPart>
      <w:docPartPr>
        <w:name w:val="968DDB6584844B98A1AD1C8433D1F676"/>
        <w:category>
          <w:name w:val="Algemeen"/>
          <w:gallery w:val="placeholder"/>
        </w:category>
        <w:types>
          <w:type w:val="bbPlcHdr"/>
        </w:types>
        <w:behaviors>
          <w:behavior w:val="content"/>
        </w:behaviors>
        <w:guid w:val="{21895DC7-6D38-44B8-830B-2D2DEA778566}"/>
      </w:docPartPr>
      <w:docPartBody>
        <w:p w:rsidR="00E94298" w:rsidRDefault="000C66D0" w:rsidP="000C66D0">
          <w:pPr>
            <w:pStyle w:val="968DDB6584844B98A1AD1C8433D1F676"/>
          </w:pPr>
          <w:r w:rsidRPr="00FD5FFB">
            <w:rPr>
              <w:rStyle w:val="Tekstvantijdelijkeaanduiding"/>
            </w:rPr>
            <w:t>Klik of tik om tekst in te voeren.</w:t>
          </w:r>
        </w:p>
      </w:docPartBody>
    </w:docPart>
    <w:docPart>
      <w:docPartPr>
        <w:name w:val="E382A4AD22A8449E9A4B21A0BD4E61C1"/>
        <w:category>
          <w:name w:val="Algemeen"/>
          <w:gallery w:val="placeholder"/>
        </w:category>
        <w:types>
          <w:type w:val="bbPlcHdr"/>
        </w:types>
        <w:behaviors>
          <w:behavior w:val="content"/>
        </w:behaviors>
        <w:guid w:val="{2E0B945B-CA71-4650-88C7-E34F784BCF46}"/>
      </w:docPartPr>
      <w:docPartBody>
        <w:p w:rsidR="00E94298" w:rsidRDefault="000C66D0" w:rsidP="000C66D0">
          <w:pPr>
            <w:pStyle w:val="E382A4AD22A8449E9A4B21A0BD4E61C1"/>
          </w:pPr>
          <w:r w:rsidRPr="00FD5FFB">
            <w:rPr>
              <w:rStyle w:val="Tekstvantijdelijkeaanduiding"/>
            </w:rPr>
            <w:t>Klik of tik om tekst in te voeren.</w:t>
          </w:r>
        </w:p>
      </w:docPartBody>
    </w:docPart>
    <w:docPart>
      <w:docPartPr>
        <w:name w:val="D76C77D576BA468F9DDEAC8BF1A64177"/>
        <w:category>
          <w:name w:val="Algemeen"/>
          <w:gallery w:val="placeholder"/>
        </w:category>
        <w:types>
          <w:type w:val="bbPlcHdr"/>
        </w:types>
        <w:behaviors>
          <w:behavior w:val="content"/>
        </w:behaviors>
        <w:guid w:val="{03042B93-D1B8-44D1-9487-69D482561FFD}"/>
      </w:docPartPr>
      <w:docPartBody>
        <w:p w:rsidR="00E94298" w:rsidRDefault="000C66D0" w:rsidP="000C66D0">
          <w:pPr>
            <w:pStyle w:val="D76C77D576BA468F9DDEAC8BF1A64177"/>
          </w:pPr>
          <w:r w:rsidRPr="00FD5FFB">
            <w:rPr>
              <w:rStyle w:val="Tekstvantijdelijkeaanduiding"/>
            </w:rPr>
            <w:t>Klik of tik om tekst in te voeren.</w:t>
          </w:r>
        </w:p>
      </w:docPartBody>
    </w:docPart>
    <w:docPart>
      <w:docPartPr>
        <w:name w:val="A163500DDFE24309A35AF579205154DB"/>
        <w:category>
          <w:name w:val="Algemeen"/>
          <w:gallery w:val="placeholder"/>
        </w:category>
        <w:types>
          <w:type w:val="bbPlcHdr"/>
        </w:types>
        <w:behaviors>
          <w:behavior w:val="content"/>
        </w:behaviors>
        <w:guid w:val="{9584E422-35D6-49BF-A286-07C9594238A2}"/>
      </w:docPartPr>
      <w:docPartBody>
        <w:p w:rsidR="00E94298" w:rsidRDefault="000C66D0" w:rsidP="000C66D0">
          <w:pPr>
            <w:pStyle w:val="A163500DDFE24309A35AF579205154DB"/>
          </w:pPr>
          <w:r w:rsidRPr="00FD5FFB">
            <w:rPr>
              <w:rStyle w:val="Tekstvantijdelijkeaanduiding"/>
            </w:rPr>
            <w:t>Klik of tik om tekst in te voeren.</w:t>
          </w:r>
        </w:p>
      </w:docPartBody>
    </w:docPart>
    <w:docPart>
      <w:docPartPr>
        <w:name w:val="557699E9CF72454D8296A71F6218BFA4"/>
        <w:category>
          <w:name w:val="Algemeen"/>
          <w:gallery w:val="placeholder"/>
        </w:category>
        <w:types>
          <w:type w:val="bbPlcHdr"/>
        </w:types>
        <w:behaviors>
          <w:behavior w:val="content"/>
        </w:behaviors>
        <w:guid w:val="{1D0868C9-0E07-4554-98ED-C3352191F194}"/>
      </w:docPartPr>
      <w:docPartBody>
        <w:p w:rsidR="00E94298" w:rsidRDefault="000C66D0" w:rsidP="000C66D0">
          <w:pPr>
            <w:pStyle w:val="557699E9CF72454D8296A71F6218BFA4"/>
          </w:pPr>
          <w:r w:rsidRPr="00FD5FFB">
            <w:rPr>
              <w:rStyle w:val="Tekstvantijdelijkeaanduiding"/>
            </w:rPr>
            <w:t>Klik of tik om tekst in te voeren.</w:t>
          </w:r>
        </w:p>
      </w:docPartBody>
    </w:docPart>
    <w:docPart>
      <w:docPartPr>
        <w:name w:val="47913EA89161402297646F8EFE913A3A"/>
        <w:category>
          <w:name w:val="Algemeen"/>
          <w:gallery w:val="placeholder"/>
        </w:category>
        <w:types>
          <w:type w:val="bbPlcHdr"/>
        </w:types>
        <w:behaviors>
          <w:behavior w:val="content"/>
        </w:behaviors>
        <w:guid w:val="{6E3A58F5-89F0-4459-86FC-A5FCD1B4F8F1}"/>
      </w:docPartPr>
      <w:docPartBody>
        <w:p w:rsidR="00E94298" w:rsidRDefault="000C66D0" w:rsidP="000C66D0">
          <w:pPr>
            <w:pStyle w:val="47913EA89161402297646F8EFE913A3A"/>
          </w:pPr>
          <w:r w:rsidRPr="00FD5FFB">
            <w:rPr>
              <w:rStyle w:val="Tekstvantijdelijkeaanduiding"/>
            </w:rPr>
            <w:t>Klik of tik om tekst in te voeren.</w:t>
          </w:r>
        </w:p>
      </w:docPartBody>
    </w:docPart>
    <w:docPart>
      <w:docPartPr>
        <w:name w:val="83F5943CDFD249229CF2B2C9856F3368"/>
        <w:category>
          <w:name w:val="Algemeen"/>
          <w:gallery w:val="placeholder"/>
        </w:category>
        <w:types>
          <w:type w:val="bbPlcHdr"/>
        </w:types>
        <w:behaviors>
          <w:behavior w:val="content"/>
        </w:behaviors>
        <w:guid w:val="{AF44CE2D-0E7F-4FE8-8A29-18A11CFAB269}"/>
      </w:docPartPr>
      <w:docPartBody>
        <w:p w:rsidR="00E94298" w:rsidRDefault="000C66D0" w:rsidP="000C66D0">
          <w:pPr>
            <w:pStyle w:val="83F5943CDFD249229CF2B2C9856F3368"/>
          </w:pPr>
          <w:r w:rsidRPr="00FD5FFB">
            <w:rPr>
              <w:rStyle w:val="Tekstvantijdelijkeaanduiding"/>
            </w:rPr>
            <w:t>Klik of tik om tekst in te voeren.</w:t>
          </w:r>
        </w:p>
      </w:docPartBody>
    </w:docPart>
    <w:docPart>
      <w:docPartPr>
        <w:name w:val="E8C622342DA346C38B22E935F599DEE6"/>
        <w:category>
          <w:name w:val="Algemeen"/>
          <w:gallery w:val="placeholder"/>
        </w:category>
        <w:types>
          <w:type w:val="bbPlcHdr"/>
        </w:types>
        <w:behaviors>
          <w:behavior w:val="content"/>
        </w:behaviors>
        <w:guid w:val="{54A6AD83-62F2-4181-A10C-7476B53A9553}"/>
      </w:docPartPr>
      <w:docPartBody>
        <w:p w:rsidR="00E94298" w:rsidRDefault="000C66D0" w:rsidP="000C66D0">
          <w:pPr>
            <w:pStyle w:val="E8C622342DA346C38B22E935F599DEE6"/>
          </w:pPr>
          <w:r w:rsidRPr="00FD5FFB">
            <w:rPr>
              <w:rStyle w:val="Tekstvantijdelijkeaanduiding"/>
            </w:rPr>
            <w:t>Klik of tik om tekst in te voeren.</w:t>
          </w:r>
        </w:p>
      </w:docPartBody>
    </w:docPart>
    <w:docPart>
      <w:docPartPr>
        <w:name w:val="559317CC9DD24B17B5FC11D6CB73A402"/>
        <w:category>
          <w:name w:val="Algemeen"/>
          <w:gallery w:val="placeholder"/>
        </w:category>
        <w:types>
          <w:type w:val="bbPlcHdr"/>
        </w:types>
        <w:behaviors>
          <w:behavior w:val="content"/>
        </w:behaviors>
        <w:guid w:val="{6B205B28-8D78-43E3-B8C3-94F15258ADFD}"/>
      </w:docPartPr>
      <w:docPartBody>
        <w:p w:rsidR="00E94298" w:rsidRDefault="000C66D0" w:rsidP="000C66D0">
          <w:pPr>
            <w:pStyle w:val="559317CC9DD24B17B5FC11D6CB73A402"/>
          </w:pPr>
          <w:r w:rsidRPr="00FD5FFB">
            <w:rPr>
              <w:rStyle w:val="Tekstvantijdelijkeaanduiding"/>
            </w:rPr>
            <w:t>Klik of tik om tekst in te voeren.</w:t>
          </w:r>
        </w:p>
      </w:docPartBody>
    </w:docPart>
    <w:docPart>
      <w:docPartPr>
        <w:name w:val="5CCD7FEEBAF045EBA418A3E006F00F0A"/>
        <w:category>
          <w:name w:val="Algemeen"/>
          <w:gallery w:val="placeholder"/>
        </w:category>
        <w:types>
          <w:type w:val="bbPlcHdr"/>
        </w:types>
        <w:behaviors>
          <w:behavior w:val="content"/>
        </w:behaviors>
        <w:guid w:val="{BE46BD4B-4FD8-42EC-BA97-97085AE72320}"/>
      </w:docPartPr>
      <w:docPartBody>
        <w:p w:rsidR="00E94298" w:rsidRDefault="000C66D0" w:rsidP="000C66D0">
          <w:pPr>
            <w:pStyle w:val="5CCD7FEEBAF045EBA418A3E006F00F0A"/>
          </w:pPr>
          <w:r w:rsidRPr="00FD5FFB">
            <w:rPr>
              <w:rStyle w:val="Tekstvantijdelijkeaanduiding"/>
            </w:rPr>
            <w:t>Klik of tik om tekst in te voeren.</w:t>
          </w:r>
        </w:p>
      </w:docPartBody>
    </w:docPart>
    <w:docPart>
      <w:docPartPr>
        <w:name w:val="6A9FE84C64464B55A5ABFA76B73C1B8D"/>
        <w:category>
          <w:name w:val="Algemeen"/>
          <w:gallery w:val="placeholder"/>
        </w:category>
        <w:types>
          <w:type w:val="bbPlcHdr"/>
        </w:types>
        <w:behaviors>
          <w:behavior w:val="content"/>
        </w:behaviors>
        <w:guid w:val="{84AF0304-DE89-4BD4-9C81-FA3519CD917F}"/>
      </w:docPartPr>
      <w:docPartBody>
        <w:p w:rsidR="00E94298" w:rsidRDefault="000C66D0" w:rsidP="000C66D0">
          <w:pPr>
            <w:pStyle w:val="6A9FE84C64464B55A5ABFA76B73C1B8D"/>
          </w:pPr>
          <w:r w:rsidRPr="00FD5FFB">
            <w:rPr>
              <w:rStyle w:val="Tekstvantijdelijkeaanduiding"/>
            </w:rPr>
            <w:t>Klik of tik om tekst in te voeren.</w:t>
          </w:r>
        </w:p>
      </w:docPartBody>
    </w:docPart>
    <w:docPart>
      <w:docPartPr>
        <w:name w:val="66825B3139544F7D9A7CED5F13DF7048"/>
        <w:category>
          <w:name w:val="Algemeen"/>
          <w:gallery w:val="placeholder"/>
        </w:category>
        <w:types>
          <w:type w:val="bbPlcHdr"/>
        </w:types>
        <w:behaviors>
          <w:behavior w:val="content"/>
        </w:behaviors>
        <w:guid w:val="{935F6F66-1971-4DA2-8F97-92DC211D96FB}"/>
      </w:docPartPr>
      <w:docPartBody>
        <w:p w:rsidR="00E94298" w:rsidRDefault="000C66D0" w:rsidP="000C66D0">
          <w:pPr>
            <w:pStyle w:val="66825B3139544F7D9A7CED5F13DF7048"/>
          </w:pPr>
          <w:r w:rsidRPr="00FD5FFB">
            <w:rPr>
              <w:rStyle w:val="Tekstvantijdelijkeaanduiding"/>
            </w:rPr>
            <w:t>Klik of tik om tekst in te voeren.</w:t>
          </w:r>
        </w:p>
      </w:docPartBody>
    </w:docPart>
    <w:docPart>
      <w:docPartPr>
        <w:name w:val="7A5D7423E47D444DAF16EAC6FF213377"/>
        <w:category>
          <w:name w:val="Algemeen"/>
          <w:gallery w:val="placeholder"/>
        </w:category>
        <w:types>
          <w:type w:val="bbPlcHdr"/>
        </w:types>
        <w:behaviors>
          <w:behavior w:val="content"/>
        </w:behaviors>
        <w:guid w:val="{07C7149F-AB4C-4429-94BF-788A434E5800}"/>
      </w:docPartPr>
      <w:docPartBody>
        <w:p w:rsidR="00E94298" w:rsidRDefault="000C66D0" w:rsidP="000C66D0">
          <w:pPr>
            <w:pStyle w:val="7A5D7423E47D444DAF16EAC6FF213377"/>
          </w:pPr>
          <w:r w:rsidRPr="00FD5FFB">
            <w:rPr>
              <w:rStyle w:val="Tekstvantijdelijkeaanduiding"/>
            </w:rPr>
            <w:t>Klik of tik om tekst in te voeren.</w:t>
          </w:r>
        </w:p>
      </w:docPartBody>
    </w:docPart>
    <w:docPart>
      <w:docPartPr>
        <w:name w:val="4BDE450A7F3244CFB5C25B39B6488970"/>
        <w:category>
          <w:name w:val="Algemeen"/>
          <w:gallery w:val="placeholder"/>
        </w:category>
        <w:types>
          <w:type w:val="bbPlcHdr"/>
        </w:types>
        <w:behaviors>
          <w:behavior w:val="content"/>
        </w:behaviors>
        <w:guid w:val="{5802089D-99DC-403B-8F75-160D043D1909}"/>
      </w:docPartPr>
      <w:docPartBody>
        <w:p w:rsidR="00E94298" w:rsidRDefault="000C66D0" w:rsidP="000C66D0">
          <w:pPr>
            <w:pStyle w:val="4BDE450A7F3244CFB5C25B39B6488970"/>
          </w:pPr>
          <w:r w:rsidRPr="00FD5FFB">
            <w:rPr>
              <w:rStyle w:val="Tekstvantijdelijkeaanduiding"/>
            </w:rPr>
            <w:t>Klik of tik om tekst in te voeren.</w:t>
          </w:r>
        </w:p>
      </w:docPartBody>
    </w:docPart>
    <w:docPart>
      <w:docPartPr>
        <w:name w:val="76144335560F40D8B89CF80060788BEF"/>
        <w:category>
          <w:name w:val="Algemeen"/>
          <w:gallery w:val="placeholder"/>
        </w:category>
        <w:types>
          <w:type w:val="bbPlcHdr"/>
        </w:types>
        <w:behaviors>
          <w:behavior w:val="content"/>
        </w:behaviors>
        <w:guid w:val="{7B25C2A4-45DF-474C-8C62-D266B7FC7D74}"/>
      </w:docPartPr>
      <w:docPartBody>
        <w:p w:rsidR="00E94298" w:rsidRDefault="000C66D0" w:rsidP="000C66D0">
          <w:pPr>
            <w:pStyle w:val="76144335560F40D8B89CF80060788BEF"/>
          </w:pPr>
          <w:r w:rsidRPr="00FD5FFB">
            <w:rPr>
              <w:rStyle w:val="Tekstvantijdelijkeaanduiding"/>
            </w:rPr>
            <w:t>Klik of tik om tekst in te voeren.</w:t>
          </w:r>
        </w:p>
      </w:docPartBody>
    </w:docPart>
    <w:docPart>
      <w:docPartPr>
        <w:name w:val="6C9FDA67881547AFB0CF9B50156F3BCF"/>
        <w:category>
          <w:name w:val="Algemeen"/>
          <w:gallery w:val="placeholder"/>
        </w:category>
        <w:types>
          <w:type w:val="bbPlcHdr"/>
        </w:types>
        <w:behaviors>
          <w:behavior w:val="content"/>
        </w:behaviors>
        <w:guid w:val="{843B482A-2CDA-4DC6-BCB8-00F2EC489E88}"/>
      </w:docPartPr>
      <w:docPartBody>
        <w:p w:rsidR="00E94298" w:rsidRDefault="000C66D0" w:rsidP="000C66D0">
          <w:pPr>
            <w:pStyle w:val="6C9FDA67881547AFB0CF9B50156F3BCF"/>
          </w:pPr>
          <w:r w:rsidRPr="00FD5FFB">
            <w:rPr>
              <w:rStyle w:val="Tekstvantijdelijkeaanduiding"/>
            </w:rPr>
            <w:t>Klik of tik om tekst in te voeren.</w:t>
          </w:r>
        </w:p>
      </w:docPartBody>
    </w:docPart>
    <w:docPart>
      <w:docPartPr>
        <w:name w:val="2C736F8DBDD9478CB98988DFF0BC0ABD"/>
        <w:category>
          <w:name w:val="Algemeen"/>
          <w:gallery w:val="placeholder"/>
        </w:category>
        <w:types>
          <w:type w:val="bbPlcHdr"/>
        </w:types>
        <w:behaviors>
          <w:behavior w:val="content"/>
        </w:behaviors>
        <w:guid w:val="{6C0A33EE-D97C-479B-91BF-5B566F244B59}"/>
      </w:docPartPr>
      <w:docPartBody>
        <w:p w:rsidR="00E94298" w:rsidRDefault="000C66D0" w:rsidP="000C66D0">
          <w:pPr>
            <w:pStyle w:val="2C736F8DBDD9478CB98988DFF0BC0ABD"/>
          </w:pPr>
          <w:r w:rsidRPr="00FD5FFB">
            <w:rPr>
              <w:rStyle w:val="Tekstvantijdelijkeaanduiding"/>
            </w:rPr>
            <w:t>Klik of tik om tekst in te voeren.</w:t>
          </w:r>
        </w:p>
      </w:docPartBody>
    </w:docPart>
    <w:docPart>
      <w:docPartPr>
        <w:name w:val="E6F65A7736E242D29EF824855EB73F4B"/>
        <w:category>
          <w:name w:val="Algemeen"/>
          <w:gallery w:val="placeholder"/>
        </w:category>
        <w:types>
          <w:type w:val="bbPlcHdr"/>
        </w:types>
        <w:behaviors>
          <w:behavior w:val="content"/>
        </w:behaviors>
        <w:guid w:val="{861D9E11-19EF-44C6-B697-94E084DE4FBA}"/>
      </w:docPartPr>
      <w:docPartBody>
        <w:p w:rsidR="00E94298" w:rsidRDefault="000C66D0" w:rsidP="000C66D0">
          <w:pPr>
            <w:pStyle w:val="E6F65A7736E242D29EF824855EB73F4B"/>
          </w:pPr>
          <w:r w:rsidRPr="00FD5FFB">
            <w:rPr>
              <w:rStyle w:val="Tekstvantijdelijkeaanduiding"/>
            </w:rPr>
            <w:t>Klik of tik om tekst in te voeren.</w:t>
          </w:r>
        </w:p>
      </w:docPartBody>
    </w:docPart>
    <w:docPart>
      <w:docPartPr>
        <w:name w:val="111C4F5A8EA64827A6B3F388BE343A80"/>
        <w:category>
          <w:name w:val="Algemeen"/>
          <w:gallery w:val="placeholder"/>
        </w:category>
        <w:types>
          <w:type w:val="bbPlcHdr"/>
        </w:types>
        <w:behaviors>
          <w:behavior w:val="content"/>
        </w:behaviors>
        <w:guid w:val="{9F761BCC-C342-499C-B0F0-7989992C72B5}"/>
      </w:docPartPr>
      <w:docPartBody>
        <w:p w:rsidR="00E94298" w:rsidRDefault="000C66D0" w:rsidP="000C66D0">
          <w:pPr>
            <w:pStyle w:val="111C4F5A8EA64827A6B3F388BE343A80"/>
          </w:pPr>
          <w:r w:rsidRPr="00FD5FFB">
            <w:rPr>
              <w:rStyle w:val="Tekstvantijdelijkeaanduiding"/>
            </w:rPr>
            <w:t>Klik of tik om tekst in te voeren.</w:t>
          </w:r>
        </w:p>
      </w:docPartBody>
    </w:docPart>
    <w:docPart>
      <w:docPartPr>
        <w:name w:val="08407528E5EC4BC2B67596B9660C26AC"/>
        <w:category>
          <w:name w:val="Algemeen"/>
          <w:gallery w:val="placeholder"/>
        </w:category>
        <w:types>
          <w:type w:val="bbPlcHdr"/>
        </w:types>
        <w:behaviors>
          <w:behavior w:val="content"/>
        </w:behaviors>
        <w:guid w:val="{59EAC586-DDE1-4E38-86EB-5B9D9FD10548}"/>
      </w:docPartPr>
      <w:docPartBody>
        <w:p w:rsidR="00E94298" w:rsidRDefault="000C66D0" w:rsidP="000C66D0">
          <w:pPr>
            <w:pStyle w:val="08407528E5EC4BC2B67596B9660C26AC"/>
          </w:pPr>
          <w:r w:rsidRPr="00FD5FFB">
            <w:rPr>
              <w:rStyle w:val="Tekstvantijdelijkeaanduiding"/>
            </w:rPr>
            <w:t>Klik of tik om tekst in te voeren.</w:t>
          </w:r>
        </w:p>
      </w:docPartBody>
    </w:docPart>
    <w:docPart>
      <w:docPartPr>
        <w:name w:val="A6B72FE2AF7B41969CB4244AFAC3374D"/>
        <w:category>
          <w:name w:val="Algemeen"/>
          <w:gallery w:val="placeholder"/>
        </w:category>
        <w:types>
          <w:type w:val="bbPlcHdr"/>
        </w:types>
        <w:behaviors>
          <w:behavior w:val="content"/>
        </w:behaviors>
        <w:guid w:val="{99AA3EEB-7514-41D3-9CAE-231834603364}"/>
      </w:docPartPr>
      <w:docPartBody>
        <w:p w:rsidR="00E94298" w:rsidRDefault="000C66D0" w:rsidP="000C66D0">
          <w:pPr>
            <w:pStyle w:val="A6B72FE2AF7B41969CB4244AFAC3374D"/>
          </w:pPr>
          <w:r w:rsidRPr="00FD5FFB">
            <w:rPr>
              <w:rStyle w:val="Tekstvantijdelijkeaanduiding"/>
            </w:rPr>
            <w:t>Klik of tik om tekst in te voeren.</w:t>
          </w:r>
        </w:p>
      </w:docPartBody>
    </w:docPart>
    <w:docPart>
      <w:docPartPr>
        <w:name w:val="37671F69CA894B5FA33754D1CF763965"/>
        <w:category>
          <w:name w:val="Algemeen"/>
          <w:gallery w:val="placeholder"/>
        </w:category>
        <w:types>
          <w:type w:val="bbPlcHdr"/>
        </w:types>
        <w:behaviors>
          <w:behavior w:val="content"/>
        </w:behaviors>
        <w:guid w:val="{B415270C-50ED-4EE5-BC75-9930D4CA0E1F}"/>
      </w:docPartPr>
      <w:docPartBody>
        <w:p w:rsidR="00E94298" w:rsidRDefault="000C66D0" w:rsidP="000C66D0">
          <w:pPr>
            <w:pStyle w:val="37671F69CA894B5FA33754D1CF763965"/>
          </w:pPr>
          <w:r w:rsidRPr="00FD5FFB">
            <w:rPr>
              <w:rStyle w:val="Tekstvantijdelijkeaanduiding"/>
            </w:rPr>
            <w:t>Klik of tik om tekst in te voeren.</w:t>
          </w:r>
        </w:p>
      </w:docPartBody>
    </w:docPart>
    <w:docPart>
      <w:docPartPr>
        <w:name w:val="B55A3346EA34434C8BD45A4D32C809CC"/>
        <w:category>
          <w:name w:val="Algemeen"/>
          <w:gallery w:val="placeholder"/>
        </w:category>
        <w:types>
          <w:type w:val="bbPlcHdr"/>
        </w:types>
        <w:behaviors>
          <w:behavior w:val="content"/>
        </w:behaviors>
        <w:guid w:val="{8C72C170-0108-4ABF-AF27-E55245428330}"/>
      </w:docPartPr>
      <w:docPartBody>
        <w:p w:rsidR="00E94298" w:rsidRDefault="000C66D0" w:rsidP="000C66D0">
          <w:pPr>
            <w:pStyle w:val="B55A3346EA34434C8BD45A4D32C809CC"/>
          </w:pPr>
          <w:r w:rsidRPr="00FD5FFB">
            <w:rPr>
              <w:rStyle w:val="Tekstvantijdelijkeaanduiding"/>
            </w:rPr>
            <w:t>Klik of tik om tekst in te voeren.</w:t>
          </w:r>
        </w:p>
      </w:docPartBody>
    </w:docPart>
    <w:docPart>
      <w:docPartPr>
        <w:name w:val="AF3CC50DBB70475294FD712055C38D23"/>
        <w:category>
          <w:name w:val="Algemeen"/>
          <w:gallery w:val="placeholder"/>
        </w:category>
        <w:types>
          <w:type w:val="bbPlcHdr"/>
        </w:types>
        <w:behaviors>
          <w:behavior w:val="content"/>
        </w:behaviors>
        <w:guid w:val="{FC11F98B-4FF7-45B2-97E7-5275F227DF63}"/>
      </w:docPartPr>
      <w:docPartBody>
        <w:p w:rsidR="00E94298" w:rsidRDefault="000C66D0" w:rsidP="000C66D0">
          <w:pPr>
            <w:pStyle w:val="AF3CC50DBB70475294FD712055C38D23"/>
          </w:pPr>
          <w:r w:rsidRPr="00FD5FFB">
            <w:rPr>
              <w:rStyle w:val="Tekstvantijdelijkeaanduiding"/>
            </w:rPr>
            <w:t>Klik of tik om tekst in te voeren.</w:t>
          </w:r>
        </w:p>
      </w:docPartBody>
    </w:docPart>
    <w:docPart>
      <w:docPartPr>
        <w:name w:val="BD3A2332CA244D41947EF02D425F6147"/>
        <w:category>
          <w:name w:val="Algemeen"/>
          <w:gallery w:val="placeholder"/>
        </w:category>
        <w:types>
          <w:type w:val="bbPlcHdr"/>
        </w:types>
        <w:behaviors>
          <w:behavior w:val="content"/>
        </w:behaviors>
        <w:guid w:val="{5D62D620-00F6-4373-B1B3-5A0F7161103A}"/>
      </w:docPartPr>
      <w:docPartBody>
        <w:p w:rsidR="00E94298" w:rsidRDefault="000C66D0" w:rsidP="000C66D0">
          <w:pPr>
            <w:pStyle w:val="BD3A2332CA244D41947EF02D425F6147"/>
          </w:pPr>
          <w:r w:rsidRPr="00FD5FFB">
            <w:rPr>
              <w:rStyle w:val="Tekstvantijdelijkeaanduiding"/>
            </w:rPr>
            <w:t>Klik of tik om tekst in te voeren.</w:t>
          </w:r>
        </w:p>
      </w:docPartBody>
    </w:docPart>
    <w:docPart>
      <w:docPartPr>
        <w:name w:val="E7C2CC74FC1D4485B8903F0F47A8C028"/>
        <w:category>
          <w:name w:val="Algemeen"/>
          <w:gallery w:val="placeholder"/>
        </w:category>
        <w:types>
          <w:type w:val="bbPlcHdr"/>
        </w:types>
        <w:behaviors>
          <w:behavior w:val="content"/>
        </w:behaviors>
        <w:guid w:val="{3CC07907-DE8F-4D87-B400-012DA13349DE}"/>
      </w:docPartPr>
      <w:docPartBody>
        <w:p w:rsidR="00E94298" w:rsidRDefault="000C66D0" w:rsidP="000C66D0">
          <w:pPr>
            <w:pStyle w:val="E7C2CC74FC1D4485B8903F0F47A8C028"/>
          </w:pPr>
          <w:r w:rsidRPr="00FD5FFB">
            <w:rPr>
              <w:rStyle w:val="Tekstvantijdelijkeaanduiding"/>
              <w:rFonts w:eastAsiaTheme="minorHAnsi"/>
            </w:rPr>
            <w:t>Klik of tik om tekst in te voeren.</w:t>
          </w:r>
        </w:p>
      </w:docPartBody>
    </w:docPart>
    <w:docPart>
      <w:docPartPr>
        <w:name w:val="DefaultPlaceholder_-1854013440"/>
        <w:category>
          <w:name w:val="Algemeen"/>
          <w:gallery w:val="placeholder"/>
        </w:category>
        <w:types>
          <w:type w:val="bbPlcHdr"/>
        </w:types>
        <w:behaviors>
          <w:behavior w:val="content"/>
        </w:behaviors>
        <w:guid w:val="{6C56B5A1-3A23-43EC-ABF9-3CC608619BD6}"/>
      </w:docPartPr>
      <w:docPartBody>
        <w:p w:rsidR="00E94298" w:rsidRDefault="000C66D0">
          <w:r w:rsidRPr="00FD5FFB">
            <w:rPr>
              <w:rStyle w:val="Tekstvantijdelijkeaanduiding"/>
            </w:rPr>
            <w:t>Klik of tik om tekst in te 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6D0"/>
    <w:rsid w:val="000C66D0"/>
    <w:rsid w:val="00E942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0C66D0"/>
    <w:rPr>
      <w:color w:val="808080"/>
    </w:rPr>
  </w:style>
  <w:style w:type="paragraph" w:customStyle="1" w:styleId="B4CF4F56EC494F7E97D84BC41261E8B1">
    <w:name w:val="B4CF4F56EC494F7E97D84BC41261E8B1"/>
    <w:rsid w:val="000C66D0"/>
  </w:style>
  <w:style w:type="paragraph" w:customStyle="1" w:styleId="7166BCE273614F11A01556491ADCDE67">
    <w:name w:val="7166BCE273614F11A01556491ADCDE67"/>
    <w:rsid w:val="000C66D0"/>
  </w:style>
  <w:style w:type="paragraph" w:customStyle="1" w:styleId="719D01B909D74F10A1E378B5D386C25A">
    <w:name w:val="719D01B909D74F10A1E378B5D386C25A"/>
    <w:rsid w:val="000C66D0"/>
  </w:style>
  <w:style w:type="paragraph" w:customStyle="1" w:styleId="6041E75D1DBB4B4C80B0974B18BF8A5B">
    <w:name w:val="6041E75D1DBB4B4C80B0974B18BF8A5B"/>
    <w:rsid w:val="000C66D0"/>
  </w:style>
  <w:style w:type="paragraph" w:customStyle="1" w:styleId="601B496CFAB1499E94F12299CF027F97">
    <w:name w:val="601B496CFAB1499E94F12299CF027F97"/>
    <w:rsid w:val="000C66D0"/>
  </w:style>
  <w:style w:type="paragraph" w:customStyle="1" w:styleId="7C4678E6537A4B70BB3E4DAFBF17A487">
    <w:name w:val="7C4678E6537A4B70BB3E4DAFBF17A487"/>
    <w:rsid w:val="000C66D0"/>
  </w:style>
  <w:style w:type="paragraph" w:customStyle="1" w:styleId="8C263DF4A8274F378AC64EDB4CE75130">
    <w:name w:val="8C263DF4A8274F378AC64EDB4CE75130"/>
    <w:rsid w:val="000C66D0"/>
  </w:style>
  <w:style w:type="paragraph" w:customStyle="1" w:styleId="51D9F377D706458B88085C13555A0346">
    <w:name w:val="51D9F377D706458B88085C13555A0346"/>
    <w:rsid w:val="000C66D0"/>
  </w:style>
  <w:style w:type="paragraph" w:customStyle="1" w:styleId="DE70D7453438487192A428F1FFE91C3F">
    <w:name w:val="DE70D7453438487192A428F1FFE91C3F"/>
    <w:rsid w:val="000C66D0"/>
  </w:style>
  <w:style w:type="paragraph" w:customStyle="1" w:styleId="D44A9EEA5A4140E6A16919B3A3C6D0E1">
    <w:name w:val="D44A9EEA5A4140E6A16919B3A3C6D0E1"/>
    <w:rsid w:val="000C66D0"/>
  </w:style>
  <w:style w:type="paragraph" w:customStyle="1" w:styleId="A0D4E52C2074464AB7CEB7D75C351114">
    <w:name w:val="A0D4E52C2074464AB7CEB7D75C351114"/>
    <w:rsid w:val="000C66D0"/>
  </w:style>
  <w:style w:type="paragraph" w:customStyle="1" w:styleId="523E8A2F0EF14007B35FA903FD70CD2C">
    <w:name w:val="523E8A2F0EF14007B35FA903FD70CD2C"/>
    <w:rsid w:val="000C66D0"/>
  </w:style>
  <w:style w:type="paragraph" w:customStyle="1" w:styleId="418CB9D06C294DBC8C06821E0C80366D">
    <w:name w:val="418CB9D06C294DBC8C06821E0C80366D"/>
    <w:rsid w:val="000C66D0"/>
  </w:style>
  <w:style w:type="paragraph" w:customStyle="1" w:styleId="9F75D9B026914039A2E9AC328BCBF9F1">
    <w:name w:val="9F75D9B026914039A2E9AC328BCBF9F1"/>
    <w:rsid w:val="000C66D0"/>
  </w:style>
  <w:style w:type="paragraph" w:customStyle="1" w:styleId="AF4ED997445E4B6DAB562C8EBE598D93">
    <w:name w:val="AF4ED997445E4B6DAB562C8EBE598D93"/>
    <w:rsid w:val="000C66D0"/>
  </w:style>
  <w:style w:type="paragraph" w:customStyle="1" w:styleId="637DA49AC8E64AF691126E1259C7C3F4">
    <w:name w:val="637DA49AC8E64AF691126E1259C7C3F4"/>
    <w:rsid w:val="000C66D0"/>
  </w:style>
  <w:style w:type="paragraph" w:customStyle="1" w:styleId="06388A40DD8F4AEFBD7E2AD00E7ECF27">
    <w:name w:val="06388A40DD8F4AEFBD7E2AD00E7ECF27"/>
    <w:rsid w:val="000C66D0"/>
  </w:style>
  <w:style w:type="paragraph" w:customStyle="1" w:styleId="16089EB404464D7986E9CD57435BD23F">
    <w:name w:val="16089EB404464D7986E9CD57435BD23F"/>
    <w:rsid w:val="000C66D0"/>
  </w:style>
  <w:style w:type="paragraph" w:customStyle="1" w:styleId="4DDE851CD7094726B3C6483534B13B7D">
    <w:name w:val="4DDE851CD7094726B3C6483534B13B7D"/>
    <w:rsid w:val="000C66D0"/>
  </w:style>
  <w:style w:type="paragraph" w:customStyle="1" w:styleId="5331330CBA124C9199912CEEC8173264">
    <w:name w:val="5331330CBA124C9199912CEEC8173264"/>
    <w:rsid w:val="000C66D0"/>
  </w:style>
  <w:style w:type="paragraph" w:customStyle="1" w:styleId="7AA45595A7EC44919C1319384C636F36">
    <w:name w:val="7AA45595A7EC44919C1319384C636F36"/>
    <w:rsid w:val="000C66D0"/>
  </w:style>
  <w:style w:type="paragraph" w:customStyle="1" w:styleId="B64E9C9888234E83B454ED63120C6852">
    <w:name w:val="B64E9C9888234E83B454ED63120C6852"/>
    <w:rsid w:val="000C66D0"/>
  </w:style>
  <w:style w:type="paragraph" w:customStyle="1" w:styleId="7F11662934704B16BFB0F69DCC9C4A44">
    <w:name w:val="7F11662934704B16BFB0F69DCC9C4A44"/>
    <w:rsid w:val="000C66D0"/>
  </w:style>
  <w:style w:type="paragraph" w:customStyle="1" w:styleId="A552AD3228C74245AB81118BF162ED4F">
    <w:name w:val="A552AD3228C74245AB81118BF162ED4F"/>
    <w:rsid w:val="000C66D0"/>
  </w:style>
  <w:style w:type="paragraph" w:customStyle="1" w:styleId="E5911D7288C449468CEA677D992F7B06">
    <w:name w:val="E5911D7288C449468CEA677D992F7B06"/>
    <w:rsid w:val="000C66D0"/>
  </w:style>
  <w:style w:type="paragraph" w:customStyle="1" w:styleId="4F047916AB6A458EA853FA4EB35B1654">
    <w:name w:val="4F047916AB6A458EA853FA4EB35B1654"/>
    <w:rsid w:val="000C66D0"/>
  </w:style>
  <w:style w:type="paragraph" w:customStyle="1" w:styleId="4D84E4230ACE49F18EFD2074A2657B37">
    <w:name w:val="4D84E4230ACE49F18EFD2074A2657B37"/>
    <w:rsid w:val="000C66D0"/>
  </w:style>
  <w:style w:type="paragraph" w:customStyle="1" w:styleId="391B2A384D184AA998F214BD205F1E6E">
    <w:name w:val="391B2A384D184AA998F214BD205F1E6E"/>
    <w:rsid w:val="000C66D0"/>
  </w:style>
  <w:style w:type="paragraph" w:customStyle="1" w:styleId="B72F7A4FCDD24614B6FEF070C727B0D5">
    <w:name w:val="B72F7A4FCDD24614B6FEF070C727B0D5"/>
    <w:rsid w:val="000C66D0"/>
  </w:style>
  <w:style w:type="paragraph" w:customStyle="1" w:styleId="C2BA2EB6002B4ED5A08FE24117EFC6A2">
    <w:name w:val="C2BA2EB6002B4ED5A08FE24117EFC6A2"/>
    <w:rsid w:val="000C66D0"/>
  </w:style>
  <w:style w:type="paragraph" w:customStyle="1" w:styleId="A7883941ADBA4CD9BCA1E27AB5351B81">
    <w:name w:val="A7883941ADBA4CD9BCA1E27AB5351B81"/>
    <w:rsid w:val="000C66D0"/>
  </w:style>
  <w:style w:type="paragraph" w:customStyle="1" w:styleId="54C7D7D0B24A446FB9D5B54D99C87EA8">
    <w:name w:val="54C7D7D0B24A446FB9D5B54D99C87EA8"/>
    <w:rsid w:val="000C66D0"/>
  </w:style>
  <w:style w:type="paragraph" w:customStyle="1" w:styleId="A0DDD9775DFF42B79FDE7E5EAAEC8510">
    <w:name w:val="A0DDD9775DFF42B79FDE7E5EAAEC8510"/>
    <w:rsid w:val="000C66D0"/>
  </w:style>
  <w:style w:type="paragraph" w:customStyle="1" w:styleId="DE836A8E62B043C5B931106F7251DD60">
    <w:name w:val="DE836A8E62B043C5B931106F7251DD60"/>
    <w:rsid w:val="000C66D0"/>
  </w:style>
  <w:style w:type="paragraph" w:customStyle="1" w:styleId="A5F7C1AFC9D043D3A245669A0F2FBA17">
    <w:name w:val="A5F7C1AFC9D043D3A245669A0F2FBA17"/>
    <w:rsid w:val="000C66D0"/>
  </w:style>
  <w:style w:type="paragraph" w:customStyle="1" w:styleId="D0AE0375D28347468379493277945B48">
    <w:name w:val="D0AE0375D28347468379493277945B48"/>
    <w:rsid w:val="000C66D0"/>
  </w:style>
  <w:style w:type="paragraph" w:customStyle="1" w:styleId="D5B1C1EDAC8A4A3BB721C2696FBCA85D">
    <w:name w:val="D5B1C1EDAC8A4A3BB721C2696FBCA85D"/>
    <w:rsid w:val="000C66D0"/>
  </w:style>
  <w:style w:type="paragraph" w:customStyle="1" w:styleId="BBFA9F482E804EE490DA5416DDD82382">
    <w:name w:val="BBFA9F482E804EE490DA5416DDD82382"/>
    <w:rsid w:val="000C66D0"/>
  </w:style>
  <w:style w:type="paragraph" w:customStyle="1" w:styleId="B5C429925B5F4311AD97240902A3A8F9">
    <w:name w:val="B5C429925B5F4311AD97240902A3A8F9"/>
    <w:rsid w:val="000C66D0"/>
  </w:style>
  <w:style w:type="paragraph" w:customStyle="1" w:styleId="347DBD821E424BF3945875DB597C9AE8">
    <w:name w:val="347DBD821E424BF3945875DB597C9AE8"/>
    <w:rsid w:val="000C66D0"/>
  </w:style>
  <w:style w:type="paragraph" w:customStyle="1" w:styleId="F5D42DFFFEA84417B7789C79E5A70155">
    <w:name w:val="F5D42DFFFEA84417B7789C79E5A70155"/>
    <w:rsid w:val="000C66D0"/>
  </w:style>
  <w:style w:type="paragraph" w:customStyle="1" w:styleId="32F727016E55447C86ACAC1A55440635">
    <w:name w:val="32F727016E55447C86ACAC1A55440635"/>
    <w:rsid w:val="000C66D0"/>
  </w:style>
  <w:style w:type="paragraph" w:customStyle="1" w:styleId="CA86161F322A4834BE0CECCEB9219E28">
    <w:name w:val="CA86161F322A4834BE0CECCEB9219E28"/>
    <w:rsid w:val="000C66D0"/>
  </w:style>
  <w:style w:type="paragraph" w:customStyle="1" w:styleId="289C81EF3499441AB7F84F017B415469">
    <w:name w:val="289C81EF3499441AB7F84F017B415469"/>
    <w:rsid w:val="000C66D0"/>
  </w:style>
  <w:style w:type="paragraph" w:customStyle="1" w:styleId="0113E052C82A449CB3160D23C0DCF58E">
    <w:name w:val="0113E052C82A449CB3160D23C0DCF58E"/>
    <w:rsid w:val="000C66D0"/>
  </w:style>
  <w:style w:type="paragraph" w:customStyle="1" w:styleId="7B45C61094FC4BF8AE90C8BC4D647CA2">
    <w:name w:val="7B45C61094FC4BF8AE90C8BC4D647CA2"/>
    <w:rsid w:val="000C66D0"/>
  </w:style>
  <w:style w:type="paragraph" w:customStyle="1" w:styleId="197FEC5341E84C5DB4B93A100C3C97B5">
    <w:name w:val="197FEC5341E84C5DB4B93A100C3C97B5"/>
    <w:rsid w:val="000C66D0"/>
  </w:style>
  <w:style w:type="paragraph" w:customStyle="1" w:styleId="A70D0ABEB09D4FB1AC3A002F05E4856B">
    <w:name w:val="A70D0ABEB09D4FB1AC3A002F05E4856B"/>
    <w:rsid w:val="000C66D0"/>
  </w:style>
  <w:style w:type="paragraph" w:customStyle="1" w:styleId="A8CA4456A66947BF8DA2FAF4ECCF8D56">
    <w:name w:val="A8CA4456A66947BF8DA2FAF4ECCF8D56"/>
    <w:rsid w:val="000C66D0"/>
  </w:style>
  <w:style w:type="paragraph" w:customStyle="1" w:styleId="E43EBC7526A14584A32A0C02131D3F0E">
    <w:name w:val="E43EBC7526A14584A32A0C02131D3F0E"/>
    <w:rsid w:val="000C66D0"/>
  </w:style>
  <w:style w:type="paragraph" w:customStyle="1" w:styleId="6B15B777B1FF4AFD81813F449195B719">
    <w:name w:val="6B15B777B1FF4AFD81813F449195B719"/>
    <w:rsid w:val="000C66D0"/>
  </w:style>
  <w:style w:type="paragraph" w:customStyle="1" w:styleId="21016CF5491846CC911E0E9F2F2ACE01">
    <w:name w:val="21016CF5491846CC911E0E9F2F2ACE01"/>
    <w:rsid w:val="000C66D0"/>
  </w:style>
  <w:style w:type="paragraph" w:customStyle="1" w:styleId="D8758F4F794B4907B030AFB7771C5D10">
    <w:name w:val="D8758F4F794B4907B030AFB7771C5D10"/>
    <w:rsid w:val="000C66D0"/>
  </w:style>
  <w:style w:type="paragraph" w:customStyle="1" w:styleId="7616B898DACC431EBCF25C77846E1C4E">
    <w:name w:val="7616B898DACC431EBCF25C77846E1C4E"/>
    <w:rsid w:val="000C66D0"/>
  </w:style>
  <w:style w:type="paragraph" w:customStyle="1" w:styleId="FC38801A919F4D03B50617AB1BAF9E94">
    <w:name w:val="FC38801A919F4D03B50617AB1BAF9E94"/>
    <w:rsid w:val="000C66D0"/>
  </w:style>
  <w:style w:type="paragraph" w:customStyle="1" w:styleId="CA3C8E67A8EE46D6AF7F3FB6F2925749">
    <w:name w:val="CA3C8E67A8EE46D6AF7F3FB6F2925749"/>
    <w:rsid w:val="000C66D0"/>
  </w:style>
  <w:style w:type="paragraph" w:customStyle="1" w:styleId="A0F8A04AAA1648C390DEA1869ACD2897">
    <w:name w:val="A0F8A04AAA1648C390DEA1869ACD2897"/>
    <w:rsid w:val="000C66D0"/>
  </w:style>
  <w:style w:type="paragraph" w:customStyle="1" w:styleId="30607F493A2D4AA1A4C0486441DAA0F6">
    <w:name w:val="30607F493A2D4AA1A4C0486441DAA0F6"/>
    <w:rsid w:val="000C66D0"/>
  </w:style>
  <w:style w:type="paragraph" w:customStyle="1" w:styleId="5FF55D2927E3456A8F4F81A349059E75">
    <w:name w:val="5FF55D2927E3456A8F4F81A349059E75"/>
    <w:rsid w:val="000C66D0"/>
  </w:style>
  <w:style w:type="paragraph" w:customStyle="1" w:styleId="307AA8B7430A4762A407D8D36216F7AC">
    <w:name w:val="307AA8B7430A4762A407D8D36216F7AC"/>
    <w:rsid w:val="000C66D0"/>
  </w:style>
  <w:style w:type="paragraph" w:customStyle="1" w:styleId="09876666193B4BDEBA5148689AEB1787">
    <w:name w:val="09876666193B4BDEBA5148689AEB1787"/>
    <w:rsid w:val="000C66D0"/>
  </w:style>
  <w:style w:type="paragraph" w:customStyle="1" w:styleId="6E1310E8E3E74FA4938516A95B657533">
    <w:name w:val="6E1310E8E3E74FA4938516A95B657533"/>
    <w:rsid w:val="000C66D0"/>
  </w:style>
  <w:style w:type="paragraph" w:customStyle="1" w:styleId="4AF821C73CA84945AB5025BBECB9CBA9">
    <w:name w:val="4AF821C73CA84945AB5025BBECB9CBA9"/>
    <w:rsid w:val="000C66D0"/>
  </w:style>
  <w:style w:type="paragraph" w:customStyle="1" w:styleId="29C2C13C4E0F458AAC5DE50038E23E98">
    <w:name w:val="29C2C13C4E0F458AAC5DE50038E23E98"/>
    <w:rsid w:val="000C66D0"/>
  </w:style>
  <w:style w:type="paragraph" w:customStyle="1" w:styleId="45932834DF494CA7A1C78C8F4DB36ED7">
    <w:name w:val="45932834DF494CA7A1C78C8F4DB36ED7"/>
    <w:rsid w:val="000C66D0"/>
  </w:style>
  <w:style w:type="paragraph" w:customStyle="1" w:styleId="308EDBD2615E48B8A00A483DA53DD11C">
    <w:name w:val="308EDBD2615E48B8A00A483DA53DD11C"/>
    <w:rsid w:val="000C66D0"/>
  </w:style>
  <w:style w:type="paragraph" w:customStyle="1" w:styleId="87C24682408D4210BB9DC7412C243F40">
    <w:name w:val="87C24682408D4210BB9DC7412C243F40"/>
    <w:rsid w:val="000C66D0"/>
  </w:style>
  <w:style w:type="paragraph" w:customStyle="1" w:styleId="AF83AB8294FD4F319DBF3F87AE48C0A2">
    <w:name w:val="AF83AB8294FD4F319DBF3F87AE48C0A2"/>
    <w:rsid w:val="000C66D0"/>
  </w:style>
  <w:style w:type="paragraph" w:customStyle="1" w:styleId="06C57D4F416C47B9A037AA7D6F880B7B">
    <w:name w:val="06C57D4F416C47B9A037AA7D6F880B7B"/>
    <w:rsid w:val="000C66D0"/>
  </w:style>
  <w:style w:type="paragraph" w:customStyle="1" w:styleId="7B8C46C070C74F94996EAC5C1BBC2689">
    <w:name w:val="7B8C46C070C74F94996EAC5C1BBC2689"/>
    <w:rsid w:val="000C66D0"/>
  </w:style>
  <w:style w:type="paragraph" w:customStyle="1" w:styleId="8A0F4116A473422793B7E802E8CF17D6">
    <w:name w:val="8A0F4116A473422793B7E802E8CF17D6"/>
    <w:rsid w:val="000C66D0"/>
  </w:style>
  <w:style w:type="paragraph" w:customStyle="1" w:styleId="92E5992217594F08A8E9E1A9536BCA5E">
    <w:name w:val="92E5992217594F08A8E9E1A9536BCA5E"/>
    <w:rsid w:val="000C66D0"/>
  </w:style>
  <w:style w:type="paragraph" w:customStyle="1" w:styleId="E9D0F852A31D4E88B073011B0B6E91DF">
    <w:name w:val="E9D0F852A31D4E88B073011B0B6E91DF"/>
    <w:rsid w:val="000C66D0"/>
  </w:style>
  <w:style w:type="paragraph" w:customStyle="1" w:styleId="9A0F04EE614B4FF69A2149F758F7AB5C">
    <w:name w:val="9A0F04EE614B4FF69A2149F758F7AB5C"/>
    <w:rsid w:val="000C66D0"/>
  </w:style>
  <w:style w:type="paragraph" w:customStyle="1" w:styleId="BEE22AAA058348719690F576E5279CEF">
    <w:name w:val="BEE22AAA058348719690F576E5279CEF"/>
    <w:rsid w:val="000C66D0"/>
  </w:style>
  <w:style w:type="paragraph" w:customStyle="1" w:styleId="273CD4564363487FA55AE538167E0452">
    <w:name w:val="273CD4564363487FA55AE538167E0452"/>
    <w:rsid w:val="000C66D0"/>
  </w:style>
  <w:style w:type="paragraph" w:customStyle="1" w:styleId="B27E489459884138AE482FCCEF90CB88">
    <w:name w:val="B27E489459884138AE482FCCEF90CB88"/>
    <w:rsid w:val="000C66D0"/>
  </w:style>
  <w:style w:type="paragraph" w:customStyle="1" w:styleId="0E02F5A5971A40C5BFF96E495673D99A">
    <w:name w:val="0E02F5A5971A40C5BFF96E495673D99A"/>
    <w:rsid w:val="000C66D0"/>
  </w:style>
  <w:style w:type="paragraph" w:customStyle="1" w:styleId="E83B03A35FEB40BB80051578D4FB0B5E">
    <w:name w:val="E83B03A35FEB40BB80051578D4FB0B5E"/>
    <w:rsid w:val="000C66D0"/>
  </w:style>
  <w:style w:type="paragraph" w:customStyle="1" w:styleId="D378C82D54774F0F9E092A3565B2444D">
    <w:name w:val="D378C82D54774F0F9E092A3565B2444D"/>
    <w:rsid w:val="000C66D0"/>
  </w:style>
  <w:style w:type="paragraph" w:customStyle="1" w:styleId="079FC57116FF4953A8F34718FEC9E5A7">
    <w:name w:val="079FC57116FF4953A8F34718FEC9E5A7"/>
    <w:rsid w:val="000C66D0"/>
  </w:style>
  <w:style w:type="paragraph" w:customStyle="1" w:styleId="11A4A294326B48049C323A11F7814451">
    <w:name w:val="11A4A294326B48049C323A11F7814451"/>
    <w:rsid w:val="000C66D0"/>
  </w:style>
  <w:style w:type="paragraph" w:customStyle="1" w:styleId="249385DC256F47758D5450E31D6C29E0">
    <w:name w:val="249385DC256F47758D5450E31D6C29E0"/>
    <w:rsid w:val="000C66D0"/>
  </w:style>
  <w:style w:type="paragraph" w:customStyle="1" w:styleId="FEC7465B776940C0B7C6DE07487F624C">
    <w:name w:val="FEC7465B776940C0B7C6DE07487F624C"/>
    <w:rsid w:val="000C66D0"/>
  </w:style>
  <w:style w:type="paragraph" w:customStyle="1" w:styleId="7B6716F90679409FB2C6A5DDE7345E50">
    <w:name w:val="7B6716F90679409FB2C6A5DDE7345E50"/>
    <w:rsid w:val="000C66D0"/>
  </w:style>
  <w:style w:type="paragraph" w:customStyle="1" w:styleId="29385069FE424B0995DB2A2C982350BB">
    <w:name w:val="29385069FE424B0995DB2A2C982350BB"/>
    <w:rsid w:val="000C66D0"/>
  </w:style>
  <w:style w:type="paragraph" w:customStyle="1" w:styleId="32CBB8E43CE5458DB703D65AE201732A">
    <w:name w:val="32CBB8E43CE5458DB703D65AE201732A"/>
    <w:rsid w:val="000C66D0"/>
  </w:style>
  <w:style w:type="paragraph" w:customStyle="1" w:styleId="DAF4D33C72EF44EE8596438D04D4C77E">
    <w:name w:val="DAF4D33C72EF44EE8596438D04D4C77E"/>
    <w:rsid w:val="000C66D0"/>
  </w:style>
  <w:style w:type="paragraph" w:customStyle="1" w:styleId="41EC13E98B544B68BCF6E0AFAB33CFB3">
    <w:name w:val="41EC13E98B544B68BCF6E0AFAB33CFB3"/>
    <w:rsid w:val="000C66D0"/>
  </w:style>
  <w:style w:type="paragraph" w:customStyle="1" w:styleId="0175049484644E0EB25C27CDB8008B28">
    <w:name w:val="0175049484644E0EB25C27CDB8008B28"/>
    <w:rsid w:val="000C66D0"/>
  </w:style>
  <w:style w:type="paragraph" w:customStyle="1" w:styleId="3A740C8D766A45388255F7F258C6F958">
    <w:name w:val="3A740C8D766A45388255F7F258C6F958"/>
    <w:rsid w:val="000C66D0"/>
  </w:style>
  <w:style w:type="paragraph" w:customStyle="1" w:styleId="BE1C4871391A450DAA891F0FA4F3AEAB">
    <w:name w:val="BE1C4871391A450DAA891F0FA4F3AEAB"/>
    <w:rsid w:val="000C66D0"/>
  </w:style>
  <w:style w:type="paragraph" w:customStyle="1" w:styleId="259C2C02BADD4EF8B184B2B89AB0E978">
    <w:name w:val="259C2C02BADD4EF8B184B2B89AB0E978"/>
    <w:rsid w:val="000C66D0"/>
  </w:style>
  <w:style w:type="paragraph" w:customStyle="1" w:styleId="5631D69C5E224F8E900AEA11F6AE93DF">
    <w:name w:val="5631D69C5E224F8E900AEA11F6AE93DF"/>
    <w:rsid w:val="000C66D0"/>
  </w:style>
  <w:style w:type="paragraph" w:customStyle="1" w:styleId="91F597408D0646E3A5B30A24B05AE1DD">
    <w:name w:val="91F597408D0646E3A5B30A24B05AE1DD"/>
    <w:rsid w:val="000C66D0"/>
  </w:style>
  <w:style w:type="paragraph" w:customStyle="1" w:styleId="58427F319DD941428A6DA525C9FCD58A">
    <w:name w:val="58427F319DD941428A6DA525C9FCD58A"/>
    <w:rsid w:val="000C66D0"/>
  </w:style>
  <w:style w:type="paragraph" w:customStyle="1" w:styleId="6E58768F81E748C7BF84EEBA7B2CE0B2">
    <w:name w:val="6E58768F81E748C7BF84EEBA7B2CE0B2"/>
    <w:rsid w:val="000C66D0"/>
  </w:style>
  <w:style w:type="paragraph" w:customStyle="1" w:styleId="26088D5FE2BA4E17A92AA195CCD40FD0">
    <w:name w:val="26088D5FE2BA4E17A92AA195CCD40FD0"/>
    <w:rsid w:val="000C66D0"/>
  </w:style>
  <w:style w:type="paragraph" w:customStyle="1" w:styleId="01E72F40555A40B1AA05C039DC882E32">
    <w:name w:val="01E72F40555A40B1AA05C039DC882E32"/>
    <w:rsid w:val="000C66D0"/>
  </w:style>
  <w:style w:type="paragraph" w:customStyle="1" w:styleId="6023CABED4E7423DAB85D80CCAB0B736">
    <w:name w:val="6023CABED4E7423DAB85D80CCAB0B736"/>
    <w:rsid w:val="000C66D0"/>
  </w:style>
  <w:style w:type="paragraph" w:customStyle="1" w:styleId="3556B921A83C4ACC95CC809C9804A53D">
    <w:name w:val="3556B921A83C4ACC95CC809C9804A53D"/>
    <w:rsid w:val="000C66D0"/>
  </w:style>
  <w:style w:type="paragraph" w:customStyle="1" w:styleId="8412554C0C644640A4050CCBE784D3FB">
    <w:name w:val="8412554C0C644640A4050CCBE784D3FB"/>
    <w:rsid w:val="000C66D0"/>
  </w:style>
  <w:style w:type="paragraph" w:customStyle="1" w:styleId="5432C39297394587929799212031D3CB">
    <w:name w:val="5432C39297394587929799212031D3CB"/>
    <w:rsid w:val="000C66D0"/>
  </w:style>
  <w:style w:type="paragraph" w:customStyle="1" w:styleId="A310779EDF7C4040A1C36EAEABBB9D7D">
    <w:name w:val="A310779EDF7C4040A1C36EAEABBB9D7D"/>
    <w:rsid w:val="000C66D0"/>
  </w:style>
  <w:style w:type="paragraph" w:customStyle="1" w:styleId="E582E516046542FF9E97D5C0B9C604A1">
    <w:name w:val="E582E516046542FF9E97D5C0B9C604A1"/>
    <w:rsid w:val="000C66D0"/>
  </w:style>
  <w:style w:type="paragraph" w:customStyle="1" w:styleId="A439AE2969B741C29906BD6B1285B82E">
    <w:name w:val="A439AE2969B741C29906BD6B1285B82E"/>
    <w:rsid w:val="000C66D0"/>
  </w:style>
  <w:style w:type="paragraph" w:customStyle="1" w:styleId="678265C05CA54C059C41ECC3083EF094">
    <w:name w:val="678265C05CA54C059C41ECC3083EF094"/>
    <w:rsid w:val="000C66D0"/>
  </w:style>
  <w:style w:type="paragraph" w:customStyle="1" w:styleId="5FAB1E4D2F1F448D97B9B43EC3B4DAE4">
    <w:name w:val="5FAB1E4D2F1F448D97B9B43EC3B4DAE4"/>
    <w:rsid w:val="000C66D0"/>
  </w:style>
  <w:style w:type="paragraph" w:customStyle="1" w:styleId="CB20EF9BDD7B4AC297C42E2AE7FB14DC">
    <w:name w:val="CB20EF9BDD7B4AC297C42E2AE7FB14DC"/>
    <w:rsid w:val="000C66D0"/>
  </w:style>
  <w:style w:type="paragraph" w:customStyle="1" w:styleId="F7C6403FD16C43CC8CA77784A747AB7E">
    <w:name w:val="F7C6403FD16C43CC8CA77784A747AB7E"/>
    <w:rsid w:val="000C66D0"/>
  </w:style>
  <w:style w:type="paragraph" w:customStyle="1" w:styleId="8CA61E2CDA3D48A88310A424F4FB5DDC">
    <w:name w:val="8CA61E2CDA3D48A88310A424F4FB5DDC"/>
    <w:rsid w:val="000C66D0"/>
  </w:style>
  <w:style w:type="paragraph" w:customStyle="1" w:styleId="FB9BDCA92A1B4D7694DD2DD844BD91C8">
    <w:name w:val="FB9BDCA92A1B4D7694DD2DD844BD91C8"/>
    <w:rsid w:val="000C66D0"/>
  </w:style>
  <w:style w:type="paragraph" w:customStyle="1" w:styleId="2AE7F01A32B947C99FA42A7D8BFD92D2">
    <w:name w:val="2AE7F01A32B947C99FA42A7D8BFD92D2"/>
    <w:rsid w:val="000C66D0"/>
  </w:style>
  <w:style w:type="paragraph" w:customStyle="1" w:styleId="B240B027467241DDABA7003EEE81214E">
    <w:name w:val="B240B027467241DDABA7003EEE81214E"/>
    <w:rsid w:val="000C66D0"/>
  </w:style>
  <w:style w:type="paragraph" w:customStyle="1" w:styleId="85919F34CC364ABAA12C4600F954CFB4">
    <w:name w:val="85919F34CC364ABAA12C4600F954CFB4"/>
    <w:rsid w:val="000C66D0"/>
  </w:style>
  <w:style w:type="paragraph" w:customStyle="1" w:styleId="D28823B701C849F9928BCDA7CE8FED9C">
    <w:name w:val="D28823B701C849F9928BCDA7CE8FED9C"/>
    <w:rsid w:val="000C66D0"/>
  </w:style>
  <w:style w:type="paragraph" w:customStyle="1" w:styleId="A5D42F48FB0C423CA456D4CA888F1CA2">
    <w:name w:val="A5D42F48FB0C423CA456D4CA888F1CA2"/>
    <w:rsid w:val="000C66D0"/>
  </w:style>
  <w:style w:type="paragraph" w:customStyle="1" w:styleId="A41BD550BC49459B8C7171F57EADF914">
    <w:name w:val="A41BD550BC49459B8C7171F57EADF914"/>
    <w:rsid w:val="000C66D0"/>
  </w:style>
  <w:style w:type="paragraph" w:customStyle="1" w:styleId="496C4F5D396A475B928F04B28ECA6050">
    <w:name w:val="496C4F5D396A475B928F04B28ECA6050"/>
    <w:rsid w:val="000C66D0"/>
  </w:style>
  <w:style w:type="paragraph" w:customStyle="1" w:styleId="9B929910F78048B4AD30A086E8B67A6C">
    <w:name w:val="9B929910F78048B4AD30A086E8B67A6C"/>
    <w:rsid w:val="000C66D0"/>
  </w:style>
  <w:style w:type="paragraph" w:customStyle="1" w:styleId="78D7B73352EB48B68CF6EA4DAC287791">
    <w:name w:val="78D7B73352EB48B68CF6EA4DAC287791"/>
    <w:rsid w:val="000C66D0"/>
  </w:style>
  <w:style w:type="paragraph" w:customStyle="1" w:styleId="80C11246D86F4ABE8D639A97C7D79C3E">
    <w:name w:val="80C11246D86F4ABE8D639A97C7D79C3E"/>
    <w:rsid w:val="000C66D0"/>
  </w:style>
  <w:style w:type="paragraph" w:customStyle="1" w:styleId="86E3D90D870B4E0389A327F89B340B60">
    <w:name w:val="86E3D90D870B4E0389A327F89B340B60"/>
    <w:rsid w:val="000C66D0"/>
  </w:style>
  <w:style w:type="paragraph" w:customStyle="1" w:styleId="5C96BF953363431287C516F19D147C44">
    <w:name w:val="5C96BF953363431287C516F19D147C44"/>
    <w:rsid w:val="000C66D0"/>
  </w:style>
  <w:style w:type="paragraph" w:customStyle="1" w:styleId="66EDCAFDB08D4F2297CFC48DA5F2B1C7">
    <w:name w:val="66EDCAFDB08D4F2297CFC48DA5F2B1C7"/>
    <w:rsid w:val="000C66D0"/>
  </w:style>
  <w:style w:type="paragraph" w:customStyle="1" w:styleId="D60B3619712E4AEF92176D776F58343F">
    <w:name w:val="D60B3619712E4AEF92176D776F58343F"/>
    <w:rsid w:val="000C66D0"/>
  </w:style>
  <w:style w:type="paragraph" w:customStyle="1" w:styleId="68139C5E1EEC469F8483B7C7EEC17D25">
    <w:name w:val="68139C5E1EEC469F8483B7C7EEC17D25"/>
    <w:rsid w:val="000C66D0"/>
  </w:style>
  <w:style w:type="paragraph" w:customStyle="1" w:styleId="8CDA6E6DBC11408E996C5D5BBB00CC37">
    <w:name w:val="8CDA6E6DBC11408E996C5D5BBB00CC37"/>
    <w:rsid w:val="000C66D0"/>
  </w:style>
  <w:style w:type="paragraph" w:customStyle="1" w:styleId="30F06B272EDA4C06A40E683F39257E1A">
    <w:name w:val="30F06B272EDA4C06A40E683F39257E1A"/>
    <w:rsid w:val="000C66D0"/>
  </w:style>
  <w:style w:type="paragraph" w:customStyle="1" w:styleId="B234689FE6474E888F4288F568AC332B">
    <w:name w:val="B234689FE6474E888F4288F568AC332B"/>
    <w:rsid w:val="000C66D0"/>
  </w:style>
  <w:style w:type="paragraph" w:customStyle="1" w:styleId="6AB0ECAE993746FE91CAA32BCC089DF1">
    <w:name w:val="6AB0ECAE993746FE91CAA32BCC089DF1"/>
    <w:rsid w:val="000C66D0"/>
  </w:style>
  <w:style w:type="paragraph" w:customStyle="1" w:styleId="9023FC2CDC87460682669CF1AA975590">
    <w:name w:val="9023FC2CDC87460682669CF1AA975590"/>
    <w:rsid w:val="000C66D0"/>
  </w:style>
  <w:style w:type="paragraph" w:customStyle="1" w:styleId="F366C4972B96452284380C187D10F3A5">
    <w:name w:val="F366C4972B96452284380C187D10F3A5"/>
    <w:rsid w:val="000C66D0"/>
  </w:style>
  <w:style w:type="paragraph" w:customStyle="1" w:styleId="5A1EEDAE10A241CB996E6E00BA18FB29">
    <w:name w:val="5A1EEDAE10A241CB996E6E00BA18FB29"/>
    <w:rsid w:val="000C66D0"/>
  </w:style>
  <w:style w:type="paragraph" w:customStyle="1" w:styleId="C447753B0AEE491D96CDF9F296D883CB">
    <w:name w:val="C447753B0AEE491D96CDF9F296D883CB"/>
    <w:rsid w:val="000C66D0"/>
  </w:style>
  <w:style w:type="paragraph" w:customStyle="1" w:styleId="F74786292393405D95BADA8BE9D236C8">
    <w:name w:val="F74786292393405D95BADA8BE9D236C8"/>
    <w:rsid w:val="000C66D0"/>
  </w:style>
  <w:style w:type="paragraph" w:customStyle="1" w:styleId="2AEC578687BF4F66B73E37C74F02CB9C">
    <w:name w:val="2AEC578687BF4F66B73E37C74F02CB9C"/>
    <w:rsid w:val="000C66D0"/>
  </w:style>
  <w:style w:type="paragraph" w:customStyle="1" w:styleId="32F05C289519460EB2E4BF3850D02976">
    <w:name w:val="32F05C289519460EB2E4BF3850D02976"/>
    <w:rsid w:val="000C66D0"/>
  </w:style>
  <w:style w:type="paragraph" w:customStyle="1" w:styleId="62ABC9A7CF4B44A6BF974279DA8504AA">
    <w:name w:val="62ABC9A7CF4B44A6BF974279DA8504AA"/>
    <w:rsid w:val="000C66D0"/>
  </w:style>
  <w:style w:type="paragraph" w:customStyle="1" w:styleId="810D36836FF84B95AC1D21CA18BCBCBC">
    <w:name w:val="810D36836FF84B95AC1D21CA18BCBCBC"/>
    <w:rsid w:val="000C66D0"/>
  </w:style>
  <w:style w:type="paragraph" w:customStyle="1" w:styleId="142B95F5E73C4FC5AE7FA75DD8E892CD">
    <w:name w:val="142B95F5E73C4FC5AE7FA75DD8E892CD"/>
    <w:rsid w:val="000C66D0"/>
  </w:style>
  <w:style w:type="paragraph" w:customStyle="1" w:styleId="773F46A0885F4CC8B4FF763C0797AC57">
    <w:name w:val="773F46A0885F4CC8B4FF763C0797AC57"/>
    <w:rsid w:val="000C66D0"/>
  </w:style>
  <w:style w:type="paragraph" w:customStyle="1" w:styleId="48874151771340379942B06244D3D7FE">
    <w:name w:val="48874151771340379942B06244D3D7FE"/>
    <w:rsid w:val="000C66D0"/>
  </w:style>
  <w:style w:type="paragraph" w:customStyle="1" w:styleId="1669A8A463DB4723AC189BE8F36EAF77">
    <w:name w:val="1669A8A463DB4723AC189BE8F36EAF77"/>
    <w:rsid w:val="000C66D0"/>
  </w:style>
  <w:style w:type="paragraph" w:customStyle="1" w:styleId="968DDB6584844B98A1AD1C8433D1F676">
    <w:name w:val="968DDB6584844B98A1AD1C8433D1F676"/>
    <w:rsid w:val="000C66D0"/>
  </w:style>
  <w:style w:type="paragraph" w:customStyle="1" w:styleId="E382A4AD22A8449E9A4B21A0BD4E61C1">
    <w:name w:val="E382A4AD22A8449E9A4B21A0BD4E61C1"/>
    <w:rsid w:val="000C66D0"/>
  </w:style>
  <w:style w:type="paragraph" w:customStyle="1" w:styleId="D76C77D576BA468F9DDEAC8BF1A64177">
    <w:name w:val="D76C77D576BA468F9DDEAC8BF1A64177"/>
    <w:rsid w:val="000C66D0"/>
  </w:style>
  <w:style w:type="paragraph" w:customStyle="1" w:styleId="A163500DDFE24309A35AF579205154DB">
    <w:name w:val="A163500DDFE24309A35AF579205154DB"/>
    <w:rsid w:val="000C66D0"/>
  </w:style>
  <w:style w:type="paragraph" w:customStyle="1" w:styleId="557699E9CF72454D8296A71F6218BFA4">
    <w:name w:val="557699E9CF72454D8296A71F6218BFA4"/>
    <w:rsid w:val="000C66D0"/>
  </w:style>
  <w:style w:type="paragraph" w:customStyle="1" w:styleId="47913EA89161402297646F8EFE913A3A">
    <w:name w:val="47913EA89161402297646F8EFE913A3A"/>
    <w:rsid w:val="000C66D0"/>
  </w:style>
  <w:style w:type="paragraph" w:customStyle="1" w:styleId="83F5943CDFD249229CF2B2C9856F3368">
    <w:name w:val="83F5943CDFD249229CF2B2C9856F3368"/>
    <w:rsid w:val="000C66D0"/>
  </w:style>
  <w:style w:type="paragraph" w:customStyle="1" w:styleId="E8C622342DA346C38B22E935F599DEE6">
    <w:name w:val="E8C622342DA346C38B22E935F599DEE6"/>
    <w:rsid w:val="000C66D0"/>
  </w:style>
  <w:style w:type="paragraph" w:customStyle="1" w:styleId="559317CC9DD24B17B5FC11D6CB73A402">
    <w:name w:val="559317CC9DD24B17B5FC11D6CB73A402"/>
    <w:rsid w:val="000C66D0"/>
  </w:style>
  <w:style w:type="paragraph" w:customStyle="1" w:styleId="5CCD7FEEBAF045EBA418A3E006F00F0A">
    <w:name w:val="5CCD7FEEBAF045EBA418A3E006F00F0A"/>
    <w:rsid w:val="000C66D0"/>
  </w:style>
  <w:style w:type="paragraph" w:customStyle="1" w:styleId="6A9FE84C64464B55A5ABFA76B73C1B8D">
    <w:name w:val="6A9FE84C64464B55A5ABFA76B73C1B8D"/>
    <w:rsid w:val="000C66D0"/>
  </w:style>
  <w:style w:type="paragraph" w:customStyle="1" w:styleId="66825B3139544F7D9A7CED5F13DF7048">
    <w:name w:val="66825B3139544F7D9A7CED5F13DF7048"/>
    <w:rsid w:val="000C66D0"/>
  </w:style>
  <w:style w:type="paragraph" w:customStyle="1" w:styleId="7A5D7423E47D444DAF16EAC6FF213377">
    <w:name w:val="7A5D7423E47D444DAF16EAC6FF213377"/>
    <w:rsid w:val="000C66D0"/>
  </w:style>
  <w:style w:type="paragraph" w:customStyle="1" w:styleId="4BDE450A7F3244CFB5C25B39B6488970">
    <w:name w:val="4BDE450A7F3244CFB5C25B39B6488970"/>
    <w:rsid w:val="000C66D0"/>
  </w:style>
  <w:style w:type="paragraph" w:customStyle="1" w:styleId="76144335560F40D8B89CF80060788BEF">
    <w:name w:val="76144335560F40D8B89CF80060788BEF"/>
    <w:rsid w:val="000C66D0"/>
  </w:style>
  <w:style w:type="paragraph" w:customStyle="1" w:styleId="6C9FDA67881547AFB0CF9B50156F3BCF">
    <w:name w:val="6C9FDA67881547AFB0CF9B50156F3BCF"/>
    <w:rsid w:val="000C66D0"/>
  </w:style>
  <w:style w:type="paragraph" w:customStyle="1" w:styleId="2C736F8DBDD9478CB98988DFF0BC0ABD">
    <w:name w:val="2C736F8DBDD9478CB98988DFF0BC0ABD"/>
    <w:rsid w:val="000C66D0"/>
  </w:style>
  <w:style w:type="paragraph" w:customStyle="1" w:styleId="E6F65A7736E242D29EF824855EB73F4B">
    <w:name w:val="E6F65A7736E242D29EF824855EB73F4B"/>
    <w:rsid w:val="000C66D0"/>
  </w:style>
  <w:style w:type="paragraph" w:customStyle="1" w:styleId="111C4F5A8EA64827A6B3F388BE343A80">
    <w:name w:val="111C4F5A8EA64827A6B3F388BE343A80"/>
    <w:rsid w:val="000C66D0"/>
  </w:style>
  <w:style w:type="paragraph" w:customStyle="1" w:styleId="08407528E5EC4BC2B67596B9660C26AC">
    <w:name w:val="08407528E5EC4BC2B67596B9660C26AC"/>
    <w:rsid w:val="000C66D0"/>
  </w:style>
  <w:style w:type="paragraph" w:customStyle="1" w:styleId="A6B72FE2AF7B41969CB4244AFAC3374D">
    <w:name w:val="A6B72FE2AF7B41969CB4244AFAC3374D"/>
    <w:rsid w:val="000C66D0"/>
  </w:style>
  <w:style w:type="paragraph" w:customStyle="1" w:styleId="37671F69CA894B5FA33754D1CF763965">
    <w:name w:val="37671F69CA894B5FA33754D1CF763965"/>
    <w:rsid w:val="000C66D0"/>
  </w:style>
  <w:style w:type="paragraph" w:customStyle="1" w:styleId="B55A3346EA34434C8BD45A4D32C809CC">
    <w:name w:val="B55A3346EA34434C8BD45A4D32C809CC"/>
    <w:rsid w:val="000C66D0"/>
  </w:style>
  <w:style w:type="paragraph" w:customStyle="1" w:styleId="AF3CC50DBB70475294FD712055C38D23">
    <w:name w:val="AF3CC50DBB70475294FD712055C38D23"/>
    <w:rsid w:val="000C66D0"/>
  </w:style>
  <w:style w:type="paragraph" w:customStyle="1" w:styleId="BD3A2332CA244D41947EF02D425F6147">
    <w:name w:val="BD3A2332CA244D41947EF02D425F6147"/>
    <w:rsid w:val="000C66D0"/>
  </w:style>
  <w:style w:type="paragraph" w:customStyle="1" w:styleId="E7C2CC74FC1D4485B8903F0F47A8C028">
    <w:name w:val="E7C2CC74FC1D4485B8903F0F47A8C028"/>
    <w:rsid w:val="000C66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F2AB3687.dotm</Template>
  <TotalTime>0</TotalTime>
  <Pages>35</Pages>
  <Words>6174</Words>
  <Characters>33959</Characters>
  <Application>Microsoft Office Word</Application>
  <DocSecurity>0</DocSecurity>
  <Lines>282</Lines>
  <Paragraphs>80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Ginneken, Janet van</dc:creator>
  <cp:keywords/>
  <dc:description/>
  <cp:lastModifiedBy>Sinke, Carolien</cp:lastModifiedBy>
  <cp:revision>2</cp:revision>
  <dcterms:created xsi:type="dcterms:W3CDTF">2018-11-19T16:12:00Z</dcterms:created>
  <dcterms:modified xsi:type="dcterms:W3CDTF">2018-11-19T16:12:00Z</dcterms:modified>
</cp:coreProperties>
</file>