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0A2" w:rsidRDefault="007D25B5">
      <w:r>
        <w:t>Interieur van een school</w:t>
      </w:r>
    </w:p>
    <w:p w:rsidR="007D25B5" w:rsidRDefault="007D25B5"/>
    <w:p w:rsidR="007D25B5" w:rsidRDefault="007D25B5">
      <w:r>
        <w:t>Hoe kun je zorgen dat je het interieur van een school aantrekkelijker maakt voor de leerlingen van nu?</w:t>
      </w:r>
    </w:p>
    <w:p w:rsidR="007D25B5" w:rsidRDefault="007D25B5">
      <w:hyperlink r:id="rId4" w:history="1">
        <w:r w:rsidRPr="003F32AB">
          <w:rPr>
            <w:rStyle w:val="Hyperlink"/>
          </w:rPr>
          <w:t>https://nl.pinterest.com/stijlidee/interieur-scholen-schools/</w:t>
        </w:r>
      </w:hyperlink>
    </w:p>
    <w:p w:rsidR="007D25B5" w:rsidRDefault="007D25B5">
      <w:r>
        <w:t>De ideeën zijn eindeloos. Maar zijn er ook zaken die je zelf zou kunnen veranderen op een Open Dag en die haalbaar zijn voor het budget?</w:t>
      </w:r>
    </w:p>
    <w:p w:rsidR="007D25B5" w:rsidRDefault="002230DE">
      <w:hyperlink r:id="rId5" w:history="1">
        <w:r w:rsidRPr="003F32AB">
          <w:rPr>
            <w:rStyle w:val="Hyperlink"/>
          </w:rPr>
          <w:t>https://www.youtube.com/watch?v=MTmH1wS2NJY&amp;feature=youtu.be</w:t>
        </w:r>
      </w:hyperlink>
    </w:p>
    <w:p w:rsidR="002230DE" w:rsidRDefault="002230DE">
      <w:r>
        <w:t>Sommige scholen in het buitenland gaan heel ver in het zelf ontwerpen door de leerlingen…..</w:t>
      </w:r>
    </w:p>
    <w:p w:rsidR="002230DE" w:rsidRDefault="002230DE">
      <w:r>
        <w:t>Maar heb je bij ons al eens in de Agora afdeling gekeken? Ook daar wordt veel meer ontwikkeld door de leerlingen…..vraag eens of je daar mag kijken en vooral navragen waarom het zo is ingericht….</w:t>
      </w:r>
      <w:bookmarkStart w:id="0" w:name="_GoBack"/>
      <w:bookmarkEnd w:id="0"/>
    </w:p>
    <w:p w:rsidR="007D25B5" w:rsidRDefault="007D25B5"/>
    <w:sectPr w:rsidR="007D25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5B5"/>
    <w:rsid w:val="002230DE"/>
    <w:rsid w:val="00576469"/>
    <w:rsid w:val="007D25B5"/>
    <w:rsid w:val="008B10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676CB1-405F-4BD7-8E30-A791F4A5D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D25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MTmH1wS2NJY&amp;feature=youtu.be" TargetMode="External"/><Relationship Id="rId4" Type="http://schemas.openxmlformats.org/officeDocument/2006/relationships/hyperlink" Target="https://nl.pinterest.com/stijlidee/interieur-scholen-school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CC807501.dotm</Template>
  <TotalTime>0</TotalTime>
  <Pages>1</Pages>
  <Words>128</Words>
  <Characters>705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Sinke, Carolien</dc:creator>
  <cp:keywords/>
  <dc:description/>
  <cp:lastModifiedBy>Sinke, Carolien</cp:lastModifiedBy>
  <cp:revision>2</cp:revision>
  <dcterms:created xsi:type="dcterms:W3CDTF">2018-11-27T07:52:00Z</dcterms:created>
  <dcterms:modified xsi:type="dcterms:W3CDTF">2018-11-27T07:52:00Z</dcterms:modified>
</cp:coreProperties>
</file>