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CC6" w:rsidRPr="00E8701E" w:rsidRDefault="00FE6859">
      <w:pPr>
        <w:pStyle w:val="Kop1"/>
        <w:ind w:left="-5"/>
        <w:rPr>
          <w:color w:val="FF0000"/>
        </w:rPr>
      </w:pPr>
      <w:bookmarkStart w:id="0" w:name="_GoBack"/>
      <w:bookmarkEnd w:id="0"/>
      <w:r w:rsidRPr="00E8701E">
        <w:rPr>
          <w:color w:val="FF0000"/>
        </w:rPr>
        <w:t>De PowerPoint van het eindverslag 2019</w:t>
      </w:r>
    </w:p>
    <w:p w:rsidR="00FE6859" w:rsidRPr="00FE6859" w:rsidRDefault="00FE6859" w:rsidP="00FE6859"/>
    <w:p w:rsidR="00DE3CC6" w:rsidRPr="00CA5C0D" w:rsidRDefault="00CA5C0D">
      <w:pPr>
        <w:ind w:left="-5"/>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Je moet een uitgebreid verslag maken aan de hand van onderstaande punten. Het is de bedoeling dat je één verslag maakt van de hele periode. Het verslag moet minimaal 4 kantjes A4 (de eerste bladzijde niet meegerekend!) zijn. </w:t>
      </w:r>
      <w:r w:rsidRPr="00CA5C0D">
        <w:rPr>
          <w:rFonts w:asciiTheme="majorHAnsi" w:hAnsiTheme="majorHAnsi"/>
          <w:b/>
          <w:color w:val="538135" w:themeColor="accent6" w:themeShade="BF"/>
          <w:sz w:val="28"/>
          <w:szCs w:val="28"/>
        </w:rPr>
        <w:t>Dit is de afsluitende opdracht van jouw periode</w:t>
      </w:r>
      <w:r w:rsidRPr="00CA5C0D">
        <w:rPr>
          <w:rFonts w:asciiTheme="majorHAnsi" w:hAnsiTheme="majorHAnsi"/>
          <w:color w:val="538135" w:themeColor="accent6" w:themeShade="BF"/>
          <w:sz w:val="28"/>
          <w:szCs w:val="28"/>
        </w:rPr>
        <w:t xml:space="preserve">.  </w:t>
      </w:r>
    </w:p>
    <w:p w:rsidR="00DE3CC6" w:rsidRPr="00CA5C0D" w:rsidRDefault="00CA5C0D">
      <w:pPr>
        <w:spacing w:after="161"/>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p w:rsidR="00DE3CC6" w:rsidRPr="00CA5C0D" w:rsidRDefault="00CA5C0D">
      <w:pPr>
        <w:spacing w:after="1"/>
        <w:ind w:left="-5"/>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Het gaat daarbij vanzelfsprekend om de beroepshandelingen. Het is niet de bedoeling dat je een verslag maakt van allerlei feiten en de gezellige momenten. Je moet het antwoord verwerken in een verhaal en niet zomaar antwoord geven op de vragen.  </w:t>
      </w:r>
    </w:p>
    <w:p w:rsidR="00DE3CC6" w:rsidRPr="00CA5C0D" w:rsidRDefault="00CA5C0D">
      <w:pPr>
        <w:spacing w:after="159"/>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p w:rsidR="00FE6859" w:rsidRPr="00CA5C0D" w:rsidRDefault="00FE6859">
      <w:pPr>
        <w:spacing w:after="159"/>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Als de PowerPoint af is, ga je deze ook presenteren voor de klas. Na afloop van de presentatie moet iedereen uit de klas weten wat een bepaald team doet, waarom en hoe.</w:t>
      </w:r>
    </w:p>
    <w:p w:rsidR="00DE3CC6" w:rsidRPr="00CA5C0D" w:rsidRDefault="00CA5C0D">
      <w:pPr>
        <w:spacing w:after="162"/>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p w:rsidR="00DE3CC6" w:rsidRPr="00CA5C0D" w:rsidRDefault="00CA5C0D">
      <w:pPr>
        <w:ind w:left="-5"/>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Opdracht A:  </w:t>
      </w:r>
    </w:p>
    <w:p w:rsidR="00DE3CC6" w:rsidRPr="00CA5C0D" w:rsidRDefault="00CA5C0D">
      <w:pPr>
        <w:ind w:left="-5"/>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Je moet onderstaande punten in je verslag verwerken: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zorg voor een voorblad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zorg voor een inleiding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zorg voor een inhoudsopgave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zorg voor paginanummers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zorg voor een slot, een evaluatie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eigen naam, adres en telefoonnummer </w:t>
      </w:r>
    </w:p>
    <w:p w:rsidR="00DE3CC6" w:rsidRPr="00CA5C0D" w:rsidRDefault="00CA5C0D" w:rsidP="0069019E">
      <w:pPr>
        <w:numPr>
          <w:ilvl w:val="0"/>
          <w:numId w:val="2"/>
        </w:numPr>
        <w:ind w:hanging="13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de naam van je mentor en D en P docenten op school </w:t>
      </w:r>
    </w:p>
    <w:p w:rsidR="00DE3CC6" w:rsidRPr="00CA5C0D" w:rsidRDefault="00CA5C0D">
      <w:pPr>
        <w:spacing w:after="161"/>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p w:rsidR="00DE3CC6" w:rsidRPr="00CA5C0D" w:rsidRDefault="00CA5C0D">
      <w:pPr>
        <w:ind w:left="-5"/>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r w:rsidRPr="00CA5C0D">
        <w:rPr>
          <w:rFonts w:asciiTheme="majorHAnsi" w:hAnsiTheme="majorHAnsi"/>
          <w:b/>
          <w:color w:val="538135" w:themeColor="accent6" w:themeShade="BF"/>
          <w:sz w:val="28"/>
          <w:szCs w:val="28"/>
        </w:rPr>
        <w:t>De volgende vragen moet je ook verwerken in je verslag</w:t>
      </w:r>
      <w:r w:rsidR="0069019E" w:rsidRPr="00CA5C0D">
        <w:rPr>
          <w:rFonts w:asciiTheme="majorHAnsi" w:hAnsiTheme="majorHAnsi"/>
          <w:b/>
          <w:color w:val="538135" w:themeColor="accent6" w:themeShade="BF"/>
          <w:sz w:val="28"/>
          <w:szCs w:val="28"/>
        </w:rPr>
        <w:t xml:space="preserve"> (liefst elk punt een dia)</w:t>
      </w:r>
      <w:r w:rsidRPr="00CA5C0D">
        <w:rPr>
          <w:rFonts w:asciiTheme="majorHAnsi" w:hAnsiTheme="majorHAnsi"/>
          <w:b/>
          <w:color w:val="538135" w:themeColor="accent6" w:themeShade="BF"/>
          <w:sz w:val="28"/>
          <w:szCs w:val="28"/>
        </w:rPr>
        <w:t>:</w:t>
      </w:r>
      <w:r w:rsidRPr="00CA5C0D">
        <w:rPr>
          <w:rFonts w:asciiTheme="majorHAnsi" w:hAnsiTheme="majorHAnsi"/>
          <w:color w:val="538135" w:themeColor="accent6" w:themeShade="BF"/>
          <w:sz w:val="28"/>
          <w:szCs w:val="28"/>
        </w:rPr>
        <w:t xml:space="preserve">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In welk team heb je gewerkt?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Met wie heb je samengewerkt?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Hoe ging die samenwerking?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Heb je werkzaamheden verricht? Zo ja, welke?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Hoe vond je de werkzaamheden?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Wat vond je leuk? Waarom?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lastRenderedPageBreak/>
        <w:t xml:space="preserve">Wat vond je gemakkelijk? Waarom?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Wat vond je moeilijk? Waarom?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competenties (zie opdracht B) had je nodig voor bepaalde werkzaamheden?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werkzaamheden kon je wel en niet verrichten en waarom?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Kon je bepaalde werkzaamheden niet verrichten doordat je nog niet over de juiste     </w:t>
      </w:r>
    </w:p>
    <w:p w:rsidR="00DE3CC6" w:rsidRPr="00CA5C0D" w:rsidRDefault="00CA5C0D" w:rsidP="0069019E">
      <w:pPr>
        <w:pStyle w:val="Lijstalinea"/>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Competenties (zie opdracht B) beschikte? </w:t>
      </w:r>
    </w:p>
    <w:p w:rsidR="00DE3CC6" w:rsidRPr="00CA5C0D" w:rsidRDefault="00CA5C0D" w:rsidP="0069019E">
      <w:pPr>
        <w:numPr>
          <w:ilvl w:val="0"/>
          <w:numId w:val="3"/>
        </w:numPr>
        <w:spacing w:after="0" w:line="389" w:lineRule="auto"/>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Denk je dat je bepaalde werkzaamheden in de toekomst beter zou kunnen verrichten als       je over de juiste competenties zou beschikken?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Waar zou jij nog aan moeten werken?</w:t>
      </w:r>
      <w:r w:rsidR="0069019E" w:rsidRPr="00CA5C0D">
        <w:rPr>
          <w:rFonts w:asciiTheme="majorHAnsi" w:hAnsiTheme="majorHAnsi"/>
          <w:color w:val="538135" w:themeColor="accent6" w:themeShade="BF"/>
          <w:sz w:val="28"/>
          <w:szCs w:val="28"/>
        </w:rPr>
        <w:t xml:space="preserve">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werkzaamheden heb je niet gedaan, die je wel graag had willen doen?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werkzaamheden doe je zelfstandig?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werkzaamheden doe je uit jezelf?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Hoe denk je zelf over de kwaliteit van het werk dat jij verricht? Leg uit waarom je dat  </w:t>
      </w:r>
    </w:p>
    <w:p w:rsidR="00DE3CC6" w:rsidRPr="00CA5C0D" w:rsidRDefault="00CA5C0D" w:rsidP="0069019E">
      <w:pPr>
        <w:pStyle w:val="Lijstalinea"/>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vindt.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Wat heb je geleerd?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"schoolkennis" heb je in praktijk kunnen toepassen?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competenties (zie opdracht B) heb je je eigen gemaakt?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Welke competenties moet je nog leren?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Hoe reageer je op positieve en/of negatieve kritiek?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Wat heb je met deze kritiek gedaan?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Hoe reageer je op onverwachte situaties?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Zou je na deze periode nog steeds kiezen voor dit soort werk?  </w:t>
      </w:r>
    </w:p>
    <w:p w:rsidR="00DE3CC6" w:rsidRPr="00CA5C0D" w:rsidRDefault="00CA5C0D" w:rsidP="0069019E">
      <w:pPr>
        <w:numPr>
          <w:ilvl w:val="0"/>
          <w:numId w:val="3"/>
        </w:numPr>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Waarom wel/waarom niet?  </w:t>
      </w:r>
    </w:p>
    <w:p w:rsidR="00DE3CC6" w:rsidRPr="00CA5C0D" w:rsidRDefault="00DE3CC6" w:rsidP="0069019E">
      <w:pPr>
        <w:spacing w:after="0"/>
        <w:ind w:left="0" w:firstLine="765"/>
        <w:rPr>
          <w:rFonts w:asciiTheme="majorHAnsi" w:hAnsiTheme="majorHAnsi"/>
          <w:color w:val="538135" w:themeColor="accent6" w:themeShade="BF"/>
          <w:sz w:val="28"/>
          <w:szCs w:val="28"/>
        </w:rPr>
      </w:pPr>
    </w:p>
    <w:p w:rsidR="00DE3CC6" w:rsidRPr="00CA5C0D" w:rsidRDefault="00CA5C0D">
      <w:pPr>
        <w:spacing w:after="389"/>
        <w:ind w:left="0" w:firstLine="0"/>
        <w:rPr>
          <w:rFonts w:asciiTheme="majorHAnsi" w:hAnsiTheme="majorHAnsi"/>
          <w:color w:val="FF0000"/>
          <w:sz w:val="28"/>
          <w:szCs w:val="28"/>
        </w:rPr>
      </w:pPr>
      <w:r w:rsidRPr="00CA5C0D">
        <w:rPr>
          <w:rFonts w:asciiTheme="majorHAnsi" w:hAnsiTheme="majorHAnsi"/>
          <w:b/>
          <w:color w:val="FF0000"/>
          <w:sz w:val="28"/>
          <w:szCs w:val="28"/>
        </w:rPr>
        <w:t xml:space="preserve">Opdracht B </w:t>
      </w:r>
    </w:p>
    <w:p w:rsidR="00DE3CC6" w:rsidRPr="00CA5C0D" w:rsidRDefault="00CA5C0D">
      <w:pPr>
        <w:pStyle w:val="Kop1"/>
        <w:ind w:left="-5"/>
        <w:rPr>
          <w:rFonts w:asciiTheme="majorHAnsi" w:hAnsiTheme="majorHAnsi"/>
          <w:color w:val="FF0000"/>
          <w:sz w:val="28"/>
          <w:szCs w:val="28"/>
        </w:rPr>
      </w:pPr>
      <w:r w:rsidRPr="00CA5C0D">
        <w:rPr>
          <w:rFonts w:asciiTheme="majorHAnsi" w:hAnsiTheme="majorHAnsi"/>
          <w:color w:val="FF0000"/>
          <w:sz w:val="28"/>
          <w:szCs w:val="28"/>
        </w:rPr>
        <w:t xml:space="preserve">Jouw ontwikkelde competenties </w:t>
      </w:r>
    </w:p>
    <w:p w:rsidR="00DE3CC6" w:rsidRPr="00CA5C0D" w:rsidRDefault="00CA5C0D">
      <w:pPr>
        <w:spacing w:after="0"/>
        <w:ind w:left="-5" w:right="406"/>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Vul bij de gedragskenmerken of je ze hebt laten zien, geef ook een voorbeeld van een situatie waaruit blijkt dat je het kon/niet kon. </w:t>
      </w:r>
    </w:p>
    <w:tbl>
      <w:tblPr>
        <w:tblStyle w:val="TableGrid"/>
        <w:tblW w:w="9926" w:type="dxa"/>
        <w:tblInd w:w="-284" w:type="dxa"/>
        <w:tblCellMar>
          <w:top w:w="50" w:type="dxa"/>
          <w:left w:w="70" w:type="dxa"/>
          <w:right w:w="26" w:type="dxa"/>
        </w:tblCellMar>
        <w:tblLook w:val="04A0" w:firstRow="1" w:lastRow="0" w:firstColumn="1" w:lastColumn="0" w:noHBand="0" w:noVBand="1"/>
      </w:tblPr>
      <w:tblGrid>
        <w:gridCol w:w="3404"/>
        <w:gridCol w:w="1133"/>
        <w:gridCol w:w="5389"/>
      </w:tblGrid>
      <w:tr w:rsidR="00E8701E" w:rsidRPr="00CA5C0D">
        <w:trPr>
          <w:trHeight w:val="802"/>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lastRenderedPageBreak/>
              <w:t xml:space="preserve">Ik heb de volgende gedragskenmerken toegepast: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spacing w:after="260"/>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Ja/nee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spacing w:after="260"/>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voorbeeld: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80"/>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61" w:line="260" w:lineRule="auto"/>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respecteer verschillen tussen mensen en mijzelf.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79"/>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8" w:line="260" w:lineRule="auto"/>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pas me aan de regels van de omgeving waarin ik werk aan.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77"/>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8" w:line="260" w:lineRule="auto"/>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ga zorgvuldig om met de spullen van anderen.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596"/>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ga zorgvuldig om met vertrouwelijke informatie over mijn collega’s en cliënten .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962"/>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9"/>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kom mijn afspraken na.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118"/>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line="260" w:lineRule="auto"/>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luister naar feedback van anderen over mijn werk of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(beroeps)-houding.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79"/>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8" w:line="260" w:lineRule="auto"/>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verander zo nodig mijn gedrag/ houding.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119"/>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blijf mijn werk rustig uitvoeren, ook als het even tegenzit. </w:t>
            </w:r>
          </w:p>
        </w:tc>
        <w:tc>
          <w:tcPr>
            <w:tcW w:w="1133" w:type="dxa"/>
            <w:tcBorders>
              <w:top w:val="single" w:sz="4" w:space="0" w:color="000000"/>
              <w:left w:val="single" w:sz="4" w:space="0" w:color="000000"/>
              <w:bottom w:val="single" w:sz="4" w:space="0" w:color="000000"/>
              <w:right w:val="single" w:sz="4" w:space="0" w:color="000000"/>
            </w:tcBorders>
          </w:tcPr>
          <w:p w:rsidR="00DE3CC6" w:rsidRPr="00CA5C0D" w:rsidRDefault="00DE3CC6">
            <w:pPr>
              <w:ind w:left="0" w:firstLine="0"/>
              <w:rPr>
                <w:rFonts w:asciiTheme="majorHAnsi" w:hAnsiTheme="majorHAnsi"/>
                <w:color w:val="538135" w:themeColor="accent6" w:themeShade="BF"/>
                <w:sz w:val="28"/>
                <w:szCs w:val="28"/>
              </w:rPr>
            </w:pPr>
          </w:p>
        </w:tc>
        <w:tc>
          <w:tcPr>
            <w:tcW w:w="5389" w:type="dxa"/>
            <w:tcBorders>
              <w:top w:val="single" w:sz="4" w:space="0" w:color="000000"/>
              <w:left w:val="single" w:sz="4" w:space="0" w:color="000000"/>
              <w:bottom w:val="single" w:sz="4" w:space="0" w:color="000000"/>
              <w:right w:val="single" w:sz="4" w:space="0" w:color="000000"/>
            </w:tcBorders>
          </w:tcPr>
          <w:p w:rsidR="00DE3CC6" w:rsidRPr="00CA5C0D" w:rsidRDefault="00DE3CC6">
            <w:pPr>
              <w:ind w:left="0" w:firstLine="0"/>
              <w:rPr>
                <w:rFonts w:asciiTheme="majorHAnsi" w:hAnsiTheme="majorHAnsi"/>
                <w:color w:val="538135" w:themeColor="accent6" w:themeShade="BF"/>
                <w:sz w:val="28"/>
                <w:szCs w:val="28"/>
              </w:rPr>
            </w:pPr>
          </w:p>
        </w:tc>
      </w:tr>
      <w:tr w:rsidR="00E8701E" w:rsidRPr="00CA5C0D">
        <w:trPr>
          <w:trHeight w:val="804"/>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Ik heb de volgende gedragskenmerken toegepast: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spacing w:after="260"/>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Ja/nee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spacing w:after="260"/>
              <w:ind w:left="0" w:firstLine="0"/>
              <w:rPr>
                <w:rFonts w:asciiTheme="majorHAnsi" w:hAnsiTheme="majorHAnsi"/>
                <w:color w:val="538135" w:themeColor="accent6" w:themeShade="BF"/>
                <w:sz w:val="28"/>
                <w:szCs w:val="28"/>
              </w:rPr>
            </w:pPr>
            <w:r w:rsidRPr="00CA5C0D">
              <w:rPr>
                <w:rFonts w:asciiTheme="majorHAnsi" w:hAnsiTheme="majorHAnsi"/>
                <w:b/>
                <w:color w:val="538135" w:themeColor="accent6" w:themeShade="BF"/>
                <w:sz w:val="28"/>
                <w:szCs w:val="28"/>
              </w:rPr>
              <w:t xml:space="preserve">voorbeeld: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118"/>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right="6"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zeg het tijdig tegen mijn docent als het werk te moeilijk of te veel voor mij is.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77"/>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8" w:line="260" w:lineRule="auto"/>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lastRenderedPageBreak/>
              <w:t xml:space="preserve">Ik laat zien dat ik mijn werk zo goed mogelijk wil doen.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804"/>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zie wat er gedaan moet worden en pak dit in overleg op.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119"/>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neem zelf initiatief om andere werkzaamheden uit te voeren als ik klaar ben met mijn opdracht.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802"/>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toon belangstelling voor collega’s.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118"/>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laat merken dat ik begrip heb voor opvattingen en gevoelens van collega’s.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802"/>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luister goed naar anderen en laat anderen uitspreken.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963"/>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9"/>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vraag hulp als ik dat nodig heb.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79"/>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63" w:line="258" w:lineRule="auto"/>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vraag of ik een andere collega kan helpen.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962"/>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61"/>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help andere collega’s.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1280"/>
        </w:trPr>
        <w:tc>
          <w:tcPr>
            <w:tcW w:w="3404" w:type="dxa"/>
            <w:tcBorders>
              <w:top w:val="single" w:sz="4" w:space="0" w:color="000000"/>
              <w:left w:val="single" w:sz="4" w:space="0" w:color="000000"/>
              <w:bottom w:val="single" w:sz="4" w:space="0" w:color="000000"/>
              <w:right w:val="single" w:sz="4" w:space="0" w:color="000000"/>
            </w:tcBorders>
          </w:tcPr>
          <w:p w:rsidR="00DE3CC6" w:rsidRPr="00CA5C0D" w:rsidRDefault="00CA5C0D">
            <w:pPr>
              <w:spacing w:after="159" w:line="260" w:lineRule="auto"/>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kan met verschillende collega’s werken. </w:t>
            </w:r>
          </w:p>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c>
          <w:tcPr>
            <w:tcW w:w="5389" w:type="dxa"/>
            <w:tcBorders>
              <w:top w:val="single" w:sz="4" w:space="0" w:color="000000"/>
              <w:left w:val="single" w:sz="4" w:space="0" w:color="000000"/>
              <w:bottom w:val="single" w:sz="4" w:space="0" w:color="000000"/>
              <w:right w:val="single" w:sz="4" w:space="0" w:color="000000"/>
            </w:tcBorders>
            <w:vAlign w:val="bottom"/>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tc>
      </w:tr>
      <w:tr w:rsidR="00E8701E" w:rsidRPr="00CA5C0D">
        <w:trPr>
          <w:trHeight w:val="814"/>
        </w:trPr>
        <w:tc>
          <w:tcPr>
            <w:tcW w:w="3404" w:type="dxa"/>
            <w:tcBorders>
              <w:top w:val="single" w:sz="4" w:space="0" w:color="000000"/>
              <w:left w:val="single" w:sz="4" w:space="0" w:color="000000"/>
              <w:bottom w:val="single" w:sz="12" w:space="0" w:color="4472C4"/>
              <w:right w:val="single" w:sz="4" w:space="0" w:color="000000"/>
            </w:tcBorders>
          </w:tcPr>
          <w:p w:rsidR="00DE3CC6" w:rsidRPr="00CA5C0D" w:rsidRDefault="00CA5C0D">
            <w:pPr>
              <w:ind w:left="0" w:firstLine="0"/>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Ik zeg eerlijk en beleefd wat ik vind. </w:t>
            </w:r>
          </w:p>
        </w:tc>
        <w:tc>
          <w:tcPr>
            <w:tcW w:w="1133" w:type="dxa"/>
            <w:tcBorders>
              <w:top w:val="single" w:sz="4" w:space="0" w:color="000000"/>
              <w:left w:val="single" w:sz="4" w:space="0" w:color="000000"/>
              <w:bottom w:val="single" w:sz="12" w:space="0" w:color="4472C4"/>
              <w:right w:val="single" w:sz="4" w:space="0" w:color="000000"/>
            </w:tcBorders>
          </w:tcPr>
          <w:p w:rsidR="00DE3CC6" w:rsidRPr="00CA5C0D" w:rsidRDefault="00DE3CC6">
            <w:pPr>
              <w:ind w:left="0" w:firstLine="0"/>
              <w:rPr>
                <w:rFonts w:asciiTheme="majorHAnsi" w:hAnsiTheme="majorHAnsi"/>
                <w:color w:val="538135" w:themeColor="accent6" w:themeShade="BF"/>
                <w:sz w:val="28"/>
                <w:szCs w:val="28"/>
              </w:rPr>
            </w:pPr>
          </w:p>
        </w:tc>
        <w:tc>
          <w:tcPr>
            <w:tcW w:w="5389" w:type="dxa"/>
            <w:tcBorders>
              <w:top w:val="single" w:sz="4" w:space="0" w:color="000000"/>
              <w:left w:val="single" w:sz="4" w:space="0" w:color="000000"/>
              <w:bottom w:val="single" w:sz="12" w:space="0" w:color="4472C4"/>
              <w:right w:val="single" w:sz="4" w:space="0" w:color="000000"/>
            </w:tcBorders>
          </w:tcPr>
          <w:p w:rsidR="00DE3CC6" w:rsidRPr="00CA5C0D" w:rsidRDefault="00DE3CC6">
            <w:pPr>
              <w:ind w:left="0" w:firstLine="0"/>
              <w:rPr>
                <w:rFonts w:asciiTheme="majorHAnsi" w:hAnsiTheme="majorHAnsi"/>
                <w:color w:val="538135" w:themeColor="accent6" w:themeShade="BF"/>
                <w:sz w:val="28"/>
                <w:szCs w:val="28"/>
              </w:rPr>
            </w:pPr>
          </w:p>
        </w:tc>
      </w:tr>
    </w:tbl>
    <w:p w:rsidR="00DE3CC6" w:rsidRPr="00CA5C0D" w:rsidRDefault="00CA5C0D">
      <w:pPr>
        <w:spacing w:after="0"/>
        <w:ind w:left="0" w:firstLine="0"/>
        <w:jc w:val="both"/>
        <w:rPr>
          <w:rFonts w:asciiTheme="majorHAnsi" w:hAnsiTheme="majorHAnsi"/>
          <w:color w:val="538135" w:themeColor="accent6" w:themeShade="BF"/>
          <w:sz w:val="28"/>
          <w:szCs w:val="28"/>
        </w:rPr>
      </w:pPr>
      <w:r w:rsidRPr="00CA5C0D">
        <w:rPr>
          <w:rFonts w:asciiTheme="majorHAnsi" w:hAnsiTheme="majorHAnsi"/>
          <w:color w:val="538135" w:themeColor="accent6" w:themeShade="BF"/>
          <w:sz w:val="28"/>
          <w:szCs w:val="28"/>
        </w:rPr>
        <w:t xml:space="preserve"> </w:t>
      </w:r>
    </w:p>
    <w:p w:rsidR="00CA5C0D" w:rsidRPr="00E8701E" w:rsidRDefault="00CA5C0D">
      <w:pPr>
        <w:spacing w:after="0"/>
        <w:ind w:left="0" w:firstLine="0"/>
        <w:jc w:val="both"/>
        <w:rPr>
          <w:color w:val="538135" w:themeColor="accent6" w:themeShade="BF"/>
        </w:rPr>
      </w:pPr>
      <w:r>
        <w:rPr>
          <w:noProof/>
          <w:color w:val="70AD47" w:themeColor="accent6"/>
        </w:rPr>
        <w:drawing>
          <wp:inline distT="0" distB="0" distL="0" distR="0">
            <wp:extent cx="6045835" cy="12573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erst-hangen.png"/>
                    <pic:cNvPicPr/>
                  </pic:nvPicPr>
                  <pic:blipFill>
                    <a:blip r:embed="rId5">
                      <a:extLst>
                        <a:ext uri="{28A0092B-C50C-407E-A947-70E740481C1C}">
                          <a14:useLocalDpi xmlns:a14="http://schemas.microsoft.com/office/drawing/2010/main" val="0"/>
                        </a:ext>
                      </a:extLst>
                    </a:blip>
                    <a:stretch>
                      <a:fillRect/>
                    </a:stretch>
                  </pic:blipFill>
                  <pic:spPr>
                    <a:xfrm>
                      <a:off x="0" y="0"/>
                      <a:ext cx="6045835" cy="1257300"/>
                    </a:xfrm>
                    <a:prstGeom prst="rect">
                      <a:avLst/>
                    </a:prstGeom>
                  </pic:spPr>
                </pic:pic>
              </a:graphicData>
            </a:graphic>
          </wp:inline>
        </w:drawing>
      </w:r>
    </w:p>
    <w:sectPr w:rsidR="00CA5C0D" w:rsidRPr="00E8701E" w:rsidSect="00CA5C0D">
      <w:pgSz w:w="11906" w:h="16838"/>
      <w:pgMar w:top="720" w:right="720" w:bottom="720" w:left="72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36DA5"/>
    <w:multiLevelType w:val="hybridMultilevel"/>
    <w:tmpl w:val="477A7B7C"/>
    <w:lvl w:ilvl="0" w:tplc="AB72D03A">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DB2DBCC">
      <w:start w:val="1"/>
      <w:numFmt w:val="bullet"/>
      <w:lvlText w:val="o"/>
      <w:lvlJc w:val="left"/>
      <w:pPr>
        <w:ind w:left="1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149606">
      <w:start w:val="1"/>
      <w:numFmt w:val="bullet"/>
      <w:lvlText w:val="▪"/>
      <w:lvlJc w:val="left"/>
      <w:pPr>
        <w:ind w:left="1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6EDE18">
      <w:start w:val="1"/>
      <w:numFmt w:val="bullet"/>
      <w:lvlText w:val="•"/>
      <w:lvlJc w:val="left"/>
      <w:pPr>
        <w:ind w:left="2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816ACB8">
      <w:start w:val="1"/>
      <w:numFmt w:val="bullet"/>
      <w:lvlText w:val="o"/>
      <w:lvlJc w:val="left"/>
      <w:pPr>
        <w:ind w:left="3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D4198E">
      <w:start w:val="1"/>
      <w:numFmt w:val="bullet"/>
      <w:lvlText w:val="▪"/>
      <w:lvlJc w:val="left"/>
      <w:pPr>
        <w:ind w:left="39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789E6E">
      <w:start w:val="1"/>
      <w:numFmt w:val="bullet"/>
      <w:lvlText w:val="•"/>
      <w:lvlJc w:val="left"/>
      <w:pPr>
        <w:ind w:left="46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0A66E8">
      <w:start w:val="1"/>
      <w:numFmt w:val="bullet"/>
      <w:lvlText w:val="o"/>
      <w:lvlJc w:val="left"/>
      <w:pPr>
        <w:ind w:left="5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500BA4">
      <w:start w:val="1"/>
      <w:numFmt w:val="bullet"/>
      <w:lvlText w:val="▪"/>
      <w:lvlJc w:val="left"/>
      <w:pPr>
        <w:ind w:left="6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61407DB"/>
    <w:multiLevelType w:val="hybridMultilevel"/>
    <w:tmpl w:val="177E87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2B0C10"/>
    <w:multiLevelType w:val="hybridMultilevel"/>
    <w:tmpl w:val="DF509FB6"/>
    <w:lvl w:ilvl="0" w:tplc="0413000F">
      <w:start w:val="1"/>
      <w:numFmt w:val="decimal"/>
      <w:lvlText w:val="%1."/>
      <w:lvlJc w:val="left"/>
      <w:pPr>
        <w:ind w:left="130"/>
      </w:pPr>
      <w:rPr>
        <w:b w:val="0"/>
        <w:i w:val="0"/>
        <w:strike w:val="0"/>
        <w:dstrike w:val="0"/>
        <w:color w:val="000000"/>
        <w:sz w:val="24"/>
        <w:szCs w:val="24"/>
        <w:u w:val="none" w:color="000000"/>
        <w:bdr w:val="none" w:sz="0" w:space="0" w:color="auto"/>
        <w:shd w:val="clear" w:color="auto" w:fill="auto"/>
        <w:vertAlign w:val="baseline"/>
      </w:rPr>
    </w:lvl>
    <w:lvl w:ilvl="1" w:tplc="BDB2DBCC">
      <w:start w:val="1"/>
      <w:numFmt w:val="bullet"/>
      <w:lvlText w:val="o"/>
      <w:lvlJc w:val="left"/>
      <w:pPr>
        <w:ind w:left="1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149606">
      <w:start w:val="1"/>
      <w:numFmt w:val="bullet"/>
      <w:lvlText w:val="▪"/>
      <w:lvlJc w:val="left"/>
      <w:pPr>
        <w:ind w:left="1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6EDE18">
      <w:start w:val="1"/>
      <w:numFmt w:val="bullet"/>
      <w:lvlText w:val="•"/>
      <w:lvlJc w:val="left"/>
      <w:pPr>
        <w:ind w:left="2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816ACB8">
      <w:start w:val="1"/>
      <w:numFmt w:val="bullet"/>
      <w:lvlText w:val="o"/>
      <w:lvlJc w:val="left"/>
      <w:pPr>
        <w:ind w:left="3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D4198E">
      <w:start w:val="1"/>
      <w:numFmt w:val="bullet"/>
      <w:lvlText w:val="▪"/>
      <w:lvlJc w:val="left"/>
      <w:pPr>
        <w:ind w:left="39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789E6E">
      <w:start w:val="1"/>
      <w:numFmt w:val="bullet"/>
      <w:lvlText w:val="•"/>
      <w:lvlJc w:val="left"/>
      <w:pPr>
        <w:ind w:left="46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0A66E8">
      <w:start w:val="1"/>
      <w:numFmt w:val="bullet"/>
      <w:lvlText w:val="o"/>
      <w:lvlJc w:val="left"/>
      <w:pPr>
        <w:ind w:left="5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500BA4">
      <w:start w:val="1"/>
      <w:numFmt w:val="bullet"/>
      <w:lvlText w:val="▪"/>
      <w:lvlJc w:val="left"/>
      <w:pPr>
        <w:ind w:left="6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CC6"/>
    <w:rsid w:val="00634A8F"/>
    <w:rsid w:val="0069019E"/>
    <w:rsid w:val="00CA5C0D"/>
    <w:rsid w:val="00DE3CC6"/>
    <w:rsid w:val="00E8701E"/>
    <w:rsid w:val="00FE68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F7B6E-9833-4DFB-851C-7C699545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ind w:left="10" w:hanging="10"/>
    </w:pPr>
    <w:rPr>
      <w:rFonts w:ascii="Calibri" w:eastAsia="Calibri" w:hAnsi="Calibri" w:cs="Calibri"/>
      <w:color w:val="000000"/>
      <w:sz w:val="24"/>
    </w:rPr>
  </w:style>
  <w:style w:type="paragraph" w:styleId="Kop1">
    <w:name w:val="heading 1"/>
    <w:next w:val="Standaard"/>
    <w:link w:val="Kop1Char"/>
    <w:uiPriority w:val="9"/>
    <w:unhideWhenUsed/>
    <w:qFormat/>
    <w:pPr>
      <w:keepNext/>
      <w:keepLines/>
      <w:spacing w:after="0"/>
      <w:ind w:left="10" w:hanging="10"/>
      <w:outlineLvl w:val="0"/>
    </w:pPr>
    <w:rPr>
      <w:rFonts w:ascii="Calibri" w:eastAsia="Calibri" w:hAnsi="Calibri" w:cs="Calibri"/>
      <w:b/>
      <w:color w:val="5B9BD5"/>
      <w:sz w:val="5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5B9BD5"/>
      <w:sz w:val="5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690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2E35C14.dotm</Template>
  <TotalTime>0</TotalTime>
  <Pages>4</Pages>
  <Words>627</Words>
  <Characters>3452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van Louvezijn-de Graaf</dc:creator>
  <cp:keywords/>
  <cp:lastModifiedBy>Sinke, Carolien</cp:lastModifiedBy>
  <cp:revision>2</cp:revision>
  <dcterms:created xsi:type="dcterms:W3CDTF">2019-11-07T08:54:00Z</dcterms:created>
  <dcterms:modified xsi:type="dcterms:W3CDTF">2019-11-07T08:54:00Z</dcterms:modified>
</cp:coreProperties>
</file>