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2"/>
        <w:gridCol w:w="617"/>
        <w:gridCol w:w="1636"/>
        <w:gridCol w:w="2254"/>
        <w:gridCol w:w="2273"/>
      </w:tblGrid>
      <w:tr w:rsidR="007F2ED7" w:rsidTr="00BC386C">
        <w:tc>
          <w:tcPr>
            <w:tcW w:w="2943" w:type="dxa"/>
            <w:gridSpan w:val="2"/>
          </w:tcPr>
          <w:p w:rsidR="007F2ED7" w:rsidRDefault="007F2ED7">
            <w:r>
              <w:t>Opdracht</w:t>
            </w:r>
            <w:r w:rsidR="00BC386C">
              <w:t>en</w:t>
            </w:r>
          </w:p>
        </w:tc>
        <w:tc>
          <w:tcPr>
            <w:tcW w:w="1663" w:type="dxa"/>
          </w:tcPr>
          <w:p w:rsidR="007F2ED7" w:rsidRDefault="007F2ED7">
            <w:r>
              <w:t>Door wie gedaan?</w:t>
            </w:r>
          </w:p>
        </w:tc>
        <w:tc>
          <w:tcPr>
            <w:tcW w:w="2303" w:type="dxa"/>
          </w:tcPr>
          <w:p w:rsidR="007F2ED7" w:rsidRDefault="007F2ED7">
            <w:r>
              <w:t>Verdiend salaris</w:t>
            </w:r>
          </w:p>
        </w:tc>
        <w:tc>
          <w:tcPr>
            <w:tcW w:w="2303" w:type="dxa"/>
          </w:tcPr>
          <w:p w:rsidR="007F2ED7" w:rsidRDefault="007F2ED7">
            <w:r>
              <w:t>Paraaf Rijksoverheid</w:t>
            </w:r>
          </w:p>
        </w:tc>
      </w:tr>
      <w:tr w:rsidR="007F2ED7" w:rsidTr="00BC386C">
        <w:tc>
          <w:tcPr>
            <w:tcW w:w="2943" w:type="dxa"/>
            <w:gridSpan w:val="2"/>
          </w:tcPr>
          <w:p w:rsidR="007F2ED7" w:rsidRDefault="00BC386C" w:rsidP="007F2ED7">
            <w:pPr>
              <w:pStyle w:val="Lijstalinea"/>
              <w:numPr>
                <w:ilvl w:val="0"/>
                <w:numId w:val="1"/>
              </w:numPr>
            </w:pPr>
            <w:r>
              <w:t>Name of Fame</w:t>
            </w:r>
          </w:p>
          <w:p w:rsidR="00BC386C" w:rsidRDefault="00BC386C" w:rsidP="00BC386C">
            <w:pPr>
              <w:pStyle w:val="Lijstalinea"/>
            </w:pPr>
          </w:p>
          <w:p w:rsidR="00BC386C" w:rsidRDefault="00BC386C" w:rsidP="00BC386C">
            <w:pPr>
              <w:pStyle w:val="Lijstalinea"/>
            </w:pPr>
          </w:p>
          <w:p w:rsidR="00BC386C" w:rsidRDefault="00BC386C" w:rsidP="00BC386C">
            <w:pPr>
              <w:pStyle w:val="Lijstalinea"/>
            </w:pPr>
          </w:p>
          <w:p w:rsidR="00BC386C" w:rsidRDefault="00BC386C" w:rsidP="00BC386C">
            <w:pPr>
              <w:pStyle w:val="Lijstalinea"/>
            </w:pPr>
          </w:p>
        </w:tc>
        <w:tc>
          <w:tcPr>
            <w:tcW w:w="166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</w:tr>
      <w:tr w:rsidR="007F2ED7" w:rsidTr="00BC386C">
        <w:tc>
          <w:tcPr>
            <w:tcW w:w="2943" w:type="dxa"/>
            <w:gridSpan w:val="2"/>
          </w:tcPr>
          <w:p w:rsidR="007F2ED7" w:rsidRDefault="007407CD" w:rsidP="00DC1212">
            <w:pPr>
              <w:pStyle w:val="Lijstalinea"/>
              <w:numPr>
                <w:ilvl w:val="0"/>
                <w:numId w:val="1"/>
              </w:numPr>
            </w:pPr>
            <w:r>
              <w:t xml:space="preserve">Making </w:t>
            </w:r>
            <w:proofErr w:type="spellStart"/>
            <w:r>
              <w:t>the</w:t>
            </w:r>
            <w:proofErr w:type="spellEnd"/>
            <w:r>
              <w:t xml:space="preserve"> Marker More</w:t>
            </w:r>
          </w:p>
          <w:p w:rsidR="00BC386C" w:rsidRDefault="00BC386C" w:rsidP="00BC386C"/>
          <w:p w:rsidR="00BC386C" w:rsidRDefault="00BC386C" w:rsidP="00BC386C"/>
          <w:p w:rsidR="00BC386C" w:rsidRDefault="00BC386C" w:rsidP="00BC386C"/>
          <w:p w:rsidR="00BC386C" w:rsidRDefault="00BC386C" w:rsidP="00BC386C"/>
        </w:tc>
        <w:tc>
          <w:tcPr>
            <w:tcW w:w="166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</w:tr>
      <w:tr w:rsidR="007F2ED7" w:rsidTr="00BC386C">
        <w:tc>
          <w:tcPr>
            <w:tcW w:w="2943" w:type="dxa"/>
            <w:gridSpan w:val="2"/>
          </w:tcPr>
          <w:p w:rsidR="007F2ED7" w:rsidRDefault="00BC386C" w:rsidP="00DC1212">
            <w:pPr>
              <w:pStyle w:val="Lijstalinea"/>
              <w:numPr>
                <w:ilvl w:val="0"/>
                <w:numId w:val="1"/>
              </w:numPr>
            </w:pPr>
            <w:r>
              <w:t xml:space="preserve">Living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Edge</w:t>
            </w:r>
            <w:proofErr w:type="spellEnd"/>
          </w:p>
          <w:p w:rsidR="00BC386C" w:rsidRDefault="00BC386C" w:rsidP="00BC386C"/>
          <w:p w:rsidR="00BC386C" w:rsidRDefault="00BC386C" w:rsidP="00BC386C"/>
          <w:p w:rsidR="00BC386C" w:rsidRDefault="00BC386C" w:rsidP="00BC386C"/>
          <w:p w:rsidR="00BC386C" w:rsidRDefault="00BC386C" w:rsidP="00BC386C"/>
        </w:tc>
        <w:tc>
          <w:tcPr>
            <w:tcW w:w="166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</w:tr>
      <w:tr w:rsidR="007F2ED7" w:rsidTr="00BC386C">
        <w:tc>
          <w:tcPr>
            <w:tcW w:w="2943" w:type="dxa"/>
            <w:gridSpan w:val="2"/>
          </w:tcPr>
          <w:p w:rsidR="007F2ED7" w:rsidRDefault="00BC386C" w:rsidP="00BC386C">
            <w:pPr>
              <w:pStyle w:val="Lijstalinea"/>
              <w:numPr>
                <w:ilvl w:val="0"/>
                <w:numId w:val="1"/>
              </w:numPr>
            </w:pPr>
            <w:r>
              <w:t xml:space="preserve">Top of </w:t>
            </w:r>
            <w:proofErr w:type="spellStart"/>
            <w:r>
              <w:t>the</w:t>
            </w:r>
            <w:proofErr w:type="spellEnd"/>
            <w:r>
              <w:t xml:space="preserve"> World</w:t>
            </w:r>
          </w:p>
          <w:p w:rsidR="00BC386C" w:rsidRDefault="00BC386C" w:rsidP="00BC386C"/>
          <w:p w:rsidR="00BC386C" w:rsidRDefault="00BC386C" w:rsidP="00BC386C"/>
          <w:p w:rsidR="00BC386C" w:rsidRDefault="00BC386C" w:rsidP="00BC386C"/>
          <w:p w:rsidR="00BC386C" w:rsidRDefault="00BC386C" w:rsidP="00BC386C"/>
        </w:tc>
        <w:tc>
          <w:tcPr>
            <w:tcW w:w="166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</w:tr>
      <w:tr w:rsidR="007F2ED7" w:rsidTr="00BC386C">
        <w:tc>
          <w:tcPr>
            <w:tcW w:w="2943" w:type="dxa"/>
            <w:gridSpan w:val="2"/>
          </w:tcPr>
          <w:p w:rsidR="007F2ED7" w:rsidRDefault="00BC386C" w:rsidP="00BC386C">
            <w:pPr>
              <w:pStyle w:val="Lijstalinea"/>
              <w:numPr>
                <w:ilvl w:val="0"/>
                <w:numId w:val="1"/>
              </w:numPr>
            </w:pPr>
            <w:proofErr w:type="spellStart"/>
            <w:r>
              <w:t>Problem</w:t>
            </w:r>
            <w:proofErr w:type="spellEnd"/>
            <w:r>
              <w:t xml:space="preserve">, no </w:t>
            </w:r>
            <w:proofErr w:type="spellStart"/>
            <w:r>
              <w:t>Problem</w:t>
            </w:r>
            <w:proofErr w:type="spellEnd"/>
          </w:p>
          <w:p w:rsidR="00BC386C" w:rsidRDefault="00BC386C" w:rsidP="00BC386C"/>
          <w:p w:rsidR="00BC386C" w:rsidRDefault="00BC386C" w:rsidP="00BC386C"/>
          <w:p w:rsidR="00BC386C" w:rsidRDefault="00BC386C" w:rsidP="00BC386C"/>
        </w:tc>
        <w:tc>
          <w:tcPr>
            <w:tcW w:w="166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</w:tr>
      <w:tr w:rsidR="007F2ED7" w:rsidTr="00BC386C">
        <w:tc>
          <w:tcPr>
            <w:tcW w:w="2943" w:type="dxa"/>
            <w:gridSpan w:val="2"/>
          </w:tcPr>
          <w:p w:rsidR="007F2ED7" w:rsidRDefault="00BC386C" w:rsidP="00BC386C">
            <w:pPr>
              <w:pStyle w:val="Lijstalinea"/>
              <w:numPr>
                <w:ilvl w:val="0"/>
                <w:numId w:val="1"/>
              </w:numPr>
            </w:pPr>
            <w:r>
              <w:t xml:space="preserve">How far is </w:t>
            </w:r>
            <w:proofErr w:type="spellStart"/>
            <w:r>
              <w:t>it</w:t>
            </w:r>
            <w:proofErr w:type="spellEnd"/>
          </w:p>
          <w:p w:rsidR="00BC386C" w:rsidRDefault="00BC386C" w:rsidP="00BC386C"/>
          <w:p w:rsidR="00BC386C" w:rsidRDefault="00BC386C" w:rsidP="00BC386C"/>
          <w:p w:rsidR="00BC386C" w:rsidRDefault="00BC386C" w:rsidP="00BC386C"/>
          <w:p w:rsidR="00BC386C" w:rsidRDefault="00BC386C" w:rsidP="00BC386C"/>
        </w:tc>
        <w:tc>
          <w:tcPr>
            <w:tcW w:w="166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</w:tr>
      <w:tr w:rsidR="007F2ED7" w:rsidTr="00BC386C">
        <w:tc>
          <w:tcPr>
            <w:tcW w:w="2943" w:type="dxa"/>
            <w:gridSpan w:val="2"/>
          </w:tcPr>
          <w:p w:rsidR="007F2ED7" w:rsidRDefault="00BC386C" w:rsidP="00BC386C">
            <w:pPr>
              <w:pStyle w:val="Lijstalinea"/>
              <w:numPr>
                <w:ilvl w:val="0"/>
                <w:numId w:val="1"/>
              </w:numPr>
            </w:pPr>
            <w:proofErr w:type="spellStart"/>
            <w:r>
              <w:t>Selling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City</w:t>
            </w:r>
          </w:p>
          <w:p w:rsidR="00BC386C" w:rsidRDefault="00BC386C" w:rsidP="00BC386C"/>
          <w:p w:rsidR="00BC386C" w:rsidRDefault="00BC386C" w:rsidP="00BC386C"/>
          <w:p w:rsidR="00BC386C" w:rsidRDefault="00BC386C" w:rsidP="00BC386C"/>
          <w:p w:rsidR="00BC386C" w:rsidRDefault="00BC386C" w:rsidP="00BC386C"/>
        </w:tc>
        <w:tc>
          <w:tcPr>
            <w:tcW w:w="166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  <w:tc>
          <w:tcPr>
            <w:tcW w:w="2303" w:type="dxa"/>
          </w:tcPr>
          <w:p w:rsidR="007F2ED7" w:rsidRDefault="007F2ED7"/>
        </w:tc>
      </w:tr>
      <w:tr w:rsidR="00BC386C" w:rsidTr="00BC386C">
        <w:tc>
          <w:tcPr>
            <w:tcW w:w="2943" w:type="dxa"/>
            <w:gridSpan w:val="2"/>
          </w:tcPr>
          <w:p w:rsidR="00BC386C" w:rsidRDefault="00BC386C" w:rsidP="00BC386C">
            <w:pPr>
              <w:pStyle w:val="Lijstalinea"/>
              <w:numPr>
                <w:ilvl w:val="0"/>
                <w:numId w:val="1"/>
              </w:numPr>
            </w:pPr>
            <w:proofErr w:type="spellStart"/>
            <w:r>
              <w:t>Edugis</w:t>
            </w:r>
            <w:proofErr w:type="spellEnd"/>
          </w:p>
          <w:p w:rsidR="00BC386C" w:rsidRDefault="00BC386C" w:rsidP="00BC386C"/>
          <w:p w:rsidR="00BC386C" w:rsidRDefault="00BC386C" w:rsidP="00BC386C"/>
          <w:p w:rsidR="00BC386C" w:rsidRDefault="00BC386C" w:rsidP="00BC386C"/>
          <w:p w:rsidR="00BC386C" w:rsidRDefault="00BC386C" w:rsidP="00BC386C"/>
        </w:tc>
        <w:tc>
          <w:tcPr>
            <w:tcW w:w="1663" w:type="dxa"/>
          </w:tcPr>
          <w:p w:rsidR="00BC386C" w:rsidRDefault="00BC386C"/>
        </w:tc>
        <w:tc>
          <w:tcPr>
            <w:tcW w:w="2303" w:type="dxa"/>
          </w:tcPr>
          <w:p w:rsidR="00BC386C" w:rsidRDefault="00BC386C"/>
        </w:tc>
        <w:tc>
          <w:tcPr>
            <w:tcW w:w="2303" w:type="dxa"/>
          </w:tcPr>
          <w:p w:rsidR="00BC386C" w:rsidRDefault="00BC386C"/>
        </w:tc>
      </w:tr>
      <w:tr w:rsidR="00BC386C" w:rsidTr="00BC386C">
        <w:tc>
          <w:tcPr>
            <w:tcW w:w="2943" w:type="dxa"/>
            <w:gridSpan w:val="2"/>
          </w:tcPr>
          <w:p w:rsidR="00BC386C" w:rsidRDefault="00BC386C" w:rsidP="00BC386C">
            <w:pPr>
              <w:pStyle w:val="Lijstalinea"/>
              <w:numPr>
                <w:ilvl w:val="0"/>
                <w:numId w:val="1"/>
              </w:numPr>
            </w:pPr>
            <w:r>
              <w:t>Using a Canon</w:t>
            </w:r>
          </w:p>
          <w:p w:rsidR="00BC386C" w:rsidRDefault="00BC386C" w:rsidP="00BC386C"/>
          <w:p w:rsidR="00BC386C" w:rsidRDefault="00BC386C" w:rsidP="00BC386C"/>
          <w:p w:rsidR="00BC386C" w:rsidRDefault="00BC386C" w:rsidP="00BC386C"/>
        </w:tc>
        <w:tc>
          <w:tcPr>
            <w:tcW w:w="1663" w:type="dxa"/>
          </w:tcPr>
          <w:p w:rsidR="00BC386C" w:rsidRDefault="00BC386C"/>
        </w:tc>
        <w:tc>
          <w:tcPr>
            <w:tcW w:w="2303" w:type="dxa"/>
          </w:tcPr>
          <w:p w:rsidR="00BC386C" w:rsidRDefault="00BC386C"/>
        </w:tc>
        <w:tc>
          <w:tcPr>
            <w:tcW w:w="2303" w:type="dxa"/>
          </w:tcPr>
          <w:p w:rsidR="00BC386C" w:rsidRDefault="00BC386C"/>
        </w:tc>
      </w:tr>
      <w:tr w:rsidR="00BC386C" w:rsidTr="00BC386C">
        <w:tc>
          <w:tcPr>
            <w:tcW w:w="2943" w:type="dxa"/>
            <w:gridSpan w:val="2"/>
          </w:tcPr>
          <w:p w:rsidR="00BC386C" w:rsidRDefault="007407CD" w:rsidP="00BC386C">
            <w:pPr>
              <w:pStyle w:val="Lijstalinea"/>
              <w:numPr>
                <w:ilvl w:val="0"/>
                <w:numId w:val="1"/>
              </w:numPr>
            </w:pPr>
            <w:proofErr w:type="spellStart"/>
            <w:r>
              <w:t>Changing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</w:p>
          <w:p w:rsidR="00BC386C" w:rsidRDefault="00BC386C" w:rsidP="00BC386C"/>
          <w:p w:rsidR="00BC386C" w:rsidRDefault="00BC386C" w:rsidP="00BC386C"/>
          <w:p w:rsidR="00BC386C" w:rsidRDefault="00BC386C" w:rsidP="00BC386C"/>
        </w:tc>
        <w:tc>
          <w:tcPr>
            <w:tcW w:w="1663" w:type="dxa"/>
          </w:tcPr>
          <w:p w:rsidR="00BC386C" w:rsidRDefault="00BC386C"/>
        </w:tc>
        <w:tc>
          <w:tcPr>
            <w:tcW w:w="2303" w:type="dxa"/>
          </w:tcPr>
          <w:p w:rsidR="00BC386C" w:rsidRDefault="00BC386C"/>
        </w:tc>
        <w:tc>
          <w:tcPr>
            <w:tcW w:w="2303" w:type="dxa"/>
          </w:tcPr>
          <w:p w:rsidR="00BC386C" w:rsidRDefault="00BC386C"/>
        </w:tc>
      </w:tr>
      <w:tr w:rsidR="00E5127B" w:rsidTr="00E5127B">
        <w:tc>
          <w:tcPr>
            <w:tcW w:w="2303" w:type="dxa"/>
          </w:tcPr>
          <w:p w:rsidR="00E5127B" w:rsidRDefault="00E5127B" w:rsidP="00BC386C">
            <w:r>
              <w:t>Quiz</w:t>
            </w:r>
          </w:p>
          <w:p w:rsidR="004760C2" w:rsidRDefault="004760C2" w:rsidP="00BC386C"/>
        </w:tc>
        <w:tc>
          <w:tcPr>
            <w:tcW w:w="2303" w:type="dxa"/>
            <w:gridSpan w:val="2"/>
          </w:tcPr>
          <w:p w:rsidR="00E5127B" w:rsidRDefault="00E5127B" w:rsidP="00BC386C">
            <w:r>
              <w:t>Door wie gedaan?</w:t>
            </w:r>
          </w:p>
        </w:tc>
        <w:tc>
          <w:tcPr>
            <w:tcW w:w="2303" w:type="dxa"/>
          </w:tcPr>
          <w:p w:rsidR="00E5127B" w:rsidRDefault="00E5127B" w:rsidP="00BC386C">
            <w:r>
              <w:t>Verdiend salaris</w:t>
            </w:r>
          </w:p>
        </w:tc>
        <w:tc>
          <w:tcPr>
            <w:tcW w:w="2303" w:type="dxa"/>
          </w:tcPr>
          <w:p w:rsidR="00E5127B" w:rsidRDefault="00E5127B" w:rsidP="00BC386C">
            <w:r>
              <w:t>Paraaf Rijksoverheid</w:t>
            </w:r>
          </w:p>
        </w:tc>
      </w:tr>
      <w:tr w:rsidR="00E5127B" w:rsidTr="00E5127B">
        <w:tc>
          <w:tcPr>
            <w:tcW w:w="2303" w:type="dxa"/>
          </w:tcPr>
          <w:p w:rsidR="00E5127B" w:rsidRDefault="001561CB" w:rsidP="00BC386C">
            <w:r>
              <w:t>Paragraaf 2</w:t>
            </w:r>
          </w:p>
          <w:p w:rsidR="004760C2" w:rsidRDefault="004760C2" w:rsidP="00BC386C"/>
          <w:p w:rsidR="004760C2" w:rsidRDefault="004760C2" w:rsidP="00BC386C"/>
          <w:p w:rsidR="004760C2" w:rsidRDefault="004760C2" w:rsidP="00BC386C"/>
        </w:tc>
        <w:tc>
          <w:tcPr>
            <w:tcW w:w="2303" w:type="dxa"/>
            <w:gridSpan w:val="2"/>
          </w:tcPr>
          <w:p w:rsidR="00E5127B" w:rsidRDefault="004760C2" w:rsidP="00BC386C">
            <w:r>
              <w:t>Allemaal</w:t>
            </w:r>
          </w:p>
        </w:tc>
        <w:tc>
          <w:tcPr>
            <w:tcW w:w="2303" w:type="dxa"/>
          </w:tcPr>
          <w:p w:rsidR="00E5127B" w:rsidRDefault="00E5127B" w:rsidP="00BC386C"/>
        </w:tc>
        <w:tc>
          <w:tcPr>
            <w:tcW w:w="2303" w:type="dxa"/>
          </w:tcPr>
          <w:p w:rsidR="00E5127B" w:rsidRDefault="00E5127B" w:rsidP="00BC386C"/>
        </w:tc>
      </w:tr>
      <w:tr w:rsidR="00E5127B" w:rsidTr="00E5127B">
        <w:tc>
          <w:tcPr>
            <w:tcW w:w="2303" w:type="dxa"/>
          </w:tcPr>
          <w:p w:rsidR="00E5127B" w:rsidRDefault="001561CB" w:rsidP="00BC386C">
            <w:r>
              <w:t>Paragraaf 3</w:t>
            </w:r>
          </w:p>
          <w:p w:rsidR="004760C2" w:rsidRDefault="004760C2" w:rsidP="00BC386C"/>
          <w:p w:rsidR="004760C2" w:rsidRDefault="004760C2" w:rsidP="00BC386C"/>
          <w:p w:rsidR="004760C2" w:rsidRDefault="004760C2" w:rsidP="00BC386C"/>
        </w:tc>
        <w:tc>
          <w:tcPr>
            <w:tcW w:w="2303" w:type="dxa"/>
            <w:gridSpan w:val="2"/>
          </w:tcPr>
          <w:p w:rsidR="00E5127B" w:rsidRDefault="004760C2" w:rsidP="00BC386C">
            <w:r>
              <w:t xml:space="preserve">Allemaal </w:t>
            </w:r>
          </w:p>
        </w:tc>
        <w:tc>
          <w:tcPr>
            <w:tcW w:w="2303" w:type="dxa"/>
          </w:tcPr>
          <w:p w:rsidR="00E5127B" w:rsidRDefault="00E5127B" w:rsidP="00BC386C"/>
        </w:tc>
        <w:tc>
          <w:tcPr>
            <w:tcW w:w="2303" w:type="dxa"/>
          </w:tcPr>
          <w:p w:rsidR="00E5127B" w:rsidRDefault="00E5127B" w:rsidP="00BC386C"/>
        </w:tc>
      </w:tr>
      <w:tr w:rsidR="00E5127B" w:rsidTr="00E5127B">
        <w:tc>
          <w:tcPr>
            <w:tcW w:w="2303" w:type="dxa"/>
          </w:tcPr>
          <w:p w:rsidR="00E5127B" w:rsidRDefault="001561CB" w:rsidP="00BC386C">
            <w:r>
              <w:t>Paragraaf 4</w:t>
            </w:r>
          </w:p>
          <w:p w:rsidR="004760C2" w:rsidRDefault="004760C2" w:rsidP="00BC386C"/>
          <w:p w:rsidR="004760C2" w:rsidRDefault="004760C2" w:rsidP="00BC386C"/>
          <w:p w:rsidR="004760C2" w:rsidRDefault="004760C2" w:rsidP="00BC386C"/>
        </w:tc>
        <w:tc>
          <w:tcPr>
            <w:tcW w:w="2303" w:type="dxa"/>
            <w:gridSpan w:val="2"/>
          </w:tcPr>
          <w:p w:rsidR="00E5127B" w:rsidRDefault="004760C2" w:rsidP="00BC386C">
            <w:r>
              <w:t>Allemaal</w:t>
            </w:r>
          </w:p>
        </w:tc>
        <w:tc>
          <w:tcPr>
            <w:tcW w:w="2303" w:type="dxa"/>
          </w:tcPr>
          <w:p w:rsidR="00E5127B" w:rsidRDefault="00E5127B" w:rsidP="00BC386C"/>
        </w:tc>
        <w:tc>
          <w:tcPr>
            <w:tcW w:w="2303" w:type="dxa"/>
          </w:tcPr>
          <w:p w:rsidR="00E5127B" w:rsidRDefault="00E5127B" w:rsidP="00BC386C"/>
        </w:tc>
      </w:tr>
      <w:tr w:rsidR="00E5127B" w:rsidTr="00E5127B">
        <w:tc>
          <w:tcPr>
            <w:tcW w:w="2303" w:type="dxa"/>
          </w:tcPr>
          <w:p w:rsidR="00E5127B" w:rsidRDefault="001561CB" w:rsidP="00BC386C">
            <w:r>
              <w:t>Paragraaf 7</w:t>
            </w:r>
          </w:p>
          <w:p w:rsidR="004760C2" w:rsidRDefault="004760C2" w:rsidP="00BC386C"/>
          <w:p w:rsidR="004760C2" w:rsidRDefault="004760C2" w:rsidP="00BC386C"/>
          <w:p w:rsidR="004760C2" w:rsidRDefault="004760C2" w:rsidP="00BC386C"/>
        </w:tc>
        <w:tc>
          <w:tcPr>
            <w:tcW w:w="2303" w:type="dxa"/>
            <w:gridSpan w:val="2"/>
          </w:tcPr>
          <w:p w:rsidR="00E5127B" w:rsidRDefault="004760C2" w:rsidP="00BC386C">
            <w:r>
              <w:t>Allemaal</w:t>
            </w:r>
          </w:p>
        </w:tc>
        <w:tc>
          <w:tcPr>
            <w:tcW w:w="2303" w:type="dxa"/>
          </w:tcPr>
          <w:p w:rsidR="00E5127B" w:rsidRDefault="00E5127B" w:rsidP="00BC386C"/>
        </w:tc>
        <w:tc>
          <w:tcPr>
            <w:tcW w:w="2303" w:type="dxa"/>
          </w:tcPr>
          <w:p w:rsidR="00E5127B" w:rsidRDefault="00E5127B" w:rsidP="00BC386C"/>
        </w:tc>
      </w:tr>
      <w:tr w:rsidR="00E5127B" w:rsidTr="00E5127B">
        <w:tc>
          <w:tcPr>
            <w:tcW w:w="2303" w:type="dxa"/>
          </w:tcPr>
          <w:p w:rsidR="00E5127B" w:rsidRDefault="001561CB" w:rsidP="00BC386C">
            <w:r>
              <w:t>Paragraaf 8</w:t>
            </w:r>
            <w:bookmarkStart w:id="0" w:name="_GoBack"/>
            <w:bookmarkEnd w:id="0"/>
          </w:p>
          <w:p w:rsidR="004760C2" w:rsidRDefault="004760C2" w:rsidP="00BC386C"/>
          <w:p w:rsidR="004760C2" w:rsidRDefault="004760C2" w:rsidP="00BC386C"/>
          <w:p w:rsidR="004760C2" w:rsidRDefault="004760C2" w:rsidP="00BC386C"/>
        </w:tc>
        <w:tc>
          <w:tcPr>
            <w:tcW w:w="2303" w:type="dxa"/>
            <w:gridSpan w:val="2"/>
          </w:tcPr>
          <w:p w:rsidR="00E5127B" w:rsidRDefault="004760C2" w:rsidP="00BC386C">
            <w:r>
              <w:t>Allemaal</w:t>
            </w:r>
          </w:p>
        </w:tc>
        <w:tc>
          <w:tcPr>
            <w:tcW w:w="2303" w:type="dxa"/>
          </w:tcPr>
          <w:p w:rsidR="00E5127B" w:rsidRDefault="00E5127B" w:rsidP="00BC386C"/>
        </w:tc>
        <w:tc>
          <w:tcPr>
            <w:tcW w:w="2303" w:type="dxa"/>
          </w:tcPr>
          <w:p w:rsidR="00E5127B" w:rsidRDefault="00E5127B" w:rsidP="00BC386C"/>
        </w:tc>
      </w:tr>
    </w:tbl>
    <w:p w:rsidR="00D342F8" w:rsidRDefault="00D342F8" w:rsidP="00BC386C"/>
    <w:p w:rsidR="00E5127B" w:rsidRDefault="00E5127B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p w:rsidR="004760C2" w:rsidRDefault="004760C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5"/>
        <w:gridCol w:w="2250"/>
        <w:gridCol w:w="2254"/>
        <w:gridCol w:w="2273"/>
      </w:tblGrid>
      <w:tr w:rsidR="004760C2" w:rsidTr="004760C2">
        <w:tc>
          <w:tcPr>
            <w:tcW w:w="2303" w:type="dxa"/>
          </w:tcPr>
          <w:p w:rsidR="004760C2" w:rsidRDefault="004760C2">
            <w:r>
              <w:t>Extra opdrachten</w:t>
            </w:r>
          </w:p>
          <w:p w:rsidR="004760C2" w:rsidRDefault="004760C2">
            <w:r>
              <w:t>(door docent in te vullen)</w:t>
            </w:r>
          </w:p>
        </w:tc>
        <w:tc>
          <w:tcPr>
            <w:tcW w:w="2303" w:type="dxa"/>
          </w:tcPr>
          <w:p w:rsidR="004760C2" w:rsidRDefault="004760C2">
            <w:r>
              <w:t>Door wie gedaan?</w:t>
            </w:r>
          </w:p>
        </w:tc>
        <w:tc>
          <w:tcPr>
            <w:tcW w:w="2303" w:type="dxa"/>
          </w:tcPr>
          <w:p w:rsidR="004760C2" w:rsidRDefault="004760C2">
            <w:r>
              <w:t>Verdiend salaris</w:t>
            </w:r>
          </w:p>
        </w:tc>
        <w:tc>
          <w:tcPr>
            <w:tcW w:w="2303" w:type="dxa"/>
          </w:tcPr>
          <w:p w:rsidR="004760C2" w:rsidRDefault="004760C2">
            <w:r>
              <w:t>Paraaf Rijksoverheid</w:t>
            </w:r>
          </w:p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1.</w:t>
            </w:r>
            <w:r w:rsidR="00DF1944">
              <w:t xml:space="preserve"> </w:t>
            </w:r>
            <w:r w:rsidR="00DF1944" w:rsidRPr="00DF1944">
              <w:rPr>
                <w:b/>
              </w:rPr>
              <w:t>projectmanager</w:t>
            </w:r>
          </w:p>
          <w:p w:rsidR="004760C2" w:rsidRDefault="00DF1944">
            <w:r>
              <w:t>(1 munt indien goed uitgevoerd)</w:t>
            </w:r>
          </w:p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2.</w:t>
            </w:r>
            <w:r w:rsidR="00DF1944" w:rsidRPr="002F3961">
              <w:rPr>
                <w:b/>
              </w:rPr>
              <w:t xml:space="preserve"> ICT-er</w:t>
            </w:r>
          </w:p>
          <w:p w:rsidR="004760C2" w:rsidRDefault="00DF1944">
            <w:r>
              <w:t>(1 munt indien goed uitgevoerd)</w:t>
            </w:r>
          </w:p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3.</w:t>
            </w:r>
            <w:r w:rsidR="00DF1944" w:rsidRPr="002F3961">
              <w:rPr>
                <w:b/>
              </w:rPr>
              <w:t xml:space="preserve"> controller</w:t>
            </w:r>
          </w:p>
          <w:p w:rsidR="004760C2" w:rsidRDefault="00DF1944">
            <w:r>
              <w:t>(1 munt indien goed uitgevoerd)</w:t>
            </w:r>
          </w:p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4.</w:t>
            </w:r>
            <w:r w:rsidR="00DF1944" w:rsidRPr="002F3961">
              <w:rPr>
                <w:b/>
              </w:rPr>
              <w:t xml:space="preserve"> office manager</w:t>
            </w:r>
          </w:p>
          <w:p w:rsidR="004760C2" w:rsidRDefault="00DF1944">
            <w:r>
              <w:t>(1 munt indien goed uitgevoerd)</w:t>
            </w:r>
          </w:p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5.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6.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7.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8.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9.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10.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11.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12.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13.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14.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  <w:tr w:rsidR="004760C2" w:rsidTr="004760C2">
        <w:tc>
          <w:tcPr>
            <w:tcW w:w="2303" w:type="dxa"/>
          </w:tcPr>
          <w:p w:rsidR="004760C2" w:rsidRDefault="004760C2">
            <w:r>
              <w:t>15.</w:t>
            </w:r>
          </w:p>
          <w:p w:rsidR="004760C2" w:rsidRDefault="004760C2"/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  <w:tc>
          <w:tcPr>
            <w:tcW w:w="2303" w:type="dxa"/>
          </w:tcPr>
          <w:p w:rsidR="004760C2" w:rsidRDefault="004760C2"/>
        </w:tc>
      </w:tr>
    </w:tbl>
    <w:p w:rsidR="004760C2" w:rsidRDefault="004760C2"/>
    <w:sectPr w:rsidR="00476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94572"/>
    <w:multiLevelType w:val="hybridMultilevel"/>
    <w:tmpl w:val="D430E2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D7"/>
    <w:rsid w:val="001561CB"/>
    <w:rsid w:val="004760C2"/>
    <w:rsid w:val="0073145C"/>
    <w:rsid w:val="007407CD"/>
    <w:rsid w:val="007C4F42"/>
    <w:rsid w:val="007F2ED7"/>
    <w:rsid w:val="00BB39B0"/>
    <w:rsid w:val="00BC386C"/>
    <w:rsid w:val="00D342F8"/>
    <w:rsid w:val="00DC1212"/>
    <w:rsid w:val="00DF1944"/>
    <w:rsid w:val="00E5127B"/>
    <w:rsid w:val="00E8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2FD07"/>
  <w15:docId w15:val="{926381A3-6E23-4C7A-BEBD-43741C7E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F2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F2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23E75303</Template>
  <TotalTime>1</TotalTime>
  <Pages>3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Chr. College Groevenbeek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Beek J. v.d.</dc:creator>
  <cp:lastModifiedBy>Beek J. v.d.</cp:lastModifiedBy>
  <cp:revision>2</cp:revision>
  <dcterms:created xsi:type="dcterms:W3CDTF">2018-03-21T08:54:00Z</dcterms:created>
  <dcterms:modified xsi:type="dcterms:W3CDTF">2018-03-21T08:54:00Z</dcterms:modified>
</cp:coreProperties>
</file>