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9C" w:rsidRDefault="002D229C">
      <w:r>
        <w:rPr>
          <w:noProof/>
          <w:lang w:eastAsia="nl-NL"/>
        </w:rPr>
        <w:drawing>
          <wp:inline distT="0" distB="0" distL="0" distR="0">
            <wp:extent cx="5760720" cy="2875280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C5F4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29C" w:rsidRDefault="002D229C" w:rsidP="002D229C">
      <w:bookmarkStart w:id="0" w:name="_GoBack"/>
      <w:r>
        <w:rPr>
          <w:noProof/>
          <w:lang w:eastAsia="nl-NL"/>
        </w:rPr>
        <w:drawing>
          <wp:inline distT="0" distB="0" distL="0" distR="0" wp14:anchorId="0449F793" wp14:editId="24AB86D0">
            <wp:extent cx="5760720" cy="5157470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CCE9F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5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D229C" w:rsidRPr="002D229C" w:rsidRDefault="002D229C" w:rsidP="002D229C">
      <w:r>
        <w:rPr>
          <w:noProof/>
          <w:lang w:eastAsia="nl-NL"/>
        </w:rPr>
        <w:lastRenderedPageBreak/>
        <w:drawing>
          <wp:inline distT="0" distB="0" distL="0" distR="0">
            <wp:extent cx="5760720" cy="2696845"/>
            <wp:effectExtent l="0" t="0" r="0" b="825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CC6C2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229C" w:rsidRPr="002D2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29C" w:rsidRDefault="002D229C" w:rsidP="002D229C">
      <w:pPr>
        <w:spacing w:after="0" w:line="240" w:lineRule="auto"/>
      </w:pPr>
      <w:r>
        <w:separator/>
      </w:r>
    </w:p>
  </w:endnote>
  <w:endnote w:type="continuationSeparator" w:id="0">
    <w:p w:rsidR="002D229C" w:rsidRDefault="002D229C" w:rsidP="002D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29C" w:rsidRDefault="002D229C" w:rsidP="002D229C">
      <w:pPr>
        <w:spacing w:after="0" w:line="240" w:lineRule="auto"/>
      </w:pPr>
      <w:r>
        <w:separator/>
      </w:r>
    </w:p>
  </w:footnote>
  <w:footnote w:type="continuationSeparator" w:id="0">
    <w:p w:rsidR="002D229C" w:rsidRDefault="002D229C" w:rsidP="002D2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9C"/>
    <w:rsid w:val="001B5526"/>
    <w:rsid w:val="002D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97B7B"/>
  <w15:chartTrackingRefBased/>
  <w15:docId w15:val="{D6965675-70DB-493A-9659-D02C05C4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D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229C"/>
  </w:style>
  <w:style w:type="paragraph" w:styleId="Voettekst">
    <w:name w:val="footer"/>
    <w:basedOn w:val="Standaard"/>
    <w:link w:val="VoettekstChar"/>
    <w:uiPriority w:val="99"/>
    <w:unhideWhenUsed/>
    <w:rsid w:val="002D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EDE64449</Template>
  <TotalTime>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2018-03-28T09:36:00Z</dcterms:created>
  <dcterms:modified xsi:type="dcterms:W3CDTF">2018-03-28T09:39:00Z</dcterms:modified>
</cp:coreProperties>
</file>