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506D" w14:textId="77777777" w:rsidR="00EA6D5B" w:rsidRDefault="00EA6D5B"/>
    <w:p w14:paraId="096F0A68" w14:textId="77777777" w:rsidR="00EA6D5B" w:rsidRDefault="00EA6D5B" w:rsidP="00EA6D5B">
      <w:pPr>
        <w:spacing w:line="259" w:lineRule="auto"/>
        <w:rPr>
          <w:b/>
          <w:sz w:val="28"/>
          <w:szCs w:val="28"/>
        </w:rPr>
      </w:pPr>
      <w:r w:rsidRPr="00B303D5">
        <w:rPr>
          <w:b/>
          <w:sz w:val="28"/>
          <w:szCs w:val="28"/>
        </w:rPr>
        <w:t>Beoordeling</w:t>
      </w:r>
    </w:p>
    <w:p w14:paraId="03EEDE86" w14:textId="77777777" w:rsidR="00EA6D5B" w:rsidRDefault="00EA6D5B" w:rsidP="00EA6D5B">
      <w:pPr>
        <w:spacing w:line="259" w:lineRule="auto"/>
        <w:rPr>
          <w:b/>
          <w:sz w:val="28"/>
          <w:szCs w:val="28"/>
        </w:rPr>
      </w:pPr>
    </w:p>
    <w:p w14:paraId="7DDB6AA1" w14:textId="77777777" w:rsidR="00EA6D5B" w:rsidRPr="003E7A8C" w:rsidRDefault="00EA6D5B" w:rsidP="00EA6D5B">
      <w:pPr>
        <w:spacing w:line="259" w:lineRule="auto"/>
        <w:rPr>
          <w:bCs/>
          <w:sz w:val="18"/>
          <w:szCs w:val="18"/>
        </w:rPr>
      </w:pPr>
      <w:r w:rsidRPr="003E7A8C">
        <w:rPr>
          <w:bCs/>
          <w:sz w:val="18"/>
          <w:szCs w:val="18"/>
        </w:rPr>
        <w:t xml:space="preserve">0 = niet </w:t>
      </w:r>
      <w:r>
        <w:rPr>
          <w:bCs/>
          <w:sz w:val="18"/>
          <w:szCs w:val="18"/>
        </w:rPr>
        <w:t xml:space="preserve">of nauwelijks </w:t>
      </w:r>
      <w:r w:rsidRPr="003E7A8C">
        <w:rPr>
          <w:bCs/>
          <w:sz w:val="18"/>
          <w:szCs w:val="18"/>
        </w:rPr>
        <w:t xml:space="preserve">aangetoond </w:t>
      </w:r>
      <w:r>
        <w:rPr>
          <w:bCs/>
          <w:sz w:val="18"/>
          <w:szCs w:val="18"/>
        </w:rPr>
        <w:t xml:space="preserve"> /  1 = gedeeltelijk aangetoond   /  2 = aangetoond</w:t>
      </w:r>
    </w:p>
    <w:tbl>
      <w:tblPr>
        <w:tblStyle w:val="Tabelraster"/>
        <w:tblW w:w="9413" w:type="dxa"/>
        <w:tblLook w:val="04A0" w:firstRow="1" w:lastRow="0" w:firstColumn="1" w:lastColumn="0" w:noHBand="0" w:noVBand="1"/>
      </w:tblPr>
      <w:tblGrid>
        <w:gridCol w:w="580"/>
        <w:gridCol w:w="5227"/>
        <w:gridCol w:w="849"/>
        <w:gridCol w:w="606"/>
        <w:gridCol w:w="717"/>
        <w:gridCol w:w="717"/>
        <w:gridCol w:w="717"/>
      </w:tblGrid>
      <w:tr w:rsidR="00EA6D5B" w:rsidRPr="00301626" w14:paraId="798A34E6" w14:textId="77777777" w:rsidTr="00FE609E">
        <w:trPr>
          <w:cantSplit/>
          <w:trHeight w:val="490"/>
        </w:trPr>
        <w:tc>
          <w:tcPr>
            <w:tcW w:w="6656" w:type="dxa"/>
            <w:gridSpan w:val="3"/>
            <w:vMerge w:val="restart"/>
            <w:shd w:val="clear" w:color="auto" w:fill="7F7F7F" w:themeFill="text1" w:themeFillTint="80"/>
            <w:vAlign w:val="center"/>
          </w:tcPr>
          <w:p w14:paraId="6596AC48" w14:textId="77777777" w:rsidR="00EA6D5B" w:rsidRPr="00301626" w:rsidRDefault="00EA6D5B" w:rsidP="00FE609E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Beoordelingscriteria</w:t>
            </w:r>
          </w:p>
        </w:tc>
        <w:tc>
          <w:tcPr>
            <w:tcW w:w="606" w:type="dxa"/>
            <w:vMerge w:val="restart"/>
            <w:shd w:val="clear" w:color="auto" w:fill="7F7F7F" w:themeFill="text1" w:themeFillTint="80"/>
            <w:textDirection w:val="btLr"/>
            <w:vAlign w:val="center"/>
          </w:tcPr>
          <w:p w14:paraId="605C217E" w14:textId="77777777" w:rsidR="00EA6D5B" w:rsidRPr="00301626" w:rsidRDefault="00EA6D5B" w:rsidP="00FE609E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ind w:left="113" w:right="113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Opdracht</w:t>
            </w:r>
          </w:p>
        </w:tc>
        <w:tc>
          <w:tcPr>
            <w:tcW w:w="2151" w:type="dxa"/>
            <w:gridSpan w:val="3"/>
            <w:shd w:val="clear" w:color="auto" w:fill="7F7F7F" w:themeFill="text1" w:themeFillTint="80"/>
            <w:vAlign w:val="center"/>
          </w:tcPr>
          <w:p w14:paraId="497DC8B9" w14:textId="77777777" w:rsidR="00EA6D5B" w:rsidRPr="00301626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Score</w:t>
            </w:r>
          </w:p>
        </w:tc>
      </w:tr>
      <w:tr w:rsidR="00EA6D5B" w:rsidRPr="00301626" w14:paraId="2AE2FFC1" w14:textId="77777777" w:rsidTr="00FE609E">
        <w:trPr>
          <w:cantSplit/>
          <w:trHeight w:val="696"/>
        </w:trPr>
        <w:tc>
          <w:tcPr>
            <w:tcW w:w="6656" w:type="dxa"/>
            <w:gridSpan w:val="3"/>
            <w:vMerge/>
            <w:shd w:val="clear" w:color="auto" w:fill="7F7F7F" w:themeFill="text1" w:themeFillTint="80"/>
            <w:vAlign w:val="center"/>
          </w:tcPr>
          <w:p w14:paraId="461C57A3" w14:textId="77777777" w:rsidR="00EA6D5B" w:rsidRDefault="00EA6D5B" w:rsidP="00FE609E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606" w:type="dxa"/>
            <w:vMerge/>
            <w:shd w:val="clear" w:color="auto" w:fill="7F7F7F" w:themeFill="text1" w:themeFillTint="80"/>
            <w:vAlign w:val="center"/>
          </w:tcPr>
          <w:p w14:paraId="485ADA43" w14:textId="77777777" w:rsidR="00EA6D5B" w:rsidRDefault="00EA6D5B" w:rsidP="00FE609E">
            <w:pPr>
              <w:pStyle w:val="inhoudCharChar"/>
              <w:tabs>
                <w:tab w:val="clear" w:pos="5670"/>
                <w:tab w:val="clear" w:pos="7088"/>
              </w:tabs>
              <w:spacing w:line="276" w:lineRule="auto"/>
              <w:rPr>
                <w:b/>
                <w:bCs/>
                <w:color w:val="FFFFFF" w:themeColor="background1"/>
              </w:rPr>
            </w:pPr>
          </w:p>
        </w:tc>
        <w:tc>
          <w:tcPr>
            <w:tcW w:w="717" w:type="dxa"/>
            <w:shd w:val="clear" w:color="auto" w:fill="7F7F7F" w:themeFill="text1" w:themeFillTint="80"/>
            <w:vAlign w:val="center"/>
          </w:tcPr>
          <w:p w14:paraId="60741235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0</w:t>
            </w:r>
          </w:p>
        </w:tc>
        <w:tc>
          <w:tcPr>
            <w:tcW w:w="717" w:type="dxa"/>
            <w:shd w:val="clear" w:color="auto" w:fill="7F7F7F" w:themeFill="text1" w:themeFillTint="80"/>
            <w:vAlign w:val="center"/>
          </w:tcPr>
          <w:p w14:paraId="5FEB5B3C" w14:textId="77777777" w:rsidR="00EA6D5B" w:rsidRPr="00301626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717" w:type="dxa"/>
            <w:shd w:val="clear" w:color="auto" w:fill="7F7F7F" w:themeFill="text1" w:themeFillTint="80"/>
            <w:vAlign w:val="center"/>
          </w:tcPr>
          <w:p w14:paraId="631800C9" w14:textId="77777777" w:rsidR="00EA6D5B" w:rsidRPr="00301626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</w:tr>
      <w:tr w:rsidR="00EA6D5B" w14:paraId="54594865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17A55B2" w14:textId="77777777" w:rsidR="00EA6D5B" w:rsidRPr="00FF687A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2D366B8D" w14:textId="77777777" w:rsidR="00EA6D5B" w:rsidRDefault="00EA6D5B" w:rsidP="00FE609E">
            <w:r>
              <w:t>Planten  komen uit ‘complete lijst 3-jarig traject’</w:t>
            </w:r>
          </w:p>
          <w:p w14:paraId="1BC8CA8E" w14:textId="77777777" w:rsidR="00EA6D5B" w:rsidRPr="00AD1DB3" w:rsidRDefault="00EA6D5B" w:rsidP="00FE609E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010F6442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4685F412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BF123F2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0CFCABD8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5668118E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03B3D1C" w14:textId="77777777" w:rsidR="00EA6D5B" w:rsidRPr="00FF687A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7BA41CA8" w14:textId="77777777" w:rsidR="00EA6D5B" w:rsidRDefault="00EA6D5B" w:rsidP="00FE609E">
            <w:r>
              <w:t>Beplanting past bij bodem</w:t>
            </w:r>
          </w:p>
          <w:p w14:paraId="61EC4FCB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41BE033A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18E91CD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457C351F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490EC353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09512CB9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1765C95" w14:textId="77777777" w:rsidR="00EA6D5B" w:rsidRPr="00FF687A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64CAC4D3" w14:textId="77777777" w:rsidR="00EA6D5B" w:rsidRDefault="00EA6D5B" w:rsidP="00FE609E">
            <w:r>
              <w:t>Plantnamen zijn correct geschreven</w:t>
            </w:r>
          </w:p>
          <w:p w14:paraId="51EDC6DE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29F301ED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A9D9B51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B5C516F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5FACF573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356365FD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0A2D76EC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0D37FAAD" w14:textId="77777777" w:rsidR="00EA6D5B" w:rsidRDefault="00EA6D5B" w:rsidP="00FE609E">
            <w:r>
              <w:t>Beplanting is gevarieerd</w:t>
            </w:r>
          </w:p>
          <w:p w14:paraId="37988881" w14:textId="77777777" w:rsidR="00EA6D5B" w:rsidRPr="00AD1DB3" w:rsidRDefault="00EA6D5B" w:rsidP="00FE609E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71B9858B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54506AD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41E0B50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FA4EEA1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7F7E4905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414C6A09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2B8CADEB" w14:textId="77777777" w:rsidR="00EA6D5B" w:rsidRDefault="00EA6D5B" w:rsidP="00FE609E">
            <w:r>
              <w:t>Gekozen aantallen zijn reëel</w:t>
            </w:r>
          </w:p>
          <w:p w14:paraId="4EF8D142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3A80B65B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6E091AE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2041AB23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24F18FC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2B75F367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2AC43DFA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458A6EB8" w14:textId="77777777" w:rsidR="00EA6D5B" w:rsidRDefault="00EA6D5B" w:rsidP="00FE609E">
            <w:r>
              <w:t>De gekozen beplanting levert het door de klant gewenste beeld op</w:t>
            </w:r>
          </w:p>
          <w:p w14:paraId="6AC66CF2" w14:textId="77777777" w:rsidR="00EA6D5B" w:rsidRPr="00AD1DB3" w:rsidRDefault="00EA6D5B" w:rsidP="00FE609E"/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594E7387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1B2E660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73CACAB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2DB8F403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7F37B981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670787DD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26F41422" w14:textId="77777777" w:rsidR="00EA6D5B" w:rsidRDefault="00EA6D5B" w:rsidP="00FE609E">
            <w:r>
              <w:t>Beplanting past bij standplaats: zon, schaduw, halfschaduw, droog, nat, vochthoudend etc.</w:t>
            </w:r>
          </w:p>
          <w:p w14:paraId="7CB536F0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4F09862E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B6D6941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F6BB495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1FBAD65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1A75D0AA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17D48473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4EE9E98C" w14:textId="77777777" w:rsidR="00EA6D5B" w:rsidRDefault="00EA6D5B" w:rsidP="00FE609E">
            <w:r>
              <w:t>Beplanting past bij gevraagde functie</w:t>
            </w:r>
          </w:p>
          <w:p w14:paraId="7EB17B6B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ascii="Calibri" w:hAnsi="Calibri" w:cs="Calibri"/>
                <w:sz w:val="18"/>
                <w:szCs w:val="18"/>
                <w:shd w:val="clear" w:color="auto" w:fill="E2EFD9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79D8B6B9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09E6C4FB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51F88B4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55CC5215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29A9E57C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34D2C5DA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14FD0999" w14:textId="77777777" w:rsidR="00EA6D5B" w:rsidRDefault="00EA6D5B" w:rsidP="00FE609E">
            <w:r>
              <w:t>Plantlijst in combinatie met tekening is bruikbaar bij de aanleg van de beplanting</w:t>
            </w:r>
          </w:p>
          <w:p w14:paraId="4A65FE69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45DDD517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A44B01D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82543CA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8A694DD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03D0C7B1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5D5A1FB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1FB41585" w14:textId="77777777" w:rsidR="00EA6D5B" w:rsidRDefault="00EA6D5B" w:rsidP="00FE609E">
            <w:r>
              <w:t>Plantlijst is volledig ingevuld</w:t>
            </w:r>
          </w:p>
          <w:p w14:paraId="5AAA4231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rFonts w:cs="Arial"/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50BA3874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3148E23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69D9FF2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80DC87A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1A33E0E2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B897CD5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6486E5AC" w14:textId="77777777" w:rsidR="00EA6D5B" w:rsidRDefault="00EA6D5B" w:rsidP="00FE609E">
            <w:r>
              <w:t xml:space="preserve">Prijzen van planten zijn reëel </w:t>
            </w:r>
          </w:p>
          <w:p w14:paraId="2625DFB6" w14:textId="77777777" w:rsidR="00EA6D5B" w:rsidRPr="00AD1DB3" w:rsidRDefault="00EA6D5B" w:rsidP="00FE609E">
            <w:pPr>
              <w:rPr>
                <w:sz w:val="18"/>
                <w:szCs w:val="18"/>
              </w:rPr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160415FF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5CC990D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05185128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0EE1F4F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41A85FCE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53470702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66E4A773" w14:textId="26A849F3" w:rsidR="00EA6D5B" w:rsidRDefault="00BA384C" w:rsidP="00FE609E">
            <w:r>
              <w:t>Plantlijst is ingevuld in juiste volgorde (groot naar klein)</w:t>
            </w: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6CF8CACE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1F892D7C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CA2B035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84ECA01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45B98180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3703AB3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3388CF34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2281C034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66B75B36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23331C08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AC72A95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73AC688F" w14:textId="77777777" w:rsidTr="00FE609E">
        <w:trPr>
          <w:trHeight w:val="555"/>
        </w:trPr>
        <w:tc>
          <w:tcPr>
            <w:tcW w:w="580" w:type="dxa"/>
            <w:shd w:val="clear" w:color="auto" w:fill="auto"/>
            <w:vAlign w:val="center"/>
          </w:tcPr>
          <w:p w14:paraId="78A9F093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shd w:val="clear" w:color="auto" w:fill="E2EFD9" w:themeFill="accent6" w:themeFillTint="33"/>
            <w:vAlign w:val="center"/>
          </w:tcPr>
          <w:p w14:paraId="2A7F38E1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</w:pPr>
          </w:p>
        </w:tc>
        <w:tc>
          <w:tcPr>
            <w:tcW w:w="606" w:type="dxa"/>
            <w:shd w:val="clear" w:color="auto" w:fill="E2EFD9" w:themeFill="accent6" w:themeFillTint="33"/>
            <w:vAlign w:val="center"/>
          </w:tcPr>
          <w:p w14:paraId="6DB5E4C8" w14:textId="77777777" w:rsidR="00EA6D5B" w:rsidRPr="00AD1DB3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7616ACB6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5EECBD39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7" w:type="dxa"/>
            <w:shd w:val="clear" w:color="auto" w:fill="auto"/>
            <w:vAlign w:val="center"/>
          </w:tcPr>
          <w:p w14:paraId="3B241E55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4E760485" w14:textId="77777777" w:rsidTr="00FE609E">
        <w:trPr>
          <w:trHeight w:val="555"/>
        </w:trPr>
        <w:tc>
          <w:tcPr>
            <w:tcW w:w="7262" w:type="dxa"/>
            <w:gridSpan w:val="4"/>
            <w:shd w:val="clear" w:color="auto" w:fill="auto"/>
            <w:vAlign w:val="center"/>
          </w:tcPr>
          <w:p w14:paraId="3834334E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Totaal aantal punten</w:t>
            </w:r>
          </w:p>
        </w:tc>
        <w:tc>
          <w:tcPr>
            <w:tcW w:w="2151" w:type="dxa"/>
            <w:gridSpan w:val="3"/>
          </w:tcPr>
          <w:p w14:paraId="45A10CD4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EA6D5B" w14:paraId="3C2FBCAF" w14:textId="77777777" w:rsidTr="00FE609E">
        <w:trPr>
          <w:trHeight w:val="555"/>
        </w:trPr>
        <w:tc>
          <w:tcPr>
            <w:tcW w:w="5807" w:type="dxa"/>
            <w:gridSpan w:val="2"/>
            <w:shd w:val="clear" w:color="auto" w:fill="auto"/>
            <w:vAlign w:val="center"/>
          </w:tcPr>
          <w:p w14:paraId="2098448D" w14:textId="77777777" w:rsidR="00EA6D5B" w:rsidRPr="00974FA0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Cesuur = 72</w:t>
            </w:r>
            <w:r w:rsidRPr="00974FA0">
              <w:rPr>
                <w:sz w:val="18"/>
                <w:szCs w:val="18"/>
              </w:rPr>
              <w:t>%</w:t>
            </w:r>
          </w:p>
          <w:p w14:paraId="0C8A8DB9" w14:textId="4E4DCB2A" w:rsidR="00EA6D5B" w:rsidRPr="00974FA0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rPr>
                <w:color w:val="00B050"/>
                <w:sz w:val="18"/>
                <w:szCs w:val="18"/>
              </w:rPr>
            </w:pPr>
            <w:r w:rsidRPr="00974FA0">
              <w:rPr>
                <w:sz w:val="18"/>
                <w:szCs w:val="18"/>
              </w:rPr>
              <w:t>Maximale score = 2</w:t>
            </w:r>
            <w:r w:rsidR="00213963">
              <w:rPr>
                <w:sz w:val="18"/>
                <w:szCs w:val="18"/>
              </w:rPr>
              <w:t>4</w:t>
            </w:r>
          </w:p>
        </w:tc>
        <w:tc>
          <w:tcPr>
            <w:tcW w:w="1455" w:type="dxa"/>
            <w:gridSpan w:val="2"/>
            <w:shd w:val="clear" w:color="auto" w:fill="E2EFD9" w:themeFill="accent6" w:themeFillTint="33"/>
            <w:vAlign w:val="center"/>
          </w:tcPr>
          <w:p w14:paraId="3A6BA409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Eindcijfer:</w:t>
            </w:r>
          </w:p>
        </w:tc>
        <w:tc>
          <w:tcPr>
            <w:tcW w:w="2151" w:type="dxa"/>
            <w:gridSpan w:val="3"/>
            <w:vAlign w:val="center"/>
          </w:tcPr>
          <w:p w14:paraId="4E80BF17" w14:textId="77777777" w:rsidR="00EA6D5B" w:rsidRDefault="00EA6D5B" w:rsidP="00FE609E">
            <w:pPr>
              <w:pStyle w:val="inhoudCharChar"/>
              <w:tabs>
                <w:tab w:val="clear" w:pos="5670"/>
                <w:tab w:val="right" w:pos="7088"/>
              </w:tabs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14:paraId="31744FC8" w14:textId="77777777" w:rsidR="00EA6D5B" w:rsidRDefault="00EA6D5B"/>
    <w:p w14:paraId="76D2DE13" w14:textId="77777777" w:rsidR="00EA6D5B" w:rsidRDefault="00EA6D5B"/>
    <w:p w14:paraId="657660DE" w14:textId="77777777" w:rsidR="00EA6D5B" w:rsidRDefault="00EA6D5B"/>
    <w:p w14:paraId="63C9565F" w14:textId="27B33EE6" w:rsidR="006F1C4F" w:rsidRDefault="00EA6D5B">
      <w:r>
        <w:rPr>
          <w:noProof/>
        </w:rPr>
        <w:lastRenderedPageBreak/>
        <w:drawing>
          <wp:inline distT="0" distB="0" distL="0" distR="0" wp14:anchorId="24DA2AE3" wp14:editId="4BFA6BCC">
            <wp:extent cx="5760720" cy="253428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3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80BF6B" w14:textId="403C38BF" w:rsidR="00214A3E" w:rsidRDefault="00214A3E"/>
    <w:p w14:paraId="4FD317B0" w14:textId="77777777" w:rsidR="00214A3E" w:rsidRDefault="00214A3E" w:rsidP="00214A3E">
      <w:r>
        <w:t>Vermelden op plantlijst</w:t>
      </w:r>
    </w:p>
    <w:p w14:paraId="70409513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 xml:space="preserve">Vaknummer </w:t>
      </w:r>
    </w:p>
    <w:p w14:paraId="78A3E772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Aantal</w:t>
      </w:r>
    </w:p>
    <w:p w14:paraId="42F2EFD5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Latijnse namen</w:t>
      </w:r>
    </w:p>
    <w:p w14:paraId="7CE79C1C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Nederlandse naam</w:t>
      </w:r>
    </w:p>
    <w:p w14:paraId="5C5CE74A" w14:textId="77777777" w:rsidR="00214A3E" w:rsidRPr="00B05F37" w:rsidRDefault="00214A3E" w:rsidP="00214A3E">
      <w:pPr>
        <w:pStyle w:val="Lijstalinea"/>
        <w:numPr>
          <w:ilvl w:val="0"/>
          <w:numId w:val="1"/>
        </w:numPr>
      </w:pPr>
      <w:r>
        <w:t xml:space="preserve">Plaats op ‘complete lijst 3-jarig traject’ voorbeeld </w:t>
      </w:r>
      <w:r w:rsidRPr="00B05F37">
        <w:rPr>
          <w:i/>
          <w:iCs/>
        </w:rPr>
        <w:t>L925</w:t>
      </w:r>
    </w:p>
    <w:p w14:paraId="7321EB4E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Prijs per stuk ex BTW</w:t>
      </w:r>
    </w:p>
    <w:p w14:paraId="774CFEFA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Prijs totaal ex BTW</w:t>
      </w:r>
    </w:p>
    <w:p w14:paraId="5FDEAF89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Totaalprijs plantlijst ex BTW</w:t>
      </w:r>
    </w:p>
    <w:p w14:paraId="7D00F834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Marge</w:t>
      </w:r>
    </w:p>
    <w:p w14:paraId="293ED023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BTW 9% bedrag</w:t>
      </w:r>
    </w:p>
    <w:p w14:paraId="69C3A242" w14:textId="77777777" w:rsidR="00214A3E" w:rsidRDefault="00214A3E" w:rsidP="00214A3E">
      <w:pPr>
        <w:pStyle w:val="Lijstalinea"/>
        <w:numPr>
          <w:ilvl w:val="0"/>
          <w:numId w:val="1"/>
        </w:numPr>
      </w:pPr>
      <w:r>
        <w:t>Verkoopprijs inclusief BTW</w:t>
      </w:r>
    </w:p>
    <w:p w14:paraId="6159DF29" w14:textId="77777777" w:rsidR="00214A3E" w:rsidRDefault="00214A3E"/>
    <w:sectPr w:rsidR="00214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142C2"/>
    <w:multiLevelType w:val="hybridMultilevel"/>
    <w:tmpl w:val="BC208A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D5B"/>
    <w:rsid w:val="00213963"/>
    <w:rsid w:val="00214A3E"/>
    <w:rsid w:val="006F1C4F"/>
    <w:rsid w:val="00BA384C"/>
    <w:rsid w:val="00EA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3CE3B"/>
  <w15:chartTrackingRefBased/>
  <w15:docId w15:val="{0F87DB6D-C34F-4B8E-B59F-054E41088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A6D5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A6D5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inhoudCharChar">
    <w:name w:val="inhoud Char Char"/>
    <w:basedOn w:val="Kop4"/>
    <w:link w:val="inhoudCharCharChar"/>
    <w:rsid w:val="00EA6D5B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</w:rPr>
  </w:style>
  <w:style w:type="character" w:customStyle="1" w:styleId="inhoudCharCharChar">
    <w:name w:val="inhoud Char Char Char"/>
    <w:link w:val="inhoudCharChar"/>
    <w:rsid w:val="00EA6D5B"/>
    <w:rPr>
      <w:rFonts w:ascii="Arial" w:eastAsia="Times New Roman" w:hAnsi="Arial" w:cs="Times New Roman"/>
      <w:sz w:val="20"/>
      <w:szCs w:val="20"/>
      <w:lang w:eastAsia="nl-NL"/>
    </w:rPr>
  </w:style>
  <w:style w:type="table" w:styleId="Tabelraster">
    <w:name w:val="Table Grid"/>
    <w:basedOn w:val="Standaardtabel"/>
    <w:uiPriority w:val="39"/>
    <w:rsid w:val="00EA6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4Char">
    <w:name w:val="Kop 4 Char"/>
    <w:basedOn w:val="Standaardalinea-lettertype"/>
    <w:link w:val="Kop4"/>
    <w:uiPriority w:val="9"/>
    <w:semiHidden/>
    <w:rsid w:val="00EA6D5B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214A3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175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4</cp:revision>
  <dcterms:created xsi:type="dcterms:W3CDTF">2021-09-14T05:55:00Z</dcterms:created>
  <dcterms:modified xsi:type="dcterms:W3CDTF">2021-09-14T06:02:00Z</dcterms:modified>
</cp:coreProperties>
</file>