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493"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2972"/>
        <w:gridCol w:w="4111"/>
        <w:gridCol w:w="1134"/>
        <w:gridCol w:w="1276"/>
      </w:tblGrid>
      <w:tr w:rsidR="002E6B7D" w:rsidRPr="00EC3FF6" w14:paraId="16141278" w14:textId="77777777" w:rsidTr="5100F4A1">
        <w:trPr>
          <w:cantSplit/>
        </w:trPr>
        <w:tc>
          <w:tcPr>
            <w:tcW w:w="9493" w:type="dxa"/>
            <w:gridSpan w:val="4"/>
            <w:shd w:val="clear" w:color="auto" w:fill="D8B511"/>
          </w:tcPr>
          <w:p w14:paraId="42272885" w14:textId="393E7BE5" w:rsidR="004F19E8" w:rsidRPr="00B041F8" w:rsidRDefault="00AF613A" w:rsidP="00CB4A45">
            <w:pPr>
              <w:jc w:val="center"/>
              <w:rPr>
                <w:sz w:val="32"/>
                <w:szCs w:val="32"/>
              </w:rPr>
            </w:pPr>
            <w:bookmarkStart w:id="0" w:name="_Hlk504473844"/>
            <w:r w:rsidRPr="00B041F8">
              <w:rPr>
                <w:iCs/>
                <w:noProof/>
                <w:sz w:val="32"/>
                <w:szCs w:val="32"/>
              </w:rPr>
              <w:drawing>
                <wp:anchor distT="0" distB="0" distL="114300" distR="114300" simplePos="0" relativeHeight="251668992" behindDoc="0" locked="1" layoutInCell="1" allowOverlap="1" wp14:anchorId="5855AAFC" wp14:editId="7A61CE72">
                  <wp:simplePos x="0" y="0"/>
                  <wp:positionH relativeFrom="page">
                    <wp:align>center</wp:align>
                  </wp:positionH>
                  <wp:positionV relativeFrom="page">
                    <wp:posOffset>-748030</wp:posOffset>
                  </wp:positionV>
                  <wp:extent cx="1886400" cy="3708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oorderpoort.jpg"/>
                          <pic:cNvPicPr/>
                        </pic:nvPicPr>
                        <pic:blipFill>
                          <a:blip r:embed="rId11">
                            <a:extLst>
                              <a:ext uri="{28A0092B-C50C-407E-A947-70E740481C1C}">
                                <a14:useLocalDpi xmlns:a14="http://schemas.microsoft.com/office/drawing/2010/main" val="0"/>
                              </a:ext>
                            </a:extLst>
                          </a:blip>
                          <a:stretch>
                            <a:fillRect/>
                          </a:stretch>
                        </pic:blipFill>
                        <pic:spPr>
                          <a:xfrm>
                            <a:off x="0" y="0"/>
                            <a:ext cx="1886400" cy="370800"/>
                          </a:xfrm>
                          <a:prstGeom prst="rect">
                            <a:avLst/>
                          </a:prstGeom>
                        </pic:spPr>
                      </pic:pic>
                    </a:graphicData>
                  </a:graphic>
                  <wp14:sizeRelH relativeFrom="margin">
                    <wp14:pctWidth>0</wp14:pctWidth>
                  </wp14:sizeRelH>
                  <wp14:sizeRelV relativeFrom="margin">
                    <wp14:pctHeight>0</wp14:pctHeight>
                  </wp14:sizeRelV>
                </wp:anchor>
              </w:drawing>
            </w:r>
            <w:r w:rsidR="004F19E8" w:rsidRPr="00B041F8">
              <w:rPr>
                <w:rFonts w:eastAsia="Arial"/>
                <w:sz w:val="32"/>
                <w:szCs w:val="32"/>
              </w:rPr>
              <w:t>O</w:t>
            </w:r>
            <w:r w:rsidR="00CD2EB6" w:rsidRPr="00B041F8">
              <w:rPr>
                <w:rFonts w:eastAsia="Arial"/>
                <w:sz w:val="32"/>
                <w:szCs w:val="32"/>
              </w:rPr>
              <w:t xml:space="preserve">nderwijs- en </w:t>
            </w:r>
            <w:r w:rsidR="00E01F2B" w:rsidRPr="00B041F8">
              <w:rPr>
                <w:rFonts w:eastAsia="Arial"/>
                <w:sz w:val="32"/>
                <w:szCs w:val="32"/>
              </w:rPr>
              <w:t>e</w:t>
            </w:r>
            <w:r w:rsidR="00CD2EB6" w:rsidRPr="00B041F8">
              <w:rPr>
                <w:rFonts w:eastAsia="Arial"/>
                <w:sz w:val="32"/>
                <w:szCs w:val="32"/>
              </w:rPr>
              <w:t>xamenregeling mbo</w:t>
            </w:r>
            <w:r w:rsidR="002D6EE6" w:rsidRPr="00B041F8">
              <w:rPr>
                <w:rFonts w:eastAsia="Arial"/>
                <w:sz w:val="32"/>
                <w:szCs w:val="32"/>
              </w:rPr>
              <w:t>-</w:t>
            </w:r>
            <w:r w:rsidR="004F19E8" w:rsidRPr="00B041F8">
              <w:rPr>
                <w:rFonts w:eastAsia="Arial"/>
                <w:sz w:val="32"/>
                <w:szCs w:val="32"/>
              </w:rPr>
              <w:t>niveau 4</w:t>
            </w:r>
          </w:p>
          <w:p w14:paraId="0CB9B8D9" w14:textId="1EC2F029" w:rsidR="00C077C9" w:rsidRPr="00EC3FF6" w:rsidRDefault="4A2E3712" w:rsidP="4A2E3712">
            <w:pPr>
              <w:pStyle w:val="Kop6"/>
              <w:jc w:val="center"/>
              <w:rPr>
                <w:rFonts w:ascii="Arial" w:eastAsia="Arial" w:hAnsi="Arial" w:cs="Arial"/>
                <w:b w:val="0"/>
              </w:rPr>
            </w:pPr>
            <w:r w:rsidRPr="00EC3FF6">
              <w:rPr>
                <w:rFonts w:ascii="Arial" w:eastAsia="Arial" w:hAnsi="Arial" w:cs="Arial"/>
                <w:b w:val="0"/>
                <w:sz w:val="36"/>
                <w:szCs w:val="36"/>
              </w:rPr>
              <w:t>Startcohort 20</w:t>
            </w:r>
            <w:r w:rsidR="00664E42">
              <w:rPr>
                <w:rFonts w:ascii="Arial" w:eastAsia="Arial" w:hAnsi="Arial" w:cs="Arial"/>
                <w:b w:val="0"/>
                <w:sz w:val="36"/>
                <w:szCs w:val="36"/>
              </w:rPr>
              <w:t>2</w:t>
            </w:r>
            <w:r w:rsidR="006C50EA">
              <w:rPr>
                <w:rFonts w:ascii="Arial" w:eastAsia="Arial" w:hAnsi="Arial" w:cs="Arial"/>
                <w:b w:val="0"/>
                <w:sz w:val="36"/>
                <w:szCs w:val="36"/>
              </w:rPr>
              <w:t>1</w:t>
            </w:r>
            <w:r w:rsidR="003B3FD9" w:rsidRPr="00EC3FF6">
              <w:rPr>
                <w:rFonts w:ascii="Arial" w:eastAsia="Arial" w:hAnsi="Arial" w:cs="Arial"/>
                <w:b w:val="0"/>
                <w:sz w:val="36"/>
                <w:szCs w:val="36"/>
              </w:rPr>
              <w:t>-20</w:t>
            </w:r>
            <w:r w:rsidR="001B68BF" w:rsidRPr="00EC3FF6">
              <w:rPr>
                <w:rFonts w:ascii="Arial" w:eastAsia="Arial" w:hAnsi="Arial" w:cs="Arial"/>
                <w:b w:val="0"/>
                <w:sz w:val="36"/>
                <w:szCs w:val="36"/>
              </w:rPr>
              <w:t>2</w:t>
            </w:r>
            <w:r w:rsidR="006C50EA">
              <w:rPr>
                <w:rFonts w:ascii="Arial" w:eastAsia="Arial" w:hAnsi="Arial" w:cs="Arial"/>
                <w:b w:val="0"/>
                <w:sz w:val="36"/>
                <w:szCs w:val="36"/>
              </w:rPr>
              <w:t>2</w:t>
            </w:r>
          </w:p>
          <w:p w14:paraId="5BB70801" w14:textId="764B5832" w:rsidR="004F19E8" w:rsidRPr="00EC3FF6" w:rsidRDefault="4A2E3712" w:rsidP="4A2E3712">
            <w:pPr>
              <w:pStyle w:val="Kop6"/>
              <w:jc w:val="center"/>
              <w:rPr>
                <w:rFonts w:ascii="Arial" w:eastAsia="Arial" w:hAnsi="Arial" w:cs="Arial"/>
                <w:lang w:val="nl"/>
              </w:rPr>
            </w:pPr>
            <w:r w:rsidRPr="00EC3FF6">
              <w:rPr>
                <w:rFonts w:ascii="Arial" w:eastAsia="Arial" w:hAnsi="Arial" w:cs="Arial"/>
                <w:sz w:val="16"/>
                <w:szCs w:val="16"/>
              </w:rPr>
              <w:t>op basis van de herziene kwalificatiestructuur</w:t>
            </w:r>
          </w:p>
        </w:tc>
      </w:tr>
      <w:tr w:rsidR="002E6B7D" w:rsidRPr="00EC3FF6" w14:paraId="0BA86628" w14:textId="77777777" w:rsidTr="5100F4A1">
        <w:trPr>
          <w:cantSplit/>
          <w:trHeight w:hRule="exact" w:val="1371"/>
        </w:trPr>
        <w:tc>
          <w:tcPr>
            <w:tcW w:w="2972" w:type="dxa"/>
            <w:vAlign w:val="center"/>
          </w:tcPr>
          <w:p w14:paraId="13EB17C4" w14:textId="3784C03F" w:rsidR="004F19E8" w:rsidRPr="00EC3FF6" w:rsidRDefault="56E478AC" w:rsidP="56E478AC">
            <w:pPr>
              <w:rPr>
                <w:rFonts w:cs="Arial"/>
                <w:b/>
                <w:bCs/>
                <w:lang w:val="nl"/>
              </w:rPr>
            </w:pPr>
            <w:bookmarkStart w:id="1" w:name="_Hlk504473548"/>
            <w:r w:rsidRPr="00EC3FF6">
              <w:rPr>
                <w:rFonts w:cs="Arial"/>
                <w:b/>
                <w:bCs/>
                <w:lang w:val="nl"/>
              </w:rPr>
              <w:t xml:space="preserve">CREBO-nummer </w:t>
            </w:r>
          </w:p>
          <w:p w14:paraId="6D218C4D" w14:textId="367FBE71" w:rsidR="004F19E8" w:rsidRPr="00EC3FF6" w:rsidRDefault="00877B3F" w:rsidP="56E478AC">
            <w:pPr>
              <w:rPr>
                <w:rFonts w:cs="Arial"/>
                <w:b/>
                <w:bCs/>
                <w:lang w:val="nl"/>
              </w:rPr>
            </w:pPr>
            <w:r w:rsidRPr="00EC3FF6">
              <w:rPr>
                <w:rFonts w:cs="Arial"/>
                <w:b/>
                <w:bCs/>
                <w:lang w:val="nl"/>
              </w:rPr>
              <w:t>K</w:t>
            </w:r>
            <w:r w:rsidR="56E478AC" w:rsidRPr="00EC3FF6">
              <w:rPr>
                <w:rFonts w:cs="Arial"/>
                <w:b/>
                <w:bCs/>
                <w:lang w:val="nl"/>
              </w:rPr>
              <w:t>walificatiedossier:</w:t>
            </w:r>
          </w:p>
        </w:tc>
        <w:tc>
          <w:tcPr>
            <w:tcW w:w="4111" w:type="dxa"/>
            <w:vAlign w:val="center"/>
          </w:tcPr>
          <w:p w14:paraId="23634829" w14:textId="77777777" w:rsidR="00F75496" w:rsidRPr="008A3323" w:rsidRDefault="00F75496" w:rsidP="00F75496">
            <w:pPr>
              <w:rPr>
                <w:rFonts w:cs="Arial"/>
                <w:bCs/>
                <w:color w:val="002060"/>
              </w:rPr>
            </w:pPr>
            <w:r>
              <w:rPr>
                <w:rFonts w:cs="Arial"/>
                <w:bCs/>
                <w:color w:val="002060"/>
              </w:rPr>
              <w:t>23181</w:t>
            </w:r>
          </w:p>
          <w:p w14:paraId="0186C8E9" w14:textId="00667603" w:rsidR="004F19E8" w:rsidRPr="00EC3FF6" w:rsidRDefault="004F19E8" w:rsidP="0045496F">
            <w:pPr>
              <w:rPr>
                <w:rFonts w:cs="Arial"/>
                <w:bCs/>
              </w:rPr>
            </w:pPr>
          </w:p>
        </w:tc>
        <w:tc>
          <w:tcPr>
            <w:tcW w:w="2410" w:type="dxa"/>
            <w:gridSpan w:val="2"/>
          </w:tcPr>
          <w:p w14:paraId="6C288C5E" w14:textId="1E0E3AE4" w:rsidR="00C65D60" w:rsidRPr="00EC3FF6" w:rsidRDefault="00C65D60" w:rsidP="00C65D60">
            <w:pPr>
              <w:rPr>
                <w:rFonts w:cs="Arial"/>
                <w:b/>
                <w:bCs/>
              </w:rPr>
            </w:pPr>
            <w:r w:rsidRPr="00EC3FF6">
              <w:rPr>
                <w:rFonts w:cs="Arial"/>
                <w:b/>
                <w:bCs/>
              </w:rPr>
              <w:t>Kwalificatiedossier HKS geldig vanaf:</w:t>
            </w:r>
          </w:p>
          <w:p w14:paraId="6A9DEB15" w14:textId="77777777" w:rsidR="00C65D60" w:rsidRPr="00EC3FF6" w:rsidRDefault="00C65D60" w:rsidP="00C65D60">
            <w:pPr>
              <w:rPr>
                <w:rFonts w:cs="Arial"/>
                <w:bCs/>
                <w:sz w:val="16"/>
                <w:szCs w:val="16"/>
              </w:rPr>
            </w:pPr>
          </w:p>
          <w:p w14:paraId="47506510" w14:textId="0C9C4E5D" w:rsidR="00C65D60" w:rsidRPr="00EC3FF6" w:rsidRDefault="00C65D60" w:rsidP="00C65D60">
            <w:pPr>
              <w:rPr>
                <w:rFonts w:cs="Arial"/>
                <w:b/>
                <w:bCs/>
                <w:lang w:val="nl"/>
              </w:rPr>
            </w:pPr>
            <w:r w:rsidRPr="00EC3FF6">
              <w:rPr>
                <w:rFonts w:cs="Arial"/>
                <w:b/>
                <w:bCs/>
                <w:lang w:val="nl"/>
              </w:rPr>
              <w:t xml:space="preserve"> </w:t>
            </w:r>
            <w:r w:rsidR="00F75496">
              <w:rPr>
                <w:rFonts w:cs="Arial"/>
                <w:b/>
                <w:bCs/>
                <w:lang w:val="nl"/>
              </w:rPr>
              <w:t>01-08-2015</w:t>
            </w:r>
          </w:p>
          <w:p w14:paraId="7241E7E2" w14:textId="77777777" w:rsidR="00C65D60" w:rsidRPr="00EC3FF6" w:rsidRDefault="00C65D60" w:rsidP="00C65D60">
            <w:pPr>
              <w:rPr>
                <w:rFonts w:cs="Arial"/>
                <w:sz w:val="16"/>
                <w:szCs w:val="16"/>
              </w:rPr>
            </w:pPr>
          </w:p>
          <w:p w14:paraId="3DDDFC64" w14:textId="76D8FC60" w:rsidR="004F19E8" w:rsidRPr="00EC3FF6" w:rsidRDefault="00C65D60" w:rsidP="00664E42">
            <w:pPr>
              <w:rPr>
                <w:rFonts w:cs="Arial"/>
                <w:b/>
                <w:bCs/>
              </w:rPr>
            </w:pPr>
            <w:r w:rsidRPr="00EC3FF6">
              <w:rPr>
                <w:rFonts w:cs="Arial"/>
                <w:sz w:val="16"/>
                <w:szCs w:val="16"/>
              </w:rPr>
              <w:t>Zie:</w:t>
            </w:r>
            <w:r w:rsidR="00664E42">
              <w:rPr>
                <w:rFonts w:cs="Arial"/>
                <w:sz w:val="16"/>
                <w:szCs w:val="16"/>
              </w:rPr>
              <w:t xml:space="preserve"> </w:t>
            </w:r>
            <w:hyperlink r:id="rId12" w:history="1">
              <w:r w:rsidR="00664E42" w:rsidRPr="005C1A26">
                <w:rPr>
                  <w:rStyle w:val="Hyperlink"/>
                  <w:rFonts w:cs="Arial"/>
                  <w:sz w:val="16"/>
                  <w:szCs w:val="16"/>
                </w:rPr>
                <w:t>http://kwalificaties.s-bb.nl/</w:t>
              </w:r>
            </w:hyperlink>
          </w:p>
        </w:tc>
      </w:tr>
      <w:bookmarkEnd w:id="1"/>
      <w:tr w:rsidR="002E6B7D" w:rsidRPr="00EC3FF6" w14:paraId="3B30D84F" w14:textId="77777777" w:rsidTr="5100F4A1">
        <w:trPr>
          <w:cantSplit/>
          <w:trHeight w:hRule="exact" w:val="510"/>
        </w:trPr>
        <w:tc>
          <w:tcPr>
            <w:tcW w:w="2972" w:type="dxa"/>
            <w:vAlign w:val="center"/>
          </w:tcPr>
          <w:p w14:paraId="7D844D37" w14:textId="77777777" w:rsidR="004F19E8" w:rsidRPr="00EC3FF6" w:rsidRDefault="56E478AC" w:rsidP="56E478AC">
            <w:pPr>
              <w:rPr>
                <w:rFonts w:cs="Arial"/>
                <w:b/>
                <w:bCs/>
                <w:u w:val="single"/>
                <w:lang w:val="nl"/>
              </w:rPr>
            </w:pPr>
            <w:r w:rsidRPr="00EC3FF6">
              <w:rPr>
                <w:rFonts w:cs="Arial"/>
                <w:b/>
                <w:bCs/>
                <w:lang w:val="nl"/>
              </w:rPr>
              <w:t>Naam kwalificatiedossier:</w:t>
            </w:r>
          </w:p>
        </w:tc>
        <w:tc>
          <w:tcPr>
            <w:tcW w:w="6521" w:type="dxa"/>
            <w:gridSpan w:val="3"/>
            <w:vAlign w:val="center"/>
          </w:tcPr>
          <w:p w14:paraId="6E7BCF2E" w14:textId="68D4B386" w:rsidR="004F19E8" w:rsidRPr="00EC3FF6" w:rsidRDefault="00F75496" w:rsidP="00E10C9B">
            <w:pPr>
              <w:rPr>
                <w:rFonts w:cs="Arial"/>
                <w:bCs/>
              </w:rPr>
            </w:pPr>
            <w:r>
              <w:rPr>
                <w:rFonts w:cs="Arial"/>
                <w:bCs/>
                <w:color w:val="002060"/>
              </w:rPr>
              <w:t>Maatschappelijke zorg</w:t>
            </w:r>
            <w:r w:rsidRPr="008A3323">
              <w:rPr>
                <w:rFonts w:cs="Arial"/>
                <w:bCs/>
                <w:color w:val="002060"/>
              </w:rPr>
              <w:t xml:space="preserve"> (gewijzigd 2016)</w:t>
            </w:r>
          </w:p>
        </w:tc>
      </w:tr>
      <w:tr w:rsidR="002E6B7D" w:rsidRPr="00EC3FF6" w14:paraId="39662EDC" w14:textId="77777777" w:rsidTr="5100F4A1">
        <w:trPr>
          <w:cantSplit/>
          <w:trHeight w:hRule="exact" w:val="510"/>
        </w:trPr>
        <w:tc>
          <w:tcPr>
            <w:tcW w:w="2972" w:type="dxa"/>
            <w:vAlign w:val="center"/>
          </w:tcPr>
          <w:p w14:paraId="2A8766A4" w14:textId="77777777" w:rsidR="004F19E8" w:rsidRPr="00EC3FF6" w:rsidRDefault="56E478AC" w:rsidP="56E478AC">
            <w:pPr>
              <w:rPr>
                <w:rFonts w:cs="Arial"/>
                <w:sz w:val="16"/>
                <w:szCs w:val="16"/>
                <w:lang w:val="nl"/>
              </w:rPr>
            </w:pPr>
            <w:r w:rsidRPr="00EC3FF6">
              <w:rPr>
                <w:rFonts w:cs="Arial"/>
                <w:b/>
                <w:bCs/>
                <w:lang w:val="nl"/>
              </w:rPr>
              <w:t>CREBO-nummer kwalificatie:</w:t>
            </w:r>
          </w:p>
        </w:tc>
        <w:tc>
          <w:tcPr>
            <w:tcW w:w="6521" w:type="dxa"/>
            <w:gridSpan w:val="3"/>
            <w:vAlign w:val="center"/>
          </w:tcPr>
          <w:p w14:paraId="7602F638" w14:textId="0F41F302" w:rsidR="004F19E8" w:rsidRPr="00EC3FF6" w:rsidRDefault="00F75496" w:rsidP="00E10C9B">
            <w:pPr>
              <w:rPr>
                <w:rFonts w:cs="Arial"/>
                <w:bCs/>
              </w:rPr>
            </w:pPr>
            <w:r>
              <w:rPr>
                <w:rFonts w:cs="Arial"/>
                <w:bCs/>
                <w:color w:val="002060"/>
              </w:rPr>
              <w:t>25477</w:t>
            </w:r>
          </w:p>
        </w:tc>
      </w:tr>
      <w:tr w:rsidR="002E6B7D" w:rsidRPr="00EC3FF6" w14:paraId="6E0AF8F8" w14:textId="77777777" w:rsidTr="5100F4A1">
        <w:trPr>
          <w:cantSplit/>
          <w:trHeight w:hRule="exact" w:val="510"/>
        </w:trPr>
        <w:tc>
          <w:tcPr>
            <w:tcW w:w="2972" w:type="dxa"/>
            <w:vAlign w:val="center"/>
          </w:tcPr>
          <w:p w14:paraId="1F97CFA4" w14:textId="77777777" w:rsidR="004F19E8" w:rsidRPr="00EC3FF6" w:rsidRDefault="56E478AC" w:rsidP="56E478AC">
            <w:pPr>
              <w:rPr>
                <w:rFonts w:cs="Arial"/>
                <w:b/>
                <w:bCs/>
              </w:rPr>
            </w:pPr>
            <w:r w:rsidRPr="00EC3FF6">
              <w:rPr>
                <w:rFonts w:cs="Arial"/>
                <w:b/>
                <w:bCs/>
                <w:lang w:val="nl"/>
              </w:rPr>
              <w:t>Naam kwalificatie:</w:t>
            </w:r>
          </w:p>
        </w:tc>
        <w:tc>
          <w:tcPr>
            <w:tcW w:w="6521" w:type="dxa"/>
            <w:gridSpan w:val="3"/>
            <w:vAlign w:val="center"/>
          </w:tcPr>
          <w:p w14:paraId="0119CA72" w14:textId="6ACA7943" w:rsidR="004F19E8" w:rsidRPr="00EC3FF6" w:rsidRDefault="00F75496" w:rsidP="00E10C9B">
            <w:pPr>
              <w:rPr>
                <w:rFonts w:cs="Arial"/>
                <w:bCs/>
              </w:rPr>
            </w:pPr>
            <w:r>
              <w:rPr>
                <w:rFonts w:cs="Arial"/>
                <w:bCs/>
                <w:color w:val="002060"/>
              </w:rPr>
              <w:t>Persoonlijk begeleider gehandicaptenzorg</w:t>
            </w:r>
          </w:p>
        </w:tc>
      </w:tr>
      <w:tr w:rsidR="002E6B7D" w:rsidRPr="00EC3FF6" w14:paraId="0E9612C3" w14:textId="77777777" w:rsidTr="5100F4A1">
        <w:trPr>
          <w:cantSplit/>
          <w:trHeight w:hRule="exact" w:val="1261"/>
        </w:trPr>
        <w:tc>
          <w:tcPr>
            <w:tcW w:w="2972" w:type="dxa"/>
            <w:vAlign w:val="center"/>
          </w:tcPr>
          <w:p w14:paraId="3C9AE23E" w14:textId="47EF3E83" w:rsidR="004F19E8" w:rsidRPr="00EC3FF6" w:rsidRDefault="4A2E3712" w:rsidP="4A2E3712">
            <w:pPr>
              <w:pStyle w:val="CommentSubject"/>
              <w:rPr>
                <w:rFonts w:ascii="Arial" w:eastAsia="Arial" w:hAnsi="Arial" w:cs="Arial"/>
              </w:rPr>
            </w:pPr>
            <w:r w:rsidRPr="00EC3FF6">
              <w:rPr>
                <w:rFonts w:ascii="Arial" w:eastAsia="Arial" w:hAnsi="Arial" w:cs="Arial"/>
              </w:rPr>
              <w:t xml:space="preserve">Nummer studieprogramma: </w:t>
            </w:r>
          </w:p>
          <w:p w14:paraId="67DC9A7E" w14:textId="77777777" w:rsidR="004F19E8" w:rsidRPr="00EC3FF6" w:rsidRDefault="00700C07" w:rsidP="00E10C9B">
            <w:pPr>
              <w:pStyle w:val="Tekstopmerking"/>
              <w:rPr>
                <w:rFonts w:ascii="Arial" w:hAnsi="Arial" w:cs="Arial"/>
                <w:sz w:val="16"/>
                <w:szCs w:val="16"/>
              </w:rPr>
            </w:pPr>
            <w:hyperlink r:id="rId13" w:history="1">
              <w:r w:rsidR="004F19E8" w:rsidRPr="00EC3FF6">
                <w:rPr>
                  <w:rStyle w:val="Hyperlink"/>
                  <w:rFonts w:ascii="Arial" w:hAnsi="Arial" w:cs="Arial"/>
                  <w:sz w:val="16"/>
                  <w:szCs w:val="16"/>
                </w:rPr>
                <w:t>https://qlikview.noorderpoort.nl/</w:t>
              </w:r>
            </w:hyperlink>
            <w:r w:rsidR="004F19E8" w:rsidRPr="00EC3FF6">
              <w:rPr>
                <w:rFonts w:ascii="Arial" w:hAnsi="Arial" w:cs="Arial"/>
                <w:sz w:val="16"/>
                <w:szCs w:val="16"/>
              </w:rPr>
              <w:t xml:space="preserve"> </w:t>
            </w:r>
          </w:p>
        </w:tc>
        <w:tc>
          <w:tcPr>
            <w:tcW w:w="6521" w:type="dxa"/>
            <w:gridSpan w:val="3"/>
            <w:vAlign w:val="center"/>
          </w:tcPr>
          <w:p w14:paraId="4494522A" w14:textId="6DCFD04A" w:rsidR="00F75496" w:rsidRDefault="00F75496" w:rsidP="00F75496">
            <w:pPr>
              <w:pStyle w:val="CommentSubject1"/>
              <w:rPr>
                <w:rFonts w:ascii="Arial" w:hAnsi="Arial" w:cs="Arial"/>
                <w:b w:val="0"/>
                <w:bCs w:val="0"/>
                <w:color w:val="002060"/>
              </w:rPr>
            </w:pPr>
            <w:r w:rsidRPr="26C576CB">
              <w:rPr>
                <w:rFonts w:ascii="Arial" w:hAnsi="Arial" w:cs="Arial"/>
                <w:b w:val="0"/>
                <w:bCs w:val="0"/>
                <w:color w:val="002060"/>
              </w:rPr>
              <w:t>02103, MZ4-PBGZ  BOL</w:t>
            </w:r>
            <w:r w:rsidR="3104FDC7" w:rsidRPr="26C576CB">
              <w:rPr>
                <w:rFonts w:ascii="Arial" w:hAnsi="Arial" w:cs="Arial"/>
                <w:b w:val="0"/>
                <w:bCs w:val="0"/>
                <w:color w:val="002060"/>
              </w:rPr>
              <w:t xml:space="preserve"> </w:t>
            </w:r>
            <w:r w:rsidRPr="26C576CB">
              <w:rPr>
                <w:rFonts w:ascii="Arial" w:hAnsi="Arial" w:cs="Arial"/>
                <w:b w:val="0"/>
                <w:bCs w:val="0"/>
                <w:color w:val="002060"/>
              </w:rPr>
              <w:t xml:space="preserve">en BBL </w:t>
            </w:r>
          </w:p>
          <w:p w14:paraId="0920DCF8" w14:textId="77777777" w:rsidR="00F75496" w:rsidRPr="00F45B4D" w:rsidRDefault="00F75496" w:rsidP="00F75496">
            <w:pPr>
              <w:pStyle w:val="CommentSubject1"/>
              <w:rPr>
                <w:rFonts w:ascii="Arial" w:hAnsi="Arial" w:cs="Arial"/>
                <w:b w:val="0"/>
                <w:bCs w:val="0"/>
                <w:color w:val="002060"/>
              </w:rPr>
            </w:pPr>
            <w:r w:rsidRPr="00F45B4D">
              <w:rPr>
                <w:rFonts w:ascii="Arial" w:hAnsi="Arial" w:cs="Arial"/>
                <w:b w:val="0"/>
                <w:bCs w:val="0"/>
                <w:color w:val="002060"/>
              </w:rPr>
              <w:t>02205: WIN19: 3-jarig BOL</w:t>
            </w:r>
          </w:p>
          <w:p w14:paraId="4CC9C30D" w14:textId="77777777" w:rsidR="00F75496" w:rsidRPr="00F45B4D" w:rsidRDefault="00F75496" w:rsidP="00F75496">
            <w:pPr>
              <w:pStyle w:val="Tekstopmerking"/>
              <w:rPr>
                <w:rFonts w:ascii="Arial" w:hAnsi="Arial" w:cs="Arial"/>
                <w:color w:val="1F497D" w:themeColor="text2"/>
              </w:rPr>
            </w:pPr>
            <w:r w:rsidRPr="00F45B4D">
              <w:rPr>
                <w:rFonts w:ascii="Arial" w:hAnsi="Arial" w:cs="Arial"/>
                <w:color w:val="1F497D" w:themeColor="text2"/>
              </w:rPr>
              <w:t xml:space="preserve">02195: GEW08 </w:t>
            </w:r>
            <w:proofErr w:type="spellStart"/>
            <w:r w:rsidRPr="00F45B4D">
              <w:rPr>
                <w:rFonts w:ascii="Arial" w:hAnsi="Arial" w:cs="Arial"/>
                <w:color w:val="1F497D" w:themeColor="text2"/>
              </w:rPr>
              <w:t>flex-bbl</w:t>
            </w:r>
            <w:proofErr w:type="spellEnd"/>
          </w:p>
          <w:p w14:paraId="734CA2F6" w14:textId="77777777" w:rsidR="00F75496" w:rsidRPr="00F45B4D" w:rsidRDefault="00F75496" w:rsidP="00F75496">
            <w:pPr>
              <w:pStyle w:val="Tekstopmerking"/>
              <w:rPr>
                <w:rFonts w:ascii="Arial" w:hAnsi="Arial" w:cs="Arial"/>
                <w:color w:val="1F497D" w:themeColor="text2"/>
              </w:rPr>
            </w:pPr>
            <w:r w:rsidRPr="00F45B4D">
              <w:rPr>
                <w:rFonts w:ascii="Arial" w:hAnsi="Arial" w:cs="Arial"/>
                <w:color w:val="1F497D" w:themeColor="text2"/>
              </w:rPr>
              <w:t xml:space="preserve">02264: GEW08 (PGL): 2-jarig BBL </w:t>
            </w:r>
          </w:p>
          <w:p w14:paraId="76BB0F4F" w14:textId="5E149E04" w:rsidR="004F19E8" w:rsidRPr="00B21171" w:rsidRDefault="00F75496" w:rsidP="00F75496">
            <w:pPr>
              <w:pStyle w:val="CommentSubject"/>
              <w:rPr>
                <w:rFonts w:ascii="Arial" w:hAnsi="Arial" w:cs="Arial"/>
                <w:b w:val="0"/>
                <w:bCs w:val="0"/>
              </w:rPr>
            </w:pPr>
            <w:r w:rsidRPr="00F45B4D">
              <w:rPr>
                <w:rFonts w:ascii="Arial" w:hAnsi="Arial" w:cs="Arial"/>
                <w:b w:val="0"/>
                <w:bCs w:val="0"/>
                <w:color w:val="1F497D" w:themeColor="text2"/>
              </w:rPr>
              <w:t>02293: GEW01 2-jarige BBL</w:t>
            </w:r>
          </w:p>
        </w:tc>
      </w:tr>
      <w:tr w:rsidR="00B041F8" w:rsidRPr="00EC3FF6" w14:paraId="5B0BAA81" w14:textId="77777777" w:rsidTr="5100F4A1">
        <w:trPr>
          <w:cantSplit/>
          <w:trHeight w:hRule="exact" w:val="635"/>
        </w:trPr>
        <w:tc>
          <w:tcPr>
            <w:tcW w:w="2972" w:type="dxa"/>
            <w:vAlign w:val="center"/>
          </w:tcPr>
          <w:p w14:paraId="6B91E6A0" w14:textId="77777777" w:rsidR="00B041F8" w:rsidRPr="00EC3FF6" w:rsidRDefault="00B041F8" w:rsidP="00B041F8">
            <w:pPr>
              <w:pStyle w:val="CommentSubject"/>
              <w:rPr>
                <w:rFonts w:ascii="Arial" w:eastAsia="Arial" w:hAnsi="Arial" w:cs="Arial"/>
              </w:rPr>
            </w:pPr>
            <w:r w:rsidRPr="00EC3FF6">
              <w:rPr>
                <w:rFonts w:ascii="Arial" w:eastAsia="Arial" w:hAnsi="Arial" w:cs="Arial"/>
              </w:rPr>
              <w:t>Leerweg:</w:t>
            </w:r>
          </w:p>
        </w:tc>
        <w:tc>
          <w:tcPr>
            <w:tcW w:w="4111" w:type="dxa"/>
            <w:vAlign w:val="center"/>
          </w:tcPr>
          <w:p w14:paraId="278E1A78" w14:textId="04B423B3" w:rsidR="00B041F8" w:rsidRPr="00B21171" w:rsidRDefault="00B041F8" w:rsidP="00B041F8">
            <w:pPr>
              <w:pStyle w:val="Tekstopmerking"/>
              <w:rPr>
                <w:rFonts w:eastAsia="Arial"/>
              </w:rPr>
            </w:pPr>
            <w:r w:rsidRPr="0057106E">
              <w:rPr>
                <w:rFonts w:ascii="Arial" w:eastAsia="Arial" w:hAnsi="Arial" w:cs="Arial"/>
                <w:b/>
                <w:bCs/>
              </w:rPr>
              <w:t>Totaal aantal uren BOT inclusief BPV:</w:t>
            </w:r>
          </w:p>
        </w:tc>
        <w:tc>
          <w:tcPr>
            <w:tcW w:w="1134" w:type="dxa"/>
            <w:vAlign w:val="center"/>
          </w:tcPr>
          <w:p w14:paraId="0AC31811" w14:textId="77777777" w:rsidR="00B041F8" w:rsidRPr="00B21171" w:rsidRDefault="00B041F8" w:rsidP="00B041F8">
            <w:pPr>
              <w:pStyle w:val="CommentSubject"/>
              <w:rPr>
                <w:rFonts w:ascii="Arial" w:eastAsia="Arial" w:hAnsi="Arial" w:cs="Arial"/>
              </w:rPr>
            </w:pPr>
            <w:r w:rsidRPr="00B21171">
              <w:rPr>
                <w:rFonts w:ascii="Arial" w:eastAsia="Arial" w:hAnsi="Arial" w:cs="Arial"/>
              </w:rPr>
              <w:t>SBU:</w:t>
            </w:r>
          </w:p>
        </w:tc>
        <w:tc>
          <w:tcPr>
            <w:tcW w:w="1276" w:type="dxa"/>
            <w:vAlign w:val="center"/>
          </w:tcPr>
          <w:p w14:paraId="07DA9491" w14:textId="77777777" w:rsidR="00B041F8" w:rsidRPr="00B21171" w:rsidRDefault="00B041F8" w:rsidP="00B041F8">
            <w:pPr>
              <w:pStyle w:val="CommentSubject"/>
              <w:rPr>
                <w:rFonts w:ascii="Arial" w:eastAsia="Arial" w:hAnsi="Arial" w:cs="Arial"/>
              </w:rPr>
            </w:pPr>
            <w:r w:rsidRPr="00B21171">
              <w:rPr>
                <w:rFonts w:ascii="Arial" w:eastAsia="Arial" w:hAnsi="Arial" w:cs="Arial"/>
              </w:rPr>
              <w:t>Leerjaren:</w:t>
            </w:r>
          </w:p>
        </w:tc>
      </w:tr>
      <w:tr w:rsidR="00B041F8" w:rsidRPr="00EC3FF6" w14:paraId="788A8F7F" w14:textId="77777777" w:rsidTr="5100F4A1">
        <w:trPr>
          <w:cantSplit/>
          <w:trHeight w:val="20"/>
        </w:trPr>
        <w:tc>
          <w:tcPr>
            <w:tcW w:w="2972" w:type="dxa"/>
            <w:vAlign w:val="center"/>
          </w:tcPr>
          <w:p w14:paraId="29399A3F" w14:textId="24464EF2" w:rsidR="00B041F8" w:rsidRPr="00EC3FF6" w:rsidRDefault="00700C07" w:rsidP="00B041F8">
            <w:pPr>
              <w:rPr>
                <w:rFonts w:cs="Arial"/>
                <w:lang w:val="nl"/>
              </w:rPr>
            </w:pPr>
            <w:sdt>
              <w:sdtPr>
                <w:rPr>
                  <w:rFonts w:cs="Arial"/>
                  <w:lang w:val="nl"/>
                </w:rPr>
                <w:id w:val="1445422460"/>
                <w14:checkbox>
                  <w14:checked w14:val="1"/>
                  <w14:checkedState w14:val="2612" w14:font="MS Gothic"/>
                  <w14:uncheckedState w14:val="2610" w14:font="MS Gothic"/>
                </w14:checkbox>
              </w:sdtPr>
              <w:sdtEndPr/>
              <w:sdtContent>
                <w:r w:rsidR="00F75496">
                  <w:rPr>
                    <w:rFonts w:ascii="MS Gothic" w:eastAsia="MS Gothic" w:hAnsi="MS Gothic" w:cs="Arial" w:hint="eastAsia"/>
                    <w:lang w:val="nl"/>
                  </w:rPr>
                  <w:t>☒</w:t>
                </w:r>
              </w:sdtContent>
            </w:sdt>
            <w:r w:rsidR="00B041F8" w:rsidRPr="00EC3FF6">
              <w:rPr>
                <w:rFonts w:cs="Arial"/>
                <w:lang w:val="nl"/>
              </w:rPr>
              <w:t xml:space="preserve"> </w:t>
            </w:r>
            <w:r w:rsidR="00B041F8">
              <w:rPr>
                <w:rFonts w:cs="Arial"/>
                <w:lang w:val="nl"/>
              </w:rPr>
              <w:t xml:space="preserve"> </w:t>
            </w:r>
            <w:r w:rsidR="00B041F8" w:rsidRPr="00EC3FF6">
              <w:rPr>
                <w:rFonts w:cs="Arial"/>
                <w:lang w:val="nl"/>
              </w:rPr>
              <w:t>B</w:t>
            </w:r>
            <w:r w:rsidR="00B041F8">
              <w:rPr>
                <w:rFonts w:cs="Arial"/>
                <w:lang w:val="nl"/>
              </w:rPr>
              <w:t>O</w:t>
            </w:r>
            <w:r w:rsidR="00B041F8" w:rsidRPr="00EC3FF6">
              <w:rPr>
                <w:rFonts w:cs="Arial"/>
                <w:lang w:val="nl"/>
              </w:rPr>
              <w:t>L</w:t>
            </w:r>
          </w:p>
        </w:tc>
        <w:tc>
          <w:tcPr>
            <w:tcW w:w="4111" w:type="dxa"/>
            <w:vAlign w:val="center"/>
          </w:tcPr>
          <w:p w14:paraId="3A3C74C9" w14:textId="7FA148A7" w:rsidR="00B041F8" w:rsidRPr="00F45B4D" w:rsidRDefault="00F75496" w:rsidP="00B041F8">
            <w:pPr>
              <w:rPr>
                <w:rFonts w:cs="Arial"/>
                <w:iCs/>
                <w:lang w:val="nl"/>
              </w:rPr>
            </w:pPr>
            <w:r w:rsidRPr="00F45B4D">
              <w:rPr>
                <w:rFonts w:cs="Arial"/>
                <w:iCs/>
                <w:color w:val="002060"/>
                <w:sz w:val="18"/>
                <w:szCs w:val="18"/>
                <w:lang w:val="nl"/>
              </w:rPr>
              <w:t>Minimaal 3000</w:t>
            </w:r>
          </w:p>
        </w:tc>
        <w:tc>
          <w:tcPr>
            <w:tcW w:w="1134" w:type="dxa"/>
            <w:vAlign w:val="center"/>
          </w:tcPr>
          <w:p w14:paraId="06E95D7F" w14:textId="276B4B31" w:rsidR="00B041F8" w:rsidRPr="00F45B4D" w:rsidRDefault="00F75496" w:rsidP="00B041F8">
            <w:pPr>
              <w:rPr>
                <w:rFonts w:cs="Arial"/>
                <w:bCs/>
                <w:lang w:val="nl"/>
              </w:rPr>
            </w:pPr>
            <w:r w:rsidRPr="00F45B4D">
              <w:rPr>
                <w:rFonts w:cs="Arial"/>
                <w:bCs/>
                <w:color w:val="002060"/>
                <w:lang w:val="nl"/>
              </w:rPr>
              <w:t>4800</w:t>
            </w:r>
          </w:p>
        </w:tc>
        <w:tc>
          <w:tcPr>
            <w:tcW w:w="1276" w:type="dxa"/>
            <w:vAlign w:val="center"/>
          </w:tcPr>
          <w:p w14:paraId="2A252298" w14:textId="545AC236" w:rsidR="00B041F8" w:rsidRPr="00F45B4D" w:rsidRDefault="00F75496" w:rsidP="00B041F8">
            <w:pPr>
              <w:rPr>
                <w:rFonts w:cs="Arial"/>
                <w:bCs/>
                <w:lang w:val="nl"/>
              </w:rPr>
            </w:pPr>
            <w:r w:rsidRPr="00F45B4D">
              <w:rPr>
                <w:rFonts w:cs="Arial"/>
                <w:bCs/>
                <w:color w:val="002060"/>
                <w:lang w:val="nl"/>
              </w:rPr>
              <w:t>3</w:t>
            </w:r>
          </w:p>
        </w:tc>
      </w:tr>
      <w:tr w:rsidR="00B041F8" w:rsidRPr="00EC3FF6" w14:paraId="698B188E" w14:textId="77777777" w:rsidTr="5100F4A1">
        <w:trPr>
          <w:cantSplit/>
          <w:trHeight w:val="20"/>
        </w:trPr>
        <w:tc>
          <w:tcPr>
            <w:tcW w:w="2972" w:type="dxa"/>
            <w:vAlign w:val="center"/>
          </w:tcPr>
          <w:p w14:paraId="3A03616B" w14:textId="587DA2CA" w:rsidR="00B041F8" w:rsidRPr="00EC3FF6" w:rsidRDefault="00700C07" w:rsidP="00B041F8">
            <w:pPr>
              <w:rPr>
                <w:rFonts w:cs="Arial"/>
                <w:lang w:val="nl"/>
              </w:rPr>
            </w:pPr>
            <w:sdt>
              <w:sdtPr>
                <w:rPr>
                  <w:rFonts w:cs="Arial"/>
                  <w:lang w:val="nl"/>
                </w:rPr>
                <w:id w:val="1088657800"/>
                <w14:checkbox>
                  <w14:checked w14:val="1"/>
                  <w14:checkedState w14:val="2612" w14:font="MS Gothic"/>
                  <w14:uncheckedState w14:val="2610" w14:font="MS Gothic"/>
                </w14:checkbox>
              </w:sdtPr>
              <w:sdtEndPr/>
              <w:sdtContent>
                <w:r w:rsidR="00F75496">
                  <w:rPr>
                    <w:rFonts w:ascii="MS Gothic" w:eastAsia="MS Gothic" w:hAnsi="MS Gothic" w:cs="Arial" w:hint="eastAsia"/>
                    <w:lang w:val="nl"/>
                  </w:rPr>
                  <w:t>☒</w:t>
                </w:r>
              </w:sdtContent>
            </w:sdt>
            <w:r w:rsidR="00B041F8" w:rsidRPr="00EC3FF6">
              <w:rPr>
                <w:rFonts w:cs="Arial"/>
                <w:lang w:val="nl"/>
              </w:rPr>
              <w:t xml:space="preserve"> </w:t>
            </w:r>
            <w:r w:rsidR="00B041F8">
              <w:rPr>
                <w:rFonts w:cs="Arial"/>
                <w:lang w:val="nl"/>
              </w:rPr>
              <w:t xml:space="preserve"> </w:t>
            </w:r>
            <w:r w:rsidR="00B041F8" w:rsidRPr="00EC3FF6">
              <w:rPr>
                <w:rFonts w:cs="Arial"/>
                <w:lang w:val="nl"/>
              </w:rPr>
              <w:t>BBL</w:t>
            </w:r>
          </w:p>
        </w:tc>
        <w:tc>
          <w:tcPr>
            <w:tcW w:w="4111" w:type="dxa"/>
            <w:vAlign w:val="center"/>
          </w:tcPr>
          <w:p w14:paraId="05F10178" w14:textId="77777777" w:rsidR="00F75496" w:rsidRPr="00F45B4D" w:rsidRDefault="00F75496" w:rsidP="00F75496">
            <w:pPr>
              <w:rPr>
                <w:rFonts w:cs="Arial"/>
                <w:iCs/>
                <w:color w:val="002060"/>
                <w:sz w:val="18"/>
                <w:szCs w:val="18"/>
                <w:lang w:val="nl"/>
              </w:rPr>
            </w:pPr>
            <w:r w:rsidRPr="00F45B4D">
              <w:rPr>
                <w:rFonts w:cs="Arial"/>
                <w:iCs/>
                <w:color w:val="002060"/>
                <w:sz w:val="18"/>
                <w:szCs w:val="18"/>
                <w:lang w:val="nl"/>
              </w:rPr>
              <w:t>3 jaar: Minimaal 2550</w:t>
            </w:r>
          </w:p>
          <w:p w14:paraId="27DDAD5A" w14:textId="09D1FE10" w:rsidR="00B041F8" w:rsidRPr="00F45B4D" w:rsidRDefault="00F75496" w:rsidP="00F75496">
            <w:pPr>
              <w:rPr>
                <w:rFonts w:cs="Arial"/>
                <w:iCs/>
                <w:lang w:val="nl"/>
              </w:rPr>
            </w:pPr>
            <w:r w:rsidRPr="00F45B4D">
              <w:rPr>
                <w:rFonts w:cs="Arial"/>
                <w:iCs/>
                <w:color w:val="002060"/>
                <w:lang w:val="nl"/>
              </w:rPr>
              <w:t>2 jaar: Minimaal 1700</w:t>
            </w:r>
          </w:p>
        </w:tc>
        <w:tc>
          <w:tcPr>
            <w:tcW w:w="1134" w:type="dxa"/>
            <w:vAlign w:val="center"/>
          </w:tcPr>
          <w:p w14:paraId="172FD4CA" w14:textId="77777777" w:rsidR="00F75496" w:rsidRPr="00F45B4D" w:rsidRDefault="00F75496" w:rsidP="00F75496">
            <w:pPr>
              <w:rPr>
                <w:rFonts w:cs="Arial"/>
                <w:bCs/>
                <w:color w:val="002060"/>
                <w:lang w:val="nl"/>
              </w:rPr>
            </w:pPr>
            <w:r w:rsidRPr="00F45B4D">
              <w:rPr>
                <w:rFonts w:cs="Arial"/>
                <w:bCs/>
                <w:color w:val="002060"/>
                <w:lang w:val="nl"/>
              </w:rPr>
              <w:t>3 jr: 4800</w:t>
            </w:r>
          </w:p>
          <w:p w14:paraId="41E66A67" w14:textId="21031224" w:rsidR="00B041F8" w:rsidRPr="00F45B4D" w:rsidRDefault="00F75496" w:rsidP="00F75496">
            <w:pPr>
              <w:rPr>
                <w:rFonts w:cs="Arial"/>
                <w:bCs/>
                <w:lang w:val="nl"/>
              </w:rPr>
            </w:pPr>
            <w:r w:rsidRPr="00F45B4D">
              <w:rPr>
                <w:rFonts w:cs="Arial"/>
                <w:bCs/>
                <w:lang w:val="nl"/>
              </w:rPr>
              <w:t>2 jr: 3200</w:t>
            </w:r>
          </w:p>
        </w:tc>
        <w:tc>
          <w:tcPr>
            <w:tcW w:w="1276" w:type="dxa"/>
            <w:vAlign w:val="center"/>
          </w:tcPr>
          <w:p w14:paraId="2CCE38E4" w14:textId="77777777" w:rsidR="00F75496" w:rsidRPr="00F45B4D" w:rsidRDefault="00F75496" w:rsidP="00F75496">
            <w:pPr>
              <w:rPr>
                <w:rFonts w:cs="Arial"/>
                <w:bCs/>
                <w:color w:val="002060"/>
                <w:lang w:val="nl"/>
              </w:rPr>
            </w:pPr>
            <w:r w:rsidRPr="00F45B4D">
              <w:rPr>
                <w:rFonts w:cs="Arial"/>
                <w:bCs/>
                <w:color w:val="002060"/>
                <w:lang w:val="nl"/>
              </w:rPr>
              <w:t>3 jr: 3</w:t>
            </w:r>
          </w:p>
          <w:p w14:paraId="2D29906A" w14:textId="7E694343" w:rsidR="00B041F8" w:rsidRPr="00F45B4D" w:rsidRDefault="00F75496" w:rsidP="00F75496">
            <w:pPr>
              <w:rPr>
                <w:rFonts w:cs="Arial"/>
                <w:bCs/>
                <w:lang w:val="nl"/>
              </w:rPr>
            </w:pPr>
            <w:r w:rsidRPr="00F45B4D">
              <w:rPr>
                <w:rFonts w:cs="Arial"/>
                <w:bCs/>
                <w:color w:val="002060"/>
                <w:lang w:val="nl"/>
              </w:rPr>
              <w:t>2 jr: 2</w:t>
            </w:r>
          </w:p>
        </w:tc>
      </w:tr>
      <w:tr w:rsidR="00B041F8" w:rsidRPr="00EC3FF6" w14:paraId="2A4EC7E3" w14:textId="77777777" w:rsidTr="5100F4A1">
        <w:trPr>
          <w:cantSplit/>
          <w:trHeight w:val="20"/>
        </w:trPr>
        <w:tc>
          <w:tcPr>
            <w:tcW w:w="2972" w:type="dxa"/>
            <w:vAlign w:val="center"/>
          </w:tcPr>
          <w:p w14:paraId="3C29683E" w14:textId="68A55CB2" w:rsidR="00B041F8" w:rsidRDefault="306E3A5D" w:rsidP="26C576CB">
            <w:pPr>
              <w:rPr>
                <w:rFonts w:cs="Arial"/>
                <w:lang w:val="nl"/>
              </w:rPr>
            </w:pPr>
            <w:r w:rsidRPr="26C576CB">
              <w:rPr>
                <w:rFonts w:ascii="MS Gothic" w:eastAsia="MS Gothic" w:hAnsi="MS Gothic" w:cs="Arial"/>
                <w:lang w:val="nl"/>
              </w:rPr>
              <w:t>☒</w:t>
            </w:r>
            <w:r w:rsidR="00B041F8" w:rsidRPr="26C576CB">
              <w:rPr>
                <w:rFonts w:cs="Arial"/>
                <w:lang w:val="nl"/>
              </w:rPr>
              <w:t xml:space="preserve">  OVO (derde leerweg)</w:t>
            </w:r>
          </w:p>
        </w:tc>
        <w:tc>
          <w:tcPr>
            <w:tcW w:w="6521" w:type="dxa"/>
            <w:gridSpan w:val="3"/>
            <w:vAlign w:val="center"/>
          </w:tcPr>
          <w:p w14:paraId="64945A08" w14:textId="49A3B60A" w:rsidR="00B041F8" w:rsidRPr="00B21171" w:rsidRDefault="00B041F8" w:rsidP="00B041F8">
            <w:pPr>
              <w:jc w:val="center"/>
              <w:rPr>
                <w:rFonts w:cs="Arial"/>
                <w:bCs/>
                <w:lang w:val="nl"/>
              </w:rPr>
            </w:pPr>
            <w:r w:rsidRPr="00B21171">
              <w:rPr>
                <w:rFonts w:cs="Arial"/>
                <w:iCs/>
                <w:sz w:val="18"/>
                <w:szCs w:val="18"/>
                <w:lang w:val="nl"/>
              </w:rPr>
              <w:t>De OVO valt niet onder de urennorm</w:t>
            </w:r>
          </w:p>
        </w:tc>
      </w:tr>
      <w:tr w:rsidR="00B041F8" w:rsidRPr="00EC3FF6" w14:paraId="3B5F86BC" w14:textId="77777777" w:rsidTr="5100F4A1">
        <w:trPr>
          <w:cantSplit/>
          <w:trHeight w:val="113"/>
        </w:trPr>
        <w:tc>
          <w:tcPr>
            <w:tcW w:w="9493" w:type="dxa"/>
            <w:gridSpan w:val="4"/>
            <w:shd w:val="clear" w:color="auto" w:fill="D8B511"/>
          </w:tcPr>
          <w:p w14:paraId="0E8E41DD" w14:textId="77777777" w:rsidR="00B041F8" w:rsidRPr="00EC3FF6" w:rsidRDefault="00B041F8" w:rsidP="00B041F8">
            <w:pPr>
              <w:rPr>
                <w:rFonts w:cs="Arial"/>
                <w:b/>
                <w:sz w:val="16"/>
                <w:szCs w:val="16"/>
                <w:lang w:val="nl"/>
              </w:rPr>
            </w:pPr>
          </w:p>
        </w:tc>
      </w:tr>
      <w:tr w:rsidR="00B041F8" w:rsidRPr="00EC3FF6" w14:paraId="330AEC47" w14:textId="77777777" w:rsidTr="5100F4A1">
        <w:trPr>
          <w:cantSplit/>
          <w:trHeight w:hRule="exact" w:val="784"/>
        </w:trPr>
        <w:tc>
          <w:tcPr>
            <w:tcW w:w="8217" w:type="dxa"/>
            <w:gridSpan w:val="3"/>
            <w:vAlign w:val="center"/>
          </w:tcPr>
          <w:p w14:paraId="4480E446" w14:textId="77777777" w:rsidR="00B041F8" w:rsidRPr="00EC3FF6" w:rsidRDefault="00B041F8" w:rsidP="00B041F8">
            <w:pPr>
              <w:rPr>
                <w:rFonts w:cs="Arial"/>
                <w:b/>
                <w:bCs/>
                <w:lang w:val="nl"/>
              </w:rPr>
            </w:pPr>
            <w:r w:rsidRPr="00EC3FF6">
              <w:rPr>
                <w:rFonts w:cs="Arial"/>
                <w:b/>
                <w:bCs/>
                <w:lang w:val="nl"/>
              </w:rPr>
              <w:t>Wettelijke Keuzedeelverplichting in aantal SBU voor de gehele opleidingsduur:</w:t>
            </w:r>
          </w:p>
        </w:tc>
        <w:tc>
          <w:tcPr>
            <w:tcW w:w="1276" w:type="dxa"/>
            <w:vAlign w:val="center"/>
          </w:tcPr>
          <w:p w14:paraId="3A63670E" w14:textId="52CAFB1B" w:rsidR="00B041F8" w:rsidRPr="00EC3FF6" w:rsidRDefault="00700C07" w:rsidP="00B041F8">
            <w:pPr>
              <w:rPr>
                <w:rFonts w:cs="Arial"/>
                <w:b/>
                <w:bCs/>
                <w:lang w:val="nl"/>
              </w:rPr>
            </w:pPr>
            <w:sdt>
              <w:sdtPr>
                <w:rPr>
                  <w:rFonts w:cs="Arial"/>
                  <w:b/>
                  <w:lang w:val="nl"/>
                </w:rPr>
                <w:id w:val="1070541941"/>
                <w14:checkbox>
                  <w14:checked w14:val="1"/>
                  <w14:checkedState w14:val="2612" w14:font="MS Gothic"/>
                  <w14:uncheckedState w14:val="2610" w14:font="MS Gothic"/>
                </w14:checkbox>
              </w:sdtPr>
              <w:sdtEndPr/>
              <w:sdtContent>
                <w:r w:rsidR="00F75496">
                  <w:rPr>
                    <w:rFonts w:ascii="MS Gothic" w:eastAsia="MS Gothic" w:hAnsi="MS Gothic" w:cs="Arial" w:hint="eastAsia"/>
                    <w:b/>
                    <w:lang w:val="nl"/>
                  </w:rPr>
                  <w:t>☒</w:t>
                </w:r>
              </w:sdtContent>
            </w:sdt>
            <w:r w:rsidR="00B041F8" w:rsidRPr="00EC3FF6">
              <w:rPr>
                <w:rFonts w:cs="Arial"/>
                <w:b/>
                <w:bCs/>
                <w:lang w:val="nl"/>
              </w:rPr>
              <w:t xml:space="preserve"> </w:t>
            </w:r>
            <w:r w:rsidR="00B041F8">
              <w:rPr>
                <w:rFonts w:cs="Arial"/>
                <w:b/>
                <w:bCs/>
                <w:lang w:val="nl"/>
              </w:rPr>
              <w:t xml:space="preserve"> </w:t>
            </w:r>
            <w:r w:rsidR="00B041F8" w:rsidRPr="00EC3FF6">
              <w:rPr>
                <w:rFonts w:cs="Arial"/>
                <w:b/>
                <w:bCs/>
                <w:lang w:val="nl"/>
              </w:rPr>
              <w:t>960</w:t>
            </w:r>
          </w:p>
          <w:p w14:paraId="58361613" w14:textId="5B48E283" w:rsidR="00B041F8" w:rsidRPr="00EC3FF6" w:rsidRDefault="00700C07" w:rsidP="00B041F8">
            <w:pPr>
              <w:rPr>
                <w:rFonts w:cs="Arial"/>
                <w:b/>
                <w:bCs/>
                <w:lang w:val="nl"/>
              </w:rPr>
            </w:pPr>
            <w:sdt>
              <w:sdtPr>
                <w:rPr>
                  <w:rFonts w:cs="Arial"/>
                  <w:b/>
                  <w:lang w:val="nl"/>
                </w:rPr>
                <w:id w:val="772981012"/>
                <w14:checkbox>
                  <w14:checked w14:val="0"/>
                  <w14:checkedState w14:val="2612" w14:font="MS Gothic"/>
                  <w14:uncheckedState w14:val="2610" w14:font="MS Gothic"/>
                </w14:checkbox>
              </w:sdtPr>
              <w:sdtEndPr/>
              <w:sdtContent>
                <w:r w:rsidR="00B041F8" w:rsidRPr="00EC3FF6">
                  <w:rPr>
                    <w:rFonts w:ascii="Segoe UI Symbol" w:eastAsia="MS Gothic" w:hAnsi="Segoe UI Symbol" w:cs="Segoe UI Symbol"/>
                    <w:b/>
                    <w:lang w:val="nl"/>
                  </w:rPr>
                  <w:t>☐</w:t>
                </w:r>
              </w:sdtContent>
            </w:sdt>
            <w:r w:rsidR="00B041F8" w:rsidRPr="00EC3FF6">
              <w:rPr>
                <w:rFonts w:cs="Arial"/>
                <w:b/>
                <w:bCs/>
                <w:lang w:val="nl"/>
              </w:rPr>
              <w:t xml:space="preserve"> </w:t>
            </w:r>
            <w:r w:rsidR="00B041F8">
              <w:rPr>
                <w:rFonts w:cs="Arial"/>
                <w:b/>
                <w:bCs/>
                <w:lang w:val="nl"/>
              </w:rPr>
              <w:t xml:space="preserve"> </w:t>
            </w:r>
            <w:r w:rsidR="00B041F8" w:rsidRPr="00EC3FF6">
              <w:rPr>
                <w:rFonts w:cs="Arial"/>
                <w:b/>
                <w:bCs/>
                <w:lang w:val="nl"/>
              </w:rPr>
              <w:t>720</w:t>
            </w:r>
          </w:p>
        </w:tc>
      </w:tr>
      <w:tr w:rsidR="00B041F8" w:rsidRPr="00EC3FF6" w14:paraId="6A0C50BF" w14:textId="77777777" w:rsidTr="5100F4A1">
        <w:trPr>
          <w:cantSplit/>
          <w:trHeight w:hRule="exact" w:val="762"/>
        </w:trPr>
        <w:tc>
          <w:tcPr>
            <w:tcW w:w="2972" w:type="dxa"/>
            <w:vAlign w:val="center"/>
          </w:tcPr>
          <w:p w14:paraId="0F356BA1" w14:textId="77777777" w:rsidR="00B041F8" w:rsidRPr="00EC3FF6" w:rsidRDefault="00B041F8" w:rsidP="00B041F8">
            <w:pPr>
              <w:pStyle w:val="CommentSubject"/>
              <w:rPr>
                <w:rFonts w:ascii="Arial" w:eastAsia="Arial" w:hAnsi="Arial" w:cs="Arial"/>
                <w:lang w:val="nl"/>
              </w:rPr>
            </w:pPr>
            <w:r w:rsidRPr="00EC3FF6">
              <w:rPr>
                <w:rFonts w:ascii="Arial" w:eastAsia="Arial" w:hAnsi="Arial" w:cs="Arial"/>
                <w:lang w:val="nl"/>
              </w:rPr>
              <w:t>School (scholen) voor:</w:t>
            </w:r>
          </w:p>
        </w:tc>
        <w:tc>
          <w:tcPr>
            <w:tcW w:w="6521" w:type="dxa"/>
            <w:gridSpan w:val="3"/>
            <w:vAlign w:val="center"/>
          </w:tcPr>
          <w:p w14:paraId="6D3B38D2" w14:textId="6E4C4731" w:rsidR="00B041F8" w:rsidRPr="00EC3FF6" w:rsidRDefault="00F75496" w:rsidP="00B041F8">
            <w:pPr>
              <w:rPr>
                <w:rFonts w:cs="Arial"/>
                <w:lang w:val="nl"/>
              </w:rPr>
            </w:pPr>
            <w:r w:rsidRPr="006E3108">
              <w:rPr>
                <w:rFonts w:cs="Arial"/>
                <w:color w:val="002060"/>
                <w:lang w:val="nl"/>
              </w:rPr>
              <w:t>Gezondheidszorg en Welzijn</w:t>
            </w:r>
            <w:r>
              <w:rPr>
                <w:rFonts w:cs="Arial"/>
                <w:color w:val="002060"/>
                <w:lang w:val="nl"/>
              </w:rPr>
              <w:t xml:space="preserve"> Groningen, Beroepsonderwijs Appingedam, Beroepsonderwijs Stadskanaal, Campus Winschoten.</w:t>
            </w:r>
          </w:p>
        </w:tc>
      </w:tr>
      <w:tr w:rsidR="00B041F8" w:rsidRPr="00EC3FF6" w14:paraId="1D62CF50" w14:textId="77777777" w:rsidTr="5100F4A1">
        <w:trPr>
          <w:cantSplit/>
          <w:trHeight w:hRule="exact" w:val="830"/>
        </w:trPr>
        <w:tc>
          <w:tcPr>
            <w:tcW w:w="2972" w:type="dxa"/>
            <w:vAlign w:val="center"/>
          </w:tcPr>
          <w:p w14:paraId="4B1FE362" w14:textId="77777777" w:rsidR="00B041F8" w:rsidRPr="00EC3FF6" w:rsidRDefault="00B041F8" w:rsidP="00B041F8">
            <w:pPr>
              <w:rPr>
                <w:rFonts w:cs="Arial"/>
                <w:szCs w:val="18"/>
              </w:rPr>
            </w:pPr>
            <w:r w:rsidRPr="00EC3FF6">
              <w:rPr>
                <w:rFonts w:cs="Arial"/>
                <w:b/>
                <w:bCs/>
                <w:lang w:val="nl"/>
              </w:rPr>
              <w:t xml:space="preserve">De </w:t>
            </w:r>
            <w:r w:rsidRPr="00EC3FF6">
              <w:rPr>
                <w:rFonts w:cs="Arial"/>
                <w:b/>
                <w:bCs/>
              </w:rPr>
              <w:t>OER is ontwikkeld onder regie van:</w:t>
            </w:r>
          </w:p>
        </w:tc>
        <w:tc>
          <w:tcPr>
            <w:tcW w:w="6521" w:type="dxa"/>
            <w:gridSpan w:val="3"/>
            <w:vMerge w:val="restart"/>
          </w:tcPr>
          <w:p w14:paraId="3CF5B91F" w14:textId="12FD0FC2" w:rsidR="00B041F8" w:rsidRPr="00EC3FF6" w:rsidRDefault="00B041F8" w:rsidP="00B041F8">
            <w:pPr>
              <w:rPr>
                <w:rFonts w:cs="Arial"/>
              </w:rPr>
            </w:pPr>
            <w:r w:rsidRPr="00EC3FF6">
              <w:rPr>
                <w:rFonts w:cs="Arial"/>
              </w:rPr>
              <w:t xml:space="preserve">Vastgesteld door de </w:t>
            </w:r>
            <w:r>
              <w:rPr>
                <w:rFonts w:cs="Arial"/>
              </w:rPr>
              <w:t>voorzitter van de examencommissie</w:t>
            </w:r>
            <w:r w:rsidRPr="00EC3FF6">
              <w:rPr>
                <w:rFonts w:cs="Arial"/>
              </w:rPr>
              <w:t>:</w:t>
            </w:r>
          </w:p>
          <w:p w14:paraId="2BA9D877" w14:textId="77777777" w:rsidR="00B041F8" w:rsidRPr="00EC3FF6" w:rsidRDefault="00B041F8" w:rsidP="00B041F8">
            <w:pPr>
              <w:rPr>
                <w:rFonts w:cs="Arial"/>
              </w:rPr>
            </w:pPr>
          </w:p>
          <w:p w14:paraId="692FD1C5" w14:textId="797F3686" w:rsidR="00B041F8" w:rsidRPr="00EC3FF6" w:rsidRDefault="00B041F8" w:rsidP="5100F4A1">
            <w:pPr>
              <w:rPr>
                <w:rFonts w:cs="Arial"/>
              </w:rPr>
            </w:pPr>
            <w:r w:rsidRPr="5100F4A1">
              <w:rPr>
                <w:rFonts w:cs="Arial"/>
              </w:rPr>
              <w:t xml:space="preserve">Naam: </w:t>
            </w:r>
            <w:r w:rsidR="00700C07">
              <w:rPr>
                <w:rFonts w:cs="Arial"/>
              </w:rPr>
              <w:t>Henriette Bos</w:t>
            </w:r>
          </w:p>
          <w:p w14:paraId="1CA2DB56" w14:textId="77777777" w:rsidR="00B041F8" w:rsidRPr="00EC3FF6" w:rsidRDefault="00B041F8" w:rsidP="00B041F8">
            <w:pPr>
              <w:rPr>
                <w:rFonts w:cs="Arial"/>
              </w:rPr>
            </w:pPr>
          </w:p>
          <w:p w14:paraId="7C4F5A3D" w14:textId="2BD454B6" w:rsidR="00B041F8" w:rsidRPr="00EC3FF6" w:rsidRDefault="00B041F8" w:rsidP="00B041F8">
            <w:pPr>
              <w:rPr>
                <w:rFonts w:cs="Arial"/>
              </w:rPr>
            </w:pPr>
            <w:r w:rsidRPr="00EC3FF6">
              <w:rPr>
                <w:rFonts w:cs="Arial"/>
              </w:rPr>
              <w:t>Juni 20</w:t>
            </w:r>
            <w:r>
              <w:rPr>
                <w:rFonts w:cs="Arial"/>
              </w:rPr>
              <w:t>21</w:t>
            </w:r>
          </w:p>
        </w:tc>
      </w:tr>
      <w:tr w:rsidR="00B041F8" w:rsidRPr="00EC3FF6" w14:paraId="0D50A646" w14:textId="77777777" w:rsidTr="5100F4A1">
        <w:trPr>
          <w:cantSplit/>
          <w:trHeight w:hRule="exact" w:val="1090"/>
        </w:trPr>
        <w:tc>
          <w:tcPr>
            <w:tcW w:w="2972" w:type="dxa"/>
            <w:vAlign w:val="center"/>
          </w:tcPr>
          <w:p w14:paraId="67FE7CD3" w14:textId="2EF412D8" w:rsidR="00B041F8" w:rsidRPr="00EC3FF6" w:rsidRDefault="00700C07" w:rsidP="00B041F8">
            <w:pPr>
              <w:rPr>
                <w:rFonts w:cs="Arial"/>
                <w:b/>
                <w:bCs/>
              </w:rPr>
            </w:pPr>
            <w:sdt>
              <w:sdtPr>
                <w:rPr>
                  <w:rFonts w:cs="Arial"/>
                  <w:b/>
                  <w:bCs/>
                  <w:szCs w:val="18"/>
                </w:rPr>
                <w:id w:val="827705300"/>
                <w14:checkbox>
                  <w14:checked w14:val="1"/>
                  <w14:checkedState w14:val="2612" w14:font="MS Gothic"/>
                  <w14:uncheckedState w14:val="2610" w14:font="MS Gothic"/>
                </w14:checkbox>
              </w:sdtPr>
              <w:sdtEndPr/>
              <w:sdtContent>
                <w:r w:rsidR="00F75496">
                  <w:rPr>
                    <w:rFonts w:ascii="MS Gothic" w:eastAsia="MS Gothic" w:hAnsi="MS Gothic" w:cs="Arial" w:hint="eastAsia"/>
                    <w:b/>
                    <w:bCs/>
                    <w:szCs w:val="18"/>
                  </w:rPr>
                  <w:t>☒</w:t>
                </w:r>
              </w:sdtContent>
            </w:sdt>
            <w:r w:rsidR="00B041F8" w:rsidRPr="00EC3FF6">
              <w:rPr>
                <w:rFonts w:cs="Arial"/>
                <w:b/>
                <w:bCs/>
              </w:rPr>
              <w:t xml:space="preserve"> </w:t>
            </w:r>
            <w:r w:rsidR="00B041F8">
              <w:rPr>
                <w:rFonts w:cs="Arial"/>
                <w:b/>
                <w:bCs/>
              </w:rPr>
              <w:t xml:space="preserve"> </w:t>
            </w:r>
            <w:r w:rsidR="00B041F8" w:rsidRPr="00EC3FF6">
              <w:rPr>
                <w:rFonts w:cs="Arial"/>
                <w:b/>
                <w:bCs/>
              </w:rPr>
              <w:t xml:space="preserve">Cluster </w:t>
            </w:r>
          </w:p>
          <w:p w14:paraId="3C97D64A" w14:textId="0E22C853" w:rsidR="00B041F8" w:rsidRPr="00EC3FF6" w:rsidRDefault="00B041F8" w:rsidP="00B041F8">
            <w:pPr>
              <w:rPr>
                <w:rFonts w:cs="Arial"/>
                <w:lang w:val="nl"/>
              </w:rPr>
            </w:pPr>
            <w:r w:rsidRPr="00EC3FF6">
              <w:rPr>
                <w:rFonts w:cs="Arial"/>
                <w:sz w:val="16"/>
                <w:szCs w:val="16"/>
              </w:rPr>
              <w:t xml:space="preserve">(OER geldt voor alle Noorderpoort uitvoeringslocaties waar de </w:t>
            </w:r>
            <w:proofErr w:type="spellStart"/>
            <w:r w:rsidRPr="00EC3FF6">
              <w:rPr>
                <w:rFonts w:cs="Arial"/>
                <w:sz w:val="16"/>
                <w:szCs w:val="16"/>
              </w:rPr>
              <w:t>crebo</w:t>
            </w:r>
            <w:proofErr w:type="spellEnd"/>
            <w:r w:rsidRPr="00EC3FF6">
              <w:rPr>
                <w:rFonts w:cs="Arial"/>
                <w:sz w:val="16"/>
                <w:szCs w:val="16"/>
              </w:rPr>
              <w:t xml:space="preserve"> wordt aangeboden. Indien van toepassing alle scholen vermelden)</w:t>
            </w:r>
          </w:p>
        </w:tc>
        <w:tc>
          <w:tcPr>
            <w:tcW w:w="6521" w:type="dxa"/>
            <w:gridSpan w:val="3"/>
            <w:vMerge/>
          </w:tcPr>
          <w:p w14:paraId="6B9B5FA0" w14:textId="77777777" w:rsidR="00B041F8" w:rsidRPr="00EC3FF6" w:rsidRDefault="00B041F8" w:rsidP="00B041F8">
            <w:pPr>
              <w:rPr>
                <w:rFonts w:cs="Arial"/>
              </w:rPr>
            </w:pPr>
          </w:p>
        </w:tc>
      </w:tr>
      <w:tr w:rsidR="00B041F8" w:rsidRPr="00EC3FF6" w14:paraId="0FF86EE2" w14:textId="77777777" w:rsidTr="5100F4A1">
        <w:trPr>
          <w:cantSplit/>
          <w:trHeight w:hRule="exact" w:val="510"/>
        </w:trPr>
        <w:tc>
          <w:tcPr>
            <w:tcW w:w="2972" w:type="dxa"/>
            <w:vAlign w:val="center"/>
          </w:tcPr>
          <w:p w14:paraId="00E54E17" w14:textId="2BFB535A" w:rsidR="00B041F8" w:rsidRPr="00EC3FF6" w:rsidRDefault="00700C07" w:rsidP="00B041F8">
            <w:pPr>
              <w:rPr>
                <w:rFonts w:cs="Arial"/>
                <w:bCs/>
                <w:szCs w:val="18"/>
              </w:rPr>
            </w:pPr>
            <w:sdt>
              <w:sdtPr>
                <w:rPr>
                  <w:rFonts w:cs="Arial"/>
                  <w:b/>
                  <w:szCs w:val="18"/>
                </w:rPr>
                <w:id w:val="-45766003"/>
                <w14:checkbox>
                  <w14:checked w14:val="0"/>
                  <w14:checkedState w14:val="2612" w14:font="MS Gothic"/>
                  <w14:uncheckedState w14:val="2610" w14:font="MS Gothic"/>
                </w14:checkbox>
              </w:sdtPr>
              <w:sdtEndPr/>
              <w:sdtContent>
                <w:r w:rsidR="00B041F8" w:rsidRPr="00EC3FF6">
                  <w:rPr>
                    <w:rFonts w:ascii="Segoe UI Symbol" w:eastAsia="MS Gothic" w:hAnsi="Segoe UI Symbol" w:cs="Segoe UI Symbol"/>
                    <w:b/>
                    <w:szCs w:val="18"/>
                  </w:rPr>
                  <w:t>☐</w:t>
                </w:r>
              </w:sdtContent>
            </w:sdt>
            <w:r w:rsidR="00B041F8" w:rsidRPr="00EC3FF6">
              <w:rPr>
                <w:rFonts w:cs="Arial"/>
                <w:b/>
                <w:bCs/>
              </w:rPr>
              <w:t xml:space="preserve"> </w:t>
            </w:r>
            <w:r w:rsidR="00B041F8">
              <w:rPr>
                <w:rFonts w:cs="Arial"/>
                <w:b/>
                <w:bCs/>
              </w:rPr>
              <w:t xml:space="preserve"> </w:t>
            </w:r>
            <w:r w:rsidR="00B041F8" w:rsidRPr="00EC3FF6">
              <w:rPr>
                <w:rFonts w:cs="Arial"/>
                <w:b/>
                <w:bCs/>
              </w:rPr>
              <w:t>Team</w:t>
            </w:r>
            <w:r w:rsidR="00B041F8" w:rsidRPr="00EC3FF6">
              <w:rPr>
                <w:rFonts w:cs="Arial"/>
              </w:rPr>
              <w:t xml:space="preserve"> </w:t>
            </w:r>
            <w:r w:rsidR="00B041F8" w:rsidRPr="00EC3FF6">
              <w:rPr>
                <w:rFonts w:cs="Arial"/>
                <w:sz w:val="16"/>
                <w:szCs w:val="16"/>
              </w:rPr>
              <w:t>(bij unieke opleiding)</w:t>
            </w:r>
          </w:p>
        </w:tc>
        <w:tc>
          <w:tcPr>
            <w:tcW w:w="6521" w:type="dxa"/>
            <w:gridSpan w:val="3"/>
            <w:vMerge/>
          </w:tcPr>
          <w:p w14:paraId="0C108333" w14:textId="77777777" w:rsidR="00B041F8" w:rsidRPr="00EC3FF6" w:rsidRDefault="00B041F8" w:rsidP="00B041F8">
            <w:pPr>
              <w:rPr>
                <w:rFonts w:cs="Arial"/>
              </w:rPr>
            </w:pPr>
          </w:p>
        </w:tc>
      </w:tr>
      <w:tr w:rsidR="00B041F8" w:rsidRPr="00EC3FF6" w14:paraId="7496FCCD" w14:textId="77777777" w:rsidTr="5100F4A1">
        <w:trPr>
          <w:cantSplit/>
          <w:trHeight w:val="340"/>
        </w:trPr>
        <w:tc>
          <w:tcPr>
            <w:tcW w:w="9493" w:type="dxa"/>
            <w:gridSpan w:val="4"/>
            <w:tcBorders>
              <w:bottom w:val="single" w:sz="4" w:space="0" w:color="D8B511"/>
            </w:tcBorders>
            <w:shd w:val="clear" w:color="auto" w:fill="D8B511"/>
          </w:tcPr>
          <w:p w14:paraId="584D2EA9" w14:textId="6A36C67B" w:rsidR="00B041F8" w:rsidRPr="00EC3FF6" w:rsidRDefault="00B041F8" w:rsidP="00B041F8">
            <w:pPr>
              <w:rPr>
                <w:rFonts w:cs="Arial"/>
                <w:sz w:val="16"/>
                <w:szCs w:val="16"/>
              </w:rPr>
            </w:pPr>
            <w:r w:rsidRPr="00EC3FF6">
              <w:rPr>
                <w:rFonts w:cs="Arial"/>
                <w:b/>
                <w:bCs/>
                <w:sz w:val="16"/>
                <w:szCs w:val="16"/>
              </w:rPr>
              <w:t xml:space="preserve">Noorderpoort volgt de landelijke </w:t>
            </w:r>
            <w:r>
              <w:rPr>
                <w:rFonts w:cs="Arial"/>
                <w:b/>
                <w:bCs/>
                <w:sz w:val="16"/>
                <w:szCs w:val="16"/>
              </w:rPr>
              <w:t xml:space="preserve">wet- en </w:t>
            </w:r>
            <w:r w:rsidRPr="00EC3FF6">
              <w:rPr>
                <w:rFonts w:cs="Arial"/>
                <w:b/>
                <w:bCs/>
                <w:sz w:val="16"/>
                <w:szCs w:val="16"/>
              </w:rPr>
              <w:t xml:space="preserve">regelgeving. Over wijzigingen/aanpassingen van deze OER wordt de student door de opleiding geïnformeerd. </w:t>
            </w:r>
          </w:p>
        </w:tc>
      </w:tr>
      <w:tr w:rsidR="00B041F8" w:rsidRPr="00EC3FF6" w14:paraId="03A1879B" w14:textId="77777777" w:rsidTr="5100F4A1">
        <w:trPr>
          <w:cantSplit/>
          <w:trHeight w:val="340"/>
        </w:trPr>
        <w:tc>
          <w:tcPr>
            <w:tcW w:w="9493" w:type="dxa"/>
            <w:gridSpan w:val="4"/>
            <w:tcBorders>
              <w:top w:val="single" w:sz="4" w:space="0" w:color="D8B511"/>
              <w:left w:val="single" w:sz="4" w:space="0" w:color="D8B511"/>
              <w:bottom w:val="single" w:sz="4" w:space="0" w:color="D8B511"/>
              <w:right w:val="single" w:sz="4" w:space="0" w:color="D8B511"/>
            </w:tcBorders>
            <w:shd w:val="clear" w:color="auto" w:fill="F2F2F2" w:themeFill="background1" w:themeFillShade="F2"/>
          </w:tcPr>
          <w:p w14:paraId="34477AD0" w14:textId="77777777" w:rsidR="00B041F8" w:rsidRPr="00B21171" w:rsidRDefault="00B041F8" w:rsidP="00B041F8">
            <w:pPr>
              <w:rPr>
                <w:rFonts w:cs="Arial"/>
                <w:szCs w:val="18"/>
              </w:rPr>
            </w:pPr>
            <w:r w:rsidRPr="00B21171">
              <w:rPr>
                <w:rFonts w:cs="Arial"/>
              </w:rPr>
              <w:t>Formeel vastgesteld door het College van Bestuur ROC Noorderpoort.</w:t>
            </w:r>
          </w:p>
          <w:p w14:paraId="7F62CD70" w14:textId="684FA8DB" w:rsidR="00B041F8" w:rsidRPr="00B21171" w:rsidRDefault="00B041F8" w:rsidP="00B041F8">
            <w:pPr>
              <w:rPr>
                <w:rFonts w:cs="Arial"/>
              </w:rPr>
            </w:pPr>
            <w:r w:rsidRPr="00B21171">
              <w:rPr>
                <w:rFonts w:cs="Arial"/>
              </w:rPr>
              <w:t>Groningen, Dhr. Wim van de Pol.</w:t>
            </w:r>
          </w:p>
        </w:tc>
      </w:tr>
      <w:tr w:rsidR="00B041F8" w:rsidRPr="00EC3FF6" w14:paraId="02A9B94A" w14:textId="77777777" w:rsidTr="5100F4A1">
        <w:trPr>
          <w:cantSplit/>
          <w:trHeight w:val="340"/>
        </w:trPr>
        <w:tc>
          <w:tcPr>
            <w:tcW w:w="9493" w:type="dxa"/>
            <w:gridSpan w:val="4"/>
            <w:tcBorders>
              <w:top w:val="single" w:sz="4" w:space="0" w:color="D8B511"/>
              <w:left w:val="single" w:sz="4" w:space="0" w:color="D8B511"/>
              <w:bottom w:val="single" w:sz="4" w:space="0" w:color="D8B511"/>
              <w:right w:val="single" w:sz="4" w:space="0" w:color="D8B511"/>
            </w:tcBorders>
            <w:shd w:val="clear" w:color="auto" w:fill="FFFFFF" w:themeFill="background1"/>
          </w:tcPr>
          <w:p w14:paraId="34CBBC9A" w14:textId="6C513AE6" w:rsidR="00B041F8" w:rsidRPr="00B21171" w:rsidRDefault="00B041F8" w:rsidP="00B041F8">
            <w:pPr>
              <w:rPr>
                <w:rFonts w:cs="Arial"/>
                <w:sz w:val="16"/>
                <w:szCs w:val="16"/>
              </w:rPr>
            </w:pPr>
            <w:r w:rsidRPr="00B21171">
              <w:rPr>
                <w:rFonts w:cs="Arial"/>
                <w:sz w:val="16"/>
                <w:szCs w:val="16"/>
              </w:rPr>
              <w:lastRenderedPageBreak/>
              <w:t xml:space="preserve">De BOL en BBL voldoen aan de wettelijke urennorm. BOL= Beroeps Opleidende Leerweg. BBL= Beroeps Begeleidende </w:t>
            </w:r>
          </w:p>
          <w:p w14:paraId="341C8BD1" w14:textId="6D860328" w:rsidR="00B041F8" w:rsidRPr="00B21171" w:rsidRDefault="00B041F8" w:rsidP="00B041F8">
            <w:pPr>
              <w:rPr>
                <w:rFonts w:cs="Arial"/>
                <w:iCs/>
                <w:szCs w:val="18"/>
              </w:rPr>
            </w:pPr>
            <w:r w:rsidRPr="00B21171">
              <w:rPr>
                <w:rFonts w:cs="Arial"/>
                <w:sz w:val="16"/>
                <w:szCs w:val="16"/>
              </w:rPr>
              <w:t>Leerweg. De OVO</w:t>
            </w:r>
            <w:r>
              <w:rPr>
                <w:rFonts w:cs="Arial"/>
                <w:sz w:val="16"/>
                <w:szCs w:val="16"/>
              </w:rPr>
              <w:t xml:space="preserve"> </w:t>
            </w:r>
            <w:r w:rsidRPr="00B21171">
              <w:rPr>
                <w:rFonts w:cs="Arial"/>
                <w:sz w:val="16"/>
                <w:szCs w:val="16"/>
              </w:rPr>
              <w:t>(derde leerweg) valt niet onder de wettelijke urennorm. De OER wordt uitgewerkt in de Studiewijzer.</w:t>
            </w:r>
          </w:p>
        </w:tc>
      </w:tr>
    </w:tbl>
    <w:bookmarkEnd w:id="0"/>
    <w:p w14:paraId="40E1688E" w14:textId="3E0F37F0" w:rsidR="00A6286B" w:rsidRPr="00EC3FF6" w:rsidRDefault="4A2E3712" w:rsidP="00625DA4">
      <w:pPr>
        <w:pStyle w:val="Kop1"/>
        <w:rPr>
          <w:rFonts w:cs="Arial"/>
        </w:rPr>
      </w:pPr>
      <w:r w:rsidRPr="00EC3FF6">
        <w:rPr>
          <w:rFonts w:cs="Arial"/>
        </w:rPr>
        <w:lastRenderedPageBreak/>
        <w:t xml:space="preserve">Inhoudsopgave </w:t>
      </w:r>
    </w:p>
    <w:p w14:paraId="643848E7" w14:textId="77777777" w:rsidR="00A6286B" w:rsidRPr="00EC3FF6" w:rsidRDefault="4A2E3712" w:rsidP="00625DA4">
      <w:pPr>
        <w:pStyle w:val="Kop2"/>
        <w:rPr>
          <w:rFonts w:cs="Arial"/>
        </w:rPr>
      </w:pPr>
      <w:r w:rsidRPr="00EC3FF6">
        <w:rPr>
          <w:rFonts w:cs="Arial"/>
        </w:rPr>
        <w:t>Inleiding (inclusief algemene informatie over de herziene kwalificatiestructuur en de OER)</w:t>
      </w:r>
    </w:p>
    <w:p w14:paraId="728B8894" w14:textId="44054D1A" w:rsidR="007B7D49" w:rsidRPr="00EC3FF6" w:rsidRDefault="4A2E3712" w:rsidP="00625DA4">
      <w:pPr>
        <w:pStyle w:val="Kop2"/>
        <w:rPr>
          <w:rFonts w:cs="Arial"/>
        </w:rPr>
      </w:pPr>
      <w:r w:rsidRPr="00EC3FF6">
        <w:rPr>
          <w:rFonts w:cs="Arial"/>
        </w:rPr>
        <w:t>1 De onderwijsregeling</w:t>
      </w:r>
    </w:p>
    <w:p w14:paraId="5B8B267B" w14:textId="0313929C" w:rsidR="007B7D49" w:rsidRPr="00EC3FF6" w:rsidRDefault="00625DA4" w:rsidP="00625DA4">
      <w:pPr>
        <w:rPr>
          <w:rFonts w:cs="Arial"/>
        </w:rPr>
      </w:pPr>
      <w:r w:rsidRPr="00EC3FF6">
        <w:rPr>
          <w:rFonts w:cs="Arial"/>
        </w:rPr>
        <w:t>1.1</w:t>
      </w:r>
      <w:r w:rsidRPr="00EC3FF6">
        <w:rPr>
          <w:rFonts w:cs="Arial"/>
        </w:rPr>
        <w:tab/>
      </w:r>
      <w:r w:rsidR="00384954" w:rsidRPr="00EC3FF6">
        <w:rPr>
          <w:rFonts w:cs="Arial"/>
        </w:rPr>
        <w:t>Inleiding</w:t>
      </w:r>
    </w:p>
    <w:p w14:paraId="7819FDF7" w14:textId="0C91EC6F" w:rsidR="007B7D49" w:rsidRPr="00EC3FF6" w:rsidRDefault="00C102FF" w:rsidP="00625DA4">
      <w:pPr>
        <w:rPr>
          <w:rFonts w:cs="Arial"/>
        </w:rPr>
      </w:pPr>
      <w:r w:rsidRPr="00EC3FF6">
        <w:rPr>
          <w:rFonts w:cs="Arial"/>
        </w:rPr>
        <w:t>1.2</w:t>
      </w:r>
      <w:r w:rsidRPr="00EC3FF6">
        <w:rPr>
          <w:rFonts w:cs="Arial"/>
        </w:rPr>
        <w:tab/>
      </w:r>
      <w:r w:rsidR="007B7D49" w:rsidRPr="00EC3FF6">
        <w:rPr>
          <w:rFonts w:cs="Arial"/>
        </w:rPr>
        <w:t xml:space="preserve">Het kwalificatieprofiel van </w:t>
      </w:r>
      <w:r w:rsidR="00E048B5" w:rsidRPr="00EC3FF6">
        <w:rPr>
          <w:rFonts w:cs="Arial"/>
        </w:rPr>
        <w:t>een</w:t>
      </w:r>
      <w:r w:rsidR="007B7D49" w:rsidRPr="00EC3FF6">
        <w:rPr>
          <w:rFonts w:cs="Arial"/>
        </w:rPr>
        <w:t xml:space="preserve"> </w:t>
      </w:r>
      <w:r w:rsidR="00A6286B" w:rsidRPr="00EC3FF6">
        <w:rPr>
          <w:rFonts w:cs="Arial"/>
        </w:rPr>
        <w:t>mbo-</w:t>
      </w:r>
      <w:r w:rsidR="007B7D49" w:rsidRPr="00EC3FF6">
        <w:rPr>
          <w:rFonts w:cs="Arial"/>
        </w:rPr>
        <w:t>opleiding</w:t>
      </w:r>
    </w:p>
    <w:p w14:paraId="2D793370" w14:textId="188D5800" w:rsidR="007B7D49" w:rsidRPr="00EC3FF6" w:rsidRDefault="00C102FF" w:rsidP="00625DA4">
      <w:pPr>
        <w:rPr>
          <w:rFonts w:cs="Arial"/>
        </w:rPr>
      </w:pPr>
      <w:r w:rsidRPr="00EC3FF6">
        <w:rPr>
          <w:rFonts w:cs="Arial"/>
        </w:rPr>
        <w:t>1.3</w:t>
      </w:r>
      <w:r w:rsidRPr="00EC3FF6">
        <w:rPr>
          <w:rFonts w:cs="Arial"/>
        </w:rPr>
        <w:tab/>
      </w:r>
      <w:r w:rsidR="006E50A3" w:rsidRPr="00EC3FF6">
        <w:rPr>
          <w:rFonts w:cs="Arial"/>
        </w:rPr>
        <w:t>Keuzedelen</w:t>
      </w:r>
    </w:p>
    <w:p w14:paraId="1E84F93C" w14:textId="187C94F7" w:rsidR="007B7D49" w:rsidRPr="00EC3FF6" w:rsidRDefault="00C102FF" w:rsidP="00625DA4">
      <w:pPr>
        <w:rPr>
          <w:rFonts w:cs="Arial"/>
        </w:rPr>
      </w:pPr>
      <w:r w:rsidRPr="00EC3FF6">
        <w:rPr>
          <w:rFonts w:cs="Arial"/>
        </w:rPr>
        <w:t>1.4</w:t>
      </w:r>
      <w:r w:rsidRPr="00EC3FF6">
        <w:rPr>
          <w:rFonts w:cs="Arial"/>
        </w:rPr>
        <w:tab/>
      </w:r>
      <w:proofErr w:type="spellStart"/>
      <w:r w:rsidR="00A6286B" w:rsidRPr="00EC3FF6">
        <w:rPr>
          <w:rFonts w:cs="Arial"/>
        </w:rPr>
        <w:t>B</w:t>
      </w:r>
      <w:r w:rsidR="007B7D49" w:rsidRPr="00EC3FF6">
        <w:rPr>
          <w:rFonts w:cs="Arial"/>
        </w:rPr>
        <w:t>eroepsspecifieke</w:t>
      </w:r>
      <w:proofErr w:type="spellEnd"/>
      <w:r w:rsidR="007B7D49" w:rsidRPr="00EC3FF6">
        <w:rPr>
          <w:rFonts w:cs="Arial"/>
        </w:rPr>
        <w:t xml:space="preserve"> kwalificatie-eisen</w:t>
      </w:r>
    </w:p>
    <w:p w14:paraId="70FF59C1" w14:textId="1832D6C3" w:rsidR="007B7D49" w:rsidRPr="00EC3FF6" w:rsidRDefault="00AD7832" w:rsidP="00625DA4">
      <w:pPr>
        <w:ind w:left="1410" w:hanging="780"/>
        <w:rPr>
          <w:rFonts w:cs="Arial"/>
        </w:rPr>
      </w:pPr>
      <w:r w:rsidRPr="00EC3FF6">
        <w:rPr>
          <w:rFonts w:cs="Arial"/>
        </w:rPr>
        <w:t xml:space="preserve"> </w:t>
      </w:r>
      <w:r w:rsidR="002535A8" w:rsidRPr="00EC3FF6">
        <w:rPr>
          <w:rFonts w:cs="Arial"/>
        </w:rPr>
        <w:t>1.4.1</w:t>
      </w:r>
      <w:r w:rsidR="00625DA4" w:rsidRPr="00EC3FF6">
        <w:rPr>
          <w:rFonts w:cs="Arial"/>
        </w:rPr>
        <w:tab/>
      </w:r>
      <w:r w:rsidR="003F2D45" w:rsidRPr="00EC3FF6">
        <w:rPr>
          <w:rFonts w:cs="Arial"/>
        </w:rPr>
        <w:t>Overzicht van de kerntaken en werkprocessen</w:t>
      </w:r>
    </w:p>
    <w:p w14:paraId="5C5C7AFF" w14:textId="7165A7EA" w:rsidR="007B7D49" w:rsidRPr="00EC3FF6" w:rsidRDefault="00AD7832">
      <w:pPr>
        <w:ind w:left="60" w:firstLine="570"/>
        <w:rPr>
          <w:rFonts w:cs="Arial"/>
        </w:rPr>
      </w:pPr>
      <w:r w:rsidRPr="00EC3FF6">
        <w:rPr>
          <w:rFonts w:cs="Arial"/>
        </w:rPr>
        <w:t xml:space="preserve"> </w:t>
      </w:r>
      <w:r w:rsidR="002535A8" w:rsidRPr="00EC3FF6">
        <w:rPr>
          <w:rFonts w:cs="Arial"/>
        </w:rPr>
        <w:t>1.4.2</w:t>
      </w:r>
      <w:r w:rsidR="00625DA4" w:rsidRPr="00EC3FF6">
        <w:rPr>
          <w:rFonts w:cs="Arial"/>
        </w:rPr>
        <w:tab/>
      </w:r>
      <w:proofErr w:type="spellStart"/>
      <w:r w:rsidR="00A6286B" w:rsidRPr="00EC3FF6">
        <w:rPr>
          <w:rFonts w:cs="Arial"/>
        </w:rPr>
        <w:t>Beroepsspecifieke</w:t>
      </w:r>
      <w:proofErr w:type="spellEnd"/>
      <w:r w:rsidR="00A6286B" w:rsidRPr="00EC3FF6">
        <w:rPr>
          <w:rFonts w:cs="Arial"/>
        </w:rPr>
        <w:t xml:space="preserve"> eisen </w:t>
      </w:r>
      <w:r w:rsidR="008E024A" w:rsidRPr="00EC3FF6">
        <w:rPr>
          <w:rFonts w:cs="Arial"/>
        </w:rPr>
        <w:t xml:space="preserve">voor </w:t>
      </w:r>
      <w:r w:rsidR="00A6286B" w:rsidRPr="00EC3FF6">
        <w:rPr>
          <w:rFonts w:cs="Arial"/>
        </w:rPr>
        <w:t>moderne vreemde talen</w:t>
      </w:r>
      <w:r w:rsidR="008E024A" w:rsidRPr="00EC3FF6">
        <w:rPr>
          <w:rFonts w:cs="Arial"/>
        </w:rPr>
        <w:t xml:space="preserve"> (MVT)</w:t>
      </w:r>
    </w:p>
    <w:p w14:paraId="3A52E1A5" w14:textId="7D901A5F" w:rsidR="007B7D49" w:rsidRPr="00EC3FF6" w:rsidRDefault="00C102FF" w:rsidP="00C102FF">
      <w:pPr>
        <w:rPr>
          <w:rFonts w:cs="Arial"/>
        </w:rPr>
      </w:pPr>
      <w:r w:rsidRPr="00EC3FF6">
        <w:rPr>
          <w:rFonts w:cs="Arial"/>
        </w:rPr>
        <w:t>1.5</w:t>
      </w:r>
      <w:r w:rsidRPr="00EC3FF6">
        <w:rPr>
          <w:rFonts w:cs="Arial"/>
        </w:rPr>
        <w:tab/>
      </w:r>
      <w:r w:rsidR="00904268" w:rsidRPr="00EC3FF6">
        <w:rPr>
          <w:rFonts w:cs="Arial"/>
        </w:rPr>
        <w:t>Generiek</w:t>
      </w:r>
      <w:r w:rsidR="008407E2" w:rsidRPr="00EC3FF6">
        <w:rPr>
          <w:rFonts w:cs="Arial"/>
        </w:rPr>
        <w:t>e</w:t>
      </w:r>
      <w:r w:rsidR="00904268" w:rsidRPr="00EC3FF6">
        <w:rPr>
          <w:rFonts w:cs="Arial"/>
        </w:rPr>
        <w:t xml:space="preserve"> examene</w:t>
      </w:r>
      <w:r w:rsidR="007B7D49" w:rsidRPr="00EC3FF6">
        <w:rPr>
          <w:rFonts w:cs="Arial"/>
        </w:rPr>
        <w:t>isen voor Nederlandse taal en rekenen</w:t>
      </w:r>
    </w:p>
    <w:p w14:paraId="6D6048C0" w14:textId="0681B342" w:rsidR="007B7D49" w:rsidRPr="00EC3FF6" w:rsidRDefault="00C102FF" w:rsidP="00C102FF">
      <w:pPr>
        <w:rPr>
          <w:rFonts w:cs="Arial"/>
        </w:rPr>
      </w:pPr>
      <w:r w:rsidRPr="00EC3FF6">
        <w:rPr>
          <w:rFonts w:cs="Arial"/>
        </w:rPr>
        <w:t>1.6</w:t>
      </w:r>
      <w:r w:rsidRPr="00EC3FF6">
        <w:rPr>
          <w:rFonts w:cs="Arial"/>
        </w:rPr>
        <w:tab/>
      </w:r>
      <w:r w:rsidR="00904268" w:rsidRPr="00EC3FF6">
        <w:rPr>
          <w:rFonts w:cs="Arial"/>
        </w:rPr>
        <w:t>Generieke examene</w:t>
      </w:r>
      <w:r w:rsidR="007B7D49" w:rsidRPr="00EC3FF6">
        <w:rPr>
          <w:rFonts w:cs="Arial"/>
        </w:rPr>
        <w:t xml:space="preserve">isen voor </w:t>
      </w:r>
      <w:r w:rsidR="00904268" w:rsidRPr="00EC3FF6">
        <w:rPr>
          <w:rFonts w:cs="Arial"/>
        </w:rPr>
        <w:t>Engels</w:t>
      </w:r>
      <w:r w:rsidR="00A6286B" w:rsidRPr="00EC3FF6">
        <w:rPr>
          <w:rFonts w:cs="Arial"/>
        </w:rPr>
        <w:t xml:space="preserve"> mbo 4</w:t>
      </w:r>
    </w:p>
    <w:p w14:paraId="3CBAB12E" w14:textId="6CB56FE9" w:rsidR="007B7D49" w:rsidRPr="00EC3FF6" w:rsidRDefault="00C102FF" w:rsidP="00C102FF">
      <w:pPr>
        <w:rPr>
          <w:rFonts w:cs="Arial"/>
        </w:rPr>
      </w:pPr>
      <w:r w:rsidRPr="00EC3FF6">
        <w:rPr>
          <w:rFonts w:cs="Arial"/>
        </w:rPr>
        <w:t>1.7</w:t>
      </w:r>
      <w:r w:rsidRPr="00EC3FF6">
        <w:rPr>
          <w:rFonts w:cs="Arial"/>
        </w:rPr>
        <w:tab/>
      </w:r>
      <w:r w:rsidR="004D75F9" w:rsidRPr="00EC3FF6">
        <w:rPr>
          <w:rFonts w:cs="Arial"/>
        </w:rPr>
        <w:t xml:space="preserve">Generieke eisen voor </w:t>
      </w:r>
      <w:r w:rsidR="00605625" w:rsidRPr="00EC3FF6">
        <w:rPr>
          <w:rFonts w:cs="Arial"/>
        </w:rPr>
        <w:t>L</w:t>
      </w:r>
      <w:r w:rsidR="007B7D49" w:rsidRPr="00EC3FF6">
        <w:rPr>
          <w:rFonts w:cs="Arial"/>
        </w:rPr>
        <w:t xml:space="preserve">oopbaan en </w:t>
      </w:r>
      <w:r w:rsidR="00605625" w:rsidRPr="00EC3FF6">
        <w:rPr>
          <w:rFonts w:cs="Arial"/>
        </w:rPr>
        <w:t>B</w:t>
      </w:r>
      <w:r w:rsidR="007B7D49" w:rsidRPr="00EC3FF6">
        <w:rPr>
          <w:rFonts w:cs="Arial"/>
        </w:rPr>
        <w:t xml:space="preserve">urgerschap </w:t>
      </w:r>
      <w:r w:rsidR="00F94486" w:rsidRPr="00EC3FF6">
        <w:rPr>
          <w:rFonts w:cs="Arial"/>
        </w:rPr>
        <w:t>(LB)</w:t>
      </w:r>
    </w:p>
    <w:p w14:paraId="3B94D660" w14:textId="79F090BF" w:rsidR="007B7D49" w:rsidRPr="00EC3FF6" w:rsidRDefault="00C102FF" w:rsidP="4A2E3712">
      <w:pPr>
        <w:rPr>
          <w:rFonts w:cs="Arial"/>
          <w:i/>
          <w:iCs/>
        </w:rPr>
      </w:pPr>
      <w:r w:rsidRPr="00EC3FF6">
        <w:rPr>
          <w:rFonts w:cs="Arial"/>
        </w:rPr>
        <w:t>1.8</w:t>
      </w:r>
      <w:r w:rsidRPr="00EC3FF6">
        <w:rPr>
          <w:rFonts w:cs="Arial"/>
        </w:rPr>
        <w:tab/>
      </w:r>
      <w:r w:rsidR="007B7D49" w:rsidRPr="00EC3FF6">
        <w:rPr>
          <w:rFonts w:cs="Arial"/>
        </w:rPr>
        <w:t>Beroepspraktijkvorming</w:t>
      </w:r>
      <w:r w:rsidR="00A17CEA" w:rsidRPr="00EC3FF6">
        <w:rPr>
          <w:rFonts w:cs="Arial"/>
        </w:rPr>
        <w:t xml:space="preserve"> </w:t>
      </w:r>
      <w:r w:rsidR="00A6286B" w:rsidRPr="00EC3FF6">
        <w:rPr>
          <w:rFonts w:cs="Arial"/>
        </w:rPr>
        <w:t>(BPV)</w:t>
      </w:r>
      <w:r w:rsidR="00A17CEA" w:rsidRPr="00EC3FF6">
        <w:rPr>
          <w:rFonts w:cs="Arial"/>
        </w:rPr>
        <w:t xml:space="preserve"> </w:t>
      </w:r>
    </w:p>
    <w:p w14:paraId="7D8FC1C7" w14:textId="15C6E72E" w:rsidR="007B7D49" w:rsidRPr="00EC3FF6" w:rsidRDefault="4A2E3712" w:rsidP="00625DA4">
      <w:pPr>
        <w:pStyle w:val="Kop2"/>
        <w:rPr>
          <w:rFonts w:cs="Arial"/>
        </w:rPr>
      </w:pPr>
      <w:r w:rsidRPr="00EC3FF6">
        <w:rPr>
          <w:rFonts w:cs="Arial"/>
        </w:rPr>
        <w:t>2 De examenregeling</w:t>
      </w:r>
    </w:p>
    <w:p w14:paraId="510CA303" w14:textId="47181963" w:rsidR="007B7D49" w:rsidRPr="00EC3FF6" w:rsidRDefault="00625DA4" w:rsidP="00625DA4">
      <w:pPr>
        <w:pStyle w:val="Lijstalinea"/>
        <w:ind w:left="0"/>
        <w:rPr>
          <w:rFonts w:cs="Arial"/>
          <w:bCs/>
        </w:rPr>
      </w:pPr>
      <w:r w:rsidRPr="00EC3FF6">
        <w:rPr>
          <w:rFonts w:cs="Arial"/>
        </w:rPr>
        <w:t>2.1</w:t>
      </w:r>
      <w:r w:rsidRPr="00EC3FF6">
        <w:rPr>
          <w:rFonts w:cs="Arial"/>
          <w:bCs/>
        </w:rPr>
        <w:tab/>
      </w:r>
      <w:r w:rsidR="007B7D49" w:rsidRPr="00EC3FF6">
        <w:rPr>
          <w:rFonts w:cs="Arial"/>
        </w:rPr>
        <w:t xml:space="preserve">Toelichting </w:t>
      </w:r>
      <w:r w:rsidR="00542AA8" w:rsidRPr="00EC3FF6">
        <w:rPr>
          <w:rFonts w:cs="Arial"/>
        </w:rPr>
        <w:t xml:space="preserve">bij het </w:t>
      </w:r>
      <w:proofErr w:type="spellStart"/>
      <w:r w:rsidR="00542AA8" w:rsidRPr="00EC3FF6">
        <w:rPr>
          <w:rFonts w:cs="Arial"/>
        </w:rPr>
        <w:t>beroepsspecifieke</w:t>
      </w:r>
      <w:proofErr w:type="spellEnd"/>
      <w:r w:rsidR="00542AA8" w:rsidRPr="00EC3FF6">
        <w:rPr>
          <w:rFonts w:cs="Arial"/>
        </w:rPr>
        <w:t xml:space="preserve"> </w:t>
      </w:r>
      <w:r w:rsidR="007B7D49" w:rsidRPr="00EC3FF6">
        <w:rPr>
          <w:rFonts w:cs="Arial"/>
        </w:rPr>
        <w:t>examenplan</w:t>
      </w:r>
    </w:p>
    <w:p w14:paraId="6A468228" w14:textId="77777777" w:rsidR="000209E4" w:rsidRPr="00EC3FF6" w:rsidRDefault="00625DA4" w:rsidP="00625DA4">
      <w:pPr>
        <w:pStyle w:val="Lijstalinea"/>
        <w:ind w:left="0"/>
        <w:rPr>
          <w:rFonts w:cs="Arial"/>
        </w:rPr>
      </w:pPr>
      <w:r w:rsidRPr="00EC3FF6">
        <w:rPr>
          <w:rFonts w:cs="Arial"/>
        </w:rPr>
        <w:t>2.2</w:t>
      </w:r>
      <w:r w:rsidRPr="00EC3FF6">
        <w:rPr>
          <w:rFonts w:cs="Arial"/>
        </w:rPr>
        <w:tab/>
      </w:r>
      <w:proofErr w:type="spellStart"/>
      <w:r w:rsidR="00542AA8" w:rsidRPr="00EC3FF6">
        <w:rPr>
          <w:rFonts w:cs="Arial"/>
        </w:rPr>
        <w:t>Beroepsspecifiek</w:t>
      </w:r>
      <w:proofErr w:type="spellEnd"/>
      <w:r w:rsidR="00542AA8" w:rsidRPr="00EC3FF6">
        <w:rPr>
          <w:rFonts w:cs="Arial"/>
        </w:rPr>
        <w:t xml:space="preserve"> examenplan ten behoeve van basisdeel en profieldeel.</w:t>
      </w:r>
    </w:p>
    <w:p w14:paraId="778A1E89" w14:textId="485706BB" w:rsidR="00851EE6" w:rsidRPr="00EC3FF6" w:rsidRDefault="00625DA4" w:rsidP="00625DA4">
      <w:pPr>
        <w:pStyle w:val="Lijstalinea"/>
        <w:ind w:left="0"/>
        <w:rPr>
          <w:rFonts w:cs="Arial"/>
        </w:rPr>
      </w:pPr>
      <w:r w:rsidRPr="00EC3FF6">
        <w:rPr>
          <w:rFonts w:cs="Arial"/>
        </w:rPr>
        <w:t>2.3</w:t>
      </w:r>
      <w:r w:rsidRPr="00EC3FF6">
        <w:rPr>
          <w:rFonts w:cs="Arial"/>
        </w:rPr>
        <w:tab/>
      </w:r>
      <w:r w:rsidR="00542AA8" w:rsidRPr="00EC3FF6">
        <w:rPr>
          <w:rFonts w:cs="Arial"/>
        </w:rPr>
        <w:t>Gener</w:t>
      </w:r>
      <w:r w:rsidR="00F94486" w:rsidRPr="00EC3FF6">
        <w:rPr>
          <w:rFonts w:cs="Arial"/>
        </w:rPr>
        <w:t>ieke examenplannen Nederlands, r</w:t>
      </w:r>
      <w:r w:rsidR="00542AA8" w:rsidRPr="00EC3FF6">
        <w:rPr>
          <w:rFonts w:cs="Arial"/>
        </w:rPr>
        <w:t>ekenen en Engels</w:t>
      </w:r>
    </w:p>
    <w:p w14:paraId="6D3BBE50" w14:textId="1C46FFE3" w:rsidR="0061083D" w:rsidRPr="00EC3FF6" w:rsidRDefault="00625DA4" w:rsidP="00625DA4">
      <w:pPr>
        <w:rPr>
          <w:rFonts w:cs="Arial"/>
        </w:rPr>
      </w:pPr>
      <w:r w:rsidRPr="00EC3FF6">
        <w:rPr>
          <w:rFonts w:cs="Arial"/>
        </w:rPr>
        <w:t>2.4</w:t>
      </w:r>
      <w:r w:rsidRPr="00EC3FF6">
        <w:rPr>
          <w:rFonts w:cs="Arial"/>
        </w:rPr>
        <w:tab/>
      </w:r>
      <w:r w:rsidR="0061083D" w:rsidRPr="00EC3FF6">
        <w:rPr>
          <w:rFonts w:cs="Arial"/>
        </w:rPr>
        <w:t>Diploma</w:t>
      </w:r>
      <w:r w:rsidR="00886CE9" w:rsidRPr="00EC3FF6">
        <w:rPr>
          <w:rFonts w:cs="Arial"/>
        </w:rPr>
        <w:t>vereisten</w:t>
      </w:r>
    </w:p>
    <w:p w14:paraId="2CB2BB25" w14:textId="395EF5CE" w:rsidR="0061083D" w:rsidRPr="00EC3FF6" w:rsidRDefault="0061083D" w:rsidP="00625DA4">
      <w:pPr>
        <w:ind w:firstLine="708"/>
        <w:rPr>
          <w:rFonts w:cs="Arial"/>
          <w:szCs w:val="18"/>
        </w:rPr>
      </w:pPr>
      <w:r w:rsidRPr="00EC3FF6">
        <w:rPr>
          <w:rFonts w:cs="Arial"/>
        </w:rPr>
        <w:t>2.</w:t>
      </w:r>
      <w:r w:rsidR="008942E0" w:rsidRPr="00EC3FF6">
        <w:rPr>
          <w:rFonts w:cs="Arial"/>
        </w:rPr>
        <w:t>4</w:t>
      </w:r>
      <w:r w:rsidRPr="00EC3FF6">
        <w:rPr>
          <w:rFonts w:cs="Arial"/>
        </w:rPr>
        <w:t xml:space="preserve">.1 Inspanningsverplichting </w:t>
      </w:r>
      <w:r w:rsidR="00D32F5A" w:rsidRPr="00EC3FF6">
        <w:rPr>
          <w:rFonts w:cs="Arial"/>
        </w:rPr>
        <w:t>L</w:t>
      </w:r>
      <w:r w:rsidRPr="00EC3FF6">
        <w:rPr>
          <w:rFonts w:cs="Arial"/>
        </w:rPr>
        <w:t xml:space="preserve">oopbaan en </w:t>
      </w:r>
      <w:r w:rsidR="00D32F5A" w:rsidRPr="00EC3FF6">
        <w:rPr>
          <w:rFonts w:cs="Arial"/>
        </w:rPr>
        <w:t>B</w:t>
      </w:r>
      <w:r w:rsidRPr="00EC3FF6">
        <w:rPr>
          <w:rFonts w:cs="Arial"/>
        </w:rPr>
        <w:t>urgerschap</w:t>
      </w:r>
      <w:r w:rsidRPr="00EC3FF6">
        <w:rPr>
          <w:rFonts w:cs="Arial"/>
          <w:szCs w:val="18"/>
        </w:rPr>
        <w:tab/>
      </w:r>
    </w:p>
    <w:p w14:paraId="3FDF3086" w14:textId="5C1AB459" w:rsidR="0061083D" w:rsidRPr="00EC3FF6" w:rsidRDefault="4A2E3712" w:rsidP="00625DA4">
      <w:pPr>
        <w:ind w:firstLine="708"/>
        <w:rPr>
          <w:rFonts w:cs="Arial"/>
          <w:szCs w:val="18"/>
        </w:rPr>
      </w:pPr>
      <w:r w:rsidRPr="00EC3FF6">
        <w:rPr>
          <w:rFonts w:cs="Arial"/>
        </w:rPr>
        <w:t>2.4.2 Beroepspraktijkvorming</w:t>
      </w:r>
    </w:p>
    <w:p w14:paraId="054E941D" w14:textId="352DB7BA" w:rsidR="00C700AA" w:rsidRPr="00EC3FF6" w:rsidRDefault="4A2E3712" w:rsidP="00625DA4">
      <w:pPr>
        <w:ind w:firstLine="708"/>
        <w:rPr>
          <w:rFonts w:cs="Arial"/>
          <w:szCs w:val="18"/>
        </w:rPr>
      </w:pPr>
      <w:r w:rsidRPr="00EC3FF6">
        <w:rPr>
          <w:rFonts w:cs="Arial"/>
        </w:rPr>
        <w:t>2.4.3 Examinering keuzedelen</w:t>
      </w:r>
    </w:p>
    <w:p w14:paraId="418E30C9" w14:textId="7DB96D7A" w:rsidR="007B7D49" w:rsidRPr="00EC3FF6" w:rsidRDefault="00E33FDE" w:rsidP="00625DA4">
      <w:pPr>
        <w:rPr>
          <w:rFonts w:cs="Arial"/>
        </w:rPr>
      </w:pPr>
      <w:r w:rsidRPr="00EC3FF6">
        <w:rPr>
          <w:rFonts w:cs="Arial"/>
        </w:rPr>
        <w:t>2.</w:t>
      </w:r>
      <w:r w:rsidR="008942E0" w:rsidRPr="00EC3FF6">
        <w:rPr>
          <w:rFonts w:cs="Arial"/>
        </w:rPr>
        <w:t>5</w:t>
      </w:r>
      <w:r w:rsidRPr="00EC3FF6">
        <w:rPr>
          <w:rFonts w:cs="Arial"/>
        </w:rPr>
        <w:tab/>
      </w:r>
      <w:r w:rsidR="007B7D49" w:rsidRPr="00EC3FF6">
        <w:rPr>
          <w:rFonts w:cs="Arial"/>
        </w:rPr>
        <w:t>Noorderpoort Examenreglement</w:t>
      </w:r>
    </w:p>
    <w:p w14:paraId="2B6717DA" w14:textId="39936933" w:rsidR="007B7D49" w:rsidRPr="00EC3FF6" w:rsidRDefault="00993C7F" w:rsidP="00625DA4">
      <w:pPr>
        <w:ind w:left="708"/>
        <w:rPr>
          <w:rFonts w:cs="Arial"/>
        </w:rPr>
      </w:pPr>
      <w:r w:rsidRPr="00EC3FF6">
        <w:rPr>
          <w:rFonts w:cs="Arial"/>
        </w:rPr>
        <w:t>2.</w:t>
      </w:r>
      <w:r w:rsidR="008942E0" w:rsidRPr="00EC3FF6">
        <w:rPr>
          <w:rFonts w:cs="Arial"/>
        </w:rPr>
        <w:t>5</w:t>
      </w:r>
      <w:r w:rsidR="007B7D49" w:rsidRPr="00EC3FF6">
        <w:rPr>
          <w:rFonts w:cs="Arial"/>
        </w:rPr>
        <w:t>.1</w:t>
      </w:r>
      <w:r w:rsidR="007B7D49" w:rsidRPr="00EC3FF6">
        <w:rPr>
          <w:rFonts w:cs="Arial"/>
        </w:rPr>
        <w:tab/>
        <w:t>Vrijstellingen</w:t>
      </w:r>
    </w:p>
    <w:p w14:paraId="0DA8F3C6" w14:textId="77777777" w:rsidR="007B7D49" w:rsidRPr="00EC3FF6" w:rsidRDefault="00993C7F" w:rsidP="00625DA4">
      <w:pPr>
        <w:ind w:left="708"/>
        <w:rPr>
          <w:rFonts w:cs="Arial"/>
        </w:rPr>
      </w:pPr>
      <w:r w:rsidRPr="00EC3FF6">
        <w:rPr>
          <w:rFonts w:cs="Arial"/>
        </w:rPr>
        <w:t>2.</w:t>
      </w:r>
      <w:r w:rsidR="008942E0" w:rsidRPr="00EC3FF6">
        <w:rPr>
          <w:rFonts w:cs="Arial"/>
        </w:rPr>
        <w:t>5</w:t>
      </w:r>
      <w:r w:rsidR="007B7D49" w:rsidRPr="00EC3FF6">
        <w:rPr>
          <w:rFonts w:cs="Arial"/>
        </w:rPr>
        <w:t>.2</w:t>
      </w:r>
      <w:r w:rsidR="007B7D49" w:rsidRPr="00EC3FF6">
        <w:rPr>
          <w:rFonts w:cs="Arial"/>
        </w:rPr>
        <w:tab/>
        <w:t>Aangepaste examinering</w:t>
      </w:r>
    </w:p>
    <w:p w14:paraId="26FA6914" w14:textId="5A8F7B0F" w:rsidR="007B7D49" w:rsidRPr="00EC3FF6" w:rsidRDefault="00993C7F" w:rsidP="00625DA4">
      <w:pPr>
        <w:ind w:left="708"/>
        <w:rPr>
          <w:rFonts w:cs="Arial"/>
        </w:rPr>
      </w:pPr>
      <w:r w:rsidRPr="00EC3FF6">
        <w:rPr>
          <w:rFonts w:cs="Arial"/>
        </w:rPr>
        <w:t>2.</w:t>
      </w:r>
      <w:r w:rsidR="008942E0" w:rsidRPr="00EC3FF6">
        <w:rPr>
          <w:rFonts w:cs="Arial"/>
        </w:rPr>
        <w:t>5</w:t>
      </w:r>
      <w:r w:rsidR="007B7D49" w:rsidRPr="00EC3FF6">
        <w:rPr>
          <w:rFonts w:cs="Arial"/>
        </w:rPr>
        <w:t>.3</w:t>
      </w:r>
      <w:r w:rsidR="007B7D49" w:rsidRPr="00EC3FF6">
        <w:rPr>
          <w:rFonts w:cs="Arial"/>
        </w:rPr>
        <w:tab/>
        <w:t>Toelating extraneus</w:t>
      </w:r>
      <w:r w:rsidR="00BF2049" w:rsidRPr="00EC3FF6">
        <w:rPr>
          <w:rFonts w:cs="Arial"/>
        </w:rPr>
        <w:t xml:space="preserve"> tot examen</w:t>
      </w:r>
    </w:p>
    <w:p w14:paraId="4FE9E778" w14:textId="2606339D" w:rsidR="00C32BA3" w:rsidRPr="00EC3FF6" w:rsidRDefault="00C32BA3" w:rsidP="00625DA4">
      <w:pPr>
        <w:ind w:left="708"/>
        <w:rPr>
          <w:rFonts w:cs="Arial"/>
          <w:bCs/>
        </w:rPr>
      </w:pPr>
      <w:r w:rsidRPr="00EC3FF6">
        <w:rPr>
          <w:rFonts w:cs="Arial"/>
        </w:rPr>
        <w:t>2.</w:t>
      </w:r>
      <w:r w:rsidR="008942E0" w:rsidRPr="00EC3FF6">
        <w:rPr>
          <w:rFonts w:cs="Arial"/>
        </w:rPr>
        <w:t>5</w:t>
      </w:r>
      <w:r w:rsidRPr="00EC3FF6">
        <w:rPr>
          <w:rFonts w:cs="Arial"/>
        </w:rPr>
        <w:t>.4</w:t>
      </w:r>
      <w:r w:rsidRPr="00EC3FF6">
        <w:rPr>
          <w:rFonts w:cs="Arial"/>
          <w:bCs/>
        </w:rPr>
        <w:tab/>
      </w:r>
      <w:r w:rsidR="00495055">
        <w:rPr>
          <w:rFonts w:cs="Arial"/>
          <w:bCs/>
        </w:rPr>
        <w:t>Regels voor het aantal examengelegenheden en herkansingen</w:t>
      </w:r>
    </w:p>
    <w:p w14:paraId="62163864" w14:textId="79E61660" w:rsidR="00D523BF" w:rsidRPr="00EC3FF6" w:rsidRDefault="00D523BF" w:rsidP="00625DA4">
      <w:pPr>
        <w:ind w:left="708"/>
        <w:rPr>
          <w:rFonts w:cs="Arial"/>
        </w:rPr>
      </w:pPr>
      <w:r w:rsidRPr="00EC3FF6">
        <w:rPr>
          <w:rFonts w:cs="Arial"/>
        </w:rPr>
        <w:t>2.</w:t>
      </w:r>
      <w:r w:rsidR="008942E0" w:rsidRPr="00EC3FF6">
        <w:rPr>
          <w:rFonts w:cs="Arial"/>
        </w:rPr>
        <w:t>5</w:t>
      </w:r>
      <w:r w:rsidRPr="00EC3FF6">
        <w:rPr>
          <w:rFonts w:cs="Arial"/>
        </w:rPr>
        <w:t>.5</w:t>
      </w:r>
      <w:r w:rsidRPr="00EC3FF6">
        <w:rPr>
          <w:rFonts w:cs="Arial"/>
          <w:bCs/>
        </w:rPr>
        <w:tab/>
      </w:r>
      <w:r w:rsidRPr="00EC3FF6">
        <w:rPr>
          <w:rFonts w:cs="Arial"/>
        </w:rPr>
        <w:t>Bezwaar en beroep</w:t>
      </w:r>
    </w:p>
    <w:p w14:paraId="0AF56700" w14:textId="77777777" w:rsidR="00C33167" w:rsidRPr="00EC3FF6" w:rsidRDefault="00C33167" w:rsidP="00625DA4">
      <w:pPr>
        <w:ind w:left="708"/>
        <w:rPr>
          <w:rFonts w:cs="Arial"/>
          <w:bCs/>
        </w:rPr>
      </w:pPr>
    </w:p>
    <w:p w14:paraId="54948E78" w14:textId="4193D381" w:rsidR="00E45143" w:rsidRPr="00EC3FF6" w:rsidRDefault="530FDAB5" w:rsidP="00C33167">
      <w:pPr>
        <w:pStyle w:val="Lijstalinea"/>
        <w:rPr>
          <w:rFonts w:cs="Arial"/>
          <w:lang w:val="nl"/>
        </w:rPr>
      </w:pPr>
      <w:r w:rsidRPr="00EC3FF6">
        <w:rPr>
          <w:rFonts w:cs="Arial"/>
          <w:b/>
        </w:rPr>
        <w:t xml:space="preserve">N.B. </w:t>
      </w:r>
      <w:bookmarkStart w:id="2" w:name="_Hlk535931583"/>
      <w:r w:rsidRPr="00EC3FF6">
        <w:t xml:space="preserve">De </w:t>
      </w:r>
      <w:r w:rsidR="00C33167" w:rsidRPr="00EC3FF6">
        <w:t>p</w:t>
      </w:r>
      <w:r w:rsidRPr="00EC3FF6">
        <w:t xml:space="preserve">lanning in </w:t>
      </w:r>
      <w:proofErr w:type="spellStart"/>
      <w:r w:rsidRPr="00EC3FF6">
        <w:t>Xedule</w:t>
      </w:r>
      <w:bookmarkEnd w:id="2"/>
      <w:proofErr w:type="spellEnd"/>
      <w:r w:rsidRPr="00EC3FF6">
        <w:t xml:space="preserve"> voor de wettelijke urennorm is in te zien bij de schoolleiding.</w:t>
      </w:r>
      <w:bookmarkStart w:id="3" w:name="_Hlk503186921"/>
      <w:bookmarkEnd w:id="3"/>
    </w:p>
    <w:p w14:paraId="35C4D5EF" w14:textId="77777777" w:rsidR="00E45143" w:rsidRPr="00EC3FF6" w:rsidRDefault="00E45143" w:rsidP="00E45143">
      <w:pPr>
        <w:rPr>
          <w:rFonts w:cs="Arial"/>
          <w:lang w:val="nl"/>
        </w:rPr>
      </w:pPr>
    </w:p>
    <w:p w14:paraId="3BD64101" w14:textId="6EAA2B2A" w:rsidR="00682192" w:rsidRPr="00EC3FF6" w:rsidRDefault="00682192" w:rsidP="00E45143">
      <w:pPr>
        <w:rPr>
          <w:rFonts w:cs="Arial"/>
          <w:b/>
        </w:rPr>
      </w:pPr>
      <w:r w:rsidRPr="00EC3FF6">
        <w:rPr>
          <w:rFonts w:cs="Arial"/>
          <w:b/>
        </w:rPr>
        <w:br w:type="page"/>
      </w:r>
    </w:p>
    <w:p w14:paraId="684A8232" w14:textId="5F654F2D" w:rsidR="003E0E28" w:rsidRPr="00EC3FF6" w:rsidRDefault="4A2E3712" w:rsidP="00560C7A">
      <w:pPr>
        <w:pStyle w:val="Kop1"/>
        <w:rPr>
          <w:rFonts w:cs="Arial"/>
        </w:rPr>
      </w:pPr>
      <w:bookmarkStart w:id="4" w:name="_Hlk29284971"/>
      <w:bookmarkStart w:id="5" w:name="_Hlk504474262"/>
      <w:r w:rsidRPr="00EC3FF6">
        <w:rPr>
          <w:rFonts w:cs="Arial"/>
        </w:rPr>
        <w:lastRenderedPageBreak/>
        <w:t xml:space="preserve">Inleiding </w:t>
      </w:r>
    </w:p>
    <w:p w14:paraId="08D92D4E" w14:textId="160295BF" w:rsidR="00B91FC6" w:rsidRPr="00EC3FF6" w:rsidRDefault="4A2E3712" w:rsidP="006D1C8A">
      <w:pPr>
        <w:rPr>
          <w:rFonts w:cs="Arial"/>
        </w:rPr>
      </w:pPr>
      <w:r w:rsidRPr="004525C4">
        <w:rPr>
          <w:rFonts w:cs="Arial"/>
        </w:rPr>
        <w:t xml:space="preserve">Deze Onderwijs- en </w:t>
      </w:r>
      <w:r w:rsidR="00E451DE" w:rsidRPr="004525C4">
        <w:rPr>
          <w:rFonts w:cs="Arial"/>
        </w:rPr>
        <w:t>e</w:t>
      </w:r>
      <w:r w:rsidRPr="004525C4">
        <w:rPr>
          <w:rFonts w:cs="Arial"/>
        </w:rPr>
        <w:t>xamenregeling (OER) is bedoeld om studenten inzicht te geven in het onderwijs en de examinering van de opleiding</w:t>
      </w:r>
      <w:r w:rsidR="00B676AB" w:rsidRPr="004525C4">
        <w:rPr>
          <w:rFonts w:cs="Arial"/>
        </w:rPr>
        <w:t xml:space="preserve">. </w:t>
      </w:r>
      <w:bookmarkStart w:id="6" w:name="_Hlk61679234"/>
      <w:r w:rsidR="00B676AB" w:rsidRPr="004525C4">
        <w:rPr>
          <w:rFonts w:cs="Arial"/>
        </w:rPr>
        <w:t xml:space="preserve">Hierin worden </w:t>
      </w:r>
      <w:r w:rsidRPr="004525C4">
        <w:rPr>
          <w:rFonts w:cs="Arial"/>
        </w:rPr>
        <w:t>de minimale wettelijke vereisten</w:t>
      </w:r>
      <w:r w:rsidR="00B676AB" w:rsidRPr="004525C4">
        <w:rPr>
          <w:rFonts w:cs="Arial"/>
        </w:rPr>
        <w:t xml:space="preserve"> voor diplomering beschreven</w:t>
      </w:r>
      <w:r w:rsidRPr="004525C4">
        <w:rPr>
          <w:rFonts w:cs="Arial"/>
        </w:rPr>
        <w:t xml:space="preserve">. </w:t>
      </w:r>
      <w:r w:rsidR="00B676AB" w:rsidRPr="004525C4">
        <w:rPr>
          <w:rFonts w:cs="Arial"/>
        </w:rPr>
        <w:t>Gedetailleerde</w:t>
      </w:r>
      <w:r w:rsidRPr="004525C4">
        <w:rPr>
          <w:rFonts w:cs="Arial"/>
        </w:rPr>
        <w:t xml:space="preserve"> informatie </w:t>
      </w:r>
      <w:r w:rsidR="00B676AB" w:rsidRPr="004525C4">
        <w:rPr>
          <w:rFonts w:cs="Arial"/>
        </w:rPr>
        <w:t xml:space="preserve">over het onderwijs en de examinering </w:t>
      </w:r>
      <w:r w:rsidRPr="004525C4">
        <w:rPr>
          <w:rFonts w:cs="Arial"/>
        </w:rPr>
        <w:t xml:space="preserve">is </w:t>
      </w:r>
      <w:r w:rsidR="00B676AB" w:rsidRPr="004525C4">
        <w:rPr>
          <w:rFonts w:cs="Arial"/>
        </w:rPr>
        <w:t xml:space="preserve">per opleiding </w:t>
      </w:r>
      <w:r w:rsidRPr="004525C4">
        <w:rPr>
          <w:rFonts w:cs="Arial"/>
        </w:rPr>
        <w:t xml:space="preserve">te vinden in de </w:t>
      </w:r>
      <w:r w:rsidR="00B676AB" w:rsidRPr="004525C4">
        <w:rPr>
          <w:rFonts w:cs="Arial"/>
        </w:rPr>
        <w:t>s</w:t>
      </w:r>
      <w:r w:rsidRPr="004525C4">
        <w:rPr>
          <w:rFonts w:cs="Arial"/>
        </w:rPr>
        <w:t>tudiewijzer.</w:t>
      </w:r>
    </w:p>
    <w:bookmarkEnd w:id="6"/>
    <w:p w14:paraId="6AC86FE8" w14:textId="7A014873" w:rsidR="006D1C8A" w:rsidRPr="00EC3FF6" w:rsidRDefault="4A2E3712" w:rsidP="003E0E28">
      <w:pPr>
        <w:pStyle w:val="Kop2"/>
        <w:rPr>
          <w:rFonts w:cs="Arial"/>
        </w:rPr>
      </w:pPr>
      <w:r w:rsidRPr="00EC3FF6">
        <w:rPr>
          <w:rFonts w:cs="Arial"/>
        </w:rPr>
        <w:t xml:space="preserve">Algemene informatie over </w:t>
      </w:r>
      <w:r w:rsidRPr="00B850F4">
        <w:rPr>
          <w:rFonts w:cs="Arial"/>
        </w:rPr>
        <w:t>de herziene</w:t>
      </w:r>
      <w:r w:rsidRPr="00EC3FF6">
        <w:rPr>
          <w:rFonts w:cs="Arial"/>
        </w:rPr>
        <w:t xml:space="preserve"> kwalificatiestructuur en de OER</w:t>
      </w:r>
    </w:p>
    <w:p w14:paraId="04F788DE" w14:textId="2E703DE2" w:rsidR="006D1C8A" w:rsidRPr="00EC3FF6" w:rsidRDefault="4A2E3712" w:rsidP="00560C7A">
      <w:pPr>
        <w:rPr>
          <w:rFonts w:cs="Arial"/>
        </w:rPr>
      </w:pPr>
      <w:r w:rsidRPr="00EC3FF6">
        <w:rPr>
          <w:rFonts w:cs="Arial"/>
        </w:rPr>
        <w:t>In Nederland wordt het mbo-onderwijs aangeboden in de beroepsgerichte kwalificatiestructuur. Elke opleiding is beschreven in een landelijk, wettelijk vastgesteld document: het kwalificatiedossier. Alle kwalificatiedossiers samen vormen de kwalificatiestructuur.</w:t>
      </w:r>
    </w:p>
    <w:p w14:paraId="2A1752C1" w14:textId="0F7A01DA" w:rsidR="006D1C8A" w:rsidRPr="00EC3FF6" w:rsidRDefault="006D1C8A" w:rsidP="00560C7A">
      <w:pPr>
        <w:rPr>
          <w:rFonts w:cs="Arial"/>
        </w:rPr>
      </w:pPr>
    </w:p>
    <w:p w14:paraId="570FDD92" w14:textId="0E0E3E5F" w:rsidR="006D1C8A" w:rsidRPr="00EC3FF6" w:rsidRDefault="4A2E3712" w:rsidP="00560C7A">
      <w:pPr>
        <w:rPr>
          <w:rFonts w:cs="Arial"/>
        </w:rPr>
      </w:pPr>
      <w:r w:rsidRPr="00EC3FF6">
        <w:rPr>
          <w:rFonts w:cs="Arial"/>
        </w:rPr>
        <w:t>In het kwalificatiedossier staat voor één of meerdere mbo-beroepen wat de student moet kennen en kunnen aan het eind van de opleiding. Op basis van een kwalificatiedossier stelt Noorderpoort het onderwijsprogramma samen voor de opleiding.</w:t>
      </w:r>
    </w:p>
    <w:p w14:paraId="04355C46" w14:textId="59D4B63D" w:rsidR="006D1C8A" w:rsidRPr="00EC3FF6" w:rsidRDefault="006D1C8A" w:rsidP="00560C7A">
      <w:pPr>
        <w:rPr>
          <w:rFonts w:cs="Arial"/>
        </w:rPr>
      </w:pPr>
    </w:p>
    <w:p w14:paraId="5FD772D5" w14:textId="254D519C" w:rsidR="006D1C8A" w:rsidRPr="00EC3FF6" w:rsidRDefault="4A2E3712" w:rsidP="00560C7A">
      <w:pPr>
        <w:rPr>
          <w:rFonts w:cs="Arial"/>
        </w:rPr>
      </w:pPr>
      <w:bookmarkStart w:id="7" w:name="_Hlk504474174"/>
      <w:r w:rsidRPr="00EC3FF6">
        <w:rPr>
          <w:rFonts w:cs="Arial"/>
        </w:rPr>
        <w:t>Elk</w:t>
      </w:r>
      <w:r w:rsidR="00234E8F" w:rsidRPr="00EC3FF6">
        <w:rPr>
          <w:rFonts w:cs="Arial"/>
        </w:rPr>
        <w:t>e</w:t>
      </w:r>
      <w:r w:rsidRPr="00EC3FF6">
        <w:rPr>
          <w:rFonts w:cs="Arial"/>
        </w:rPr>
        <w:t xml:space="preserve"> kwalificatie is opgebouwd uit een basisdeel</w:t>
      </w:r>
      <w:r w:rsidR="00234E8F" w:rsidRPr="00EC3FF6">
        <w:rPr>
          <w:rFonts w:cs="Arial"/>
        </w:rPr>
        <w:t xml:space="preserve"> en </w:t>
      </w:r>
      <w:r w:rsidRPr="00EC3FF6">
        <w:rPr>
          <w:rFonts w:cs="Arial"/>
        </w:rPr>
        <w:t>een profieldeel</w:t>
      </w:r>
      <w:r w:rsidR="00234E8F" w:rsidRPr="00EC3FF6">
        <w:rPr>
          <w:rFonts w:cs="Arial"/>
        </w:rPr>
        <w:t xml:space="preserve">. Verder zijn </w:t>
      </w:r>
      <w:r w:rsidRPr="00EC3FF6">
        <w:rPr>
          <w:rFonts w:cs="Arial"/>
        </w:rPr>
        <w:t>keuzedelen ter verbreding en verdieping</w:t>
      </w:r>
      <w:r w:rsidR="00234E8F" w:rsidRPr="00EC3FF6">
        <w:rPr>
          <w:rFonts w:cs="Arial"/>
        </w:rPr>
        <w:t xml:space="preserve"> onderdeel van de opleiding</w:t>
      </w:r>
      <w:r w:rsidRPr="00EC3FF6">
        <w:rPr>
          <w:rFonts w:cs="Arial"/>
        </w:rPr>
        <w:t xml:space="preserve">. Basis-, profiel- en/of keuzedelen kunnen tegelijkertijd worden aangeboden. </w:t>
      </w:r>
    </w:p>
    <w:bookmarkEnd w:id="7"/>
    <w:p w14:paraId="49798397" w14:textId="67539E89" w:rsidR="006D1C8A" w:rsidRPr="00EC3FF6" w:rsidRDefault="006D1C8A" w:rsidP="00560C7A">
      <w:pPr>
        <w:rPr>
          <w:rFonts w:cs="Arial"/>
        </w:rPr>
      </w:pPr>
    </w:p>
    <w:p w14:paraId="4B987C88" w14:textId="6FD88E65" w:rsidR="006D1C8A" w:rsidRPr="00EC3FF6" w:rsidRDefault="2C2B9C7A" w:rsidP="006D1C8A">
      <w:pPr>
        <w:rPr>
          <w:rFonts w:cs="Arial"/>
        </w:rPr>
      </w:pPr>
      <w:r w:rsidRPr="00EC3FF6">
        <w:rPr>
          <w:rFonts w:cs="Arial"/>
        </w:rPr>
        <w:t xml:space="preserve">In deze OER staat uit welk basisdeel en welk profieldeel de opleiding bestaat, en ook de keuzedeelverplichting in aantal SBU (studiebelastingsuren). Het hele kwalificatiedossier van de </w:t>
      </w:r>
      <w:proofErr w:type="spellStart"/>
      <w:r w:rsidRPr="00EC3FF6">
        <w:rPr>
          <w:rFonts w:cs="Arial"/>
        </w:rPr>
        <w:t>crebo</w:t>
      </w:r>
      <w:proofErr w:type="spellEnd"/>
      <w:r w:rsidRPr="00EC3FF6">
        <w:rPr>
          <w:rFonts w:cs="Arial"/>
        </w:rPr>
        <w:t xml:space="preserve">-opleiding is te vinden via </w:t>
      </w:r>
      <w:hyperlink r:id="rId14">
        <w:r w:rsidRPr="00EC3FF6">
          <w:rPr>
            <w:rStyle w:val="Hyperlink"/>
            <w:rFonts w:cs="Arial"/>
          </w:rPr>
          <w:t>http://kwalificaties.s-bb.nl</w:t>
        </w:r>
      </w:hyperlink>
      <w:r w:rsidR="00C74EF2">
        <w:rPr>
          <w:rFonts w:cs="Arial"/>
        </w:rPr>
        <w:t>.</w:t>
      </w:r>
    </w:p>
    <w:p w14:paraId="0F3EE4A1" w14:textId="2658D14C" w:rsidR="006D1C8A" w:rsidRPr="00EC3FF6" w:rsidRDefault="006D1C8A" w:rsidP="006D1C8A">
      <w:pPr>
        <w:rPr>
          <w:rFonts w:cs="Arial"/>
          <w:b/>
        </w:rPr>
      </w:pPr>
    </w:p>
    <w:p w14:paraId="55A58D3C" w14:textId="368D975C" w:rsidR="006D1C8A" w:rsidRPr="00EC3FF6" w:rsidRDefault="4A2E3712" w:rsidP="4A2E3712">
      <w:pPr>
        <w:rPr>
          <w:rFonts w:cs="Arial"/>
          <w:b/>
          <w:bCs/>
        </w:rPr>
      </w:pPr>
      <w:r w:rsidRPr="00EC3FF6">
        <w:rPr>
          <w:rFonts w:cs="Arial"/>
        </w:rPr>
        <w:t xml:space="preserve">In sommige kwalificatiedossiers zijn specifieke (wettelijke) beroepsvereisten en branchevereisten opgenomen. Deze beroepsvereisten zijn voor </w:t>
      </w:r>
      <w:r w:rsidR="00C74EF2">
        <w:rPr>
          <w:rFonts w:cs="Arial"/>
        </w:rPr>
        <w:t xml:space="preserve">een </w:t>
      </w:r>
      <w:r w:rsidRPr="00EC3FF6">
        <w:rPr>
          <w:rFonts w:cs="Arial"/>
        </w:rPr>
        <w:t>(beginnend) beroepsbeoefenaar noodzakelijk om het beroep uit te oefenen.</w:t>
      </w:r>
    </w:p>
    <w:p w14:paraId="13850556" w14:textId="34A7C9F1" w:rsidR="006D1C8A" w:rsidRPr="00EC3FF6" w:rsidRDefault="4A2E3712" w:rsidP="00983898">
      <w:pPr>
        <w:pStyle w:val="Kop2"/>
        <w:rPr>
          <w:rFonts w:cs="Arial"/>
        </w:rPr>
      </w:pPr>
      <w:r w:rsidRPr="00EC3FF6">
        <w:rPr>
          <w:rFonts w:cs="Arial"/>
        </w:rPr>
        <w:t>De OER</w:t>
      </w:r>
    </w:p>
    <w:p w14:paraId="4F55D204" w14:textId="7C445FFC" w:rsidR="006D1C8A" w:rsidRPr="00EC3FF6" w:rsidRDefault="4A2E3712" w:rsidP="006D1C8A">
      <w:pPr>
        <w:rPr>
          <w:rFonts w:cs="Arial"/>
        </w:rPr>
      </w:pPr>
      <w:r w:rsidRPr="00EC3FF6">
        <w:rPr>
          <w:rFonts w:cs="Arial"/>
        </w:rPr>
        <w:t xml:space="preserve">De Onderwijs- en examenregeling (OER) is een wettelijk verplicht document waarin de kwalificatie-eisen en het examenplan van een mbo-opleiding per kwalificatie staan beschreven. </w:t>
      </w:r>
    </w:p>
    <w:p w14:paraId="3902266D" w14:textId="0BA7CDB2" w:rsidR="006B3886" w:rsidRPr="00EC3FF6" w:rsidRDefault="006B3886" w:rsidP="006D1C8A">
      <w:pPr>
        <w:rPr>
          <w:rFonts w:cs="Arial"/>
        </w:rPr>
      </w:pPr>
    </w:p>
    <w:p w14:paraId="3F8AD817" w14:textId="08073678" w:rsidR="007924AE" w:rsidRPr="00EC3FF6" w:rsidRDefault="007924AE" w:rsidP="006D1C8A">
      <w:pPr>
        <w:rPr>
          <w:rFonts w:cs="Arial"/>
        </w:rPr>
      </w:pPr>
      <w:r w:rsidRPr="00EC3FF6">
        <w:rPr>
          <w:rFonts w:cs="Arial"/>
        </w:rPr>
        <w:t xml:space="preserve">De OER is leidend voor het onderwijsprogramma en de examinering. Bij het examenplan in de OER hoort het </w:t>
      </w:r>
      <w:r w:rsidRPr="00EC3FF6">
        <w:rPr>
          <w:rFonts w:cs="Arial"/>
          <w:b/>
          <w:bCs/>
        </w:rPr>
        <w:t>Examenreglement Noorderpoort</w:t>
      </w:r>
      <w:r w:rsidRPr="00EC3FF6">
        <w:rPr>
          <w:rFonts w:cs="Arial"/>
        </w:rPr>
        <w:t>. Hierin staan de rechten en plichten ten aanzien van examinering voor zowel Noorderpoort als de student, evenals de klachtenprocedure met betrekking tot examinering.</w:t>
      </w:r>
    </w:p>
    <w:p w14:paraId="6A2AD3AB" w14:textId="77777777" w:rsidR="007924AE" w:rsidRPr="00EC3FF6" w:rsidRDefault="007924AE" w:rsidP="006D1C8A">
      <w:pPr>
        <w:rPr>
          <w:rFonts w:cs="Arial"/>
        </w:rPr>
      </w:pPr>
    </w:p>
    <w:p w14:paraId="5ABD6CE1" w14:textId="0DFA3B73" w:rsidR="006D1C8A" w:rsidRPr="00EC3FF6" w:rsidRDefault="4A2E3712" w:rsidP="006D1C8A">
      <w:pPr>
        <w:rPr>
          <w:rFonts w:cs="Arial"/>
        </w:rPr>
      </w:pPr>
      <w:r w:rsidRPr="00EC3FF6">
        <w:rPr>
          <w:rFonts w:cs="Arial"/>
        </w:rPr>
        <w:t xml:space="preserve">Elke mbo-opleiding is verplicht om dit document vóór aanvang van de opleiding aan nieuwe studenten ter beschikking te stellen. Dit kan op papier en/of digitaal. </w:t>
      </w:r>
    </w:p>
    <w:p w14:paraId="5BD50C15" w14:textId="111D67CC" w:rsidR="006B3886" w:rsidRPr="00EC3FF6" w:rsidRDefault="006B3886" w:rsidP="006D1C8A">
      <w:pPr>
        <w:rPr>
          <w:rFonts w:cs="Arial"/>
        </w:rPr>
      </w:pPr>
    </w:p>
    <w:p w14:paraId="17B4F84F" w14:textId="57AC7CBF" w:rsidR="006D1C8A" w:rsidRPr="00EC3FF6" w:rsidRDefault="4A2E3712" w:rsidP="006D1C8A">
      <w:pPr>
        <w:rPr>
          <w:rFonts w:cs="Arial"/>
        </w:rPr>
      </w:pPr>
      <w:r w:rsidRPr="00EC3FF6">
        <w:rPr>
          <w:rFonts w:cs="Arial"/>
        </w:rPr>
        <w:t xml:space="preserve">De OER en het examenreglement zijn onderliggend aan de </w:t>
      </w:r>
      <w:r w:rsidRPr="00EC3FF6">
        <w:rPr>
          <w:rFonts w:cs="Arial"/>
          <w:b/>
          <w:bCs/>
        </w:rPr>
        <w:t>Noorderpoort Onderwijsovereenkomst</w:t>
      </w:r>
      <w:r w:rsidRPr="00EC3FF6">
        <w:rPr>
          <w:rFonts w:cs="Arial"/>
        </w:rPr>
        <w:t xml:space="preserve">, waarin de Algemene Voorwaarden staan. Elke student ondertekent voor aanvang van de studie een Onderwijsovereenkomst.  </w:t>
      </w:r>
    </w:p>
    <w:p w14:paraId="52B0124B" w14:textId="391265CF" w:rsidR="006D1C8A" w:rsidRPr="00EC3FF6" w:rsidRDefault="4A2E3712" w:rsidP="00983898">
      <w:pPr>
        <w:pStyle w:val="Kop2"/>
        <w:rPr>
          <w:rFonts w:cs="Arial"/>
        </w:rPr>
      </w:pPr>
      <w:r w:rsidRPr="00EC3FF6">
        <w:rPr>
          <w:rFonts w:cs="Arial"/>
        </w:rPr>
        <w:t>De OER en de Studiewijzer</w:t>
      </w:r>
    </w:p>
    <w:p w14:paraId="42CA88C3" w14:textId="52321C02" w:rsidR="006D1C8A" w:rsidRPr="00EC3FF6" w:rsidRDefault="4A2E3712" w:rsidP="006D1C8A">
      <w:pPr>
        <w:rPr>
          <w:rFonts w:cs="Arial"/>
        </w:rPr>
      </w:pPr>
      <w:r w:rsidRPr="00EC3FF6">
        <w:rPr>
          <w:rFonts w:cs="Arial"/>
        </w:rPr>
        <w:t xml:space="preserve">Bij de OER van de opleiding hoort de Studiewijzer. In de Studiewijzer staat gedetailleerde informatie over welke onderwijsactiviteiten gedurende de opleiding worden aangeboden, welke leerstof wordt aangeboden, op welke wijze de studievoortgang wordt gemeten en hoe de student wordt begeleid. De Studiewijzer </w:t>
      </w:r>
      <w:r w:rsidR="00A8317D" w:rsidRPr="00EC3FF6">
        <w:rPr>
          <w:rFonts w:cs="Arial"/>
        </w:rPr>
        <w:t>is</w:t>
      </w:r>
      <w:r w:rsidRPr="00EC3FF6">
        <w:rPr>
          <w:rFonts w:cs="Arial"/>
        </w:rPr>
        <w:t xml:space="preserve"> aan het begin van het studiejaar beschikbaar voor de student.</w:t>
      </w:r>
    </w:p>
    <w:p w14:paraId="2ECDF7B4" w14:textId="7FB2C204" w:rsidR="006D1C8A" w:rsidRPr="00EC3FF6" w:rsidRDefault="56E478AC" w:rsidP="56E478AC">
      <w:pPr>
        <w:pStyle w:val="Kop2"/>
        <w:rPr>
          <w:rFonts w:cs="Arial"/>
          <w:lang w:val="nl"/>
        </w:rPr>
      </w:pPr>
      <w:r w:rsidRPr="00EC3FF6">
        <w:rPr>
          <w:rFonts w:cs="Arial"/>
          <w:lang w:val="nl"/>
        </w:rPr>
        <w:t>De looptijd van de OER</w:t>
      </w:r>
    </w:p>
    <w:p w14:paraId="7F5337C4" w14:textId="2F39FCAC" w:rsidR="006D1C8A" w:rsidRPr="00EC3FF6" w:rsidRDefault="4A2E3712" w:rsidP="006D1C8A">
      <w:pPr>
        <w:rPr>
          <w:rFonts w:cs="Arial"/>
        </w:rPr>
      </w:pPr>
      <w:r w:rsidRPr="00EC3FF6">
        <w:rPr>
          <w:rFonts w:cs="Arial"/>
        </w:rPr>
        <w:t>De OER wordt elk jaar voor het nieuwe cohort opnieuw opgesteld en geldt in principe voor de duur van de gehele opleiding.</w:t>
      </w:r>
      <w:r w:rsidRPr="00EC3FF6">
        <w:rPr>
          <w:rFonts w:cs="Arial"/>
          <w:b/>
          <w:bCs/>
          <w:sz w:val="28"/>
          <w:szCs w:val="28"/>
        </w:rPr>
        <w:t xml:space="preserve"> </w:t>
      </w:r>
      <w:r w:rsidRPr="00EC3FF6">
        <w:rPr>
          <w:rFonts w:cs="Arial"/>
        </w:rPr>
        <w:t>Een cohort is de groep</w:t>
      </w:r>
      <w:r w:rsidRPr="00EC3FF6">
        <w:rPr>
          <w:rFonts w:cs="Arial"/>
          <w:color w:val="4F81BD" w:themeColor="accent1"/>
        </w:rPr>
        <w:t xml:space="preserve"> </w:t>
      </w:r>
      <w:r w:rsidRPr="00EC3FF6">
        <w:rPr>
          <w:rFonts w:cs="Arial"/>
        </w:rPr>
        <w:t xml:space="preserve">studenten die start in het eerste jaar van de opleiding. Ook de Studiewijzer wordt per cohort vernieuwd en geldt eveneens voor de duur van de opleiding. </w:t>
      </w:r>
    </w:p>
    <w:p w14:paraId="38D1310D" w14:textId="79865DAE" w:rsidR="006D1C8A" w:rsidRPr="00EC3FF6" w:rsidRDefault="4A2E3712" w:rsidP="006D1C8A">
      <w:pPr>
        <w:rPr>
          <w:rFonts w:cs="Arial"/>
        </w:rPr>
      </w:pPr>
      <w:r w:rsidRPr="00EC3FF6">
        <w:rPr>
          <w:rFonts w:cs="Arial"/>
        </w:rPr>
        <w:t>De OER en de Studiewijzer zijn ook van toepassing op zij-instromers, studenten die later instromen in een bepaald cohort.</w:t>
      </w:r>
      <w:bookmarkEnd w:id="4"/>
    </w:p>
    <w:p w14:paraId="64E294CE" w14:textId="78540F5E" w:rsidR="006D1C8A" w:rsidRPr="00EC3FF6" w:rsidRDefault="4A2E3712" w:rsidP="00983898">
      <w:pPr>
        <w:pStyle w:val="Kop2"/>
        <w:rPr>
          <w:rFonts w:cs="Arial"/>
        </w:rPr>
      </w:pPr>
      <w:bookmarkStart w:id="8" w:name="_Hlk29285082"/>
      <w:r w:rsidRPr="00EC3FF6">
        <w:rPr>
          <w:rFonts w:cs="Arial"/>
        </w:rPr>
        <w:lastRenderedPageBreak/>
        <w:t>Tussentijdse wijzigingen OER</w:t>
      </w:r>
    </w:p>
    <w:p w14:paraId="3490BD67" w14:textId="0B111F5C" w:rsidR="006D1C8A" w:rsidRPr="00B21171" w:rsidRDefault="4A2E3712" w:rsidP="006D1C8A">
      <w:pPr>
        <w:rPr>
          <w:rFonts w:cs="Arial"/>
          <w:bCs/>
        </w:rPr>
      </w:pPr>
      <w:bookmarkStart w:id="9" w:name="_Hlk31181503"/>
      <w:r w:rsidRPr="00EC3FF6">
        <w:rPr>
          <w:rFonts w:cs="Arial"/>
        </w:rPr>
        <w:t xml:space="preserve">Het kan voorkomen dat een </w:t>
      </w:r>
      <w:r w:rsidRPr="00B21171">
        <w:rPr>
          <w:rFonts w:cs="Arial"/>
        </w:rPr>
        <w:t>onderwijsprogramma of een examenplan gedurende de opleiding wijzigt. Dit kan veroorzaakt worden door wijzigingen in de landelijke</w:t>
      </w:r>
      <w:r w:rsidR="00E451DE" w:rsidRPr="00B21171">
        <w:rPr>
          <w:rFonts w:cs="Arial"/>
        </w:rPr>
        <w:t xml:space="preserve"> wet- en </w:t>
      </w:r>
      <w:r w:rsidRPr="00B21171">
        <w:rPr>
          <w:rFonts w:cs="Arial"/>
        </w:rPr>
        <w:t>regelgeving maar bijvoorbeeld ook door het introduceren van een vernieuwde leermethode</w:t>
      </w:r>
      <w:r w:rsidR="00A8317D" w:rsidRPr="00B21171">
        <w:rPr>
          <w:rFonts w:cs="Arial"/>
        </w:rPr>
        <w:t>.</w:t>
      </w:r>
      <w:r w:rsidRPr="00B21171">
        <w:rPr>
          <w:rFonts w:cs="Arial"/>
        </w:rPr>
        <w:t xml:space="preserve"> Over eventuele wijzigingen/aanpassingen in de onderwijsprogrammering en/of examinering in het lopende schooljaar wordt de student tijdig geïnformeerd. </w:t>
      </w:r>
    </w:p>
    <w:p w14:paraId="2830167F" w14:textId="24F5F383" w:rsidR="006B3886" w:rsidRPr="00B21171" w:rsidRDefault="006B3886" w:rsidP="006D1C8A">
      <w:pPr>
        <w:rPr>
          <w:rFonts w:cs="Arial"/>
          <w:bCs/>
        </w:rPr>
      </w:pPr>
    </w:p>
    <w:p w14:paraId="4B62FB0B" w14:textId="058990E8" w:rsidR="006D1C8A" w:rsidRPr="00B21171" w:rsidRDefault="4A2E3712" w:rsidP="006D1C8A">
      <w:pPr>
        <w:rPr>
          <w:rFonts w:cs="Arial"/>
          <w:bCs/>
        </w:rPr>
      </w:pPr>
      <w:r w:rsidRPr="00B21171">
        <w:rPr>
          <w:rFonts w:cs="Arial"/>
        </w:rPr>
        <w:t xml:space="preserve">Indien een student van cohort wisselt is de OER van het nieuwe cohort waarin de student instroomt van toepassing en moet de student aan de kwalificatievereisten van die OER voldoen. </w:t>
      </w:r>
    </w:p>
    <w:p w14:paraId="49F06AC3" w14:textId="623FB80B" w:rsidR="006D1C8A" w:rsidRPr="00B21171" w:rsidRDefault="4A2E3712" w:rsidP="4A2E3712">
      <w:pPr>
        <w:pStyle w:val="Kop2"/>
        <w:rPr>
          <w:rFonts w:cs="Arial"/>
          <w:color w:val="231F20"/>
        </w:rPr>
      </w:pPr>
      <w:r w:rsidRPr="00B21171">
        <w:rPr>
          <w:rFonts w:cs="Arial"/>
        </w:rPr>
        <w:t>Onderwijstijd</w:t>
      </w:r>
    </w:p>
    <w:p w14:paraId="3B3A83D2" w14:textId="0F69D62A" w:rsidR="006D1C8A" w:rsidRPr="00B21171" w:rsidRDefault="4A2E3712" w:rsidP="006D1C8A">
      <w:pPr>
        <w:rPr>
          <w:rFonts w:cs="Arial"/>
        </w:rPr>
      </w:pPr>
      <w:r w:rsidRPr="00B21171">
        <w:rPr>
          <w:rFonts w:cs="Arial"/>
        </w:rPr>
        <w:t xml:space="preserve">Een mbo-opleiding heeft per leerjaar een normatieve studieduur van 1600 SBU (studiebelastingsuren). </w:t>
      </w:r>
    </w:p>
    <w:p w14:paraId="208639FE" w14:textId="68EB6994" w:rsidR="006D1C8A" w:rsidRPr="00B21171" w:rsidRDefault="530FDAB5" w:rsidP="530FDAB5">
      <w:pPr>
        <w:rPr>
          <w:rFonts w:cs="Arial"/>
          <w:b/>
          <w:bCs/>
        </w:rPr>
      </w:pPr>
      <w:r w:rsidRPr="00B21171">
        <w:rPr>
          <w:rFonts w:cs="Arial"/>
        </w:rPr>
        <w:t xml:space="preserve">Een deel hiervan bestaat uit begeleide onderwijstijd (ingeroosterde lesuren) zoals vermeld in de planning in </w:t>
      </w:r>
      <w:proofErr w:type="spellStart"/>
      <w:r w:rsidRPr="00B21171">
        <w:rPr>
          <w:rFonts w:cs="Arial"/>
        </w:rPr>
        <w:t>Xedule</w:t>
      </w:r>
      <w:proofErr w:type="spellEnd"/>
      <w:r w:rsidRPr="00B21171">
        <w:rPr>
          <w:rFonts w:cs="Arial"/>
        </w:rPr>
        <w:t xml:space="preserve"> op basis van de </w:t>
      </w:r>
      <w:r w:rsidRPr="00B21171">
        <w:rPr>
          <w:rFonts w:cs="Arial"/>
          <w:b/>
          <w:bCs/>
          <w:lang w:val="nl"/>
        </w:rPr>
        <w:t>wettelijke urennorm</w:t>
      </w:r>
      <w:r w:rsidR="00A8317D" w:rsidRPr="00B21171">
        <w:rPr>
          <w:rFonts w:cs="Arial"/>
          <w:b/>
          <w:bCs/>
          <w:lang w:val="nl"/>
        </w:rPr>
        <w:t>.</w:t>
      </w:r>
      <w:r w:rsidRPr="00B21171">
        <w:rPr>
          <w:rFonts w:cs="Arial"/>
        </w:rPr>
        <w:t xml:space="preserve"> </w:t>
      </w:r>
      <w:r w:rsidR="00A8317D" w:rsidRPr="00B21171">
        <w:rPr>
          <w:rFonts w:cs="Arial"/>
        </w:rPr>
        <w:t>H</w:t>
      </w:r>
      <w:r w:rsidRPr="00B21171">
        <w:rPr>
          <w:rFonts w:cs="Arial"/>
        </w:rPr>
        <w:t xml:space="preserve">et andere deel is studietijd bijvoorbeeld </w:t>
      </w:r>
      <w:r w:rsidR="00E451DE" w:rsidRPr="00B21171">
        <w:rPr>
          <w:rFonts w:cs="Arial"/>
        </w:rPr>
        <w:t xml:space="preserve">in de vorm van </w:t>
      </w:r>
      <w:r w:rsidRPr="00B21171">
        <w:rPr>
          <w:rFonts w:cs="Arial"/>
        </w:rPr>
        <w:t>leertijd ter voorbereiding van een examen of huiswerk.</w:t>
      </w:r>
      <w:r w:rsidRPr="00B21171">
        <w:rPr>
          <w:rFonts w:cs="Arial"/>
          <w:b/>
          <w:bCs/>
        </w:rPr>
        <w:t xml:space="preserve"> </w:t>
      </w:r>
    </w:p>
    <w:p w14:paraId="52085F72" w14:textId="7AEEBCD9" w:rsidR="006B3886" w:rsidRPr="00B21171" w:rsidRDefault="006B3886" w:rsidP="006D1C8A">
      <w:pPr>
        <w:rPr>
          <w:rFonts w:cs="Arial"/>
        </w:rPr>
      </w:pPr>
    </w:p>
    <w:p w14:paraId="4F6046E1" w14:textId="05FC5FFF" w:rsidR="006D1C8A" w:rsidRPr="00EC3FF6" w:rsidRDefault="4A2E3712" w:rsidP="006D1C8A">
      <w:pPr>
        <w:rPr>
          <w:rFonts w:cs="Arial"/>
        </w:rPr>
      </w:pPr>
      <w:r w:rsidRPr="00B21171">
        <w:rPr>
          <w:rFonts w:cs="Arial"/>
        </w:rPr>
        <w:t>De wettelijk voorgeschreven studieduur van deze mbo-opleiding staat op het voorblad van deze OER.</w:t>
      </w:r>
    </w:p>
    <w:bookmarkEnd w:id="8"/>
    <w:bookmarkEnd w:id="9"/>
    <w:p w14:paraId="74448715" w14:textId="2CE199C8" w:rsidR="00BE3E13" w:rsidRPr="00EC3FF6" w:rsidRDefault="00BE3E13">
      <w:pPr>
        <w:rPr>
          <w:rFonts w:cs="Arial"/>
        </w:rPr>
      </w:pPr>
    </w:p>
    <w:bookmarkEnd w:id="5"/>
    <w:p w14:paraId="32BBA912" w14:textId="21FF1488" w:rsidR="00DD048A" w:rsidRPr="00EC3FF6" w:rsidRDefault="00DD048A">
      <w:pPr>
        <w:rPr>
          <w:rFonts w:cs="Arial"/>
          <w:b/>
        </w:rPr>
      </w:pPr>
      <w:r w:rsidRPr="00EC3FF6">
        <w:rPr>
          <w:rFonts w:cs="Arial"/>
          <w:b/>
        </w:rPr>
        <w:br w:type="page"/>
      </w:r>
    </w:p>
    <w:p w14:paraId="12C751DF" w14:textId="5D4B75E9" w:rsidR="006D1C8A" w:rsidRPr="00EC3FF6" w:rsidRDefault="4A2E3712" w:rsidP="4A2E3712">
      <w:pPr>
        <w:pStyle w:val="Kop1"/>
        <w:rPr>
          <w:rFonts w:eastAsia="Arial Unicode MS" w:cs="Arial"/>
        </w:rPr>
      </w:pPr>
      <w:bookmarkStart w:id="10" w:name="_Hlk504474329"/>
      <w:r w:rsidRPr="00EC3FF6">
        <w:rPr>
          <w:rFonts w:eastAsia="Arial Unicode MS" w:cs="Arial"/>
        </w:rPr>
        <w:lastRenderedPageBreak/>
        <w:t>1 De onderwijsregeling</w:t>
      </w:r>
    </w:p>
    <w:p w14:paraId="4C151A25" w14:textId="5C3E20D2" w:rsidR="006D1C8A" w:rsidRPr="00EC3FF6" w:rsidRDefault="4A2E3712" w:rsidP="4A2E3712">
      <w:pPr>
        <w:pStyle w:val="Kop2"/>
        <w:rPr>
          <w:rFonts w:cs="Arial"/>
        </w:rPr>
      </w:pPr>
      <w:r w:rsidRPr="00EC3FF6">
        <w:rPr>
          <w:rFonts w:cs="Arial"/>
        </w:rPr>
        <w:t>1.1 Inleiding</w:t>
      </w:r>
    </w:p>
    <w:p w14:paraId="402F2F67" w14:textId="77777777" w:rsidR="006D1C8A" w:rsidRPr="00EC3FF6" w:rsidRDefault="4A2E3712" w:rsidP="006D1C8A">
      <w:pPr>
        <w:rPr>
          <w:rFonts w:cs="Arial"/>
        </w:rPr>
      </w:pPr>
      <w:r w:rsidRPr="00EC3FF6">
        <w:rPr>
          <w:rFonts w:cs="Arial"/>
        </w:rPr>
        <w:t xml:space="preserve">De onderwijsregeling geeft op hoofdlijnen weer hoe het onderwijs van de opleiding is ingericht. </w:t>
      </w:r>
    </w:p>
    <w:p w14:paraId="207A40F7" w14:textId="5656E1FB" w:rsidR="006D1C8A" w:rsidRPr="00EC3FF6" w:rsidRDefault="4A2E3712" w:rsidP="006D1C8A">
      <w:pPr>
        <w:rPr>
          <w:rFonts w:cs="Arial"/>
        </w:rPr>
      </w:pPr>
      <w:r w:rsidRPr="00EC3FF6">
        <w:rPr>
          <w:rFonts w:cs="Arial"/>
        </w:rPr>
        <w:t>De inhoud en samenstelling van het onderwijsprogramma zijn gebaseerd op de diploma-eisen uit het kwalificatiedossier, dat landelijk voor elke mbo-opleiding is vastgesteld.</w:t>
      </w:r>
    </w:p>
    <w:p w14:paraId="6906620A" w14:textId="77777777" w:rsidR="006B3886" w:rsidRPr="00EC3FF6" w:rsidRDefault="006B3886" w:rsidP="006D1C8A">
      <w:pPr>
        <w:rPr>
          <w:rFonts w:cs="Arial"/>
        </w:rPr>
      </w:pPr>
    </w:p>
    <w:p w14:paraId="4CDB484F" w14:textId="62158351" w:rsidR="00107C2A" w:rsidRPr="00EC3FF6" w:rsidRDefault="2C2B9C7A" w:rsidP="00107C2A">
      <w:pPr>
        <w:rPr>
          <w:rFonts w:cs="Arial"/>
        </w:rPr>
      </w:pPr>
      <w:r w:rsidRPr="00EC3FF6">
        <w:rPr>
          <w:rFonts w:cs="Arial"/>
        </w:rPr>
        <w:t xml:space="preserve">In het kwalificatiedossier staan niet alleen </w:t>
      </w:r>
      <w:proofErr w:type="spellStart"/>
      <w:r w:rsidRPr="00EC3FF6">
        <w:rPr>
          <w:rFonts w:cs="Arial"/>
          <w:b/>
          <w:bCs/>
        </w:rPr>
        <w:t>beroepsspecifieke</w:t>
      </w:r>
      <w:proofErr w:type="spellEnd"/>
      <w:r w:rsidRPr="00EC3FF6">
        <w:rPr>
          <w:rFonts w:cs="Arial"/>
          <w:b/>
          <w:bCs/>
        </w:rPr>
        <w:t xml:space="preserve"> eisen</w:t>
      </w:r>
      <w:r w:rsidRPr="00EC3FF6">
        <w:rPr>
          <w:rFonts w:cs="Arial"/>
        </w:rPr>
        <w:t xml:space="preserve">, maar ook </w:t>
      </w:r>
      <w:r w:rsidRPr="00EC3FF6">
        <w:rPr>
          <w:rFonts w:cs="Arial"/>
          <w:b/>
          <w:bCs/>
        </w:rPr>
        <w:t>generieke eisen</w:t>
      </w:r>
      <w:r w:rsidRPr="00EC3FF6">
        <w:rPr>
          <w:rFonts w:cs="Arial"/>
        </w:rPr>
        <w:t xml:space="preserve"> voor Nederlands, rekenen, Engels en Loopbaan en Burgerschap. In de opleiding wordt aan beide eisen gewerkt, zowel op school als in de beroepspraktijkvorming (BPV). </w:t>
      </w:r>
    </w:p>
    <w:p w14:paraId="7665ACEE" w14:textId="65AA4D15" w:rsidR="006D1C8A" w:rsidRPr="00B21171" w:rsidRDefault="4A2E3712" w:rsidP="00E45143">
      <w:pPr>
        <w:pStyle w:val="Kop2"/>
        <w:rPr>
          <w:rFonts w:cs="Arial"/>
        </w:rPr>
      </w:pPr>
      <w:r w:rsidRPr="00B21171">
        <w:rPr>
          <w:rFonts w:cs="Arial"/>
        </w:rPr>
        <w:t>1.2 Het kwalificatieprofiel van een mbo-opleiding</w:t>
      </w:r>
    </w:p>
    <w:p w14:paraId="39B61794" w14:textId="6A7188EE" w:rsidR="00107C2A" w:rsidRPr="00B21171" w:rsidRDefault="00E451DE" w:rsidP="00107C2A">
      <w:pPr>
        <w:rPr>
          <w:rFonts w:cs="Arial"/>
          <w:iCs/>
        </w:rPr>
      </w:pPr>
      <w:bookmarkStart w:id="11" w:name="_Hlk31181862"/>
      <w:r w:rsidRPr="00B21171">
        <w:rPr>
          <w:rFonts w:cs="Arial"/>
        </w:rPr>
        <w:t>H</w:t>
      </w:r>
      <w:r w:rsidR="2C2B9C7A" w:rsidRPr="00B21171">
        <w:rPr>
          <w:rFonts w:cs="Arial"/>
        </w:rPr>
        <w:t xml:space="preserve">et kwalificatieprofiel van een mbo-opleiding </w:t>
      </w:r>
      <w:bookmarkStart w:id="12" w:name="_Hlk879698"/>
      <w:r w:rsidR="2C2B9C7A" w:rsidRPr="00B21171">
        <w:rPr>
          <w:rFonts w:cs="Arial"/>
        </w:rPr>
        <w:t xml:space="preserve">bestaat uit een </w:t>
      </w:r>
      <w:proofErr w:type="spellStart"/>
      <w:r w:rsidR="2C2B9C7A" w:rsidRPr="00B21171">
        <w:rPr>
          <w:rFonts w:cs="Arial"/>
        </w:rPr>
        <w:t>beroepsspecifiek</w:t>
      </w:r>
      <w:proofErr w:type="spellEnd"/>
      <w:r w:rsidR="2C2B9C7A" w:rsidRPr="00B21171">
        <w:rPr>
          <w:rFonts w:cs="Arial"/>
        </w:rPr>
        <w:t xml:space="preserve"> deel, een generiek deel</w:t>
      </w:r>
      <w:bookmarkEnd w:id="12"/>
      <w:r w:rsidR="2C2B9C7A" w:rsidRPr="00B21171">
        <w:rPr>
          <w:rFonts w:cs="Arial"/>
        </w:rPr>
        <w:t xml:space="preserve"> en keuzedelen. </w:t>
      </w:r>
      <w:r w:rsidRPr="00B21171">
        <w:rPr>
          <w:rFonts w:cs="Arial"/>
        </w:rPr>
        <w:t>Deze worden hieronder toegelicht.</w:t>
      </w:r>
    </w:p>
    <w:bookmarkEnd w:id="11"/>
    <w:p w14:paraId="324F4C28" w14:textId="2DF274D2" w:rsidR="005B4D5D" w:rsidRPr="00EC3FF6" w:rsidRDefault="2C2B9C7A" w:rsidP="00D4136B">
      <w:pPr>
        <w:pStyle w:val="Kop4"/>
        <w:rPr>
          <w:rFonts w:cs="Arial"/>
        </w:rPr>
      </w:pPr>
      <w:proofErr w:type="spellStart"/>
      <w:r w:rsidRPr="00B21171">
        <w:rPr>
          <w:rFonts w:cs="Arial"/>
        </w:rPr>
        <w:t>Beroepsspecifiek</w:t>
      </w:r>
      <w:proofErr w:type="spellEnd"/>
      <w:r w:rsidRPr="00B21171">
        <w:rPr>
          <w:rFonts w:cs="Arial"/>
        </w:rPr>
        <w:t xml:space="preserve"> deel van de opleiding:</w:t>
      </w:r>
    </w:p>
    <w:p w14:paraId="55C18A9D" w14:textId="13D86E76" w:rsidR="00107C2A" w:rsidRPr="00EC3FF6" w:rsidRDefault="2C2B9C7A" w:rsidP="00107C2A">
      <w:pPr>
        <w:rPr>
          <w:rFonts w:cs="Arial"/>
        </w:rPr>
      </w:pPr>
      <w:r w:rsidRPr="00EC3FF6">
        <w:rPr>
          <w:rFonts w:cs="Arial"/>
        </w:rPr>
        <w:t xml:space="preserve">Tot het basis- en het profieldeel behoren alle verplichte, </w:t>
      </w:r>
      <w:proofErr w:type="spellStart"/>
      <w:r w:rsidRPr="00EC3FF6">
        <w:rPr>
          <w:rFonts w:cs="Arial"/>
        </w:rPr>
        <w:t>beroepsspecifieke</w:t>
      </w:r>
      <w:proofErr w:type="spellEnd"/>
      <w:r w:rsidRPr="00EC3FF6">
        <w:rPr>
          <w:rFonts w:cs="Arial"/>
        </w:rPr>
        <w:t xml:space="preserve"> studieonderdelen van de opleiding, waaronder ook de stage. Zij vormen de kern van de opleiding. Afhankelijk van het mbo-niveau kiest de student daarnaast een of meerdere keuzedelen.</w:t>
      </w:r>
      <w:r w:rsidRPr="00EC3FF6">
        <w:rPr>
          <w:rFonts w:cs="Arial"/>
          <w:sz w:val="18"/>
          <w:szCs w:val="18"/>
        </w:rPr>
        <w:t xml:space="preserve"> </w:t>
      </w:r>
    </w:p>
    <w:p w14:paraId="7A23EE6F" w14:textId="0EA87207" w:rsidR="005B4D5D" w:rsidRPr="00EC3FF6" w:rsidRDefault="005B4D5D" w:rsidP="005B4D5D">
      <w:pPr>
        <w:pStyle w:val="Geenafstand"/>
        <w:rPr>
          <w:sz w:val="20"/>
          <w:szCs w:val="20"/>
          <w:lang w:eastAsia="ko-KR"/>
        </w:rPr>
      </w:pPr>
    </w:p>
    <w:p w14:paraId="57A4970F" w14:textId="00F4DB40" w:rsidR="005B4D5D" w:rsidRPr="00EC3FF6" w:rsidRDefault="2C2B9C7A" w:rsidP="2C2B9C7A">
      <w:pPr>
        <w:pStyle w:val="Geenafstand"/>
        <w:numPr>
          <w:ilvl w:val="0"/>
          <w:numId w:val="15"/>
        </w:numPr>
        <w:rPr>
          <w:sz w:val="20"/>
          <w:szCs w:val="20"/>
          <w:lang w:eastAsia="ko-KR"/>
        </w:rPr>
      </w:pPr>
      <w:r w:rsidRPr="00EC3FF6">
        <w:rPr>
          <w:b/>
          <w:bCs/>
          <w:sz w:val="20"/>
          <w:szCs w:val="20"/>
          <w:lang w:eastAsia="ko-KR"/>
        </w:rPr>
        <w:t xml:space="preserve">Basisdeel: </w:t>
      </w:r>
      <w:r w:rsidRPr="00EC3FF6">
        <w:rPr>
          <w:sz w:val="20"/>
          <w:szCs w:val="20"/>
          <w:lang w:eastAsia="ko-KR"/>
        </w:rPr>
        <w:t xml:space="preserve">Het </w:t>
      </w:r>
      <w:proofErr w:type="spellStart"/>
      <w:r w:rsidRPr="00EC3FF6">
        <w:rPr>
          <w:sz w:val="20"/>
          <w:szCs w:val="20"/>
          <w:lang w:eastAsia="ko-KR"/>
        </w:rPr>
        <w:t>beroepsspecifieke</w:t>
      </w:r>
      <w:proofErr w:type="spellEnd"/>
      <w:r w:rsidRPr="00EC3FF6">
        <w:rPr>
          <w:sz w:val="20"/>
          <w:szCs w:val="20"/>
          <w:lang w:eastAsia="ko-KR"/>
        </w:rPr>
        <w:t xml:space="preserve"> deel bevat de kerntaken en werkprocessen die gelden voor alle in het kwalificatiedossier opgenomen beroepen.</w:t>
      </w:r>
    </w:p>
    <w:p w14:paraId="16E7C10B" w14:textId="71BFAA49" w:rsidR="005B4D5D" w:rsidRPr="00EC3FF6" w:rsidRDefault="005B4D5D" w:rsidP="005B4D5D">
      <w:pPr>
        <w:rPr>
          <w:rFonts w:cs="Arial"/>
          <w:iCs/>
        </w:rPr>
      </w:pPr>
    </w:p>
    <w:p w14:paraId="0758CB83" w14:textId="17AFDC4D" w:rsidR="005B4D5D" w:rsidRPr="00EC3FF6" w:rsidRDefault="4A2E3712" w:rsidP="4A2E3712">
      <w:pPr>
        <w:pStyle w:val="Geenafstand"/>
        <w:numPr>
          <w:ilvl w:val="0"/>
          <w:numId w:val="15"/>
        </w:numPr>
        <w:rPr>
          <w:sz w:val="20"/>
          <w:szCs w:val="20"/>
        </w:rPr>
      </w:pPr>
      <w:r w:rsidRPr="00EC3FF6">
        <w:rPr>
          <w:b/>
          <w:bCs/>
          <w:sz w:val="20"/>
          <w:szCs w:val="20"/>
        </w:rPr>
        <w:t xml:space="preserve">Profieldeel: </w:t>
      </w:r>
      <w:r w:rsidRPr="00EC3FF6">
        <w:rPr>
          <w:sz w:val="20"/>
          <w:szCs w:val="20"/>
        </w:rPr>
        <w:t xml:space="preserve">Naast de gemeenschappelijke elementen die aan bod komen in het basisdeel zijn er ook verschillen tussen de beroepen (kwalificaties) in het kwalificatiedossier. Deze specifieke kenmerken van de kwalificatie worden beschreven in het profieldeel. Het profieldeel bestaat </w:t>
      </w:r>
      <w:r w:rsidR="009C4D90">
        <w:rPr>
          <w:sz w:val="20"/>
          <w:szCs w:val="20"/>
        </w:rPr>
        <w:t>eveneens</w:t>
      </w:r>
      <w:r w:rsidRPr="00EC3FF6">
        <w:rPr>
          <w:sz w:val="20"/>
          <w:szCs w:val="20"/>
        </w:rPr>
        <w:t xml:space="preserve"> uit kerntaken en werkprocessen.</w:t>
      </w:r>
    </w:p>
    <w:p w14:paraId="21FFA9E1" w14:textId="08C389E9" w:rsidR="005B4D5D" w:rsidRPr="00EC3FF6" w:rsidRDefault="005B4D5D" w:rsidP="005B4D5D">
      <w:pPr>
        <w:rPr>
          <w:rFonts w:cs="Arial"/>
          <w:iCs/>
        </w:rPr>
      </w:pPr>
    </w:p>
    <w:p w14:paraId="2EA88B98" w14:textId="77777777" w:rsidR="00DD0567" w:rsidRPr="00EC3FF6" w:rsidRDefault="4A2E3712" w:rsidP="00A8317D">
      <w:pPr>
        <w:pStyle w:val="Geenafstand"/>
        <w:rPr>
          <w:sz w:val="20"/>
          <w:szCs w:val="20"/>
          <w:lang w:eastAsia="ko-KR"/>
        </w:rPr>
      </w:pPr>
      <w:r w:rsidRPr="00EC3FF6">
        <w:rPr>
          <w:b/>
          <w:bCs/>
          <w:i/>
          <w:sz w:val="20"/>
          <w:szCs w:val="20"/>
          <w:lang w:eastAsia="ko-KR"/>
        </w:rPr>
        <w:t>Generiek deel van de opleiding:</w:t>
      </w:r>
      <w:r w:rsidRPr="00EC3FF6">
        <w:rPr>
          <w:b/>
          <w:bCs/>
          <w:sz w:val="20"/>
          <w:szCs w:val="20"/>
          <w:lang w:eastAsia="ko-KR"/>
        </w:rPr>
        <w:t xml:space="preserve"> </w:t>
      </w:r>
    </w:p>
    <w:p w14:paraId="6BC3DD47" w14:textId="44EF62A7" w:rsidR="006D1C8A" w:rsidRPr="00EC3FF6" w:rsidRDefault="4A2E3712" w:rsidP="00A8317D">
      <w:pPr>
        <w:pStyle w:val="Geenafstand"/>
        <w:rPr>
          <w:lang w:eastAsia="ko-KR"/>
        </w:rPr>
      </w:pPr>
      <w:r w:rsidRPr="00EC3FF6">
        <w:rPr>
          <w:sz w:val="20"/>
          <w:szCs w:val="20"/>
          <w:lang w:eastAsia="ko-KR"/>
        </w:rPr>
        <w:t>Hierin staan de eisen voor Nederlandse taal, rekenen en Loopbaan en Burgerschap. De overheid heeft deze eisen landelijk bepaald en daarmee gelden ze voor alle mbo-opleidingen. De eisen voor taal en rekenen verschillen per mbo-niveau. Volgt de student een mbo-niveau 4 opleiding dan behoort ook Engels tot het generieke deel.</w:t>
      </w:r>
    </w:p>
    <w:p w14:paraId="600134EB" w14:textId="0279EBE7" w:rsidR="005B4D5D" w:rsidRPr="00EC3FF6" w:rsidRDefault="005B4D5D" w:rsidP="005B4D5D">
      <w:pPr>
        <w:rPr>
          <w:rFonts w:cs="Arial"/>
          <w:lang w:eastAsia="ko-KR"/>
        </w:rPr>
      </w:pPr>
    </w:p>
    <w:p w14:paraId="02430605" w14:textId="77777777" w:rsidR="00DD0567" w:rsidRPr="00EC3FF6" w:rsidRDefault="4A2E3712" w:rsidP="00A8317D">
      <w:pPr>
        <w:pStyle w:val="Geenafstand"/>
        <w:rPr>
          <w:bCs/>
          <w:color w:val="000000" w:themeColor="text1"/>
          <w:sz w:val="20"/>
          <w:szCs w:val="20"/>
        </w:rPr>
      </w:pPr>
      <w:bookmarkStart w:id="13" w:name="_Hlk535931806"/>
      <w:r w:rsidRPr="00EC3FF6">
        <w:rPr>
          <w:b/>
          <w:bCs/>
          <w:i/>
          <w:sz w:val="20"/>
          <w:szCs w:val="20"/>
          <w:lang w:eastAsia="ko-KR"/>
        </w:rPr>
        <w:t>Keuzedeelverplichting</w:t>
      </w:r>
      <w:r w:rsidRPr="00EC3FF6">
        <w:rPr>
          <w:b/>
          <w:bCs/>
          <w:i/>
          <w:color w:val="000000" w:themeColor="text1"/>
          <w:sz w:val="20"/>
          <w:szCs w:val="20"/>
        </w:rPr>
        <w:t>:</w:t>
      </w:r>
    </w:p>
    <w:p w14:paraId="509589E3" w14:textId="604A9E5E" w:rsidR="005B4D5D" w:rsidRPr="00EC3FF6" w:rsidRDefault="00DD0567" w:rsidP="00A8317D">
      <w:pPr>
        <w:pStyle w:val="Geenafstand"/>
        <w:rPr>
          <w:i/>
          <w:iCs/>
          <w:sz w:val="18"/>
          <w:szCs w:val="18"/>
        </w:rPr>
      </w:pPr>
      <w:bookmarkStart w:id="14" w:name="_Hlk535926983"/>
      <w:r w:rsidRPr="00EC3FF6">
        <w:rPr>
          <w:iCs/>
          <w:color w:val="000000" w:themeColor="text1"/>
          <w:sz w:val="20"/>
          <w:szCs w:val="20"/>
        </w:rPr>
        <w:t>A</w:t>
      </w:r>
      <w:r w:rsidR="00573D43" w:rsidRPr="00EC3FF6">
        <w:rPr>
          <w:sz w:val="20"/>
          <w:szCs w:val="20"/>
        </w:rPr>
        <w:t>fhankelijk van de gekozen opleiding</w:t>
      </w:r>
      <w:r w:rsidRPr="00EC3FF6">
        <w:rPr>
          <w:sz w:val="20"/>
          <w:szCs w:val="20"/>
        </w:rPr>
        <w:t xml:space="preserve"> </w:t>
      </w:r>
      <w:r w:rsidR="4A2E3712" w:rsidRPr="00EC3FF6">
        <w:rPr>
          <w:sz w:val="20"/>
          <w:szCs w:val="20"/>
        </w:rPr>
        <w:t xml:space="preserve">volgt de student </w:t>
      </w:r>
      <w:r w:rsidRPr="00EC3FF6">
        <w:rPr>
          <w:sz w:val="20"/>
          <w:szCs w:val="20"/>
        </w:rPr>
        <w:t xml:space="preserve">een of meerdere keuzedelen </w:t>
      </w:r>
      <w:r w:rsidR="4A2E3712" w:rsidRPr="00EC3FF6">
        <w:rPr>
          <w:sz w:val="20"/>
          <w:szCs w:val="20"/>
        </w:rPr>
        <w:t>binnen het reguliere studieprogramma. Keuzedelen zijn bedoeld om het vakmanschap te verbreden of te verdiepen en zijn onderdeel van elke mbo-opleiding.</w:t>
      </w:r>
      <w:r w:rsidR="00573D43" w:rsidRPr="00EC3FF6">
        <w:rPr>
          <w:sz w:val="20"/>
          <w:szCs w:val="20"/>
        </w:rPr>
        <w:t xml:space="preserve"> Het afleggen van een examen hierin is verplicht.</w:t>
      </w:r>
    </w:p>
    <w:bookmarkEnd w:id="13"/>
    <w:bookmarkEnd w:id="14"/>
    <w:p w14:paraId="4B4FEF93" w14:textId="57B270E0" w:rsidR="006D1C8A" w:rsidRPr="00EC3FF6" w:rsidRDefault="006D1C8A" w:rsidP="006D1C8A">
      <w:pPr>
        <w:rPr>
          <w:rFonts w:cs="Arial"/>
        </w:rPr>
      </w:pPr>
    </w:p>
    <w:p w14:paraId="3FFD5751" w14:textId="488588FB" w:rsidR="00877B3F" w:rsidRPr="00EC3FF6" w:rsidRDefault="00877B3F" w:rsidP="00877B3F">
      <w:pPr>
        <w:rPr>
          <w:rFonts w:cs="Arial"/>
        </w:rPr>
      </w:pPr>
      <w:r w:rsidRPr="00EC3FF6">
        <w:rPr>
          <w:rFonts w:cs="Arial"/>
        </w:rPr>
        <w:t xml:space="preserve">De </w:t>
      </w:r>
      <w:proofErr w:type="spellStart"/>
      <w:r w:rsidRPr="00EC3FF6">
        <w:rPr>
          <w:rFonts w:cs="Arial"/>
        </w:rPr>
        <w:t>beroepsspecifieke</w:t>
      </w:r>
      <w:proofErr w:type="spellEnd"/>
      <w:r w:rsidRPr="00EC3FF6">
        <w:rPr>
          <w:rFonts w:cs="Arial"/>
        </w:rPr>
        <w:t>- en de generieke examinering staan beschreven in het examenplan van de opleiding. (Zie hoofdstuk 2, paragraaf 2.2 en 2.3) Deelname aan de examens is verplicht.</w:t>
      </w:r>
    </w:p>
    <w:p w14:paraId="5A0B3599" w14:textId="1906348A" w:rsidR="006D1C8A" w:rsidRPr="00EC3FF6" w:rsidRDefault="4A2E3712" w:rsidP="00E45143">
      <w:pPr>
        <w:pStyle w:val="Kop2"/>
        <w:rPr>
          <w:rFonts w:cs="Arial"/>
        </w:rPr>
      </w:pPr>
      <w:r w:rsidRPr="00EC3FF6">
        <w:rPr>
          <w:rFonts w:cs="Arial"/>
        </w:rPr>
        <w:t>1.3 Keuzedelen</w:t>
      </w:r>
    </w:p>
    <w:p w14:paraId="6B753823" w14:textId="014FD6AE" w:rsidR="00107C2A" w:rsidRPr="00EC3FF6" w:rsidRDefault="2C2B9C7A" w:rsidP="2C2B9C7A">
      <w:pPr>
        <w:autoSpaceDE w:val="0"/>
        <w:autoSpaceDN w:val="0"/>
        <w:adjustRightInd w:val="0"/>
        <w:rPr>
          <w:rFonts w:eastAsiaTheme="minorEastAsia" w:cs="Arial"/>
          <w:lang w:eastAsia="ko-KR"/>
        </w:rPr>
      </w:pPr>
      <w:bookmarkStart w:id="15" w:name="_Hlk938246"/>
      <w:r w:rsidRPr="00EC3FF6">
        <w:rPr>
          <w:rFonts w:eastAsiaTheme="minorEastAsia" w:cs="Arial"/>
          <w:lang w:eastAsia="ko-KR"/>
        </w:rPr>
        <w:t>Een keuzedeel kent een omvang van 240 SBU of een veelvoud daarvan. De 240 SBU kunnen worden aangeboden in begeleide onderwijstijd op school, als onderdeel van de BPV of in de vorm van zelfstudie</w:t>
      </w:r>
      <w:r w:rsidR="008A31DC" w:rsidRPr="00EC3FF6">
        <w:rPr>
          <w:rFonts w:eastAsiaTheme="minorEastAsia" w:cs="Arial"/>
          <w:lang w:eastAsia="ko-KR"/>
        </w:rPr>
        <w:t>.</w:t>
      </w:r>
      <w:r w:rsidRPr="00EC3FF6">
        <w:rPr>
          <w:rFonts w:eastAsiaTheme="minorEastAsia" w:cs="Arial"/>
          <w:lang w:eastAsia="ko-KR"/>
        </w:rPr>
        <w:t xml:space="preserve"> </w:t>
      </w:r>
      <w:r w:rsidR="008A31DC" w:rsidRPr="00EC3FF6">
        <w:rPr>
          <w:rFonts w:eastAsiaTheme="minorEastAsia" w:cs="Arial"/>
          <w:lang w:eastAsia="ko-KR"/>
        </w:rPr>
        <w:t xml:space="preserve">De SBU voor keuzedelen </w:t>
      </w:r>
      <w:r w:rsidR="006719B7" w:rsidRPr="00EC3FF6">
        <w:rPr>
          <w:rFonts w:eastAsiaTheme="minorEastAsia" w:cs="Arial"/>
          <w:lang w:eastAsia="ko-KR"/>
        </w:rPr>
        <w:t>behoren tot de verplichte 1600</w:t>
      </w:r>
      <w:r w:rsidR="008565C3" w:rsidRPr="00EC3FF6">
        <w:rPr>
          <w:rFonts w:eastAsiaTheme="minorEastAsia" w:cs="Arial"/>
          <w:lang w:eastAsia="ko-KR"/>
        </w:rPr>
        <w:t xml:space="preserve"> </w:t>
      </w:r>
      <w:r w:rsidRPr="00EC3FF6">
        <w:rPr>
          <w:rFonts w:eastAsiaTheme="minorEastAsia" w:cs="Arial"/>
          <w:lang w:eastAsia="ko-KR"/>
        </w:rPr>
        <w:t xml:space="preserve">SBU </w:t>
      </w:r>
      <w:r w:rsidR="006719B7" w:rsidRPr="00EC3FF6">
        <w:rPr>
          <w:rFonts w:eastAsiaTheme="minorEastAsia" w:cs="Arial"/>
          <w:lang w:eastAsia="ko-KR"/>
        </w:rPr>
        <w:t>per leerjaar</w:t>
      </w:r>
      <w:r w:rsidRPr="00EC3FF6">
        <w:rPr>
          <w:rFonts w:eastAsiaTheme="minorEastAsia" w:cs="Arial"/>
          <w:lang w:eastAsia="ko-KR"/>
        </w:rPr>
        <w:t>.</w:t>
      </w:r>
      <w:r w:rsidR="006719B7" w:rsidRPr="00EC3FF6">
        <w:rPr>
          <w:rFonts w:eastAsiaTheme="minorEastAsia" w:cs="Arial"/>
          <w:lang w:eastAsia="ko-KR"/>
        </w:rPr>
        <w:t xml:space="preserve"> </w:t>
      </w:r>
    </w:p>
    <w:p w14:paraId="4C2657D0" w14:textId="66B7BC0A" w:rsidR="00107C2A" w:rsidRPr="00EC3FF6" w:rsidRDefault="00107C2A" w:rsidP="00107C2A">
      <w:pPr>
        <w:autoSpaceDE w:val="0"/>
        <w:autoSpaceDN w:val="0"/>
        <w:adjustRightInd w:val="0"/>
        <w:rPr>
          <w:rFonts w:eastAsiaTheme="minorEastAsia" w:cs="Arial"/>
          <w:color w:val="000000"/>
          <w:lang w:eastAsia="ko-KR"/>
        </w:rPr>
      </w:pPr>
    </w:p>
    <w:p w14:paraId="4534BDF2" w14:textId="75BC272D" w:rsidR="00107C2A" w:rsidRPr="00EC3FF6" w:rsidRDefault="4A2E3712" w:rsidP="4A2E3712">
      <w:pPr>
        <w:autoSpaceDE w:val="0"/>
        <w:autoSpaceDN w:val="0"/>
        <w:adjustRightInd w:val="0"/>
        <w:rPr>
          <w:rFonts w:eastAsiaTheme="minorEastAsia" w:cs="Arial"/>
          <w:lang w:eastAsia="ko-KR"/>
        </w:rPr>
      </w:pPr>
      <w:r w:rsidRPr="00EC3FF6">
        <w:rPr>
          <w:rFonts w:eastAsiaTheme="minorEastAsia" w:cs="Arial"/>
          <w:lang w:eastAsia="ko-KR"/>
        </w:rPr>
        <w:t>De vertaling</w:t>
      </w:r>
      <w:r w:rsidR="008565C3" w:rsidRPr="00EC3FF6">
        <w:rPr>
          <w:rFonts w:eastAsiaTheme="minorEastAsia" w:cs="Arial"/>
          <w:lang w:eastAsia="ko-KR"/>
        </w:rPr>
        <w:t xml:space="preserve"> van een keuzedeel</w:t>
      </w:r>
      <w:r w:rsidRPr="00EC3FF6">
        <w:rPr>
          <w:rFonts w:eastAsiaTheme="minorEastAsia" w:cs="Arial"/>
          <w:lang w:eastAsia="ko-KR"/>
        </w:rPr>
        <w:t xml:space="preserve"> naar onderwijs en examinering valt onder de verantwoordelijkheid van de school. </w:t>
      </w:r>
    </w:p>
    <w:p w14:paraId="42CD46EF" w14:textId="31AF0694" w:rsidR="00CB6AE4" w:rsidRPr="00EC3FF6" w:rsidRDefault="4A2E3712" w:rsidP="00CB6AE4">
      <w:pPr>
        <w:autoSpaceDE w:val="0"/>
        <w:autoSpaceDN w:val="0"/>
        <w:adjustRightInd w:val="0"/>
        <w:rPr>
          <w:rFonts w:eastAsiaTheme="minorEastAsia" w:cs="Arial"/>
          <w:lang w:eastAsia="ko-KR"/>
        </w:rPr>
      </w:pPr>
      <w:r w:rsidRPr="00EC3FF6">
        <w:rPr>
          <w:rFonts w:cs="Arial"/>
        </w:rPr>
        <w:t>De keuzedeelverplichting</w:t>
      </w:r>
      <w:r w:rsidR="008565C3" w:rsidRPr="00EC3FF6">
        <w:rPr>
          <w:rFonts w:cs="Arial"/>
        </w:rPr>
        <w:t>,</w:t>
      </w:r>
      <w:r w:rsidRPr="00EC3FF6">
        <w:rPr>
          <w:rFonts w:cs="Arial"/>
        </w:rPr>
        <w:t xml:space="preserve"> oftewel het </w:t>
      </w:r>
      <w:r w:rsidR="008565C3" w:rsidRPr="00EC3FF6">
        <w:rPr>
          <w:rFonts w:cs="Arial"/>
        </w:rPr>
        <w:t xml:space="preserve">totale </w:t>
      </w:r>
      <w:r w:rsidRPr="00EC3FF6">
        <w:rPr>
          <w:rFonts w:cs="Arial"/>
        </w:rPr>
        <w:t>aantal SBU voor keuzedelen van deze opleiding</w:t>
      </w:r>
      <w:r w:rsidR="008565C3" w:rsidRPr="004525C4">
        <w:rPr>
          <w:rFonts w:cs="Arial"/>
        </w:rPr>
        <w:t>,</w:t>
      </w:r>
      <w:r w:rsidRPr="004525C4">
        <w:rPr>
          <w:rFonts w:cs="Arial"/>
        </w:rPr>
        <w:t xml:space="preserve"> staa</w:t>
      </w:r>
      <w:r w:rsidR="00476767" w:rsidRPr="004525C4">
        <w:rPr>
          <w:rFonts w:cs="Arial"/>
        </w:rPr>
        <w:t>t</w:t>
      </w:r>
      <w:r w:rsidRPr="00EC3FF6">
        <w:rPr>
          <w:rFonts w:cs="Arial"/>
        </w:rPr>
        <w:t xml:space="preserve"> op het voorblad.</w:t>
      </w:r>
      <w:r w:rsidR="00CB6AE4" w:rsidRPr="00EC3FF6">
        <w:rPr>
          <w:rFonts w:cs="Arial"/>
        </w:rPr>
        <w:t xml:space="preserve"> </w:t>
      </w:r>
      <w:r w:rsidR="00CB6AE4" w:rsidRPr="00EC3FF6">
        <w:rPr>
          <w:rFonts w:eastAsiaTheme="minorEastAsia" w:cs="Arial"/>
          <w:lang w:eastAsia="ko-KR"/>
        </w:rPr>
        <w:t xml:space="preserve">De wijze van examinering staat in het </w:t>
      </w:r>
      <w:proofErr w:type="spellStart"/>
      <w:r w:rsidR="00CB6AE4" w:rsidRPr="00EC3FF6">
        <w:rPr>
          <w:rFonts w:eastAsiaTheme="minorEastAsia" w:cs="Arial"/>
          <w:lang w:eastAsia="ko-KR"/>
        </w:rPr>
        <w:t>keuzedeelexamenplan</w:t>
      </w:r>
      <w:proofErr w:type="spellEnd"/>
      <w:r w:rsidR="00CB6AE4" w:rsidRPr="00EC3FF6">
        <w:rPr>
          <w:rFonts w:eastAsiaTheme="minorEastAsia" w:cs="Arial"/>
          <w:lang w:eastAsia="ko-KR"/>
        </w:rPr>
        <w:t>.</w:t>
      </w:r>
      <w:bookmarkEnd w:id="15"/>
    </w:p>
    <w:p w14:paraId="227F202B" w14:textId="7A91B4AD" w:rsidR="00107C2A" w:rsidRPr="00EC3FF6" w:rsidRDefault="00107C2A" w:rsidP="00107C2A">
      <w:pPr>
        <w:rPr>
          <w:rFonts w:cs="Arial"/>
        </w:rPr>
      </w:pPr>
    </w:p>
    <w:p w14:paraId="147477CA" w14:textId="0F3E650B" w:rsidR="00107C2A" w:rsidRPr="00EC3FF6" w:rsidRDefault="4A2E3712" w:rsidP="00107C2A">
      <w:pPr>
        <w:rPr>
          <w:rFonts w:cs="Arial"/>
        </w:rPr>
      </w:pPr>
      <w:r w:rsidRPr="00EC3FF6">
        <w:rPr>
          <w:rFonts w:cs="Arial"/>
        </w:rPr>
        <w:t xml:space="preserve">Voor de keuzemogelijkheden die een student heeft verwijzen we naar het aanbod </w:t>
      </w:r>
      <w:r w:rsidR="00467418" w:rsidRPr="00EC3FF6">
        <w:rPr>
          <w:rFonts w:cs="Arial"/>
        </w:rPr>
        <w:t>van de school.</w:t>
      </w:r>
    </w:p>
    <w:p w14:paraId="7F8918D3" w14:textId="07F847A3" w:rsidR="00107C2A" w:rsidRPr="00EC3FF6" w:rsidRDefault="00467418" w:rsidP="00107C2A">
      <w:pPr>
        <w:rPr>
          <w:rFonts w:cs="Arial"/>
        </w:rPr>
      </w:pPr>
      <w:r w:rsidRPr="00EC3FF6">
        <w:rPr>
          <w:rFonts w:cs="Arial"/>
        </w:rPr>
        <w:t>Landelijke</w:t>
      </w:r>
      <w:r w:rsidR="4A2E3712" w:rsidRPr="00EC3FF6">
        <w:rPr>
          <w:rFonts w:cs="Arial"/>
        </w:rPr>
        <w:t xml:space="preserve"> informatie over keuzedelen en de regels voor begeleide onderwijstijd zijn te vinden op </w:t>
      </w:r>
    </w:p>
    <w:p w14:paraId="6EB8AAA2" w14:textId="45E4DB20" w:rsidR="00107C2A" w:rsidRPr="00EC3FF6" w:rsidRDefault="00700C07" w:rsidP="00107C2A">
      <w:hyperlink r:id="rId15" w:history="1">
        <w:r w:rsidR="00467418" w:rsidRPr="00EC3FF6">
          <w:rPr>
            <w:rStyle w:val="Hyperlink"/>
          </w:rPr>
          <w:t>https://www.s-bb.nl/onderwijs/kwalificeren-en-examineren</w:t>
        </w:r>
      </w:hyperlink>
      <w:r w:rsidR="00C74EF2" w:rsidRPr="00EC3FF6">
        <w:rPr>
          <w:rFonts w:cs="Arial"/>
        </w:rPr>
        <w:t>.</w:t>
      </w:r>
    </w:p>
    <w:bookmarkEnd w:id="10"/>
    <w:p w14:paraId="4424BE74" w14:textId="2880949E" w:rsidR="007B7D49" w:rsidRPr="00EC3FF6" w:rsidRDefault="2C2B9C7A" w:rsidP="00E45143">
      <w:pPr>
        <w:pStyle w:val="Kop2"/>
        <w:rPr>
          <w:rFonts w:cs="Arial"/>
          <w:iCs/>
        </w:rPr>
      </w:pPr>
      <w:r w:rsidRPr="00EC3FF6">
        <w:rPr>
          <w:rFonts w:cs="Arial"/>
        </w:rPr>
        <w:lastRenderedPageBreak/>
        <w:t xml:space="preserve">1.4. </w:t>
      </w:r>
      <w:proofErr w:type="spellStart"/>
      <w:r w:rsidRPr="00EC3FF6">
        <w:rPr>
          <w:rFonts w:cs="Arial"/>
        </w:rPr>
        <w:t>Beroepsspecifieke</w:t>
      </w:r>
      <w:proofErr w:type="spellEnd"/>
      <w:r w:rsidRPr="00EC3FF6">
        <w:rPr>
          <w:rFonts w:cs="Arial"/>
        </w:rPr>
        <w:t xml:space="preserve"> kwalificatie-eisen</w:t>
      </w:r>
    </w:p>
    <w:p w14:paraId="5B114AEE" w14:textId="3ABDE5D6" w:rsidR="005E5CF6" w:rsidRPr="00EC3FF6" w:rsidRDefault="005E5CF6" w:rsidP="005E5CF6">
      <w:pPr>
        <w:rPr>
          <w:rFonts w:cs="Arial"/>
          <w:b/>
          <w:bCs/>
        </w:rPr>
      </w:pPr>
    </w:p>
    <w:p w14:paraId="06467D5B" w14:textId="235CED37" w:rsidR="005E5CF6" w:rsidRPr="00EC3FF6" w:rsidRDefault="005E5CF6" w:rsidP="005E5CF6">
      <w:pPr>
        <w:rPr>
          <w:rFonts w:cs="Arial"/>
        </w:rPr>
      </w:pPr>
      <w:r w:rsidRPr="00EC3FF6">
        <w:rPr>
          <w:rFonts w:cs="Arial"/>
          <w:b/>
          <w:bCs/>
        </w:rPr>
        <w:t xml:space="preserve">1.4.1 </w:t>
      </w:r>
      <w:r w:rsidRPr="00EC3FF6">
        <w:rPr>
          <w:rFonts w:cs="Arial"/>
          <w:b/>
          <w:bCs/>
        </w:rPr>
        <w:tab/>
      </w:r>
      <w:bookmarkStart w:id="16" w:name="_Hlk535835656"/>
      <w:r w:rsidRPr="00EC3FF6">
        <w:rPr>
          <w:rFonts w:cs="Arial"/>
          <w:b/>
          <w:bCs/>
        </w:rPr>
        <w:t xml:space="preserve">Overzicht van de kerntaken en werkprocessen </w:t>
      </w:r>
      <w:bookmarkEnd w:id="16"/>
      <w:r w:rsidRPr="00EC3FF6">
        <w:rPr>
          <w:rFonts w:cs="Arial"/>
          <w:b/>
          <w:bCs/>
        </w:rPr>
        <w:t xml:space="preserve">     </w:t>
      </w:r>
    </w:p>
    <w:p w14:paraId="125A223D" w14:textId="705EE959" w:rsidR="000C29B7" w:rsidRPr="00EC3FF6" w:rsidRDefault="000C29B7" w:rsidP="000C29B7">
      <w:pPr>
        <w:ind w:left="708"/>
        <w:rPr>
          <w:rFonts w:cs="Arial"/>
          <w:sz w:val="16"/>
          <w:szCs w:val="16"/>
        </w:rPr>
      </w:pPr>
      <w:r w:rsidRPr="00EC3FF6">
        <w:rPr>
          <w:rFonts w:cs="Arial"/>
          <w:sz w:val="16"/>
          <w:szCs w:val="16"/>
        </w:rPr>
        <w:t xml:space="preserve">Legenda: B1-K1= basiskerntaak 1, B1-K1-W1= basiskerntaak en het </w:t>
      </w:r>
      <w:r w:rsidRPr="00102E21">
        <w:rPr>
          <w:rFonts w:cs="Arial"/>
          <w:sz w:val="16"/>
          <w:szCs w:val="16"/>
        </w:rPr>
        <w:t>bijb</w:t>
      </w:r>
      <w:r w:rsidRPr="00EC3FF6">
        <w:rPr>
          <w:rFonts w:cs="Arial"/>
          <w:sz w:val="16"/>
          <w:szCs w:val="16"/>
        </w:rPr>
        <w:t xml:space="preserve">ehorende basiswerkproces. P2-K1= profielkerntaak 1, P2-K1-W1= profielkerntaak en het </w:t>
      </w:r>
      <w:r w:rsidRPr="00102E21">
        <w:rPr>
          <w:rFonts w:cs="Arial"/>
          <w:sz w:val="16"/>
          <w:szCs w:val="16"/>
        </w:rPr>
        <w:t>bijbe</w:t>
      </w:r>
      <w:r w:rsidRPr="00EC3FF6">
        <w:rPr>
          <w:rFonts w:cs="Arial"/>
          <w:sz w:val="16"/>
          <w:szCs w:val="16"/>
        </w:rPr>
        <w:t>horende profielwerkproces.</w:t>
      </w:r>
    </w:p>
    <w:p w14:paraId="667FCA71" w14:textId="78CF4A75" w:rsidR="002053E8" w:rsidRPr="00EC3FF6" w:rsidRDefault="4A2E3712" w:rsidP="00D4136B">
      <w:pPr>
        <w:pStyle w:val="Kop4"/>
        <w:rPr>
          <w:rFonts w:cs="Arial"/>
        </w:rPr>
      </w:pPr>
      <w:r w:rsidRPr="00EC3FF6">
        <w:rPr>
          <w:rFonts w:cs="Arial"/>
        </w:rPr>
        <w:t xml:space="preserve">Basisdeel </w:t>
      </w:r>
    </w:p>
    <w:p w14:paraId="359B858B" w14:textId="3909F1AB" w:rsidR="00967B01" w:rsidRPr="00EC3FF6" w:rsidRDefault="00967B01" w:rsidP="00967B01">
      <w:pPr>
        <w:pStyle w:val="Voetnoottekst"/>
        <w:rPr>
          <w:rFonts w:ascii="Arial" w:eastAsia="Arial" w:hAnsi="Arial" w:cs="Arial"/>
        </w:rPr>
      </w:pPr>
      <w:r w:rsidRPr="00EC3FF6">
        <w:rPr>
          <w:rFonts w:ascii="Arial" w:eastAsia="Arial" w:hAnsi="Arial" w:cs="Arial"/>
        </w:rPr>
        <w:t xml:space="preserve">Het basisdeel van deze kwalificatie bestaat uit de volgende kerntaken en werkprocessen: </w:t>
      </w:r>
    </w:p>
    <w:p w14:paraId="3B5ACB1E" w14:textId="1295ADAF" w:rsidR="002053E8" w:rsidRDefault="002053E8" w:rsidP="002053E8">
      <w:pPr>
        <w:pStyle w:val="Voetnoottekst"/>
        <w:rPr>
          <w:rFonts w:ascii="Arial" w:hAnsi="Arial" w:cs="Arial"/>
        </w:rPr>
      </w:pPr>
    </w:p>
    <w:p w14:paraId="1334C754" w14:textId="01B79574" w:rsidR="00F75496" w:rsidRPr="00EC3FF6" w:rsidRDefault="00F75496" w:rsidP="002053E8">
      <w:pPr>
        <w:pStyle w:val="Voetnoottekst"/>
        <w:rPr>
          <w:rFonts w:ascii="Arial" w:hAnsi="Arial" w:cs="Arial"/>
        </w:rPr>
      </w:pPr>
      <w:r>
        <w:rPr>
          <w:noProof/>
        </w:rPr>
        <w:drawing>
          <wp:inline distT="0" distB="0" distL="0" distR="0" wp14:anchorId="7AED4752" wp14:editId="2313A1E9">
            <wp:extent cx="5761356" cy="192659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pic:cNvPicPr/>
                  </pic:nvPicPr>
                  <pic:blipFill>
                    <a:blip r:embed="rId16">
                      <a:extLst>
                        <a:ext uri="{28A0092B-C50C-407E-A947-70E740481C1C}">
                          <a14:useLocalDpi xmlns:a14="http://schemas.microsoft.com/office/drawing/2010/main" val="0"/>
                        </a:ext>
                      </a:extLst>
                    </a:blip>
                    <a:stretch>
                      <a:fillRect/>
                    </a:stretch>
                  </pic:blipFill>
                  <pic:spPr>
                    <a:xfrm>
                      <a:off x="0" y="0"/>
                      <a:ext cx="5761356" cy="1926590"/>
                    </a:xfrm>
                    <a:prstGeom prst="rect">
                      <a:avLst/>
                    </a:prstGeom>
                  </pic:spPr>
                </pic:pic>
              </a:graphicData>
            </a:graphic>
          </wp:inline>
        </w:drawing>
      </w:r>
    </w:p>
    <w:p w14:paraId="10EB499C" w14:textId="77777777" w:rsidR="002053E8" w:rsidRPr="00EC3FF6" w:rsidRDefault="4A2E3712" w:rsidP="00D4136B">
      <w:pPr>
        <w:pStyle w:val="Kop4"/>
        <w:rPr>
          <w:rFonts w:cs="Arial"/>
        </w:rPr>
      </w:pPr>
      <w:r w:rsidRPr="00EC3FF6">
        <w:rPr>
          <w:rFonts w:cs="Arial"/>
        </w:rPr>
        <w:t xml:space="preserve">Profieldeel </w:t>
      </w:r>
    </w:p>
    <w:p w14:paraId="58B34493" w14:textId="13D38B81" w:rsidR="007B1354" w:rsidRPr="00EC3FF6" w:rsidRDefault="007B1354" w:rsidP="007B1354">
      <w:pPr>
        <w:pStyle w:val="Voetnoottekst"/>
        <w:rPr>
          <w:rFonts w:ascii="Arial" w:eastAsia="Arial" w:hAnsi="Arial" w:cs="Arial"/>
        </w:rPr>
      </w:pPr>
      <w:r w:rsidRPr="00EC3FF6">
        <w:rPr>
          <w:rFonts w:ascii="Arial" w:eastAsia="Arial" w:hAnsi="Arial" w:cs="Arial"/>
        </w:rPr>
        <w:t>Het profieldeel van de</w:t>
      </w:r>
      <w:r w:rsidR="00967B01" w:rsidRPr="00EC3FF6">
        <w:rPr>
          <w:rFonts w:ascii="Arial" w:eastAsia="Arial" w:hAnsi="Arial" w:cs="Arial"/>
        </w:rPr>
        <w:t>ze</w:t>
      </w:r>
      <w:r w:rsidRPr="00EC3FF6">
        <w:rPr>
          <w:rFonts w:ascii="Arial" w:eastAsia="Arial" w:hAnsi="Arial" w:cs="Arial"/>
        </w:rPr>
        <w:t xml:space="preserve"> kwalificatie bestaat uit de volgende kerntaken en werkprocessen: </w:t>
      </w:r>
    </w:p>
    <w:p w14:paraId="6058DA36" w14:textId="77777777" w:rsidR="005B4D5D" w:rsidRPr="00EC3FF6" w:rsidRDefault="005B4D5D" w:rsidP="002053E8">
      <w:pPr>
        <w:pStyle w:val="Voetnoottekst"/>
        <w:rPr>
          <w:rFonts w:ascii="Arial" w:hAnsi="Arial" w:cs="Arial"/>
        </w:rPr>
      </w:pPr>
    </w:p>
    <w:p w14:paraId="4FB8F728" w14:textId="26EC16A1" w:rsidR="008B2099" w:rsidRDefault="00F75496" w:rsidP="00922DD8">
      <w:pPr>
        <w:rPr>
          <w:rFonts w:cs="Arial"/>
          <w:bCs/>
        </w:rPr>
      </w:pPr>
      <w:r>
        <w:rPr>
          <w:noProof/>
        </w:rPr>
        <w:drawing>
          <wp:inline distT="0" distB="0" distL="0" distR="0" wp14:anchorId="4A2CF04F" wp14:editId="1C2A1061">
            <wp:extent cx="5761356" cy="226822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pic:nvPicPr>
                  <pic:blipFill>
                    <a:blip r:embed="rId17">
                      <a:extLst>
                        <a:ext uri="{28A0092B-C50C-407E-A947-70E740481C1C}">
                          <a14:useLocalDpi xmlns:a14="http://schemas.microsoft.com/office/drawing/2010/main" val="0"/>
                        </a:ext>
                      </a:extLst>
                    </a:blip>
                    <a:stretch>
                      <a:fillRect/>
                    </a:stretch>
                  </pic:blipFill>
                  <pic:spPr>
                    <a:xfrm>
                      <a:off x="0" y="0"/>
                      <a:ext cx="5761356" cy="2268220"/>
                    </a:xfrm>
                    <a:prstGeom prst="rect">
                      <a:avLst/>
                    </a:prstGeom>
                  </pic:spPr>
                </pic:pic>
              </a:graphicData>
            </a:graphic>
          </wp:inline>
        </w:drawing>
      </w:r>
    </w:p>
    <w:p w14:paraId="10566D8F" w14:textId="5EB5B69A" w:rsidR="00F75496" w:rsidRDefault="00F75496" w:rsidP="00922DD8">
      <w:pPr>
        <w:rPr>
          <w:rFonts w:cs="Arial"/>
          <w:bCs/>
        </w:rPr>
      </w:pPr>
    </w:p>
    <w:p w14:paraId="7C2B1FDD" w14:textId="7ACE349B" w:rsidR="00F75496" w:rsidRDefault="00F75496" w:rsidP="00922DD8">
      <w:pPr>
        <w:rPr>
          <w:rFonts w:cs="Arial"/>
          <w:bCs/>
        </w:rPr>
      </w:pPr>
    </w:p>
    <w:p w14:paraId="53C51777" w14:textId="77777777" w:rsidR="00F75496" w:rsidRPr="00EC3FF6" w:rsidRDefault="00F75496" w:rsidP="00922DD8">
      <w:pPr>
        <w:rPr>
          <w:rFonts w:cs="Arial"/>
          <w:bCs/>
        </w:rPr>
      </w:pPr>
    </w:p>
    <w:tbl>
      <w:tblPr>
        <w:tblStyle w:val="Tabelraster"/>
        <w:tblW w:w="0" w:type="auto"/>
        <w:tblLook w:val="04A0" w:firstRow="1" w:lastRow="0" w:firstColumn="1" w:lastColumn="0" w:noHBand="0" w:noVBand="1"/>
      </w:tblPr>
      <w:tblGrid>
        <w:gridCol w:w="2972"/>
        <w:gridCol w:w="6145"/>
      </w:tblGrid>
      <w:tr w:rsidR="00AD7832" w:rsidRPr="00EC3FF6" w14:paraId="5F694E0E" w14:textId="77777777" w:rsidTr="4A2E3712">
        <w:tc>
          <w:tcPr>
            <w:tcW w:w="9117" w:type="dxa"/>
            <w:gridSpan w:val="2"/>
          </w:tcPr>
          <w:p w14:paraId="404D4123" w14:textId="668FB266" w:rsidR="00AD7832" w:rsidRPr="00EC3FF6" w:rsidRDefault="4A2E3712" w:rsidP="00922DD8">
            <w:pPr>
              <w:rPr>
                <w:rFonts w:cs="Arial"/>
              </w:rPr>
            </w:pPr>
            <w:bookmarkStart w:id="17" w:name="_Hlk535933795"/>
            <w:bookmarkStart w:id="18" w:name="_Hlk535932363"/>
            <w:r w:rsidRPr="00EC3FF6">
              <w:rPr>
                <w:rFonts w:cs="Arial"/>
              </w:rPr>
              <w:t>Indien van toepassing</w:t>
            </w:r>
            <w:r w:rsidR="00441705">
              <w:rPr>
                <w:rFonts w:cs="Arial"/>
              </w:rPr>
              <w:t xml:space="preserve"> i</w:t>
            </w:r>
            <w:r w:rsidR="00F07701" w:rsidRPr="00EC3FF6">
              <w:rPr>
                <w:rFonts w:cs="Arial"/>
              </w:rPr>
              <w:t>nvullen welke</w:t>
            </w:r>
            <w:r w:rsidRPr="00EC3FF6">
              <w:rPr>
                <w:rFonts w:cs="Arial"/>
              </w:rPr>
              <w:t xml:space="preserve"> wettelijke beroepsvereisten en/of branchevereisten </w:t>
            </w:r>
            <w:r w:rsidR="00F07701" w:rsidRPr="00EC3FF6">
              <w:rPr>
                <w:rFonts w:cs="Arial"/>
              </w:rPr>
              <w:t>er gelden</w:t>
            </w:r>
            <w:r w:rsidR="0028342B" w:rsidRPr="00EC3FF6">
              <w:rPr>
                <w:rFonts w:cs="Arial"/>
              </w:rPr>
              <w:t>*</w:t>
            </w:r>
            <w:r w:rsidRPr="00EC3FF6">
              <w:rPr>
                <w:rFonts w:cs="Arial"/>
              </w:rPr>
              <w:t>.</w:t>
            </w:r>
          </w:p>
          <w:p w14:paraId="65717132" w14:textId="53D7403C" w:rsidR="00251EBF" w:rsidRPr="00EC3FF6" w:rsidRDefault="00251EBF" w:rsidP="00922DD8">
            <w:pPr>
              <w:rPr>
                <w:rFonts w:cs="Arial"/>
                <w:bCs/>
              </w:rPr>
            </w:pPr>
          </w:p>
        </w:tc>
      </w:tr>
      <w:tr w:rsidR="00AD7832" w:rsidRPr="00EC3FF6" w14:paraId="36440B90" w14:textId="77777777" w:rsidTr="4A2E3712">
        <w:tc>
          <w:tcPr>
            <w:tcW w:w="2972" w:type="dxa"/>
          </w:tcPr>
          <w:p w14:paraId="634EF48E" w14:textId="77777777" w:rsidR="00AD7832" w:rsidRPr="00EC3FF6" w:rsidRDefault="4A2E3712" w:rsidP="00AD7832">
            <w:pPr>
              <w:rPr>
                <w:rFonts w:cs="Arial"/>
                <w:bCs/>
              </w:rPr>
            </w:pPr>
            <w:r w:rsidRPr="00EC3FF6">
              <w:rPr>
                <w:rFonts w:cs="Arial"/>
                <w:b/>
                <w:bCs/>
              </w:rPr>
              <w:t>Wettelijke beroepsvereisten:</w:t>
            </w:r>
            <w:r w:rsidRPr="00EC3FF6">
              <w:rPr>
                <w:rFonts w:eastAsia="Arial" w:cs="Arial"/>
                <w:b/>
                <w:bCs/>
              </w:rPr>
              <w:t xml:space="preserve"> </w:t>
            </w:r>
          </w:p>
        </w:tc>
        <w:tc>
          <w:tcPr>
            <w:tcW w:w="6145" w:type="dxa"/>
          </w:tcPr>
          <w:p w14:paraId="740A4E21" w14:textId="3B45DEB2" w:rsidR="00AD7832" w:rsidRPr="00EC3FF6" w:rsidRDefault="00F75496" w:rsidP="00922DD8">
            <w:pPr>
              <w:rPr>
                <w:rFonts w:cs="Arial"/>
                <w:bCs/>
              </w:rPr>
            </w:pPr>
            <w:r>
              <w:rPr>
                <w:rFonts w:cs="Arial"/>
                <w:bCs/>
              </w:rPr>
              <w:t>n.v.t.</w:t>
            </w:r>
          </w:p>
        </w:tc>
      </w:tr>
      <w:tr w:rsidR="00AD7832" w:rsidRPr="00EC3FF6" w14:paraId="40F14503" w14:textId="77777777" w:rsidTr="4A2E3712">
        <w:tc>
          <w:tcPr>
            <w:tcW w:w="2972" w:type="dxa"/>
          </w:tcPr>
          <w:p w14:paraId="3ED4AD8E" w14:textId="77777777" w:rsidR="00AD7832" w:rsidRPr="00EC3FF6" w:rsidRDefault="4A2E3712" w:rsidP="00AD7832">
            <w:pPr>
              <w:rPr>
                <w:rFonts w:cs="Arial"/>
                <w:bCs/>
              </w:rPr>
            </w:pPr>
            <w:r w:rsidRPr="00EC3FF6">
              <w:rPr>
                <w:rFonts w:cs="Arial"/>
                <w:b/>
                <w:bCs/>
              </w:rPr>
              <w:t xml:space="preserve">Wettelijke branchevereisten: </w:t>
            </w:r>
          </w:p>
        </w:tc>
        <w:tc>
          <w:tcPr>
            <w:tcW w:w="6145" w:type="dxa"/>
          </w:tcPr>
          <w:p w14:paraId="503DF343" w14:textId="2732B310" w:rsidR="00AD7832" w:rsidRPr="00EC3FF6" w:rsidRDefault="00F75496" w:rsidP="00922DD8">
            <w:pPr>
              <w:rPr>
                <w:rFonts w:cs="Arial"/>
                <w:bCs/>
              </w:rPr>
            </w:pPr>
            <w:r>
              <w:rPr>
                <w:rFonts w:cs="Arial"/>
                <w:bCs/>
              </w:rPr>
              <w:t>n.v.t.</w:t>
            </w:r>
          </w:p>
        </w:tc>
      </w:tr>
    </w:tbl>
    <w:p w14:paraId="1D9BD7F6" w14:textId="4A95CF0B" w:rsidR="00D23E58" w:rsidRPr="00EC3FF6" w:rsidRDefault="00D23E58" w:rsidP="00922DD8">
      <w:pPr>
        <w:rPr>
          <w:rFonts w:cs="Arial"/>
          <w:bCs/>
        </w:rPr>
      </w:pPr>
    </w:p>
    <w:p w14:paraId="7034C471" w14:textId="495FD07B" w:rsidR="0028342B" w:rsidRPr="00EC3FF6" w:rsidRDefault="0028342B" w:rsidP="00922DD8">
      <w:pPr>
        <w:rPr>
          <w:rFonts w:cs="Arial"/>
          <w:bCs/>
          <w:i/>
          <w:sz w:val="18"/>
          <w:szCs w:val="18"/>
        </w:rPr>
      </w:pPr>
      <w:r w:rsidRPr="00EC3FF6">
        <w:rPr>
          <w:rFonts w:cs="Arial"/>
          <w:bCs/>
          <w:i/>
          <w:sz w:val="18"/>
          <w:szCs w:val="18"/>
        </w:rPr>
        <w:t>* Let wel! De wettelijke beroepsvereisten dienen te worden vermeld op de voorzijde van het diploma. Zie lijst</w:t>
      </w:r>
      <w:r w:rsidR="00811EC6" w:rsidRPr="00EC3FF6">
        <w:rPr>
          <w:rFonts w:cs="Arial"/>
          <w:bCs/>
          <w:i/>
          <w:sz w:val="18"/>
          <w:szCs w:val="18"/>
        </w:rPr>
        <w:t xml:space="preserve"> voor specifieke opleiding</w:t>
      </w:r>
      <w:r w:rsidRPr="00EC3FF6">
        <w:rPr>
          <w:rFonts w:cs="Arial"/>
          <w:bCs/>
          <w:i/>
          <w:sz w:val="18"/>
          <w:szCs w:val="18"/>
        </w:rPr>
        <w:t>:</w:t>
      </w:r>
      <w:r w:rsidRPr="00EC3FF6">
        <w:rPr>
          <w:sz w:val="18"/>
          <w:szCs w:val="18"/>
        </w:rPr>
        <w:t xml:space="preserve"> </w:t>
      </w:r>
      <w:hyperlink r:id="rId18" w:history="1">
        <w:r w:rsidR="00811EC6" w:rsidRPr="00EC3FF6">
          <w:rPr>
            <w:rStyle w:val="Hyperlink"/>
            <w:rFonts w:cs="Arial"/>
            <w:bCs/>
            <w:i/>
            <w:sz w:val="18"/>
            <w:szCs w:val="18"/>
          </w:rPr>
          <w:t>https://onderwijsenexaminering.nl/app/uploads/Handreiking-wettelijke-beroepsvereisten.pdf</w:t>
        </w:r>
      </w:hyperlink>
      <w:r w:rsidR="00811EC6" w:rsidRPr="00EC3FF6">
        <w:rPr>
          <w:rFonts w:cs="Arial"/>
          <w:bCs/>
          <w:i/>
          <w:sz w:val="18"/>
          <w:szCs w:val="18"/>
        </w:rPr>
        <w:t xml:space="preserve"> </w:t>
      </w:r>
      <w:r w:rsidRPr="00EC3FF6">
        <w:rPr>
          <w:rFonts w:cs="Arial"/>
          <w:bCs/>
          <w:i/>
          <w:sz w:val="18"/>
          <w:szCs w:val="18"/>
        </w:rPr>
        <w:t>.</w:t>
      </w:r>
    </w:p>
    <w:p w14:paraId="17820A20" w14:textId="77777777" w:rsidR="007B7D49" w:rsidRPr="00EC3FF6" w:rsidRDefault="2C2B9C7A" w:rsidP="2C2B9C7A">
      <w:pPr>
        <w:pStyle w:val="Kop3"/>
        <w:rPr>
          <w:rFonts w:cs="Arial"/>
        </w:rPr>
      </w:pPr>
      <w:bookmarkStart w:id="19" w:name="_Hlk29285229"/>
      <w:bookmarkEnd w:id="17"/>
      <w:bookmarkEnd w:id="18"/>
      <w:r w:rsidRPr="00EC3FF6">
        <w:rPr>
          <w:rFonts w:cs="Arial"/>
        </w:rPr>
        <w:t xml:space="preserve">1.4.2 </w:t>
      </w:r>
      <w:proofErr w:type="spellStart"/>
      <w:r w:rsidRPr="00EC3FF6">
        <w:rPr>
          <w:rFonts w:cs="Arial"/>
        </w:rPr>
        <w:t>Beroepsspecifieke</w:t>
      </w:r>
      <w:proofErr w:type="spellEnd"/>
      <w:r w:rsidRPr="00EC3FF6">
        <w:rPr>
          <w:rFonts w:cs="Arial"/>
        </w:rPr>
        <w:t xml:space="preserve"> eisen voor moderne vreemde talen (MVT)</w:t>
      </w:r>
    </w:p>
    <w:p w14:paraId="287E69CA" w14:textId="2BB19CE9" w:rsidR="00247FA0" w:rsidRPr="004525C4" w:rsidRDefault="00853392">
      <w:pPr>
        <w:rPr>
          <w:rFonts w:cs="Arial"/>
        </w:rPr>
      </w:pPr>
      <w:bookmarkStart w:id="20" w:name="_Hlk31183128"/>
      <w:r w:rsidRPr="004525C4">
        <w:rPr>
          <w:rFonts w:cs="Arial"/>
        </w:rPr>
        <w:t xml:space="preserve">Zie examenplan </w:t>
      </w:r>
      <w:proofErr w:type="spellStart"/>
      <w:r w:rsidRPr="004525C4">
        <w:rPr>
          <w:rFonts w:cs="Arial"/>
        </w:rPr>
        <w:t>beroepsspecifiek</w:t>
      </w:r>
      <w:proofErr w:type="spellEnd"/>
      <w:r w:rsidRPr="004525C4">
        <w:rPr>
          <w:rFonts w:cs="Arial"/>
        </w:rPr>
        <w:t xml:space="preserve">. </w:t>
      </w:r>
      <w:r w:rsidR="2C2B9C7A" w:rsidRPr="004525C4">
        <w:rPr>
          <w:rFonts w:cs="Arial"/>
        </w:rPr>
        <w:t xml:space="preserve">Voor bepaalde beroepen kan het essentieel zijn om (deel)vaardigheden van een moderne vreemde taal te beheersen. De specifieke eisen met betrekking tot de beheersing van MVT zijn in het kwalificatiedossier uitgewerkt bij het onderdeel vereiste vakkennis en vaardigheden. </w:t>
      </w:r>
    </w:p>
    <w:p w14:paraId="5EBCA803" w14:textId="701DA57D" w:rsidR="005D0A82" w:rsidRPr="004525C4" w:rsidRDefault="2C2B9C7A">
      <w:pPr>
        <w:rPr>
          <w:rFonts w:cs="Arial"/>
        </w:rPr>
      </w:pPr>
      <w:r w:rsidRPr="004525C4">
        <w:rPr>
          <w:rFonts w:cs="Arial"/>
        </w:rPr>
        <w:t xml:space="preserve">Hierbij wordt géén referentieniveau genoemd. </w:t>
      </w:r>
      <w:bookmarkStart w:id="21" w:name="_Hlk939978"/>
      <w:r w:rsidR="00CB6AE4" w:rsidRPr="004525C4">
        <w:rPr>
          <w:rFonts w:cs="Arial"/>
        </w:rPr>
        <w:t>Het</w:t>
      </w:r>
      <w:r w:rsidR="0077566E" w:rsidRPr="004525C4">
        <w:rPr>
          <w:rFonts w:cs="Arial"/>
        </w:rPr>
        <w:t xml:space="preserve"> (indicatieve) ERK-niveau </w:t>
      </w:r>
      <w:r w:rsidR="00CB6AE4" w:rsidRPr="004525C4">
        <w:rPr>
          <w:rFonts w:cs="Arial"/>
        </w:rPr>
        <w:t>staat in</w:t>
      </w:r>
      <w:r w:rsidR="0077566E" w:rsidRPr="004525C4">
        <w:rPr>
          <w:rFonts w:cs="Arial"/>
        </w:rPr>
        <w:t xml:space="preserve"> het  </w:t>
      </w:r>
      <w:r w:rsidRPr="004525C4">
        <w:rPr>
          <w:rFonts w:cs="Arial"/>
        </w:rPr>
        <w:t xml:space="preserve"> verantwoordingsdocument dat bij de kwalificatie hoort</w:t>
      </w:r>
      <w:r w:rsidR="0077566E" w:rsidRPr="004525C4">
        <w:rPr>
          <w:rFonts w:cs="Arial"/>
        </w:rPr>
        <w:t>.</w:t>
      </w:r>
    </w:p>
    <w:p w14:paraId="4FE322B9" w14:textId="4CAEE484" w:rsidR="2C2B9C7A" w:rsidRPr="004525C4" w:rsidRDefault="0077566E">
      <w:pPr>
        <w:rPr>
          <w:rFonts w:cs="Arial"/>
          <w:i/>
          <w:sz w:val="16"/>
          <w:szCs w:val="16"/>
        </w:rPr>
      </w:pPr>
      <w:r w:rsidRPr="004525C4">
        <w:rPr>
          <w:rFonts w:eastAsia="Arial" w:cs="Arial"/>
          <w:i/>
          <w:sz w:val="16"/>
          <w:szCs w:val="16"/>
        </w:rPr>
        <w:lastRenderedPageBreak/>
        <w:t xml:space="preserve">NB. </w:t>
      </w:r>
      <w:r w:rsidR="2C2B9C7A" w:rsidRPr="004525C4">
        <w:rPr>
          <w:rFonts w:eastAsia="Arial" w:cs="Arial"/>
          <w:i/>
          <w:sz w:val="16"/>
          <w:szCs w:val="16"/>
        </w:rPr>
        <w:t xml:space="preserve">Het team van de opleiding bepaalt de wijze waarop de </w:t>
      </w:r>
      <w:proofErr w:type="spellStart"/>
      <w:r w:rsidR="2C2B9C7A" w:rsidRPr="004525C4">
        <w:rPr>
          <w:rFonts w:eastAsia="Arial" w:cs="Arial"/>
          <w:i/>
          <w:sz w:val="16"/>
          <w:szCs w:val="16"/>
        </w:rPr>
        <w:t>beroepsspecifieke</w:t>
      </w:r>
      <w:proofErr w:type="spellEnd"/>
      <w:r w:rsidR="2C2B9C7A" w:rsidRPr="004525C4">
        <w:rPr>
          <w:rFonts w:eastAsia="Arial" w:cs="Arial"/>
          <w:i/>
          <w:sz w:val="16"/>
          <w:szCs w:val="16"/>
        </w:rPr>
        <w:t xml:space="preserve"> eisen MVT geëxamineerd worden en legt dit vast in het </w:t>
      </w:r>
      <w:proofErr w:type="spellStart"/>
      <w:r w:rsidR="2C2B9C7A" w:rsidRPr="004525C4">
        <w:rPr>
          <w:rFonts w:eastAsia="Arial" w:cs="Arial"/>
          <w:i/>
          <w:sz w:val="16"/>
          <w:szCs w:val="16"/>
        </w:rPr>
        <w:t>beroepsspecifieke</w:t>
      </w:r>
      <w:proofErr w:type="spellEnd"/>
      <w:r w:rsidR="2C2B9C7A" w:rsidRPr="004525C4">
        <w:rPr>
          <w:rFonts w:eastAsia="Arial" w:cs="Arial"/>
          <w:i/>
          <w:sz w:val="16"/>
          <w:szCs w:val="16"/>
        </w:rPr>
        <w:t xml:space="preserve"> examenplan in de OER</w:t>
      </w:r>
      <w:r w:rsidR="00490CC5" w:rsidRPr="004525C4">
        <w:rPr>
          <w:rFonts w:eastAsia="Arial" w:cs="Arial"/>
          <w:i/>
          <w:sz w:val="16"/>
          <w:szCs w:val="16"/>
        </w:rPr>
        <w:t>.</w:t>
      </w:r>
      <w:r w:rsidR="2C2B9C7A" w:rsidRPr="004525C4">
        <w:rPr>
          <w:rFonts w:eastAsia="Arial" w:cs="Arial"/>
          <w:i/>
          <w:sz w:val="16"/>
          <w:szCs w:val="16"/>
        </w:rPr>
        <w:t xml:space="preserve"> </w:t>
      </w:r>
      <w:r w:rsidR="00490CC5" w:rsidRPr="004525C4">
        <w:rPr>
          <w:rFonts w:eastAsia="Arial" w:cs="Arial"/>
          <w:i/>
          <w:sz w:val="16"/>
          <w:szCs w:val="16"/>
        </w:rPr>
        <w:t>De OER wordt</w:t>
      </w:r>
      <w:r w:rsidR="2C2B9C7A" w:rsidRPr="004525C4">
        <w:rPr>
          <w:rFonts w:eastAsia="Arial" w:cs="Arial"/>
          <w:i/>
          <w:sz w:val="16"/>
          <w:szCs w:val="16"/>
        </w:rPr>
        <w:t xml:space="preserve"> vervolgens vastgesteld door de </w:t>
      </w:r>
      <w:proofErr w:type="spellStart"/>
      <w:r w:rsidR="2C2B9C7A" w:rsidRPr="004525C4">
        <w:rPr>
          <w:rFonts w:eastAsia="Arial" w:cs="Arial"/>
          <w:i/>
          <w:sz w:val="16"/>
          <w:szCs w:val="16"/>
        </w:rPr>
        <w:t>schoolexamencommissie</w:t>
      </w:r>
      <w:proofErr w:type="spellEnd"/>
      <w:r w:rsidR="2C2B9C7A" w:rsidRPr="004525C4">
        <w:rPr>
          <w:rFonts w:eastAsia="Arial" w:cs="Arial"/>
          <w:i/>
          <w:sz w:val="16"/>
          <w:szCs w:val="16"/>
        </w:rPr>
        <w:t>.</w:t>
      </w:r>
      <w:bookmarkEnd w:id="19"/>
      <w:bookmarkEnd w:id="21"/>
    </w:p>
    <w:bookmarkEnd w:id="20"/>
    <w:p w14:paraId="5F526850" w14:textId="77777777" w:rsidR="007B7D49" w:rsidRPr="00EC3FF6" w:rsidRDefault="4A2E3712" w:rsidP="00D4136B">
      <w:pPr>
        <w:pStyle w:val="Kop2"/>
        <w:rPr>
          <w:rFonts w:cs="Arial"/>
        </w:rPr>
      </w:pPr>
      <w:r w:rsidRPr="004525C4">
        <w:rPr>
          <w:rFonts w:cs="Arial"/>
        </w:rPr>
        <w:t>1.5 Generieke exameneisen Nederlandse taal en rekenen</w:t>
      </w:r>
      <w:r w:rsidRPr="00EC3FF6">
        <w:rPr>
          <w:rFonts w:cs="Arial"/>
        </w:rPr>
        <w:t xml:space="preserve"> </w:t>
      </w:r>
    </w:p>
    <w:p w14:paraId="46880595" w14:textId="77777777" w:rsidR="007B7D49" w:rsidRPr="00EC3FF6" w:rsidRDefault="4A2E3712" w:rsidP="4A2E3712">
      <w:pPr>
        <w:rPr>
          <w:rFonts w:cs="Arial"/>
        </w:rPr>
      </w:pPr>
      <w:r w:rsidRPr="00EC3FF6">
        <w:rPr>
          <w:rFonts w:cs="Arial"/>
        </w:rPr>
        <w:t>Voor de opleiding gelden de onderstaande generieke referentieniveaus voor Nederlandse taal en rekenen:</w:t>
      </w:r>
    </w:p>
    <w:p w14:paraId="5193A279" w14:textId="77777777" w:rsidR="00D02AD6" w:rsidRPr="00EC3FF6" w:rsidRDefault="00D02AD6">
      <w:pPr>
        <w:rPr>
          <w:rFonts w:cs="Arial"/>
          <w:color w:val="000000"/>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0" w:type="dxa"/>
        </w:tblCellMar>
        <w:tblLook w:val="0000" w:firstRow="0" w:lastRow="0" w:firstColumn="0" w:lastColumn="0" w:noHBand="0" w:noVBand="0"/>
      </w:tblPr>
      <w:tblGrid>
        <w:gridCol w:w="1985"/>
        <w:gridCol w:w="4961"/>
        <w:gridCol w:w="2126"/>
      </w:tblGrid>
      <w:tr w:rsidR="008A1D28" w:rsidRPr="00EC3FF6" w14:paraId="5A8989C6" w14:textId="77777777" w:rsidTr="4A2E3712">
        <w:trPr>
          <w:cantSplit/>
          <w:trHeight w:val="340"/>
        </w:trPr>
        <w:tc>
          <w:tcPr>
            <w:tcW w:w="9072" w:type="dxa"/>
            <w:gridSpan w:val="3"/>
            <w:shd w:val="clear" w:color="auto" w:fill="D8B511"/>
            <w:vAlign w:val="center"/>
          </w:tcPr>
          <w:p w14:paraId="73DCCAC3" w14:textId="77777777" w:rsidR="008A1D28" w:rsidRPr="00EC3FF6" w:rsidRDefault="4A2E3712" w:rsidP="4A2E3712">
            <w:pPr>
              <w:rPr>
                <w:rFonts w:cs="Arial"/>
                <w:b/>
                <w:bCs/>
              </w:rPr>
            </w:pPr>
            <w:r w:rsidRPr="00EC3FF6">
              <w:rPr>
                <w:rFonts w:cs="Arial"/>
                <w:b/>
                <w:bCs/>
              </w:rPr>
              <w:t>Generieke eisen voor Nederlandse taal en rekenen</w:t>
            </w:r>
          </w:p>
        </w:tc>
      </w:tr>
      <w:tr w:rsidR="002338CF" w:rsidRPr="00EC3FF6" w14:paraId="3EACA92F" w14:textId="77777777" w:rsidTr="4A2E3712">
        <w:trPr>
          <w:cantSplit/>
          <w:trHeight w:val="510"/>
        </w:trPr>
        <w:tc>
          <w:tcPr>
            <w:tcW w:w="1985" w:type="dxa"/>
            <w:tcBorders>
              <w:top w:val="nil"/>
              <w:left w:val="single" w:sz="4" w:space="0" w:color="D8B511"/>
              <w:bottom w:val="single" w:sz="4" w:space="0" w:color="D8B511"/>
              <w:right w:val="nil"/>
            </w:tcBorders>
            <w:shd w:val="clear" w:color="auto" w:fill="F2F2F2" w:themeFill="background1" w:themeFillShade="F2"/>
            <w:vAlign w:val="center"/>
          </w:tcPr>
          <w:p w14:paraId="7ACDB8B0" w14:textId="77777777" w:rsidR="002338CF" w:rsidRPr="00EC3FF6" w:rsidRDefault="4A2E3712" w:rsidP="4A2E3712">
            <w:pPr>
              <w:rPr>
                <w:rFonts w:cs="Arial"/>
                <w:b/>
                <w:bCs/>
              </w:rPr>
            </w:pPr>
            <w:r w:rsidRPr="00EC3FF6">
              <w:rPr>
                <w:rFonts w:cs="Arial"/>
                <w:b/>
                <w:bCs/>
              </w:rPr>
              <w:t>Nederlandse taal</w:t>
            </w:r>
          </w:p>
        </w:tc>
        <w:tc>
          <w:tcPr>
            <w:tcW w:w="4961" w:type="dxa"/>
            <w:tcBorders>
              <w:left w:val="nil"/>
            </w:tcBorders>
            <w:vAlign w:val="center"/>
          </w:tcPr>
          <w:p w14:paraId="532E075B" w14:textId="77777777" w:rsidR="002338CF" w:rsidRPr="00EC3FF6" w:rsidRDefault="4A2E3712" w:rsidP="000A6066">
            <w:pPr>
              <w:rPr>
                <w:rFonts w:cs="Arial"/>
              </w:rPr>
            </w:pPr>
            <w:r w:rsidRPr="00EC3FF6">
              <w:rPr>
                <w:rFonts w:cs="Arial"/>
              </w:rPr>
              <w:t>Alle taalvaardigheden</w:t>
            </w:r>
          </w:p>
        </w:tc>
        <w:tc>
          <w:tcPr>
            <w:tcW w:w="2126" w:type="dxa"/>
            <w:vAlign w:val="center"/>
          </w:tcPr>
          <w:p w14:paraId="782E4D62" w14:textId="77777777" w:rsidR="002338CF" w:rsidRPr="00EC3FF6" w:rsidRDefault="4A2E3712" w:rsidP="000A6066">
            <w:pPr>
              <w:jc w:val="center"/>
              <w:rPr>
                <w:rFonts w:cs="Arial"/>
              </w:rPr>
            </w:pPr>
            <w:r w:rsidRPr="00EC3FF6">
              <w:rPr>
                <w:rFonts w:cs="Arial"/>
              </w:rPr>
              <w:t>3F</w:t>
            </w:r>
          </w:p>
        </w:tc>
      </w:tr>
      <w:tr w:rsidR="002338CF" w:rsidRPr="00EC3FF6" w14:paraId="1C39BF0A" w14:textId="77777777" w:rsidTr="4A2E3712">
        <w:trPr>
          <w:cantSplit/>
          <w:trHeight w:val="510"/>
        </w:trPr>
        <w:tc>
          <w:tcPr>
            <w:tcW w:w="1985" w:type="dxa"/>
            <w:tcBorders>
              <w:top w:val="single" w:sz="4" w:space="0" w:color="D8B511"/>
              <w:left w:val="single" w:sz="4" w:space="0" w:color="D8B511"/>
              <w:bottom w:val="single" w:sz="4" w:space="0" w:color="D8B511"/>
              <w:right w:val="nil"/>
            </w:tcBorders>
            <w:shd w:val="clear" w:color="auto" w:fill="F2F2F2" w:themeFill="background1" w:themeFillShade="F2"/>
            <w:vAlign w:val="center"/>
          </w:tcPr>
          <w:p w14:paraId="341CC5AA" w14:textId="77777777" w:rsidR="002338CF" w:rsidRPr="00EC3FF6" w:rsidRDefault="4A2E3712" w:rsidP="4A2E3712">
            <w:pPr>
              <w:rPr>
                <w:rFonts w:cs="Arial"/>
                <w:b/>
                <w:bCs/>
              </w:rPr>
            </w:pPr>
            <w:r w:rsidRPr="00EC3FF6">
              <w:rPr>
                <w:rFonts w:cs="Arial"/>
                <w:b/>
                <w:bCs/>
              </w:rPr>
              <w:t>Rekenen</w:t>
            </w:r>
          </w:p>
        </w:tc>
        <w:tc>
          <w:tcPr>
            <w:tcW w:w="4961" w:type="dxa"/>
            <w:tcBorders>
              <w:left w:val="nil"/>
            </w:tcBorders>
            <w:vAlign w:val="center"/>
          </w:tcPr>
          <w:p w14:paraId="150E0D0A" w14:textId="77777777" w:rsidR="002338CF" w:rsidRPr="00EC3FF6" w:rsidRDefault="4A2E3712" w:rsidP="00AD6D07">
            <w:pPr>
              <w:rPr>
                <w:rFonts w:cs="Arial"/>
              </w:rPr>
            </w:pPr>
            <w:r w:rsidRPr="00EC3FF6">
              <w:rPr>
                <w:rFonts w:cs="Arial"/>
              </w:rPr>
              <w:t>Alle vaardigheden</w:t>
            </w:r>
          </w:p>
        </w:tc>
        <w:tc>
          <w:tcPr>
            <w:tcW w:w="2126" w:type="dxa"/>
            <w:vAlign w:val="center"/>
          </w:tcPr>
          <w:p w14:paraId="030DF1AA" w14:textId="77777777" w:rsidR="002338CF" w:rsidRPr="00EC3FF6" w:rsidRDefault="4A2E3712" w:rsidP="000A6066">
            <w:pPr>
              <w:jc w:val="center"/>
              <w:rPr>
                <w:rFonts w:cs="Arial"/>
              </w:rPr>
            </w:pPr>
            <w:r w:rsidRPr="00EC3FF6">
              <w:rPr>
                <w:rFonts w:cs="Arial"/>
              </w:rPr>
              <w:t>3F</w:t>
            </w:r>
          </w:p>
        </w:tc>
      </w:tr>
    </w:tbl>
    <w:p w14:paraId="2D5B8E4D" w14:textId="77777777" w:rsidR="007B7D49" w:rsidRPr="00EC3FF6" w:rsidRDefault="4A2E3712" w:rsidP="00D4136B">
      <w:pPr>
        <w:pStyle w:val="Kop2"/>
        <w:rPr>
          <w:rFonts w:cs="Arial"/>
        </w:rPr>
      </w:pPr>
      <w:r w:rsidRPr="00EC3FF6">
        <w:rPr>
          <w:rFonts w:cs="Arial"/>
        </w:rPr>
        <w:t>1.6 Generieke exameneisen voor Engels mbo 4</w:t>
      </w:r>
    </w:p>
    <w:p w14:paraId="746B9364" w14:textId="77777777" w:rsidR="007B7D49" w:rsidRPr="00EC3FF6" w:rsidRDefault="4A2E3712" w:rsidP="4A2E3712">
      <w:pPr>
        <w:rPr>
          <w:rFonts w:cs="Arial"/>
          <w:b/>
          <w:bCs/>
        </w:rPr>
      </w:pPr>
      <w:r w:rsidRPr="00EC3FF6">
        <w:rPr>
          <w:rFonts w:cs="Arial"/>
        </w:rPr>
        <w:t>Voor de opleiding gelden de onderstaande generieke eisen voor Engels:</w:t>
      </w:r>
    </w:p>
    <w:p w14:paraId="58F4A205" w14:textId="77777777" w:rsidR="007B7D49" w:rsidRPr="00EC3FF6" w:rsidRDefault="007B7D49">
      <w:pPr>
        <w:rPr>
          <w:rFonts w:cs="Arial"/>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Layout w:type="fixed"/>
        <w:tblCellMar>
          <w:top w:w="79" w:type="dxa"/>
          <w:left w:w="57" w:type="dxa"/>
          <w:bottom w:w="79" w:type="dxa"/>
          <w:right w:w="57" w:type="dxa"/>
        </w:tblCellMar>
        <w:tblLook w:val="0000" w:firstRow="0" w:lastRow="0" w:firstColumn="0" w:lastColumn="0" w:noHBand="0" w:noVBand="0"/>
      </w:tblPr>
      <w:tblGrid>
        <w:gridCol w:w="2410"/>
        <w:gridCol w:w="1063"/>
        <w:gridCol w:w="1063"/>
        <w:gridCol w:w="2127"/>
        <w:gridCol w:w="1204"/>
        <w:gridCol w:w="1205"/>
      </w:tblGrid>
      <w:tr w:rsidR="00D36F28" w:rsidRPr="00EC3FF6" w14:paraId="29324DEA" w14:textId="77777777" w:rsidTr="4A2E3712">
        <w:trPr>
          <w:cantSplit/>
          <w:trHeight w:val="340"/>
        </w:trPr>
        <w:tc>
          <w:tcPr>
            <w:tcW w:w="9072" w:type="dxa"/>
            <w:gridSpan w:val="6"/>
            <w:shd w:val="clear" w:color="auto" w:fill="D8B511"/>
            <w:vAlign w:val="center"/>
          </w:tcPr>
          <w:p w14:paraId="06FB7B26" w14:textId="77777777" w:rsidR="00D36F28" w:rsidRPr="00EC3FF6" w:rsidRDefault="4A2E3712" w:rsidP="4A2E3712">
            <w:pPr>
              <w:ind w:left="67"/>
              <w:rPr>
                <w:rFonts w:cs="Arial"/>
                <w:b/>
                <w:bCs/>
              </w:rPr>
            </w:pPr>
            <w:r w:rsidRPr="00EC3FF6">
              <w:rPr>
                <w:rFonts w:cs="Arial"/>
                <w:b/>
                <w:bCs/>
              </w:rPr>
              <w:t>Generieke eisen voor Engels mbo 4</w:t>
            </w:r>
          </w:p>
        </w:tc>
      </w:tr>
      <w:tr w:rsidR="00DA58D9" w:rsidRPr="00EC3FF6" w14:paraId="0535E02A" w14:textId="77777777" w:rsidTr="4A2E3712">
        <w:trPr>
          <w:cantSplit/>
          <w:trHeight w:val="510"/>
        </w:trPr>
        <w:tc>
          <w:tcPr>
            <w:tcW w:w="2410" w:type="dxa"/>
            <w:tcBorders>
              <w:top w:val="nil"/>
              <w:left w:val="single" w:sz="4" w:space="0" w:color="D8B511"/>
              <w:bottom w:val="single" w:sz="4" w:space="0" w:color="D8B511"/>
              <w:right w:val="nil"/>
            </w:tcBorders>
            <w:shd w:val="clear" w:color="auto" w:fill="F2F2F2" w:themeFill="background1" w:themeFillShade="F2"/>
            <w:vAlign w:val="center"/>
          </w:tcPr>
          <w:p w14:paraId="64C7BE52" w14:textId="495A695F" w:rsidR="00DA58D9" w:rsidRPr="00EC3FF6" w:rsidRDefault="4A2E3712" w:rsidP="4A2E3712">
            <w:pPr>
              <w:rPr>
                <w:rFonts w:cs="Arial"/>
                <w:b/>
                <w:bCs/>
              </w:rPr>
            </w:pPr>
            <w:r w:rsidRPr="00EC3FF6">
              <w:rPr>
                <w:rFonts w:cs="Arial"/>
                <w:b/>
                <w:bCs/>
              </w:rPr>
              <w:t>Engels mbo</w:t>
            </w:r>
            <w:r w:rsidR="00311AE4">
              <w:rPr>
                <w:rFonts w:cs="Arial"/>
                <w:b/>
                <w:bCs/>
              </w:rPr>
              <w:t xml:space="preserve"> </w:t>
            </w:r>
            <w:r w:rsidRPr="00EC3FF6">
              <w:rPr>
                <w:rFonts w:cs="Arial"/>
                <w:b/>
                <w:bCs/>
              </w:rPr>
              <w:t>4</w:t>
            </w:r>
          </w:p>
        </w:tc>
        <w:tc>
          <w:tcPr>
            <w:tcW w:w="1063" w:type="dxa"/>
            <w:tcBorders>
              <w:left w:val="nil"/>
            </w:tcBorders>
            <w:vAlign w:val="center"/>
          </w:tcPr>
          <w:p w14:paraId="624F3C20" w14:textId="77777777" w:rsidR="00DA58D9" w:rsidRPr="00EC3FF6" w:rsidRDefault="4A2E3712" w:rsidP="000A6066">
            <w:pPr>
              <w:jc w:val="center"/>
              <w:rPr>
                <w:rFonts w:cs="Arial"/>
              </w:rPr>
            </w:pPr>
            <w:r w:rsidRPr="00EC3FF6">
              <w:rPr>
                <w:rFonts w:cs="Arial"/>
              </w:rPr>
              <w:t>Luisteren</w:t>
            </w:r>
          </w:p>
        </w:tc>
        <w:tc>
          <w:tcPr>
            <w:tcW w:w="1063" w:type="dxa"/>
            <w:vAlign w:val="center"/>
          </w:tcPr>
          <w:p w14:paraId="20D02B90" w14:textId="77777777" w:rsidR="00DA58D9" w:rsidRPr="00EC3FF6" w:rsidRDefault="4A2E3712" w:rsidP="000A6066">
            <w:pPr>
              <w:jc w:val="center"/>
              <w:rPr>
                <w:rFonts w:cs="Arial"/>
              </w:rPr>
            </w:pPr>
            <w:r w:rsidRPr="00EC3FF6">
              <w:rPr>
                <w:rFonts w:cs="Arial"/>
              </w:rPr>
              <w:t>Lezen</w:t>
            </w:r>
          </w:p>
        </w:tc>
        <w:tc>
          <w:tcPr>
            <w:tcW w:w="2127" w:type="dxa"/>
            <w:vAlign w:val="center"/>
          </w:tcPr>
          <w:p w14:paraId="129BBAEE" w14:textId="77777777" w:rsidR="00DA58D9" w:rsidRPr="00EC3FF6" w:rsidRDefault="4A2E3712" w:rsidP="000A6066">
            <w:pPr>
              <w:jc w:val="center"/>
              <w:rPr>
                <w:rFonts w:cs="Arial"/>
              </w:rPr>
            </w:pPr>
            <w:r w:rsidRPr="00EC3FF6">
              <w:rPr>
                <w:rFonts w:cs="Arial"/>
              </w:rPr>
              <w:t>Gesprekken voeren</w:t>
            </w:r>
          </w:p>
        </w:tc>
        <w:tc>
          <w:tcPr>
            <w:tcW w:w="1204" w:type="dxa"/>
            <w:vAlign w:val="center"/>
          </w:tcPr>
          <w:p w14:paraId="2D7A7236" w14:textId="77777777" w:rsidR="00DA58D9" w:rsidRPr="00EC3FF6" w:rsidRDefault="4A2E3712" w:rsidP="000A6066">
            <w:pPr>
              <w:jc w:val="center"/>
              <w:rPr>
                <w:rFonts w:cs="Arial"/>
              </w:rPr>
            </w:pPr>
            <w:r w:rsidRPr="00EC3FF6">
              <w:rPr>
                <w:rFonts w:cs="Arial"/>
              </w:rPr>
              <w:t>Spreken</w:t>
            </w:r>
          </w:p>
        </w:tc>
        <w:tc>
          <w:tcPr>
            <w:tcW w:w="1205" w:type="dxa"/>
            <w:vAlign w:val="center"/>
          </w:tcPr>
          <w:p w14:paraId="35E49FA9" w14:textId="77777777" w:rsidR="00DA58D9" w:rsidRPr="00EC3FF6" w:rsidRDefault="4A2E3712" w:rsidP="000A6066">
            <w:pPr>
              <w:jc w:val="center"/>
              <w:rPr>
                <w:rFonts w:cs="Arial"/>
              </w:rPr>
            </w:pPr>
            <w:r w:rsidRPr="00EC3FF6">
              <w:rPr>
                <w:rFonts w:cs="Arial"/>
              </w:rPr>
              <w:t>Schrijven</w:t>
            </w:r>
          </w:p>
        </w:tc>
      </w:tr>
      <w:tr w:rsidR="00DA58D9" w:rsidRPr="00EC3FF6" w14:paraId="20F9B44E" w14:textId="77777777" w:rsidTr="4A2E3712">
        <w:trPr>
          <w:cantSplit/>
          <w:trHeight w:val="510"/>
        </w:trPr>
        <w:tc>
          <w:tcPr>
            <w:tcW w:w="2410" w:type="dxa"/>
            <w:tcBorders>
              <w:top w:val="single" w:sz="4" w:space="0" w:color="D8B511"/>
              <w:left w:val="single" w:sz="4" w:space="0" w:color="D8B511"/>
              <w:bottom w:val="single" w:sz="4" w:space="0" w:color="D8B511"/>
              <w:right w:val="nil"/>
            </w:tcBorders>
            <w:shd w:val="clear" w:color="auto" w:fill="F2F2F2" w:themeFill="background1" w:themeFillShade="F2"/>
            <w:vAlign w:val="center"/>
          </w:tcPr>
          <w:p w14:paraId="173A22C1" w14:textId="1E0A9037" w:rsidR="00DA58D9" w:rsidRPr="00EC3FF6" w:rsidRDefault="4A2E3712" w:rsidP="4A2E3712">
            <w:pPr>
              <w:rPr>
                <w:rFonts w:cs="Arial"/>
                <w:b/>
                <w:bCs/>
              </w:rPr>
            </w:pPr>
            <w:r w:rsidRPr="00EC3FF6">
              <w:rPr>
                <w:rFonts w:cs="Arial"/>
                <w:b/>
                <w:bCs/>
              </w:rPr>
              <w:t>Vereist (ERK-)niveau</w:t>
            </w:r>
          </w:p>
        </w:tc>
        <w:tc>
          <w:tcPr>
            <w:tcW w:w="1063" w:type="dxa"/>
            <w:tcBorders>
              <w:left w:val="nil"/>
            </w:tcBorders>
            <w:vAlign w:val="center"/>
          </w:tcPr>
          <w:p w14:paraId="66E1F3A1" w14:textId="77777777" w:rsidR="00DA58D9" w:rsidRPr="00EC3FF6" w:rsidRDefault="4A2E3712" w:rsidP="000A6066">
            <w:pPr>
              <w:jc w:val="center"/>
              <w:rPr>
                <w:rFonts w:cs="Arial"/>
              </w:rPr>
            </w:pPr>
            <w:r w:rsidRPr="00EC3FF6">
              <w:rPr>
                <w:rFonts w:cs="Arial"/>
              </w:rPr>
              <w:t>B1</w:t>
            </w:r>
          </w:p>
        </w:tc>
        <w:tc>
          <w:tcPr>
            <w:tcW w:w="1063" w:type="dxa"/>
            <w:vAlign w:val="center"/>
          </w:tcPr>
          <w:p w14:paraId="14FC2C59" w14:textId="77777777" w:rsidR="00DA58D9" w:rsidRPr="00EC3FF6" w:rsidRDefault="4A2E3712" w:rsidP="000A6066">
            <w:pPr>
              <w:jc w:val="center"/>
              <w:rPr>
                <w:rFonts w:cs="Arial"/>
              </w:rPr>
            </w:pPr>
            <w:r w:rsidRPr="00EC3FF6">
              <w:rPr>
                <w:rFonts w:cs="Arial"/>
              </w:rPr>
              <w:t>B1</w:t>
            </w:r>
          </w:p>
        </w:tc>
        <w:tc>
          <w:tcPr>
            <w:tcW w:w="2127" w:type="dxa"/>
            <w:vAlign w:val="center"/>
          </w:tcPr>
          <w:p w14:paraId="2C7A0698" w14:textId="77777777" w:rsidR="00DA58D9" w:rsidRPr="00EC3FF6" w:rsidRDefault="4A2E3712" w:rsidP="000A6066">
            <w:pPr>
              <w:jc w:val="center"/>
              <w:rPr>
                <w:rFonts w:cs="Arial"/>
              </w:rPr>
            </w:pPr>
            <w:r w:rsidRPr="00EC3FF6">
              <w:rPr>
                <w:rFonts w:cs="Arial"/>
              </w:rPr>
              <w:t>A2</w:t>
            </w:r>
          </w:p>
        </w:tc>
        <w:tc>
          <w:tcPr>
            <w:tcW w:w="1204" w:type="dxa"/>
            <w:vAlign w:val="center"/>
          </w:tcPr>
          <w:p w14:paraId="65D9F96A" w14:textId="77777777" w:rsidR="00DA58D9" w:rsidRPr="00EC3FF6" w:rsidRDefault="4A2E3712" w:rsidP="000A6066">
            <w:pPr>
              <w:jc w:val="center"/>
              <w:rPr>
                <w:rFonts w:cs="Arial"/>
              </w:rPr>
            </w:pPr>
            <w:r w:rsidRPr="00EC3FF6">
              <w:rPr>
                <w:rFonts w:cs="Arial"/>
              </w:rPr>
              <w:t>A2</w:t>
            </w:r>
          </w:p>
        </w:tc>
        <w:tc>
          <w:tcPr>
            <w:tcW w:w="1205" w:type="dxa"/>
            <w:vAlign w:val="center"/>
          </w:tcPr>
          <w:p w14:paraId="53A56C5E" w14:textId="77777777" w:rsidR="00DA58D9" w:rsidRPr="00EC3FF6" w:rsidRDefault="4A2E3712" w:rsidP="000A6066">
            <w:pPr>
              <w:jc w:val="center"/>
              <w:rPr>
                <w:rFonts w:cs="Arial"/>
              </w:rPr>
            </w:pPr>
            <w:r w:rsidRPr="00EC3FF6">
              <w:rPr>
                <w:rFonts w:cs="Arial"/>
              </w:rPr>
              <w:t>A2</w:t>
            </w:r>
          </w:p>
        </w:tc>
      </w:tr>
    </w:tbl>
    <w:p w14:paraId="38F8E962" w14:textId="77777777" w:rsidR="007B7D49" w:rsidRPr="00EC3FF6" w:rsidRDefault="56E478AC" w:rsidP="56E478AC">
      <w:pPr>
        <w:pStyle w:val="Kop2"/>
        <w:rPr>
          <w:rFonts w:cs="Arial"/>
          <w:lang w:val="nl"/>
        </w:rPr>
      </w:pPr>
      <w:bookmarkStart w:id="22" w:name="_Hlk504474428"/>
      <w:r w:rsidRPr="00EC3FF6">
        <w:rPr>
          <w:rFonts w:cs="Arial"/>
          <w:lang w:val="nl"/>
        </w:rPr>
        <w:t>1.7 Generieke eisen voor Loopbaan en Burgerschap</w:t>
      </w:r>
    </w:p>
    <w:p w14:paraId="5DBD2E80" w14:textId="2091CF01" w:rsidR="00B3781A" w:rsidRPr="00EC3FF6" w:rsidRDefault="4A2E3712" w:rsidP="00B3781A">
      <w:pPr>
        <w:rPr>
          <w:rFonts w:cs="Arial"/>
        </w:rPr>
      </w:pPr>
      <w:r w:rsidRPr="00EC3FF6">
        <w:rPr>
          <w:rFonts w:cs="Arial"/>
        </w:rPr>
        <w:t xml:space="preserve">Loopbaan en Burgerschap (LB) is een </w:t>
      </w:r>
      <w:r w:rsidR="00511166" w:rsidRPr="00EC3FF6">
        <w:rPr>
          <w:rFonts w:cs="Arial"/>
        </w:rPr>
        <w:t>kwalificatievereiste</w:t>
      </w:r>
      <w:r w:rsidRPr="00EC3FF6">
        <w:rPr>
          <w:rFonts w:cs="Arial"/>
        </w:rPr>
        <w:t xml:space="preserve">. De opleiding geeft in het onderwijsprogramma (de Studiewijzer) aan wat de </w:t>
      </w:r>
      <w:r w:rsidR="00511166" w:rsidRPr="00EC3FF6">
        <w:rPr>
          <w:rFonts w:cs="Arial"/>
        </w:rPr>
        <w:t xml:space="preserve">specifieke </w:t>
      </w:r>
      <w:r w:rsidRPr="00EC3FF6">
        <w:rPr>
          <w:rFonts w:cs="Arial"/>
        </w:rPr>
        <w:t>eisen zijn voor Loopbaan en Burgerschap en op welke manier de student aan deze verplichtingen kan voldoen.</w:t>
      </w:r>
    </w:p>
    <w:p w14:paraId="434C0DFA" w14:textId="77777777" w:rsidR="0071111B" w:rsidRPr="00EC3FF6" w:rsidRDefault="0071111B">
      <w:pPr>
        <w:rPr>
          <w:rFonts w:cs="Arial"/>
          <w:lang w:val="nl"/>
        </w:rPr>
      </w:pPr>
    </w:p>
    <w:tbl>
      <w:tblPr>
        <w:tblW w:w="9072" w:type="dxa"/>
        <w:tblBorders>
          <w:top w:val="single" w:sz="2" w:space="0" w:color="D8B511"/>
          <w:left w:val="single" w:sz="2" w:space="0" w:color="D8B511"/>
          <w:bottom w:val="single" w:sz="2" w:space="0" w:color="D8B511"/>
          <w:right w:val="single" w:sz="2" w:space="0" w:color="D8B511"/>
          <w:insideH w:val="single" w:sz="2" w:space="0" w:color="D8B511"/>
          <w:insideV w:val="single" w:sz="4" w:space="0" w:color="auto"/>
        </w:tblBorders>
        <w:tblCellMar>
          <w:top w:w="79" w:type="dxa"/>
          <w:left w:w="57" w:type="dxa"/>
          <w:bottom w:w="79" w:type="dxa"/>
          <w:right w:w="0" w:type="dxa"/>
        </w:tblCellMar>
        <w:tblLook w:val="0000" w:firstRow="0" w:lastRow="0" w:firstColumn="0" w:lastColumn="0" w:noHBand="0" w:noVBand="0"/>
      </w:tblPr>
      <w:tblGrid>
        <w:gridCol w:w="1843"/>
        <w:gridCol w:w="7229"/>
      </w:tblGrid>
      <w:tr w:rsidR="00DA58D9" w:rsidRPr="00EC3FF6" w14:paraId="3AF72FDA" w14:textId="77777777" w:rsidTr="004525C4">
        <w:trPr>
          <w:cantSplit/>
          <w:trHeight w:val="286"/>
        </w:trPr>
        <w:tc>
          <w:tcPr>
            <w:tcW w:w="9072" w:type="dxa"/>
            <w:gridSpan w:val="2"/>
            <w:shd w:val="clear" w:color="auto" w:fill="D8B511"/>
            <w:vAlign w:val="center"/>
          </w:tcPr>
          <w:p w14:paraId="6592A273" w14:textId="77777777" w:rsidR="00DA58D9" w:rsidRPr="00EC3FF6" w:rsidRDefault="4A2E3712" w:rsidP="4A2E3712">
            <w:pPr>
              <w:rPr>
                <w:rFonts w:cs="Arial"/>
                <w:lang w:val="nl"/>
              </w:rPr>
            </w:pPr>
            <w:r w:rsidRPr="00EC3FF6">
              <w:rPr>
                <w:rFonts w:eastAsia="Arial Unicode MS" w:cs="Arial"/>
                <w:b/>
                <w:bCs/>
              </w:rPr>
              <w:t>Loopbaan en Burgerschap</w:t>
            </w:r>
          </w:p>
        </w:tc>
      </w:tr>
      <w:tr w:rsidR="006B1179" w:rsidRPr="00EC3FF6" w14:paraId="15010645" w14:textId="77777777" w:rsidTr="00C65D60">
        <w:trPr>
          <w:cantSplit/>
          <w:trHeight w:val="510"/>
        </w:trPr>
        <w:tc>
          <w:tcPr>
            <w:tcW w:w="1843" w:type="dxa"/>
            <w:tcBorders>
              <w:top w:val="single" w:sz="4" w:space="0" w:color="D8B511"/>
              <w:left w:val="single" w:sz="4" w:space="0" w:color="D8B511"/>
              <w:bottom w:val="single" w:sz="4" w:space="0" w:color="D8B511"/>
              <w:right w:val="nil"/>
            </w:tcBorders>
            <w:shd w:val="clear" w:color="auto" w:fill="F2F2F2" w:themeFill="background1" w:themeFillShade="F2"/>
          </w:tcPr>
          <w:p w14:paraId="7799EB17" w14:textId="77777777" w:rsidR="006B1179" w:rsidRPr="00EC3FF6" w:rsidRDefault="006B1179" w:rsidP="00C65D60">
            <w:pPr>
              <w:rPr>
                <w:rFonts w:cs="Arial"/>
                <w:b/>
                <w:bCs/>
                <w:lang w:val="nl"/>
              </w:rPr>
            </w:pPr>
          </w:p>
          <w:p w14:paraId="54B1A2FF" w14:textId="48080AFA" w:rsidR="006B1179" w:rsidRPr="00EC3FF6" w:rsidRDefault="006B1179" w:rsidP="00C65D60">
            <w:pPr>
              <w:rPr>
                <w:rFonts w:cs="Arial"/>
                <w:b/>
                <w:bCs/>
                <w:lang w:val="nl"/>
              </w:rPr>
            </w:pPr>
            <w:r w:rsidRPr="00EC3FF6">
              <w:rPr>
                <w:rFonts w:cs="Arial"/>
                <w:b/>
                <w:bCs/>
                <w:lang w:val="nl"/>
              </w:rPr>
              <w:t>1. Loopbaan</w:t>
            </w:r>
          </w:p>
        </w:tc>
        <w:tc>
          <w:tcPr>
            <w:tcW w:w="7229" w:type="dxa"/>
            <w:tcBorders>
              <w:left w:val="nil"/>
            </w:tcBorders>
            <w:vAlign w:val="center"/>
          </w:tcPr>
          <w:p w14:paraId="3DC6F710" w14:textId="2EDD7EA7" w:rsidR="006B1179" w:rsidRPr="00EC3FF6" w:rsidRDefault="006B1179" w:rsidP="00C65D60">
            <w:pPr>
              <w:rPr>
                <w:rFonts w:cs="Arial"/>
                <w:lang w:val="nl"/>
              </w:rPr>
            </w:pPr>
            <w:r w:rsidRPr="00EC3FF6">
              <w:rPr>
                <w:rFonts w:cs="Arial"/>
                <w:lang w:val="nl"/>
              </w:rPr>
              <w:t>1. Loopbaanoriëntatie en -ontwikkeling</w:t>
            </w:r>
          </w:p>
        </w:tc>
      </w:tr>
      <w:tr w:rsidR="00DA58D9" w:rsidRPr="00EC3FF6" w14:paraId="5F4F621C" w14:textId="77777777" w:rsidTr="4A2E3712">
        <w:trPr>
          <w:cantSplit/>
          <w:trHeight w:val="510"/>
        </w:trPr>
        <w:tc>
          <w:tcPr>
            <w:tcW w:w="1843" w:type="dxa"/>
            <w:vMerge w:val="restart"/>
            <w:tcBorders>
              <w:top w:val="nil"/>
              <w:left w:val="single" w:sz="4" w:space="0" w:color="D8B511"/>
              <w:bottom w:val="single" w:sz="4" w:space="0" w:color="D8B511"/>
              <w:right w:val="nil"/>
            </w:tcBorders>
            <w:shd w:val="clear" w:color="auto" w:fill="F2F2F2" w:themeFill="background1" w:themeFillShade="F2"/>
          </w:tcPr>
          <w:p w14:paraId="23E6694F" w14:textId="21C3604F" w:rsidR="00DA58D9" w:rsidRPr="00EC3FF6" w:rsidRDefault="006B1179" w:rsidP="56E478AC">
            <w:pPr>
              <w:rPr>
                <w:rFonts w:cs="Arial"/>
                <w:b/>
                <w:bCs/>
                <w:lang w:val="nl"/>
              </w:rPr>
            </w:pPr>
            <w:r w:rsidRPr="00EC3FF6">
              <w:rPr>
                <w:rFonts w:cs="Arial"/>
                <w:b/>
                <w:bCs/>
                <w:lang w:val="nl"/>
              </w:rPr>
              <w:t>2</w:t>
            </w:r>
            <w:r w:rsidR="56E478AC" w:rsidRPr="00EC3FF6">
              <w:rPr>
                <w:rFonts w:cs="Arial"/>
                <w:b/>
                <w:bCs/>
                <w:lang w:val="nl"/>
              </w:rPr>
              <w:t>. Burgerschap</w:t>
            </w:r>
          </w:p>
        </w:tc>
        <w:tc>
          <w:tcPr>
            <w:tcW w:w="7229" w:type="dxa"/>
            <w:tcBorders>
              <w:left w:val="nil"/>
            </w:tcBorders>
            <w:vAlign w:val="center"/>
          </w:tcPr>
          <w:p w14:paraId="110C4DF9" w14:textId="2108652A" w:rsidR="00DA58D9" w:rsidRPr="00EC3FF6" w:rsidRDefault="006B1179" w:rsidP="56E478AC">
            <w:pPr>
              <w:rPr>
                <w:rFonts w:cs="Arial"/>
                <w:lang w:val="nl"/>
              </w:rPr>
            </w:pPr>
            <w:r w:rsidRPr="00EC3FF6">
              <w:rPr>
                <w:rFonts w:cs="Arial"/>
                <w:lang w:val="nl"/>
              </w:rPr>
              <w:t>2</w:t>
            </w:r>
            <w:r w:rsidR="56E478AC" w:rsidRPr="00EC3FF6">
              <w:rPr>
                <w:rFonts w:cs="Arial"/>
                <w:lang w:val="nl"/>
              </w:rPr>
              <w:t>.1 De politiek-juridische dimensie</w:t>
            </w:r>
          </w:p>
        </w:tc>
      </w:tr>
      <w:tr w:rsidR="00DA58D9" w:rsidRPr="00EC3FF6" w14:paraId="73854538"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31C97BFE" w14:textId="77777777" w:rsidR="00DA58D9" w:rsidRPr="00EC3FF6" w:rsidRDefault="00DA58D9" w:rsidP="000A6066">
            <w:pPr>
              <w:rPr>
                <w:rFonts w:cs="Arial"/>
                <w:b/>
                <w:lang w:val="nl"/>
              </w:rPr>
            </w:pPr>
          </w:p>
        </w:tc>
        <w:tc>
          <w:tcPr>
            <w:tcW w:w="7229" w:type="dxa"/>
            <w:tcBorders>
              <w:left w:val="nil"/>
            </w:tcBorders>
            <w:vAlign w:val="center"/>
          </w:tcPr>
          <w:p w14:paraId="673B00AB" w14:textId="3289F719" w:rsidR="00DA58D9" w:rsidRPr="00EC3FF6" w:rsidRDefault="006B1179" w:rsidP="56E478AC">
            <w:pPr>
              <w:rPr>
                <w:rFonts w:cs="Arial"/>
                <w:lang w:val="nl"/>
              </w:rPr>
            </w:pPr>
            <w:r w:rsidRPr="00EC3FF6">
              <w:rPr>
                <w:rFonts w:cs="Arial"/>
                <w:lang w:val="nl"/>
              </w:rPr>
              <w:t>2</w:t>
            </w:r>
            <w:r w:rsidR="56E478AC" w:rsidRPr="00EC3FF6">
              <w:rPr>
                <w:rFonts w:cs="Arial"/>
                <w:lang w:val="nl"/>
              </w:rPr>
              <w:t>.2 De economische dimensie</w:t>
            </w:r>
          </w:p>
        </w:tc>
      </w:tr>
      <w:tr w:rsidR="00DA58D9" w:rsidRPr="00EC3FF6" w14:paraId="4937B228"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022745E6" w14:textId="77777777" w:rsidR="00DA58D9" w:rsidRPr="00EC3FF6" w:rsidRDefault="00DA58D9" w:rsidP="000A6066">
            <w:pPr>
              <w:rPr>
                <w:rFonts w:cs="Arial"/>
                <w:b/>
                <w:lang w:val="nl"/>
              </w:rPr>
            </w:pPr>
          </w:p>
        </w:tc>
        <w:tc>
          <w:tcPr>
            <w:tcW w:w="7229" w:type="dxa"/>
            <w:tcBorders>
              <w:left w:val="nil"/>
            </w:tcBorders>
            <w:vAlign w:val="center"/>
          </w:tcPr>
          <w:p w14:paraId="4E40E784" w14:textId="14E03798" w:rsidR="00DA58D9" w:rsidRPr="00EC3FF6" w:rsidRDefault="006B1179" w:rsidP="56E478AC">
            <w:pPr>
              <w:rPr>
                <w:rFonts w:cs="Arial"/>
                <w:lang w:val="nl"/>
              </w:rPr>
            </w:pPr>
            <w:r w:rsidRPr="00EC3FF6">
              <w:rPr>
                <w:rFonts w:cs="Arial"/>
                <w:lang w:val="nl"/>
              </w:rPr>
              <w:t>2</w:t>
            </w:r>
            <w:r w:rsidR="56E478AC" w:rsidRPr="00EC3FF6">
              <w:rPr>
                <w:rFonts w:cs="Arial"/>
                <w:lang w:val="nl"/>
              </w:rPr>
              <w:t>.3 De sociaal-maatschappelijke dimensie</w:t>
            </w:r>
          </w:p>
        </w:tc>
      </w:tr>
      <w:tr w:rsidR="00DA58D9" w:rsidRPr="00EC3FF6" w14:paraId="70FC5C77" w14:textId="77777777" w:rsidTr="4A2E3712">
        <w:trPr>
          <w:cantSplit/>
          <w:trHeight w:val="510"/>
        </w:trPr>
        <w:tc>
          <w:tcPr>
            <w:tcW w:w="1843" w:type="dxa"/>
            <w:vMerge/>
            <w:tcBorders>
              <w:top w:val="single" w:sz="4" w:space="0" w:color="D8B511"/>
              <w:left w:val="single" w:sz="4" w:space="0" w:color="D8B511"/>
              <w:bottom w:val="single" w:sz="4" w:space="0" w:color="D8B511"/>
              <w:right w:val="nil"/>
            </w:tcBorders>
            <w:shd w:val="clear" w:color="auto" w:fill="F2F2F2" w:themeFill="background1" w:themeFillShade="F2"/>
          </w:tcPr>
          <w:p w14:paraId="1395B6B6" w14:textId="77777777" w:rsidR="00DA58D9" w:rsidRPr="00EC3FF6" w:rsidRDefault="00DA58D9" w:rsidP="000A6066">
            <w:pPr>
              <w:rPr>
                <w:rFonts w:cs="Arial"/>
                <w:b/>
                <w:lang w:val="nl"/>
              </w:rPr>
            </w:pPr>
          </w:p>
        </w:tc>
        <w:tc>
          <w:tcPr>
            <w:tcW w:w="7229" w:type="dxa"/>
            <w:tcBorders>
              <w:left w:val="nil"/>
            </w:tcBorders>
            <w:vAlign w:val="center"/>
          </w:tcPr>
          <w:p w14:paraId="4A691A29" w14:textId="07F51487" w:rsidR="00DA58D9" w:rsidRPr="00EC3FF6" w:rsidRDefault="006B1179" w:rsidP="56E478AC">
            <w:pPr>
              <w:rPr>
                <w:rFonts w:cs="Arial"/>
                <w:lang w:val="nl"/>
              </w:rPr>
            </w:pPr>
            <w:r w:rsidRPr="00EC3FF6">
              <w:rPr>
                <w:rFonts w:cs="Arial"/>
                <w:lang w:val="nl"/>
              </w:rPr>
              <w:t>2</w:t>
            </w:r>
            <w:r w:rsidR="56E478AC" w:rsidRPr="00EC3FF6">
              <w:rPr>
                <w:rFonts w:cs="Arial"/>
                <w:lang w:val="nl"/>
              </w:rPr>
              <w:t>.4 De dimensie vitaal burgerschap</w:t>
            </w:r>
          </w:p>
        </w:tc>
      </w:tr>
    </w:tbl>
    <w:bookmarkEnd w:id="22"/>
    <w:p w14:paraId="124C29F6" w14:textId="5F375D64" w:rsidR="007B7D49" w:rsidRPr="00EC3FF6" w:rsidRDefault="530FDAB5" w:rsidP="530FDAB5">
      <w:pPr>
        <w:pStyle w:val="Kop2"/>
        <w:rPr>
          <w:rFonts w:cs="Arial"/>
        </w:rPr>
      </w:pPr>
      <w:r w:rsidRPr="00EC3FF6">
        <w:rPr>
          <w:rFonts w:cs="Arial"/>
        </w:rPr>
        <w:t xml:space="preserve">1.8 Beroepspraktijkvorming (BPV) </w:t>
      </w:r>
    </w:p>
    <w:p w14:paraId="35A217F3" w14:textId="2E5FCD69" w:rsidR="00584C4E" w:rsidRPr="00EC3FF6" w:rsidRDefault="4A2E3712" w:rsidP="00584C4E">
      <w:pPr>
        <w:rPr>
          <w:rFonts w:cs="Arial"/>
        </w:rPr>
      </w:pPr>
      <w:bookmarkStart w:id="23" w:name="_Hlk504474480"/>
      <w:r w:rsidRPr="00EC3FF6">
        <w:rPr>
          <w:rFonts w:cs="Arial"/>
        </w:rPr>
        <w:t>De BPV is een verplicht onderdeel binnen de opleiding. Studentinformatie over de BPV wordt verstrekt via de Studiewijzer en/of de BPV-gids van de opleiding. Hier</w:t>
      </w:r>
      <w:r w:rsidR="00D1776B">
        <w:rPr>
          <w:rFonts w:cs="Arial"/>
        </w:rPr>
        <w:t>in</w:t>
      </w:r>
      <w:r w:rsidRPr="00EC3FF6">
        <w:rPr>
          <w:rFonts w:cs="Arial"/>
        </w:rPr>
        <w:t xml:space="preserve"> staat ook het aantal verplicht te volgen BPV-uren per studiejaar.</w:t>
      </w:r>
    </w:p>
    <w:p w14:paraId="52489FA9" w14:textId="77777777" w:rsidR="00584C4E" w:rsidRPr="00EC3FF6" w:rsidRDefault="00584C4E">
      <w:pPr>
        <w:rPr>
          <w:rFonts w:cs="Arial"/>
        </w:rPr>
      </w:pPr>
    </w:p>
    <w:p w14:paraId="3E823CC0" w14:textId="40CD4177" w:rsidR="0014266A" w:rsidRPr="00EC3FF6" w:rsidRDefault="4A2E3712">
      <w:pPr>
        <w:rPr>
          <w:rFonts w:cs="Arial"/>
        </w:rPr>
      </w:pPr>
      <w:r w:rsidRPr="00EC3FF6">
        <w:rPr>
          <w:rFonts w:cs="Arial"/>
        </w:rPr>
        <w:t xml:space="preserve">De planning van de uren voor de beroepspraktijkvorming vindt plaats </w:t>
      </w:r>
      <w:r w:rsidR="00422305" w:rsidRPr="00EC3FF6">
        <w:rPr>
          <w:rFonts w:cs="Arial"/>
        </w:rPr>
        <w:t>op basis van</w:t>
      </w:r>
      <w:r w:rsidRPr="00EC3FF6">
        <w:rPr>
          <w:rFonts w:cs="Arial"/>
        </w:rPr>
        <w:t xml:space="preserve"> de </w:t>
      </w:r>
      <w:r w:rsidR="00422305" w:rsidRPr="00EC3FF6">
        <w:rPr>
          <w:rFonts w:cs="Arial"/>
          <w:b/>
          <w:lang w:val="nl"/>
        </w:rPr>
        <w:t>wettelijke urennorm</w:t>
      </w:r>
      <w:r w:rsidR="00145B24" w:rsidRPr="00EC3FF6">
        <w:rPr>
          <w:rFonts w:cs="Arial"/>
          <w:b/>
          <w:lang w:val="nl"/>
        </w:rPr>
        <w:t>.</w:t>
      </w:r>
      <w:bookmarkEnd w:id="23"/>
      <w:r w:rsidR="00145B24" w:rsidRPr="00EC3FF6">
        <w:rPr>
          <w:rFonts w:cs="Arial"/>
          <w:b/>
          <w:lang w:val="nl"/>
        </w:rPr>
        <w:t xml:space="preserve"> </w:t>
      </w:r>
      <w:r w:rsidRPr="00EC3FF6">
        <w:rPr>
          <w:rFonts w:cs="Arial"/>
        </w:rPr>
        <w:t xml:space="preserve"> </w:t>
      </w:r>
    </w:p>
    <w:p w14:paraId="33EC4AA7" w14:textId="77777777" w:rsidR="00D4136B" w:rsidRPr="00EC3FF6" w:rsidRDefault="00D4136B">
      <w:pPr>
        <w:rPr>
          <w:rFonts w:cs="Arial"/>
        </w:rPr>
      </w:pPr>
    </w:p>
    <w:p w14:paraId="24193043" w14:textId="77777777" w:rsidR="00D4136B" w:rsidRPr="00EC3FF6" w:rsidRDefault="00D4136B">
      <w:pPr>
        <w:rPr>
          <w:rFonts w:cs="Arial"/>
          <w:sz w:val="18"/>
          <w:szCs w:val="18"/>
        </w:rPr>
      </w:pPr>
    </w:p>
    <w:p w14:paraId="24A4EA1D" w14:textId="77777777" w:rsidR="005C0ECF" w:rsidRPr="00EC3FF6" w:rsidRDefault="005C0ECF" w:rsidP="007274E3">
      <w:pPr>
        <w:rPr>
          <w:rFonts w:cs="Arial"/>
          <w:color w:val="FF0000"/>
          <w:sz w:val="16"/>
        </w:rPr>
        <w:sectPr w:rsidR="005C0ECF" w:rsidRPr="00EC3FF6" w:rsidSect="00827BC6">
          <w:footerReference w:type="even" r:id="rId19"/>
          <w:footerReference w:type="default" r:id="rId20"/>
          <w:pgSz w:w="11906" w:h="16838" w:code="9"/>
          <w:pgMar w:top="1701" w:right="1418" w:bottom="1134" w:left="1361" w:header="1418" w:footer="709" w:gutter="0"/>
          <w:cols w:space="708"/>
          <w:docGrid w:linePitch="360"/>
        </w:sectPr>
      </w:pPr>
    </w:p>
    <w:p w14:paraId="52E31675" w14:textId="77777777" w:rsidR="007B7D49" w:rsidRPr="00B21171" w:rsidRDefault="4A2E3712" w:rsidP="00D4136B">
      <w:pPr>
        <w:pStyle w:val="Kop1"/>
        <w:rPr>
          <w:rFonts w:cs="Arial"/>
        </w:rPr>
      </w:pPr>
      <w:bookmarkStart w:id="24" w:name="_Hlk535932617"/>
      <w:bookmarkStart w:id="25" w:name="_Hlk29289360"/>
      <w:bookmarkStart w:id="26" w:name="_Hlk535930124"/>
      <w:r w:rsidRPr="00B21171">
        <w:rPr>
          <w:rFonts w:cs="Arial"/>
        </w:rPr>
        <w:lastRenderedPageBreak/>
        <w:t>2. De examenregeling</w:t>
      </w:r>
    </w:p>
    <w:p w14:paraId="2772866E" w14:textId="3018455C" w:rsidR="00B3781A" w:rsidRPr="00B21171" w:rsidRDefault="2C2B9C7A" w:rsidP="00B3781A">
      <w:pPr>
        <w:rPr>
          <w:rFonts w:cs="Arial"/>
        </w:rPr>
      </w:pPr>
      <w:r w:rsidRPr="00B21171">
        <w:rPr>
          <w:rFonts w:cs="Arial"/>
        </w:rPr>
        <w:t xml:space="preserve">In dit hoofdstuk staan de examenplannen van de opleiding beschreven. Per studieonderdeel kan de student nalezen welke examens hij/zij verplicht is af te leggen, en met welk minimum resultaat om het diploma te behalen. Het gaat hierbij om de examens die betrekking hebben op het </w:t>
      </w:r>
      <w:proofErr w:type="spellStart"/>
      <w:r w:rsidRPr="00B21171">
        <w:rPr>
          <w:rFonts w:cs="Arial"/>
        </w:rPr>
        <w:t>beroepsspecifieke</w:t>
      </w:r>
      <w:proofErr w:type="spellEnd"/>
      <w:r w:rsidRPr="00B21171">
        <w:rPr>
          <w:rFonts w:cs="Arial"/>
        </w:rPr>
        <w:t xml:space="preserve"> deel van de opleiding en de generieke examens voor Nederlandse taal, rekenen en Engels</w:t>
      </w:r>
      <w:r w:rsidR="00014D22" w:rsidRPr="00B21171">
        <w:rPr>
          <w:rFonts w:cs="Arial"/>
        </w:rPr>
        <w:t xml:space="preserve"> (</w:t>
      </w:r>
      <w:r w:rsidR="009A7353" w:rsidRPr="00B21171">
        <w:rPr>
          <w:rFonts w:cs="Arial"/>
        </w:rPr>
        <w:t>mbo-niveau 4)</w:t>
      </w:r>
      <w:r w:rsidRPr="00B21171">
        <w:rPr>
          <w:rFonts w:cs="Arial"/>
        </w:rPr>
        <w:t xml:space="preserve">. </w:t>
      </w:r>
    </w:p>
    <w:p w14:paraId="13EBC50F" w14:textId="77777777" w:rsidR="00B3781A" w:rsidRPr="00B21171" w:rsidRDefault="00B3781A" w:rsidP="00B3781A">
      <w:pPr>
        <w:rPr>
          <w:rFonts w:cs="Arial"/>
        </w:rPr>
      </w:pPr>
    </w:p>
    <w:p w14:paraId="4BB446CA" w14:textId="453C5B19" w:rsidR="00B3781A" w:rsidRPr="00B21171" w:rsidRDefault="4A2E3712" w:rsidP="00B3781A">
      <w:pPr>
        <w:rPr>
          <w:rFonts w:cs="Arial"/>
        </w:rPr>
      </w:pPr>
      <w:r w:rsidRPr="00B21171">
        <w:rPr>
          <w:rFonts w:cs="Arial"/>
        </w:rPr>
        <w:t xml:space="preserve">Op </w:t>
      </w:r>
      <w:r w:rsidR="00D1776B" w:rsidRPr="00B21171">
        <w:rPr>
          <w:rFonts w:cs="Arial"/>
        </w:rPr>
        <w:t>elk</w:t>
      </w:r>
      <w:r w:rsidRPr="00B21171">
        <w:rPr>
          <w:rFonts w:cs="Arial"/>
        </w:rPr>
        <w:t xml:space="preserve"> examenplan is het</w:t>
      </w:r>
      <w:r w:rsidR="001318F0" w:rsidRPr="00B21171">
        <w:rPr>
          <w:rFonts w:cs="Arial"/>
        </w:rPr>
        <w:t xml:space="preserve"> </w:t>
      </w:r>
      <w:hyperlink r:id="rId21" w:history="1">
        <w:r w:rsidR="001318F0" w:rsidRPr="00B21171">
          <w:rPr>
            <w:rStyle w:val="Hyperlink"/>
            <w:color w:val="FFC000"/>
          </w:rPr>
          <w:t>Noorderpoort Examenreglement</w:t>
        </w:r>
      </w:hyperlink>
      <w:r w:rsidRPr="00B21171">
        <w:rPr>
          <w:rFonts w:cs="Arial"/>
        </w:rPr>
        <w:t xml:space="preserve"> van toepassing</w:t>
      </w:r>
      <w:r w:rsidR="00D1776B" w:rsidRPr="00B21171">
        <w:rPr>
          <w:rFonts w:cs="Arial"/>
        </w:rPr>
        <w:t xml:space="preserve"> waarin </w:t>
      </w:r>
      <w:r w:rsidR="00CE5B78" w:rsidRPr="00B21171">
        <w:rPr>
          <w:rFonts w:cs="Arial"/>
        </w:rPr>
        <w:t xml:space="preserve">de </w:t>
      </w:r>
      <w:r w:rsidR="00D1776B" w:rsidRPr="00B21171">
        <w:rPr>
          <w:rFonts w:cs="Arial"/>
        </w:rPr>
        <w:t>regels en rechten staan beschreven die gelden voor alle examens binnen Noorderpoort.</w:t>
      </w:r>
      <w:r w:rsidRPr="00B21171">
        <w:rPr>
          <w:rFonts w:cs="Arial"/>
        </w:rPr>
        <w:t xml:space="preserve"> </w:t>
      </w:r>
      <w:r w:rsidR="001318F0" w:rsidRPr="00B21171">
        <w:rPr>
          <w:rFonts w:cs="Arial"/>
        </w:rPr>
        <w:t>Het e</w:t>
      </w:r>
      <w:r w:rsidRPr="00B21171">
        <w:rPr>
          <w:rFonts w:cs="Arial"/>
        </w:rPr>
        <w:t xml:space="preserve">xamenplan en </w:t>
      </w:r>
      <w:r w:rsidR="001318F0" w:rsidRPr="00B21171">
        <w:rPr>
          <w:rFonts w:cs="Arial"/>
        </w:rPr>
        <w:t>het e</w:t>
      </w:r>
      <w:r w:rsidRPr="00B21171">
        <w:rPr>
          <w:rFonts w:cs="Arial"/>
        </w:rPr>
        <w:t>xamenreglement vormen samen de Examenregeling van de opleiding.</w:t>
      </w:r>
    </w:p>
    <w:p w14:paraId="6F0B725C" w14:textId="18B82481" w:rsidR="00E9729D" w:rsidRPr="00B21171" w:rsidRDefault="4A2E3712" w:rsidP="4A2E3712">
      <w:pPr>
        <w:pStyle w:val="Geenafstand"/>
        <w:rPr>
          <w:sz w:val="20"/>
          <w:szCs w:val="20"/>
        </w:rPr>
      </w:pPr>
      <w:r w:rsidRPr="00B21171">
        <w:rPr>
          <w:sz w:val="20"/>
          <w:szCs w:val="20"/>
        </w:rPr>
        <w:t>In de</w:t>
      </w:r>
      <w:r w:rsidR="001318F0" w:rsidRPr="00B21171">
        <w:rPr>
          <w:sz w:val="20"/>
          <w:szCs w:val="20"/>
        </w:rPr>
        <w:t>ze</w:t>
      </w:r>
      <w:r w:rsidR="00E9729D" w:rsidRPr="00B21171">
        <w:rPr>
          <w:sz w:val="20"/>
          <w:szCs w:val="20"/>
        </w:rPr>
        <w:t xml:space="preserve"> OER </w:t>
      </w:r>
      <w:r w:rsidRPr="00B21171">
        <w:rPr>
          <w:sz w:val="20"/>
          <w:szCs w:val="20"/>
        </w:rPr>
        <w:t>staat welke examens een student moet afleggen</w:t>
      </w:r>
      <w:r w:rsidR="00E9729D" w:rsidRPr="00B21171">
        <w:rPr>
          <w:sz w:val="20"/>
          <w:szCs w:val="20"/>
        </w:rPr>
        <w:t xml:space="preserve"> en</w:t>
      </w:r>
      <w:r w:rsidRPr="00B21171">
        <w:rPr>
          <w:sz w:val="20"/>
          <w:szCs w:val="20"/>
        </w:rPr>
        <w:t xml:space="preserve"> aan welke vereisten hij/zij moet voldoen om in aanmerking te komen voor een diploma</w:t>
      </w:r>
      <w:r w:rsidR="00E9729D" w:rsidRPr="00B21171">
        <w:rPr>
          <w:sz w:val="20"/>
          <w:szCs w:val="20"/>
        </w:rPr>
        <w:t xml:space="preserve">. </w:t>
      </w:r>
    </w:p>
    <w:p w14:paraId="6077594B" w14:textId="77777777" w:rsidR="00B3781A" w:rsidRPr="00B21171" w:rsidRDefault="00B3781A" w:rsidP="00B3781A">
      <w:pPr>
        <w:pStyle w:val="Geenafstand"/>
        <w:rPr>
          <w:sz w:val="20"/>
          <w:szCs w:val="20"/>
        </w:rPr>
      </w:pPr>
    </w:p>
    <w:p w14:paraId="2410E7D9" w14:textId="77777777" w:rsidR="001318F0" w:rsidRPr="00B21171" w:rsidRDefault="2C2B9C7A" w:rsidP="2C2B9C7A">
      <w:pPr>
        <w:pStyle w:val="Geenafstand"/>
        <w:rPr>
          <w:sz w:val="20"/>
          <w:szCs w:val="20"/>
        </w:rPr>
      </w:pPr>
      <w:r w:rsidRPr="00B21171">
        <w:rPr>
          <w:sz w:val="20"/>
          <w:szCs w:val="20"/>
        </w:rPr>
        <w:t xml:space="preserve">De examens staan beschreven in verschillende examenplannen: </w:t>
      </w:r>
    </w:p>
    <w:p w14:paraId="26445AAC" w14:textId="32CB1614" w:rsidR="001318F0" w:rsidRPr="00B21171" w:rsidRDefault="00D1776B" w:rsidP="001318F0">
      <w:pPr>
        <w:pStyle w:val="Geenafstand"/>
        <w:numPr>
          <w:ilvl w:val="0"/>
          <w:numId w:val="21"/>
        </w:numPr>
        <w:rPr>
          <w:sz w:val="20"/>
          <w:szCs w:val="20"/>
        </w:rPr>
      </w:pPr>
      <w:r w:rsidRPr="00B21171">
        <w:rPr>
          <w:sz w:val="20"/>
          <w:szCs w:val="20"/>
        </w:rPr>
        <w:t>D</w:t>
      </w:r>
      <w:r w:rsidR="2C2B9C7A" w:rsidRPr="00B21171">
        <w:rPr>
          <w:sz w:val="20"/>
          <w:szCs w:val="20"/>
        </w:rPr>
        <w:t xml:space="preserve">e </w:t>
      </w:r>
      <w:proofErr w:type="spellStart"/>
      <w:r w:rsidR="2C2B9C7A" w:rsidRPr="00B21171">
        <w:rPr>
          <w:sz w:val="20"/>
          <w:szCs w:val="20"/>
        </w:rPr>
        <w:t>beroepsspecifieke</w:t>
      </w:r>
      <w:proofErr w:type="spellEnd"/>
      <w:r w:rsidR="001318F0" w:rsidRPr="00B21171">
        <w:rPr>
          <w:sz w:val="20"/>
          <w:szCs w:val="20"/>
        </w:rPr>
        <w:t>-</w:t>
      </w:r>
      <w:r w:rsidR="2C2B9C7A" w:rsidRPr="00B21171">
        <w:rPr>
          <w:sz w:val="20"/>
          <w:szCs w:val="20"/>
        </w:rPr>
        <w:t xml:space="preserve"> en generieke examenplannen staan in 2.2 en 2.3. </w:t>
      </w:r>
    </w:p>
    <w:p w14:paraId="5C1523A7" w14:textId="6DEC88AE" w:rsidR="00B3781A" w:rsidRPr="00B21171" w:rsidRDefault="2C2B9C7A" w:rsidP="001318F0">
      <w:pPr>
        <w:pStyle w:val="Geenafstand"/>
        <w:numPr>
          <w:ilvl w:val="0"/>
          <w:numId w:val="21"/>
        </w:numPr>
        <w:rPr>
          <w:sz w:val="20"/>
          <w:szCs w:val="20"/>
        </w:rPr>
      </w:pPr>
      <w:r w:rsidRPr="00B21171">
        <w:rPr>
          <w:sz w:val="20"/>
          <w:szCs w:val="20"/>
        </w:rPr>
        <w:t xml:space="preserve">Informatie over de examinering van de keuzedelen staat in 2.4.3.   </w:t>
      </w:r>
    </w:p>
    <w:p w14:paraId="2550C329" w14:textId="77777777" w:rsidR="00B3781A" w:rsidRPr="00B21171" w:rsidRDefault="00B3781A" w:rsidP="00B3781A">
      <w:pPr>
        <w:pStyle w:val="Geenafstand"/>
        <w:rPr>
          <w:sz w:val="20"/>
          <w:szCs w:val="20"/>
        </w:rPr>
      </w:pPr>
    </w:p>
    <w:p w14:paraId="6A0F8052" w14:textId="77777777" w:rsidR="00B3781A" w:rsidRPr="00B21171" w:rsidRDefault="4A2E3712" w:rsidP="4A2E3712">
      <w:pPr>
        <w:pStyle w:val="Geenafstand"/>
        <w:rPr>
          <w:sz w:val="20"/>
          <w:szCs w:val="20"/>
        </w:rPr>
      </w:pPr>
      <w:r w:rsidRPr="00B21171">
        <w:rPr>
          <w:sz w:val="20"/>
          <w:szCs w:val="20"/>
        </w:rPr>
        <w:t xml:space="preserve">Naast de examenplicht geldt een inspanningsverplichting voor Loopbaan en Burgerschap en de verplichting voor beroepspraktijkvorming (zie 2.4.1 en 2.4.2).  </w:t>
      </w:r>
    </w:p>
    <w:p w14:paraId="7361FF91" w14:textId="1487A7F4" w:rsidR="00C245CA" w:rsidRPr="00B21171" w:rsidRDefault="2C2B9C7A" w:rsidP="00D4136B">
      <w:pPr>
        <w:pStyle w:val="Kop2"/>
        <w:rPr>
          <w:rFonts w:cs="Arial"/>
        </w:rPr>
      </w:pPr>
      <w:r w:rsidRPr="00B21171">
        <w:rPr>
          <w:rFonts w:cs="Arial"/>
        </w:rPr>
        <w:t xml:space="preserve">2.1 Toelichting </w:t>
      </w:r>
      <w:r w:rsidR="00FF439C" w:rsidRPr="00B21171">
        <w:rPr>
          <w:rFonts w:cs="Arial"/>
        </w:rPr>
        <w:t xml:space="preserve">bij </w:t>
      </w:r>
      <w:r w:rsidRPr="00B21171">
        <w:rPr>
          <w:rFonts w:cs="Arial"/>
        </w:rPr>
        <w:t xml:space="preserve">het </w:t>
      </w:r>
      <w:proofErr w:type="spellStart"/>
      <w:r w:rsidRPr="00B21171">
        <w:rPr>
          <w:rFonts w:cs="Arial"/>
        </w:rPr>
        <w:t>beroepsspecifieke</w:t>
      </w:r>
      <w:proofErr w:type="spellEnd"/>
      <w:r w:rsidRPr="00B21171">
        <w:rPr>
          <w:rFonts w:cs="Arial"/>
        </w:rPr>
        <w:t xml:space="preserve"> examenplan  </w:t>
      </w:r>
    </w:p>
    <w:p w14:paraId="49E2EBCD" w14:textId="77777777" w:rsidR="00B3781A" w:rsidRPr="00B21171" w:rsidRDefault="2C2B9C7A" w:rsidP="00B3781A">
      <w:pPr>
        <w:rPr>
          <w:rFonts w:cs="Arial"/>
        </w:rPr>
      </w:pPr>
      <w:r w:rsidRPr="00B21171">
        <w:rPr>
          <w:rFonts w:cs="Arial"/>
        </w:rPr>
        <w:t xml:space="preserve">Het </w:t>
      </w:r>
      <w:proofErr w:type="spellStart"/>
      <w:r w:rsidRPr="00B21171">
        <w:rPr>
          <w:rFonts w:cs="Arial"/>
        </w:rPr>
        <w:t>beroepsspecifieke</w:t>
      </w:r>
      <w:proofErr w:type="spellEnd"/>
      <w:r w:rsidRPr="00B21171">
        <w:rPr>
          <w:rFonts w:cs="Arial"/>
        </w:rPr>
        <w:t xml:space="preserve"> examenplan van deze kwalificatie geeft een overzicht van alle verplichte examenonderdelen en de exameninstrumenten die bij elk van die onderdelen worden ingezet (methodemix). </w:t>
      </w:r>
    </w:p>
    <w:p w14:paraId="631511D6" w14:textId="3342F2B7" w:rsidR="00B3781A" w:rsidRPr="00B21171" w:rsidRDefault="2C2B9C7A" w:rsidP="00B3781A">
      <w:pPr>
        <w:rPr>
          <w:rFonts w:cs="Arial"/>
        </w:rPr>
      </w:pPr>
      <w:r w:rsidRPr="00B21171">
        <w:rPr>
          <w:rFonts w:cs="Arial"/>
        </w:rPr>
        <w:t xml:space="preserve">Het examenplan is </w:t>
      </w:r>
      <w:proofErr w:type="spellStart"/>
      <w:r w:rsidRPr="00B21171">
        <w:rPr>
          <w:rFonts w:cs="Arial"/>
        </w:rPr>
        <w:t>kaderstellend</w:t>
      </w:r>
      <w:proofErr w:type="spellEnd"/>
      <w:r w:rsidRPr="00B21171">
        <w:rPr>
          <w:rFonts w:cs="Arial"/>
        </w:rPr>
        <w:t xml:space="preserve"> voor het onderwijsteam en voor de administratieve verwerking.</w:t>
      </w:r>
    </w:p>
    <w:p w14:paraId="2A661D5D" w14:textId="7B19F454" w:rsidR="00FF439C" w:rsidRPr="00B21171" w:rsidRDefault="00FF439C" w:rsidP="00B3781A">
      <w:pPr>
        <w:rPr>
          <w:rFonts w:cs="Arial"/>
        </w:rPr>
      </w:pPr>
      <w:r w:rsidRPr="00B21171">
        <w:rPr>
          <w:rFonts w:cs="Arial"/>
        </w:rPr>
        <w:t>In 2.2. is hiervoor een tabel opgenomen. Hieronder een leeswijzer:</w:t>
      </w:r>
    </w:p>
    <w:p w14:paraId="74299230" w14:textId="54E9294F" w:rsidR="00F72DBF" w:rsidRPr="00B21171" w:rsidRDefault="4A2E3712" w:rsidP="00D4136B">
      <w:pPr>
        <w:pStyle w:val="Kop4"/>
        <w:rPr>
          <w:rFonts w:cs="Arial"/>
        </w:rPr>
      </w:pPr>
      <w:r w:rsidRPr="00B21171">
        <w:rPr>
          <w:rFonts w:cs="Arial"/>
        </w:rPr>
        <w:t xml:space="preserve">Op de tweede regel van </w:t>
      </w:r>
      <w:r w:rsidR="00FF439C" w:rsidRPr="00B21171">
        <w:rPr>
          <w:rFonts w:cs="Arial"/>
        </w:rPr>
        <w:t>de tabel</w:t>
      </w:r>
      <w:r w:rsidRPr="00B21171">
        <w:rPr>
          <w:rFonts w:cs="Arial"/>
        </w:rPr>
        <w:t xml:space="preserve"> staat </w:t>
      </w:r>
      <w:r w:rsidR="00FF439C" w:rsidRPr="00B21171">
        <w:rPr>
          <w:rFonts w:cs="Arial"/>
        </w:rPr>
        <w:t xml:space="preserve">vermeld </w:t>
      </w:r>
      <w:r w:rsidR="00D47E8C" w:rsidRPr="00B21171">
        <w:rPr>
          <w:rFonts w:cs="Arial"/>
        </w:rPr>
        <w:t xml:space="preserve">om welke </w:t>
      </w:r>
      <w:r w:rsidRPr="00B21171">
        <w:rPr>
          <w:rFonts w:cs="Arial"/>
        </w:rPr>
        <w:t>opleiding</w:t>
      </w:r>
      <w:r w:rsidR="00D47E8C" w:rsidRPr="00B21171">
        <w:rPr>
          <w:rFonts w:cs="Arial"/>
        </w:rPr>
        <w:t xml:space="preserve"> het gaat</w:t>
      </w:r>
      <w:r w:rsidRPr="00B21171">
        <w:rPr>
          <w:rFonts w:cs="Arial"/>
        </w:rPr>
        <w:t>. Hier</w:t>
      </w:r>
      <w:r w:rsidR="00FF439C" w:rsidRPr="00B21171">
        <w:rPr>
          <w:rFonts w:cs="Arial"/>
        </w:rPr>
        <w:t xml:space="preserve"> staat</w:t>
      </w:r>
      <w:r w:rsidRPr="00B21171">
        <w:rPr>
          <w:rFonts w:cs="Arial"/>
        </w:rPr>
        <w:t>:</w:t>
      </w:r>
    </w:p>
    <w:p w14:paraId="71427919" w14:textId="1764EFCE" w:rsidR="00B3781A" w:rsidRPr="00B21171" w:rsidRDefault="00B94855" w:rsidP="00B3781A">
      <w:pPr>
        <w:pStyle w:val="Lijstalinea"/>
        <w:numPr>
          <w:ilvl w:val="0"/>
          <w:numId w:val="5"/>
        </w:numPr>
        <w:rPr>
          <w:rFonts w:cs="Arial"/>
        </w:rPr>
      </w:pPr>
      <w:r w:rsidRPr="00B21171">
        <w:rPr>
          <w:rFonts w:cs="Arial"/>
        </w:rPr>
        <w:t>Naam Kwalificatie</w:t>
      </w:r>
      <w:r w:rsidRPr="00B21171">
        <w:rPr>
          <w:rFonts w:cs="Arial"/>
          <w:i/>
        </w:rPr>
        <w:t xml:space="preserve">: </w:t>
      </w:r>
      <w:r w:rsidR="4A2E3712" w:rsidRPr="00B21171">
        <w:rPr>
          <w:rFonts w:cs="Arial"/>
          <w:i/>
        </w:rPr>
        <w:t xml:space="preserve">de officiële </w:t>
      </w:r>
      <w:proofErr w:type="spellStart"/>
      <w:r w:rsidR="00FF439C" w:rsidRPr="00B21171">
        <w:rPr>
          <w:rFonts w:cs="Arial"/>
          <w:i/>
        </w:rPr>
        <w:t>crebo</w:t>
      </w:r>
      <w:proofErr w:type="spellEnd"/>
      <w:r w:rsidR="00FF439C" w:rsidRPr="00B21171">
        <w:rPr>
          <w:rFonts w:cs="Arial"/>
          <w:i/>
        </w:rPr>
        <w:t>-</w:t>
      </w:r>
      <w:r w:rsidR="4A2E3712" w:rsidRPr="00B21171">
        <w:rPr>
          <w:rFonts w:cs="Arial"/>
          <w:i/>
        </w:rPr>
        <w:t>naam van de kwalificatie;</w:t>
      </w:r>
    </w:p>
    <w:p w14:paraId="3085C022" w14:textId="129A417C" w:rsidR="00B3781A" w:rsidRPr="00B21171" w:rsidRDefault="00B94855" w:rsidP="00B3781A">
      <w:pPr>
        <w:pStyle w:val="Lijstalinea"/>
        <w:numPr>
          <w:ilvl w:val="0"/>
          <w:numId w:val="5"/>
        </w:numPr>
        <w:rPr>
          <w:rFonts w:cs="Arial"/>
        </w:rPr>
      </w:pPr>
      <w:proofErr w:type="spellStart"/>
      <w:r w:rsidRPr="00B21171">
        <w:rPr>
          <w:rFonts w:cs="Arial"/>
        </w:rPr>
        <w:t>Crebo</w:t>
      </w:r>
      <w:proofErr w:type="spellEnd"/>
      <w:r w:rsidRPr="00B21171">
        <w:rPr>
          <w:rFonts w:cs="Arial"/>
        </w:rPr>
        <w:t xml:space="preserve"> van de kwalificatie</w:t>
      </w:r>
      <w:r w:rsidRPr="00B21171">
        <w:rPr>
          <w:rFonts w:cs="Arial"/>
          <w:i/>
        </w:rPr>
        <w:t xml:space="preserve">: </w:t>
      </w:r>
      <w:r w:rsidR="2C2B9C7A" w:rsidRPr="00B21171">
        <w:rPr>
          <w:rFonts w:cs="Arial"/>
          <w:i/>
        </w:rPr>
        <w:t xml:space="preserve">het </w:t>
      </w:r>
      <w:r w:rsidRPr="00B21171">
        <w:rPr>
          <w:rFonts w:cs="Arial"/>
          <w:i/>
        </w:rPr>
        <w:t xml:space="preserve">officiële </w:t>
      </w:r>
      <w:proofErr w:type="spellStart"/>
      <w:r w:rsidR="2C2B9C7A" w:rsidRPr="00B21171">
        <w:rPr>
          <w:rFonts w:cs="Arial"/>
          <w:i/>
        </w:rPr>
        <w:t>crebonummer</w:t>
      </w:r>
      <w:proofErr w:type="spellEnd"/>
      <w:r w:rsidR="2C2B9C7A" w:rsidRPr="00B21171">
        <w:rPr>
          <w:rFonts w:cs="Arial"/>
          <w:i/>
        </w:rPr>
        <w:t xml:space="preserve"> van de kwalificatie</w:t>
      </w:r>
      <w:r w:rsidR="00A77794" w:rsidRPr="00B21171">
        <w:rPr>
          <w:rFonts w:cs="Arial"/>
          <w:i/>
        </w:rPr>
        <w:t>.</w:t>
      </w:r>
    </w:p>
    <w:p w14:paraId="496408C5" w14:textId="3E6C70C2" w:rsidR="00F72DBF" w:rsidRPr="00B21171" w:rsidRDefault="4A2E3712" w:rsidP="00D4136B">
      <w:pPr>
        <w:pStyle w:val="Kop4"/>
        <w:rPr>
          <w:rFonts w:cs="Arial"/>
        </w:rPr>
      </w:pPr>
      <w:r w:rsidRPr="00B21171">
        <w:rPr>
          <w:rFonts w:cs="Arial"/>
        </w:rPr>
        <w:t>In de kolommen staat</w:t>
      </w:r>
      <w:r w:rsidR="005C3C93" w:rsidRPr="00B21171">
        <w:rPr>
          <w:rFonts w:cs="Arial"/>
        </w:rPr>
        <w:t xml:space="preserve"> </w:t>
      </w:r>
      <w:r w:rsidR="00FF439C" w:rsidRPr="00B21171">
        <w:rPr>
          <w:rFonts w:cs="Arial"/>
        </w:rPr>
        <w:t xml:space="preserve">van links naar rechts </w:t>
      </w:r>
      <w:r w:rsidR="005C3C93" w:rsidRPr="00B21171">
        <w:rPr>
          <w:rFonts w:cs="Arial"/>
        </w:rPr>
        <w:t>ingevuld</w:t>
      </w:r>
      <w:r w:rsidRPr="00B21171">
        <w:rPr>
          <w:rFonts w:cs="Arial"/>
        </w:rPr>
        <w:t>:</w:t>
      </w:r>
    </w:p>
    <w:p w14:paraId="2B532C50" w14:textId="54D7A79C" w:rsidR="00B3781A" w:rsidRPr="00B21171" w:rsidRDefault="4A2E3712" w:rsidP="00B3781A">
      <w:pPr>
        <w:pStyle w:val="Lijstalinea"/>
        <w:numPr>
          <w:ilvl w:val="0"/>
          <w:numId w:val="5"/>
        </w:numPr>
        <w:rPr>
          <w:rFonts w:cs="Arial"/>
        </w:rPr>
      </w:pPr>
      <w:r w:rsidRPr="00B21171">
        <w:rPr>
          <w:rFonts w:cs="Arial"/>
          <w:b/>
        </w:rPr>
        <w:t xml:space="preserve">naam exameneenheid: </w:t>
      </w:r>
      <w:r w:rsidRPr="00B21171">
        <w:rPr>
          <w:rFonts w:cs="Arial"/>
          <w:i/>
          <w:iCs/>
        </w:rPr>
        <w:t>de officiële naam van de exameneenheid;</w:t>
      </w:r>
    </w:p>
    <w:p w14:paraId="67A3B824" w14:textId="77777777" w:rsidR="00B3781A" w:rsidRPr="00B21171" w:rsidRDefault="4A2E3712" w:rsidP="00B3781A">
      <w:pPr>
        <w:pStyle w:val="Lijstalinea"/>
        <w:numPr>
          <w:ilvl w:val="0"/>
          <w:numId w:val="5"/>
        </w:numPr>
        <w:rPr>
          <w:rFonts w:cs="Arial"/>
        </w:rPr>
      </w:pPr>
      <w:r w:rsidRPr="00B21171">
        <w:rPr>
          <w:rFonts w:cs="Arial"/>
          <w:b/>
        </w:rPr>
        <w:t>de examenvorm:</w:t>
      </w:r>
      <w:r w:rsidRPr="00B21171">
        <w:rPr>
          <w:rFonts w:cs="Arial"/>
          <w:i/>
          <w:iCs/>
        </w:rPr>
        <w:t xml:space="preserve"> is het een proeve van bekwaamheid, een examenproject of anders</w:t>
      </w:r>
      <w:r w:rsidRPr="00B21171">
        <w:rPr>
          <w:rFonts w:cs="Arial"/>
        </w:rPr>
        <w:t>;</w:t>
      </w:r>
    </w:p>
    <w:p w14:paraId="2FFD57D6" w14:textId="77777777" w:rsidR="00B3781A" w:rsidRPr="00B21171" w:rsidRDefault="4A2E3712" w:rsidP="00B3781A">
      <w:pPr>
        <w:pStyle w:val="Lijstalinea"/>
        <w:numPr>
          <w:ilvl w:val="0"/>
          <w:numId w:val="5"/>
        </w:numPr>
        <w:rPr>
          <w:rFonts w:cs="Arial"/>
        </w:rPr>
      </w:pPr>
      <w:r w:rsidRPr="00B21171">
        <w:rPr>
          <w:rFonts w:cs="Arial"/>
          <w:b/>
        </w:rPr>
        <w:t>kerntaak:</w:t>
      </w:r>
      <w:r w:rsidRPr="00B21171">
        <w:rPr>
          <w:rFonts w:cs="Arial"/>
          <w:i/>
          <w:iCs/>
        </w:rPr>
        <w:t xml:space="preserve"> alle kerntaken die minimaal met een voldoende resultaat moeten worden afgerond</w:t>
      </w:r>
      <w:r w:rsidRPr="00B21171">
        <w:rPr>
          <w:rFonts w:cs="Arial"/>
        </w:rPr>
        <w:t>;</w:t>
      </w:r>
    </w:p>
    <w:p w14:paraId="03A46C0B" w14:textId="77777777" w:rsidR="00B3781A" w:rsidRPr="00B21171" w:rsidRDefault="4A2E3712" w:rsidP="00B3781A">
      <w:pPr>
        <w:pStyle w:val="Lijstalinea"/>
        <w:numPr>
          <w:ilvl w:val="0"/>
          <w:numId w:val="5"/>
        </w:numPr>
        <w:rPr>
          <w:rFonts w:cs="Arial"/>
        </w:rPr>
      </w:pPr>
      <w:r w:rsidRPr="00B21171">
        <w:rPr>
          <w:rFonts w:cs="Arial"/>
          <w:b/>
        </w:rPr>
        <w:t>werkproces:</w:t>
      </w:r>
      <w:r w:rsidRPr="00B21171">
        <w:rPr>
          <w:rFonts w:cs="Arial"/>
        </w:rPr>
        <w:t xml:space="preserve"> </w:t>
      </w:r>
      <w:r w:rsidRPr="00B21171">
        <w:rPr>
          <w:rFonts w:cs="Arial"/>
          <w:i/>
          <w:iCs/>
        </w:rPr>
        <w:t>de werkprocessen die bij de kerntaak horen</w:t>
      </w:r>
      <w:r w:rsidRPr="00B21171">
        <w:rPr>
          <w:rFonts w:cs="Arial"/>
        </w:rPr>
        <w:t>;</w:t>
      </w:r>
    </w:p>
    <w:p w14:paraId="1C78D978" w14:textId="77777777" w:rsidR="00B3781A" w:rsidRPr="00B21171" w:rsidRDefault="4A2E3712" w:rsidP="00B3781A">
      <w:pPr>
        <w:pStyle w:val="Lijstalinea"/>
        <w:numPr>
          <w:ilvl w:val="0"/>
          <w:numId w:val="5"/>
        </w:numPr>
        <w:rPr>
          <w:rFonts w:cs="Arial"/>
        </w:rPr>
      </w:pPr>
      <w:r w:rsidRPr="00B21171">
        <w:rPr>
          <w:rFonts w:cs="Arial"/>
          <w:b/>
        </w:rPr>
        <w:t>wanneer en duur examen:</w:t>
      </w:r>
      <w:r w:rsidRPr="00B21171">
        <w:rPr>
          <w:rFonts w:cs="Arial"/>
        </w:rPr>
        <w:t xml:space="preserve"> </w:t>
      </w:r>
      <w:r w:rsidRPr="00B21171">
        <w:rPr>
          <w:rFonts w:cs="Arial"/>
          <w:i/>
          <w:iCs/>
        </w:rPr>
        <w:t>in welke periode vindt het examen plaats en hoe lang duurt het;</w:t>
      </w:r>
    </w:p>
    <w:p w14:paraId="1DB2DB1B" w14:textId="61E7CC69" w:rsidR="00B3781A" w:rsidRPr="00B21171" w:rsidRDefault="4A2E3712" w:rsidP="4A2E3712">
      <w:pPr>
        <w:pStyle w:val="Lijstalinea"/>
        <w:numPr>
          <w:ilvl w:val="0"/>
          <w:numId w:val="5"/>
        </w:numPr>
        <w:rPr>
          <w:rFonts w:cs="Arial"/>
          <w:i/>
          <w:iCs/>
        </w:rPr>
      </w:pPr>
      <w:r w:rsidRPr="00B21171">
        <w:rPr>
          <w:rFonts w:cs="Arial"/>
          <w:b/>
        </w:rPr>
        <w:t>plaat</w:t>
      </w:r>
      <w:r w:rsidR="00812F08" w:rsidRPr="00B21171">
        <w:rPr>
          <w:rFonts w:cs="Arial"/>
          <w:b/>
        </w:rPr>
        <w:t>s</w:t>
      </w:r>
      <w:r w:rsidRPr="00B21171">
        <w:rPr>
          <w:rFonts w:cs="Arial"/>
          <w:b/>
        </w:rPr>
        <w:t xml:space="preserve"> afname:</w:t>
      </w:r>
      <w:r w:rsidRPr="00B21171">
        <w:rPr>
          <w:rFonts w:cs="Arial"/>
        </w:rPr>
        <w:t xml:space="preserve"> </w:t>
      </w:r>
      <w:r w:rsidRPr="00B21171">
        <w:rPr>
          <w:rFonts w:cs="Arial"/>
          <w:i/>
          <w:iCs/>
        </w:rPr>
        <w:t>de locatie waar het examen plaatsvindt, d.w.z. in de beroepspraktijk of op school</w:t>
      </w:r>
      <w:r w:rsidRPr="00B21171">
        <w:rPr>
          <w:rFonts w:cs="Arial"/>
        </w:rPr>
        <w:t>;</w:t>
      </w:r>
    </w:p>
    <w:p w14:paraId="38107C8C" w14:textId="3293D63B" w:rsidR="00B3781A" w:rsidRPr="00B21171" w:rsidRDefault="4A2E3712" w:rsidP="00B3781A">
      <w:pPr>
        <w:pStyle w:val="Lijstalinea"/>
        <w:numPr>
          <w:ilvl w:val="0"/>
          <w:numId w:val="5"/>
        </w:numPr>
        <w:rPr>
          <w:rFonts w:cs="Arial"/>
        </w:rPr>
      </w:pPr>
      <w:r w:rsidRPr="00B21171">
        <w:rPr>
          <w:rFonts w:cs="Arial"/>
          <w:b/>
        </w:rPr>
        <w:t>weging resultaat van het werkproces t.b.v. resultaat per kerntaak:</w:t>
      </w:r>
      <w:r w:rsidRPr="00B21171">
        <w:rPr>
          <w:rFonts w:cs="Arial"/>
        </w:rPr>
        <w:t xml:space="preserve"> o</w:t>
      </w:r>
      <w:r w:rsidRPr="00B21171">
        <w:rPr>
          <w:rFonts w:cs="Arial"/>
          <w:i/>
          <w:iCs/>
        </w:rPr>
        <w:t>f en in hoeverre een examenresultaat meetelt bij de bepaling van het eindexamenresultaat per kerntaak</w:t>
      </w:r>
      <w:r w:rsidRPr="00B21171">
        <w:rPr>
          <w:rFonts w:cs="Arial"/>
          <w:lang w:val="nl"/>
        </w:rPr>
        <w:t>;</w:t>
      </w:r>
    </w:p>
    <w:p w14:paraId="3DEDB500" w14:textId="374F28A0" w:rsidR="005B1DAB" w:rsidRPr="00B21171" w:rsidRDefault="005B1DAB" w:rsidP="006D5FE1">
      <w:pPr>
        <w:pStyle w:val="Lijstalinea"/>
        <w:numPr>
          <w:ilvl w:val="0"/>
          <w:numId w:val="5"/>
        </w:numPr>
        <w:rPr>
          <w:rFonts w:cs="Arial"/>
          <w:i/>
        </w:rPr>
      </w:pPr>
      <w:r w:rsidRPr="00B21171">
        <w:rPr>
          <w:rFonts w:cs="Arial"/>
          <w:b/>
          <w:lang w:val="nl"/>
        </w:rPr>
        <w:t xml:space="preserve">minimaal te behalen resultaat </w:t>
      </w:r>
      <w:r w:rsidRPr="00B21171">
        <w:rPr>
          <w:rFonts w:cs="Arial"/>
          <w:b/>
          <w:u w:val="single"/>
          <w:lang w:val="nl"/>
        </w:rPr>
        <w:t>per examen</w:t>
      </w:r>
      <w:r w:rsidRPr="00B21171">
        <w:rPr>
          <w:rFonts w:cs="Arial"/>
          <w:b/>
          <w:lang w:val="nl"/>
        </w:rPr>
        <w:t>:</w:t>
      </w:r>
      <w:r w:rsidRPr="00B21171">
        <w:rPr>
          <w:rFonts w:cs="Arial"/>
          <w:lang w:val="nl"/>
        </w:rPr>
        <w:t xml:space="preserve"> </w:t>
      </w:r>
      <w:r w:rsidRPr="00B21171">
        <w:rPr>
          <w:rFonts w:cs="Arial"/>
          <w:i/>
          <w:lang w:val="nl"/>
        </w:rPr>
        <w:t>indien van toepassing;</w:t>
      </w:r>
    </w:p>
    <w:p w14:paraId="0356D16F" w14:textId="0394BD83" w:rsidR="00B3781A" w:rsidRPr="00B21171" w:rsidRDefault="009A7353" w:rsidP="00DE5A41">
      <w:pPr>
        <w:pStyle w:val="Lijstalinea"/>
        <w:numPr>
          <w:ilvl w:val="0"/>
          <w:numId w:val="5"/>
        </w:numPr>
        <w:rPr>
          <w:rFonts w:cs="Arial"/>
        </w:rPr>
      </w:pPr>
      <w:r w:rsidRPr="00B21171">
        <w:rPr>
          <w:rFonts w:cs="Arial"/>
          <w:b/>
        </w:rPr>
        <w:t>onder het kopje</w:t>
      </w:r>
      <w:r w:rsidRPr="00B21171">
        <w:rPr>
          <w:rFonts w:cs="Arial"/>
        </w:rPr>
        <w:t xml:space="preserve">: ‘BEROEPSSPECIFIEKE EISEN VOOR TAAL EN REKENEN BEHORENDE BIJ KERNTAKEN’ kunnen examens </w:t>
      </w:r>
      <w:r w:rsidR="00B94855" w:rsidRPr="00B21171">
        <w:rPr>
          <w:rFonts w:cs="Arial"/>
        </w:rPr>
        <w:t xml:space="preserve">worden vermeld </w:t>
      </w:r>
      <w:r w:rsidRPr="00B21171">
        <w:rPr>
          <w:rFonts w:cs="Arial"/>
        </w:rPr>
        <w:t xml:space="preserve">voor </w:t>
      </w:r>
      <w:proofErr w:type="spellStart"/>
      <w:r w:rsidRPr="00B21171">
        <w:rPr>
          <w:rFonts w:cs="Arial"/>
          <w:b/>
        </w:rPr>
        <w:t>b</w:t>
      </w:r>
      <w:r w:rsidR="2C2B9C7A" w:rsidRPr="00B21171">
        <w:rPr>
          <w:rFonts w:cs="Arial"/>
          <w:b/>
        </w:rPr>
        <w:t>eroepsspecifieke</w:t>
      </w:r>
      <w:proofErr w:type="spellEnd"/>
      <w:r w:rsidR="2C2B9C7A" w:rsidRPr="00B21171">
        <w:rPr>
          <w:rFonts w:cs="Arial"/>
          <w:b/>
        </w:rPr>
        <w:t xml:space="preserve"> moderne vreemde taalexamens die de opleiding apart wil examineren</w:t>
      </w:r>
      <w:r w:rsidRPr="00B21171">
        <w:rPr>
          <w:rFonts w:cs="Arial"/>
          <w:b/>
        </w:rPr>
        <w:t xml:space="preserve">. </w:t>
      </w:r>
      <w:r w:rsidRPr="00B21171">
        <w:rPr>
          <w:rFonts w:cs="Arial"/>
        </w:rPr>
        <w:t>D</w:t>
      </w:r>
      <w:r w:rsidR="0034675A" w:rsidRPr="00B21171">
        <w:rPr>
          <w:rFonts w:cs="Arial"/>
        </w:rPr>
        <w:t>e resultaten</w:t>
      </w:r>
      <w:r w:rsidR="2C2B9C7A" w:rsidRPr="00B21171">
        <w:rPr>
          <w:rFonts w:cs="Arial"/>
        </w:rPr>
        <w:t xml:space="preserve"> </w:t>
      </w:r>
      <w:r w:rsidR="2C2B9C7A" w:rsidRPr="00B21171">
        <w:rPr>
          <w:rFonts w:cs="Arial"/>
          <w:u w:val="single"/>
        </w:rPr>
        <w:t>kunnen</w:t>
      </w:r>
      <w:r w:rsidR="2C2B9C7A" w:rsidRPr="00B21171">
        <w:rPr>
          <w:rFonts w:cs="Arial"/>
        </w:rPr>
        <w:t xml:space="preserve"> per te examineren vaardigheid vermeld worden </w:t>
      </w:r>
      <w:bookmarkEnd w:id="24"/>
    </w:p>
    <w:p w14:paraId="7BA57086" w14:textId="77777777" w:rsidR="005B1DAB" w:rsidRPr="00B21171" w:rsidRDefault="005B1DAB" w:rsidP="005B1DAB">
      <w:pPr>
        <w:pStyle w:val="Lijstalinea"/>
        <w:rPr>
          <w:rFonts w:cs="Arial"/>
        </w:rPr>
      </w:pPr>
    </w:p>
    <w:p w14:paraId="76652F81" w14:textId="488D4A96" w:rsidR="005B1DAB" w:rsidRPr="00D47E8C" w:rsidRDefault="009A7353" w:rsidP="009A7353">
      <w:pPr>
        <w:rPr>
          <w:rFonts w:cs="Arial"/>
        </w:rPr>
      </w:pPr>
      <w:r w:rsidRPr="00B21171">
        <w:rPr>
          <w:rFonts w:cs="Arial"/>
        </w:rPr>
        <w:t>Belangrijk: h</w:t>
      </w:r>
      <w:r w:rsidR="005B1DAB" w:rsidRPr="00B21171">
        <w:rPr>
          <w:rFonts w:cs="Arial"/>
        </w:rPr>
        <w:t xml:space="preserve">et eindresultaat per kerntaak </w:t>
      </w:r>
      <w:r w:rsidR="00FF439C" w:rsidRPr="00B21171">
        <w:rPr>
          <w:rFonts w:cs="Arial"/>
        </w:rPr>
        <w:t>wordt altijd uitgedrukt in:</w:t>
      </w:r>
      <w:r w:rsidR="005B1DAB" w:rsidRPr="00B21171">
        <w:rPr>
          <w:rFonts w:cs="Arial"/>
        </w:rPr>
        <w:t xml:space="preserve"> </w:t>
      </w:r>
      <w:r w:rsidR="005B1DAB" w:rsidRPr="00B21171">
        <w:rPr>
          <w:rFonts w:cs="Arial"/>
          <w:i/>
          <w:iCs/>
        </w:rPr>
        <w:t xml:space="preserve">minimaal </w:t>
      </w:r>
      <w:r w:rsidR="00D47E8C" w:rsidRPr="00B21171">
        <w:rPr>
          <w:rFonts w:cs="Arial"/>
          <w:i/>
          <w:iCs/>
        </w:rPr>
        <w:t>V</w:t>
      </w:r>
      <w:r w:rsidR="005B1DAB" w:rsidRPr="00B21171">
        <w:rPr>
          <w:rFonts w:cs="Arial"/>
          <w:i/>
          <w:iCs/>
        </w:rPr>
        <w:t xml:space="preserve"> </w:t>
      </w:r>
      <w:r w:rsidR="00D47E8C" w:rsidRPr="00B21171">
        <w:rPr>
          <w:rFonts w:cs="Arial"/>
          <w:i/>
          <w:iCs/>
        </w:rPr>
        <w:t>(bij gebruik van p</w:t>
      </w:r>
      <w:r w:rsidR="005B1DAB" w:rsidRPr="00B21171">
        <w:rPr>
          <w:rFonts w:cs="Arial"/>
          <w:i/>
          <w:iCs/>
        </w:rPr>
        <w:t xml:space="preserve">untenschaal </w:t>
      </w:r>
      <w:r w:rsidR="00D47E8C" w:rsidRPr="00B21171">
        <w:rPr>
          <w:rFonts w:cs="Arial"/>
          <w:i/>
          <w:iCs/>
        </w:rPr>
        <w:t xml:space="preserve">O/V/G </w:t>
      </w:r>
      <w:r w:rsidR="005B1DAB" w:rsidRPr="00B21171">
        <w:rPr>
          <w:rFonts w:cs="Arial"/>
          <w:b/>
          <w:i/>
          <w:iCs/>
        </w:rPr>
        <w:t xml:space="preserve">of </w:t>
      </w:r>
      <w:r w:rsidR="00D47E8C" w:rsidRPr="00B21171">
        <w:rPr>
          <w:rFonts w:cs="Arial"/>
          <w:i/>
          <w:iCs/>
        </w:rPr>
        <w:t xml:space="preserve">minimaal 5,5 bij gebruik van </w:t>
      </w:r>
      <w:r w:rsidR="005B1DAB" w:rsidRPr="00B21171">
        <w:rPr>
          <w:rFonts w:cs="Arial"/>
          <w:i/>
          <w:iCs/>
        </w:rPr>
        <w:t>cijfers</w:t>
      </w:r>
      <w:r w:rsidR="00D47E8C" w:rsidRPr="00B21171">
        <w:rPr>
          <w:rFonts w:cs="Arial"/>
          <w:i/>
          <w:iCs/>
        </w:rPr>
        <w:t xml:space="preserve"> (puntenschaal</w:t>
      </w:r>
      <w:r w:rsidR="005B1DAB" w:rsidRPr="00B21171">
        <w:rPr>
          <w:rFonts w:cs="Arial"/>
          <w:i/>
          <w:iCs/>
        </w:rPr>
        <w:t xml:space="preserve"> 1 t/m 10)</w:t>
      </w:r>
      <w:r w:rsidR="00D47E8C" w:rsidRPr="00B21171">
        <w:rPr>
          <w:rFonts w:cs="Arial"/>
          <w:i/>
          <w:iCs/>
        </w:rPr>
        <w:t>.</w:t>
      </w:r>
    </w:p>
    <w:bookmarkEnd w:id="25"/>
    <w:p w14:paraId="6760D793" w14:textId="6955654B" w:rsidR="005B1DAB" w:rsidRPr="00D47E8C" w:rsidRDefault="005B1DAB" w:rsidP="00D47E8C">
      <w:pPr>
        <w:rPr>
          <w:rFonts w:cs="Arial"/>
        </w:rPr>
      </w:pPr>
    </w:p>
    <w:bookmarkEnd w:id="26"/>
    <w:p w14:paraId="0B748ED7" w14:textId="77777777" w:rsidR="00C245CA" w:rsidRPr="00EC3FF6" w:rsidRDefault="00C245CA" w:rsidP="00C245CA">
      <w:pPr>
        <w:rPr>
          <w:rFonts w:cs="Arial"/>
          <w:szCs w:val="18"/>
        </w:rPr>
      </w:pPr>
    </w:p>
    <w:p w14:paraId="04C9D13A" w14:textId="77777777" w:rsidR="003F1ED0" w:rsidRPr="00EC3FF6" w:rsidRDefault="003F1ED0" w:rsidP="003F1ED0">
      <w:pPr>
        <w:rPr>
          <w:rFonts w:cs="Arial"/>
          <w:szCs w:val="18"/>
        </w:rPr>
      </w:pPr>
    </w:p>
    <w:p w14:paraId="070AE533" w14:textId="77777777" w:rsidR="00C24DA4" w:rsidRPr="00EC3FF6" w:rsidRDefault="00C24DA4" w:rsidP="003F1ED0">
      <w:pPr>
        <w:rPr>
          <w:rFonts w:cs="Arial"/>
          <w:szCs w:val="18"/>
        </w:rPr>
        <w:sectPr w:rsidR="00C24DA4" w:rsidRPr="00EC3FF6" w:rsidSect="001C5CFF">
          <w:pgSz w:w="11906" w:h="16838"/>
          <w:pgMar w:top="1701" w:right="1418" w:bottom="1418" w:left="1361" w:header="709" w:footer="709" w:gutter="0"/>
          <w:cols w:space="708"/>
          <w:docGrid w:linePitch="360"/>
        </w:sectPr>
      </w:pPr>
    </w:p>
    <w:p w14:paraId="41797230" w14:textId="5DFE00D6" w:rsidR="00DD4187" w:rsidRPr="00EC3FF6" w:rsidRDefault="2C2B9C7A" w:rsidP="00827BC6">
      <w:pPr>
        <w:pStyle w:val="Kop2"/>
        <w:spacing w:before="0"/>
        <w:rPr>
          <w:rFonts w:cs="Arial"/>
        </w:rPr>
      </w:pPr>
      <w:r w:rsidRPr="00EC3FF6">
        <w:rPr>
          <w:rFonts w:cs="Arial"/>
        </w:rPr>
        <w:lastRenderedPageBreak/>
        <w:t xml:space="preserve">2.2. </w:t>
      </w:r>
      <w:proofErr w:type="spellStart"/>
      <w:r w:rsidRPr="00EC3FF6">
        <w:rPr>
          <w:rFonts w:cs="Arial"/>
        </w:rPr>
        <w:t>Beroepsspecifiek</w:t>
      </w:r>
      <w:proofErr w:type="spellEnd"/>
      <w:r w:rsidRPr="00EC3FF6">
        <w:rPr>
          <w:rFonts w:cs="Arial"/>
        </w:rPr>
        <w:t xml:space="preserve"> examenplan ten behoeve van basisdeel en profieldeel</w:t>
      </w:r>
      <w:r w:rsidR="00F359AC" w:rsidRPr="00EC3FF6">
        <w:rPr>
          <w:rFonts w:cs="Arial"/>
        </w:rPr>
        <w:t xml:space="preserve"> </w:t>
      </w:r>
    </w:p>
    <w:p w14:paraId="613DC129" w14:textId="2C673BE0" w:rsidR="00C23716" w:rsidRDefault="00C23716">
      <w:bookmarkStart w:id="27" w:name="_Hlk504474645"/>
    </w:p>
    <w:p w14:paraId="0F70D845" w14:textId="5B1486A9" w:rsidR="00F75496" w:rsidRDefault="00F75496">
      <w:r>
        <w:rPr>
          <w:noProof/>
        </w:rPr>
        <w:drawing>
          <wp:inline distT="0" distB="0" distL="0" distR="0" wp14:anchorId="3D7EEB1E" wp14:editId="72DC52FB">
            <wp:extent cx="8927466" cy="3515327"/>
            <wp:effectExtent l="0" t="0" r="6985" b="9525"/>
            <wp:docPr id="1200768901" name="Afbeelding 1200768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200768901"/>
                    <pic:cNvPicPr/>
                  </pic:nvPicPr>
                  <pic:blipFill>
                    <a:blip r:embed="rId22">
                      <a:extLst>
                        <a:ext uri="{28A0092B-C50C-407E-A947-70E740481C1C}">
                          <a14:useLocalDpi xmlns:a14="http://schemas.microsoft.com/office/drawing/2010/main" val="0"/>
                        </a:ext>
                      </a:extLst>
                    </a:blip>
                    <a:stretch>
                      <a:fillRect/>
                    </a:stretch>
                  </pic:blipFill>
                  <pic:spPr>
                    <a:xfrm>
                      <a:off x="0" y="0"/>
                      <a:ext cx="8927466" cy="3515327"/>
                    </a:xfrm>
                    <a:prstGeom prst="rect">
                      <a:avLst/>
                    </a:prstGeom>
                  </pic:spPr>
                </pic:pic>
              </a:graphicData>
            </a:graphic>
          </wp:inline>
        </w:drawing>
      </w:r>
    </w:p>
    <w:p w14:paraId="756CBBE6" w14:textId="655EDC1D" w:rsidR="00F75496" w:rsidRDefault="00F75496"/>
    <w:p w14:paraId="032F3DB3" w14:textId="465EAFF4" w:rsidR="00F75496" w:rsidRDefault="00F75496"/>
    <w:p w14:paraId="3990F8C3" w14:textId="09A42882" w:rsidR="00F75496" w:rsidRDefault="00F75496"/>
    <w:p w14:paraId="79B2CAA1" w14:textId="77777777" w:rsidR="00F75496" w:rsidRDefault="00F75496"/>
    <w:tbl>
      <w:tblPr>
        <w:tblW w:w="1488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14885"/>
      </w:tblGrid>
      <w:tr w:rsidR="00AE6077" w:rsidRPr="00B21171" w14:paraId="0CE27F8E" w14:textId="77777777" w:rsidTr="00493A80">
        <w:trPr>
          <w:cantSplit/>
          <w:trHeight w:val="227"/>
        </w:trPr>
        <w:tc>
          <w:tcPr>
            <w:tcW w:w="14885" w:type="dxa"/>
            <w:tcBorders>
              <w:top w:val="single" w:sz="4" w:space="0" w:color="D8B511"/>
              <w:left w:val="single" w:sz="4" w:space="0" w:color="D8B511"/>
              <w:bottom w:val="single" w:sz="4" w:space="0" w:color="D8B511"/>
              <w:right w:val="single" w:sz="4" w:space="0" w:color="D8B511"/>
            </w:tcBorders>
            <w:shd w:val="clear" w:color="auto" w:fill="F2F2F2" w:themeFill="background1" w:themeFillShade="F2"/>
            <w:vAlign w:val="center"/>
          </w:tcPr>
          <w:p w14:paraId="4382D2EC" w14:textId="3C69962A" w:rsidR="00AE6077" w:rsidRPr="00B21171" w:rsidRDefault="00AE6077" w:rsidP="00493A80">
            <w:pPr>
              <w:rPr>
                <w:rFonts w:eastAsia="Calibri" w:cs="Arial"/>
                <w:b/>
                <w:sz w:val="18"/>
                <w:szCs w:val="18"/>
                <w:lang w:eastAsia="en-US"/>
              </w:rPr>
            </w:pPr>
            <w:r w:rsidRPr="00B21171">
              <w:rPr>
                <w:rFonts w:eastAsia="Calibri" w:cs="Arial"/>
                <w:b/>
                <w:sz w:val="18"/>
                <w:szCs w:val="18"/>
                <w:lang w:eastAsia="en-US"/>
              </w:rPr>
              <w:t>Scorevoorschrift voor eindresultaat basisdeel per kerntaak: minimaal V (voldoende) per kerntaak (schaal O-V-G)</w:t>
            </w:r>
            <w:r w:rsidR="00F75496">
              <w:rPr>
                <w:rFonts w:eastAsia="Calibri" w:cs="Arial"/>
                <w:sz w:val="18"/>
                <w:szCs w:val="18"/>
                <w:lang w:eastAsia="en-US"/>
              </w:rPr>
              <w:t>.</w:t>
            </w:r>
          </w:p>
        </w:tc>
      </w:tr>
      <w:tr w:rsidR="00AE6077" w:rsidRPr="00EC3FF6" w14:paraId="1795A53F" w14:textId="77777777" w:rsidTr="00493A80">
        <w:trPr>
          <w:cantSplit/>
          <w:trHeight w:val="227"/>
        </w:trPr>
        <w:tc>
          <w:tcPr>
            <w:tcW w:w="14885" w:type="dxa"/>
            <w:tcBorders>
              <w:top w:val="single" w:sz="4" w:space="0" w:color="D8B511"/>
              <w:left w:val="single" w:sz="4" w:space="0" w:color="D8B511"/>
              <w:bottom w:val="single" w:sz="4" w:space="0" w:color="D8B511"/>
              <w:right w:val="single" w:sz="4" w:space="0" w:color="D8B511"/>
            </w:tcBorders>
            <w:shd w:val="clear" w:color="auto" w:fill="F2F2F2" w:themeFill="background1" w:themeFillShade="F2"/>
            <w:vAlign w:val="center"/>
          </w:tcPr>
          <w:p w14:paraId="68441990" w14:textId="7A74CDBC" w:rsidR="00AE6077" w:rsidRPr="00B21171" w:rsidRDefault="00AE6077" w:rsidP="00493A80">
            <w:pPr>
              <w:rPr>
                <w:rFonts w:eastAsia="Calibri" w:cs="Arial"/>
                <w:b/>
                <w:sz w:val="18"/>
                <w:szCs w:val="18"/>
                <w:lang w:eastAsia="en-US"/>
              </w:rPr>
            </w:pPr>
            <w:r w:rsidRPr="00B21171">
              <w:rPr>
                <w:rFonts w:eastAsia="Calibri" w:cs="Arial"/>
                <w:b/>
                <w:sz w:val="18"/>
                <w:szCs w:val="18"/>
                <w:lang w:eastAsia="en-US"/>
              </w:rPr>
              <w:t>Scorevoorschrift voor eindresultaat profieldeel per kerntaak: minimaal V (voldoende) per kerntaak (schaal O-V-G)</w:t>
            </w:r>
            <w:r w:rsidR="00F75496">
              <w:rPr>
                <w:rFonts w:eastAsia="Calibri" w:cs="Arial"/>
                <w:sz w:val="18"/>
                <w:szCs w:val="18"/>
                <w:lang w:eastAsia="en-US"/>
              </w:rPr>
              <w:t>.</w:t>
            </w:r>
          </w:p>
        </w:tc>
      </w:tr>
    </w:tbl>
    <w:p w14:paraId="2612DABF" w14:textId="77777777" w:rsidR="00AE6077" w:rsidRPr="00B21171" w:rsidRDefault="00AE6077"/>
    <w:p w14:paraId="4DF5EB08" w14:textId="74D839DA" w:rsidR="00E94315" w:rsidRDefault="00EE18EC" w:rsidP="00E94315">
      <w:pPr>
        <w:pStyle w:val="Kop2"/>
        <w:rPr>
          <w:rFonts w:cs="Arial"/>
        </w:rPr>
      </w:pPr>
      <w:bookmarkStart w:id="28" w:name="_Hlk503169239"/>
      <w:bookmarkEnd w:id="27"/>
      <w:r w:rsidRPr="00EC3FF6">
        <w:rPr>
          <w:rFonts w:cs="Arial"/>
        </w:rPr>
        <w:lastRenderedPageBreak/>
        <w:t>2.3 Generieke examenplannen Nederlands, rekenen en Engels</w:t>
      </w:r>
    </w:p>
    <w:tbl>
      <w:tblPr>
        <w:tblpPr w:leftFromText="141" w:rightFromText="141" w:vertAnchor="page" w:horzAnchor="margin" w:tblpY="2221"/>
        <w:tblW w:w="148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8" w:type="dxa"/>
          <w:left w:w="57" w:type="dxa"/>
          <w:right w:w="0" w:type="dxa"/>
        </w:tblCellMar>
        <w:tblLook w:val="00A0" w:firstRow="1" w:lastRow="0" w:firstColumn="1" w:lastColumn="0" w:noHBand="0" w:noVBand="0"/>
      </w:tblPr>
      <w:tblGrid>
        <w:gridCol w:w="3823"/>
        <w:gridCol w:w="1984"/>
        <w:gridCol w:w="851"/>
        <w:gridCol w:w="1417"/>
        <w:gridCol w:w="1307"/>
        <w:gridCol w:w="996"/>
        <w:gridCol w:w="1327"/>
        <w:gridCol w:w="1292"/>
        <w:gridCol w:w="1882"/>
      </w:tblGrid>
      <w:tr w:rsidR="00E94315" w:rsidRPr="00E94315" w14:paraId="19195803" w14:textId="77777777" w:rsidTr="00EE18EC">
        <w:trPr>
          <w:cantSplit/>
          <w:trHeight w:val="396"/>
        </w:trPr>
        <w:tc>
          <w:tcPr>
            <w:tcW w:w="14879" w:type="dxa"/>
            <w:gridSpan w:val="9"/>
            <w:tcBorders>
              <w:top w:val="single" w:sz="4" w:space="0" w:color="D8B511"/>
              <w:left w:val="single" w:sz="4" w:space="0" w:color="D8B511"/>
              <w:bottom w:val="single" w:sz="4" w:space="0" w:color="D8B511"/>
              <w:right w:val="single" w:sz="4" w:space="0" w:color="D8B511"/>
            </w:tcBorders>
            <w:shd w:val="clear" w:color="auto" w:fill="DBE5F1"/>
            <w:vAlign w:val="center"/>
          </w:tcPr>
          <w:p w14:paraId="5E37ADF4" w14:textId="77777777" w:rsidR="00E94315" w:rsidRPr="00E94315" w:rsidRDefault="00E94315" w:rsidP="00EE18EC">
            <w:pPr>
              <w:jc w:val="center"/>
              <w:rPr>
                <w:rFonts w:eastAsia="Calibri" w:cs="Arial"/>
                <w:color w:val="000000"/>
                <w:sz w:val="36"/>
                <w:szCs w:val="36"/>
                <w:lang w:eastAsia="en-US"/>
              </w:rPr>
            </w:pPr>
            <w:bookmarkStart w:id="29" w:name="_Hlk24622584"/>
            <w:r w:rsidRPr="00E94315">
              <w:rPr>
                <w:rFonts w:eastAsia="Malgun Gothic" w:cs="Arial"/>
                <w:b/>
                <w:bCs/>
                <w:color w:val="000000"/>
                <w:sz w:val="28"/>
                <w:szCs w:val="28"/>
                <w:lang w:eastAsia="en-US"/>
              </w:rPr>
              <w:t>Generiek examenplan Nederlands, rekenen en Engels mbo-niveau 4</w:t>
            </w:r>
          </w:p>
        </w:tc>
      </w:tr>
      <w:tr w:rsidR="00E94315" w:rsidRPr="00E94315" w14:paraId="2495ACF4" w14:textId="77777777" w:rsidTr="006057C9">
        <w:trPr>
          <w:cantSplit/>
          <w:trHeight w:val="303"/>
        </w:trPr>
        <w:tc>
          <w:tcPr>
            <w:tcW w:w="3823" w:type="dxa"/>
            <w:tcBorders>
              <w:top w:val="single" w:sz="4" w:space="0" w:color="D8B511"/>
              <w:left w:val="single" w:sz="4" w:space="0" w:color="D8B511"/>
              <w:bottom w:val="single" w:sz="4" w:space="0" w:color="D8B511"/>
              <w:right w:val="single" w:sz="4" w:space="0" w:color="D8B511"/>
            </w:tcBorders>
            <w:shd w:val="clear" w:color="auto" w:fill="F2DBDB"/>
          </w:tcPr>
          <w:p w14:paraId="7C5233EB" w14:textId="77777777" w:rsidR="00E94315" w:rsidRPr="00E94315" w:rsidRDefault="00E94315" w:rsidP="00EE18EC">
            <w:pPr>
              <w:rPr>
                <w:rFonts w:eastAsia="Calibri" w:cs="Arial"/>
                <w:color w:val="000000"/>
                <w:sz w:val="18"/>
                <w:szCs w:val="18"/>
                <w:lang w:eastAsia="en-US"/>
              </w:rPr>
            </w:pPr>
            <w:r w:rsidRPr="00E94315">
              <w:rPr>
                <w:rFonts w:eastAsia="Calibri" w:cs="Arial"/>
                <w:b/>
                <w:bCs/>
                <w:color w:val="000000"/>
                <w:sz w:val="18"/>
                <w:szCs w:val="18"/>
                <w:lang w:eastAsia="en-US"/>
              </w:rPr>
              <w:t>Examenvorm</w:t>
            </w:r>
          </w:p>
        </w:tc>
        <w:tc>
          <w:tcPr>
            <w:tcW w:w="1984" w:type="dxa"/>
            <w:tcBorders>
              <w:top w:val="single" w:sz="4" w:space="0" w:color="D8B511"/>
              <w:left w:val="single" w:sz="4" w:space="0" w:color="D8B511"/>
              <w:bottom w:val="single" w:sz="4" w:space="0" w:color="D8B511"/>
              <w:right w:val="single" w:sz="4" w:space="0" w:color="D8B511"/>
            </w:tcBorders>
            <w:shd w:val="clear" w:color="auto" w:fill="F2DBDB"/>
          </w:tcPr>
          <w:p w14:paraId="789EAD7D" w14:textId="77777777" w:rsidR="00E94315" w:rsidRPr="00E94315" w:rsidRDefault="00E94315" w:rsidP="00EE18EC">
            <w:pPr>
              <w:rPr>
                <w:rFonts w:eastAsia="Calibri" w:cs="Arial"/>
                <w:color w:val="000000"/>
                <w:sz w:val="18"/>
                <w:szCs w:val="18"/>
                <w:lang w:eastAsia="en-US"/>
              </w:rPr>
            </w:pPr>
            <w:r w:rsidRPr="00E94315">
              <w:rPr>
                <w:rFonts w:eastAsia="Calibri" w:cs="Arial"/>
                <w:b/>
                <w:bCs/>
                <w:color w:val="000000"/>
                <w:sz w:val="18"/>
                <w:szCs w:val="18"/>
                <w:lang w:eastAsia="en-US"/>
              </w:rPr>
              <w:t>Vaardigheid</w:t>
            </w:r>
          </w:p>
        </w:tc>
        <w:tc>
          <w:tcPr>
            <w:tcW w:w="851" w:type="dxa"/>
            <w:tcBorders>
              <w:top w:val="single" w:sz="4" w:space="0" w:color="D8B511"/>
              <w:left w:val="single" w:sz="4" w:space="0" w:color="D8B511"/>
              <w:bottom w:val="single" w:sz="4" w:space="0" w:color="D8B511"/>
              <w:right w:val="single" w:sz="4" w:space="0" w:color="D8B511"/>
            </w:tcBorders>
            <w:shd w:val="clear" w:color="auto" w:fill="F2DBDB"/>
          </w:tcPr>
          <w:p w14:paraId="7A727CA2" w14:textId="77777777" w:rsidR="00E94315" w:rsidRPr="00E94315" w:rsidRDefault="00E94315" w:rsidP="00EE18EC">
            <w:pPr>
              <w:rPr>
                <w:rFonts w:eastAsia="Calibri" w:cs="Arial"/>
                <w:color w:val="000000"/>
                <w:sz w:val="18"/>
                <w:szCs w:val="18"/>
                <w:lang w:eastAsia="en-US"/>
              </w:rPr>
            </w:pPr>
            <w:r w:rsidRPr="00E94315">
              <w:rPr>
                <w:rFonts w:eastAsia="Calibri" w:cs="Arial"/>
                <w:b/>
                <w:bCs/>
                <w:color w:val="000000"/>
                <w:sz w:val="18"/>
                <w:szCs w:val="18"/>
                <w:lang w:eastAsia="en-US"/>
              </w:rPr>
              <w:t>Niveau examen</w:t>
            </w:r>
          </w:p>
        </w:tc>
        <w:tc>
          <w:tcPr>
            <w:tcW w:w="1417" w:type="dxa"/>
            <w:tcBorders>
              <w:top w:val="single" w:sz="4" w:space="0" w:color="D8B511"/>
              <w:left w:val="single" w:sz="4" w:space="0" w:color="D8B511"/>
              <w:bottom w:val="single" w:sz="4" w:space="0" w:color="D8B511"/>
              <w:right w:val="single" w:sz="4" w:space="0" w:color="D8B511"/>
            </w:tcBorders>
            <w:shd w:val="clear" w:color="auto" w:fill="F2DBDB"/>
          </w:tcPr>
          <w:p w14:paraId="1524462B" w14:textId="77777777" w:rsidR="00E94315" w:rsidRPr="00E94315" w:rsidRDefault="00E94315" w:rsidP="00EE18EC">
            <w:pPr>
              <w:rPr>
                <w:rFonts w:eastAsia="Calibri" w:cs="Arial"/>
                <w:b/>
                <w:bCs/>
                <w:color w:val="000000"/>
                <w:sz w:val="18"/>
                <w:szCs w:val="18"/>
                <w:lang w:eastAsia="en-US"/>
              </w:rPr>
            </w:pPr>
            <w:r w:rsidRPr="00E94315">
              <w:rPr>
                <w:rFonts w:eastAsia="Calibri" w:cs="Arial"/>
                <w:b/>
                <w:bCs/>
                <w:color w:val="000000"/>
                <w:sz w:val="18"/>
                <w:szCs w:val="18"/>
                <w:lang w:eastAsia="en-US"/>
              </w:rPr>
              <w:t>Duur examen</w:t>
            </w:r>
          </w:p>
        </w:tc>
        <w:tc>
          <w:tcPr>
            <w:tcW w:w="1307" w:type="dxa"/>
            <w:tcBorders>
              <w:top w:val="single" w:sz="4" w:space="0" w:color="D8B511"/>
              <w:left w:val="single" w:sz="4" w:space="0" w:color="D8B511"/>
              <w:bottom w:val="single" w:sz="4" w:space="0" w:color="D8B511"/>
              <w:right w:val="single" w:sz="4" w:space="0" w:color="D8B511"/>
            </w:tcBorders>
            <w:shd w:val="clear" w:color="auto" w:fill="F2DBDB"/>
          </w:tcPr>
          <w:p w14:paraId="2BA4A814" w14:textId="77777777" w:rsidR="00E94315" w:rsidRPr="00E94315" w:rsidRDefault="00E94315" w:rsidP="00EE18EC">
            <w:pPr>
              <w:rPr>
                <w:rFonts w:eastAsia="Calibri" w:cs="Arial"/>
                <w:b/>
                <w:bCs/>
                <w:color w:val="000000"/>
                <w:sz w:val="18"/>
                <w:szCs w:val="18"/>
                <w:lang w:eastAsia="en-US"/>
              </w:rPr>
            </w:pPr>
            <w:r w:rsidRPr="00E94315">
              <w:rPr>
                <w:rFonts w:eastAsia="Calibri" w:cs="Arial"/>
                <w:b/>
                <w:bCs/>
                <w:color w:val="000000"/>
                <w:sz w:val="18"/>
                <w:szCs w:val="18"/>
                <w:lang w:eastAsia="en-US"/>
              </w:rPr>
              <w:t>Afnamelocatie</w:t>
            </w:r>
          </w:p>
        </w:tc>
        <w:tc>
          <w:tcPr>
            <w:tcW w:w="996" w:type="dxa"/>
            <w:tcBorders>
              <w:top w:val="single" w:sz="4" w:space="0" w:color="D8B511"/>
              <w:left w:val="single" w:sz="4" w:space="0" w:color="D8B511"/>
              <w:bottom w:val="single" w:sz="4" w:space="0" w:color="D8B511"/>
              <w:right w:val="single" w:sz="4" w:space="0" w:color="D8B511"/>
            </w:tcBorders>
            <w:shd w:val="clear" w:color="auto" w:fill="F2DBDB"/>
          </w:tcPr>
          <w:p w14:paraId="66D0D38A" w14:textId="77777777" w:rsidR="00E94315" w:rsidRPr="00E94315" w:rsidRDefault="00E94315" w:rsidP="00EE18EC">
            <w:pPr>
              <w:rPr>
                <w:rFonts w:eastAsia="Calibri" w:cs="Arial"/>
                <w:b/>
                <w:bCs/>
                <w:color w:val="000000"/>
                <w:sz w:val="18"/>
                <w:szCs w:val="18"/>
                <w:lang w:eastAsia="en-US"/>
              </w:rPr>
            </w:pPr>
            <w:r w:rsidRPr="00E94315">
              <w:rPr>
                <w:rFonts w:eastAsia="Calibri" w:cs="Arial"/>
                <w:b/>
                <w:bCs/>
                <w:color w:val="000000"/>
                <w:sz w:val="18"/>
                <w:szCs w:val="18"/>
                <w:lang w:eastAsia="en-US"/>
              </w:rPr>
              <w:t>Weging examens</w:t>
            </w:r>
          </w:p>
        </w:tc>
        <w:tc>
          <w:tcPr>
            <w:tcW w:w="1327" w:type="dxa"/>
            <w:tcBorders>
              <w:top w:val="single" w:sz="4" w:space="0" w:color="D8B511"/>
              <w:left w:val="single" w:sz="4" w:space="0" w:color="D8B511"/>
              <w:bottom w:val="single" w:sz="4" w:space="0" w:color="D8B511"/>
              <w:right w:val="single" w:sz="4" w:space="0" w:color="D8B511"/>
            </w:tcBorders>
            <w:shd w:val="clear" w:color="auto" w:fill="F2DBDB"/>
          </w:tcPr>
          <w:p w14:paraId="745051E3" w14:textId="77777777" w:rsidR="00E94315" w:rsidRPr="00E94315" w:rsidRDefault="00E94315" w:rsidP="00EE18EC">
            <w:pPr>
              <w:rPr>
                <w:rFonts w:eastAsia="Calibri" w:cs="Arial"/>
                <w:b/>
                <w:bCs/>
                <w:color w:val="000000"/>
                <w:sz w:val="18"/>
                <w:szCs w:val="18"/>
                <w:lang w:eastAsia="en-US"/>
              </w:rPr>
            </w:pPr>
            <w:r w:rsidRPr="00E94315">
              <w:rPr>
                <w:rFonts w:eastAsia="Calibri" w:cs="Arial"/>
                <w:b/>
                <w:bCs/>
                <w:color w:val="000000"/>
                <w:sz w:val="18"/>
                <w:szCs w:val="18"/>
                <w:lang w:eastAsia="en-US"/>
              </w:rPr>
              <w:t>Resultaat</w:t>
            </w:r>
          </w:p>
        </w:tc>
        <w:tc>
          <w:tcPr>
            <w:tcW w:w="1292" w:type="dxa"/>
            <w:tcBorders>
              <w:top w:val="single" w:sz="4" w:space="0" w:color="D8B511"/>
              <w:left w:val="single" w:sz="4" w:space="0" w:color="D8B511"/>
              <w:bottom w:val="single" w:sz="4" w:space="0" w:color="D8B511"/>
              <w:right w:val="single" w:sz="4" w:space="0" w:color="D8B511"/>
            </w:tcBorders>
            <w:shd w:val="clear" w:color="auto" w:fill="F2DBDB"/>
          </w:tcPr>
          <w:p w14:paraId="48625BDD" w14:textId="77777777" w:rsidR="00E94315" w:rsidRPr="00E94315" w:rsidRDefault="00E94315" w:rsidP="00EE18EC">
            <w:pPr>
              <w:rPr>
                <w:rFonts w:eastAsia="Calibri" w:cs="Arial"/>
                <w:b/>
                <w:bCs/>
                <w:color w:val="000000"/>
                <w:sz w:val="18"/>
                <w:szCs w:val="18"/>
                <w:lang w:eastAsia="en-US"/>
              </w:rPr>
            </w:pPr>
            <w:r w:rsidRPr="00E94315">
              <w:rPr>
                <w:rFonts w:eastAsia="Calibri" w:cs="Arial"/>
                <w:b/>
                <w:bCs/>
                <w:color w:val="000000"/>
                <w:sz w:val="18"/>
                <w:szCs w:val="18"/>
                <w:lang w:eastAsia="en-US"/>
              </w:rPr>
              <w:t>Eindresultaat</w:t>
            </w:r>
          </w:p>
        </w:tc>
        <w:tc>
          <w:tcPr>
            <w:tcW w:w="1882" w:type="dxa"/>
            <w:tcBorders>
              <w:top w:val="single" w:sz="4" w:space="0" w:color="D8B511"/>
              <w:left w:val="single" w:sz="4" w:space="0" w:color="D8B511"/>
              <w:bottom w:val="single" w:sz="4" w:space="0" w:color="D8B511"/>
              <w:right w:val="single" w:sz="4" w:space="0" w:color="D8B511"/>
            </w:tcBorders>
            <w:shd w:val="clear" w:color="auto" w:fill="F2DBDB"/>
          </w:tcPr>
          <w:p w14:paraId="006B046E" w14:textId="77777777" w:rsidR="00E94315" w:rsidRPr="00E94315" w:rsidRDefault="00E94315" w:rsidP="00EE18EC">
            <w:pPr>
              <w:rPr>
                <w:rFonts w:eastAsia="Calibri" w:cs="Arial"/>
                <w:b/>
                <w:bCs/>
                <w:color w:val="000000"/>
                <w:sz w:val="18"/>
                <w:szCs w:val="18"/>
                <w:lang w:eastAsia="en-US"/>
              </w:rPr>
            </w:pPr>
            <w:r w:rsidRPr="00E94315">
              <w:rPr>
                <w:rFonts w:eastAsia="Calibri" w:cs="Arial"/>
                <w:b/>
                <w:bCs/>
                <w:color w:val="000000"/>
                <w:sz w:val="18"/>
                <w:szCs w:val="18"/>
                <w:lang w:eastAsia="en-US"/>
              </w:rPr>
              <w:t>Diploma-eisen</w:t>
            </w:r>
          </w:p>
        </w:tc>
      </w:tr>
      <w:tr w:rsidR="00E94315" w:rsidRPr="00E94315" w14:paraId="5E7A236D" w14:textId="77777777" w:rsidTr="00EE18EC">
        <w:trPr>
          <w:cantSplit/>
          <w:trHeight w:val="198"/>
        </w:trPr>
        <w:tc>
          <w:tcPr>
            <w:tcW w:w="14879"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1D18E0F0" w14:textId="77777777" w:rsidR="00E94315" w:rsidRPr="00E94315" w:rsidRDefault="00E94315" w:rsidP="00EE18EC">
            <w:pPr>
              <w:jc w:val="center"/>
              <w:rPr>
                <w:rFonts w:eastAsia="Calibri" w:cs="Arial"/>
                <w:b/>
                <w:bCs/>
                <w:color w:val="000000"/>
                <w:sz w:val="18"/>
                <w:szCs w:val="18"/>
                <w:lang w:eastAsia="en-US"/>
              </w:rPr>
            </w:pPr>
            <w:r w:rsidRPr="00E94315">
              <w:rPr>
                <w:rFonts w:eastAsia="Calibri" w:cs="Arial"/>
                <w:b/>
                <w:bCs/>
                <w:color w:val="000000"/>
                <w:sz w:val="18"/>
                <w:szCs w:val="18"/>
                <w:lang w:eastAsia="en-US"/>
              </w:rPr>
              <w:t>NEDERLANDS</w:t>
            </w:r>
          </w:p>
        </w:tc>
      </w:tr>
      <w:tr w:rsidR="00E94315" w:rsidRPr="00E94315" w14:paraId="34B8ADB8"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0EADF2B1"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CE (centraal examen Nederlands) 3F   </w:t>
            </w:r>
          </w:p>
          <w:p w14:paraId="42442341"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Digitaal examen</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4B093BDF"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Lezen en luisteren </w:t>
            </w:r>
            <w:r w:rsidRPr="00E94315">
              <w:rPr>
                <w:rFonts w:eastAsia="Calibri" w:cs="Arial"/>
                <w:color w:val="000000"/>
                <w:sz w:val="14"/>
                <w:szCs w:val="14"/>
                <w:lang w:eastAsia="en-US"/>
              </w:rPr>
              <w:t>1)</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3C4AA9E3"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3F</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17643512"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120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7A54B194" w14:textId="77777777" w:rsidR="00E94315" w:rsidRPr="00E94315" w:rsidRDefault="00E94315" w:rsidP="00EE18EC">
            <w:pPr>
              <w:rPr>
                <w:rFonts w:eastAsia="Calibri" w:cs="Arial"/>
                <w:color w:val="000000"/>
                <w:sz w:val="18"/>
                <w:szCs w:val="18"/>
                <w:lang w:eastAsia="en-US"/>
              </w:rPr>
            </w:pPr>
            <w:r w:rsidRPr="00E94315">
              <w:rPr>
                <w:rFonts w:eastAsia="Malgun Gothic" w:cs="Arial"/>
                <w:color w:val="000000"/>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1E2D63E4"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50%</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4E5DF5AC"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Cijfer met een decimaal</w:t>
            </w:r>
          </w:p>
        </w:tc>
        <w:tc>
          <w:tcPr>
            <w:tcW w:w="1292" w:type="dxa"/>
            <w:vMerge w:val="restart"/>
            <w:tcBorders>
              <w:top w:val="single" w:sz="4" w:space="0" w:color="D8B511"/>
              <w:left w:val="single" w:sz="4" w:space="0" w:color="D8B511"/>
              <w:bottom w:val="single" w:sz="4" w:space="0" w:color="000000"/>
              <w:right w:val="single" w:sz="4" w:space="0" w:color="D8B511"/>
            </w:tcBorders>
            <w:shd w:val="clear" w:color="auto" w:fill="auto"/>
            <w:vAlign w:val="center"/>
          </w:tcPr>
          <w:p w14:paraId="05A6AB25"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Cijfer op geheel getal</w:t>
            </w:r>
          </w:p>
        </w:tc>
        <w:tc>
          <w:tcPr>
            <w:tcW w:w="1882" w:type="dxa"/>
            <w:vMerge w:val="restart"/>
            <w:tcBorders>
              <w:top w:val="single" w:sz="4" w:space="0" w:color="D8B511"/>
              <w:left w:val="single" w:sz="4" w:space="0" w:color="D8B511"/>
              <w:bottom w:val="single" w:sz="4" w:space="0" w:color="000000"/>
              <w:right w:val="single" w:sz="4" w:space="0" w:color="D8B511"/>
            </w:tcBorders>
            <w:shd w:val="clear" w:color="auto" w:fill="auto"/>
            <w:vAlign w:val="center"/>
          </w:tcPr>
          <w:p w14:paraId="66004DE1"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Nederlands en Engels tenminste een 5 en een 6 in willekeurige volgorde</w:t>
            </w:r>
          </w:p>
        </w:tc>
      </w:tr>
      <w:tr w:rsidR="00E94315" w:rsidRPr="00E94315" w14:paraId="3C99D08A"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2BED44C9"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TOA Nederlands Spreken 3F IE </w:t>
            </w:r>
          </w:p>
          <w:p w14:paraId="48749DCC"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 gelabeld als examen </w:t>
            </w:r>
            <w:r w:rsidRPr="00E94315">
              <w:rPr>
                <w:rFonts w:eastAsia="Calibri" w:cs="Arial"/>
                <w:color w:val="000000"/>
                <w:sz w:val="16"/>
                <w:szCs w:val="16"/>
                <w:lang w:eastAsia="en-US"/>
              </w:rPr>
              <w:t>6)</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3CD67F97"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Spreken </w:t>
            </w:r>
            <w:r w:rsidRPr="00E94315">
              <w:rPr>
                <w:rFonts w:eastAsia="Calibri" w:cs="Arial"/>
                <w:color w:val="000000"/>
                <w:sz w:val="14"/>
                <w:szCs w:val="14"/>
                <w:lang w:eastAsia="en-US"/>
              </w:rPr>
              <w:t>2)</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0BE98D97"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3F</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19E98325"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2E58D924" w14:textId="77777777" w:rsidR="00E94315" w:rsidRPr="00E94315" w:rsidRDefault="00E94315" w:rsidP="00EE18EC">
            <w:pPr>
              <w:rPr>
                <w:rFonts w:eastAsia="Calibri" w:cs="Arial"/>
                <w:color w:val="000000"/>
                <w:sz w:val="16"/>
                <w:szCs w:val="16"/>
                <w:lang w:eastAsia="en-US"/>
              </w:rPr>
            </w:pPr>
            <w:r w:rsidRPr="00E94315">
              <w:rPr>
                <w:rFonts w:eastAsia="Calibri" w:cs="Arial"/>
                <w:color w:val="000000"/>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vAlign w:val="center"/>
          </w:tcPr>
          <w:p w14:paraId="218F047C"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12,5%</w:t>
            </w:r>
          </w:p>
        </w:tc>
        <w:tc>
          <w:tcPr>
            <w:tcW w:w="1327" w:type="dxa"/>
            <w:vMerge w:val="restart"/>
            <w:tcBorders>
              <w:top w:val="single" w:sz="4" w:space="0" w:color="D8B511"/>
              <w:left w:val="single" w:sz="4" w:space="0" w:color="D8B511"/>
              <w:bottom w:val="single" w:sz="4" w:space="0" w:color="000000"/>
              <w:right w:val="single" w:sz="4" w:space="0" w:color="D8B511"/>
            </w:tcBorders>
            <w:shd w:val="clear" w:color="auto" w:fill="auto"/>
            <w:vAlign w:val="center"/>
          </w:tcPr>
          <w:p w14:paraId="06ABCAB0"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Cijfer met een decimaal</w:t>
            </w:r>
          </w:p>
        </w:tc>
        <w:tc>
          <w:tcPr>
            <w:tcW w:w="1292" w:type="dxa"/>
            <w:vMerge/>
            <w:tcBorders>
              <w:left w:val="single" w:sz="4" w:space="0" w:color="D8B511"/>
              <w:bottom w:val="single" w:sz="4" w:space="0" w:color="000000"/>
              <w:right w:val="single" w:sz="4" w:space="0" w:color="D8B511"/>
            </w:tcBorders>
          </w:tcPr>
          <w:p w14:paraId="078B79EA" w14:textId="77777777" w:rsidR="00E94315" w:rsidRPr="00E94315" w:rsidRDefault="00E94315" w:rsidP="00EE18EC">
            <w:pPr>
              <w:jc w:val="center"/>
              <w:rPr>
                <w:rFonts w:eastAsia="Calibri" w:cs="Arial"/>
                <w:color w:val="000000"/>
                <w:sz w:val="18"/>
                <w:szCs w:val="18"/>
                <w:lang w:eastAsia="en-US"/>
              </w:rPr>
            </w:pPr>
          </w:p>
        </w:tc>
        <w:tc>
          <w:tcPr>
            <w:tcW w:w="1882" w:type="dxa"/>
            <w:vMerge/>
            <w:tcBorders>
              <w:left w:val="single" w:sz="4" w:space="0" w:color="D8B511"/>
              <w:bottom w:val="single" w:sz="4" w:space="0" w:color="000000"/>
              <w:right w:val="single" w:sz="4" w:space="0" w:color="D8B511"/>
            </w:tcBorders>
          </w:tcPr>
          <w:p w14:paraId="0CD0AD6C" w14:textId="77777777" w:rsidR="00E94315" w:rsidRPr="00E94315" w:rsidRDefault="00E94315" w:rsidP="00EE18EC">
            <w:pPr>
              <w:jc w:val="center"/>
              <w:rPr>
                <w:rFonts w:eastAsia="Calibri" w:cs="Arial"/>
                <w:color w:val="000000"/>
                <w:sz w:val="18"/>
                <w:szCs w:val="18"/>
                <w:lang w:eastAsia="en-US"/>
              </w:rPr>
            </w:pPr>
          </w:p>
        </w:tc>
      </w:tr>
      <w:tr w:rsidR="00E94315" w:rsidRPr="00E94315" w14:paraId="7E944AF6"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73E222D5"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TOA Nederlands Gesprekken 3F IE</w:t>
            </w:r>
          </w:p>
          <w:p w14:paraId="455F4A60"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gelabeld als examen </w:t>
            </w:r>
            <w:r w:rsidRPr="00E94315">
              <w:rPr>
                <w:rFonts w:eastAsia="Calibri" w:cs="Arial"/>
                <w:color w:val="000000"/>
                <w:sz w:val="16"/>
                <w:szCs w:val="16"/>
                <w:lang w:eastAsia="en-US"/>
              </w:rPr>
              <w:t>6)</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73B52E99"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Gesprekken voeren </w:t>
            </w:r>
            <w:r w:rsidRPr="00E94315">
              <w:rPr>
                <w:rFonts w:eastAsia="Calibri" w:cs="Arial"/>
                <w:color w:val="000000"/>
                <w:sz w:val="14"/>
                <w:szCs w:val="14"/>
                <w:lang w:eastAsia="en-US"/>
              </w:rPr>
              <w:t>2)</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08C988BD"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3F</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368F7687"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38C2F7E7"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2AAD311C"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12,5%</w:t>
            </w:r>
          </w:p>
        </w:tc>
        <w:tc>
          <w:tcPr>
            <w:tcW w:w="1327" w:type="dxa"/>
            <w:vMerge/>
            <w:tcBorders>
              <w:left w:val="single" w:sz="4" w:space="0" w:color="D8B511"/>
              <w:bottom w:val="single" w:sz="4" w:space="0" w:color="000000"/>
              <w:right w:val="single" w:sz="4" w:space="0" w:color="D8B511"/>
            </w:tcBorders>
          </w:tcPr>
          <w:p w14:paraId="5141D0FE" w14:textId="77777777" w:rsidR="00E94315" w:rsidRPr="00E94315" w:rsidRDefault="00E94315" w:rsidP="00EE18EC">
            <w:pPr>
              <w:jc w:val="center"/>
              <w:rPr>
                <w:rFonts w:eastAsia="Calibri" w:cs="Arial"/>
                <w:color w:val="000000"/>
                <w:sz w:val="18"/>
                <w:szCs w:val="18"/>
                <w:lang w:eastAsia="en-US"/>
              </w:rPr>
            </w:pPr>
          </w:p>
        </w:tc>
        <w:tc>
          <w:tcPr>
            <w:tcW w:w="1292" w:type="dxa"/>
            <w:vMerge/>
            <w:tcBorders>
              <w:left w:val="single" w:sz="4" w:space="0" w:color="D8B511"/>
              <w:bottom w:val="single" w:sz="4" w:space="0" w:color="000000"/>
              <w:right w:val="single" w:sz="4" w:space="0" w:color="D8B511"/>
            </w:tcBorders>
          </w:tcPr>
          <w:p w14:paraId="64FB8799" w14:textId="77777777" w:rsidR="00E94315" w:rsidRPr="00E94315" w:rsidRDefault="00E94315" w:rsidP="00EE18EC">
            <w:pPr>
              <w:jc w:val="center"/>
              <w:rPr>
                <w:rFonts w:eastAsia="Calibri" w:cs="Arial"/>
                <w:color w:val="000000"/>
                <w:sz w:val="18"/>
                <w:szCs w:val="18"/>
                <w:lang w:eastAsia="en-US"/>
              </w:rPr>
            </w:pPr>
          </w:p>
        </w:tc>
        <w:tc>
          <w:tcPr>
            <w:tcW w:w="1882" w:type="dxa"/>
            <w:vMerge/>
            <w:tcBorders>
              <w:left w:val="single" w:sz="4" w:space="0" w:color="D8B511"/>
              <w:bottom w:val="single" w:sz="4" w:space="0" w:color="000000"/>
              <w:right w:val="single" w:sz="4" w:space="0" w:color="D8B511"/>
            </w:tcBorders>
          </w:tcPr>
          <w:p w14:paraId="208DE4EE" w14:textId="77777777" w:rsidR="00E94315" w:rsidRPr="00E94315" w:rsidRDefault="00E94315" w:rsidP="00EE18EC">
            <w:pPr>
              <w:jc w:val="center"/>
              <w:rPr>
                <w:rFonts w:eastAsia="Calibri" w:cs="Arial"/>
                <w:color w:val="000000"/>
                <w:sz w:val="18"/>
                <w:szCs w:val="18"/>
                <w:lang w:eastAsia="en-US"/>
              </w:rPr>
            </w:pPr>
          </w:p>
        </w:tc>
      </w:tr>
      <w:tr w:rsidR="00E94315" w:rsidRPr="00E94315" w14:paraId="305B52AB"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1A0CAAAB"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TOA Nederlands Schrijven 3F IE</w:t>
            </w:r>
          </w:p>
          <w:p w14:paraId="72FC19CA"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gelabeld als examen </w:t>
            </w:r>
            <w:r w:rsidRPr="00E94315">
              <w:rPr>
                <w:rFonts w:eastAsia="Calibri" w:cs="Arial"/>
                <w:color w:val="000000"/>
                <w:sz w:val="16"/>
                <w:szCs w:val="16"/>
                <w:lang w:eastAsia="en-US"/>
              </w:rPr>
              <w:t>6)</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4C765903"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 xml:space="preserve">Schrijven </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7341A107"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3F</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37CB7AAF"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8"/>
                <w:szCs w:val="18"/>
                <w:lang w:eastAsia="en-US"/>
              </w:rPr>
              <w:t>Max. 60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142E7035" w14:textId="77777777" w:rsidR="00E94315" w:rsidRPr="00E94315" w:rsidRDefault="00E94315" w:rsidP="00EE18EC">
            <w:pPr>
              <w:rPr>
                <w:rFonts w:eastAsia="Calibri" w:cs="Arial"/>
                <w:color w:val="000000"/>
                <w:sz w:val="18"/>
                <w:szCs w:val="18"/>
                <w:lang w:eastAsia="en-US"/>
              </w:rPr>
            </w:pPr>
            <w:r w:rsidRPr="00E94315">
              <w:rPr>
                <w:rFonts w:eastAsia="Calibri" w:cs="Arial"/>
                <w:color w:val="000000"/>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5493528E" w14:textId="77777777" w:rsidR="00E94315" w:rsidRPr="00E94315" w:rsidRDefault="00E94315" w:rsidP="00EE18EC">
            <w:pPr>
              <w:jc w:val="center"/>
              <w:rPr>
                <w:rFonts w:eastAsia="Calibri" w:cs="Arial"/>
                <w:color w:val="000000"/>
                <w:sz w:val="18"/>
                <w:szCs w:val="18"/>
                <w:lang w:eastAsia="en-US"/>
              </w:rPr>
            </w:pPr>
            <w:r w:rsidRPr="00E94315">
              <w:rPr>
                <w:rFonts w:eastAsia="Calibri" w:cs="Arial"/>
                <w:color w:val="000000"/>
                <w:sz w:val="18"/>
                <w:szCs w:val="18"/>
                <w:lang w:eastAsia="en-US"/>
              </w:rPr>
              <w:t>25%</w:t>
            </w:r>
          </w:p>
        </w:tc>
        <w:tc>
          <w:tcPr>
            <w:tcW w:w="1327" w:type="dxa"/>
            <w:vMerge/>
            <w:tcBorders>
              <w:left w:val="single" w:sz="4" w:space="0" w:color="D8B511"/>
              <w:bottom w:val="single" w:sz="4" w:space="0" w:color="D8B511"/>
              <w:right w:val="single" w:sz="4" w:space="0" w:color="D8B511"/>
            </w:tcBorders>
          </w:tcPr>
          <w:p w14:paraId="32D2FF5B" w14:textId="77777777" w:rsidR="00E94315" w:rsidRPr="00E94315" w:rsidRDefault="00E94315" w:rsidP="00EE18EC">
            <w:pPr>
              <w:jc w:val="center"/>
              <w:rPr>
                <w:rFonts w:eastAsia="Calibri" w:cs="Arial"/>
                <w:color w:val="000000"/>
                <w:sz w:val="18"/>
                <w:szCs w:val="18"/>
                <w:lang w:eastAsia="en-US"/>
              </w:rPr>
            </w:pPr>
          </w:p>
        </w:tc>
        <w:tc>
          <w:tcPr>
            <w:tcW w:w="1292" w:type="dxa"/>
            <w:vMerge/>
            <w:tcBorders>
              <w:left w:val="single" w:sz="4" w:space="0" w:color="D8B511"/>
              <w:bottom w:val="single" w:sz="4" w:space="0" w:color="D8B511"/>
              <w:right w:val="single" w:sz="4" w:space="0" w:color="D8B511"/>
            </w:tcBorders>
          </w:tcPr>
          <w:p w14:paraId="639B23DE" w14:textId="77777777" w:rsidR="00E94315" w:rsidRPr="00E94315" w:rsidRDefault="00E94315" w:rsidP="00EE18EC">
            <w:pPr>
              <w:jc w:val="center"/>
              <w:rPr>
                <w:rFonts w:eastAsia="Calibri" w:cs="Arial"/>
                <w:color w:val="000000"/>
                <w:sz w:val="18"/>
                <w:szCs w:val="18"/>
                <w:lang w:eastAsia="en-US"/>
              </w:rPr>
            </w:pPr>
          </w:p>
        </w:tc>
        <w:tc>
          <w:tcPr>
            <w:tcW w:w="1882" w:type="dxa"/>
            <w:vMerge/>
            <w:tcBorders>
              <w:left w:val="single" w:sz="4" w:space="0" w:color="D8B511"/>
              <w:bottom w:val="single" w:sz="4" w:space="0" w:color="D8B511"/>
              <w:right w:val="single" w:sz="4" w:space="0" w:color="D8B511"/>
            </w:tcBorders>
          </w:tcPr>
          <w:p w14:paraId="51BBE55F" w14:textId="77777777" w:rsidR="00E94315" w:rsidRPr="00E94315" w:rsidRDefault="00E94315" w:rsidP="00EE18EC">
            <w:pPr>
              <w:jc w:val="center"/>
              <w:rPr>
                <w:rFonts w:eastAsia="Calibri" w:cs="Arial"/>
                <w:color w:val="000000"/>
                <w:sz w:val="18"/>
                <w:szCs w:val="18"/>
                <w:lang w:eastAsia="en-US"/>
              </w:rPr>
            </w:pPr>
          </w:p>
        </w:tc>
      </w:tr>
      <w:tr w:rsidR="00E94315" w:rsidRPr="00E94315" w14:paraId="3ADB7A07" w14:textId="77777777" w:rsidTr="00EE18EC">
        <w:trPr>
          <w:cantSplit/>
          <w:trHeight w:val="198"/>
        </w:trPr>
        <w:tc>
          <w:tcPr>
            <w:tcW w:w="14879"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3A7F25D7" w14:textId="77777777" w:rsidR="00E94315" w:rsidRPr="00E94315" w:rsidRDefault="00E94315" w:rsidP="00EE18EC">
            <w:pPr>
              <w:jc w:val="center"/>
              <w:rPr>
                <w:rFonts w:eastAsia="Calibri" w:cs="Arial"/>
                <w:b/>
                <w:bCs/>
                <w:color w:val="000000"/>
                <w:sz w:val="18"/>
                <w:szCs w:val="18"/>
                <w:lang w:eastAsia="en-US"/>
              </w:rPr>
            </w:pPr>
            <w:r w:rsidRPr="00E94315">
              <w:rPr>
                <w:rFonts w:eastAsia="Calibri" w:cs="Arial"/>
                <w:b/>
                <w:bCs/>
                <w:color w:val="000000"/>
                <w:sz w:val="18"/>
                <w:szCs w:val="18"/>
                <w:lang w:eastAsia="en-US"/>
              </w:rPr>
              <w:t>REKENEN</w:t>
            </w:r>
          </w:p>
        </w:tc>
      </w:tr>
      <w:tr w:rsidR="00E94315" w:rsidRPr="00E94315" w14:paraId="3001ECE3" w14:textId="77777777" w:rsidTr="006057C9">
        <w:trPr>
          <w:cantSplit/>
          <w:trHeight w:val="605"/>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10E53EFB"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Instellingsexamen rekenen (IE)</w:t>
            </w:r>
            <w:r w:rsidRPr="00B21171">
              <w:rPr>
                <w:rFonts w:eastAsia="Malgun Gothic" w:cs="Arial"/>
                <w:color w:val="000000"/>
                <w:sz w:val="16"/>
                <w:szCs w:val="16"/>
              </w:rPr>
              <w:t xml:space="preserve"> </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45ADCDE5" w14:textId="316526A2"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Getallen, </w:t>
            </w:r>
            <w:proofErr w:type="spellStart"/>
            <w:r w:rsidR="00CB577E" w:rsidRPr="00B21171">
              <w:rPr>
                <w:rFonts w:eastAsia="Calibri" w:cs="Arial"/>
                <w:color w:val="000000"/>
                <w:sz w:val="18"/>
                <w:szCs w:val="18"/>
                <w:lang w:eastAsia="en-US"/>
              </w:rPr>
              <w:t>v</w:t>
            </w:r>
            <w:r w:rsidRPr="00B21171">
              <w:rPr>
                <w:rFonts w:eastAsia="Calibri" w:cs="Arial"/>
                <w:color w:val="000000"/>
                <w:sz w:val="18"/>
                <w:szCs w:val="18"/>
                <w:lang w:eastAsia="en-US"/>
              </w:rPr>
              <w:t>er-houdingen</w:t>
            </w:r>
            <w:proofErr w:type="spellEnd"/>
            <w:r w:rsidRPr="00B21171">
              <w:rPr>
                <w:rFonts w:eastAsia="Calibri" w:cs="Arial"/>
                <w:color w:val="000000"/>
                <w:sz w:val="18"/>
                <w:szCs w:val="18"/>
                <w:lang w:eastAsia="en-US"/>
              </w:rPr>
              <w:t>, meten en meetkunde, verbanden</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37C09233"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3F of 3ER</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71B5775B" w14:textId="77777777" w:rsidR="00E94315" w:rsidRPr="00B21171" w:rsidRDefault="00E94315" w:rsidP="00EE18EC">
            <w:pPr>
              <w:rPr>
                <w:rFonts w:eastAsia="Calibri" w:cs="Arial"/>
                <w:color w:val="000000"/>
                <w:sz w:val="18"/>
                <w:szCs w:val="18"/>
                <w:lang w:eastAsia="en-US"/>
              </w:rPr>
            </w:pPr>
            <w:r w:rsidRPr="004525C4">
              <w:rPr>
                <w:rFonts w:eastAsia="Calibri" w:cs="Arial"/>
                <w:color w:val="000000"/>
                <w:sz w:val="18"/>
                <w:szCs w:val="18"/>
                <w:lang w:eastAsia="en-US"/>
              </w:rPr>
              <w:t>3F:120 minuten of 3ER:150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59B0CD2D" w14:textId="77777777" w:rsidR="00E94315" w:rsidRPr="00B21171" w:rsidRDefault="00E94315" w:rsidP="00EE18EC">
            <w:pPr>
              <w:rPr>
                <w:rFonts w:eastAsia="Calibri" w:cs="Arial"/>
                <w:color w:val="000000"/>
                <w:sz w:val="18"/>
                <w:szCs w:val="18"/>
                <w:lang w:eastAsia="en-US"/>
              </w:rPr>
            </w:pPr>
            <w:r w:rsidRPr="00B21171">
              <w:rPr>
                <w:rFonts w:eastAsia="Malgun Gothic" w:cs="Arial"/>
                <w:color w:val="000000"/>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6EBC1F92"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n.v.t.</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42141747"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Cijfer</w:t>
            </w:r>
          </w:p>
          <w:p w14:paraId="17CDE6B9" w14:textId="77777777" w:rsidR="00E94315" w:rsidRPr="00B21171" w:rsidRDefault="00E94315" w:rsidP="00EE18EC">
            <w:pPr>
              <w:jc w:val="center"/>
              <w:rPr>
                <w:rFonts w:eastAsia="Calibri" w:cs="Arial"/>
                <w:color w:val="000000"/>
                <w:sz w:val="18"/>
                <w:szCs w:val="18"/>
                <w:lang w:eastAsia="en-US"/>
              </w:rPr>
            </w:pPr>
          </w:p>
        </w:tc>
        <w:tc>
          <w:tcPr>
            <w:tcW w:w="1292" w:type="dxa"/>
            <w:tcBorders>
              <w:top w:val="single" w:sz="4" w:space="0" w:color="D8B511"/>
              <w:left w:val="single" w:sz="4" w:space="0" w:color="D8B511"/>
              <w:bottom w:val="single" w:sz="4" w:space="0" w:color="D8B511"/>
              <w:right w:val="single" w:sz="4" w:space="0" w:color="D8B511"/>
            </w:tcBorders>
            <w:shd w:val="clear" w:color="auto" w:fill="auto"/>
          </w:tcPr>
          <w:p w14:paraId="5118F836"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Cijfer op geheel getal</w:t>
            </w:r>
          </w:p>
        </w:tc>
        <w:tc>
          <w:tcPr>
            <w:tcW w:w="1882" w:type="dxa"/>
            <w:tcBorders>
              <w:top w:val="single" w:sz="4" w:space="0" w:color="D8B511"/>
              <w:left w:val="single" w:sz="4" w:space="0" w:color="D8B511"/>
              <w:bottom w:val="single" w:sz="4" w:space="0" w:color="D8B511"/>
              <w:right w:val="single" w:sz="4" w:space="0" w:color="D8B511"/>
            </w:tcBorders>
            <w:shd w:val="clear" w:color="auto" w:fill="auto"/>
          </w:tcPr>
          <w:p w14:paraId="45F70184" w14:textId="32E33C24" w:rsidR="00E94315" w:rsidRPr="00B21171" w:rsidRDefault="005C11B7" w:rsidP="00EE18EC">
            <w:pPr>
              <w:rPr>
                <w:rFonts w:eastAsia="Calibri" w:cs="Arial"/>
                <w:color w:val="000000"/>
                <w:sz w:val="18"/>
                <w:szCs w:val="18"/>
                <w:lang w:eastAsia="en-US"/>
              </w:rPr>
            </w:pPr>
            <w:r w:rsidRPr="004525C4">
              <w:rPr>
                <w:rFonts w:eastAsia="Calibri" w:cs="Arial"/>
                <w:color w:val="000000"/>
                <w:sz w:val="18"/>
                <w:szCs w:val="18"/>
                <w:lang w:eastAsia="en-US"/>
              </w:rPr>
              <w:t xml:space="preserve">Het resultaat telt </w:t>
            </w:r>
            <w:r w:rsidR="007D789B" w:rsidRPr="004525C4">
              <w:rPr>
                <w:rFonts w:eastAsia="Calibri" w:cs="Arial"/>
                <w:color w:val="000000"/>
                <w:sz w:val="18"/>
                <w:szCs w:val="18"/>
                <w:lang w:eastAsia="en-US"/>
              </w:rPr>
              <w:t xml:space="preserve">nog niet </w:t>
            </w:r>
            <w:r w:rsidRPr="004525C4">
              <w:rPr>
                <w:rFonts w:eastAsia="Calibri" w:cs="Arial"/>
                <w:color w:val="000000"/>
                <w:sz w:val="18"/>
                <w:szCs w:val="18"/>
                <w:lang w:eastAsia="en-US"/>
              </w:rPr>
              <w:t>mee</w:t>
            </w:r>
            <w:r w:rsidR="007D789B" w:rsidRPr="004525C4">
              <w:rPr>
                <w:rFonts w:eastAsia="Calibri" w:cs="Arial"/>
                <w:color w:val="000000"/>
                <w:sz w:val="18"/>
                <w:szCs w:val="18"/>
                <w:lang w:eastAsia="en-US"/>
              </w:rPr>
              <w:t>.</w:t>
            </w:r>
          </w:p>
        </w:tc>
      </w:tr>
      <w:tr w:rsidR="00E94315" w:rsidRPr="00E94315" w14:paraId="1D399D65" w14:textId="77777777" w:rsidTr="00EE18EC">
        <w:trPr>
          <w:cantSplit/>
          <w:trHeight w:val="198"/>
        </w:trPr>
        <w:tc>
          <w:tcPr>
            <w:tcW w:w="14879" w:type="dxa"/>
            <w:gridSpan w:val="9"/>
            <w:tcBorders>
              <w:top w:val="single" w:sz="4" w:space="0" w:color="D8B511"/>
              <w:left w:val="single" w:sz="4" w:space="0" w:color="D8B511"/>
              <w:bottom w:val="single" w:sz="4" w:space="0" w:color="D8B511"/>
              <w:right w:val="single" w:sz="4" w:space="0" w:color="D8B511"/>
            </w:tcBorders>
            <w:shd w:val="clear" w:color="auto" w:fill="CCFF99"/>
            <w:vAlign w:val="center"/>
          </w:tcPr>
          <w:p w14:paraId="54E98253" w14:textId="77777777" w:rsidR="00E94315" w:rsidRPr="00B21171" w:rsidRDefault="00E94315" w:rsidP="00EE18EC">
            <w:pPr>
              <w:jc w:val="center"/>
              <w:rPr>
                <w:rFonts w:eastAsia="Calibri" w:cs="Arial"/>
                <w:b/>
                <w:bCs/>
                <w:color w:val="000000"/>
                <w:sz w:val="18"/>
                <w:szCs w:val="18"/>
                <w:lang w:eastAsia="en-US"/>
              </w:rPr>
            </w:pPr>
            <w:r w:rsidRPr="00B21171">
              <w:rPr>
                <w:rFonts w:eastAsia="Calibri" w:cs="Arial"/>
                <w:b/>
                <w:bCs/>
                <w:color w:val="000000"/>
                <w:sz w:val="18"/>
                <w:szCs w:val="18"/>
                <w:lang w:eastAsia="en-US"/>
              </w:rPr>
              <w:t xml:space="preserve">ENGELS </w:t>
            </w:r>
            <w:r w:rsidRPr="00B21171">
              <w:rPr>
                <w:rFonts w:eastAsia="Calibri" w:cs="Arial"/>
                <w:color w:val="000000"/>
                <w:sz w:val="14"/>
                <w:szCs w:val="14"/>
                <w:lang w:eastAsia="en-US"/>
              </w:rPr>
              <w:t>4)</w:t>
            </w:r>
          </w:p>
        </w:tc>
      </w:tr>
      <w:tr w:rsidR="00E94315" w:rsidRPr="00E94315" w14:paraId="595A4F9D"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4657ED1B"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Centraal examen Engels, CE (digitaal)</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362FEE3D"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Lezen en luisteren </w:t>
            </w:r>
            <w:r w:rsidRPr="00B21171">
              <w:rPr>
                <w:rFonts w:eastAsia="Calibri" w:cs="Arial"/>
                <w:color w:val="000000"/>
                <w:sz w:val="14"/>
                <w:szCs w:val="14"/>
                <w:lang w:eastAsia="en-US"/>
              </w:rPr>
              <w:t>3)</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67D3744C"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B1</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36217528"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90 minuten </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3C984870" w14:textId="77777777" w:rsidR="00E94315" w:rsidRPr="00B21171" w:rsidRDefault="00E94315" w:rsidP="00EE18EC">
            <w:pPr>
              <w:rPr>
                <w:rFonts w:eastAsia="Calibri" w:cs="Arial"/>
                <w:color w:val="000000"/>
                <w:sz w:val="18"/>
                <w:szCs w:val="18"/>
                <w:lang w:eastAsia="en-US"/>
              </w:rPr>
            </w:pPr>
            <w:r w:rsidRPr="00B21171">
              <w:rPr>
                <w:rFonts w:eastAsia="Malgun Gothic" w:cs="Arial"/>
                <w:color w:val="000000"/>
                <w:sz w:val="16"/>
                <w:szCs w:val="16"/>
                <w:lang w:eastAsia="en-US"/>
              </w:rPr>
              <w:t>Examenlocatie Noorderpoort</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391FC069"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50%</w:t>
            </w:r>
          </w:p>
        </w:tc>
        <w:tc>
          <w:tcPr>
            <w:tcW w:w="1327" w:type="dxa"/>
            <w:tcBorders>
              <w:top w:val="single" w:sz="4" w:space="0" w:color="D8B511"/>
              <w:left w:val="single" w:sz="4" w:space="0" w:color="D8B511"/>
              <w:bottom w:val="single" w:sz="4" w:space="0" w:color="D8B511"/>
              <w:right w:val="single" w:sz="4" w:space="0" w:color="D8B511"/>
            </w:tcBorders>
            <w:shd w:val="clear" w:color="auto" w:fill="auto"/>
          </w:tcPr>
          <w:p w14:paraId="1225602D"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Cijfer met een decimaal</w:t>
            </w:r>
          </w:p>
        </w:tc>
        <w:tc>
          <w:tcPr>
            <w:tcW w:w="1292"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3EE764A1"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Cijfer op geheel getal</w:t>
            </w:r>
          </w:p>
          <w:p w14:paraId="4E0C5CDD" w14:textId="77777777" w:rsidR="00E94315" w:rsidRPr="00B21171" w:rsidRDefault="00E94315" w:rsidP="00EE18EC">
            <w:pPr>
              <w:rPr>
                <w:rFonts w:eastAsia="Calibri" w:cs="Arial"/>
                <w:color w:val="000000"/>
                <w:sz w:val="18"/>
                <w:szCs w:val="18"/>
                <w:lang w:eastAsia="en-US"/>
              </w:rPr>
            </w:pPr>
          </w:p>
        </w:tc>
        <w:tc>
          <w:tcPr>
            <w:tcW w:w="1882"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4B536519"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Nederlands en Engels tenminste een 5 en een 6 in willekeurige volgorde</w:t>
            </w:r>
          </w:p>
        </w:tc>
      </w:tr>
      <w:tr w:rsidR="00E94315" w:rsidRPr="00E94315" w14:paraId="2861A426"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78AD2A93"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TOA Engels Spreken A2 IE</w:t>
            </w:r>
          </w:p>
          <w:p w14:paraId="264742DD"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gelabeld als examen </w:t>
            </w:r>
            <w:r w:rsidRPr="00B21171">
              <w:rPr>
                <w:rFonts w:eastAsia="Calibri" w:cs="Arial"/>
                <w:color w:val="000000"/>
                <w:sz w:val="16"/>
                <w:szCs w:val="16"/>
                <w:lang w:eastAsia="en-US"/>
              </w:rPr>
              <w:t>6)</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16DCDCB3"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Spreken </w:t>
            </w:r>
            <w:r w:rsidRPr="00B21171">
              <w:rPr>
                <w:rFonts w:eastAsia="Calibri" w:cs="Arial"/>
                <w:color w:val="000000"/>
                <w:sz w:val="14"/>
                <w:szCs w:val="14"/>
                <w:lang w:eastAsia="en-US"/>
              </w:rPr>
              <w:t>5)</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320B6C49"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A2</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7B45FB44"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46C55C3C"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1C703F71"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12,5%</w:t>
            </w:r>
          </w:p>
        </w:tc>
        <w:tc>
          <w:tcPr>
            <w:tcW w:w="1327" w:type="dxa"/>
            <w:vMerge w:val="restart"/>
            <w:tcBorders>
              <w:top w:val="single" w:sz="4" w:space="0" w:color="D8B511"/>
              <w:left w:val="single" w:sz="4" w:space="0" w:color="D8B511"/>
              <w:bottom w:val="single" w:sz="4" w:space="0" w:color="D8B511"/>
              <w:right w:val="single" w:sz="4" w:space="0" w:color="D8B511"/>
            </w:tcBorders>
            <w:shd w:val="clear" w:color="auto" w:fill="auto"/>
            <w:vAlign w:val="center"/>
          </w:tcPr>
          <w:p w14:paraId="193E9D22"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Cijfer met een decimaal</w:t>
            </w:r>
          </w:p>
          <w:p w14:paraId="121ED4FB" w14:textId="77777777" w:rsidR="00E94315" w:rsidRPr="00B21171" w:rsidRDefault="00E94315" w:rsidP="00EE18EC">
            <w:pPr>
              <w:rPr>
                <w:rFonts w:eastAsia="Calibri" w:cs="Arial"/>
                <w:color w:val="000000"/>
                <w:sz w:val="18"/>
                <w:szCs w:val="18"/>
                <w:lang w:eastAsia="en-US"/>
              </w:rPr>
            </w:pPr>
          </w:p>
        </w:tc>
        <w:tc>
          <w:tcPr>
            <w:tcW w:w="1292" w:type="dxa"/>
            <w:vMerge/>
            <w:tcBorders>
              <w:left w:val="single" w:sz="4" w:space="0" w:color="D8B511"/>
              <w:right w:val="single" w:sz="4" w:space="0" w:color="D8B511"/>
            </w:tcBorders>
          </w:tcPr>
          <w:p w14:paraId="43DD5A6E" w14:textId="77777777" w:rsidR="00E94315" w:rsidRPr="00B21171" w:rsidRDefault="00E94315" w:rsidP="00EE18EC">
            <w:pPr>
              <w:jc w:val="center"/>
              <w:rPr>
                <w:rFonts w:eastAsia="Calibri" w:cs="Arial"/>
                <w:color w:val="000000"/>
                <w:sz w:val="18"/>
                <w:szCs w:val="18"/>
                <w:lang w:eastAsia="en-US"/>
              </w:rPr>
            </w:pPr>
          </w:p>
        </w:tc>
        <w:tc>
          <w:tcPr>
            <w:tcW w:w="1882" w:type="dxa"/>
            <w:vMerge/>
            <w:tcBorders>
              <w:left w:val="single" w:sz="4" w:space="0" w:color="D8B511"/>
              <w:right w:val="single" w:sz="4" w:space="0" w:color="D8B511"/>
            </w:tcBorders>
          </w:tcPr>
          <w:p w14:paraId="1DE2FF1C" w14:textId="77777777" w:rsidR="00E94315" w:rsidRPr="00B21171" w:rsidRDefault="00E94315" w:rsidP="00EE18EC">
            <w:pPr>
              <w:jc w:val="center"/>
              <w:rPr>
                <w:rFonts w:eastAsia="Calibri" w:cs="Arial"/>
                <w:color w:val="000000"/>
                <w:sz w:val="18"/>
                <w:szCs w:val="18"/>
                <w:lang w:eastAsia="en-US"/>
              </w:rPr>
            </w:pPr>
          </w:p>
        </w:tc>
      </w:tr>
      <w:tr w:rsidR="00E94315" w:rsidRPr="00E94315" w14:paraId="39665917"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44E30A84"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TOA Engels Gesprekken A2 IE</w:t>
            </w:r>
          </w:p>
          <w:p w14:paraId="55173315"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gelabeld als examen </w:t>
            </w:r>
            <w:r w:rsidRPr="00B21171">
              <w:rPr>
                <w:rFonts w:eastAsia="Calibri" w:cs="Arial"/>
                <w:color w:val="000000"/>
                <w:sz w:val="16"/>
                <w:szCs w:val="16"/>
                <w:lang w:eastAsia="en-US"/>
              </w:rPr>
              <w:t>6)</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760F9141"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Gesprekken voeren </w:t>
            </w:r>
            <w:r w:rsidRPr="00B21171">
              <w:rPr>
                <w:rFonts w:eastAsia="Calibri" w:cs="Arial"/>
                <w:color w:val="000000"/>
                <w:sz w:val="14"/>
                <w:szCs w:val="14"/>
                <w:lang w:eastAsia="en-US"/>
              </w:rPr>
              <w:t>5)</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4E4468A4"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A2</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316F4980"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Ca. 10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156378E3"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24215796"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12,5%</w:t>
            </w:r>
          </w:p>
        </w:tc>
        <w:tc>
          <w:tcPr>
            <w:tcW w:w="1327" w:type="dxa"/>
            <w:vMerge/>
            <w:tcBorders>
              <w:left w:val="single" w:sz="4" w:space="0" w:color="D8B511"/>
              <w:right w:val="single" w:sz="4" w:space="0" w:color="D8B511"/>
            </w:tcBorders>
          </w:tcPr>
          <w:p w14:paraId="2E29D508" w14:textId="77777777" w:rsidR="00E94315" w:rsidRPr="00B21171" w:rsidRDefault="00E94315" w:rsidP="00EE18EC">
            <w:pPr>
              <w:jc w:val="center"/>
              <w:rPr>
                <w:rFonts w:eastAsia="Calibri" w:cs="Arial"/>
                <w:color w:val="000000"/>
                <w:sz w:val="18"/>
                <w:szCs w:val="18"/>
                <w:lang w:eastAsia="en-US"/>
              </w:rPr>
            </w:pPr>
          </w:p>
        </w:tc>
        <w:tc>
          <w:tcPr>
            <w:tcW w:w="1292" w:type="dxa"/>
            <w:vMerge/>
            <w:tcBorders>
              <w:left w:val="single" w:sz="4" w:space="0" w:color="D8B511"/>
              <w:right w:val="single" w:sz="4" w:space="0" w:color="D8B511"/>
            </w:tcBorders>
          </w:tcPr>
          <w:p w14:paraId="15DE6EF2" w14:textId="77777777" w:rsidR="00E94315" w:rsidRPr="00B21171" w:rsidRDefault="00E94315" w:rsidP="00EE18EC">
            <w:pPr>
              <w:jc w:val="center"/>
              <w:rPr>
                <w:rFonts w:eastAsia="Calibri" w:cs="Arial"/>
                <w:color w:val="000000"/>
                <w:sz w:val="18"/>
                <w:szCs w:val="18"/>
                <w:lang w:eastAsia="en-US"/>
              </w:rPr>
            </w:pPr>
          </w:p>
        </w:tc>
        <w:tc>
          <w:tcPr>
            <w:tcW w:w="1882" w:type="dxa"/>
            <w:vMerge/>
            <w:tcBorders>
              <w:left w:val="single" w:sz="4" w:space="0" w:color="D8B511"/>
              <w:right w:val="single" w:sz="4" w:space="0" w:color="D8B511"/>
            </w:tcBorders>
          </w:tcPr>
          <w:p w14:paraId="115307FE" w14:textId="77777777" w:rsidR="00E94315" w:rsidRPr="00B21171" w:rsidRDefault="00E94315" w:rsidP="00EE18EC">
            <w:pPr>
              <w:jc w:val="center"/>
              <w:rPr>
                <w:rFonts w:eastAsia="Calibri" w:cs="Arial"/>
                <w:color w:val="000000"/>
                <w:sz w:val="18"/>
                <w:szCs w:val="18"/>
                <w:lang w:eastAsia="en-US"/>
              </w:rPr>
            </w:pPr>
          </w:p>
        </w:tc>
      </w:tr>
      <w:tr w:rsidR="00E94315" w:rsidRPr="00E94315" w14:paraId="55C1A240" w14:textId="77777777" w:rsidTr="006057C9">
        <w:trPr>
          <w:cantSplit/>
          <w:trHeight w:val="396"/>
        </w:trPr>
        <w:tc>
          <w:tcPr>
            <w:tcW w:w="3823" w:type="dxa"/>
            <w:tcBorders>
              <w:top w:val="single" w:sz="4" w:space="0" w:color="D8B511"/>
              <w:left w:val="single" w:sz="4" w:space="0" w:color="D8B511"/>
              <w:bottom w:val="single" w:sz="4" w:space="0" w:color="D8B511"/>
              <w:right w:val="single" w:sz="4" w:space="0" w:color="D8B511"/>
            </w:tcBorders>
            <w:shd w:val="clear" w:color="auto" w:fill="auto"/>
          </w:tcPr>
          <w:p w14:paraId="26749B94"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TOA Engels Schrijven A2 IE</w:t>
            </w:r>
          </w:p>
          <w:p w14:paraId="62813689"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gelabeld als examen </w:t>
            </w:r>
            <w:r w:rsidRPr="00B21171">
              <w:rPr>
                <w:rFonts w:eastAsia="Calibri" w:cs="Arial"/>
                <w:color w:val="000000"/>
                <w:sz w:val="16"/>
                <w:szCs w:val="16"/>
                <w:lang w:eastAsia="en-US"/>
              </w:rPr>
              <w:t>6)</w:t>
            </w:r>
          </w:p>
        </w:tc>
        <w:tc>
          <w:tcPr>
            <w:tcW w:w="1984" w:type="dxa"/>
            <w:tcBorders>
              <w:top w:val="single" w:sz="4" w:space="0" w:color="D8B511"/>
              <w:left w:val="single" w:sz="4" w:space="0" w:color="D8B511"/>
              <w:bottom w:val="single" w:sz="4" w:space="0" w:color="D8B511"/>
              <w:right w:val="single" w:sz="4" w:space="0" w:color="D8B511"/>
            </w:tcBorders>
            <w:shd w:val="clear" w:color="auto" w:fill="auto"/>
          </w:tcPr>
          <w:p w14:paraId="12160156"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 xml:space="preserve">Schrijven </w:t>
            </w:r>
          </w:p>
        </w:tc>
        <w:tc>
          <w:tcPr>
            <w:tcW w:w="851" w:type="dxa"/>
            <w:tcBorders>
              <w:top w:val="single" w:sz="4" w:space="0" w:color="D8B511"/>
              <w:left w:val="single" w:sz="4" w:space="0" w:color="D8B511"/>
              <w:bottom w:val="single" w:sz="4" w:space="0" w:color="D8B511"/>
              <w:right w:val="single" w:sz="4" w:space="0" w:color="D8B511"/>
            </w:tcBorders>
            <w:shd w:val="clear" w:color="auto" w:fill="auto"/>
          </w:tcPr>
          <w:p w14:paraId="713DF25E"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A2</w:t>
            </w:r>
          </w:p>
        </w:tc>
        <w:tc>
          <w:tcPr>
            <w:tcW w:w="1417" w:type="dxa"/>
            <w:tcBorders>
              <w:top w:val="single" w:sz="4" w:space="0" w:color="D8B511"/>
              <w:left w:val="single" w:sz="4" w:space="0" w:color="D8B511"/>
              <w:bottom w:val="single" w:sz="4" w:space="0" w:color="D8B511"/>
              <w:right w:val="single" w:sz="4" w:space="0" w:color="D8B511"/>
            </w:tcBorders>
            <w:shd w:val="clear" w:color="auto" w:fill="auto"/>
          </w:tcPr>
          <w:p w14:paraId="7087EDD7"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8"/>
                <w:szCs w:val="18"/>
                <w:lang w:eastAsia="en-US"/>
              </w:rPr>
              <w:t>Max. 60 minuten</w:t>
            </w:r>
          </w:p>
        </w:tc>
        <w:tc>
          <w:tcPr>
            <w:tcW w:w="1307" w:type="dxa"/>
            <w:tcBorders>
              <w:top w:val="single" w:sz="4" w:space="0" w:color="D8B511"/>
              <w:left w:val="single" w:sz="4" w:space="0" w:color="D8B511"/>
              <w:bottom w:val="single" w:sz="4" w:space="0" w:color="D8B511"/>
              <w:right w:val="single" w:sz="4" w:space="0" w:color="D8B511"/>
            </w:tcBorders>
            <w:shd w:val="clear" w:color="auto" w:fill="auto"/>
          </w:tcPr>
          <w:p w14:paraId="29BC4E50" w14:textId="77777777" w:rsidR="00E94315" w:rsidRPr="00B21171" w:rsidRDefault="00E94315" w:rsidP="00EE18EC">
            <w:pPr>
              <w:rPr>
                <w:rFonts w:eastAsia="Calibri" w:cs="Arial"/>
                <w:color w:val="000000"/>
                <w:sz w:val="18"/>
                <w:szCs w:val="18"/>
                <w:lang w:eastAsia="en-US"/>
              </w:rPr>
            </w:pPr>
            <w:r w:rsidRPr="00B21171">
              <w:rPr>
                <w:rFonts w:eastAsia="Calibri" w:cs="Arial"/>
                <w:color w:val="000000"/>
                <w:sz w:val="16"/>
                <w:szCs w:val="16"/>
                <w:lang w:eastAsia="en-US"/>
              </w:rPr>
              <w:t>School</w:t>
            </w:r>
          </w:p>
        </w:tc>
        <w:tc>
          <w:tcPr>
            <w:tcW w:w="996" w:type="dxa"/>
            <w:tcBorders>
              <w:top w:val="single" w:sz="4" w:space="0" w:color="D8B511"/>
              <w:left w:val="single" w:sz="4" w:space="0" w:color="D8B511"/>
              <w:bottom w:val="single" w:sz="4" w:space="0" w:color="D8B511"/>
              <w:right w:val="single" w:sz="4" w:space="0" w:color="D8B511"/>
            </w:tcBorders>
            <w:shd w:val="clear" w:color="auto" w:fill="auto"/>
          </w:tcPr>
          <w:p w14:paraId="38151A9F" w14:textId="77777777" w:rsidR="00E94315" w:rsidRPr="00B21171" w:rsidRDefault="00E94315" w:rsidP="00EE18EC">
            <w:pPr>
              <w:jc w:val="center"/>
              <w:rPr>
                <w:rFonts w:eastAsia="Calibri" w:cs="Arial"/>
                <w:color w:val="000000"/>
                <w:sz w:val="18"/>
                <w:szCs w:val="18"/>
                <w:lang w:eastAsia="en-US"/>
              </w:rPr>
            </w:pPr>
            <w:r w:rsidRPr="00B21171">
              <w:rPr>
                <w:rFonts w:eastAsia="Calibri" w:cs="Arial"/>
                <w:color w:val="000000"/>
                <w:sz w:val="18"/>
                <w:szCs w:val="18"/>
                <w:lang w:eastAsia="en-US"/>
              </w:rPr>
              <w:t>25%</w:t>
            </w:r>
          </w:p>
        </w:tc>
        <w:tc>
          <w:tcPr>
            <w:tcW w:w="1327" w:type="dxa"/>
            <w:vMerge/>
            <w:tcBorders>
              <w:left w:val="single" w:sz="4" w:space="0" w:color="D8B511"/>
              <w:bottom w:val="single" w:sz="4" w:space="0" w:color="D8B511"/>
              <w:right w:val="single" w:sz="4" w:space="0" w:color="D8B511"/>
            </w:tcBorders>
          </w:tcPr>
          <w:p w14:paraId="1CAB0B26" w14:textId="77777777" w:rsidR="00E94315" w:rsidRPr="00B21171" w:rsidRDefault="00E94315" w:rsidP="00EE18EC">
            <w:pPr>
              <w:jc w:val="center"/>
              <w:rPr>
                <w:rFonts w:eastAsia="Calibri" w:cs="Arial"/>
                <w:color w:val="000000"/>
                <w:sz w:val="18"/>
                <w:szCs w:val="18"/>
                <w:lang w:eastAsia="en-US"/>
              </w:rPr>
            </w:pPr>
          </w:p>
        </w:tc>
        <w:tc>
          <w:tcPr>
            <w:tcW w:w="1292" w:type="dxa"/>
            <w:vMerge/>
            <w:tcBorders>
              <w:left w:val="single" w:sz="4" w:space="0" w:color="D8B511"/>
              <w:bottom w:val="single" w:sz="4" w:space="0" w:color="D8B511"/>
              <w:right w:val="single" w:sz="4" w:space="0" w:color="D8B511"/>
            </w:tcBorders>
          </w:tcPr>
          <w:p w14:paraId="68D76BEC" w14:textId="77777777" w:rsidR="00E94315" w:rsidRPr="00B21171" w:rsidRDefault="00E94315" w:rsidP="00EE18EC">
            <w:pPr>
              <w:jc w:val="center"/>
              <w:rPr>
                <w:rFonts w:eastAsia="Calibri" w:cs="Arial"/>
                <w:color w:val="000000"/>
                <w:sz w:val="18"/>
                <w:szCs w:val="18"/>
                <w:lang w:eastAsia="en-US"/>
              </w:rPr>
            </w:pPr>
          </w:p>
        </w:tc>
        <w:tc>
          <w:tcPr>
            <w:tcW w:w="1882" w:type="dxa"/>
            <w:vMerge/>
            <w:tcBorders>
              <w:left w:val="single" w:sz="4" w:space="0" w:color="D8B511"/>
              <w:bottom w:val="single" w:sz="4" w:space="0" w:color="D8B511"/>
              <w:right w:val="single" w:sz="4" w:space="0" w:color="D8B511"/>
            </w:tcBorders>
          </w:tcPr>
          <w:p w14:paraId="2B5422A3" w14:textId="77777777" w:rsidR="00E94315" w:rsidRPr="00B21171" w:rsidRDefault="00E94315" w:rsidP="00EE18EC">
            <w:pPr>
              <w:jc w:val="center"/>
              <w:rPr>
                <w:rFonts w:eastAsia="Calibri" w:cs="Arial"/>
                <w:color w:val="000000"/>
                <w:sz w:val="18"/>
                <w:szCs w:val="18"/>
                <w:lang w:eastAsia="en-US"/>
              </w:rPr>
            </w:pPr>
          </w:p>
        </w:tc>
      </w:tr>
      <w:tr w:rsidR="00E94315" w:rsidRPr="00E94315" w14:paraId="1568C38E" w14:textId="77777777" w:rsidTr="00EE18EC">
        <w:trPr>
          <w:cantSplit/>
          <w:trHeight w:val="217"/>
        </w:trPr>
        <w:tc>
          <w:tcPr>
            <w:tcW w:w="14879" w:type="dxa"/>
            <w:gridSpan w:val="9"/>
            <w:tcBorders>
              <w:top w:val="single" w:sz="4" w:space="0" w:color="D8B511"/>
              <w:left w:val="single" w:sz="4" w:space="0" w:color="D8B511"/>
              <w:bottom w:val="single" w:sz="4" w:space="0" w:color="D8B511"/>
              <w:right w:val="single" w:sz="4" w:space="0" w:color="D8B511"/>
            </w:tcBorders>
            <w:shd w:val="clear" w:color="auto" w:fill="auto"/>
          </w:tcPr>
          <w:p w14:paraId="007A65B1" w14:textId="77777777" w:rsidR="00E94315" w:rsidRPr="00B21171" w:rsidRDefault="00E94315" w:rsidP="00EE18EC">
            <w:pPr>
              <w:rPr>
                <w:rFonts w:eastAsia="Malgun Gothic" w:cs="Arial"/>
                <w:color w:val="000000"/>
                <w:sz w:val="16"/>
                <w:szCs w:val="16"/>
              </w:rPr>
            </w:pPr>
            <w:r w:rsidRPr="00B21171">
              <w:rPr>
                <w:rFonts w:eastAsia="Malgun Gothic" w:cs="Arial"/>
                <w:color w:val="000000"/>
                <w:sz w:val="16"/>
                <w:szCs w:val="16"/>
              </w:rPr>
              <w:t xml:space="preserve">1) CE Nederlands lezen en luisteren in één afnamemoment.  </w:t>
            </w:r>
          </w:p>
          <w:p w14:paraId="729BF51D" w14:textId="77777777" w:rsidR="00E94315" w:rsidRPr="00B21171" w:rsidRDefault="00E94315" w:rsidP="00EE18EC">
            <w:pPr>
              <w:rPr>
                <w:rFonts w:eastAsia="Malgun Gothic" w:cs="Arial"/>
                <w:color w:val="000000"/>
                <w:sz w:val="16"/>
                <w:szCs w:val="16"/>
              </w:rPr>
            </w:pPr>
            <w:r w:rsidRPr="00B21171">
              <w:rPr>
                <w:rFonts w:eastAsia="Malgun Gothic" w:cs="Arial"/>
                <w:color w:val="000000"/>
                <w:sz w:val="16"/>
                <w:szCs w:val="16"/>
              </w:rPr>
              <w:t>2) IE Nederlands spreken/gesprekken voeren kan in één afnamemoment: inclusief beoordeling: 20 minuten, 2 cijfers.</w:t>
            </w:r>
          </w:p>
          <w:p w14:paraId="6417541E" w14:textId="77777777" w:rsidR="00E94315" w:rsidRPr="00B21171" w:rsidRDefault="00E94315" w:rsidP="00EE18EC">
            <w:pPr>
              <w:rPr>
                <w:rFonts w:eastAsia="Malgun Gothic" w:cs="Arial"/>
                <w:b/>
                <w:bCs/>
                <w:color w:val="000000"/>
                <w:sz w:val="16"/>
                <w:szCs w:val="16"/>
              </w:rPr>
            </w:pPr>
            <w:r w:rsidRPr="00B21171">
              <w:rPr>
                <w:rFonts w:eastAsia="Malgun Gothic" w:cs="Arial"/>
                <w:color w:val="000000"/>
                <w:sz w:val="16"/>
                <w:szCs w:val="16"/>
              </w:rPr>
              <w:t xml:space="preserve">3) CE Engels lezen en luisteren in één afnamemoment. </w:t>
            </w:r>
          </w:p>
          <w:p w14:paraId="6E02EE91" w14:textId="02940EDE" w:rsidR="00E94315" w:rsidRPr="00B21171" w:rsidRDefault="00E94315" w:rsidP="00EE18EC">
            <w:pPr>
              <w:rPr>
                <w:rFonts w:cs="Arial"/>
                <w:color w:val="000000"/>
                <w:sz w:val="16"/>
                <w:szCs w:val="16"/>
              </w:rPr>
            </w:pPr>
            <w:r w:rsidRPr="00B21171">
              <w:rPr>
                <w:rFonts w:cs="Arial"/>
                <w:color w:val="000000"/>
                <w:sz w:val="16"/>
                <w:szCs w:val="16"/>
              </w:rPr>
              <w:t xml:space="preserve">4) Engels IE en CE </w:t>
            </w:r>
            <w:r w:rsidRPr="00B21171">
              <w:rPr>
                <w:rFonts w:cs="Arial"/>
                <w:color w:val="auto"/>
                <w:sz w:val="16"/>
                <w:szCs w:val="16"/>
              </w:rPr>
              <w:t xml:space="preserve">mag </w:t>
            </w:r>
            <w:r w:rsidRPr="00B21171">
              <w:rPr>
                <w:rFonts w:cs="Arial"/>
                <w:color w:val="000000"/>
                <w:sz w:val="16"/>
                <w:szCs w:val="16"/>
              </w:rPr>
              <w:t xml:space="preserve">op een hoger niveau geëxamineerd worden. </w:t>
            </w:r>
            <w:r w:rsidRPr="00B21171">
              <w:rPr>
                <w:rFonts w:cs="Arial"/>
                <w:color w:val="000000"/>
                <w:sz w:val="16"/>
                <w:szCs w:val="16"/>
                <w:u w:val="single"/>
              </w:rPr>
              <w:t>Alleen de IE</w:t>
            </w:r>
            <w:r w:rsidRPr="00B21171">
              <w:rPr>
                <w:rFonts w:cs="Arial"/>
                <w:color w:val="000000"/>
                <w:sz w:val="16"/>
                <w:szCs w:val="16"/>
              </w:rPr>
              <w:t xml:space="preserve">-vaardigheden </w:t>
            </w:r>
            <w:r w:rsidRPr="00B21171">
              <w:rPr>
                <w:rFonts w:cs="Arial"/>
                <w:color w:val="000000"/>
                <w:sz w:val="16"/>
                <w:szCs w:val="16"/>
                <w:u w:val="single"/>
              </w:rPr>
              <w:t xml:space="preserve">of alleen de </w:t>
            </w:r>
            <w:r w:rsidRPr="00B21171">
              <w:rPr>
                <w:rFonts w:cs="Arial"/>
                <w:color w:val="000000"/>
                <w:sz w:val="16"/>
                <w:szCs w:val="16"/>
              </w:rPr>
              <w:t xml:space="preserve">CE vaardigheden op een hoger niveau mag ook. </w:t>
            </w:r>
            <w:r w:rsidR="00C83F7C" w:rsidRPr="00B21171">
              <w:rPr>
                <w:rFonts w:cs="Arial"/>
                <w:color w:val="000000"/>
                <w:sz w:val="16"/>
                <w:szCs w:val="16"/>
              </w:rPr>
              <w:t>Bij</w:t>
            </w:r>
            <w:r w:rsidRPr="00B21171">
              <w:rPr>
                <w:rFonts w:cs="Arial"/>
                <w:color w:val="000000"/>
                <w:sz w:val="16"/>
                <w:szCs w:val="16"/>
              </w:rPr>
              <w:t xml:space="preserve"> IE op een hoger niveau geldt dat alle </w:t>
            </w:r>
            <w:r w:rsidR="000101A4" w:rsidRPr="00B21171">
              <w:rPr>
                <w:rFonts w:cs="Arial"/>
                <w:color w:val="000000"/>
                <w:sz w:val="16"/>
                <w:szCs w:val="16"/>
              </w:rPr>
              <w:t>3 sub domeinen</w:t>
            </w:r>
            <w:r w:rsidRPr="00B21171">
              <w:rPr>
                <w:rFonts w:cs="Arial"/>
                <w:color w:val="000000"/>
                <w:sz w:val="16"/>
                <w:szCs w:val="16"/>
              </w:rPr>
              <w:t xml:space="preserve"> op het</w:t>
            </w:r>
            <w:r w:rsidR="00B401A4" w:rsidRPr="00B21171">
              <w:rPr>
                <w:rFonts w:cs="Arial"/>
                <w:color w:val="000000"/>
                <w:sz w:val="16"/>
                <w:szCs w:val="16"/>
              </w:rPr>
              <w:t>zelfde</w:t>
            </w:r>
            <w:r w:rsidRPr="00B21171">
              <w:rPr>
                <w:rFonts w:cs="Arial"/>
                <w:color w:val="000000"/>
                <w:sz w:val="16"/>
                <w:szCs w:val="16"/>
              </w:rPr>
              <w:t xml:space="preserve"> niveau moeten worden geëxamineerd. Exameninstrument IE is TOA. N.B. </w:t>
            </w:r>
            <w:r w:rsidRPr="00B21171">
              <w:rPr>
                <w:rFonts w:cs="Arial"/>
                <w:b/>
                <w:bCs/>
                <w:color w:val="000000"/>
                <w:sz w:val="16"/>
                <w:szCs w:val="16"/>
              </w:rPr>
              <w:t xml:space="preserve">Een examen op een hoger niveau moet altijd worden aangevraagd bij de </w:t>
            </w:r>
            <w:proofErr w:type="spellStart"/>
            <w:r w:rsidRPr="00B21171">
              <w:rPr>
                <w:rFonts w:cs="Arial"/>
                <w:b/>
                <w:bCs/>
                <w:color w:val="000000"/>
                <w:sz w:val="16"/>
                <w:szCs w:val="16"/>
              </w:rPr>
              <w:t>schoolexamencommissie</w:t>
            </w:r>
            <w:proofErr w:type="spellEnd"/>
            <w:r w:rsidRPr="00B21171">
              <w:rPr>
                <w:rFonts w:cs="Arial"/>
                <w:b/>
                <w:bCs/>
                <w:color w:val="000000"/>
                <w:sz w:val="16"/>
                <w:szCs w:val="16"/>
              </w:rPr>
              <w:t>.</w:t>
            </w:r>
            <w:r w:rsidRPr="00B21171">
              <w:rPr>
                <w:rFonts w:cs="Arial"/>
                <w:color w:val="000000"/>
                <w:sz w:val="16"/>
                <w:szCs w:val="16"/>
              </w:rPr>
              <w:t xml:space="preserve"> </w:t>
            </w:r>
          </w:p>
          <w:p w14:paraId="0187318E" w14:textId="77777777" w:rsidR="00E94315" w:rsidRPr="00B21171" w:rsidRDefault="00E94315" w:rsidP="00EE18EC">
            <w:pPr>
              <w:rPr>
                <w:rFonts w:eastAsia="Malgun Gothic" w:cs="Arial"/>
                <w:color w:val="000000"/>
                <w:sz w:val="16"/>
                <w:szCs w:val="16"/>
              </w:rPr>
            </w:pPr>
            <w:r w:rsidRPr="00B21171">
              <w:rPr>
                <w:rFonts w:eastAsia="Malgun Gothic" w:cs="Arial"/>
                <w:color w:val="000000"/>
                <w:sz w:val="16"/>
                <w:szCs w:val="16"/>
              </w:rPr>
              <w:t>5) IE Engels spreken/gesprekken voeren kan in één afnamemoment: inclusief beoordeling: 20 minuten, 2 cijfers.</w:t>
            </w:r>
          </w:p>
          <w:p w14:paraId="3A84D83F" w14:textId="7DA4A72F" w:rsidR="00E94315" w:rsidRPr="00B21171" w:rsidRDefault="00E94315" w:rsidP="00EE18EC">
            <w:pPr>
              <w:rPr>
                <w:rFonts w:eastAsia="Calibri" w:cs="Arial"/>
                <w:color w:val="000000"/>
                <w:sz w:val="18"/>
                <w:szCs w:val="18"/>
                <w:lang w:eastAsia="en-US"/>
              </w:rPr>
            </w:pPr>
            <w:r w:rsidRPr="00B21171">
              <w:rPr>
                <w:rFonts w:cs="Arial"/>
                <w:color w:val="000000"/>
                <w:sz w:val="16"/>
                <w:szCs w:val="16"/>
              </w:rPr>
              <w:t xml:space="preserve">6) </w:t>
            </w:r>
            <w:r w:rsidRPr="00B21171">
              <w:rPr>
                <w:rFonts w:ascii="Calibri" w:eastAsia="Calibri" w:hAnsi="Calibri"/>
                <w:color w:val="auto"/>
                <w:sz w:val="22"/>
                <w:szCs w:val="22"/>
                <w:lang w:eastAsia="en-US"/>
              </w:rPr>
              <w:t xml:space="preserve"> </w:t>
            </w:r>
            <w:r w:rsidRPr="00B21171">
              <w:rPr>
                <w:rFonts w:cs="Arial"/>
                <w:color w:val="000000"/>
                <w:sz w:val="16"/>
                <w:szCs w:val="16"/>
              </w:rPr>
              <w:t>Alleen versies waar IE in de naam staat, mogen gebruikt worden als examen. Welke versie</w:t>
            </w:r>
            <w:r w:rsidR="00520F7F" w:rsidRPr="00B21171">
              <w:rPr>
                <w:rFonts w:cs="Arial"/>
                <w:color w:val="000000"/>
                <w:sz w:val="16"/>
                <w:szCs w:val="16"/>
              </w:rPr>
              <w:t>s</w:t>
            </w:r>
            <w:r w:rsidRPr="00B21171">
              <w:rPr>
                <w:rFonts w:cs="Arial"/>
                <w:color w:val="000000"/>
                <w:sz w:val="16"/>
                <w:szCs w:val="16"/>
              </w:rPr>
              <w:t xml:space="preserve"> (001/002 enz.)</w:t>
            </w:r>
            <w:r w:rsidR="00520F7F" w:rsidRPr="00B21171">
              <w:rPr>
                <w:rFonts w:cs="Arial"/>
                <w:color w:val="000000"/>
                <w:sz w:val="16"/>
                <w:szCs w:val="16"/>
              </w:rPr>
              <w:t xml:space="preserve"> geschikt zijn voor een bepaalde </w:t>
            </w:r>
            <w:proofErr w:type="spellStart"/>
            <w:r w:rsidR="00520F7F" w:rsidRPr="00B21171">
              <w:rPr>
                <w:rFonts w:cs="Arial"/>
                <w:color w:val="000000"/>
                <w:sz w:val="16"/>
                <w:szCs w:val="16"/>
              </w:rPr>
              <w:t>crebo</w:t>
            </w:r>
            <w:proofErr w:type="spellEnd"/>
            <w:r w:rsidRPr="00B21171">
              <w:rPr>
                <w:rFonts w:cs="Arial"/>
                <w:color w:val="000000"/>
                <w:sz w:val="16"/>
                <w:szCs w:val="16"/>
              </w:rPr>
              <w:t>,</w:t>
            </w:r>
            <w:r w:rsidR="001D607C" w:rsidRPr="00B21171">
              <w:rPr>
                <w:rFonts w:cs="Arial"/>
                <w:color w:val="000000"/>
                <w:sz w:val="16"/>
                <w:szCs w:val="16"/>
              </w:rPr>
              <w:t xml:space="preserve"> </w:t>
            </w:r>
            <w:r w:rsidRPr="00B21171">
              <w:rPr>
                <w:rFonts w:cs="Arial"/>
                <w:color w:val="000000"/>
                <w:sz w:val="16"/>
                <w:szCs w:val="16"/>
              </w:rPr>
              <w:t>word</w:t>
            </w:r>
            <w:r w:rsidR="001D607C" w:rsidRPr="00B21171">
              <w:rPr>
                <w:rFonts w:cs="Arial"/>
                <w:color w:val="000000"/>
                <w:sz w:val="16"/>
                <w:szCs w:val="16"/>
              </w:rPr>
              <w:t>t</w:t>
            </w:r>
            <w:r w:rsidRPr="00B21171">
              <w:rPr>
                <w:rFonts w:cs="Arial"/>
                <w:color w:val="000000"/>
                <w:sz w:val="16"/>
                <w:szCs w:val="16"/>
              </w:rPr>
              <w:t xml:space="preserve"> in overleg bepaald tussen teammanager/domeinverantwoordelijke examinering en examenbureau en </w:t>
            </w:r>
            <w:r w:rsidR="00520F7F" w:rsidRPr="00B21171">
              <w:rPr>
                <w:rFonts w:cs="Arial"/>
                <w:color w:val="000000"/>
                <w:sz w:val="16"/>
                <w:szCs w:val="16"/>
              </w:rPr>
              <w:t xml:space="preserve">dat wordt </w:t>
            </w:r>
            <w:r w:rsidRPr="00B21171">
              <w:rPr>
                <w:rFonts w:cs="Arial"/>
                <w:color w:val="000000"/>
                <w:sz w:val="16"/>
                <w:szCs w:val="16"/>
              </w:rPr>
              <w:t>vastge</w:t>
            </w:r>
            <w:r w:rsidR="00C13191" w:rsidRPr="00B21171">
              <w:rPr>
                <w:rFonts w:cs="Arial"/>
                <w:color w:val="000000"/>
                <w:sz w:val="16"/>
                <w:szCs w:val="16"/>
              </w:rPr>
              <w:t>legd door</w:t>
            </w:r>
            <w:r w:rsidRPr="00B21171">
              <w:rPr>
                <w:rFonts w:cs="Arial"/>
                <w:color w:val="000000"/>
                <w:sz w:val="16"/>
                <w:szCs w:val="16"/>
              </w:rPr>
              <w:t xml:space="preserve"> de examencommissie. Naast TOA is er </w:t>
            </w:r>
            <w:r w:rsidRPr="004525C4">
              <w:rPr>
                <w:rFonts w:cs="Arial"/>
                <w:color w:val="000000"/>
                <w:sz w:val="16"/>
                <w:szCs w:val="16"/>
              </w:rPr>
              <w:t>TOA-</w:t>
            </w:r>
            <w:proofErr w:type="spellStart"/>
            <w:r w:rsidRPr="004525C4">
              <w:rPr>
                <w:rFonts w:cs="Arial"/>
                <w:color w:val="000000"/>
                <w:sz w:val="16"/>
                <w:szCs w:val="16"/>
              </w:rPr>
              <w:t>connect</w:t>
            </w:r>
            <w:proofErr w:type="spellEnd"/>
            <w:r w:rsidRPr="004525C4">
              <w:rPr>
                <w:rFonts w:cs="Arial"/>
                <w:color w:val="000000"/>
                <w:sz w:val="16"/>
                <w:szCs w:val="16"/>
              </w:rPr>
              <w:t>,</w:t>
            </w:r>
            <w:r w:rsidRPr="00B21171">
              <w:rPr>
                <w:rFonts w:cs="Arial"/>
                <w:color w:val="000000"/>
                <w:sz w:val="16"/>
                <w:szCs w:val="16"/>
              </w:rPr>
              <w:t xml:space="preserve"> waarin de generieke talen worden geëxamineerd in een specifieke beroepscontext. Deze examens staan in hetzelfde overzicht als de TOA-examens in generieke context. Op TOETS.NL is een overzicht te vinden van alle examens TOA-</w:t>
            </w:r>
            <w:proofErr w:type="spellStart"/>
            <w:r w:rsidRPr="00B21171">
              <w:rPr>
                <w:rFonts w:cs="Arial"/>
                <w:color w:val="000000"/>
                <w:sz w:val="16"/>
                <w:szCs w:val="16"/>
              </w:rPr>
              <w:t>connect</w:t>
            </w:r>
            <w:proofErr w:type="spellEnd"/>
            <w:r w:rsidRPr="00B21171">
              <w:rPr>
                <w:rFonts w:cs="Arial"/>
                <w:color w:val="000000"/>
                <w:sz w:val="16"/>
                <w:szCs w:val="16"/>
              </w:rPr>
              <w:t xml:space="preserve"> met domeinen en onderwerpen.</w:t>
            </w:r>
          </w:p>
        </w:tc>
      </w:tr>
      <w:bookmarkEnd w:id="29"/>
    </w:tbl>
    <w:p w14:paraId="20103F82" w14:textId="77777777" w:rsidR="00E94315" w:rsidRDefault="00E94315" w:rsidP="00E94315"/>
    <w:p w14:paraId="26DF0B7A" w14:textId="6E467555" w:rsidR="00E94315" w:rsidRPr="00E94315" w:rsidRDefault="00E94315" w:rsidP="00E94315">
      <w:pPr>
        <w:sectPr w:rsidR="00E94315" w:rsidRPr="00E94315" w:rsidSect="001C5CFF">
          <w:headerReference w:type="default" r:id="rId23"/>
          <w:pgSz w:w="16838" w:h="11906" w:orient="landscape" w:code="9"/>
          <w:pgMar w:top="1701" w:right="1418" w:bottom="1418" w:left="1361" w:header="709" w:footer="709" w:gutter="0"/>
          <w:cols w:space="708"/>
          <w:docGrid w:linePitch="360"/>
        </w:sectPr>
      </w:pPr>
    </w:p>
    <w:p w14:paraId="032601F6" w14:textId="77777777" w:rsidR="006D0A4B" w:rsidRPr="00EC3FF6" w:rsidRDefault="2C2B9C7A" w:rsidP="00D4136B">
      <w:pPr>
        <w:pStyle w:val="Kop2"/>
        <w:rPr>
          <w:rFonts w:cs="Arial"/>
        </w:rPr>
      </w:pPr>
      <w:bookmarkStart w:id="30" w:name="_Hlk31187435"/>
      <w:bookmarkEnd w:id="28"/>
      <w:r w:rsidRPr="00EC3FF6">
        <w:rPr>
          <w:rFonts w:cs="Arial"/>
        </w:rPr>
        <w:lastRenderedPageBreak/>
        <w:t xml:space="preserve">2.4 Diplomavereisten </w:t>
      </w:r>
    </w:p>
    <w:p w14:paraId="10A55544" w14:textId="49E2B44B" w:rsidR="00AC5E30" w:rsidRPr="001411DE" w:rsidRDefault="2C2B9C7A" w:rsidP="00AC5E30">
      <w:pPr>
        <w:rPr>
          <w:rFonts w:cs="Arial"/>
        </w:rPr>
      </w:pPr>
      <w:r w:rsidRPr="001411DE">
        <w:rPr>
          <w:rFonts w:cs="Arial"/>
        </w:rPr>
        <w:t>Om in aanmerking te komen voor een diploma moet de student aan alle eisen in het examenplan voldoen. Daarnaast zijn er nog andere diploma-vereisten, namelijk:</w:t>
      </w:r>
    </w:p>
    <w:p w14:paraId="0C1CEC20" w14:textId="79A3D7E2" w:rsidR="00AC5E30" w:rsidRPr="00B21171" w:rsidRDefault="00A57720" w:rsidP="00AC5E30">
      <w:pPr>
        <w:pStyle w:val="Lijstalinea"/>
        <w:numPr>
          <w:ilvl w:val="0"/>
          <w:numId w:val="6"/>
        </w:numPr>
        <w:rPr>
          <w:rFonts w:cs="Arial"/>
        </w:rPr>
      </w:pPr>
      <w:bookmarkStart w:id="31" w:name="_Hlk61679570"/>
      <w:r w:rsidRPr="001411DE">
        <w:rPr>
          <w:rFonts w:cs="Arial"/>
        </w:rPr>
        <w:t xml:space="preserve">er moet zijn </w:t>
      </w:r>
      <w:r w:rsidR="2C2B9C7A" w:rsidRPr="001411DE">
        <w:rPr>
          <w:rFonts w:cs="Arial"/>
        </w:rPr>
        <w:t xml:space="preserve">voldaan aan </w:t>
      </w:r>
      <w:r w:rsidR="00F63FD1" w:rsidRPr="001411DE">
        <w:rPr>
          <w:rFonts w:cs="Arial"/>
        </w:rPr>
        <w:t xml:space="preserve">de kwalificatievereisten vanuit </w:t>
      </w:r>
      <w:r w:rsidR="005233AF" w:rsidRPr="001411DE">
        <w:rPr>
          <w:rFonts w:cs="Arial"/>
        </w:rPr>
        <w:t xml:space="preserve">het examen- en kwalificatiebesluit </w:t>
      </w:r>
      <w:r w:rsidR="005233AF" w:rsidRPr="00B21171">
        <w:rPr>
          <w:rFonts w:cs="Arial"/>
        </w:rPr>
        <w:t>WEB</w:t>
      </w:r>
      <w:r w:rsidR="00F63FD1" w:rsidRPr="00B21171">
        <w:rPr>
          <w:rFonts w:cs="Arial"/>
        </w:rPr>
        <w:t>;</w:t>
      </w:r>
    </w:p>
    <w:p w14:paraId="6322D55C" w14:textId="0CA740B1" w:rsidR="00CF6973" w:rsidRPr="00B21171" w:rsidRDefault="00B03BCC" w:rsidP="00CF6973">
      <w:pPr>
        <w:pStyle w:val="Lijstalinea"/>
        <w:numPr>
          <w:ilvl w:val="0"/>
          <w:numId w:val="6"/>
        </w:numPr>
        <w:rPr>
          <w:rFonts w:cs="Arial"/>
        </w:rPr>
      </w:pPr>
      <w:r w:rsidRPr="00B21171">
        <w:rPr>
          <w:rFonts w:cs="Arial"/>
        </w:rPr>
        <w:t>d</w:t>
      </w:r>
      <w:r w:rsidR="00CF6973" w:rsidRPr="00B21171">
        <w:rPr>
          <w:rFonts w:cs="Arial"/>
        </w:rPr>
        <w:t xml:space="preserve">e beroepspraktijkvorming voor zover </w:t>
      </w:r>
      <w:r w:rsidR="00A57720" w:rsidRPr="00B21171">
        <w:rPr>
          <w:rFonts w:cs="Arial"/>
        </w:rPr>
        <w:t xml:space="preserve">die </w:t>
      </w:r>
      <w:r w:rsidR="00CF6973" w:rsidRPr="00B21171">
        <w:rPr>
          <w:rFonts w:cs="Arial"/>
        </w:rPr>
        <w:t>betrekking he</w:t>
      </w:r>
      <w:r w:rsidR="00A57720" w:rsidRPr="00B21171">
        <w:rPr>
          <w:rFonts w:cs="Arial"/>
        </w:rPr>
        <w:t>eft</w:t>
      </w:r>
      <w:r w:rsidR="00CF6973" w:rsidRPr="00B21171">
        <w:rPr>
          <w:rFonts w:cs="Arial"/>
        </w:rPr>
        <w:t xml:space="preserve"> op de kwalificatie moet met een positieve beoordeling zijn voltooid;</w:t>
      </w:r>
    </w:p>
    <w:p w14:paraId="5C904788" w14:textId="145FCF72" w:rsidR="00AC5E30" w:rsidRPr="004525C4" w:rsidRDefault="007C7EF3" w:rsidP="00825355">
      <w:pPr>
        <w:pStyle w:val="Lijstalinea"/>
        <w:numPr>
          <w:ilvl w:val="0"/>
          <w:numId w:val="6"/>
        </w:numPr>
        <w:rPr>
          <w:rFonts w:cs="Arial"/>
        </w:rPr>
      </w:pPr>
      <w:r w:rsidRPr="004525C4">
        <w:rPr>
          <w:rFonts w:cs="Arial"/>
        </w:rPr>
        <w:t xml:space="preserve">voor elk keuzedeel </w:t>
      </w:r>
      <w:r w:rsidR="2C2B9C7A" w:rsidRPr="004525C4">
        <w:rPr>
          <w:rFonts w:cs="Arial"/>
        </w:rPr>
        <w:t>d</w:t>
      </w:r>
      <w:r w:rsidR="00A57720" w:rsidRPr="004525C4">
        <w:rPr>
          <w:rFonts w:cs="Arial"/>
        </w:rPr>
        <w:t>at</w:t>
      </w:r>
      <w:r w:rsidR="2C2B9C7A" w:rsidRPr="004525C4">
        <w:rPr>
          <w:rFonts w:cs="Arial"/>
        </w:rPr>
        <w:t xml:space="preserve"> beho</w:t>
      </w:r>
      <w:r w:rsidR="00A57720" w:rsidRPr="004525C4">
        <w:rPr>
          <w:rFonts w:cs="Arial"/>
        </w:rPr>
        <w:t>ort</w:t>
      </w:r>
      <w:r w:rsidR="2C2B9C7A" w:rsidRPr="004525C4">
        <w:rPr>
          <w:rFonts w:cs="Arial"/>
        </w:rPr>
        <w:t xml:space="preserve"> tot de keuzedeelverplichting van de opleiding</w:t>
      </w:r>
      <w:r w:rsidRPr="004525C4">
        <w:rPr>
          <w:rFonts w:cs="Arial"/>
        </w:rPr>
        <w:t xml:space="preserve"> moet e</w:t>
      </w:r>
      <w:r w:rsidR="0099374F" w:rsidRPr="004525C4">
        <w:rPr>
          <w:rFonts w:cs="Arial"/>
        </w:rPr>
        <w:t>r</w:t>
      </w:r>
      <w:r w:rsidR="006F0487" w:rsidRPr="004525C4">
        <w:rPr>
          <w:rFonts w:cs="Arial"/>
        </w:rPr>
        <w:t xml:space="preserve"> een</w:t>
      </w:r>
      <w:r w:rsidRPr="004525C4">
        <w:rPr>
          <w:rFonts w:cs="Arial"/>
        </w:rPr>
        <w:t xml:space="preserve"> aantoonbaar resultaat aanwezig zijn.</w:t>
      </w:r>
      <w:r w:rsidR="00A44A24" w:rsidRPr="004525C4">
        <w:rPr>
          <w:rFonts w:cs="Arial"/>
        </w:rPr>
        <w:t xml:space="preserve"> De hoogte van het behaalde resultaat voor een keuzedeel telt mee in de slaag-</w:t>
      </w:r>
      <w:r w:rsidR="005A714B" w:rsidRPr="004525C4">
        <w:rPr>
          <w:rFonts w:cs="Arial"/>
        </w:rPr>
        <w:t>/</w:t>
      </w:r>
      <w:r w:rsidR="00A44A24" w:rsidRPr="004525C4">
        <w:rPr>
          <w:rFonts w:cs="Arial"/>
        </w:rPr>
        <w:t>zakregeling.</w:t>
      </w:r>
      <w:r w:rsidRPr="004525C4">
        <w:rPr>
          <w:rFonts w:cs="Arial"/>
        </w:rPr>
        <w:t xml:space="preserve"> </w:t>
      </w:r>
      <w:r w:rsidR="006256F5" w:rsidRPr="004525C4">
        <w:rPr>
          <w:rFonts w:cs="Arial"/>
        </w:rPr>
        <w:t>Vanaf 1 augustus 2020 gaat h</w:t>
      </w:r>
      <w:r w:rsidRPr="004525C4">
        <w:rPr>
          <w:rFonts w:cs="Arial"/>
        </w:rPr>
        <w:t>iervoor de onderstaande compensatieregeling gelden:</w:t>
      </w:r>
    </w:p>
    <w:p w14:paraId="641B9F13" w14:textId="62DE4B4F" w:rsidR="007C7EF3" w:rsidRPr="004525C4" w:rsidRDefault="007C7EF3" w:rsidP="007C7EF3">
      <w:pPr>
        <w:pStyle w:val="Lijstalinea"/>
        <w:numPr>
          <w:ilvl w:val="0"/>
          <w:numId w:val="22"/>
        </w:numPr>
        <w:spacing w:after="160" w:line="259" w:lineRule="auto"/>
        <w:rPr>
          <w:rFonts w:cs="Arial"/>
        </w:rPr>
      </w:pPr>
      <w:r w:rsidRPr="004525C4">
        <w:rPr>
          <w:rFonts w:cs="Arial"/>
        </w:rPr>
        <w:t>het gemiddelde van de examenresultaten van de keuzedelen binnen de keuzedeelverplichting moet ten</w:t>
      </w:r>
      <w:r w:rsidR="00106AE0" w:rsidRPr="004525C4">
        <w:rPr>
          <w:rFonts w:cs="Arial"/>
        </w:rPr>
        <w:t xml:space="preserve"> </w:t>
      </w:r>
      <w:r w:rsidRPr="004525C4">
        <w:rPr>
          <w:rFonts w:cs="Arial"/>
        </w:rPr>
        <w:t>minste een 6 zijn;</w:t>
      </w:r>
    </w:p>
    <w:p w14:paraId="12B276B8" w14:textId="0FF270F2" w:rsidR="007C7EF3" w:rsidRPr="004525C4" w:rsidRDefault="007C7EF3" w:rsidP="007C7EF3">
      <w:pPr>
        <w:pStyle w:val="Lijstalinea"/>
        <w:numPr>
          <w:ilvl w:val="0"/>
          <w:numId w:val="22"/>
        </w:numPr>
        <w:spacing w:after="160" w:line="259" w:lineRule="auto"/>
        <w:rPr>
          <w:rFonts w:cs="Arial"/>
        </w:rPr>
      </w:pPr>
      <w:r w:rsidRPr="004525C4">
        <w:rPr>
          <w:rFonts w:cs="Arial"/>
        </w:rPr>
        <w:t>voor minimaal de helft van deze keuzedelen moet het resultaat ten</w:t>
      </w:r>
      <w:r w:rsidR="00106AE0" w:rsidRPr="004525C4">
        <w:rPr>
          <w:rFonts w:cs="Arial"/>
        </w:rPr>
        <w:t xml:space="preserve"> </w:t>
      </w:r>
      <w:r w:rsidRPr="004525C4">
        <w:rPr>
          <w:rFonts w:cs="Arial"/>
        </w:rPr>
        <w:t>minste een 6 zijn;</w:t>
      </w:r>
    </w:p>
    <w:p w14:paraId="63812A03" w14:textId="4788F29F" w:rsidR="007C7EF3" w:rsidRPr="004525C4" w:rsidRDefault="007C7EF3" w:rsidP="007C7EF3">
      <w:pPr>
        <w:pStyle w:val="Lijstalinea"/>
        <w:numPr>
          <w:ilvl w:val="0"/>
          <w:numId w:val="22"/>
        </w:numPr>
        <w:spacing w:after="160" w:line="259" w:lineRule="auto"/>
        <w:rPr>
          <w:rFonts w:cs="Arial"/>
        </w:rPr>
      </w:pPr>
      <w:r w:rsidRPr="004525C4">
        <w:rPr>
          <w:rFonts w:cs="Arial"/>
        </w:rPr>
        <w:t>een keuzedeelresultaat mag nooit lager dan een 4 zijn.</w:t>
      </w:r>
    </w:p>
    <w:p w14:paraId="6BD08B03" w14:textId="37C345BC" w:rsidR="00106AE0" w:rsidRPr="004525C4" w:rsidRDefault="00106AE0" w:rsidP="007C7EF3">
      <w:pPr>
        <w:pStyle w:val="Lijstalinea"/>
        <w:numPr>
          <w:ilvl w:val="0"/>
          <w:numId w:val="22"/>
        </w:numPr>
        <w:spacing w:after="160" w:line="259" w:lineRule="auto"/>
        <w:rPr>
          <w:rFonts w:cs="Arial"/>
        </w:rPr>
      </w:pPr>
      <w:r w:rsidRPr="004525C4">
        <w:rPr>
          <w:rFonts w:cs="Arial"/>
        </w:rPr>
        <w:t>Voor ‘Entree’ geldt geen compensatieregeling.</w:t>
      </w:r>
    </w:p>
    <w:bookmarkEnd w:id="30"/>
    <w:bookmarkEnd w:id="31"/>
    <w:p w14:paraId="17223E16" w14:textId="77777777" w:rsidR="007C7EF3" w:rsidRPr="00B21171" w:rsidRDefault="007C7EF3" w:rsidP="007C7EF3">
      <w:pPr>
        <w:pStyle w:val="Lijstalinea"/>
        <w:rPr>
          <w:rFonts w:cs="Arial"/>
        </w:rPr>
      </w:pPr>
    </w:p>
    <w:p w14:paraId="22E8C15A" w14:textId="77777777" w:rsidR="00883681" w:rsidRPr="00EC3FF6" w:rsidRDefault="2C2B9C7A" w:rsidP="00D4136B">
      <w:pPr>
        <w:pStyle w:val="Kop3"/>
        <w:rPr>
          <w:rFonts w:cs="Arial"/>
        </w:rPr>
      </w:pPr>
      <w:r w:rsidRPr="00EC3FF6">
        <w:rPr>
          <w:rFonts w:cs="Arial"/>
        </w:rPr>
        <w:t>2.4.1 Inspanningsverplichting Loopbaan en Burgerschap</w:t>
      </w:r>
    </w:p>
    <w:p w14:paraId="79894970" w14:textId="77777777" w:rsidR="00AC5E30" w:rsidRPr="00EC3FF6" w:rsidRDefault="2C2B9C7A" w:rsidP="2C2B9C7A">
      <w:pPr>
        <w:rPr>
          <w:rFonts w:cs="Arial"/>
        </w:rPr>
      </w:pPr>
      <w:r w:rsidRPr="00EC3FF6">
        <w:rPr>
          <w:rFonts w:cs="Arial"/>
        </w:rPr>
        <w:t>Voor alle dimensies van Loopbaan en Burgerschap moet de student kunnen aantonen dat hij voldaan heeft aan de inspanningsverplichting.</w:t>
      </w:r>
    </w:p>
    <w:p w14:paraId="1D428E62" w14:textId="77777777" w:rsidR="00D4136B" w:rsidRPr="00EC3FF6" w:rsidRDefault="00D4136B" w:rsidP="00883681">
      <w:pPr>
        <w:rPr>
          <w:rFonts w:cs="Arial"/>
        </w:rPr>
      </w:pPr>
    </w:p>
    <w:tbl>
      <w:tblPr>
        <w:tblW w:w="9072" w:type="dxa"/>
        <w:tblBorders>
          <w:top w:val="single" w:sz="4" w:space="0" w:color="D8B511"/>
          <w:left w:val="single" w:sz="4" w:space="0" w:color="D8B511"/>
          <w:bottom w:val="single" w:sz="4" w:space="0" w:color="D8B511"/>
          <w:right w:val="single" w:sz="4" w:space="0" w:color="D8B511"/>
          <w:insideH w:val="single" w:sz="4" w:space="0" w:color="D8B511"/>
          <w:insideV w:val="single" w:sz="4" w:space="0" w:color="D8B511"/>
        </w:tblBorders>
        <w:tblCellMar>
          <w:top w:w="79" w:type="dxa"/>
          <w:left w:w="57" w:type="dxa"/>
          <w:bottom w:w="79" w:type="dxa"/>
          <w:right w:w="0" w:type="dxa"/>
        </w:tblCellMar>
        <w:tblLook w:val="0000" w:firstRow="0" w:lastRow="0" w:firstColumn="0" w:lastColumn="0" w:noHBand="0" w:noVBand="0"/>
      </w:tblPr>
      <w:tblGrid>
        <w:gridCol w:w="1364"/>
        <w:gridCol w:w="2101"/>
        <w:gridCol w:w="3319"/>
        <w:gridCol w:w="1120"/>
        <w:gridCol w:w="1168"/>
      </w:tblGrid>
      <w:tr w:rsidR="005F6EE9" w:rsidRPr="00EC3FF6" w14:paraId="208FE205" w14:textId="77777777" w:rsidTr="5100F4A1">
        <w:trPr>
          <w:cantSplit/>
          <w:trHeight w:val="340"/>
        </w:trPr>
        <w:tc>
          <w:tcPr>
            <w:tcW w:w="1650" w:type="dxa"/>
            <w:tcBorders>
              <w:bottom w:val="single" w:sz="4" w:space="0" w:color="D9D9D9" w:themeColor="background1" w:themeShade="D9"/>
            </w:tcBorders>
            <w:shd w:val="clear" w:color="auto" w:fill="D8B511"/>
          </w:tcPr>
          <w:p w14:paraId="0BE2710C" w14:textId="77777777" w:rsidR="00883681" w:rsidRPr="00EC3FF6" w:rsidRDefault="56E478AC" w:rsidP="56E478AC">
            <w:pPr>
              <w:rPr>
                <w:rFonts w:cs="Arial"/>
                <w:b/>
                <w:bCs/>
                <w:lang w:val="nl"/>
              </w:rPr>
            </w:pPr>
            <w:bookmarkStart w:id="32" w:name="_Hlk504474825"/>
            <w:r w:rsidRPr="00EC3FF6">
              <w:rPr>
                <w:rFonts w:cs="Arial"/>
                <w:b/>
                <w:bCs/>
                <w:lang w:val="nl"/>
              </w:rPr>
              <w:t>LB</w:t>
            </w:r>
          </w:p>
        </w:tc>
        <w:tc>
          <w:tcPr>
            <w:tcW w:w="3402" w:type="dxa"/>
            <w:shd w:val="clear" w:color="auto" w:fill="D8B511"/>
          </w:tcPr>
          <w:p w14:paraId="70E0487A" w14:textId="77777777" w:rsidR="00883681" w:rsidRPr="00EC3FF6" w:rsidRDefault="56E478AC" w:rsidP="56E478AC">
            <w:pPr>
              <w:rPr>
                <w:rFonts w:cs="Arial"/>
                <w:b/>
                <w:bCs/>
                <w:lang w:val="nl"/>
              </w:rPr>
            </w:pPr>
            <w:r w:rsidRPr="00EC3FF6">
              <w:rPr>
                <w:rFonts w:cs="Arial"/>
                <w:b/>
                <w:bCs/>
                <w:lang w:val="nl"/>
              </w:rPr>
              <w:t>Dimensies</w:t>
            </w:r>
          </w:p>
        </w:tc>
        <w:tc>
          <w:tcPr>
            <w:tcW w:w="1985" w:type="dxa"/>
            <w:shd w:val="clear" w:color="auto" w:fill="D8B511"/>
          </w:tcPr>
          <w:p w14:paraId="191DB260" w14:textId="632A204B" w:rsidR="00883681" w:rsidRPr="00EC3FF6" w:rsidRDefault="56E478AC" w:rsidP="56E478AC">
            <w:pPr>
              <w:rPr>
                <w:rFonts w:cs="Arial"/>
                <w:b/>
                <w:bCs/>
                <w:lang w:val="nl"/>
              </w:rPr>
            </w:pPr>
            <w:r w:rsidRPr="5100F4A1">
              <w:rPr>
                <w:rFonts w:cs="Arial"/>
                <w:b/>
                <w:bCs/>
                <w:lang w:val="nl"/>
              </w:rPr>
              <w:t xml:space="preserve">Bewijzen van inspanning van </w:t>
            </w:r>
            <w:r>
              <w:br/>
            </w:r>
            <w:r w:rsidRPr="5100F4A1">
              <w:rPr>
                <w:rFonts w:cs="Arial"/>
                <w:b/>
                <w:bCs/>
                <w:lang w:val="nl"/>
              </w:rPr>
              <w:t>de student</w:t>
            </w:r>
            <w:r w:rsidRPr="5100F4A1">
              <w:rPr>
                <w:rStyle w:val="Voetnootmarkering"/>
                <w:rFonts w:cs="Arial"/>
                <w:b/>
                <w:bCs/>
                <w:lang w:val="nl"/>
              </w:rPr>
              <w:footnoteReference w:id="1"/>
            </w:r>
          </w:p>
        </w:tc>
        <w:tc>
          <w:tcPr>
            <w:tcW w:w="1193" w:type="dxa"/>
            <w:shd w:val="clear" w:color="auto" w:fill="D8B511"/>
          </w:tcPr>
          <w:p w14:paraId="0901FAC5" w14:textId="77777777" w:rsidR="00883681" w:rsidRPr="00EC3FF6" w:rsidRDefault="56E478AC" w:rsidP="56E478AC">
            <w:pPr>
              <w:rPr>
                <w:rFonts w:cs="Arial"/>
                <w:b/>
                <w:bCs/>
                <w:lang w:val="nl"/>
              </w:rPr>
            </w:pPr>
            <w:r w:rsidRPr="00EC3FF6">
              <w:rPr>
                <w:rFonts w:cs="Arial"/>
                <w:b/>
                <w:bCs/>
                <w:lang w:val="nl"/>
              </w:rPr>
              <w:t>Score-voorschrift</w:t>
            </w:r>
          </w:p>
          <w:p w14:paraId="4BE4E721" w14:textId="77777777" w:rsidR="00883681" w:rsidRPr="00EC3FF6" w:rsidRDefault="00883681" w:rsidP="005F6EE9">
            <w:pPr>
              <w:rPr>
                <w:rFonts w:cs="Arial"/>
                <w:b/>
                <w:bCs/>
                <w:lang w:val="nl"/>
              </w:rPr>
            </w:pPr>
          </w:p>
        </w:tc>
        <w:tc>
          <w:tcPr>
            <w:tcW w:w="842" w:type="dxa"/>
            <w:shd w:val="clear" w:color="auto" w:fill="D8B511"/>
          </w:tcPr>
          <w:p w14:paraId="112ED75C" w14:textId="77777777" w:rsidR="00883681" w:rsidRPr="004525C4" w:rsidRDefault="56E478AC" w:rsidP="56E478AC">
            <w:pPr>
              <w:rPr>
                <w:rFonts w:cs="Arial"/>
                <w:b/>
                <w:bCs/>
                <w:lang w:val="nl"/>
              </w:rPr>
            </w:pPr>
            <w:r w:rsidRPr="004525C4">
              <w:rPr>
                <w:rFonts w:cs="Arial"/>
                <w:b/>
                <w:bCs/>
                <w:lang w:val="nl"/>
              </w:rPr>
              <w:t>Inlever-</w:t>
            </w:r>
          </w:p>
          <w:p w14:paraId="362F31FC" w14:textId="77777777" w:rsidR="00883681" w:rsidRPr="005C11B7" w:rsidRDefault="56E478AC" w:rsidP="56E478AC">
            <w:pPr>
              <w:rPr>
                <w:rFonts w:cs="Arial"/>
                <w:b/>
                <w:bCs/>
                <w:highlight w:val="yellow"/>
                <w:lang w:val="nl"/>
              </w:rPr>
            </w:pPr>
            <w:r w:rsidRPr="004525C4">
              <w:rPr>
                <w:rFonts w:cs="Arial"/>
                <w:b/>
                <w:bCs/>
                <w:lang w:val="nl"/>
              </w:rPr>
              <w:t>datum</w:t>
            </w:r>
          </w:p>
        </w:tc>
      </w:tr>
      <w:tr w:rsidR="002B385F" w:rsidRPr="00EC3FF6" w14:paraId="43FAA575" w14:textId="77777777" w:rsidTr="5100F4A1">
        <w:trPr>
          <w:cantSplit/>
          <w:trHeight w:val="510"/>
        </w:trPr>
        <w:tc>
          <w:tcPr>
            <w:tcW w:w="1650" w:type="dxa"/>
            <w:tcBorders>
              <w:top w:val="single" w:sz="4" w:space="0" w:color="D8B511"/>
              <w:left w:val="single" w:sz="4" w:space="0" w:color="D8B511"/>
              <w:bottom w:val="single" w:sz="4" w:space="0" w:color="D8B511"/>
              <w:right w:val="nil"/>
            </w:tcBorders>
            <w:shd w:val="clear" w:color="auto" w:fill="F2F2F2" w:themeFill="background1" w:themeFillShade="F2"/>
          </w:tcPr>
          <w:p w14:paraId="587DF33D" w14:textId="44B4FCD8" w:rsidR="002B385F" w:rsidRPr="00EC3FF6" w:rsidRDefault="006B1179" w:rsidP="00C65D60">
            <w:pPr>
              <w:rPr>
                <w:rFonts w:cs="Arial"/>
                <w:b/>
                <w:bCs/>
                <w:lang w:val="nl"/>
              </w:rPr>
            </w:pPr>
            <w:r w:rsidRPr="00EC3FF6">
              <w:rPr>
                <w:rFonts w:cs="Arial"/>
                <w:b/>
                <w:bCs/>
                <w:lang w:val="nl"/>
              </w:rPr>
              <w:t>1</w:t>
            </w:r>
            <w:r w:rsidR="002B385F" w:rsidRPr="00EC3FF6">
              <w:rPr>
                <w:rFonts w:cs="Arial"/>
                <w:b/>
                <w:bCs/>
                <w:lang w:val="nl"/>
              </w:rPr>
              <w:t>. Loopbaan</w:t>
            </w:r>
          </w:p>
        </w:tc>
        <w:tc>
          <w:tcPr>
            <w:tcW w:w="3402" w:type="dxa"/>
            <w:tcBorders>
              <w:left w:val="nil"/>
            </w:tcBorders>
          </w:tcPr>
          <w:p w14:paraId="6AAA6EBF" w14:textId="77777777" w:rsidR="005F1AF6" w:rsidRPr="00EC3FF6" w:rsidRDefault="006B1179" w:rsidP="00C65D60">
            <w:pPr>
              <w:pStyle w:val="Tekstopmerking"/>
              <w:rPr>
                <w:rFonts w:ascii="Arial" w:hAnsi="Arial" w:cs="Arial"/>
                <w:lang w:val="nl"/>
              </w:rPr>
            </w:pPr>
            <w:r w:rsidRPr="00EC3FF6">
              <w:rPr>
                <w:rFonts w:ascii="Arial" w:hAnsi="Arial" w:cs="Arial"/>
                <w:lang w:val="nl"/>
              </w:rPr>
              <w:t>1</w:t>
            </w:r>
            <w:r w:rsidR="002B385F" w:rsidRPr="00EC3FF6">
              <w:rPr>
                <w:rFonts w:ascii="Arial" w:hAnsi="Arial" w:cs="Arial"/>
                <w:lang w:val="nl"/>
              </w:rPr>
              <w:t xml:space="preserve">. Loopbaanoriëntatie en </w:t>
            </w:r>
          </w:p>
          <w:p w14:paraId="7BB24F87" w14:textId="0333BD4B" w:rsidR="002B385F" w:rsidRPr="00EC3FF6" w:rsidRDefault="00386715" w:rsidP="00386715">
            <w:pPr>
              <w:pStyle w:val="Tekstopmerking"/>
              <w:rPr>
                <w:rFonts w:ascii="Arial" w:hAnsi="Arial" w:cs="Arial"/>
                <w:lang w:val="nl"/>
              </w:rPr>
            </w:pPr>
            <w:r w:rsidRPr="00EC3FF6">
              <w:rPr>
                <w:rFonts w:ascii="Arial" w:hAnsi="Arial" w:cs="Arial"/>
                <w:lang w:val="nl"/>
              </w:rPr>
              <w:t xml:space="preserve">    </w:t>
            </w:r>
            <w:r w:rsidR="002B385F" w:rsidRPr="00EC3FF6">
              <w:rPr>
                <w:rFonts w:ascii="Arial" w:hAnsi="Arial" w:cs="Arial"/>
                <w:lang w:val="nl"/>
              </w:rPr>
              <w:t>-ontwikkeling</w:t>
            </w:r>
          </w:p>
        </w:tc>
        <w:tc>
          <w:tcPr>
            <w:tcW w:w="1985" w:type="dxa"/>
          </w:tcPr>
          <w:p w14:paraId="02A1F1D9" w14:textId="243B4286" w:rsidR="002B385F" w:rsidRPr="00EC3FF6" w:rsidRDefault="00F75496" w:rsidP="00C65D60">
            <w:pPr>
              <w:pStyle w:val="Tekstopmerking"/>
              <w:rPr>
                <w:rFonts w:ascii="Arial" w:hAnsi="Arial" w:cs="Arial"/>
                <w:lang w:val="nl"/>
              </w:rPr>
            </w:pPr>
            <w:r w:rsidRPr="00431EA8">
              <w:rPr>
                <w:rFonts w:cs="Arial"/>
                <w:bCs/>
                <w:sz w:val="16"/>
                <w:szCs w:val="16"/>
                <w:lang w:val="nl"/>
              </w:rPr>
              <w:t>Keuze uit:</w:t>
            </w:r>
            <w:r>
              <w:br/>
            </w:r>
            <w:r>
              <w:rPr>
                <w:rFonts w:cs="Arial"/>
                <w:bCs/>
                <w:sz w:val="16"/>
                <w:szCs w:val="16"/>
                <w:lang w:val="nl"/>
              </w:rPr>
              <w:t>Presentatie/w</w:t>
            </w:r>
            <w:r w:rsidRPr="00431EA8">
              <w:rPr>
                <w:rFonts w:cs="Arial"/>
                <w:bCs/>
                <w:sz w:val="16"/>
                <w:szCs w:val="16"/>
                <w:lang w:val="nl"/>
              </w:rPr>
              <w:t>orkshop/</w:t>
            </w:r>
            <w:r>
              <w:rPr>
                <w:rFonts w:cs="Arial"/>
                <w:bCs/>
                <w:sz w:val="16"/>
                <w:szCs w:val="16"/>
                <w:lang w:val="nl"/>
              </w:rPr>
              <w:t xml:space="preserve">excursie/verslag/opdrachten/ projecten </w:t>
            </w:r>
            <w:r w:rsidRPr="00431EA8">
              <w:rPr>
                <w:rFonts w:cs="Arial"/>
                <w:bCs/>
                <w:sz w:val="16"/>
                <w:szCs w:val="16"/>
                <w:lang w:val="nl"/>
              </w:rPr>
              <w:t xml:space="preserve">en </w:t>
            </w:r>
            <w:r w:rsidRPr="7EB233E8">
              <w:rPr>
                <w:rFonts w:cs="Arial"/>
                <w:sz w:val="16"/>
                <w:szCs w:val="16"/>
                <w:lang w:val="nl"/>
              </w:rPr>
              <w:t>begeleidingsgesprekken</w:t>
            </w:r>
          </w:p>
        </w:tc>
        <w:tc>
          <w:tcPr>
            <w:tcW w:w="1193" w:type="dxa"/>
          </w:tcPr>
          <w:p w14:paraId="19C7B26E" w14:textId="77777777" w:rsidR="002B385F" w:rsidRPr="00EC3FF6" w:rsidRDefault="002B385F" w:rsidP="00C65D60">
            <w:pPr>
              <w:rPr>
                <w:rFonts w:cs="Arial"/>
              </w:rPr>
            </w:pPr>
            <w:r w:rsidRPr="00EC3FF6">
              <w:rPr>
                <w:rFonts w:cs="Arial"/>
                <w:lang w:val="nl"/>
              </w:rPr>
              <w:t>Voldaan</w:t>
            </w:r>
          </w:p>
        </w:tc>
        <w:tc>
          <w:tcPr>
            <w:tcW w:w="842" w:type="dxa"/>
          </w:tcPr>
          <w:p w14:paraId="1D14D9F7" w14:textId="2365718B" w:rsidR="002B385F" w:rsidRPr="005C11B7" w:rsidRDefault="00F75496" w:rsidP="00C65D60">
            <w:pPr>
              <w:pStyle w:val="Tekstopmerking"/>
              <w:rPr>
                <w:rFonts w:ascii="Arial" w:hAnsi="Arial" w:cs="Arial"/>
                <w:highlight w:val="yellow"/>
                <w:lang w:val="nl"/>
              </w:rPr>
            </w:pPr>
            <w:r>
              <w:rPr>
                <w:bCs/>
                <w:sz w:val="16"/>
                <w:szCs w:val="16"/>
                <w:lang w:val="nl"/>
              </w:rPr>
              <w:t>De laatste onderwijsperiode</w:t>
            </w:r>
          </w:p>
        </w:tc>
      </w:tr>
      <w:tr w:rsidR="005F6EE9" w:rsidRPr="00EC3FF6" w14:paraId="15AB0F8D" w14:textId="77777777" w:rsidTr="5100F4A1">
        <w:trPr>
          <w:cantSplit/>
          <w:trHeight w:val="510"/>
        </w:trPr>
        <w:tc>
          <w:tcPr>
            <w:tcW w:w="1650" w:type="dxa"/>
            <w:vMerge w:val="restart"/>
            <w:tcBorders>
              <w:top w:val="single" w:sz="4" w:space="0" w:color="D9D9D9" w:themeColor="background1" w:themeShade="D9"/>
              <w:left w:val="single" w:sz="4" w:space="0" w:color="D8B511"/>
              <w:bottom w:val="single" w:sz="4" w:space="0" w:color="D8B511"/>
              <w:right w:val="nil"/>
            </w:tcBorders>
            <w:shd w:val="clear" w:color="auto" w:fill="F2F2F2" w:themeFill="background1" w:themeFillShade="F2"/>
          </w:tcPr>
          <w:p w14:paraId="49BFCB2E" w14:textId="304A3CEE" w:rsidR="006F56D1" w:rsidRPr="00EC3FF6" w:rsidRDefault="006B1179" w:rsidP="56E478AC">
            <w:pPr>
              <w:pStyle w:val="CommentSubject"/>
              <w:rPr>
                <w:rFonts w:ascii="Arial" w:eastAsia="Arial" w:hAnsi="Arial" w:cs="Arial"/>
                <w:lang w:val="nl"/>
              </w:rPr>
            </w:pPr>
            <w:r w:rsidRPr="00EC3FF6">
              <w:rPr>
                <w:rFonts w:ascii="Arial" w:eastAsia="Arial" w:hAnsi="Arial" w:cs="Arial"/>
                <w:lang w:val="nl"/>
              </w:rPr>
              <w:t>2</w:t>
            </w:r>
            <w:r w:rsidR="56E478AC" w:rsidRPr="00EC3FF6">
              <w:rPr>
                <w:rFonts w:ascii="Arial" w:eastAsia="Arial" w:hAnsi="Arial" w:cs="Arial"/>
                <w:lang w:val="nl"/>
              </w:rPr>
              <w:t>. Burgerschap</w:t>
            </w:r>
          </w:p>
        </w:tc>
        <w:tc>
          <w:tcPr>
            <w:tcW w:w="3402" w:type="dxa"/>
            <w:tcBorders>
              <w:left w:val="nil"/>
            </w:tcBorders>
          </w:tcPr>
          <w:p w14:paraId="7DB660CD" w14:textId="6A0D8004" w:rsidR="006F56D1" w:rsidRPr="00EC3FF6" w:rsidRDefault="006B1179" w:rsidP="56E478AC">
            <w:pPr>
              <w:pStyle w:val="Tekstopmerking"/>
              <w:rPr>
                <w:rFonts w:ascii="Arial" w:eastAsia="Arial" w:hAnsi="Arial" w:cs="Arial"/>
                <w:lang w:val="nl"/>
              </w:rPr>
            </w:pPr>
            <w:r w:rsidRPr="00EC3FF6">
              <w:rPr>
                <w:rFonts w:ascii="Arial" w:eastAsia="Arial" w:hAnsi="Arial" w:cs="Arial"/>
                <w:lang w:val="nl"/>
              </w:rPr>
              <w:t>2</w:t>
            </w:r>
            <w:r w:rsidR="56E478AC" w:rsidRPr="00EC3FF6">
              <w:rPr>
                <w:rFonts w:ascii="Arial" w:eastAsia="Arial" w:hAnsi="Arial" w:cs="Arial"/>
                <w:lang w:val="nl"/>
              </w:rPr>
              <w:t>.1  De politiek-juridische</w:t>
            </w:r>
          </w:p>
          <w:p w14:paraId="0B43D998" w14:textId="77777777" w:rsidR="006F56D1" w:rsidRPr="00EC3FF6" w:rsidRDefault="56E478AC" w:rsidP="56E478AC">
            <w:pPr>
              <w:pStyle w:val="Tekstopmerking"/>
              <w:rPr>
                <w:rFonts w:ascii="Arial" w:eastAsia="Arial" w:hAnsi="Arial" w:cs="Arial"/>
                <w:lang w:val="nl"/>
              </w:rPr>
            </w:pPr>
            <w:r w:rsidRPr="00EC3FF6">
              <w:rPr>
                <w:rFonts w:ascii="Arial" w:eastAsia="Arial" w:hAnsi="Arial" w:cs="Arial"/>
                <w:lang w:val="nl"/>
              </w:rPr>
              <w:t xml:space="preserve">       dimensie </w:t>
            </w:r>
          </w:p>
        </w:tc>
        <w:tc>
          <w:tcPr>
            <w:tcW w:w="1985" w:type="dxa"/>
          </w:tcPr>
          <w:p w14:paraId="7910F069" w14:textId="7B354C89" w:rsidR="006F56D1" w:rsidRPr="00EC3FF6" w:rsidRDefault="00F75496" w:rsidP="005F6EE9">
            <w:pPr>
              <w:pStyle w:val="Tekstopmerking"/>
              <w:rPr>
                <w:rFonts w:ascii="Arial" w:hAnsi="Arial" w:cs="Arial"/>
                <w:lang w:val="nl"/>
              </w:rPr>
            </w:pPr>
            <w:r w:rsidRPr="00431EA8">
              <w:rPr>
                <w:rFonts w:cs="Arial"/>
                <w:bCs/>
                <w:sz w:val="16"/>
                <w:szCs w:val="16"/>
                <w:lang w:val="nl"/>
              </w:rPr>
              <w:t>Keuze uit:</w:t>
            </w:r>
            <w:r>
              <w:br/>
            </w:r>
            <w:r>
              <w:rPr>
                <w:rFonts w:cs="Arial"/>
                <w:bCs/>
                <w:sz w:val="16"/>
                <w:szCs w:val="16"/>
                <w:lang w:val="nl"/>
              </w:rPr>
              <w:t>Presentatie/w</w:t>
            </w:r>
            <w:r w:rsidRPr="00431EA8">
              <w:rPr>
                <w:rFonts w:cs="Arial"/>
                <w:bCs/>
                <w:sz w:val="16"/>
                <w:szCs w:val="16"/>
                <w:lang w:val="nl"/>
              </w:rPr>
              <w:t>orkshop/</w:t>
            </w:r>
            <w:r>
              <w:rPr>
                <w:rFonts w:cs="Arial"/>
                <w:bCs/>
                <w:sz w:val="16"/>
                <w:szCs w:val="16"/>
                <w:lang w:val="nl"/>
              </w:rPr>
              <w:t xml:space="preserve">excursie/verslag/opdrachten/ projecten/ </w:t>
            </w:r>
            <w:r w:rsidRPr="00431EA8">
              <w:rPr>
                <w:rFonts w:cs="Arial"/>
                <w:bCs/>
                <w:sz w:val="16"/>
                <w:szCs w:val="16"/>
                <w:lang w:val="nl"/>
              </w:rPr>
              <w:t xml:space="preserve">deelname burgerschapsdagen en </w:t>
            </w:r>
            <w:r w:rsidRPr="7EB233E8">
              <w:rPr>
                <w:rFonts w:cs="Arial"/>
                <w:sz w:val="16"/>
                <w:szCs w:val="16"/>
                <w:lang w:val="nl"/>
              </w:rPr>
              <w:t>begeleidingsgesprekken</w:t>
            </w:r>
          </w:p>
        </w:tc>
        <w:tc>
          <w:tcPr>
            <w:tcW w:w="1193" w:type="dxa"/>
          </w:tcPr>
          <w:p w14:paraId="55943DC3" w14:textId="77777777" w:rsidR="006F56D1" w:rsidRPr="00EC3FF6" w:rsidRDefault="56E478AC" w:rsidP="56E478AC">
            <w:pPr>
              <w:pStyle w:val="Tekstopmerking"/>
              <w:rPr>
                <w:rFonts w:ascii="Arial" w:eastAsia="Arial" w:hAnsi="Arial" w:cs="Arial"/>
                <w:lang w:val="nl"/>
              </w:rPr>
            </w:pPr>
            <w:r w:rsidRPr="00EC3FF6">
              <w:rPr>
                <w:rFonts w:ascii="Arial" w:eastAsia="Arial" w:hAnsi="Arial" w:cs="Arial"/>
                <w:lang w:val="nl"/>
              </w:rPr>
              <w:t>Voldaan</w:t>
            </w:r>
          </w:p>
        </w:tc>
        <w:tc>
          <w:tcPr>
            <w:tcW w:w="842" w:type="dxa"/>
          </w:tcPr>
          <w:p w14:paraId="41E519D6" w14:textId="6CF33037" w:rsidR="006F56D1" w:rsidRPr="005C11B7" w:rsidRDefault="00F75496" w:rsidP="005F6EE9">
            <w:pPr>
              <w:pStyle w:val="Tekstopmerking"/>
              <w:rPr>
                <w:rFonts w:ascii="Arial" w:hAnsi="Arial" w:cs="Arial"/>
                <w:highlight w:val="yellow"/>
                <w:lang w:val="nl"/>
              </w:rPr>
            </w:pPr>
            <w:r>
              <w:rPr>
                <w:bCs/>
                <w:sz w:val="16"/>
                <w:szCs w:val="16"/>
                <w:lang w:val="nl"/>
              </w:rPr>
              <w:t>De laatste onderwijsperiode</w:t>
            </w:r>
          </w:p>
        </w:tc>
      </w:tr>
      <w:tr w:rsidR="005F6EE9" w:rsidRPr="00EC3FF6" w14:paraId="04B6BA0B" w14:textId="77777777" w:rsidTr="5100F4A1">
        <w:trPr>
          <w:cantSplit/>
          <w:trHeight w:val="510"/>
        </w:trPr>
        <w:tc>
          <w:tcPr>
            <w:tcW w:w="1650" w:type="dxa"/>
            <w:vMerge/>
          </w:tcPr>
          <w:p w14:paraId="1B642264" w14:textId="77777777" w:rsidR="006F56D1" w:rsidRPr="00EC3FF6" w:rsidRDefault="006F56D1" w:rsidP="005F6EE9">
            <w:pPr>
              <w:rPr>
                <w:rFonts w:cs="Arial"/>
                <w:b/>
                <w:bCs/>
                <w:lang w:val="nl"/>
              </w:rPr>
            </w:pPr>
          </w:p>
        </w:tc>
        <w:tc>
          <w:tcPr>
            <w:tcW w:w="3402" w:type="dxa"/>
            <w:tcBorders>
              <w:left w:val="nil"/>
            </w:tcBorders>
          </w:tcPr>
          <w:p w14:paraId="7813F4A8" w14:textId="5C04687B" w:rsidR="006F56D1" w:rsidRPr="00EC3FF6" w:rsidRDefault="006B1179" w:rsidP="56E478AC">
            <w:pPr>
              <w:pStyle w:val="Tekstopmerking"/>
              <w:rPr>
                <w:rFonts w:ascii="Arial" w:eastAsia="Arial" w:hAnsi="Arial" w:cs="Arial"/>
                <w:lang w:val="nl"/>
              </w:rPr>
            </w:pPr>
            <w:r w:rsidRPr="00EC3FF6">
              <w:rPr>
                <w:rFonts w:ascii="Arial" w:eastAsia="Arial" w:hAnsi="Arial" w:cs="Arial"/>
                <w:lang w:val="nl"/>
              </w:rPr>
              <w:t>2</w:t>
            </w:r>
            <w:r w:rsidR="56E478AC" w:rsidRPr="00EC3FF6">
              <w:rPr>
                <w:rFonts w:ascii="Arial" w:eastAsia="Arial" w:hAnsi="Arial" w:cs="Arial"/>
                <w:lang w:val="nl"/>
              </w:rPr>
              <w:t>.2  De economische dimensie</w:t>
            </w:r>
          </w:p>
        </w:tc>
        <w:tc>
          <w:tcPr>
            <w:tcW w:w="1985" w:type="dxa"/>
          </w:tcPr>
          <w:p w14:paraId="104ECE1B" w14:textId="054BC868" w:rsidR="006F56D1" w:rsidRPr="00EC3FF6" w:rsidRDefault="00F75496" w:rsidP="005F6EE9">
            <w:pPr>
              <w:pStyle w:val="Tekstopmerking"/>
              <w:rPr>
                <w:rFonts w:ascii="Arial" w:hAnsi="Arial" w:cs="Arial"/>
                <w:lang w:val="nl"/>
              </w:rPr>
            </w:pPr>
            <w:r w:rsidRPr="00431EA8">
              <w:rPr>
                <w:rFonts w:cs="Arial"/>
                <w:bCs/>
                <w:sz w:val="16"/>
                <w:szCs w:val="16"/>
                <w:lang w:val="nl"/>
              </w:rPr>
              <w:t>Keuze uit:</w:t>
            </w:r>
            <w:r>
              <w:br/>
            </w:r>
            <w:r>
              <w:rPr>
                <w:rFonts w:cs="Arial"/>
                <w:bCs/>
                <w:sz w:val="16"/>
                <w:szCs w:val="16"/>
                <w:lang w:val="nl"/>
              </w:rPr>
              <w:t>Presentatie/w</w:t>
            </w:r>
            <w:r w:rsidRPr="00431EA8">
              <w:rPr>
                <w:rFonts w:cs="Arial"/>
                <w:bCs/>
                <w:sz w:val="16"/>
                <w:szCs w:val="16"/>
                <w:lang w:val="nl"/>
              </w:rPr>
              <w:t>orkshop/</w:t>
            </w:r>
            <w:r>
              <w:rPr>
                <w:rFonts w:cs="Arial"/>
                <w:bCs/>
                <w:sz w:val="16"/>
                <w:szCs w:val="16"/>
                <w:lang w:val="nl"/>
              </w:rPr>
              <w:t xml:space="preserve">excursie/verslag/opdrachten/ projecten/ </w:t>
            </w:r>
            <w:r w:rsidRPr="00431EA8">
              <w:rPr>
                <w:rFonts w:cs="Arial"/>
                <w:bCs/>
                <w:sz w:val="16"/>
                <w:szCs w:val="16"/>
                <w:lang w:val="nl"/>
              </w:rPr>
              <w:t xml:space="preserve">deelname burgerschapsdagen en </w:t>
            </w:r>
            <w:r w:rsidRPr="7EB233E8">
              <w:rPr>
                <w:rFonts w:cs="Arial"/>
                <w:sz w:val="16"/>
                <w:szCs w:val="16"/>
                <w:lang w:val="nl"/>
              </w:rPr>
              <w:t>begeleidingsgesprekken</w:t>
            </w:r>
          </w:p>
        </w:tc>
        <w:tc>
          <w:tcPr>
            <w:tcW w:w="1193" w:type="dxa"/>
          </w:tcPr>
          <w:p w14:paraId="4EC6F9E0" w14:textId="77777777" w:rsidR="006F56D1" w:rsidRPr="00EC3FF6" w:rsidRDefault="56E478AC" w:rsidP="005F6EE9">
            <w:pPr>
              <w:rPr>
                <w:rFonts w:cs="Arial"/>
              </w:rPr>
            </w:pPr>
            <w:r w:rsidRPr="00EC3FF6">
              <w:rPr>
                <w:rFonts w:cs="Arial"/>
                <w:lang w:val="nl"/>
              </w:rPr>
              <w:t>Voldaan</w:t>
            </w:r>
          </w:p>
        </w:tc>
        <w:tc>
          <w:tcPr>
            <w:tcW w:w="842" w:type="dxa"/>
          </w:tcPr>
          <w:p w14:paraId="7E9B5621" w14:textId="1BEE6064" w:rsidR="006F56D1" w:rsidRPr="005C11B7" w:rsidRDefault="00F75496" w:rsidP="005F6EE9">
            <w:pPr>
              <w:pStyle w:val="Tekstopmerking"/>
              <w:rPr>
                <w:rFonts w:ascii="Arial" w:hAnsi="Arial" w:cs="Arial"/>
                <w:highlight w:val="yellow"/>
                <w:lang w:val="nl"/>
              </w:rPr>
            </w:pPr>
            <w:r>
              <w:rPr>
                <w:bCs/>
                <w:sz w:val="16"/>
                <w:szCs w:val="16"/>
                <w:lang w:val="nl"/>
              </w:rPr>
              <w:t>De laatste onderwijsperiode</w:t>
            </w:r>
          </w:p>
        </w:tc>
      </w:tr>
      <w:tr w:rsidR="005F6EE9" w:rsidRPr="00EC3FF6" w14:paraId="19E269D4" w14:textId="77777777" w:rsidTr="5100F4A1">
        <w:trPr>
          <w:cantSplit/>
          <w:trHeight w:val="510"/>
        </w:trPr>
        <w:tc>
          <w:tcPr>
            <w:tcW w:w="1650" w:type="dxa"/>
            <w:vMerge/>
          </w:tcPr>
          <w:p w14:paraId="09E8653A" w14:textId="77777777" w:rsidR="006F56D1" w:rsidRPr="00EC3FF6" w:rsidRDefault="006F56D1" w:rsidP="005F6EE9">
            <w:pPr>
              <w:rPr>
                <w:rFonts w:cs="Arial"/>
                <w:b/>
                <w:bCs/>
                <w:lang w:val="nl"/>
              </w:rPr>
            </w:pPr>
          </w:p>
        </w:tc>
        <w:tc>
          <w:tcPr>
            <w:tcW w:w="3402" w:type="dxa"/>
            <w:tcBorders>
              <w:left w:val="nil"/>
            </w:tcBorders>
          </w:tcPr>
          <w:p w14:paraId="781DC279" w14:textId="2DFB2DAF" w:rsidR="006F56D1" w:rsidRPr="00EC3FF6" w:rsidRDefault="006B1179" w:rsidP="56E478AC">
            <w:pPr>
              <w:pStyle w:val="Tekstopmerking"/>
              <w:rPr>
                <w:rFonts w:ascii="Arial" w:eastAsia="Arial" w:hAnsi="Arial" w:cs="Arial"/>
                <w:lang w:val="nl"/>
              </w:rPr>
            </w:pPr>
            <w:r w:rsidRPr="00EC3FF6">
              <w:rPr>
                <w:rFonts w:ascii="Arial" w:eastAsia="Arial" w:hAnsi="Arial" w:cs="Arial"/>
                <w:lang w:val="nl"/>
              </w:rPr>
              <w:t>2</w:t>
            </w:r>
            <w:r w:rsidR="56E478AC" w:rsidRPr="00EC3FF6">
              <w:rPr>
                <w:rFonts w:ascii="Arial" w:eastAsia="Arial" w:hAnsi="Arial" w:cs="Arial"/>
                <w:lang w:val="nl"/>
              </w:rPr>
              <w:t>.3  De sociaal-maatschappelijke</w:t>
            </w:r>
          </w:p>
          <w:p w14:paraId="4762D0D6" w14:textId="7E4CB70C" w:rsidR="006F56D1" w:rsidRPr="00EC3FF6" w:rsidRDefault="2C2B9C7A" w:rsidP="2C2B9C7A">
            <w:pPr>
              <w:pStyle w:val="Tekstopmerking"/>
              <w:rPr>
                <w:rFonts w:ascii="Arial" w:eastAsia="Arial" w:hAnsi="Arial" w:cs="Arial"/>
                <w:lang w:val="nl"/>
              </w:rPr>
            </w:pPr>
            <w:r w:rsidRPr="00EC3FF6">
              <w:rPr>
                <w:rFonts w:ascii="Arial" w:eastAsia="Arial" w:hAnsi="Arial" w:cs="Arial"/>
                <w:lang w:val="nl"/>
              </w:rPr>
              <w:t xml:space="preserve">       dimensie </w:t>
            </w:r>
          </w:p>
        </w:tc>
        <w:tc>
          <w:tcPr>
            <w:tcW w:w="1985" w:type="dxa"/>
          </w:tcPr>
          <w:p w14:paraId="3A11C3A2" w14:textId="58E70772" w:rsidR="006F56D1" w:rsidRPr="00EC3FF6" w:rsidRDefault="00F75496" w:rsidP="005F6EE9">
            <w:pPr>
              <w:pStyle w:val="Tekstopmerking"/>
              <w:rPr>
                <w:rFonts w:ascii="Arial" w:hAnsi="Arial" w:cs="Arial"/>
                <w:lang w:val="nl"/>
              </w:rPr>
            </w:pPr>
            <w:r w:rsidRPr="00431EA8">
              <w:rPr>
                <w:rFonts w:cs="Arial"/>
                <w:bCs/>
                <w:sz w:val="16"/>
                <w:szCs w:val="16"/>
                <w:lang w:val="nl"/>
              </w:rPr>
              <w:t>Keuze uit:</w:t>
            </w:r>
            <w:r>
              <w:br/>
            </w:r>
            <w:r>
              <w:rPr>
                <w:rFonts w:cs="Arial"/>
                <w:bCs/>
                <w:sz w:val="16"/>
                <w:szCs w:val="16"/>
                <w:lang w:val="nl"/>
              </w:rPr>
              <w:t>Presentatie/w</w:t>
            </w:r>
            <w:r w:rsidRPr="00431EA8">
              <w:rPr>
                <w:rFonts w:cs="Arial"/>
                <w:bCs/>
                <w:sz w:val="16"/>
                <w:szCs w:val="16"/>
                <w:lang w:val="nl"/>
              </w:rPr>
              <w:t>orkshop/</w:t>
            </w:r>
            <w:r>
              <w:rPr>
                <w:rFonts w:cs="Arial"/>
                <w:bCs/>
                <w:sz w:val="16"/>
                <w:szCs w:val="16"/>
                <w:lang w:val="nl"/>
              </w:rPr>
              <w:t xml:space="preserve">excursie/verslag/opdrachten/ projecten/ </w:t>
            </w:r>
            <w:r w:rsidRPr="00431EA8">
              <w:rPr>
                <w:rFonts w:cs="Arial"/>
                <w:bCs/>
                <w:sz w:val="16"/>
                <w:szCs w:val="16"/>
                <w:lang w:val="nl"/>
              </w:rPr>
              <w:t xml:space="preserve">deelname burgerschapsdagen en </w:t>
            </w:r>
            <w:r w:rsidRPr="7EB233E8">
              <w:rPr>
                <w:rFonts w:cs="Arial"/>
                <w:sz w:val="16"/>
                <w:szCs w:val="16"/>
                <w:lang w:val="nl"/>
              </w:rPr>
              <w:t>begeleidingsgesprekken</w:t>
            </w:r>
          </w:p>
        </w:tc>
        <w:tc>
          <w:tcPr>
            <w:tcW w:w="1193" w:type="dxa"/>
          </w:tcPr>
          <w:p w14:paraId="67633BC8" w14:textId="77777777" w:rsidR="006F56D1" w:rsidRPr="00EC3FF6" w:rsidRDefault="56E478AC" w:rsidP="005F6EE9">
            <w:pPr>
              <w:rPr>
                <w:rFonts w:cs="Arial"/>
              </w:rPr>
            </w:pPr>
            <w:r w:rsidRPr="00EC3FF6">
              <w:rPr>
                <w:rFonts w:cs="Arial"/>
                <w:lang w:val="nl"/>
              </w:rPr>
              <w:t>Voldaan</w:t>
            </w:r>
          </w:p>
        </w:tc>
        <w:tc>
          <w:tcPr>
            <w:tcW w:w="842" w:type="dxa"/>
          </w:tcPr>
          <w:p w14:paraId="00452C98" w14:textId="5DE94F1D" w:rsidR="006F56D1" w:rsidRPr="005C11B7" w:rsidRDefault="00F75496" w:rsidP="005F6EE9">
            <w:pPr>
              <w:pStyle w:val="Tekstopmerking"/>
              <w:rPr>
                <w:rFonts w:ascii="Arial" w:hAnsi="Arial" w:cs="Arial"/>
                <w:highlight w:val="yellow"/>
                <w:lang w:val="nl"/>
              </w:rPr>
            </w:pPr>
            <w:r>
              <w:rPr>
                <w:bCs/>
                <w:sz w:val="16"/>
                <w:szCs w:val="16"/>
                <w:lang w:val="nl"/>
              </w:rPr>
              <w:t>De laatste onderwijsperiode</w:t>
            </w:r>
          </w:p>
        </w:tc>
      </w:tr>
      <w:tr w:rsidR="005F6EE9" w:rsidRPr="00EC3FF6" w14:paraId="7A35CA21" w14:textId="77777777" w:rsidTr="5100F4A1">
        <w:trPr>
          <w:cantSplit/>
          <w:trHeight w:val="510"/>
        </w:trPr>
        <w:tc>
          <w:tcPr>
            <w:tcW w:w="1650" w:type="dxa"/>
            <w:vMerge/>
          </w:tcPr>
          <w:p w14:paraId="3D6F4D29" w14:textId="77777777" w:rsidR="006F56D1" w:rsidRPr="00EC3FF6" w:rsidRDefault="006F56D1" w:rsidP="005F6EE9">
            <w:pPr>
              <w:rPr>
                <w:rFonts w:cs="Arial"/>
                <w:b/>
                <w:bCs/>
                <w:lang w:val="nl"/>
              </w:rPr>
            </w:pPr>
          </w:p>
        </w:tc>
        <w:tc>
          <w:tcPr>
            <w:tcW w:w="3402" w:type="dxa"/>
            <w:tcBorders>
              <w:left w:val="nil"/>
            </w:tcBorders>
          </w:tcPr>
          <w:p w14:paraId="3B9BD39A" w14:textId="1F6446EC" w:rsidR="006F56D1" w:rsidRPr="00EC3FF6" w:rsidRDefault="2C2B9C7A" w:rsidP="006B1179">
            <w:pPr>
              <w:pStyle w:val="Tekstopmerking"/>
              <w:numPr>
                <w:ilvl w:val="1"/>
                <w:numId w:val="20"/>
              </w:numPr>
              <w:rPr>
                <w:rFonts w:ascii="Arial" w:hAnsi="Arial" w:cs="Arial"/>
                <w:lang w:val="nl"/>
              </w:rPr>
            </w:pPr>
            <w:r w:rsidRPr="00EC3FF6">
              <w:rPr>
                <w:rFonts w:ascii="Arial" w:hAnsi="Arial" w:cs="Arial"/>
                <w:lang w:val="nl"/>
              </w:rPr>
              <w:t>De dimensie vitaal burgerschap</w:t>
            </w:r>
          </w:p>
          <w:p w14:paraId="690479BC" w14:textId="50806E01" w:rsidR="006F56D1" w:rsidRPr="00EC3FF6" w:rsidRDefault="2C2B9C7A" w:rsidP="2C2B9C7A">
            <w:pPr>
              <w:pStyle w:val="Tekstopmerking"/>
              <w:rPr>
                <w:rFonts w:ascii="Arial" w:hAnsi="Arial" w:cs="Arial"/>
                <w:lang w:val="nl"/>
              </w:rPr>
            </w:pPr>
            <w:r w:rsidRPr="00EC3FF6">
              <w:rPr>
                <w:rFonts w:ascii="Arial" w:hAnsi="Arial" w:cs="Arial"/>
                <w:i/>
                <w:iCs/>
                <w:lang w:val="nl"/>
              </w:rPr>
              <w:t xml:space="preserve">      </w:t>
            </w:r>
          </w:p>
        </w:tc>
        <w:tc>
          <w:tcPr>
            <w:tcW w:w="1985" w:type="dxa"/>
          </w:tcPr>
          <w:p w14:paraId="45FE5588" w14:textId="631E7684" w:rsidR="006F56D1" w:rsidRPr="00EC3FF6" w:rsidRDefault="00F75496" w:rsidP="005F6EE9">
            <w:pPr>
              <w:pStyle w:val="Tekstopmerking"/>
              <w:rPr>
                <w:rFonts w:ascii="Arial" w:hAnsi="Arial" w:cs="Arial"/>
                <w:lang w:val="nl"/>
              </w:rPr>
            </w:pPr>
            <w:r w:rsidRPr="00431EA8">
              <w:rPr>
                <w:rFonts w:cs="Arial"/>
                <w:bCs/>
                <w:sz w:val="16"/>
                <w:szCs w:val="16"/>
                <w:lang w:val="nl"/>
              </w:rPr>
              <w:t>Keuze uit:</w:t>
            </w:r>
            <w:r>
              <w:br/>
            </w:r>
            <w:r>
              <w:rPr>
                <w:rFonts w:cs="Arial"/>
                <w:bCs/>
                <w:sz w:val="16"/>
                <w:szCs w:val="16"/>
                <w:lang w:val="nl"/>
              </w:rPr>
              <w:t>Presentatie/w</w:t>
            </w:r>
            <w:r w:rsidRPr="00431EA8">
              <w:rPr>
                <w:rFonts w:cs="Arial"/>
                <w:bCs/>
                <w:sz w:val="16"/>
                <w:szCs w:val="16"/>
                <w:lang w:val="nl"/>
              </w:rPr>
              <w:t>orkshop/</w:t>
            </w:r>
            <w:r>
              <w:rPr>
                <w:rFonts w:cs="Arial"/>
                <w:bCs/>
                <w:sz w:val="16"/>
                <w:szCs w:val="16"/>
                <w:lang w:val="nl"/>
              </w:rPr>
              <w:t xml:space="preserve">excursie/verslag/opdrachten/ projecten/ </w:t>
            </w:r>
            <w:r w:rsidRPr="00431EA8">
              <w:rPr>
                <w:rFonts w:cs="Arial"/>
                <w:bCs/>
                <w:sz w:val="16"/>
                <w:szCs w:val="16"/>
                <w:lang w:val="nl"/>
              </w:rPr>
              <w:t xml:space="preserve">deelname burgerschapsdagen en </w:t>
            </w:r>
            <w:r w:rsidRPr="7EB233E8">
              <w:rPr>
                <w:rFonts w:cs="Arial"/>
                <w:sz w:val="16"/>
                <w:szCs w:val="16"/>
                <w:lang w:val="nl"/>
              </w:rPr>
              <w:t>begeleidingsgesprekken</w:t>
            </w:r>
          </w:p>
        </w:tc>
        <w:tc>
          <w:tcPr>
            <w:tcW w:w="1193" w:type="dxa"/>
          </w:tcPr>
          <w:p w14:paraId="04D7ED8B" w14:textId="77777777" w:rsidR="006F56D1" w:rsidRPr="00EC3FF6" w:rsidRDefault="2C2B9C7A" w:rsidP="005F6EE9">
            <w:pPr>
              <w:rPr>
                <w:rFonts w:cs="Arial"/>
              </w:rPr>
            </w:pPr>
            <w:r w:rsidRPr="00EC3FF6">
              <w:rPr>
                <w:rFonts w:cs="Arial"/>
                <w:lang w:val="nl"/>
              </w:rPr>
              <w:t>Voldaan</w:t>
            </w:r>
          </w:p>
        </w:tc>
        <w:tc>
          <w:tcPr>
            <w:tcW w:w="842" w:type="dxa"/>
          </w:tcPr>
          <w:p w14:paraId="5E8D3B2B" w14:textId="529C01B5" w:rsidR="006F56D1" w:rsidRPr="005C11B7" w:rsidRDefault="00F75496" w:rsidP="005F6EE9">
            <w:pPr>
              <w:pStyle w:val="Tekstopmerking"/>
              <w:rPr>
                <w:rFonts w:ascii="Arial" w:hAnsi="Arial" w:cs="Arial"/>
                <w:highlight w:val="yellow"/>
                <w:lang w:val="nl"/>
              </w:rPr>
            </w:pPr>
            <w:r>
              <w:rPr>
                <w:bCs/>
                <w:sz w:val="16"/>
                <w:szCs w:val="16"/>
                <w:lang w:val="nl"/>
              </w:rPr>
              <w:t>De laatste onderwijsperiode</w:t>
            </w:r>
          </w:p>
        </w:tc>
      </w:tr>
    </w:tbl>
    <w:p w14:paraId="4015213F" w14:textId="77777777" w:rsidR="00883681" w:rsidRPr="00EC3FF6" w:rsidRDefault="00883681" w:rsidP="2C2B9C7A">
      <w:pPr>
        <w:pStyle w:val="Kop3"/>
        <w:rPr>
          <w:rFonts w:cs="Arial"/>
          <w:i/>
          <w:iCs/>
        </w:rPr>
      </w:pPr>
      <w:bookmarkStart w:id="33" w:name="_Hlk31187517"/>
      <w:bookmarkEnd w:id="32"/>
      <w:r w:rsidRPr="00EC3FF6">
        <w:rPr>
          <w:rFonts w:cs="Arial"/>
        </w:rPr>
        <w:t>2.</w:t>
      </w:r>
      <w:r w:rsidR="000F77A7" w:rsidRPr="00EC3FF6">
        <w:rPr>
          <w:rFonts w:cs="Arial"/>
        </w:rPr>
        <w:t>4</w:t>
      </w:r>
      <w:r w:rsidRPr="00EC3FF6">
        <w:rPr>
          <w:rFonts w:cs="Arial"/>
        </w:rPr>
        <w:t>.2</w:t>
      </w:r>
      <w:r w:rsidR="002720C6" w:rsidRPr="00EC3FF6">
        <w:rPr>
          <w:rFonts w:cs="Arial"/>
        </w:rPr>
        <w:tab/>
      </w:r>
      <w:r w:rsidRPr="00EC3FF6">
        <w:rPr>
          <w:rFonts w:cs="Arial"/>
        </w:rPr>
        <w:t xml:space="preserve">Beroepspraktijkvorming </w:t>
      </w:r>
    </w:p>
    <w:p w14:paraId="49D33B1F" w14:textId="01B85C4F" w:rsidR="00AC5E30" w:rsidRPr="004525C4" w:rsidRDefault="2C2B9C7A" w:rsidP="00AC5E30">
      <w:pPr>
        <w:rPr>
          <w:rFonts w:cs="Arial"/>
        </w:rPr>
      </w:pPr>
      <w:bookmarkStart w:id="34" w:name="_Hlk61679716"/>
      <w:r w:rsidRPr="004525C4">
        <w:rPr>
          <w:rFonts w:cs="Arial"/>
        </w:rPr>
        <w:t xml:space="preserve">De student dient een voldoende te behalen voor beroepspraktijkvorming. Daarnaast moet </w:t>
      </w:r>
      <w:r w:rsidR="00A57720" w:rsidRPr="004525C4">
        <w:rPr>
          <w:rFonts w:cs="Arial"/>
        </w:rPr>
        <w:t xml:space="preserve">zijn </w:t>
      </w:r>
      <w:r w:rsidRPr="004525C4">
        <w:rPr>
          <w:rFonts w:cs="Arial"/>
        </w:rPr>
        <w:t>voldaan aan de verplichte BPV-uren per studiejaar. In het</w:t>
      </w:r>
      <w:r w:rsidR="00F96CB9" w:rsidRPr="004525C4">
        <w:rPr>
          <w:rFonts w:cs="Arial"/>
        </w:rPr>
        <w:t xml:space="preserve"> document met</w:t>
      </w:r>
      <w:r w:rsidRPr="004525C4">
        <w:rPr>
          <w:rFonts w:cs="Arial"/>
        </w:rPr>
        <w:t xml:space="preserve"> BPV-</w:t>
      </w:r>
      <w:r w:rsidR="00F96CB9" w:rsidRPr="004525C4">
        <w:rPr>
          <w:rFonts w:cs="Arial"/>
        </w:rPr>
        <w:t>informatie</w:t>
      </w:r>
      <w:r w:rsidRPr="004525C4">
        <w:rPr>
          <w:rFonts w:cs="Arial"/>
        </w:rPr>
        <w:t xml:space="preserve"> geeft de opleiding aan welke beoordelingswijzen </w:t>
      </w:r>
      <w:r w:rsidR="008B3303" w:rsidRPr="004525C4">
        <w:rPr>
          <w:rFonts w:cs="Arial"/>
        </w:rPr>
        <w:t xml:space="preserve">m.b.t. de BPV </w:t>
      </w:r>
      <w:r w:rsidRPr="004525C4">
        <w:rPr>
          <w:rFonts w:cs="Arial"/>
        </w:rPr>
        <w:t>worden gehanteerd</w:t>
      </w:r>
      <w:r w:rsidR="008B3303" w:rsidRPr="004525C4">
        <w:rPr>
          <w:rFonts w:cs="Arial"/>
        </w:rPr>
        <w:t xml:space="preserve"> en wanneer een BPV voldoende is afgerond</w:t>
      </w:r>
      <w:r w:rsidRPr="004525C4">
        <w:rPr>
          <w:rFonts w:cs="Arial"/>
        </w:rPr>
        <w:t>.</w:t>
      </w:r>
    </w:p>
    <w:bookmarkEnd w:id="34"/>
    <w:p w14:paraId="2D91C432" w14:textId="77777777" w:rsidR="00F84DD8" w:rsidRPr="004525C4" w:rsidRDefault="0040235A" w:rsidP="00D4136B">
      <w:pPr>
        <w:pStyle w:val="Kop3"/>
        <w:rPr>
          <w:rFonts w:cs="Arial"/>
        </w:rPr>
      </w:pPr>
      <w:r w:rsidRPr="004525C4">
        <w:rPr>
          <w:rFonts w:cs="Arial"/>
        </w:rPr>
        <w:t>2.4.3</w:t>
      </w:r>
      <w:r w:rsidRPr="004525C4">
        <w:rPr>
          <w:rFonts w:cs="Arial"/>
        </w:rPr>
        <w:tab/>
      </w:r>
      <w:r w:rsidR="00347675" w:rsidRPr="004525C4">
        <w:rPr>
          <w:rFonts w:cs="Arial"/>
        </w:rPr>
        <w:t xml:space="preserve">Examinering </w:t>
      </w:r>
      <w:r w:rsidR="00F84DD8" w:rsidRPr="004525C4">
        <w:rPr>
          <w:rFonts w:cs="Arial"/>
        </w:rPr>
        <w:t>Keuzedelen</w:t>
      </w:r>
    </w:p>
    <w:p w14:paraId="4EC03B6D" w14:textId="64CDC886" w:rsidR="00AC5E30" w:rsidRPr="00B21171" w:rsidRDefault="2C2B9C7A" w:rsidP="00AC5E30">
      <w:pPr>
        <w:rPr>
          <w:rFonts w:cs="Arial"/>
        </w:rPr>
      </w:pPr>
      <w:bookmarkStart w:id="35" w:name="_Hlk29284040"/>
      <w:r w:rsidRPr="004525C4">
        <w:rPr>
          <w:rFonts w:cs="Arial"/>
        </w:rPr>
        <w:t>Keuzedelen moeten worden geëxamineerd. De student is verplicht deel te nemen aan het examen. Het is een voorwaarde dat er een examenresultaat</w:t>
      </w:r>
      <w:r w:rsidR="000E176C" w:rsidRPr="004525C4">
        <w:rPr>
          <w:rFonts w:cs="Arial"/>
        </w:rPr>
        <w:t xml:space="preserve"> voor een keuzedeel is,</w:t>
      </w:r>
      <w:r w:rsidR="00393D5D" w:rsidRPr="004525C4">
        <w:rPr>
          <w:rFonts w:cs="Arial"/>
        </w:rPr>
        <w:t xml:space="preserve"> uitgedrukt in cijfers 1 t/m 10</w:t>
      </w:r>
      <w:r w:rsidR="000E176C" w:rsidRPr="004525C4">
        <w:rPr>
          <w:rFonts w:cs="Arial"/>
        </w:rPr>
        <w:t>,</w:t>
      </w:r>
      <w:r w:rsidRPr="004525C4">
        <w:rPr>
          <w:rFonts w:cs="Arial"/>
        </w:rPr>
        <w:t xml:space="preserve"> </w:t>
      </w:r>
      <w:r w:rsidRPr="004525C4">
        <w:rPr>
          <w:rFonts w:cs="Arial"/>
        </w:rPr>
        <w:lastRenderedPageBreak/>
        <w:t xml:space="preserve">aanwezig is. Het </w:t>
      </w:r>
      <w:proofErr w:type="spellStart"/>
      <w:r w:rsidRPr="004525C4">
        <w:rPr>
          <w:rFonts w:cs="Arial"/>
        </w:rPr>
        <w:t>keuzedeelexamenplan</w:t>
      </w:r>
      <w:proofErr w:type="spellEnd"/>
      <w:r w:rsidRPr="004525C4">
        <w:rPr>
          <w:rFonts w:cs="Arial"/>
        </w:rPr>
        <w:t xml:space="preserve"> (KEP) dat </w:t>
      </w:r>
      <w:r w:rsidR="00A57720" w:rsidRPr="004525C4">
        <w:rPr>
          <w:rFonts w:cs="Arial"/>
        </w:rPr>
        <w:t xml:space="preserve">bij een door de student </w:t>
      </w:r>
      <w:r w:rsidR="00354E54" w:rsidRPr="004525C4">
        <w:rPr>
          <w:rFonts w:cs="Arial"/>
        </w:rPr>
        <w:t xml:space="preserve">gekozen </w:t>
      </w:r>
      <w:r w:rsidRPr="004525C4">
        <w:rPr>
          <w:rFonts w:cs="Arial"/>
        </w:rPr>
        <w:t>keuzedeel</w:t>
      </w:r>
      <w:r w:rsidR="00354E54" w:rsidRPr="004525C4">
        <w:rPr>
          <w:rFonts w:cs="Arial"/>
        </w:rPr>
        <w:t xml:space="preserve"> behoort</w:t>
      </w:r>
      <w:r w:rsidR="001F03AC" w:rsidRPr="004525C4">
        <w:rPr>
          <w:rFonts w:cs="Arial"/>
        </w:rPr>
        <w:t>,</w:t>
      </w:r>
      <w:r w:rsidRPr="004525C4">
        <w:rPr>
          <w:rFonts w:cs="Arial"/>
        </w:rPr>
        <w:t xml:space="preserve"> is beschikbaar op school. </w:t>
      </w:r>
      <w:r w:rsidR="00F36EA7" w:rsidRPr="004525C4">
        <w:rPr>
          <w:rFonts w:cs="Arial"/>
        </w:rPr>
        <w:t xml:space="preserve">Vanaf </w:t>
      </w:r>
      <w:r w:rsidR="00096F28" w:rsidRPr="004525C4">
        <w:rPr>
          <w:rFonts w:cs="Arial"/>
        </w:rPr>
        <w:t>start</w:t>
      </w:r>
      <w:r w:rsidR="00F36EA7" w:rsidRPr="004525C4">
        <w:rPr>
          <w:rFonts w:cs="Arial"/>
        </w:rPr>
        <w:t xml:space="preserve">cohort 2020/2021 </w:t>
      </w:r>
      <w:r w:rsidR="005A714B" w:rsidRPr="004525C4">
        <w:rPr>
          <w:rFonts w:cs="Arial"/>
        </w:rPr>
        <w:t xml:space="preserve">telt het behaalde </w:t>
      </w:r>
      <w:r w:rsidR="00F36EA7" w:rsidRPr="004525C4">
        <w:rPr>
          <w:rFonts w:cs="Arial"/>
        </w:rPr>
        <w:t>resulta</w:t>
      </w:r>
      <w:r w:rsidR="005A714B" w:rsidRPr="004525C4">
        <w:rPr>
          <w:rFonts w:cs="Arial"/>
        </w:rPr>
        <w:t>at</w:t>
      </w:r>
      <w:r w:rsidR="00F36EA7" w:rsidRPr="004525C4">
        <w:rPr>
          <w:rFonts w:cs="Arial"/>
        </w:rPr>
        <w:t xml:space="preserve"> voor </w:t>
      </w:r>
      <w:r w:rsidR="005A714B" w:rsidRPr="004525C4">
        <w:rPr>
          <w:rFonts w:cs="Arial"/>
        </w:rPr>
        <w:t>een</w:t>
      </w:r>
      <w:r w:rsidR="00F36EA7" w:rsidRPr="004525C4">
        <w:rPr>
          <w:rFonts w:cs="Arial"/>
        </w:rPr>
        <w:t xml:space="preserve"> keuzede</w:t>
      </w:r>
      <w:r w:rsidR="005A714B" w:rsidRPr="004525C4">
        <w:rPr>
          <w:rFonts w:cs="Arial"/>
        </w:rPr>
        <w:t>el</w:t>
      </w:r>
      <w:r w:rsidR="00F36EA7" w:rsidRPr="004525C4">
        <w:rPr>
          <w:rFonts w:cs="Arial"/>
        </w:rPr>
        <w:t xml:space="preserve"> mee in de slaag-</w:t>
      </w:r>
      <w:r w:rsidR="006057C9" w:rsidRPr="004525C4">
        <w:rPr>
          <w:rFonts w:cs="Arial"/>
        </w:rPr>
        <w:t>/</w:t>
      </w:r>
      <w:r w:rsidR="00F36EA7" w:rsidRPr="004525C4">
        <w:rPr>
          <w:rFonts w:cs="Arial"/>
        </w:rPr>
        <w:t>zakregeling</w:t>
      </w:r>
      <w:r w:rsidR="00B87195" w:rsidRPr="004525C4">
        <w:rPr>
          <w:rFonts w:cs="Arial"/>
        </w:rPr>
        <w:t>.</w:t>
      </w:r>
    </w:p>
    <w:bookmarkEnd w:id="35"/>
    <w:p w14:paraId="07663215" w14:textId="77777777" w:rsidR="00302916" w:rsidRPr="00B21171" w:rsidRDefault="00302916" w:rsidP="00AC5E30">
      <w:pPr>
        <w:rPr>
          <w:rFonts w:cs="Arial"/>
        </w:rPr>
      </w:pPr>
    </w:p>
    <w:p w14:paraId="7D82E5FA" w14:textId="569BA60A" w:rsidR="0085023D" w:rsidRPr="00B21171" w:rsidRDefault="2C2B9C7A" w:rsidP="00D4136B">
      <w:pPr>
        <w:pStyle w:val="Kop2"/>
        <w:rPr>
          <w:rFonts w:cs="Arial"/>
          <w:b w:val="0"/>
          <w:sz w:val="18"/>
          <w:szCs w:val="18"/>
        </w:rPr>
      </w:pPr>
      <w:bookmarkStart w:id="36" w:name="_Hlk29284103"/>
      <w:r w:rsidRPr="00B21171">
        <w:rPr>
          <w:rFonts w:cs="Arial"/>
        </w:rPr>
        <w:t>2.5 Noorderpoort Examenreglement</w:t>
      </w:r>
      <w:r w:rsidR="00DD17BF" w:rsidRPr="00B21171">
        <w:rPr>
          <w:rFonts w:cs="Arial"/>
        </w:rPr>
        <w:t xml:space="preserve"> </w:t>
      </w:r>
    </w:p>
    <w:p w14:paraId="22F67DAF" w14:textId="77777777" w:rsidR="00992307" w:rsidRPr="00B21171" w:rsidRDefault="2C2B9C7A" w:rsidP="00992307">
      <w:pPr>
        <w:rPr>
          <w:rFonts w:cs="Arial"/>
        </w:rPr>
      </w:pPr>
      <w:bookmarkStart w:id="37" w:name="_Hlk941246"/>
      <w:r w:rsidRPr="00B21171">
        <w:rPr>
          <w:rFonts w:cs="Arial"/>
        </w:rPr>
        <w:t>Bij de examenregeling van de opleiding hoort het </w:t>
      </w:r>
      <w:hyperlink r:id="rId24" w:history="1">
        <w:r w:rsidR="00092E1E" w:rsidRPr="00B21171">
          <w:rPr>
            <w:rStyle w:val="Hyperlink"/>
            <w:color w:val="FFC000"/>
          </w:rPr>
          <w:t>Noorderpoort Examenreglement</w:t>
        </w:r>
      </w:hyperlink>
      <w:r w:rsidRPr="00B21171">
        <w:rPr>
          <w:rFonts w:cs="Arial"/>
        </w:rPr>
        <w:t>. </w:t>
      </w:r>
    </w:p>
    <w:p w14:paraId="6979CA8E" w14:textId="32629F18" w:rsidR="00E67A29" w:rsidRPr="00B21171" w:rsidRDefault="00354E54" w:rsidP="00992307">
      <w:pPr>
        <w:rPr>
          <w:rFonts w:cs="Arial"/>
        </w:rPr>
      </w:pPr>
      <w:r w:rsidRPr="00B21171">
        <w:rPr>
          <w:rFonts w:cs="Arial"/>
        </w:rPr>
        <w:t>Hierin</w:t>
      </w:r>
      <w:r w:rsidR="00E67A29" w:rsidRPr="00B21171">
        <w:rPr>
          <w:rFonts w:cs="Arial"/>
        </w:rPr>
        <w:t xml:space="preserve"> </w:t>
      </w:r>
      <w:r w:rsidRPr="00B21171">
        <w:rPr>
          <w:rFonts w:cs="Arial"/>
        </w:rPr>
        <w:t xml:space="preserve">heeft </w:t>
      </w:r>
      <w:r w:rsidR="00E67A29" w:rsidRPr="00B21171">
        <w:rPr>
          <w:rFonts w:cs="Arial"/>
        </w:rPr>
        <w:t>Noorderpoort de wettelijke examenbepalingen uit</w:t>
      </w:r>
      <w:r w:rsidRPr="00B21171">
        <w:rPr>
          <w:rFonts w:cs="Arial"/>
        </w:rPr>
        <w:t>gewerkt</w:t>
      </w:r>
      <w:r w:rsidR="00E67A29" w:rsidRPr="00B21171">
        <w:rPr>
          <w:rFonts w:cs="Arial"/>
        </w:rPr>
        <w:t xml:space="preserve"> met regels en procedures voor de organisatie en beoordeling van examens.</w:t>
      </w:r>
      <w:r w:rsidR="002363F1" w:rsidRPr="00B21171">
        <w:rPr>
          <w:rFonts w:cs="Arial"/>
        </w:rPr>
        <w:t xml:space="preserve"> </w:t>
      </w:r>
      <w:r w:rsidR="00E67A29" w:rsidRPr="00B21171">
        <w:rPr>
          <w:rFonts w:cs="Arial"/>
        </w:rPr>
        <w:t xml:space="preserve">Deze </w:t>
      </w:r>
      <w:r w:rsidR="002363F1" w:rsidRPr="00B21171">
        <w:rPr>
          <w:rFonts w:cs="Arial"/>
        </w:rPr>
        <w:t xml:space="preserve">regels </w:t>
      </w:r>
      <w:r w:rsidR="00E67A29" w:rsidRPr="00B21171">
        <w:rPr>
          <w:rFonts w:cs="Arial"/>
        </w:rPr>
        <w:t>gelden voor alle beroepsopleidingen en educatie.</w:t>
      </w:r>
    </w:p>
    <w:p w14:paraId="6D4A4BB1" w14:textId="4D23847D" w:rsidR="009617D0" w:rsidRPr="00B21171" w:rsidRDefault="00354E54" w:rsidP="2C2B9C7A">
      <w:pPr>
        <w:pStyle w:val="Geenafstand"/>
        <w:rPr>
          <w:sz w:val="20"/>
          <w:szCs w:val="20"/>
        </w:rPr>
      </w:pPr>
      <w:r w:rsidRPr="00B21171">
        <w:rPr>
          <w:sz w:val="20"/>
          <w:szCs w:val="20"/>
        </w:rPr>
        <w:t xml:space="preserve">Ook bevat het reglement de </w:t>
      </w:r>
      <w:r w:rsidR="009617D0" w:rsidRPr="00B21171">
        <w:rPr>
          <w:sz w:val="20"/>
          <w:szCs w:val="20"/>
        </w:rPr>
        <w:t xml:space="preserve">regels </w:t>
      </w:r>
      <w:r w:rsidR="002442E8" w:rsidRPr="00B21171">
        <w:rPr>
          <w:sz w:val="20"/>
          <w:szCs w:val="20"/>
        </w:rPr>
        <w:t>voor</w:t>
      </w:r>
      <w:r w:rsidR="2C2B9C7A" w:rsidRPr="00B21171">
        <w:rPr>
          <w:sz w:val="20"/>
          <w:szCs w:val="20"/>
        </w:rPr>
        <w:t xml:space="preserve"> </w:t>
      </w:r>
      <w:r w:rsidR="002442E8" w:rsidRPr="00B21171">
        <w:rPr>
          <w:sz w:val="20"/>
          <w:szCs w:val="20"/>
        </w:rPr>
        <w:t xml:space="preserve">vrijstellingen, </w:t>
      </w:r>
      <w:r w:rsidR="2C2B9C7A" w:rsidRPr="00B21171">
        <w:rPr>
          <w:sz w:val="20"/>
          <w:szCs w:val="20"/>
        </w:rPr>
        <w:t>fraude of te laat komen</w:t>
      </w:r>
      <w:r w:rsidR="002363F1" w:rsidRPr="00B21171">
        <w:rPr>
          <w:sz w:val="20"/>
          <w:szCs w:val="20"/>
        </w:rPr>
        <w:t xml:space="preserve"> bij een examen</w:t>
      </w:r>
      <w:r w:rsidRPr="00B21171">
        <w:rPr>
          <w:sz w:val="20"/>
          <w:szCs w:val="20"/>
        </w:rPr>
        <w:t xml:space="preserve"> en d</w:t>
      </w:r>
      <w:r w:rsidR="009617D0" w:rsidRPr="00B21171">
        <w:rPr>
          <w:sz w:val="20"/>
          <w:szCs w:val="20"/>
        </w:rPr>
        <w:t>e procedure van bezwaar en beroep.</w:t>
      </w:r>
    </w:p>
    <w:p w14:paraId="647C52DF" w14:textId="4AFD002C" w:rsidR="00AC5E30" w:rsidRPr="00B21171" w:rsidRDefault="00354E54" w:rsidP="2C2B9C7A">
      <w:pPr>
        <w:pStyle w:val="Geenafstand"/>
        <w:rPr>
          <w:sz w:val="20"/>
          <w:szCs w:val="20"/>
        </w:rPr>
      </w:pPr>
      <w:r w:rsidRPr="00B21171">
        <w:rPr>
          <w:sz w:val="20"/>
          <w:szCs w:val="20"/>
        </w:rPr>
        <w:t>E</w:t>
      </w:r>
      <w:r w:rsidR="00E67A29" w:rsidRPr="00B21171">
        <w:rPr>
          <w:sz w:val="20"/>
          <w:szCs w:val="20"/>
        </w:rPr>
        <w:t xml:space="preserve">nkele belangrijke regels en procedures </w:t>
      </w:r>
      <w:r w:rsidRPr="00B21171">
        <w:rPr>
          <w:sz w:val="20"/>
          <w:szCs w:val="20"/>
        </w:rPr>
        <w:t>worden hieronder beknopt beschreven</w:t>
      </w:r>
      <w:r w:rsidR="2C2B9C7A" w:rsidRPr="00B21171">
        <w:rPr>
          <w:sz w:val="20"/>
          <w:szCs w:val="20"/>
        </w:rPr>
        <w:t>.  </w:t>
      </w:r>
    </w:p>
    <w:bookmarkEnd w:id="37"/>
    <w:p w14:paraId="1299F33F" w14:textId="77777777" w:rsidR="0085023D" w:rsidRPr="00B21171" w:rsidRDefault="2C2B9C7A" w:rsidP="00D4136B">
      <w:pPr>
        <w:pStyle w:val="Kop3"/>
        <w:rPr>
          <w:rFonts w:cs="Arial"/>
        </w:rPr>
      </w:pPr>
      <w:r w:rsidRPr="00B21171">
        <w:rPr>
          <w:rFonts w:cs="Arial"/>
        </w:rPr>
        <w:t>2.5.1 Vrijstellingen</w:t>
      </w:r>
    </w:p>
    <w:p w14:paraId="7575E46C" w14:textId="77777777" w:rsidR="00092E1E" w:rsidRPr="00B21171" w:rsidRDefault="2C2B9C7A" w:rsidP="00092E1E">
      <w:pPr>
        <w:rPr>
          <w:color w:val="FFC000"/>
        </w:rPr>
      </w:pPr>
      <w:r w:rsidRPr="00B21171">
        <w:t xml:space="preserve">Voor vrijstellingen kan bij de </w:t>
      </w:r>
      <w:proofErr w:type="spellStart"/>
      <w:r w:rsidRPr="00B21171">
        <w:t>schoolexamencommissie</w:t>
      </w:r>
      <w:proofErr w:type="spellEnd"/>
      <w:r w:rsidRPr="00B21171">
        <w:t xml:space="preserve"> een aanvraag worden ingediend. De procedure </w:t>
      </w:r>
      <w:r w:rsidR="002442E8" w:rsidRPr="00B21171">
        <w:t xml:space="preserve">en de wettelijke regels voor het verlenen van vrijstellingen </w:t>
      </w:r>
      <w:r w:rsidRPr="00B21171">
        <w:t>staa</w:t>
      </w:r>
      <w:r w:rsidR="002442E8" w:rsidRPr="00B21171">
        <w:t>n</w:t>
      </w:r>
      <w:r w:rsidRPr="00B21171">
        <w:t xml:space="preserve"> in het </w:t>
      </w:r>
      <w:bookmarkStart w:id="38" w:name="_Hlk29289039"/>
      <w:r w:rsidR="005F0E8E" w:rsidRPr="00B21171">
        <w:fldChar w:fldCharType="begin"/>
      </w:r>
      <w:r w:rsidR="005F0E8E" w:rsidRPr="00B21171">
        <w:instrText xml:space="preserve"> HYPERLINK "https://npcg.sharepoint.com/sites/pubdocs/Publicatie%20doc%20Studenten/Gedeelde%20%20documenten/Weten%20en%20Regelen/Wetten%20en%20regeltjes/Noorderpoort%20Examenreglement%20mbo.pdf" </w:instrText>
      </w:r>
      <w:r w:rsidR="005F0E8E" w:rsidRPr="00B21171">
        <w:fldChar w:fldCharType="separate"/>
      </w:r>
      <w:r w:rsidR="00092E1E" w:rsidRPr="00B21171">
        <w:rPr>
          <w:rStyle w:val="Hyperlink"/>
          <w:color w:val="FFC000"/>
        </w:rPr>
        <w:t>Noorderpoort Examenreglement</w:t>
      </w:r>
      <w:r w:rsidR="005F0E8E" w:rsidRPr="00B21171">
        <w:rPr>
          <w:rStyle w:val="Hyperlink"/>
          <w:color w:val="FFC000"/>
        </w:rPr>
        <w:fldChar w:fldCharType="end"/>
      </w:r>
      <w:r w:rsidR="00092E1E" w:rsidRPr="00B21171">
        <w:rPr>
          <w:color w:val="FFC000"/>
        </w:rPr>
        <w:t xml:space="preserve"> </w:t>
      </w:r>
      <w:bookmarkEnd w:id="38"/>
      <w:r w:rsidR="00092E1E" w:rsidRPr="00B21171">
        <w:rPr>
          <w:color w:val="FFC000"/>
        </w:rPr>
        <w:t xml:space="preserve"> </w:t>
      </w:r>
    </w:p>
    <w:p w14:paraId="2AC24F90" w14:textId="16953744" w:rsidR="00AC5E30" w:rsidRPr="00B21171" w:rsidRDefault="00DD17BF" w:rsidP="2C2B9C7A">
      <w:pPr>
        <w:pStyle w:val="Geenafstand"/>
        <w:rPr>
          <w:sz w:val="20"/>
          <w:szCs w:val="20"/>
        </w:rPr>
      </w:pPr>
      <w:r w:rsidRPr="00B21171">
        <w:rPr>
          <w:sz w:val="20"/>
          <w:szCs w:val="20"/>
        </w:rPr>
        <w:t>in paragraaf 1.7</w:t>
      </w:r>
      <w:r w:rsidR="2C2B9C7A" w:rsidRPr="00B21171">
        <w:rPr>
          <w:sz w:val="20"/>
          <w:szCs w:val="20"/>
        </w:rPr>
        <w:t xml:space="preserve">.  </w:t>
      </w:r>
    </w:p>
    <w:p w14:paraId="06AD7831" w14:textId="77777777" w:rsidR="0085023D" w:rsidRPr="00B21171" w:rsidRDefault="2C2B9C7A" w:rsidP="00D4136B">
      <w:pPr>
        <w:pStyle w:val="Kop3"/>
        <w:rPr>
          <w:rFonts w:cs="Arial"/>
        </w:rPr>
      </w:pPr>
      <w:r w:rsidRPr="00B21171">
        <w:rPr>
          <w:rFonts w:cs="Arial"/>
        </w:rPr>
        <w:t>2.5.2 Aangepaste examinering</w:t>
      </w:r>
    </w:p>
    <w:p w14:paraId="0AC3876B" w14:textId="6E589251" w:rsidR="00092E1E" w:rsidRPr="00B21171" w:rsidRDefault="2C2B9C7A" w:rsidP="00092E1E">
      <w:pPr>
        <w:rPr>
          <w:color w:val="FFC000"/>
        </w:rPr>
      </w:pPr>
      <w:r w:rsidRPr="00B21171">
        <w:t xml:space="preserve">Indien er sprake is van </w:t>
      </w:r>
      <w:r w:rsidRPr="00B850F4">
        <w:t xml:space="preserve">een leerbeperking, </w:t>
      </w:r>
      <w:r w:rsidR="009617D0" w:rsidRPr="00B850F4">
        <w:t>dan</w:t>
      </w:r>
      <w:r w:rsidR="009617D0" w:rsidRPr="00B21171">
        <w:t xml:space="preserve"> </w:t>
      </w:r>
      <w:r w:rsidRPr="00B21171">
        <w:t xml:space="preserve">kan bij de </w:t>
      </w:r>
      <w:proofErr w:type="spellStart"/>
      <w:r w:rsidRPr="00B21171">
        <w:t>schoolexamencommissie</w:t>
      </w:r>
      <w:proofErr w:type="spellEnd"/>
      <w:r w:rsidRPr="00B21171">
        <w:t xml:space="preserve"> middels een aanvraagformulier een verzoek tot aangepaste examinering worden ingediend. </w:t>
      </w:r>
      <w:r w:rsidR="00092E1E" w:rsidRPr="00B21171">
        <w:t xml:space="preserve">Zie </w:t>
      </w:r>
      <w:hyperlink r:id="rId25" w:history="1">
        <w:r w:rsidR="00092E1E" w:rsidRPr="00B21171">
          <w:rPr>
            <w:rStyle w:val="Hyperlink"/>
            <w:color w:val="FFC000"/>
          </w:rPr>
          <w:t>Noorderpoort Examenreglement</w:t>
        </w:r>
      </w:hyperlink>
      <w:r w:rsidR="00092E1E" w:rsidRPr="00B21171">
        <w:rPr>
          <w:color w:val="FFC000"/>
        </w:rPr>
        <w:t>.</w:t>
      </w:r>
    </w:p>
    <w:p w14:paraId="56F2204A" w14:textId="77777777" w:rsidR="00092E1E" w:rsidRPr="00B21171" w:rsidRDefault="00092E1E" w:rsidP="00092E1E">
      <w:pPr>
        <w:rPr>
          <w:color w:val="FFC000"/>
        </w:rPr>
      </w:pPr>
    </w:p>
    <w:p w14:paraId="78C28600" w14:textId="13DFC634" w:rsidR="0085023D" w:rsidRPr="00B21171" w:rsidRDefault="2C2B9C7A" w:rsidP="00092E1E">
      <w:pPr>
        <w:pStyle w:val="Geenafstand"/>
        <w:rPr>
          <w:b/>
          <w:sz w:val="20"/>
          <w:szCs w:val="20"/>
        </w:rPr>
      </w:pPr>
      <w:r w:rsidRPr="00B21171">
        <w:rPr>
          <w:b/>
          <w:sz w:val="20"/>
          <w:szCs w:val="20"/>
        </w:rPr>
        <w:t>2.5.3 Toelating extraneus tot examen</w:t>
      </w:r>
    </w:p>
    <w:p w14:paraId="51BAE189" w14:textId="62EEE6AF" w:rsidR="00AC5E30" w:rsidRPr="00B21171" w:rsidRDefault="2C2B9C7A" w:rsidP="00092E1E">
      <w:r w:rsidRPr="00B21171">
        <w:t>Iemand die uitsluitend tot de examenvoorziening toegelaten wenst te worden, kan zich als examendeelnemer laten inschrijven. Aan de inschrijving worden voorwaarden gesteld en er zijn kosten aan verbonden</w:t>
      </w:r>
      <w:r w:rsidR="00092E1E" w:rsidRPr="00B21171">
        <w:t xml:space="preserve">. De examendeelnemer tekent hiervoor een specifieke examenovereenkomst. De specifieke regelgeving staat in het </w:t>
      </w:r>
      <w:hyperlink r:id="rId26" w:history="1">
        <w:r w:rsidR="00092E1E" w:rsidRPr="00B21171">
          <w:rPr>
            <w:rStyle w:val="Hyperlink"/>
            <w:color w:val="FFC000"/>
          </w:rPr>
          <w:t>Noorderpoort Examenreglement</w:t>
        </w:r>
      </w:hyperlink>
      <w:r w:rsidRPr="00B21171">
        <w:t xml:space="preserve">. </w:t>
      </w:r>
    </w:p>
    <w:p w14:paraId="4EF03722" w14:textId="3984E2C2" w:rsidR="0085023D" w:rsidRPr="00B21171" w:rsidRDefault="2C2B9C7A" w:rsidP="00D4136B">
      <w:pPr>
        <w:pStyle w:val="Kop3"/>
        <w:rPr>
          <w:rFonts w:cs="Arial"/>
        </w:rPr>
      </w:pPr>
      <w:r w:rsidRPr="00B21171">
        <w:rPr>
          <w:rFonts w:cs="Arial"/>
        </w:rPr>
        <w:t xml:space="preserve">2.5.4 Regels voor </w:t>
      </w:r>
      <w:r w:rsidR="00613C8D" w:rsidRPr="00B21171">
        <w:rPr>
          <w:rFonts w:cs="Arial"/>
        </w:rPr>
        <w:t xml:space="preserve">het aantal examengelegenheden en </w:t>
      </w:r>
      <w:r w:rsidRPr="00B21171">
        <w:rPr>
          <w:rFonts w:cs="Arial"/>
        </w:rPr>
        <w:t>her</w:t>
      </w:r>
      <w:r w:rsidR="00613C8D" w:rsidRPr="00B21171">
        <w:rPr>
          <w:rFonts w:cs="Arial"/>
        </w:rPr>
        <w:t>kans</w:t>
      </w:r>
      <w:r w:rsidR="00495055" w:rsidRPr="00B21171">
        <w:rPr>
          <w:rFonts w:cs="Arial"/>
        </w:rPr>
        <w:t>ingen</w:t>
      </w:r>
    </w:p>
    <w:p w14:paraId="03E8CCAE" w14:textId="2674B476" w:rsidR="003A708F" w:rsidRPr="00B21171" w:rsidRDefault="00495055" w:rsidP="003A708F">
      <w:pPr>
        <w:rPr>
          <w:color w:val="FFC000"/>
        </w:rPr>
      </w:pPr>
      <w:bookmarkStart w:id="39" w:name="_Hlk61679862"/>
      <w:r w:rsidRPr="004525C4">
        <w:t xml:space="preserve">Het </w:t>
      </w:r>
      <w:r w:rsidR="00D34771" w:rsidRPr="004525C4">
        <w:t xml:space="preserve">minimale </w:t>
      </w:r>
      <w:r w:rsidRPr="004525C4">
        <w:t>aantal examengelegenheden en h</w:t>
      </w:r>
      <w:r w:rsidR="006A7F9A" w:rsidRPr="004525C4">
        <w:t xml:space="preserve">et recht op herkansing wordt geregeld in het </w:t>
      </w:r>
      <w:hyperlink r:id="rId27" w:history="1">
        <w:r w:rsidR="003A708F" w:rsidRPr="004525C4">
          <w:rPr>
            <w:rStyle w:val="Hyperlink"/>
            <w:color w:val="FFC000"/>
          </w:rPr>
          <w:t>Noorderpoort Examenreglement</w:t>
        </w:r>
      </w:hyperlink>
      <w:r w:rsidR="003A708F" w:rsidRPr="00B21171">
        <w:rPr>
          <w:color w:val="FFC000"/>
        </w:rPr>
        <w:t xml:space="preserve">  </w:t>
      </w:r>
    </w:p>
    <w:bookmarkEnd w:id="39"/>
    <w:p w14:paraId="10E9AAC4" w14:textId="5289F3A6" w:rsidR="0085023D" w:rsidRPr="00B21171" w:rsidRDefault="2C2B9C7A" w:rsidP="00613C8D">
      <w:pPr>
        <w:pStyle w:val="Kop3"/>
        <w:rPr>
          <w:rFonts w:cs="Arial"/>
        </w:rPr>
      </w:pPr>
      <w:r w:rsidRPr="00B21171">
        <w:rPr>
          <w:rFonts w:cs="Arial"/>
        </w:rPr>
        <w:t>2.5.5 Bezwaar en beroep</w:t>
      </w:r>
    </w:p>
    <w:p w14:paraId="3BF967DA" w14:textId="6F8C3577" w:rsidR="00AC5E30" w:rsidRPr="00EC3FF6" w:rsidRDefault="2C2B9C7A" w:rsidP="00495055">
      <w:r w:rsidRPr="00B21171">
        <w:t xml:space="preserve">Indien een student het niet eens is met de uitslag van het examen kan hij/zij bezwaar maken bij de </w:t>
      </w:r>
      <w:proofErr w:type="spellStart"/>
      <w:r w:rsidR="006437B6" w:rsidRPr="00B21171">
        <w:t>school</w:t>
      </w:r>
      <w:r w:rsidRPr="00B21171">
        <w:t>examencommissie</w:t>
      </w:r>
      <w:proofErr w:type="spellEnd"/>
      <w:r w:rsidRPr="00B21171">
        <w:t xml:space="preserve"> en/of in beroep gaan bij de commissie van beroep. </w:t>
      </w:r>
      <w:bookmarkStart w:id="40" w:name="_Hlk536088657"/>
      <w:r w:rsidR="000F1613" w:rsidRPr="00B21171">
        <w:t xml:space="preserve">In het </w:t>
      </w:r>
      <w:hyperlink r:id="rId28" w:history="1">
        <w:r w:rsidR="00495055" w:rsidRPr="00B21171">
          <w:rPr>
            <w:rStyle w:val="Hyperlink"/>
            <w:color w:val="FFC000"/>
          </w:rPr>
          <w:t>Noorderpoort Examenreglement</w:t>
        </w:r>
      </w:hyperlink>
      <w:r w:rsidR="00495055" w:rsidRPr="00B21171">
        <w:rPr>
          <w:color w:val="FFC000"/>
        </w:rPr>
        <w:t xml:space="preserve"> </w:t>
      </w:r>
      <w:r w:rsidR="00C4439B" w:rsidRPr="00B21171">
        <w:t>staan de procedures v</w:t>
      </w:r>
      <w:r w:rsidRPr="00B21171">
        <w:t xml:space="preserve">oor </w:t>
      </w:r>
      <w:r w:rsidR="00C4439B" w:rsidRPr="00B21171">
        <w:t>bezwaar en beroep</w:t>
      </w:r>
      <w:r w:rsidRPr="00B21171">
        <w:t>.</w:t>
      </w:r>
      <w:r w:rsidRPr="00EC3FF6">
        <w:t>   </w:t>
      </w:r>
      <w:bookmarkEnd w:id="33"/>
      <w:r w:rsidRPr="00EC3FF6">
        <w:t xml:space="preserve"> </w:t>
      </w:r>
    </w:p>
    <w:bookmarkEnd w:id="36"/>
    <w:bookmarkEnd w:id="40"/>
    <w:p w14:paraId="583BC263" w14:textId="77777777" w:rsidR="0085023D" w:rsidRPr="00EC3FF6" w:rsidRDefault="0085023D" w:rsidP="0085023D">
      <w:pPr>
        <w:pStyle w:val="Geenafstand"/>
        <w:rPr>
          <w:sz w:val="20"/>
          <w:szCs w:val="20"/>
        </w:rPr>
      </w:pPr>
    </w:p>
    <w:sectPr w:rsidR="0085023D" w:rsidRPr="00EC3FF6" w:rsidSect="001C5CFF">
      <w:pgSz w:w="11906" w:h="16838"/>
      <w:pgMar w:top="1701" w:right="1418" w:bottom="1418"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FD9447" w14:textId="77777777" w:rsidR="00F75496" w:rsidRDefault="00F75496">
      <w:r>
        <w:separator/>
      </w:r>
    </w:p>
  </w:endnote>
  <w:endnote w:type="continuationSeparator" w:id="0">
    <w:p w14:paraId="07796DF8" w14:textId="77777777" w:rsidR="00F75496" w:rsidRDefault="00F75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04AC23" w14:textId="77777777" w:rsidR="00F75496" w:rsidRDefault="00F75496">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6366ACC0" w14:textId="77777777" w:rsidR="00F75496" w:rsidRDefault="00F75496">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61036367"/>
      <w:docPartObj>
        <w:docPartGallery w:val="Page Numbers (Bottom of Page)"/>
        <w:docPartUnique/>
      </w:docPartObj>
    </w:sdtPr>
    <w:sdtEndPr/>
    <w:sdtContent>
      <w:p w14:paraId="743902DE" w14:textId="1F9D7D86" w:rsidR="00F75496" w:rsidRDefault="00F75496" w:rsidP="00932506">
        <w:pPr>
          <w:pStyle w:val="Voettekst"/>
          <w:jc w:val="center"/>
        </w:pPr>
        <w:r>
          <w:t xml:space="preserve">                                                           OER startcohort 2021-2022                                                                           </w:t>
        </w:r>
        <w:r>
          <w:fldChar w:fldCharType="begin"/>
        </w:r>
        <w:r>
          <w:instrText>PAGE   \* MERGEFORMAT</w:instrText>
        </w:r>
        <w:r>
          <w:fldChar w:fldCharType="separate"/>
        </w:r>
        <w:r>
          <w:rPr>
            <w:noProof/>
          </w:rPr>
          <w:t>13</w:t>
        </w:r>
        <w:r>
          <w:fldChar w:fldCharType="end"/>
        </w:r>
      </w:p>
    </w:sdtContent>
  </w:sdt>
  <w:p w14:paraId="77070297" w14:textId="77777777" w:rsidR="00F75496" w:rsidRDefault="00F75496">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7FA2DC2" w14:textId="77777777" w:rsidR="00F75496" w:rsidRDefault="00F75496">
      <w:r>
        <w:separator/>
      </w:r>
    </w:p>
  </w:footnote>
  <w:footnote w:type="continuationSeparator" w:id="0">
    <w:p w14:paraId="2E74A9FB" w14:textId="77777777" w:rsidR="00F75496" w:rsidRDefault="00F75496">
      <w:r>
        <w:continuationSeparator/>
      </w:r>
    </w:p>
  </w:footnote>
  <w:footnote w:id="1">
    <w:p w14:paraId="41069AC3" w14:textId="1E7A327E" w:rsidR="5100F4A1" w:rsidRDefault="5100F4A1" w:rsidP="5100F4A1">
      <w:pPr>
        <w:pStyle w:val="Voetnoottekst"/>
      </w:pPr>
      <w:r w:rsidRPr="5100F4A1">
        <w:rPr>
          <w:rStyle w:val="Voetnootmarkering"/>
          <w:rFonts w:ascii="Arial" w:eastAsia="Arial" w:hAnsi="Arial" w:cs="Arial"/>
          <w:sz w:val="19"/>
          <w:szCs w:val="19"/>
        </w:rPr>
        <w:footnoteRef/>
      </w:r>
      <w:r w:rsidRPr="5100F4A1">
        <w:rPr>
          <w:rFonts w:ascii="Arial" w:eastAsia="Arial" w:hAnsi="Arial" w:cs="Arial"/>
          <w:sz w:val="19"/>
          <w:szCs w:val="19"/>
        </w:rPr>
        <w:t xml:space="preserve"> De bewijzen van inspanning die studenten kunnen aanleveren verschillen per locatie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CE11A8" w14:textId="77777777" w:rsidR="00F75496" w:rsidRDefault="00F7549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F3183"/>
    <w:multiLevelType w:val="hybridMultilevel"/>
    <w:tmpl w:val="63B23E0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D413D8"/>
    <w:multiLevelType w:val="multilevel"/>
    <w:tmpl w:val="D276766E"/>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A2218"/>
    <w:multiLevelType w:val="hybridMultilevel"/>
    <w:tmpl w:val="3BA8203A"/>
    <w:lvl w:ilvl="0" w:tplc="BFDE39D6">
      <w:start w:val="2"/>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A85509E"/>
    <w:multiLevelType w:val="multilevel"/>
    <w:tmpl w:val="017C681A"/>
    <w:lvl w:ilvl="0">
      <w:start w:val="2"/>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B730F7"/>
    <w:multiLevelType w:val="hybridMultilevel"/>
    <w:tmpl w:val="6BEA63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BBD470B"/>
    <w:multiLevelType w:val="multilevel"/>
    <w:tmpl w:val="62C0DCD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lowerRoman"/>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1264D8"/>
    <w:multiLevelType w:val="multilevel"/>
    <w:tmpl w:val="F0E8A7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C172717"/>
    <w:multiLevelType w:val="hybridMultilevel"/>
    <w:tmpl w:val="1C4E4856"/>
    <w:lvl w:ilvl="0" w:tplc="9DF8A7AC">
      <w:start w:val="1"/>
      <w:numFmt w:val="bullet"/>
      <w:lvlText w:val="-"/>
      <w:lvlJc w:val="left"/>
      <w:pPr>
        <w:ind w:left="1068" w:hanging="360"/>
      </w:pPr>
      <w:rPr>
        <w:rFonts w:ascii="Arial" w:eastAsiaTheme="minorHAnsi" w:hAnsi="Arial" w:cs="Aria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8" w15:restartNumberingAfterBreak="0">
    <w:nsid w:val="2C17388E"/>
    <w:multiLevelType w:val="hybridMultilevel"/>
    <w:tmpl w:val="9BAED0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D1257B7"/>
    <w:multiLevelType w:val="hybridMultilevel"/>
    <w:tmpl w:val="C1D6B3D4"/>
    <w:lvl w:ilvl="0" w:tplc="277C466A">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EAC3D5F"/>
    <w:multiLevelType w:val="multilevel"/>
    <w:tmpl w:val="6686BFA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low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F8423DA"/>
    <w:multiLevelType w:val="hybridMultilevel"/>
    <w:tmpl w:val="2996DC46"/>
    <w:lvl w:ilvl="0" w:tplc="277C466A">
      <w:start w:val="1"/>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327A2E1B"/>
    <w:multiLevelType w:val="hybridMultilevel"/>
    <w:tmpl w:val="057A8E2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48C332A5"/>
    <w:multiLevelType w:val="hybridMultilevel"/>
    <w:tmpl w:val="38FA4FF2"/>
    <w:lvl w:ilvl="0" w:tplc="8C9E1DCC">
      <w:start w:val="1"/>
      <w:numFmt w:val="lowerLetter"/>
      <w:lvlText w:val="%1."/>
      <w:lvlJc w:val="left"/>
      <w:pPr>
        <w:ind w:left="720" w:hanging="360"/>
      </w:pPr>
      <w:rPr>
        <w:rFonts w:ascii="Arial" w:eastAsia="Times New Roman" w:hAnsi="Arial" w:cs="Arial"/>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4" w15:restartNumberingAfterBreak="0">
    <w:nsid w:val="500D598C"/>
    <w:multiLevelType w:val="multilevel"/>
    <w:tmpl w:val="65EEB56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630"/>
        </w:tabs>
        <w:ind w:left="630" w:hanging="570"/>
      </w:pPr>
      <w:rPr>
        <w:rFonts w:hint="default"/>
        <w:i w:val="0"/>
        <w:color w:val="auto"/>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5" w15:restartNumberingAfterBreak="0">
    <w:nsid w:val="63BB5372"/>
    <w:multiLevelType w:val="hybridMultilevel"/>
    <w:tmpl w:val="A802F74E"/>
    <w:lvl w:ilvl="0" w:tplc="B14E7D12">
      <w:start w:val="3"/>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5000968"/>
    <w:multiLevelType w:val="multilevel"/>
    <w:tmpl w:val="F4F4BCD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5DE48E5"/>
    <w:multiLevelType w:val="hybridMultilevel"/>
    <w:tmpl w:val="E548BDC6"/>
    <w:lvl w:ilvl="0" w:tplc="F0C45122">
      <w:start w:val="1"/>
      <w:numFmt w:val="bullet"/>
      <w:pStyle w:val="Inhopg1"/>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1A63F7F"/>
    <w:multiLevelType w:val="multilevel"/>
    <w:tmpl w:val="64D4A366"/>
    <w:lvl w:ilvl="0">
      <w:start w:val="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D7665B4"/>
    <w:multiLevelType w:val="multilevel"/>
    <w:tmpl w:val="26981578"/>
    <w:lvl w:ilvl="0">
      <w:start w:val="1"/>
      <w:numFmt w:val="decimal"/>
      <w:lvlText w:val="%1."/>
      <w:lvlJc w:val="left"/>
      <w:pPr>
        <w:ind w:left="360" w:hanging="360"/>
      </w:pPr>
      <w:rPr>
        <w:rFonts w:hint="default"/>
      </w:rPr>
    </w:lvl>
    <w:lvl w:ilvl="1">
      <w:start w:val="2"/>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7E2F16D1"/>
    <w:multiLevelType w:val="hybridMultilevel"/>
    <w:tmpl w:val="29C4C33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7EB708C4"/>
    <w:multiLevelType w:val="multilevel"/>
    <w:tmpl w:val="E548BDC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18"/>
  </w:num>
  <w:num w:numId="4">
    <w:abstractNumId w:val="10"/>
  </w:num>
  <w:num w:numId="5">
    <w:abstractNumId w:val="15"/>
  </w:num>
  <w:num w:numId="6">
    <w:abstractNumId w:val="13"/>
  </w:num>
  <w:num w:numId="7">
    <w:abstractNumId w:val="19"/>
  </w:num>
  <w:num w:numId="8">
    <w:abstractNumId w:val="9"/>
  </w:num>
  <w:num w:numId="9">
    <w:abstractNumId w:val="5"/>
  </w:num>
  <w:num w:numId="10">
    <w:abstractNumId w:val="6"/>
  </w:num>
  <w:num w:numId="11">
    <w:abstractNumId w:val="1"/>
  </w:num>
  <w:num w:numId="12">
    <w:abstractNumId w:val="3"/>
  </w:num>
  <w:num w:numId="13">
    <w:abstractNumId w:val="20"/>
  </w:num>
  <w:num w:numId="14">
    <w:abstractNumId w:val="11"/>
  </w:num>
  <w:num w:numId="15">
    <w:abstractNumId w:val="4"/>
  </w:num>
  <w:num w:numId="16">
    <w:abstractNumId w:val="0"/>
  </w:num>
  <w:num w:numId="17">
    <w:abstractNumId w:val="12"/>
  </w:num>
  <w:num w:numId="18">
    <w:abstractNumId w:val="8"/>
  </w:num>
  <w:num w:numId="19">
    <w:abstractNumId w:val="21"/>
  </w:num>
  <w:num w:numId="20">
    <w:abstractNumId w:val="16"/>
  </w:num>
  <w:num w:numId="21">
    <w:abstractNumId w:val="2"/>
  </w:num>
  <w:num w:numId="2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ocumentProtection w:edit="readOnly" w:formatting="1" w:enforcement="0"/>
  <w:defaultTabStop w:val="708"/>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D15"/>
    <w:rsid w:val="00000B22"/>
    <w:rsid w:val="000025B9"/>
    <w:rsid w:val="000039D7"/>
    <w:rsid w:val="00004AF7"/>
    <w:rsid w:val="000050C4"/>
    <w:rsid w:val="00005425"/>
    <w:rsid w:val="00006120"/>
    <w:rsid w:val="000101A4"/>
    <w:rsid w:val="000118AC"/>
    <w:rsid w:val="00011EE9"/>
    <w:rsid w:val="0001286A"/>
    <w:rsid w:val="00014D22"/>
    <w:rsid w:val="000209E4"/>
    <w:rsid w:val="00023B09"/>
    <w:rsid w:val="00023BEB"/>
    <w:rsid w:val="00023C15"/>
    <w:rsid w:val="00023CF5"/>
    <w:rsid w:val="00024AEC"/>
    <w:rsid w:val="000255CB"/>
    <w:rsid w:val="00027B01"/>
    <w:rsid w:val="00031101"/>
    <w:rsid w:val="00034BE2"/>
    <w:rsid w:val="00036791"/>
    <w:rsid w:val="000404D1"/>
    <w:rsid w:val="000408B5"/>
    <w:rsid w:val="00041FCC"/>
    <w:rsid w:val="0004219F"/>
    <w:rsid w:val="00043B26"/>
    <w:rsid w:val="00043D65"/>
    <w:rsid w:val="000440BE"/>
    <w:rsid w:val="000442A1"/>
    <w:rsid w:val="0004525C"/>
    <w:rsid w:val="00047466"/>
    <w:rsid w:val="00047533"/>
    <w:rsid w:val="000500B7"/>
    <w:rsid w:val="0005130F"/>
    <w:rsid w:val="000535B0"/>
    <w:rsid w:val="00053959"/>
    <w:rsid w:val="00054039"/>
    <w:rsid w:val="00054371"/>
    <w:rsid w:val="00055F45"/>
    <w:rsid w:val="0005703E"/>
    <w:rsid w:val="00061C79"/>
    <w:rsid w:val="00062114"/>
    <w:rsid w:val="00064AA2"/>
    <w:rsid w:val="000654C7"/>
    <w:rsid w:val="000676C4"/>
    <w:rsid w:val="000745FD"/>
    <w:rsid w:val="00075062"/>
    <w:rsid w:val="0007640A"/>
    <w:rsid w:val="00077D1D"/>
    <w:rsid w:val="00077EB1"/>
    <w:rsid w:val="00080414"/>
    <w:rsid w:val="0008108C"/>
    <w:rsid w:val="000822F2"/>
    <w:rsid w:val="0008245C"/>
    <w:rsid w:val="0008408E"/>
    <w:rsid w:val="00085DBB"/>
    <w:rsid w:val="00086C17"/>
    <w:rsid w:val="000901F4"/>
    <w:rsid w:val="00090AE5"/>
    <w:rsid w:val="00091CB0"/>
    <w:rsid w:val="00092E1E"/>
    <w:rsid w:val="000930CF"/>
    <w:rsid w:val="00093AC7"/>
    <w:rsid w:val="00095EEB"/>
    <w:rsid w:val="00096E87"/>
    <w:rsid w:val="00096F28"/>
    <w:rsid w:val="000A1CC8"/>
    <w:rsid w:val="000A1CE5"/>
    <w:rsid w:val="000A2F8C"/>
    <w:rsid w:val="000A4CA7"/>
    <w:rsid w:val="000A5318"/>
    <w:rsid w:val="000A5779"/>
    <w:rsid w:val="000A6066"/>
    <w:rsid w:val="000A7DE2"/>
    <w:rsid w:val="000B5D58"/>
    <w:rsid w:val="000C0994"/>
    <w:rsid w:val="000C0B9A"/>
    <w:rsid w:val="000C2158"/>
    <w:rsid w:val="000C29B7"/>
    <w:rsid w:val="000C3D11"/>
    <w:rsid w:val="000C65B0"/>
    <w:rsid w:val="000C66B9"/>
    <w:rsid w:val="000C68EE"/>
    <w:rsid w:val="000D05CD"/>
    <w:rsid w:val="000D111C"/>
    <w:rsid w:val="000D1675"/>
    <w:rsid w:val="000D1AD3"/>
    <w:rsid w:val="000D2458"/>
    <w:rsid w:val="000D25F5"/>
    <w:rsid w:val="000D2F9D"/>
    <w:rsid w:val="000D3DA6"/>
    <w:rsid w:val="000D45E0"/>
    <w:rsid w:val="000D46D6"/>
    <w:rsid w:val="000D7224"/>
    <w:rsid w:val="000D734B"/>
    <w:rsid w:val="000E1391"/>
    <w:rsid w:val="000E176C"/>
    <w:rsid w:val="000E6DA9"/>
    <w:rsid w:val="000E7AB8"/>
    <w:rsid w:val="000F0389"/>
    <w:rsid w:val="000F1613"/>
    <w:rsid w:val="000F1B0E"/>
    <w:rsid w:val="000F3169"/>
    <w:rsid w:val="000F3BF2"/>
    <w:rsid w:val="000F5A18"/>
    <w:rsid w:val="000F670C"/>
    <w:rsid w:val="000F77A7"/>
    <w:rsid w:val="001002B1"/>
    <w:rsid w:val="00101A51"/>
    <w:rsid w:val="00101E84"/>
    <w:rsid w:val="001027B9"/>
    <w:rsid w:val="00102E21"/>
    <w:rsid w:val="00103268"/>
    <w:rsid w:val="0010374D"/>
    <w:rsid w:val="001056CA"/>
    <w:rsid w:val="00105DD9"/>
    <w:rsid w:val="001065C5"/>
    <w:rsid w:val="00106AE0"/>
    <w:rsid w:val="0010740F"/>
    <w:rsid w:val="00107C2A"/>
    <w:rsid w:val="0011017E"/>
    <w:rsid w:val="00110D49"/>
    <w:rsid w:val="001129C3"/>
    <w:rsid w:val="00112DEB"/>
    <w:rsid w:val="001147D6"/>
    <w:rsid w:val="00114DA9"/>
    <w:rsid w:val="001150D3"/>
    <w:rsid w:val="00115BF8"/>
    <w:rsid w:val="001162C0"/>
    <w:rsid w:val="00116EC6"/>
    <w:rsid w:val="001206E5"/>
    <w:rsid w:val="00122BB4"/>
    <w:rsid w:val="00122F15"/>
    <w:rsid w:val="00124135"/>
    <w:rsid w:val="00124453"/>
    <w:rsid w:val="0012625C"/>
    <w:rsid w:val="00126EC7"/>
    <w:rsid w:val="00127162"/>
    <w:rsid w:val="001278EC"/>
    <w:rsid w:val="00127F32"/>
    <w:rsid w:val="00131013"/>
    <w:rsid w:val="001318F0"/>
    <w:rsid w:val="0013439D"/>
    <w:rsid w:val="00134997"/>
    <w:rsid w:val="001354C3"/>
    <w:rsid w:val="00136113"/>
    <w:rsid w:val="00136C39"/>
    <w:rsid w:val="00136CF5"/>
    <w:rsid w:val="0013783C"/>
    <w:rsid w:val="001411DE"/>
    <w:rsid w:val="00141C2D"/>
    <w:rsid w:val="0014266A"/>
    <w:rsid w:val="00145003"/>
    <w:rsid w:val="00145143"/>
    <w:rsid w:val="0014526C"/>
    <w:rsid w:val="00145B24"/>
    <w:rsid w:val="00145F7C"/>
    <w:rsid w:val="00150B1D"/>
    <w:rsid w:val="00151A8F"/>
    <w:rsid w:val="00151ADA"/>
    <w:rsid w:val="001539D9"/>
    <w:rsid w:val="0015451C"/>
    <w:rsid w:val="00155002"/>
    <w:rsid w:val="00157AB1"/>
    <w:rsid w:val="00161853"/>
    <w:rsid w:val="00161C48"/>
    <w:rsid w:val="00164F78"/>
    <w:rsid w:val="00166A4F"/>
    <w:rsid w:val="001679F3"/>
    <w:rsid w:val="00170C54"/>
    <w:rsid w:val="00171258"/>
    <w:rsid w:val="001719D1"/>
    <w:rsid w:val="00172726"/>
    <w:rsid w:val="00175BD8"/>
    <w:rsid w:val="001825BA"/>
    <w:rsid w:val="00186241"/>
    <w:rsid w:val="0018628C"/>
    <w:rsid w:val="0018664A"/>
    <w:rsid w:val="0018671D"/>
    <w:rsid w:val="00192DB0"/>
    <w:rsid w:val="00193CF8"/>
    <w:rsid w:val="00193D15"/>
    <w:rsid w:val="00194DBC"/>
    <w:rsid w:val="00194EDA"/>
    <w:rsid w:val="001954C4"/>
    <w:rsid w:val="0019593F"/>
    <w:rsid w:val="00195C15"/>
    <w:rsid w:val="001A10DC"/>
    <w:rsid w:val="001B1166"/>
    <w:rsid w:val="001B2583"/>
    <w:rsid w:val="001B282A"/>
    <w:rsid w:val="001B2EB0"/>
    <w:rsid w:val="001B33B2"/>
    <w:rsid w:val="001B4A46"/>
    <w:rsid w:val="001B4B68"/>
    <w:rsid w:val="001B59E0"/>
    <w:rsid w:val="001B63A8"/>
    <w:rsid w:val="001B68BF"/>
    <w:rsid w:val="001B6A5A"/>
    <w:rsid w:val="001C0F99"/>
    <w:rsid w:val="001C20BD"/>
    <w:rsid w:val="001C5CFF"/>
    <w:rsid w:val="001D252F"/>
    <w:rsid w:val="001D2EAF"/>
    <w:rsid w:val="001D4C83"/>
    <w:rsid w:val="001D607C"/>
    <w:rsid w:val="001E016E"/>
    <w:rsid w:val="001E06C0"/>
    <w:rsid w:val="001E4AE3"/>
    <w:rsid w:val="001E598A"/>
    <w:rsid w:val="001E7CEB"/>
    <w:rsid w:val="001F03AC"/>
    <w:rsid w:val="001F1158"/>
    <w:rsid w:val="001F25EA"/>
    <w:rsid w:val="001F2B1B"/>
    <w:rsid w:val="001F60A3"/>
    <w:rsid w:val="001F7251"/>
    <w:rsid w:val="001F73BF"/>
    <w:rsid w:val="00200066"/>
    <w:rsid w:val="00202DB0"/>
    <w:rsid w:val="002053E8"/>
    <w:rsid w:val="00205990"/>
    <w:rsid w:val="00206442"/>
    <w:rsid w:val="002069E9"/>
    <w:rsid w:val="002106A4"/>
    <w:rsid w:val="0021094A"/>
    <w:rsid w:val="002134C1"/>
    <w:rsid w:val="00213680"/>
    <w:rsid w:val="00221748"/>
    <w:rsid w:val="0022334B"/>
    <w:rsid w:val="00224FBF"/>
    <w:rsid w:val="002258F3"/>
    <w:rsid w:val="0022781D"/>
    <w:rsid w:val="002305C3"/>
    <w:rsid w:val="002338CF"/>
    <w:rsid w:val="00234E8F"/>
    <w:rsid w:val="002363F1"/>
    <w:rsid w:val="0024097D"/>
    <w:rsid w:val="002409B4"/>
    <w:rsid w:val="002417FA"/>
    <w:rsid w:val="00242206"/>
    <w:rsid w:val="0024283A"/>
    <w:rsid w:val="002442E8"/>
    <w:rsid w:val="00245A01"/>
    <w:rsid w:val="002468FF"/>
    <w:rsid w:val="00247FA0"/>
    <w:rsid w:val="002517BC"/>
    <w:rsid w:val="00251EBF"/>
    <w:rsid w:val="0025223A"/>
    <w:rsid w:val="002527D2"/>
    <w:rsid w:val="0025323B"/>
    <w:rsid w:val="002535A8"/>
    <w:rsid w:val="00257599"/>
    <w:rsid w:val="002621A1"/>
    <w:rsid w:val="002637B1"/>
    <w:rsid w:val="00263A62"/>
    <w:rsid w:val="0026459F"/>
    <w:rsid w:val="002646C2"/>
    <w:rsid w:val="00264759"/>
    <w:rsid w:val="00266B75"/>
    <w:rsid w:val="0026796F"/>
    <w:rsid w:val="00267B32"/>
    <w:rsid w:val="002700C4"/>
    <w:rsid w:val="0027096B"/>
    <w:rsid w:val="002720C6"/>
    <w:rsid w:val="00272803"/>
    <w:rsid w:val="002740F4"/>
    <w:rsid w:val="00276E4E"/>
    <w:rsid w:val="0027711A"/>
    <w:rsid w:val="00281600"/>
    <w:rsid w:val="00281F56"/>
    <w:rsid w:val="002831FF"/>
    <w:rsid w:val="0028342B"/>
    <w:rsid w:val="00284486"/>
    <w:rsid w:val="00284A54"/>
    <w:rsid w:val="00287584"/>
    <w:rsid w:val="002929B0"/>
    <w:rsid w:val="00292B42"/>
    <w:rsid w:val="00295B17"/>
    <w:rsid w:val="00295C2D"/>
    <w:rsid w:val="0029665A"/>
    <w:rsid w:val="00297AE3"/>
    <w:rsid w:val="002A17A4"/>
    <w:rsid w:val="002A4250"/>
    <w:rsid w:val="002A4D96"/>
    <w:rsid w:val="002A5C14"/>
    <w:rsid w:val="002B1BD9"/>
    <w:rsid w:val="002B2045"/>
    <w:rsid w:val="002B31A8"/>
    <w:rsid w:val="002B385F"/>
    <w:rsid w:val="002B5828"/>
    <w:rsid w:val="002B6724"/>
    <w:rsid w:val="002B6B2B"/>
    <w:rsid w:val="002C01F3"/>
    <w:rsid w:val="002C0B69"/>
    <w:rsid w:val="002C1A1D"/>
    <w:rsid w:val="002D0366"/>
    <w:rsid w:val="002D5726"/>
    <w:rsid w:val="002D68F4"/>
    <w:rsid w:val="002D6EE6"/>
    <w:rsid w:val="002D7D45"/>
    <w:rsid w:val="002E3116"/>
    <w:rsid w:val="002E37A1"/>
    <w:rsid w:val="002E5084"/>
    <w:rsid w:val="002E57FA"/>
    <w:rsid w:val="002E6B7D"/>
    <w:rsid w:val="002E70BC"/>
    <w:rsid w:val="002F0E88"/>
    <w:rsid w:val="002F1293"/>
    <w:rsid w:val="002F2656"/>
    <w:rsid w:val="002F349E"/>
    <w:rsid w:val="002F6AA4"/>
    <w:rsid w:val="002F7C3A"/>
    <w:rsid w:val="00302916"/>
    <w:rsid w:val="00303333"/>
    <w:rsid w:val="00303D35"/>
    <w:rsid w:val="00304130"/>
    <w:rsid w:val="00304142"/>
    <w:rsid w:val="003066CD"/>
    <w:rsid w:val="00307CA1"/>
    <w:rsid w:val="003115B0"/>
    <w:rsid w:val="00311ADE"/>
    <w:rsid w:val="00311AE4"/>
    <w:rsid w:val="00312943"/>
    <w:rsid w:val="00313A89"/>
    <w:rsid w:val="00313C3E"/>
    <w:rsid w:val="003163D0"/>
    <w:rsid w:val="00316619"/>
    <w:rsid w:val="00320BD5"/>
    <w:rsid w:val="00327187"/>
    <w:rsid w:val="00330232"/>
    <w:rsid w:val="003336B5"/>
    <w:rsid w:val="00333DBF"/>
    <w:rsid w:val="00333E44"/>
    <w:rsid w:val="00334C7A"/>
    <w:rsid w:val="00335C33"/>
    <w:rsid w:val="003373A2"/>
    <w:rsid w:val="00341AB1"/>
    <w:rsid w:val="00345A90"/>
    <w:rsid w:val="0034675A"/>
    <w:rsid w:val="003471C2"/>
    <w:rsid w:val="00347675"/>
    <w:rsid w:val="00351486"/>
    <w:rsid w:val="00353028"/>
    <w:rsid w:val="00354104"/>
    <w:rsid w:val="00354E54"/>
    <w:rsid w:val="0035769F"/>
    <w:rsid w:val="0036017D"/>
    <w:rsid w:val="00361523"/>
    <w:rsid w:val="003619F4"/>
    <w:rsid w:val="00362D06"/>
    <w:rsid w:val="00363F90"/>
    <w:rsid w:val="00364344"/>
    <w:rsid w:val="00364981"/>
    <w:rsid w:val="00365153"/>
    <w:rsid w:val="003653EA"/>
    <w:rsid w:val="00365740"/>
    <w:rsid w:val="00365F9A"/>
    <w:rsid w:val="00370667"/>
    <w:rsid w:val="0037212B"/>
    <w:rsid w:val="003721EE"/>
    <w:rsid w:val="00372CF3"/>
    <w:rsid w:val="003737A1"/>
    <w:rsid w:val="00373856"/>
    <w:rsid w:val="003749B9"/>
    <w:rsid w:val="00375646"/>
    <w:rsid w:val="00376E1F"/>
    <w:rsid w:val="00377263"/>
    <w:rsid w:val="00380A8E"/>
    <w:rsid w:val="00382585"/>
    <w:rsid w:val="0038469C"/>
    <w:rsid w:val="00384954"/>
    <w:rsid w:val="003849C2"/>
    <w:rsid w:val="00386715"/>
    <w:rsid w:val="00387F81"/>
    <w:rsid w:val="00393D5D"/>
    <w:rsid w:val="0039553F"/>
    <w:rsid w:val="00396D1D"/>
    <w:rsid w:val="003A0F7D"/>
    <w:rsid w:val="003A2435"/>
    <w:rsid w:val="003A245D"/>
    <w:rsid w:val="003A27CB"/>
    <w:rsid w:val="003A2A15"/>
    <w:rsid w:val="003A3AE9"/>
    <w:rsid w:val="003A4ED0"/>
    <w:rsid w:val="003A5219"/>
    <w:rsid w:val="003A5F12"/>
    <w:rsid w:val="003A6005"/>
    <w:rsid w:val="003A708F"/>
    <w:rsid w:val="003A7275"/>
    <w:rsid w:val="003A72A5"/>
    <w:rsid w:val="003A7773"/>
    <w:rsid w:val="003B0329"/>
    <w:rsid w:val="003B2728"/>
    <w:rsid w:val="003B2D74"/>
    <w:rsid w:val="003B324D"/>
    <w:rsid w:val="003B3FD9"/>
    <w:rsid w:val="003B4D13"/>
    <w:rsid w:val="003C0CED"/>
    <w:rsid w:val="003C23AE"/>
    <w:rsid w:val="003C2CFB"/>
    <w:rsid w:val="003C35B9"/>
    <w:rsid w:val="003C558B"/>
    <w:rsid w:val="003D322F"/>
    <w:rsid w:val="003D3822"/>
    <w:rsid w:val="003D3CBC"/>
    <w:rsid w:val="003D4A96"/>
    <w:rsid w:val="003D5C0C"/>
    <w:rsid w:val="003D6C74"/>
    <w:rsid w:val="003D7364"/>
    <w:rsid w:val="003D73CA"/>
    <w:rsid w:val="003D7ECC"/>
    <w:rsid w:val="003E0E28"/>
    <w:rsid w:val="003E35DB"/>
    <w:rsid w:val="003E3610"/>
    <w:rsid w:val="003E3C78"/>
    <w:rsid w:val="003E3F9A"/>
    <w:rsid w:val="003F0713"/>
    <w:rsid w:val="003F0853"/>
    <w:rsid w:val="003F17CF"/>
    <w:rsid w:val="003F1ED0"/>
    <w:rsid w:val="003F2D45"/>
    <w:rsid w:val="003F3D30"/>
    <w:rsid w:val="003F4044"/>
    <w:rsid w:val="003F4638"/>
    <w:rsid w:val="003F57AC"/>
    <w:rsid w:val="003F631F"/>
    <w:rsid w:val="003F6C08"/>
    <w:rsid w:val="0040071E"/>
    <w:rsid w:val="00400D6B"/>
    <w:rsid w:val="00400E5B"/>
    <w:rsid w:val="00401279"/>
    <w:rsid w:val="00401512"/>
    <w:rsid w:val="00401B7A"/>
    <w:rsid w:val="0040235A"/>
    <w:rsid w:val="00403121"/>
    <w:rsid w:val="00403678"/>
    <w:rsid w:val="00404A87"/>
    <w:rsid w:val="00406697"/>
    <w:rsid w:val="00406E8B"/>
    <w:rsid w:val="0041153E"/>
    <w:rsid w:val="00411663"/>
    <w:rsid w:val="00413835"/>
    <w:rsid w:val="004149B2"/>
    <w:rsid w:val="00414B64"/>
    <w:rsid w:val="004161E1"/>
    <w:rsid w:val="00416D9B"/>
    <w:rsid w:val="0042026F"/>
    <w:rsid w:val="00422036"/>
    <w:rsid w:val="00422305"/>
    <w:rsid w:val="00422A23"/>
    <w:rsid w:val="00422D99"/>
    <w:rsid w:val="0042386A"/>
    <w:rsid w:val="00425421"/>
    <w:rsid w:val="00425FB8"/>
    <w:rsid w:val="00426072"/>
    <w:rsid w:val="004267A4"/>
    <w:rsid w:val="00432A3D"/>
    <w:rsid w:val="00433F03"/>
    <w:rsid w:val="0043410E"/>
    <w:rsid w:val="004369B8"/>
    <w:rsid w:val="00436BD8"/>
    <w:rsid w:val="00436C0A"/>
    <w:rsid w:val="00441705"/>
    <w:rsid w:val="004438A0"/>
    <w:rsid w:val="00444CAC"/>
    <w:rsid w:val="004458BA"/>
    <w:rsid w:val="00450FAC"/>
    <w:rsid w:val="00451268"/>
    <w:rsid w:val="004525C4"/>
    <w:rsid w:val="00452EC6"/>
    <w:rsid w:val="0045335B"/>
    <w:rsid w:val="00453CC1"/>
    <w:rsid w:val="0045496F"/>
    <w:rsid w:val="00454ACF"/>
    <w:rsid w:val="00455468"/>
    <w:rsid w:val="0045785E"/>
    <w:rsid w:val="004603DC"/>
    <w:rsid w:val="004609EE"/>
    <w:rsid w:val="00463C09"/>
    <w:rsid w:val="00464EBD"/>
    <w:rsid w:val="00466C1E"/>
    <w:rsid w:val="00467418"/>
    <w:rsid w:val="00467F7D"/>
    <w:rsid w:val="00470D57"/>
    <w:rsid w:val="00471BAD"/>
    <w:rsid w:val="00474EAC"/>
    <w:rsid w:val="004764D8"/>
    <w:rsid w:val="00476767"/>
    <w:rsid w:val="00480904"/>
    <w:rsid w:val="00480972"/>
    <w:rsid w:val="0048116C"/>
    <w:rsid w:val="00481AFA"/>
    <w:rsid w:val="00481F58"/>
    <w:rsid w:val="004838B3"/>
    <w:rsid w:val="00484E93"/>
    <w:rsid w:val="00485121"/>
    <w:rsid w:val="00490CC5"/>
    <w:rsid w:val="00493A80"/>
    <w:rsid w:val="00495055"/>
    <w:rsid w:val="00495B60"/>
    <w:rsid w:val="004A0BAE"/>
    <w:rsid w:val="004A1BAE"/>
    <w:rsid w:val="004A211A"/>
    <w:rsid w:val="004A2562"/>
    <w:rsid w:val="004A3EA1"/>
    <w:rsid w:val="004A3EFF"/>
    <w:rsid w:val="004A52E0"/>
    <w:rsid w:val="004A6EDA"/>
    <w:rsid w:val="004B107F"/>
    <w:rsid w:val="004B1530"/>
    <w:rsid w:val="004B4445"/>
    <w:rsid w:val="004B49D1"/>
    <w:rsid w:val="004B4DB6"/>
    <w:rsid w:val="004B5730"/>
    <w:rsid w:val="004B591F"/>
    <w:rsid w:val="004B703C"/>
    <w:rsid w:val="004B7787"/>
    <w:rsid w:val="004C042D"/>
    <w:rsid w:val="004C0724"/>
    <w:rsid w:val="004C1368"/>
    <w:rsid w:val="004C3391"/>
    <w:rsid w:val="004C4981"/>
    <w:rsid w:val="004C4FEA"/>
    <w:rsid w:val="004C7B93"/>
    <w:rsid w:val="004D185E"/>
    <w:rsid w:val="004D211D"/>
    <w:rsid w:val="004D301E"/>
    <w:rsid w:val="004D31A5"/>
    <w:rsid w:val="004D74D0"/>
    <w:rsid w:val="004D75F9"/>
    <w:rsid w:val="004E27CD"/>
    <w:rsid w:val="004E3FC7"/>
    <w:rsid w:val="004E4350"/>
    <w:rsid w:val="004E6345"/>
    <w:rsid w:val="004E7459"/>
    <w:rsid w:val="004E7828"/>
    <w:rsid w:val="004E7A84"/>
    <w:rsid w:val="004F0FBC"/>
    <w:rsid w:val="004F19E8"/>
    <w:rsid w:val="004F58CE"/>
    <w:rsid w:val="004F6553"/>
    <w:rsid w:val="004F6B93"/>
    <w:rsid w:val="004F7815"/>
    <w:rsid w:val="0050075C"/>
    <w:rsid w:val="0050387C"/>
    <w:rsid w:val="00504F02"/>
    <w:rsid w:val="00505E04"/>
    <w:rsid w:val="00506690"/>
    <w:rsid w:val="00511166"/>
    <w:rsid w:val="00512B38"/>
    <w:rsid w:val="00515A5C"/>
    <w:rsid w:val="00516C0D"/>
    <w:rsid w:val="00517762"/>
    <w:rsid w:val="00520F7F"/>
    <w:rsid w:val="005211A3"/>
    <w:rsid w:val="00522255"/>
    <w:rsid w:val="00522E20"/>
    <w:rsid w:val="005233AF"/>
    <w:rsid w:val="00525FFA"/>
    <w:rsid w:val="005275E3"/>
    <w:rsid w:val="00530901"/>
    <w:rsid w:val="00532B31"/>
    <w:rsid w:val="00533079"/>
    <w:rsid w:val="00534EEF"/>
    <w:rsid w:val="005364A9"/>
    <w:rsid w:val="00536CAC"/>
    <w:rsid w:val="00536F67"/>
    <w:rsid w:val="00540257"/>
    <w:rsid w:val="00541BFC"/>
    <w:rsid w:val="00541CB0"/>
    <w:rsid w:val="00542AA8"/>
    <w:rsid w:val="005430E7"/>
    <w:rsid w:val="00544F64"/>
    <w:rsid w:val="00544FAA"/>
    <w:rsid w:val="00546589"/>
    <w:rsid w:val="00546C09"/>
    <w:rsid w:val="00550AFC"/>
    <w:rsid w:val="005535AC"/>
    <w:rsid w:val="00560C7A"/>
    <w:rsid w:val="0056128A"/>
    <w:rsid w:val="00566D2C"/>
    <w:rsid w:val="00570120"/>
    <w:rsid w:val="0057144C"/>
    <w:rsid w:val="00571929"/>
    <w:rsid w:val="005727C5"/>
    <w:rsid w:val="00573D43"/>
    <w:rsid w:val="0057418A"/>
    <w:rsid w:val="00574ADD"/>
    <w:rsid w:val="005762E0"/>
    <w:rsid w:val="0057724F"/>
    <w:rsid w:val="005775D2"/>
    <w:rsid w:val="00577BA4"/>
    <w:rsid w:val="00581837"/>
    <w:rsid w:val="005825B0"/>
    <w:rsid w:val="00582C21"/>
    <w:rsid w:val="00584C4E"/>
    <w:rsid w:val="00585386"/>
    <w:rsid w:val="005867D9"/>
    <w:rsid w:val="00587797"/>
    <w:rsid w:val="00591D77"/>
    <w:rsid w:val="00592B84"/>
    <w:rsid w:val="005A12B9"/>
    <w:rsid w:val="005A1A72"/>
    <w:rsid w:val="005A291F"/>
    <w:rsid w:val="005A2B2E"/>
    <w:rsid w:val="005A714B"/>
    <w:rsid w:val="005A7F21"/>
    <w:rsid w:val="005B1DAB"/>
    <w:rsid w:val="005B3AAA"/>
    <w:rsid w:val="005B4D5D"/>
    <w:rsid w:val="005B5180"/>
    <w:rsid w:val="005B658A"/>
    <w:rsid w:val="005B6C51"/>
    <w:rsid w:val="005B7976"/>
    <w:rsid w:val="005C0006"/>
    <w:rsid w:val="005C0ECF"/>
    <w:rsid w:val="005C11B7"/>
    <w:rsid w:val="005C1B7E"/>
    <w:rsid w:val="005C1CFB"/>
    <w:rsid w:val="005C204C"/>
    <w:rsid w:val="005C22D3"/>
    <w:rsid w:val="005C2AEE"/>
    <w:rsid w:val="005C2DCC"/>
    <w:rsid w:val="005C3C93"/>
    <w:rsid w:val="005C76C1"/>
    <w:rsid w:val="005D0631"/>
    <w:rsid w:val="005D0A82"/>
    <w:rsid w:val="005D1A5A"/>
    <w:rsid w:val="005D67FD"/>
    <w:rsid w:val="005E47E0"/>
    <w:rsid w:val="005E57FE"/>
    <w:rsid w:val="005E5CF6"/>
    <w:rsid w:val="005E5CFE"/>
    <w:rsid w:val="005E6245"/>
    <w:rsid w:val="005E65A2"/>
    <w:rsid w:val="005E6F2A"/>
    <w:rsid w:val="005E7C7D"/>
    <w:rsid w:val="005F0652"/>
    <w:rsid w:val="005F0E8E"/>
    <w:rsid w:val="005F1AF6"/>
    <w:rsid w:val="005F2512"/>
    <w:rsid w:val="005F37B4"/>
    <w:rsid w:val="005F3B45"/>
    <w:rsid w:val="005F46FD"/>
    <w:rsid w:val="005F47D1"/>
    <w:rsid w:val="005F4918"/>
    <w:rsid w:val="005F4B6C"/>
    <w:rsid w:val="005F6EE9"/>
    <w:rsid w:val="005F6FD2"/>
    <w:rsid w:val="006011B9"/>
    <w:rsid w:val="00601326"/>
    <w:rsid w:val="00601D58"/>
    <w:rsid w:val="0060345A"/>
    <w:rsid w:val="00603657"/>
    <w:rsid w:val="00605625"/>
    <w:rsid w:val="006057C9"/>
    <w:rsid w:val="00606624"/>
    <w:rsid w:val="0060725C"/>
    <w:rsid w:val="00607CF6"/>
    <w:rsid w:val="00610556"/>
    <w:rsid w:val="0061083D"/>
    <w:rsid w:val="0061258E"/>
    <w:rsid w:val="006126CC"/>
    <w:rsid w:val="00612CE4"/>
    <w:rsid w:val="00613C8D"/>
    <w:rsid w:val="00620F80"/>
    <w:rsid w:val="00623A51"/>
    <w:rsid w:val="006256F5"/>
    <w:rsid w:val="00625DA4"/>
    <w:rsid w:val="006268D9"/>
    <w:rsid w:val="00626BAB"/>
    <w:rsid w:val="00626DAD"/>
    <w:rsid w:val="00627977"/>
    <w:rsid w:val="00630C77"/>
    <w:rsid w:val="00631A57"/>
    <w:rsid w:val="00632B9D"/>
    <w:rsid w:val="00633F88"/>
    <w:rsid w:val="00634420"/>
    <w:rsid w:val="006358B5"/>
    <w:rsid w:val="00636451"/>
    <w:rsid w:val="006365FA"/>
    <w:rsid w:val="00636AF9"/>
    <w:rsid w:val="00640130"/>
    <w:rsid w:val="00640BD2"/>
    <w:rsid w:val="00641383"/>
    <w:rsid w:val="00641D73"/>
    <w:rsid w:val="006437B6"/>
    <w:rsid w:val="006447FF"/>
    <w:rsid w:val="00645EF5"/>
    <w:rsid w:val="00646FEF"/>
    <w:rsid w:val="0064777E"/>
    <w:rsid w:val="00652362"/>
    <w:rsid w:val="00652E1E"/>
    <w:rsid w:val="0065358A"/>
    <w:rsid w:val="00653AA1"/>
    <w:rsid w:val="00655125"/>
    <w:rsid w:val="0065592E"/>
    <w:rsid w:val="00655F04"/>
    <w:rsid w:val="006563C2"/>
    <w:rsid w:val="006573C3"/>
    <w:rsid w:val="00661235"/>
    <w:rsid w:val="006612F2"/>
    <w:rsid w:val="0066277F"/>
    <w:rsid w:val="00662A59"/>
    <w:rsid w:val="006645C1"/>
    <w:rsid w:val="00664E42"/>
    <w:rsid w:val="00667944"/>
    <w:rsid w:val="00667F57"/>
    <w:rsid w:val="00670608"/>
    <w:rsid w:val="00670910"/>
    <w:rsid w:val="00670AF4"/>
    <w:rsid w:val="006719B7"/>
    <w:rsid w:val="00671FD7"/>
    <w:rsid w:val="00674504"/>
    <w:rsid w:val="00674C7A"/>
    <w:rsid w:val="00675533"/>
    <w:rsid w:val="006755D8"/>
    <w:rsid w:val="00677E3D"/>
    <w:rsid w:val="0068087A"/>
    <w:rsid w:val="00682192"/>
    <w:rsid w:val="00685872"/>
    <w:rsid w:val="0068616C"/>
    <w:rsid w:val="00686B5C"/>
    <w:rsid w:val="00690B64"/>
    <w:rsid w:val="00690EB9"/>
    <w:rsid w:val="00694D67"/>
    <w:rsid w:val="00695641"/>
    <w:rsid w:val="00696590"/>
    <w:rsid w:val="00696CD5"/>
    <w:rsid w:val="00696F47"/>
    <w:rsid w:val="006A0B3B"/>
    <w:rsid w:val="006A21DC"/>
    <w:rsid w:val="006A2784"/>
    <w:rsid w:val="006A2FFA"/>
    <w:rsid w:val="006A5FD4"/>
    <w:rsid w:val="006A70C5"/>
    <w:rsid w:val="006A7F9A"/>
    <w:rsid w:val="006B0677"/>
    <w:rsid w:val="006B1179"/>
    <w:rsid w:val="006B2D00"/>
    <w:rsid w:val="006B35EF"/>
    <w:rsid w:val="006B3886"/>
    <w:rsid w:val="006C1151"/>
    <w:rsid w:val="006C2377"/>
    <w:rsid w:val="006C3298"/>
    <w:rsid w:val="006C35C0"/>
    <w:rsid w:val="006C3E3B"/>
    <w:rsid w:val="006C4A7A"/>
    <w:rsid w:val="006C4B88"/>
    <w:rsid w:val="006C50EA"/>
    <w:rsid w:val="006C5FF0"/>
    <w:rsid w:val="006D0A4B"/>
    <w:rsid w:val="006D1C8A"/>
    <w:rsid w:val="006D3137"/>
    <w:rsid w:val="006D3E1E"/>
    <w:rsid w:val="006D405D"/>
    <w:rsid w:val="006D5A5E"/>
    <w:rsid w:val="006D5FE1"/>
    <w:rsid w:val="006D78C8"/>
    <w:rsid w:val="006E00F8"/>
    <w:rsid w:val="006E0BD0"/>
    <w:rsid w:val="006E360E"/>
    <w:rsid w:val="006E503B"/>
    <w:rsid w:val="006E50A3"/>
    <w:rsid w:val="006E5202"/>
    <w:rsid w:val="006E548E"/>
    <w:rsid w:val="006E71EA"/>
    <w:rsid w:val="006E79AA"/>
    <w:rsid w:val="006F02CC"/>
    <w:rsid w:val="006F0487"/>
    <w:rsid w:val="006F4DEA"/>
    <w:rsid w:val="006F56D1"/>
    <w:rsid w:val="006F6C52"/>
    <w:rsid w:val="006F6E44"/>
    <w:rsid w:val="006F7710"/>
    <w:rsid w:val="0070045B"/>
    <w:rsid w:val="00700C07"/>
    <w:rsid w:val="00702640"/>
    <w:rsid w:val="00704C1C"/>
    <w:rsid w:val="00704FB3"/>
    <w:rsid w:val="007051DA"/>
    <w:rsid w:val="007075E9"/>
    <w:rsid w:val="00710C18"/>
    <w:rsid w:val="0071111B"/>
    <w:rsid w:val="007129EF"/>
    <w:rsid w:val="00713443"/>
    <w:rsid w:val="00713A9D"/>
    <w:rsid w:val="00714489"/>
    <w:rsid w:val="00720B4A"/>
    <w:rsid w:val="0072138B"/>
    <w:rsid w:val="00722CBD"/>
    <w:rsid w:val="00725359"/>
    <w:rsid w:val="00725CA9"/>
    <w:rsid w:val="00725FC5"/>
    <w:rsid w:val="00726342"/>
    <w:rsid w:val="0072637F"/>
    <w:rsid w:val="00727331"/>
    <w:rsid w:val="007274E3"/>
    <w:rsid w:val="00730190"/>
    <w:rsid w:val="00732259"/>
    <w:rsid w:val="00734985"/>
    <w:rsid w:val="00735B81"/>
    <w:rsid w:val="007375EB"/>
    <w:rsid w:val="00740630"/>
    <w:rsid w:val="00741CFF"/>
    <w:rsid w:val="00744E16"/>
    <w:rsid w:val="0074561E"/>
    <w:rsid w:val="007502D6"/>
    <w:rsid w:val="007509F8"/>
    <w:rsid w:val="00751006"/>
    <w:rsid w:val="00752CB6"/>
    <w:rsid w:val="0075438F"/>
    <w:rsid w:val="0075585F"/>
    <w:rsid w:val="00755D83"/>
    <w:rsid w:val="007626BB"/>
    <w:rsid w:val="00765832"/>
    <w:rsid w:val="00767E36"/>
    <w:rsid w:val="00772435"/>
    <w:rsid w:val="0077352A"/>
    <w:rsid w:val="00775576"/>
    <w:rsid w:val="0077566E"/>
    <w:rsid w:val="00776528"/>
    <w:rsid w:val="00776B8E"/>
    <w:rsid w:val="00777E9B"/>
    <w:rsid w:val="00780689"/>
    <w:rsid w:val="00783C68"/>
    <w:rsid w:val="0078646D"/>
    <w:rsid w:val="007872B1"/>
    <w:rsid w:val="00791393"/>
    <w:rsid w:val="007924AE"/>
    <w:rsid w:val="007928A2"/>
    <w:rsid w:val="00794809"/>
    <w:rsid w:val="007955EF"/>
    <w:rsid w:val="0079644C"/>
    <w:rsid w:val="0079721A"/>
    <w:rsid w:val="0079753D"/>
    <w:rsid w:val="00797731"/>
    <w:rsid w:val="007A0588"/>
    <w:rsid w:val="007A0B15"/>
    <w:rsid w:val="007A0D84"/>
    <w:rsid w:val="007A0EE8"/>
    <w:rsid w:val="007A1552"/>
    <w:rsid w:val="007A20B1"/>
    <w:rsid w:val="007A2EEA"/>
    <w:rsid w:val="007A4F5A"/>
    <w:rsid w:val="007A683D"/>
    <w:rsid w:val="007A6DBE"/>
    <w:rsid w:val="007A77A9"/>
    <w:rsid w:val="007B03B9"/>
    <w:rsid w:val="007B1354"/>
    <w:rsid w:val="007B1759"/>
    <w:rsid w:val="007B18F9"/>
    <w:rsid w:val="007B1B6D"/>
    <w:rsid w:val="007B1C9D"/>
    <w:rsid w:val="007B502A"/>
    <w:rsid w:val="007B5E26"/>
    <w:rsid w:val="007B6E1B"/>
    <w:rsid w:val="007B7D49"/>
    <w:rsid w:val="007C0616"/>
    <w:rsid w:val="007C320B"/>
    <w:rsid w:val="007C3273"/>
    <w:rsid w:val="007C5454"/>
    <w:rsid w:val="007C6E6E"/>
    <w:rsid w:val="007C7D2A"/>
    <w:rsid w:val="007C7EF3"/>
    <w:rsid w:val="007D2413"/>
    <w:rsid w:val="007D512F"/>
    <w:rsid w:val="007D6ABA"/>
    <w:rsid w:val="007D789B"/>
    <w:rsid w:val="007E275B"/>
    <w:rsid w:val="007E2941"/>
    <w:rsid w:val="007E4F31"/>
    <w:rsid w:val="007E57B4"/>
    <w:rsid w:val="007E5BF1"/>
    <w:rsid w:val="007E6DFE"/>
    <w:rsid w:val="007E72C5"/>
    <w:rsid w:val="007E762E"/>
    <w:rsid w:val="007E7B80"/>
    <w:rsid w:val="007F0F5C"/>
    <w:rsid w:val="007F19F0"/>
    <w:rsid w:val="007F34AE"/>
    <w:rsid w:val="00801CD6"/>
    <w:rsid w:val="0080305D"/>
    <w:rsid w:val="00811095"/>
    <w:rsid w:val="00811EC6"/>
    <w:rsid w:val="00812F08"/>
    <w:rsid w:val="008134D0"/>
    <w:rsid w:val="00813753"/>
    <w:rsid w:val="00813FD8"/>
    <w:rsid w:val="0081636A"/>
    <w:rsid w:val="00820F76"/>
    <w:rsid w:val="00825355"/>
    <w:rsid w:val="008253D7"/>
    <w:rsid w:val="00827BC6"/>
    <w:rsid w:val="00830046"/>
    <w:rsid w:val="00830D44"/>
    <w:rsid w:val="0083101C"/>
    <w:rsid w:val="008310AB"/>
    <w:rsid w:val="0083218E"/>
    <w:rsid w:val="00834F6A"/>
    <w:rsid w:val="0083618D"/>
    <w:rsid w:val="00836BD6"/>
    <w:rsid w:val="008407E2"/>
    <w:rsid w:val="00842D3C"/>
    <w:rsid w:val="0084352E"/>
    <w:rsid w:val="008459C5"/>
    <w:rsid w:val="00846C55"/>
    <w:rsid w:val="0085004A"/>
    <w:rsid w:val="0085023D"/>
    <w:rsid w:val="00851EE6"/>
    <w:rsid w:val="00853392"/>
    <w:rsid w:val="00855AF5"/>
    <w:rsid w:val="00855F08"/>
    <w:rsid w:val="00856069"/>
    <w:rsid w:val="008565C3"/>
    <w:rsid w:val="008575F7"/>
    <w:rsid w:val="00862F8D"/>
    <w:rsid w:val="00864D57"/>
    <w:rsid w:val="008651C7"/>
    <w:rsid w:val="008667E0"/>
    <w:rsid w:val="00866BED"/>
    <w:rsid w:val="00870713"/>
    <w:rsid w:val="00871986"/>
    <w:rsid w:val="008719D2"/>
    <w:rsid w:val="00874F2D"/>
    <w:rsid w:val="00876940"/>
    <w:rsid w:val="00876FA5"/>
    <w:rsid w:val="008772BF"/>
    <w:rsid w:val="00877B3F"/>
    <w:rsid w:val="00880103"/>
    <w:rsid w:val="00881449"/>
    <w:rsid w:val="00883681"/>
    <w:rsid w:val="008838A6"/>
    <w:rsid w:val="00884443"/>
    <w:rsid w:val="008860EA"/>
    <w:rsid w:val="00886CE9"/>
    <w:rsid w:val="008870EC"/>
    <w:rsid w:val="008902AF"/>
    <w:rsid w:val="00890323"/>
    <w:rsid w:val="00890372"/>
    <w:rsid w:val="0089331D"/>
    <w:rsid w:val="008942E0"/>
    <w:rsid w:val="00894890"/>
    <w:rsid w:val="00894BA9"/>
    <w:rsid w:val="008954F0"/>
    <w:rsid w:val="008A0A4D"/>
    <w:rsid w:val="008A1D28"/>
    <w:rsid w:val="008A1D70"/>
    <w:rsid w:val="008A2C1D"/>
    <w:rsid w:val="008A31DC"/>
    <w:rsid w:val="008A42A3"/>
    <w:rsid w:val="008A6257"/>
    <w:rsid w:val="008A67AA"/>
    <w:rsid w:val="008A6925"/>
    <w:rsid w:val="008B0C38"/>
    <w:rsid w:val="008B0CEE"/>
    <w:rsid w:val="008B1F9D"/>
    <w:rsid w:val="008B2099"/>
    <w:rsid w:val="008B2DB5"/>
    <w:rsid w:val="008B3303"/>
    <w:rsid w:val="008C42F8"/>
    <w:rsid w:val="008C4767"/>
    <w:rsid w:val="008C6762"/>
    <w:rsid w:val="008D1664"/>
    <w:rsid w:val="008D1DEE"/>
    <w:rsid w:val="008D428C"/>
    <w:rsid w:val="008D4828"/>
    <w:rsid w:val="008D6DF1"/>
    <w:rsid w:val="008E024A"/>
    <w:rsid w:val="008E10D9"/>
    <w:rsid w:val="008E2A99"/>
    <w:rsid w:val="008E3008"/>
    <w:rsid w:val="008E38A0"/>
    <w:rsid w:val="008E3D17"/>
    <w:rsid w:val="008E6D89"/>
    <w:rsid w:val="008E6E00"/>
    <w:rsid w:val="008E7389"/>
    <w:rsid w:val="008F0086"/>
    <w:rsid w:val="008F0DF0"/>
    <w:rsid w:val="008F0FA8"/>
    <w:rsid w:val="008F24B1"/>
    <w:rsid w:val="008F3B63"/>
    <w:rsid w:val="008F5065"/>
    <w:rsid w:val="008F6D8F"/>
    <w:rsid w:val="008F7781"/>
    <w:rsid w:val="0090356F"/>
    <w:rsid w:val="00904268"/>
    <w:rsid w:val="0090649C"/>
    <w:rsid w:val="009068AD"/>
    <w:rsid w:val="00910689"/>
    <w:rsid w:val="009107C5"/>
    <w:rsid w:val="00911CCE"/>
    <w:rsid w:val="00911E9E"/>
    <w:rsid w:val="00911F5D"/>
    <w:rsid w:val="0091419A"/>
    <w:rsid w:val="00914F3F"/>
    <w:rsid w:val="009172DE"/>
    <w:rsid w:val="00917437"/>
    <w:rsid w:val="009204DB"/>
    <w:rsid w:val="00922510"/>
    <w:rsid w:val="00922DD8"/>
    <w:rsid w:val="00924EFA"/>
    <w:rsid w:val="00926DA8"/>
    <w:rsid w:val="009277E3"/>
    <w:rsid w:val="0093221D"/>
    <w:rsid w:val="00932506"/>
    <w:rsid w:val="009325D9"/>
    <w:rsid w:val="0093308F"/>
    <w:rsid w:val="00933206"/>
    <w:rsid w:val="00935162"/>
    <w:rsid w:val="00935F3E"/>
    <w:rsid w:val="00936939"/>
    <w:rsid w:val="00936BFF"/>
    <w:rsid w:val="00940311"/>
    <w:rsid w:val="009411B3"/>
    <w:rsid w:val="009424B7"/>
    <w:rsid w:val="00942C75"/>
    <w:rsid w:val="00945549"/>
    <w:rsid w:val="0094573B"/>
    <w:rsid w:val="00946028"/>
    <w:rsid w:val="00947B19"/>
    <w:rsid w:val="00950631"/>
    <w:rsid w:val="00950D2D"/>
    <w:rsid w:val="009515A0"/>
    <w:rsid w:val="00952F8E"/>
    <w:rsid w:val="0095379A"/>
    <w:rsid w:val="00954FF2"/>
    <w:rsid w:val="00955FFD"/>
    <w:rsid w:val="009561DB"/>
    <w:rsid w:val="0095666D"/>
    <w:rsid w:val="00957A27"/>
    <w:rsid w:val="00957ED4"/>
    <w:rsid w:val="0096025F"/>
    <w:rsid w:val="009607C3"/>
    <w:rsid w:val="0096093B"/>
    <w:rsid w:val="009617D0"/>
    <w:rsid w:val="00962A83"/>
    <w:rsid w:val="00964DEF"/>
    <w:rsid w:val="00966223"/>
    <w:rsid w:val="00967106"/>
    <w:rsid w:val="00967B01"/>
    <w:rsid w:val="00973E4F"/>
    <w:rsid w:val="009765A5"/>
    <w:rsid w:val="009767A1"/>
    <w:rsid w:val="00977440"/>
    <w:rsid w:val="0098001B"/>
    <w:rsid w:val="009825FD"/>
    <w:rsid w:val="00982996"/>
    <w:rsid w:val="00983898"/>
    <w:rsid w:val="00987379"/>
    <w:rsid w:val="009901F4"/>
    <w:rsid w:val="00990651"/>
    <w:rsid w:val="00990668"/>
    <w:rsid w:val="00991B0A"/>
    <w:rsid w:val="00992307"/>
    <w:rsid w:val="0099374F"/>
    <w:rsid w:val="00993C7F"/>
    <w:rsid w:val="00993FBC"/>
    <w:rsid w:val="00994273"/>
    <w:rsid w:val="0099473B"/>
    <w:rsid w:val="00994A57"/>
    <w:rsid w:val="00997F9B"/>
    <w:rsid w:val="009A10D9"/>
    <w:rsid w:val="009A5B50"/>
    <w:rsid w:val="009A7353"/>
    <w:rsid w:val="009A7E8E"/>
    <w:rsid w:val="009B1806"/>
    <w:rsid w:val="009B191F"/>
    <w:rsid w:val="009B1DEC"/>
    <w:rsid w:val="009B346A"/>
    <w:rsid w:val="009B451A"/>
    <w:rsid w:val="009B4E2A"/>
    <w:rsid w:val="009B6035"/>
    <w:rsid w:val="009B7724"/>
    <w:rsid w:val="009B7997"/>
    <w:rsid w:val="009B7B4E"/>
    <w:rsid w:val="009C0161"/>
    <w:rsid w:val="009C0202"/>
    <w:rsid w:val="009C14B6"/>
    <w:rsid w:val="009C1660"/>
    <w:rsid w:val="009C1AEA"/>
    <w:rsid w:val="009C4D90"/>
    <w:rsid w:val="009C5093"/>
    <w:rsid w:val="009C5DDE"/>
    <w:rsid w:val="009D26B5"/>
    <w:rsid w:val="009D7C37"/>
    <w:rsid w:val="009E0353"/>
    <w:rsid w:val="009E0979"/>
    <w:rsid w:val="009E12E3"/>
    <w:rsid w:val="009E28FC"/>
    <w:rsid w:val="009E456C"/>
    <w:rsid w:val="009E45AB"/>
    <w:rsid w:val="009E467B"/>
    <w:rsid w:val="009E4881"/>
    <w:rsid w:val="009E5451"/>
    <w:rsid w:val="009E6196"/>
    <w:rsid w:val="009E6E5F"/>
    <w:rsid w:val="009E7392"/>
    <w:rsid w:val="009F08A7"/>
    <w:rsid w:val="009F26AF"/>
    <w:rsid w:val="009F2E16"/>
    <w:rsid w:val="009F3039"/>
    <w:rsid w:val="009F4A8A"/>
    <w:rsid w:val="009F4FE6"/>
    <w:rsid w:val="009F647C"/>
    <w:rsid w:val="00A00572"/>
    <w:rsid w:val="00A019BC"/>
    <w:rsid w:val="00A02547"/>
    <w:rsid w:val="00A02878"/>
    <w:rsid w:val="00A02E92"/>
    <w:rsid w:val="00A0444D"/>
    <w:rsid w:val="00A05494"/>
    <w:rsid w:val="00A055BB"/>
    <w:rsid w:val="00A06E42"/>
    <w:rsid w:val="00A0708C"/>
    <w:rsid w:val="00A11749"/>
    <w:rsid w:val="00A12238"/>
    <w:rsid w:val="00A12569"/>
    <w:rsid w:val="00A12DAC"/>
    <w:rsid w:val="00A137C6"/>
    <w:rsid w:val="00A16190"/>
    <w:rsid w:val="00A17814"/>
    <w:rsid w:val="00A17B1E"/>
    <w:rsid w:val="00A17CEA"/>
    <w:rsid w:val="00A20B72"/>
    <w:rsid w:val="00A25CD1"/>
    <w:rsid w:val="00A2650D"/>
    <w:rsid w:val="00A27410"/>
    <w:rsid w:val="00A27D82"/>
    <w:rsid w:val="00A301D1"/>
    <w:rsid w:val="00A303C5"/>
    <w:rsid w:val="00A30634"/>
    <w:rsid w:val="00A3220B"/>
    <w:rsid w:val="00A33440"/>
    <w:rsid w:val="00A3386C"/>
    <w:rsid w:val="00A33937"/>
    <w:rsid w:val="00A3601F"/>
    <w:rsid w:val="00A37246"/>
    <w:rsid w:val="00A37B4A"/>
    <w:rsid w:val="00A37D5F"/>
    <w:rsid w:val="00A40603"/>
    <w:rsid w:val="00A41E3C"/>
    <w:rsid w:val="00A428E2"/>
    <w:rsid w:val="00A430E4"/>
    <w:rsid w:val="00A43471"/>
    <w:rsid w:val="00A44A24"/>
    <w:rsid w:val="00A45485"/>
    <w:rsid w:val="00A45D6B"/>
    <w:rsid w:val="00A50ABB"/>
    <w:rsid w:val="00A51B71"/>
    <w:rsid w:val="00A53848"/>
    <w:rsid w:val="00A543B8"/>
    <w:rsid w:val="00A551A1"/>
    <w:rsid w:val="00A55B7E"/>
    <w:rsid w:val="00A55BDA"/>
    <w:rsid w:val="00A57720"/>
    <w:rsid w:val="00A616F2"/>
    <w:rsid w:val="00A6286B"/>
    <w:rsid w:val="00A633DB"/>
    <w:rsid w:val="00A63B8B"/>
    <w:rsid w:val="00A64AA9"/>
    <w:rsid w:val="00A65E08"/>
    <w:rsid w:val="00A66CC6"/>
    <w:rsid w:val="00A6785D"/>
    <w:rsid w:val="00A678D4"/>
    <w:rsid w:val="00A718E2"/>
    <w:rsid w:val="00A71AEE"/>
    <w:rsid w:val="00A75045"/>
    <w:rsid w:val="00A76FBC"/>
    <w:rsid w:val="00A77794"/>
    <w:rsid w:val="00A77811"/>
    <w:rsid w:val="00A8109B"/>
    <w:rsid w:val="00A816A7"/>
    <w:rsid w:val="00A82B90"/>
    <w:rsid w:val="00A8317D"/>
    <w:rsid w:val="00A87C2B"/>
    <w:rsid w:val="00A92114"/>
    <w:rsid w:val="00A94E70"/>
    <w:rsid w:val="00A951D8"/>
    <w:rsid w:val="00AA3012"/>
    <w:rsid w:val="00AA3C08"/>
    <w:rsid w:val="00AA3D93"/>
    <w:rsid w:val="00AA61F7"/>
    <w:rsid w:val="00AA6293"/>
    <w:rsid w:val="00AA6E41"/>
    <w:rsid w:val="00AB00B9"/>
    <w:rsid w:val="00AB0422"/>
    <w:rsid w:val="00AB0BAD"/>
    <w:rsid w:val="00AB1C1B"/>
    <w:rsid w:val="00AB35B9"/>
    <w:rsid w:val="00AB546F"/>
    <w:rsid w:val="00AC1E3E"/>
    <w:rsid w:val="00AC360C"/>
    <w:rsid w:val="00AC538B"/>
    <w:rsid w:val="00AC5A03"/>
    <w:rsid w:val="00AC5E30"/>
    <w:rsid w:val="00AC7081"/>
    <w:rsid w:val="00AC774A"/>
    <w:rsid w:val="00AC7A42"/>
    <w:rsid w:val="00AD0A6C"/>
    <w:rsid w:val="00AD1EAB"/>
    <w:rsid w:val="00AD2801"/>
    <w:rsid w:val="00AD5974"/>
    <w:rsid w:val="00AD6316"/>
    <w:rsid w:val="00AD67BF"/>
    <w:rsid w:val="00AD690B"/>
    <w:rsid w:val="00AD6C88"/>
    <w:rsid w:val="00AD6D07"/>
    <w:rsid w:val="00AD7832"/>
    <w:rsid w:val="00AE165E"/>
    <w:rsid w:val="00AE1C7C"/>
    <w:rsid w:val="00AE3A8C"/>
    <w:rsid w:val="00AE48D4"/>
    <w:rsid w:val="00AE6077"/>
    <w:rsid w:val="00AE7BE7"/>
    <w:rsid w:val="00AF11C8"/>
    <w:rsid w:val="00AF23E3"/>
    <w:rsid w:val="00AF3A50"/>
    <w:rsid w:val="00AF613A"/>
    <w:rsid w:val="00B00582"/>
    <w:rsid w:val="00B02177"/>
    <w:rsid w:val="00B031D5"/>
    <w:rsid w:val="00B03367"/>
    <w:rsid w:val="00B03BCC"/>
    <w:rsid w:val="00B041F8"/>
    <w:rsid w:val="00B04C5A"/>
    <w:rsid w:val="00B04E05"/>
    <w:rsid w:val="00B0552F"/>
    <w:rsid w:val="00B05BEF"/>
    <w:rsid w:val="00B07C05"/>
    <w:rsid w:val="00B10D27"/>
    <w:rsid w:val="00B11F97"/>
    <w:rsid w:val="00B12705"/>
    <w:rsid w:val="00B14E0B"/>
    <w:rsid w:val="00B16A48"/>
    <w:rsid w:val="00B16A72"/>
    <w:rsid w:val="00B21171"/>
    <w:rsid w:val="00B230B3"/>
    <w:rsid w:val="00B24C98"/>
    <w:rsid w:val="00B26DB8"/>
    <w:rsid w:val="00B278D5"/>
    <w:rsid w:val="00B30090"/>
    <w:rsid w:val="00B30B5F"/>
    <w:rsid w:val="00B32739"/>
    <w:rsid w:val="00B3284D"/>
    <w:rsid w:val="00B350E4"/>
    <w:rsid w:val="00B371B5"/>
    <w:rsid w:val="00B3781A"/>
    <w:rsid w:val="00B401A4"/>
    <w:rsid w:val="00B401AA"/>
    <w:rsid w:val="00B41755"/>
    <w:rsid w:val="00B41A76"/>
    <w:rsid w:val="00B433CB"/>
    <w:rsid w:val="00B45992"/>
    <w:rsid w:val="00B45EFA"/>
    <w:rsid w:val="00B567AB"/>
    <w:rsid w:val="00B570B7"/>
    <w:rsid w:val="00B61035"/>
    <w:rsid w:val="00B61828"/>
    <w:rsid w:val="00B61EBF"/>
    <w:rsid w:val="00B676AB"/>
    <w:rsid w:val="00B70132"/>
    <w:rsid w:val="00B711EF"/>
    <w:rsid w:val="00B715F0"/>
    <w:rsid w:val="00B730A9"/>
    <w:rsid w:val="00B7326D"/>
    <w:rsid w:val="00B739D0"/>
    <w:rsid w:val="00B76084"/>
    <w:rsid w:val="00B76768"/>
    <w:rsid w:val="00B768DD"/>
    <w:rsid w:val="00B76E2F"/>
    <w:rsid w:val="00B77469"/>
    <w:rsid w:val="00B77BC7"/>
    <w:rsid w:val="00B77CA2"/>
    <w:rsid w:val="00B802D7"/>
    <w:rsid w:val="00B81CC2"/>
    <w:rsid w:val="00B82226"/>
    <w:rsid w:val="00B827A5"/>
    <w:rsid w:val="00B84629"/>
    <w:rsid w:val="00B850F4"/>
    <w:rsid w:val="00B86096"/>
    <w:rsid w:val="00B86312"/>
    <w:rsid w:val="00B87195"/>
    <w:rsid w:val="00B903ED"/>
    <w:rsid w:val="00B90CA3"/>
    <w:rsid w:val="00B91F4B"/>
    <w:rsid w:val="00B91FC6"/>
    <w:rsid w:val="00B925F8"/>
    <w:rsid w:val="00B938F4"/>
    <w:rsid w:val="00B940A4"/>
    <w:rsid w:val="00B943E4"/>
    <w:rsid w:val="00B94855"/>
    <w:rsid w:val="00B95DB4"/>
    <w:rsid w:val="00B95F74"/>
    <w:rsid w:val="00BA29EE"/>
    <w:rsid w:val="00BA5C8C"/>
    <w:rsid w:val="00BA7A11"/>
    <w:rsid w:val="00BB147F"/>
    <w:rsid w:val="00BB1C74"/>
    <w:rsid w:val="00BB4963"/>
    <w:rsid w:val="00BB4B0B"/>
    <w:rsid w:val="00BB5E1C"/>
    <w:rsid w:val="00BB7DAA"/>
    <w:rsid w:val="00BC00D0"/>
    <w:rsid w:val="00BC32ED"/>
    <w:rsid w:val="00BC334A"/>
    <w:rsid w:val="00BC6DF9"/>
    <w:rsid w:val="00BC7848"/>
    <w:rsid w:val="00BD0CA9"/>
    <w:rsid w:val="00BD0D85"/>
    <w:rsid w:val="00BD2A52"/>
    <w:rsid w:val="00BD7F1D"/>
    <w:rsid w:val="00BE072E"/>
    <w:rsid w:val="00BE1648"/>
    <w:rsid w:val="00BE2364"/>
    <w:rsid w:val="00BE2BC2"/>
    <w:rsid w:val="00BE2FE7"/>
    <w:rsid w:val="00BE3E13"/>
    <w:rsid w:val="00BE5B56"/>
    <w:rsid w:val="00BE5E3E"/>
    <w:rsid w:val="00BE748F"/>
    <w:rsid w:val="00BE7812"/>
    <w:rsid w:val="00BF198F"/>
    <w:rsid w:val="00BF19BF"/>
    <w:rsid w:val="00BF1C8F"/>
    <w:rsid w:val="00BF2049"/>
    <w:rsid w:val="00BF2E37"/>
    <w:rsid w:val="00BF546D"/>
    <w:rsid w:val="00BF5ECB"/>
    <w:rsid w:val="00BF627F"/>
    <w:rsid w:val="00C0517E"/>
    <w:rsid w:val="00C068B8"/>
    <w:rsid w:val="00C06F1B"/>
    <w:rsid w:val="00C077C9"/>
    <w:rsid w:val="00C0789E"/>
    <w:rsid w:val="00C07E2D"/>
    <w:rsid w:val="00C102FF"/>
    <w:rsid w:val="00C1093C"/>
    <w:rsid w:val="00C13191"/>
    <w:rsid w:val="00C13DAE"/>
    <w:rsid w:val="00C13FA8"/>
    <w:rsid w:val="00C14140"/>
    <w:rsid w:val="00C144E6"/>
    <w:rsid w:val="00C145A2"/>
    <w:rsid w:val="00C215DF"/>
    <w:rsid w:val="00C2248B"/>
    <w:rsid w:val="00C2262D"/>
    <w:rsid w:val="00C23716"/>
    <w:rsid w:val="00C239BC"/>
    <w:rsid w:val="00C245CA"/>
    <w:rsid w:val="00C24D1D"/>
    <w:rsid w:val="00C24DA4"/>
    <w:rsid w:val="00C257F0"/>
    <w:rsid w:val="00C25B4C"/>
    <w:rsid w:val="00C268C1"/>
    <w:rsid w:val="00C30DAF"/>
    <w:rsid w:val="00C31BD8"/>
    <w:rsid w:val="00C32BA3"/>
    <w:rsid w:val="00C33167"/>
    <w:rsid w:val="00C33948"/>
    <w:rsid w:val="00C40281"/>
    <w:rsid w:val="00C40D3D"/>
    <w:rsid w:val="00C41769"/>
    <w:rsid w:val="00C421ED"/>
    <w:rsid w:val="00C4301C"/>
    <w:rsid w:val="00C433E2"/>
    <w:rsid w:val="00C43BFA"/>
    <w:rsid w:val="00C43D3E"/>
    <w:rsid w:val="00C43D98"/>
    <w:rsid w:val="00C440C3"/>
    <w:rsid w:val="00C4439B"/>
    <w:rsid w:val="00C46DC3"/>
    <w:rsid w:val="00C52022"/>
    <w:rsid w:val="00C5238E"/>
    <w:rsid w:val="00C53478"/>
    <w:rsid w:val="00C534C7"/>
    <w:rsid w:val="00C54685"/>
    <w:rsid w:val="00C57119"/>
    <w:rsid w:val="00C572C5"/>
    <w:rsid w:val="00C62B00"/>
    <w:rsid w:val="00C63ADE"/>
    <w:rsid w:val="00C6543C"/>
    <w:rsid w:val="00C654E3"/>
    <w:rsid w:val="00C65854"/>
    <w:rsid w:val="00C65D60"/>
    <w:rsid w:val="00C65F3B"/>
    <w:rsid w:val="00C66259"/>
    <w:rsid w:val="00C66904"/>
    <w:rsid w:val="00C67BC1"/>
    <w:rsid w:val="00C67F62"/>
    <w:rsid w:val="00C700AA"/>
    <w:rsid w:val="00C70250"/>
    <w:rsid w:val="00C70319"/>
    <w:rsid w:val="00C7086A"/>
    <w:rsid w:val="00C71FD8"/>
    <w:rsid w:val="00C72852"/>
    <w:rsid w:val="00C72AAA"/>
    <w:rsid w:val="00C74EF2"/>
    <w:rsid w:val="00C758CE"/>
    <w:rsid w:val="00C76BB7"/>
    <w:rsid w:val="00C80199"/>
    <w:rsid w:val="00C807B7"/>
    <w:rsid w:val="00C811A9"/>
    <w:rsid w:val="00C83F7C"/>
    <w:rsid w:val="00C84D57"/>
    <w:rsid w:val="00C84EE0"/>
    <w:rsid w:val="00C853D5"/>
    <w:rsid w:val="00C86338"/>
    <w:rsid w:val="00C864C3"/>
    <w:rsid w:val="00C8684A"/>
    <w:rsid w:val="00C86A9D"/>
    <w:rsid w:val="00C86AAE"/>
    <w:rsid w:val="00C90CEC"/>
    <w:rsid w:val="00C90DE9"/>
    <w:rsid w:val="00C92B4D"/>
    <w:rsid w:val="00C93911"/>
    <w:rsid w:val="00C93E73"/>
    <w:rsid w:val="00C95255"/>
    <w:rsid w:val="00C953E4"/>
    <w:rsid w:val="00C95D80"/>
    <w:rsid w:val="00C96889"/>
    <w:rsid w:val="00CA02AE"/>
    <w:rsid w:val="00CA304B"/>
    <w:rsid w:val="00CA4434"/>
    <w:rsid w:val="00CA4501"/>
    <w:rsid w:val="00CA79F5"/>
    <w:rsid w:val="00CB0A60"/>
    <w:rsid w:val="00CB28E0"/>
    <w:rsid w:val="00CB29BD"/>
    <w:rsid w:val="00CB2C54"/>
    <w:rsid w:val="00CB4292"/>
    <w:rsid w:val="00CB442A"/>
    <w:rsid w:val="00CB4A45"/>
    <w:rsid w:val="00CB4C8E"/>
    <w:rsid w:val="00CB4CE1"/>
    <w:rsid w:val="00CB577E"/>
    <w:rsid w:val="00CB6AE4"/>
    <w:rsid w:val="00CC1549"/>
    <w:rsid w:val="00CC2AD8"/>
    <w:rsid w:val="00CC2CAD"/>
    <w:rsid w:val="00CC3795"/>
    <w:rsid w:val="00CC5786"/>
    <w:rsid w:val="00CC794B"/>
    <w:rsid w:val="00CD2A32"/>
    <w:rsid w:val="00CD2EB6"/>
    <w:rsid w:val="00CD4A9B"/>
    <w:rsid w:val="00CD4BC9"/>
    <w:rsid w:val="00CD663C"/>
    <w:rsid w:val="00CD68E9"/>
    <w:rsid w:val="00CD6994"/>
    <w:rsid w:val="00CD6E3E"/>
    <w:rsid w:val="00CD7463"/>
    <w:rsid w:val="00CD78C8"/>
    <w:rsid w:val="00CE0588"/>
    <w:rsid w:val="00CE063E"/>
    <w:rsid w:val="00CE11CA"/>
    <w:rsid w:val="00CE5B78"/>
    <w:rsid w:val="00CE7EB4"/>
    <w:rsid w:val="00CF452E"/>
    <w:rsid w:val="00CF4965"/>
    <w:rsid w:val="00CF5017"/>
    <w:rsid w:val="00CF6973"/>
    <w:rsid w:val="00CF6FFD"/>
    <w:rsid w:val="00D00A14"/>
    <w:rsid w:val="00D02AD6"/>
    <w:rsid w:val="00D02BA6"/>
    <w:rsid w:val="00D02E38"/>
    <w:rsid w:val="00D03809"/>
    <w:rsid w:val="00D0540A"/>
    <w:rsid w:val="00D05BAE"/>
    <w:rsid w:val="00D06059"/>
    <w:rsid w:val="00D0714F"/>
    <w:rsid w:val="00D07D44"/>
    <w:rsid w:val="00D12A61"/>
    <w:rsid w:val="00D12BDB"/>
    <w:rsid w:val="00D13720"/>
    <w:rsid w:val="00D1423B"/>
    <w:rsid w:val="00D17132"/>
    <w:rsid w:val="00D17422"/>
    <w:rsid w:val="00D17598"/>
    <w:rsid w:val="00D1776B"/>
    <w:rsid w:val="00D215B8"/>
    <w:rsid w:val="00D23E58"/>
    <w:rsid w:val="00D252EA"/>
    <w:rsid w:val="00D25E30"/>
    <w:rsid w:val="00D26EEA"/>
    <w:rsid w:val="00D271CB"/>
    <w:rsid w:val="00D30D17"/>
    <w:rsid w:val="00D3155A"/>
    <w:rsid w:val="00D32F5A"/>
    <w:rsid w:val="00D34771"/>
    <w:rsid w:val="00D3621F"/>
    <w:rsid w:val="00D36713"/>
    <w:rsid w:val="00D36F28"/>
    <w:rsid w:val="00D37561"/>
    <w:rsid w:val="00D40513"/>
    <w:rsid w:val="00D408D5"/>
    <w:rsid w:val="00D40986"/>
    <w:rsid w:val="00D40AA6"/>
    <w:rsid w:val="00D40DE0"/>
    <w:rsid w:val="00D4136B"/>
    <w:rsid w:val="00D414B8"/>
    <w:rsid w:val="00D43A4B"/>
    <w:rsid w:val="00D43C3F"/>
    <w:rsid w:val="00D44FC7"/>
    <w:rsid w:val="00D45582"/>
    <w:rsid w:val="00D45F44"/>
    <w:rsid w:val="00D46A1B"/>
    <w:rsid w:val="00D47E8C"/>
    <w:rsid w:val="00D50D78"/>
    <w:rsid w:val="00D523BF"/>
    <w:rsid w:val="00D52CDC"/>
    <w:rsid w:val="00D53BD5"/>
    <w:rsid w:val="00D56658"/>
    <w:rsid w:val="00D566F8"/>
    <w:rsid w:val="00D57C10"/>
    <w:rsid w:val="00D57CE5"/>
    <w:rsid w:val="00D604C6"/>
    <w:rsid w:val="00D61972"/>
    <w:rsid w:val="00D62816"/>
    <w:rsid w:val="00D630AA"/>
    <w:rsid w:val="00D66C46"/>
    <w:rsid w:val="00D66F5A"/>
    <w:rsid w:val="00D71913"/>
    <w:rsid w:val="00D72621"/>
    <w:rsid w:val="00D72CF2"/>
    <w:rsid w:val="00D735B7"/>
    <w:rsid w:val="00D748BD"/>
    <w:rsid w:val="00D76D25"/>
    <w:rsid w:val="00D771CA"/>
    <w:rsid w:val="00D81259"/>
    <w:rsid w:val="00D81579"/>
    <w:rsid w:val="00D81D4A"/>
    <w:rsid w:val="00D834EE"/>
    <w:rsid w:val="00D840D3"/>
    <w:rsid w:val="00D91DCA"/>
    <w:rsid w:val="00D92B6B"/>
    <w:rsid w:val="00D93065"/>
    <w:rsid w:val="00D93672"/>
    <w:rsid w:val="00D966F5"/>
    <w:rsid w:val="00D96A1E"/>
    <w:rsid w:val="00DA0120"/>
    <w:rsid w:val="00DA2F33"/>
    <w:rsid w:val="00DA3706"/>
    <w:rsid w:val="00DA4620"/>
    <w:rsid w:val="00DA58D9"/>
    <w:rsid w:val="00DA5B94"/>
    <w:rsid w:val="00DB070D"/>
    <w:rsid w:val="00DB0720"/>
    <w:rsid w:val="00DB0847"/>
    <w:rsid w:val="00DB2363"/>
    <w:rsid w:val="00DB2777"/>
    <w:rsid w:val="00DB29C8"/>
    <w:rsid w:val="00DB3FFD"/>
    <w:rsid w:val="00DB4C82"/>
    <w:rsid w:val="00DB6597"/>
    <w:rsid w:val="00DB69B6"/>
    <w:rsid w:val="00DB705E"/>
    <w:rsid w:val="00DB742A"/>
    <w:rsid w:val="00DB75D9"/>
    <w:rsid w:val="00DC2D1A"/>
    <w:rsid w:val="00DC3447"/>
    <w:rsid w:val="00DC39EF"/>
    <w:rsid w:val="00DC49D2"/>
    <w:rsid w:val="00DC5DC4"/>
    <w:rsid w:val="00DC7F03"/>
    <w:rsid w:val="00DD048A"/>
    <w:rsid w:val="00DD0567"/>
    <w:rsid w:val="00DD15CF"/>
    <w:rsid w:val="00DD17BF"/>
    <w:rsid w:val="00DD1BDC"/>
    <w:rsid w:val="00DD2228"/>
    <w:rsid w:val="00DD2D17"/>
    <w:rsid w:val="00DD2D78"/>
    <w:rsid w:val="00DD2EE9"/>
    <w:rsid w:val="00DD4187"/>
    <w:rsid w:val="00DD420D"/>
    <w:rsid w:val="00DD4B55"/>
    <w:rsid w:val="00DE3AB6"/>
    <w:rsid w:val="00DE472E"/>
    <w:rsid w:val="00DE5A41"/>
    <w:rsid w:val="00DE5E01"/>
    <w:rsid w:val="00DE7B1A"/>
    <w:rsid w:val="00DF00AA"/>
    <w:rsid w:val="00DF094E"/>
    <w:rsid w:val="00DF3889"/>
    <w:rsid w:val="00DF5F7A"/>
    <w:rsid w:val="00DF62C9"/>
    <w:rsid w:val="00DF6523"/>
    <w:rsid w:val="00DF6C5A"/>
    <w:rsid w:val="00DF7479"/>
    <w:rsid w:val="00E001C7"/>
    <w:rsid w:val="00E01F2B"/>
    <w:rsid w:val="00E02E06"/>
    <w:rsid w:val="00E030C2"/>
    <w:rsid w:val="00E03AED"/>
    <w:rsid w:val="00E048B5"/>
    <w:rsid w:val="00E04B88"/>
    <w:rsid w:val="00E05460"/>
    <w:rsid w:val="00E10ABB"/>
    <w:rsid w:val="00E10C9B"/>
    <w:rsid w:val="00E11371"/>
    <w:rsid w:val="00E16EC0"/>
    <w:rsid w:val="00E175B8"/>
    <w:rsid w:val="00E176FF"/>
    <w:rsid w:val="00E17E31"/>
    <w:rsid w:val="00E20B78"/>
    <w:rsid w:val="00E2115E"/>
    <w:rsid w:val="00E2159F"/>
    <w:rsid w:val="00E21887"/>
    <w:rsid w:val="00E21AC4"/>
    <w:rsid w:val="00E24061"/>
    <w:rsid w:val="00E30216"/>
    <w:rsid w:val="00E30760"/>
    <w:rsid w:val="00E31701"/>
    <w:rsid w:val="00E32A52"/>
    <w:rsid w:val="00E33FDE"/>
    <w:rsid w:val="00E340FB"/>
    <w:rsid w:val="00E3434B"/>
    <w:rsid w:val="00E3443D"/>
    <w:rsid w:val="00E345AC"/>
    <w:rsid w:val="00E35BB8"/>
    <w:rsid w:val="00E40348"/>
    <w:rsid w:val="00E4289F"/>
    <w:rsid w:val="00E42A2A"/>
    <w:rsid w:val="00E4327F"/>
    <w:rsid w:val="00E438F9"/>
    <w:rsid w:val="00E45143"/>
    <w:rsid w:val="00E451DE"/>
    <w:rsid w:val="00E46101"/>
    <w:rsid w:val="00E502A6"/>
    <w:rsid w:val="00E50AC8"/>
    <w:rsid w:val="00E54058"/>
    <w:rsid w:val="00E54D0A"/>
    <w:rsid w:val="00E6170B"/>
    <w:rsid w:val="00E61C84"/>
    <w:rsid w:val="00E62F0F"/>
    <w:rsid w:val="00E636EA"/>
    <w:rsid w:val="00E651BD"/>
    <w:rsid w:val="00E66803"/>
    <w:rsid w:val="00E67A29"/>
    <w:rsid w:val="00E67C7F"/>
    <w:rsid w:val="00E7078A"/>
    <w:rsid w:val="00E7183B"/>
    <w:rsid w:val="00E71D95"/>
    <w:rsid w:val="00E73D3B"/>
    <w:rsid w:val="00E7442F"/>
    <w:rsid w:val="00E7544E"/>
    <w:rsid w:val="00E75714"/>
    <w:rsid w:val="00E76850"/>
    <w:rsid w:val="00E80273"/>
    <w:rsid w:val="00E80B74"/>
    <w:rsid w:val="00E80DAD"/>
    <w:rsid w:val="00E81807"/>
    <w:rsid w:val="00E81983"/>
    <w:rsid w:val="00E836D4"/>
    <w:rsid w:val="00E84001"/>
    <w:rsid w:val="00E84C31"/>
    <w:rsid w:val="00E861B7"/>
    <w:rsid w:val="00E92BCD"/>
    <w:rsid w:val="00E938A1"/>
    <w:rsid w:val="00E94315"/>
    <w:rsid w:val="00E95159"/>
    <w:rsid w:val="00E9729D"/>
    <w:rsid w:val="00EA02D9"/>
    <w:rsid w:val="00EA113E"/>
    <w:rsid w:val="00EA1E12"/>
    <w:rsid w:val="00EA28B5"/>
    <w:rsid w:val="00EA5AF3"/>
    <w:rsid w:val="00EA6BE4"/>
    <w:rsid w:val="00EA7143"/>
    <w:rsid w:val="00EB04E6"/>
    <w:rsid w:val="00EB566C"/>
    <w:rsid w:val="00EB6467"/>
    <w:rsid w:val="00EC1DB7"/>
    <w:rsid w:val="00EC21F5"/>
    <w:rsid w:val="00EC24EF"/>
    <w:rsid w:val="00EC39AF"/>
    <w:rsid w:val="00EC3FF6"/>
    <w:rsid w:val="00EC5301"/>
    <w:rsid w:val="00EC556B"/>
    <w:rsid w:val="00EC5EC3"/>
    <w:rsid w:val="00EC5F4D"/>
    <w:rsid w:val="00ED01A7"/>
    <w:rsid w:val="00ED12AF"/>
    <w:rsid w:val="00ED385B"/>
    <w:rsid w:val="00ED5257"/>
    <w:rsid w:val="00ED6252"/>
    <w:rsid w:val="00ED6BC0"/>
    <w:rsid w:val="00ED7A1F"/>
    <w:rsid w:val="00ED7F38"/>
    <w:rsid w:val="00EE0028"/>
    <w:rsid w:val="00EE064F"/>
    <w:rsid w:val="00EE18EC"/>
    <w:rsid w:val="00EE2E37"/>
    <w:rsid w:val="00EE5B6A"/>
    <w:rsid w:val="00EE5DED"/>
    <w:rsid w:val="00EF0CE1"/>
    <w:rsid w:val="00EF1F53"/>
    <w:rsid w:val="00EF3504"/>
    <w:rsid w:val="00EF3AE6"/>
    <w:rsid w:val="00EF5C76"/>
    <w:rsid w:val="00EF767C"/>
    <w:rsid w:val="00EF7B64"/>
    <w:rsid w:val="00F0019E"/>
    <w:rsid w:val="00F0040C"/>
    <w:rsid w:val="00F01FDE"/>
    <w:rsid w:val="00F06E69"/>
    <w:rsid w:val="00F0769E"/>
    <w:rsid w:val="00F07701"/>
    <w:rsid w:val="00F10B2C"/>
    <w:rsid w:val="00F1131D"/>
    <w:rsid w:val="00F12A54"/>
    <w:rsid w:val="00F13D0B"/>
    <w:rsid w:val="00F1767E"/>
    <w:rsid w:val="00F17E10"/>
    <w:rsid w:val="00F225E8"/>
    <w:rsid w:val="00F22BF9"/>
    <w:rsid w:val="00F23BBE"/>
    <w:rsid w:val="00F25259"/>
    <w:rsid w:val="00F25D68"/>
    <w:rsid w:val="00F25FB2"/>
    <w:rsid w:val="00F26912"/>
    <w:rsid w:val="00F27401"/>
    <w:rsid w:val="00F27993"/>
    <w:rsid w:val="00F31E35"/>
    <w:rsid w:val="00F3560A"/>
    <w:rsid w:val="00F3566F"/>
    <w:rsid w:val="00F359AC"/>
    <w:rsid w:val="00F3627E"/>
    <w:rsid w:val="00F36EA7"/>
    <w:rsid w:val="00F41718"/>
    <w:rsid w:val="00F434EA"/>
    <w:rsid w:val="00F43D21"/>
    <w:rsid w:val="00F44521"/>
    <w:rsid w:val="00F45B4D"/>
    <w:rsid w:val="00F461FE"/>
    <w:rsid w:val="00F505AB"/>
    <w:rsid w:val="00F5222D"/>
    <w:rsid w:val="00F525F4"/>
    <w:rsid w:val="00F554BA"/>
    <w:rsid w:val="00F61C01"/>
    <w:rsid w:val="00F62109"/>
    <w:rsid w:val="00F621B5"/>
    <w:rsid w:val="00F6338A"/>
    <w:rsid w:val="00F636FF"/>
    <w:rsid w:val="00F63D1C"/>
    <w:rsid w:val="00F63FD1"/>
    <w:rsid w:val="00F65D26"/>
    <w:rsid w:val="00F65ECB"/>
    <w:rsid w:val="00F70898"/>
    <w:rsid w:val="00F72DBF"/>
    <w:rsid w:val="00F7512C"/>
    <w:rsid w:val="00F75496"/>
    <w:rsid w:val="00F76F3C"/>
    <w:rsid w:val="00F8082E"/>
    <w:rsid w:val="00F81486"/>
    <w:rsid w:val="00F81E77"/>
    <w:rsid w:val="00F82C93"/>
    <w:rsid w:val="00F84DD8"/>
    <w:rsid w:val="00F85364"/>
    <w:rsid w:val="00F870A6"/>
    <w:rsid w:val="00F90061"/>
    <w:rsid w:val="00F9021C"/>
    <w:rsid w:val="00F92CAE"/>
    <w:rsid w:val="00F9357F"/>
    <w:rsid w:val="00F93EC5"/>
    <w:rsid w:val="00F94486"/>
    <w:rsid w:val="00F95A88"/>
    <w:rsid w:val="00F95C1C"/>
    <w:rsid w:val="00F96CB9"/>
    <w:rsid w:val="00FA0226"/>
    <w:rsid w:val="00FA031E"/>
    <w:rsid w:val="00FA1CB6"/>
    <w:rsid w:val="00FA2788"/>
    <w:rsid w:val="00FA39B8"/>
    <w:rsid w:val="00FA3D1C"/>
    <w:rsid w:val="00FA7C88"/>
    <w:rsid w:val="00FB15F5"/>
    <w:rsid w:val="00FB1ECD"/>
    <w:rsid w:val="00FB2E24"/>
    <w:rsid w:val="00FB30F4"/>
    <w:rsid w:val="00FB40A0"/>
    <w:rsid w:val="00FB434D"/>
    <w:rsid w:val="00FB71BE"/>
    <w:rsid w:val="00FC14FC"/>
    <w:rsid w:val="00FC208E"/>
    <w:rsid w:val="00FC294E"/>
    <w:rsid w:val="00FC2B09"/>
    <w:rsid w:val="00FC2CA7"/>
    <w:rsid w:val="00FC2D2F"/>
    <w:rsid w:val="00FC2F35"/>
    <w:rsid w:val="00FC4009"/>
    <w:rsid w:val="00FC4C6F"/>
    <w:rsid w:val="00FC55A3"/>
    <w:rsid w:val="00FC6509"/>
    <w:rsid w:val="00FC6AF5"/>
    <w:rsid w:val="00FD52A6"/>
    <w:rsid w:val="00FE07AA"/>
    <w:rsid w:val="00FE17F3"/>
    <w:rsid w:val="00FE4C78"/>
    <w:rsid w:val="00FE514E"/>
    <w:rsid w:val="00FE6976"/>
    <w:rsid w:val="00FF18BB"/>
    <w:rsid w:val="00FF439C"/>
    <w:rsid w:val="00FF47CC"/>
    <w:rsid w:val="00FF4C54"/>
    <w:rsid w:val="00FF5294"/>
    <w:rsid w:val="00FF757B"/>
    <w:rsid w:val="26C576CB"/>
    <w:rsid w:val="298510DA"/>
    <w:rsid w:val="2B9D2477"/>
    <w:rsid w:val="2C2B9C7A"/>
    <w:rsid w:val="306E3A5D"/>
    <w:rsid w:val="3104FDC7"/>
    <w:rsid w:val="3A09FF89"/>
    <w:rsid w:val="490C36DD"/>
    <w:rsid w:val="4A2E3712"/>
    <w:rsid w:val="5100F4A1"/>
    <w:rsid w:val="530FDAB5"/>
    <w:rsid w:val="56E478AC"/>
    <w:rsid w:val="77004667"/>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A5479C4"/>
  <w15:docId w15:val="{4F0AE86F-26BB-45BF-892D-424874F6F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imes New Roman" w:hAnsi="Arial"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lsdException w:name="heading 6" w:uiPriority="0"/>
    <w:lsdException w:name="heading 7" w:semiHidden="1" w:uiPriority="9" w:unhideWhenUsed="1"/>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F7781"/>
    <w:rPr>
      <w:color w:val="000000" w:themeColor="text1"/>
    </w:rPr>
  </w:style>
  <w:style w:type="paragraph" w:styleId="Kop1">
    <w:name w:val="heading 1"/>
    <w:basedOn w:val="Standaard"/>
    <w:next w:val="Standaard"/>
    <w:link w:val="Kop1Char"/>
    <w:qFormat/>
    <w:rsid w:val="00964DEF"/>
    <w:pPr>
      <w:keepNext/>
      <w:pageBreakBefore/>
      <w:spacing w:after="240"/>
      <w:outlineLvl w:val="0"/>
    </w:pPr>
    <w:rPr>
      <w:color w:val="D8B511"/>
      <w:sz w:val="32"/>
      <w:szCs w:val="16"/>
    </w:rPr>
  </w:style>
  <w:style w:type="paragraph" w:styleId="Kop2">
    <w:name w:val="heading 2"/>
    <w:basedOn w:val="Standaard"/>
    <w:next w:val="Standaard"/>
    <w:qFormat/>
    <w:rsid w:val="00D4136B"/>
    <w:pPr>
      <w:keepNext/>
      <w:spacing w:before="240" w:after="120"/>
      <w:outlineLvl w:val="1"/>
    </w:pPr>
    <w:rPr>
      <w:b/>
      <w:sz w:val="24"/>
    </w:rPr>
  </w:style>
  <w:style w:type="paragraph" w:styleId="Kop3">
    <w:name w:val="heading 3"/>
    <w:basedOn w:val="Standaard"/>
    <w:next w:val="Standaard"/>
    <w:qFormat/>
    <w:rsid w:val="00D4136B"/>
    <w:pPr>
      <w:keepNext/>
      <w:spacing w:before="240"/>
      <w:outlineLvl w:val="2"/>
    </w:pPr>
    <w:rPr>
      <w:rFonts w:eastAsia="Arial Unicode MS" w:cs="Helvetica"/>
      <w:b/>
      <w:bCs/>
    </w:rPr>
  </w:style>
  <w:style w:type="paragraph" w:styleId="Kop4">
    <w:name w:val="heading 4"/>
    <w:basedOn w:val="Standaard"/>
    <w:next w:val="Standaard"/>
    <w:qFormat/>
    <w:rsid w:val="00D4136B"/>
    <w:pPr>
      <w:keepNext/>
      <w:spacing w:before="240"/>
      <w:outlineLvl w:val="3"/>
    </w:pPr>
    <w:rPr>
      <w:b/>
      <w:i/>
    </w:rPr>
  </w:style>
  <w:style w:type="paragraph" w:styleId="Kop5">
    <w:name w:val="heading 5"/>
    <w:basedOn w:val="Standaard"/>
    <w:next w:val="Standaard"/>
    <w:pPr>
      <w:keepNext/>
      <w:framePr w:hSpace="141" w:wrap="around" w:vAnchor="text" w:hAnchor="margin" w:xAlign="center" w:y="145"/>
      <w:outlineLvl w:val="4"/>
    </w:pPr>
    <w:rPr>
      <w:b/>
      <w:bCs/>
    </w:rPr>
  </w:style>
  <w:style w:type="paragraph" w:styleId="Kop6">
    <w:name w:val="heading 6"/>
    <w:basedOn w:val="Standaard"/>
    <w:next w:val="Standaard"/>
    <w:link w:val="Kop6Char"/>
    <w:pPr>
      <w:keepNext/>
      <w:outlineLvl w:val="5"/>
    </w:pPr>
    <w:rPr>
      <w:rFonts w:ascii="Times New Roman" w:hAnsi="Times New Roman"/>
      <w:b/>
      <w:sz w:val="24"/>
    </w:rPr>
  </w:style>
  <w:style w:type="paragraph" w:styleId="Kop9">
    <w:name w:val="heading 9"/>
    <w:basedOn w:val="Standaard"/>
    <w:next w:val="Standaard"/>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b/>
      <w:sz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rPr>
  </w:style>
  <w:style w:type="character" w:styleId="Hyperlink">
    <w:name w:val="Hyperlink"/>
    <w:semiHidden/>
    <w:rsid w:val="008F7781"/>
    <w:rPr>
      <w:color w:val="D8B511"/>
      <w:u w:val="single"/>
    </w:rPr>
  </w:style>
  <w:style w:type="paragraph" w:customStyle="1" w:styleId="CommentSubject">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rPr>
  </w:style>
  <w:style w:type="paragraph" w:styleId="Voettekst">
    <w:name w:val="footer"/>
    <w:basedOn w:val="Standaard"/>
    <w:link w:val="VoettekstChar"/>
    <w:uiPriority w:val="99"/>
    <w:pPr>
      <w:tabs>
        <w:tab w:val="center" w:pos="4536"/>
        <w:tab w:val="right" w:pos="9072"/>
      </w:tabs>
    </w:pPr>
    <w:rPr>
      <w:rFonts w:ascii="Times New Roman" w:hAnsi="Times New Roman"/>
    </w:rPr>
  </w:style>
  <w:style w:type="paragraph" w:styleId="Plattetekst3">
    <w:name w:val="Body Text 3"/>
    <w:basedOn w:val="Standaard"/>
    <w:semiHidden/>
    <w:rPr>
      <w:rFonts w:ascii="Times New Roman" w:hAnsi="Times New Roman"/>
      <w:sz w:val="18"/>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rPr>
  </w:style>
  <w:style w:type="paragraph" w:customStyle="1" w:styleId="defp">
    <w:name w:val="defp"/>
    <w:basedOn w:val="Standaard"/>
    <w:rPr>
      <w:rFonts w:ascii="Arial Unicode MS" w:eastAsia="Arial Unicode MS" w:hAnsi="Arial Unicode MS" w:cs="Arial Unicode MS"/>
      <w:sz w:val="24"/>
      <w:szCs w:val="24"/>
    </w:rPr>
  </w:style>
  <w:style w:type="paragraph" w:styleId="Plattetekst2">
    <w:name w:val="Body Text 2"/>
    <w:basedOn w:val="Standaard"/>
    <w:semiHidden/>
    <w:rPr>
      <w:rFonts w:ascii="Times New Roman" w:hAnsi="Times New Roman"/>
      <w:i/>
      <w:lang w:val="nl"/>
    </w:rPr>
  </w:style>
  <w:style w:type="paragraph" w:styleId="Plattetekst">
    <w:name w:val="Body Text"/>
    <w:basedOn w:val="Standaard"/>
    <w:semiHidden/>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customStyle="1" w:styleId="AOkop1">
    <w:name w:val="AOkop1"/>
    <w:basedOn w:val="Standaard"/>
    <w:next w:val="Standaard"/>
    <w:pPr>
      <w:outlineLvl w:val="0"/>
    </w:pPr>
    <w:rPr>
      <w:rFonts w:ascii="Times New Roman" w:hAnsi="Times New Roman"/>
      <w:b/>
      <w:smallCaps/>
      <w:sz w:val="24"/>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oettekstChar">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uiPriority w:val="99"/>
    <w:semiHidden/>
    <w:rsid w:val="009A5B50"/>
    <w:rPr>
      <w:sz w:val="16"/>
      <w:szCs w:val="16"/>
    </w:rPr>
  </w:style>
  <w:style w:type="character" w:customStyle="1" w:styleId="VoetnoottekstChar">
    <w:name w:val="Voetnoottekst Char"/>
    <w:basedOn w:val="Standaardalinea-lettertype"/>
    <w:link w:val="Voetnoottekst"/>
    <w:semiHidden/>
    <w:rsid w:val="007274E3"/>
  </w:style>
  <w:style w:type="character" w:customStyle="1" w:styleId="Kop1Char">
    <w:name w:val="Kop 1 Char"/>
    <w:basedOn w:val="Standaardalinea-lettertype"/>
    <w:link w:val="Kop1"/>
    <w:rsid w:val="00964DEF"/>
    <w:rPr>
      <w:color w:val="D8B511"/>
      <w:sz w:val="32"/>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customStyle="1" w:styleId="TekstopmerkingChar">
    <w:name w:val="Tekst opmerking Char"/>
    <w:basedOn w:val="Standaardalinea-lettertype"/>
    <w:link w:val="Tekstopmerking"/>
    <w:semiHidden/>
    <w:rsid w:val="002417FA"/>
  </w:style>
  <w:style w:type="character" w:customStyle="1" w:styleId="OnderwerpvanopmerkingChar">
    <w:name w:val="Onderwerp van opmerking Char"/>
    <w:basedOn w:val="TekstopmerkingChar"/>
    <w:link w:val="Onderwerpvanopmerking"/>
    <w:uiPriority w:val="99"/>
    <w:semiHidden/>
    <w:rsid w:val="002417FA"/>
    <w:rPr>
      <w:rFonts w:ascii="Arial" w:hAnsi="Arial" w:cs="Arial"/>
      <w:b/>
      <w:bCs/>
    </w:rPr>
  </w:style>
  <w:style w:type="paragraph" w:customStyle="1" w:styleId="Default">
    <w:name w:val="Default"/>
    <w:rsid w:val="00DB6597"/>
    <w:pPr>
      <w:autoSpaceDE w:val="0"/>
      <w:autoSpaceDN w:val="0"/>
      <w:adjustRightInd w:val="0"/>
    </w:pPr>
    <w:rPr>
      <w:rFonts w:ascii="Calibri" w:hAnsi="Calibri" w:cs="Calibri"/>
      <w:color w:val="000000"/>
      <w:sz w:val="24"/>
      <w:szCs w:val="24"/>
    </w:rPr>
  </w:style>
  <w:style w:type="table" w:customStyle="1" w:styleId="Tabelraster1">
    <w:name w:val="Tabelraster1"/>
    <w:basedOn w:val="Standaardtabel"/>
    <w:next w:val="Tabelraster"/>
    <w:uiPriority w:val="59"/>
    <w:rsid w:val="007A6DBE"/>
    <w:rPr>
      <w:rFonts w:eastAsiaTheme="minorEastAsia" w:cs="Arial"/>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um">
    <w:name w:val="Date"/>
    <w:basedOn w:val="Standaard"/>
    <w:next w:val="Standaard"/>
    <w:link w:val="DatumChar"/>
    <w:uiPriority w:val="99"/>
    <w:semiHidden/>
    <w:unhideWhenUsed/>
    <w:rsid w:val="0061083D"/>
  </w:style>
  <w:style w:type="character" w:customStyle="1" w:styleId="DatumChar">
    <w:name w:val="Datum Char"/>
    <w:basedOn w:val="Standaardalinea-lettertype"/>
    <w:link w:val="Datum"/>
    <w:uiPriority w:val="99"/>
    <w:semiHidden/>
    <w:rsid w:val="0061083D"/>
    <w:rPr>
      <w:rFonts w:ascii="Arial" w:hAnsi="Arial" w:cs="Arial"/>
      <w:sz w:val="23"/>
      <w:szCs w:val="23"/>
    </w:rPr>
  </w:style>
  <w:style w:type="table" w:customStyle="1" w:styleId="Tabelraster11">
    <w:name w:val="Tabelraster11"/>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Standaardtabel"/>
    <w:next w:val="Tabelraster"/>
    <w:uiPriority w:val="59"/>
    <w:rsid w:val="00BB5E1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5">
    <w:name w:val="Tabelraster5"/>
    <w:basedOn w:val="Standaardtabel"/>
    <w:next w:val="Tabelraster"/>
    <w:uiPriority w:val="59"/>
    <w:rsid w:val="00A055B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6">
    <w:name w:val="Tabelraster6"/>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7">
    <w:name w:val="Tabelraster7"/>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1">
    <w:name w:val="Tabelraster31"/>
    <w:basedOn w:val="Standaardtabel"/>
    <w:next w:val="Tabelraster"/>
    <w:uiPriority w:val="59"/>
    <w:rsid w:val="009E035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85023D"/>
    <w:pPr>
      <w:spacing w:before="100" w:beforeAutospacing="1" w:after="100" w:afterAutospacing="1"/>
    </w:pPr>
    <w:rPr>
      <w:rFonts w:ascii="Times New Roman" w:hAnsi="Times New Roman"/>
      <w:sz w:val="24"/>
      <w:szCs w:val="24"/>
    </w:rPr>
  </w:style>
  <w:style w:type="paragraph" w:styleId="Geenafstand">
    <w:name w:val="No Spacing"/>
    <w:uiPriority w:val="1"/>
    <w:rsid w:val="0085023D"/>
    <w:rPr>
      <w:rFonts w:cs="Arial"/>
      <w:sz w:val="23"/>
      <w:szCs w:val="23"/>
    </w:rPr>
  </w:style>
  <w:style w:type="paragraph" w:styleId="Eindnoottekst">
    <w:name w:val="endnote text"/>
    <w:basedOn w:val="Standaard"/>
    <w:link w:val="EindnoottekstChar"/>
    <w:uiPriority w:val="99"/>
    <w:semiHidden/>
    <w:unhideWhenUsed/>
    <w:rsid w:val="00987379"/>
  </w:style>
  <w:style w:type="character" w:customStyle="1" w:styleId="EindnoottekstChar">
    <w:name w:val="Eindnoottekst Char"/>
    <w:basedOn w:val="Standaardalinea-lettertype"/>
    <w:link w:val="Eindnoottekst"/>
    <w:uiPriority w:val="99"/>
    <w:semiHidden/>
    <w:rsid w:val="00987379"/>
    <w:rPr>
      <w:rFonts w:ascii="Arial" w:hAnsi="Arial" w:cs="Arial"/>
    </w:rPr>
  </w:style>
  <w:style w:type="character" w:styleId="Eindnootmarkering">
    <w:name w:val="endnote reference"/>
    <w:basedOn w:val="Standaardalinea-lettertype"/>
    <w:uiPriority w:val="99"/>
    <w:semiHidden/>
    <w:unhideWhenUsed/>
    <w:rsid w:val="00987379"/>
    <w:rPr>
      <w:vertAlign w:val="superscript"/>
    </w:rPr>
  </w:style>
  <w:style w:type="character" w:styleId="Tekstvantijdelijkeaanduiding">
    <w:name w:val="Placeholder Text"/>
    <w:basedOn w:val="Standaardalinea-lettertype"/>
    <w:uiPriority w:val="99"/>
    <w:semiHidden/>
    <w:rsid w:val="0064777E"/>
    <w:rPr>
      <w:color w:val="808080"/>
    </w:rPr>
  </w:style>
  <w:style w:type="character" w:styleId="Onopgelostemelding">
    <w:name w:val="Unresolved Mention"/>
    <w:basedOn w:val="Standaardalinea-lettertype"/>
    <w:uiPriority w:val="99"/>
    <w:semiHidden/>
    <w:unhideWhenUsed/>
    <w:rsid w:val="00811EC6"/>
    <w:rPr>
      <w:color w:val="808080"/>
      <w:shd w:val="clear" w:color="auto" w:fill="E6E6E6"/>
    </w:rPr>
  </w:style>
  <w:style w:type="character" w:customStyle="1" w:styleId="Kop6Char">
    <w:name w:val="Kop 6 Char"/>
    <w:basedOn w:val="Standaardalinea-lettertype"/>
    <w:link w:val="Kop6"/>
    <w:rsid w:val="009765A5"/>
    <w:rPr>
      <w:rFonts w:ascii="Times New Roman" w:hAnsi="Times New Roman"/>
      <w:b/>
      <w:color w:val="000000" w:themeColor="text1"/>
      <w:sz w:val="24"/>
    </w:rPr>
  </w:style>
  <w:style w:type="paragraph" w:customStyle="1" w:styleId="CommentSubject1">
    <w:name w:val="Comment Subject1"/>
    <w:basedOn w:val="Tekstopmerking"/>
    <w:next w:val="Tekstopmerking"/>
    <w:semiHidden/>
    <w:rsid w:val="00F7549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176261">
      <w:bodyDiv w:val="1"/>
      <w:marLeft w:val="0"/>
      <w:marRight w:val="0"/>
      <w:marTop w:val="0"/>
      <w:marBottom w:val="0"/>
      <w:divBdr>
        <w:top w:val="none" w:sz="0" w:space="0" w:color="auto"/>
        <w:left w:val="none" w:sz="0" w:space="0" w:color="auto"/>
        <w:bottom w:val="none" w:sz="0" w:space="0" w:color="auto"/>
        <w:right w:val="none" w:sz="0" w:space="0" w:color="auto"/>
      </w:divBdr>
    </w:div>
    <w:div w:id="117066176">
      <w:bodyDiv w:val="1"/>
      <w:marLeft w:val="0"/>
      <w:marRight w:val="0"/>
      <w:marTop w:val="0"/>
      <w:marBottom w:val="0"/>
      <w:divBdr>
        <w:top w:val="none" w:sz="0" w:space="0" w:color="auto"/>
        <w:left w:val="none" w:sz="0" w:space="0" w:color="auto"/>
        <w:bottom w:val="none" w:sz="0" w:space="0" w:color="auto"/>
        <w:right w:val="none" w:sz="0" w:space="0" w:color="auto"/>
      </w:divBdr>
    </w:div>
    <w:div w:id="292440886">
      <w:bodyDiv w:val="1"/>
      <w:marLeft w:val="0"/>
      <w:marRight w:val="0"/>
      <w:marTop w:val="0"/>
      <w:marBottom w:val="0"/>
      <w:divBdr>
        <w:top w:val="none" w:sz="0" w:space="0" w:color="auto"/>
        <w:left w:val="none" w:sz="0" w:space="0" w:color="auto"/>
        <w:bottom w:val="none" w:sz="0" w:space="0" w:color="auto"/>
        <w:right w:val="none" w:sz="0" w:space="0" w:color="auto"/>
      </w:divBdr>
      <w:divsChild>
        <w:div w:id="1271282209">
          <w:marLeft w:val="0"/>
          <w:marRight w:val="0"/>
          <w:marTop w:val="0"/>
          <w:marBottom w:val="0"/>
          <w:divBdr>
            <w:top w:val="none" w:sz="0" w:space="0" w:color="auto"/>
            <w:left w:val="none" w:sz="0" w:space="0" w:color="auto"/>
            <w:bottom w:val="none" w:sz="0" w:space="0" w:color="auto"/>
            <w:right w:val="none" w:sz="0" w:space="0" w:color="auto"/>
          </w:divBdr>
          <w:divsChild>
            <w:div w:id="547569130">
              <w:marLeft w:val="0"/>
              <w:marRight w:val="0"/>
              <w:marTop w:val="0"/>
              <w:marBottom w:val="0"/>
              <w:divBdr>
                <w:top w:val="none" w:sz="0" w:space="0" w:color="auto"/>
                <w:left w:val="none" w:sz="0" w:space="0" w:color="auto"/>
                <w:bottom w:val="none" w:sz="0" w:space="0" w:color="auto"/>
                <w:right w:val="none" w:sz="0" w:space="0" w:color="auto"/>
              </w:divBdr>
              <w:divsChild>
                <w:div w:id="691536133">
                  <w:marLeft w:val="0"/>
                  <w:marRight w:val="0"/>
                  <w:marTop w:val="0"/>
                  <w:marBottom w:val="0"/>
                  <w:divBdr>
                    <w:top w:val="none" w:sz="0" w:space="0" w:color="auto"/>
                    <w:left w:val="none" w:sz="0" w:space="0" w:color="auto"/>
                    <w:bottom w:val="none" w:sz="0" w:space="0" w:color="auto"/>
                    <w:right w:val="none" w:sz="0" w:space="0" w:color="auto"/>
                  </w:divBdr>
                  <w:divsChild>
                    <w:div w:id="344408460">
                      <w:marLeft w:val="150"/>
                      <w:marRight w:val="150"/>
                      <w:marTop w:val="0"/>
                      <w:marBottom w:val="0"/>
                      <w:divBdr>
                        <w:top w:val="none" w:sz="0" w:space="0" w:color="auto"/>
                        <w:left w:val="none" w:sz="0" w:space="0" w:color="auto"/>
                        <w:bottom w:val="none" w:sz="0" w:space="0" w:color="auto"/>
                        <w:right w:val="none" w:sz="0" w:space="0" w:color="auto"/>
                      </w:divBdr>
                      <w:divsChild>
                        <w:div w:id="42947013">
                          <w:marLeft w:val="150"/>
                          <w:marRight w:val="150"/>
                          <w:marTop w:val="0"/>
                          <w:marBottom w:val="0"/>
                          <w:divBdr>
                            <w:top w:val="none" w:sz="0" w:space="0" w:color="auto"/>
                            <w:left w:val="none" w:sz="0" w:space="0" w:color="auto"/>
                            <w:bottom w:val="none" w:sz="0" w:space="0" w:color="auto"/>
                            <w:right w:val="none" w:sz="0" w:space="0" w:color="auto"/>
                          </w:divBdr>
                          <w:divsChild>
                            <w:div w:id="1989935738">
                              <w:marLeft w:val="0"/>
                              <w:marRight w:val="0"/>
                              <w:marTop w:val="0"/>
                              <w:marBottom w:val="0"/>
                              <w:divBdr>
                                <w:top w:val="none" w:sz="0" w:space="0" w:color="auto"/>
                                <w:left w:val="none" w:sz="0" w:space="0" w:color="auto"/>
                                <w:bottom w:val="none" w:sz="0" w:space="0" w:color="auto"/>
                                <w:right w:val="none" w:sz="0" w:space="0" w:color="auto"/>
                              </w:divBdr>
                              <w:divsChild>
                                <w:div w:id="1653366367">
                                  <w:marLeft w:val="150"/>
                                  <w:marRight w:val="150"/>
                                  <w:marTop w:val="0"/>
                                  <w:marBottom w:val="0"/>
                                  <w:divBdr>
                                    <w:top w:val="none" w:sz="0" w:space="0" w:color="auto"/>
                                    <w:left w:val="none" w:sz="0" w:space="0" w:color="auto"/>
                                    <w:bottom w:val="none" w:sz="0" w:space="0" w:color="auto"/>
                                    <w:right w:val="none" w:sz="0" w:space="0" w:color="auto"/>
                                  </w:divBdr>
                                  <w:divsChild>
                                    <w:div w:id="996305506">
                                      <w:marLeft w:val="0"/>
                                      <w:marRight w:val="0"/>
                                      <w:marTop w:val="0"/>
                                      <w:marBottom w:val="0"/>
                                      <w:divBdr>
                                        <w:top w:val="none" w:sz="0" w:space="0" w:color="auto"/>
                                        <w:left w:val="none" w:sz="0" w:space="0" w:color="auto"/>
                                        <w:bottom w:val="none" w:sz="0" w:space="0" w:color="auto"/>
                                        <w:right w:val="none" w:sz="0" w:space="0" w:color="auto"/>
                                      </w:divBdr>
                                      <w:divsChild>
                                        <w:div w:id="444156714">
                                          <w:marLeft w:val="0"/>
                                          <w:marRight w:val="0"/>
                                          <w:marTop w:val="0"/>
                                          <w:marBottom w:val="0"/>
                                          <w:divBdr>
                                            <w:top w:val="none" w:sz="0" w:space="0" w:color="auto"/>
                                            <w:left w:val="none" w:sz="0" w:space="0" w:color="auto"/>
                                            <w:bottom w:val="none" w:sz="0" w:space="0" w:color="auto"/>
                                            <w:right w:val="none" w:sz="0" w:space="0" w:color="auto"/>
                                          </w:divBdr>
                                          <w:divsChild>
                                            <w:div w:id="1691026883">
                                              <w:marLeft w:val="0"/>
                                              <w:marRight w:val="0"/>
                                              <w:marTop w:val="0"/>
                                              <w:marBottom w:val="0"/>
                                              <w:divBdr>
                                                <w:top w:val="none" w:sz="0" w:space="0" w:color="auto"/>
                                                <w:left w:val="none" w:sz="0" w:space="0" w:color="auto"/>
                                                <w:bottom w:val="none" w:sz="0" w:space="0" w:color="auto"/>
                                                <w:right w:val="none" w:sz="0" w:space="0" w:color="auto"/>
                                              </w:divBdr>
                                              <w:divsChild>
                                                <w:div w:id="1272786529">
                                                  <w:marLeft w:val="0"/>
                                                  <w:marRight w:val="0"/>
                                                  <w:marTop w:val="0"/>
                                                  <w:marBottom w:val="0"/>
                                                  <w:divBdr>
                                                    <w:top w:val="none" w:sz="0" w:space="0" w:color="auto"/>
                                                    <w:left w:val="none" w:sz="0" w:space="0" w:color="auto"/>
                                                    <w:bottom w:val="none" w:sz="0" w:space="0" w:color="auto"/>
                                                    <w:right w:val="none" w:sz="0" w:space="0" w:color="auto"/>
                                                  </w:divBdr>
                                                  <w:divsChild>
                                                    <w:div w:id="30462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4468548">
      <w:bodyDiv w:val="1"/>
      <w:marLeft w:val="0"/>
      <w:marRight w:val="0"/>
      <w:marTop w:val="0"/>
      <w:marBottom w:val="0"/>
      <w:divBdr>
        <w:top w:val="none" w:sz="0" w:space="0" w:color="auto"/>
        <w:left w:val="none" w:sz="0" w:space="0" w:color="auto"/>
        <w:bottom w:val="none" w:sz="0" w:space="0" w:color="auto"/>
        <w:right w:val="none" w:sz="0" w:space="0" w:color="auto"/>
      </w:divBdr>
      <w:divsChild>
        <w:div w:id="961576675">
          <w:marLeft w:val="0"/>
          <w:marRight w:val="0"/>
          <w:marTop w:val="0"/>
          <w:marBottom w:val="0"/>
          <w:divBdr>
            <w:top w:val="none" w:sz="0" w:space="0" w:color="auto"/>
            <w:left w:val="none" w:sz="0" w:space="0" w:color="auto"/>
            <w:bottom w:val="none" w:sz="0" w:space="0" w:color="auto"/>
            <w:right w:val="none" w:sz="0" w:space="0" w:color="auto"/>
          </w:divBdr>
          <w:divsChild>
            <w:div w:id="1042248073">
              <w:marLeft w:val="0"/>
              <w:marRight w:val="0"/>
              <w:marTop w:val="0"/>
              <w:marBottom w:val="0"/>
              <w:divBdr>
                <w:top w:val="none" w:sz="0" w:space="0" w:color="auto"/>
                <w:left w:val="none" w:sz="0" w:space="0" w:color="auto"/>
                <w:bottom w:val="none" w:sz="0" w:space="0" w:color="auto"/>
                <w:right w:val="none" w:sz="0" w:space="0" w:color="auto"/>
              </w:divBdr>
              <w:divsChild>
                <w:div w:id="1824812461">
                  <w:marLeft w:val="0"/>
                  <w:marRight w:val="0"/>
                  <w:marTop w:val="0"/>
                  <w:marBottom w:val="0"/>
                  <w:divBdr>
                    <w:top w:val="none" w:sz="0" w:space="0" w:color="auto"/>
                    <w:left w:val="none" w:sz="0" w:space="0" w:color="auto"/>
                    <w:bottom w:val="none" w:sz="0" w:space="0" w:color="auto"/>
                    <w:right w:val="none" w:sz="0" w:space="0" w:color="auto"/>
                  </w:divBdr>
                  <w:divsChild>
                    <w:div w:id="1806116901">
                      <w:marLeft w:val="0"/>
                      <w:marRight w:val="0"/>
                      <w:marTop w:val="0"/>
                      <w:marBottom w:val="120"/>
                      <w:divBdr>
                        <w:top w:val="none" w:sz="0" w:space="0" w:color="auto"/>
                        <w:left w:val="none" w:sz="0" w:space="0" w:color="auto"/>
                        <w:bottom w:val="none" w:sz="0" w:space="0" w:color="auto"/>
                        <w:right w:val="none" w:sz="0" w:space="0" w:color="auto"/>
                      </w:divBdr>
                    </w:div>
                    <w:div w:id="1950239756">
                      <w:marLeft w:val="0"/>
                      <w:marRight w:val="0"/>
                      <w:marTop w:val="0"/>
                      <w:marBottom w:val="240"/>
                      <w:divBdr>
                        <w:top w:val="none" w:sz="0" w:space="0" w:color="auto"/>
                        <w:left w:val="none" w:sz="0" w:space="0" w:color="auto"/>
                        <w:bottom w:val="none" w:sz="0" w:space="0" w:color="auto"/>
                        <w:right w:val="none" w:sz="0" w:space="0" w:color="auto"/>
                      </w:divBdr>
                      <w:divsChild>
                        <w:div w:id="405344453">
                          <w:marLeft w:val="0"/>
                          <w:marRight w:val="0"/>
                          <w:marTop w:val="0"/>
                          <w:marBottom w:val="0"/>
                          <w:divBdr>
                            <w:top w:val="none" w:sz="0" w:space="0" w:color="auto"/>
                            <w:left w:val="none" w:sz="0" w:space="0" w:color="auto"/>
                            <w:bottom w:val="none" w:sz="0" w:space="0" w:color="auto"/>
                            <w:right w:val="none" w:sz="0" w:space="0" w:color="auto"/>
                          </w:divBdr>
                        </w:div>
                        <w:div w:id="1896548427">
                          <w:marLeft w:val="0"/>
                          <w:marRight w:val="0"/>
                          <w:marTop w:val="0"/>
                          <w:marBottom w:val="0"/>
                          <w:divBdr>
                            <w:top w:val="none" w:sz="0" w:space="0" w:color="auto"/>
                            <w:left w:val="none" w:sz="0" w:space="0" w:color="auto"/>
                            <w:bottom w:val="none" w:sz="0" w:space="0" w:color="auto"/>
                            <w:right w:val="none" w:sz="0" w:space="0" w:color="auto"/>
                          </w:divBdr>
                        </w:div>
                        <w:div w:id="826946201">
                          <w:marLeft w:val="0"/>
                          <w:marRight w:val="0"/>
                          <w:marTop w:val="0"/>
                          <w:marBottom w:val="0"/>
                          <w:divBdr>
                            <w:top w:val="none" w:sz="0" w:space="0" w:color="auto"/>
                            <w:left w:val="none" w:sz="0" w:space="0" w:color="auto"/>
                            <w:bottom w:val="none" w:sz="0" w:space="0" w:color="auto"/>
                            <w:right w:val="none" w:sz="0" w:space="0" w:color="auto"/>
                          </w:divBdr>
                        </w:div>
                        <w:div w:id="889651258">
                          <w:marLeft w:val="0"/>
                          <w:marRight w:val="0"/>
                          <w:marTop w:val="0"/>
                          <w:marBottom w:val="0"/>
                          <w:divBdr>
                            <w:top w:val="none" w:sz="0" w:space="0" w:color="auto"/>
                            <w:left w:val="none" w:sz="0" w:space="0" w:color="auto"/>
                            <w:bottom w:val="none" w:sz="0" w:space="0" w:color="auto"/>
                            <w:right w:val="none" w:sz="0" w:space="0" w:color="auto"/>
                          </w:divBdr>
                        </w:div>
                        <w:div w:id="1125537262">
                          <w:marLeft w:val="0"/>
                          <w:marRight w:val="0"/>
                          <w:marTop w:val="0"/>
                          <w:marBottom w:val="0"/>
                          <w:divBdr>
                            <w:top w:val="none" w:sz="0" w:space="0" w:color="auto"/>
                            <w:left w:val="none" w:sz="0" w:space="0" w:color="auto"/>
                            <w:bottom w:val="none" w:sz="0" w:space="0" w:color="auto"/>
                            <w:right w:val="none" w:sz="0" w:space="0" w:color="auto"/>
                          </w:divBdr>
                        </w:div>
                        <w:div w:id="495144642">
                          <w:marLeft w:val="0"/>
                          <w:marRight w:val="0"/>
                          <w:marTop w:val="0"/>
                          <w:marBottom w:val="0"/>
                          <w:divBdr>
                            <w:top w:val="none" w:sz="0" w:space="0" w:color="auto"/>
                            <w:left w:val="none" w:sz="0" w:space="0" w:color="auto"/>
                            <w:bottom w:val="none" w:sz="0" w:space="0" w:color="auto"/>
                            <w:right w:val="none" w:sz="0" w:space="0" w:color="auto"/>
                          </w:divBdr>
                        </w:div>
                        <w:div w:id="1978754251">
                          <w:marLeft w:val="0"/>
                          <w:marRight w:val="0"/>
                          <w:marTop w:val="0"/>
                          <w:marBottom w:val="0"/>
                          <w:divBdr>
                            <w:top w:val="none" w:sz="0" w:space="0" w:color="auto"/>
                            <w:left w:val="none" w:sz="0" w:space="0" w:color="auto"/>
                            <w:bottom w:val="none" w:sz="0" w:space="0" w:color="auto"/>
                            <w:right w:val="none" w:sz="0" w:space="0" w:color="auto"/>
                          </w:divBdr>
                        </w:div>
                        <w:div w:id="1639991244">
                          <w:marLeft w:val="0"/>
                          <w:marRight w:val="0"/>
                          <w:marTop w:val="0"/>
                          <w:marBottom w:val="0"/>
                          <w:divBdr>
                            <w:top w:val="none" w:sz="0" w:space="0" w:color="auto"/>
                            <w:left w:val="none" w:sz="0" w:space="0" w:color="auto"/>
                            <w:bottom w:val="none" w:sz="0" w:space="0" w:color="auto"/>
                            <w:right w:val="none" w:sz="0" w:space="0" w:color="auto"/>
                          </w:divBdr>
                        </w:div>
                        <w:div w:id="1823934878">
                          <w:marLeft w:val="0"/>
                          <w:marRight w:val="0"/>
                          <w:marTop w:val="0"/>
                          <w:marBottom w:val="0"/>
                          <w:divBdr>
                            <w:top w:val="none" w:sz="0" w:space="0" w:color="auto"/>
                            <w:left w:val="none" w:sz="0" w:space="0" w:color="auto"/>
                            <w:bottom w:val="none" w:sz="0" w:space="0" w:color="auto"/>
                            <w:right w:val="none" w:sz="0" w:space="0" w:color="auto"/>
                          </w:divBdr>
                        </w:div>
                        <w:div w:id="2132354660">
                          <w:marLeft w:val="0"/>
                          <w:marRight w:val="0"/>
                          <w:marTop w:val="0"/>
                          <w:marBottom w:val="0"/>
                          <w:divBdr>
                            <w:top w:val="none" w:sz="0" w:space="0" w:color="auto"/>
                            <w:left w:val="none" w:sz="0" w:space="0" w:color="auto"/>
                            <w:bottom w:val="none" w:sz="0" w:space="0" w:color="auto"/>
                            <w:right w:val="none" w:sz="0" w:space="0" w:color="auto"/>
                          </w:divBdr>
                        </w:div>
                        <w:div w:id="1580751124">
                          <w:marLeft w:val="0"/>
                          <w:marRight w:val="0"/>
                          <w:marTop w:val="0"/>
                          <w:marBottom w:val="0"/>
                          <w:divBdr>
                            <w:top w:val="none" w:sz="0" w:space="0" w:color="auto"/>
                            <w:left w:val="none" w:sz="0" w:space="0" w:color="auto"/>
                            <w:bottom w:val="none" w:sz="0" w:space="0" w:color="auto"/>
                            <w:right w:val="none" w:sz="0" w:space="0" w:color="auto"/>
                          </w:divBdr>
                        </w:div>
                        <w:div w:id="65685880">
                          <w:marLeft w:val="0"/>
                          <w:marRight w:val="0"/>
                          <w:marTop w:val="0"/>
                          <w:marBottom w:val="0"/>
                          <w:divBdr>
                            <w:top w:val="none" w:sz="0" w:space="0" w:color="auto"/>
                            <w:left w:val="none" w:sz="0" w:space="0" w:color="auto"/>
                            <w:bottom w:val="none" w:sz="0" w:space="0" w:color="auto"/>
                            <w:right w:val="none" w:sz="0" w:space="0" w:color="auto"/>
                          </w:divBdr>
                        </w:div>
                        <w:div w:id="721976763">
                          <w:marLeft w:val="0"/>
                          <w:marRight w:val="0"/>
                          <w:marTop w:val="0"/>
                          <w:marBottom w:val="0"/>
                          <w:divBdr>
                            <w:top w:val="none" w:sz="0" w:space="0" w:color="auto"/>
                            <w:left w:val="none" w:sz="0" w:space="0" w:color="auto"/>
                            <w:bottom w:val="none" w:sz="0" w:space="0" w:color="auto"/>
                            <w:right w:val="none" w:sz="0" w:space="0" w:color="auto"/>
                          </w:divBdr>
                        </w:div>
                        <w:div w:id="272173623">
                          <w:marLeft w:val="0"/>
                          <w:marRight w:val="0"/>
                          <w:marTop w:val="0"/>
                          <w:marBottom w:val="0"/>
                          <w:divBdr>
                            <w:top w:val="none" w:sz="0" w:space="0" w:color="auto"/>
                            <w:left w:val="none" w:sz="0" w:space="0" w:color="auto"/>
                            <w:bottom w:val="none" w:sz="0" w:space="0" w:color="auto"/>
                            <w:right w:val="none" w:sz="0" w:space="0" w:color="auto"/>
                          </w:divBdr>
                        </w:div>
                        <w:div w:id="2082217313">
                          <w:marLeft w:val="0"/>
                          <w:marRight w:val="0"/>
                          <w:marTop w:val="0"/>
                          <w:marBottom w:val="0"/>
                          <w:divBdr>
                            <w:top w:val="none" w:sz="0" w:space="0" w:color="auto"/>
                            <w:left w:val="none" w:sz="0" w:space="0" w:color="auto"/>
                            <w:bottom w:val="none" w:sz="0" w:space="0" w:color="auto"/>
                            <w:right w:val="none" w:sz="0" w:space="0" w:color="auto"/>
                          </w:divBdr>
                        </w:div>
                        <w:div w:id="789864890">
                          <w:marLeft w:val="0"/>
                          <w:marRight w:val="0"/>
                          <w:marTop w:val="0"/>
                          <w:marBottom w:val="0"/>
                          <w:divBdr>
                            <w:top w:val="none" w:sz="0" w:space="0" w:color="auto"/>
                            <w:left w:val="none" w:sz="0" w:space="0" w:color="auto"/>
                            <w:bottom w:val="none" w:sz="0" w:space="0" w:color="auto"/>
                            <w:right w:val="none" w:sz="0" w:space="0" w:color="auto"/>
                          </w:divBdr>
                        </w:div>
                        <w:div w:id="1093429289">
                          <w:marLeft w:val="0"/>
                          <w:marRight w:val="0"/>
                          <w:marTop w:val="0"/>
                          <w:marBottom w:val="0"/>
                          <w:divBdr>
                            <w:top w:val="none" w:sz="0" w:space="0" w:color="auto"/>
                            <w:left w:val="none" w:sz="0" w:space="0" w:color="auto"/>
                            <w:bottom w:val="none" w:sz="0" w:space="0" w:color="auto"/>
                            <w:right w:val="none" w:sz="0" w:space="0" w:color="auto"/>
                          </w:divBdr>
                        </w:div>
                      </w:divsChild>
                    </w:div>
                    <w:div w:id="2042002932">
                      <w:marLeft w:val="0"/>
                      <w:marRight w:val="0"/>
                      <w:marTop w:val="0"/>
                      <w:marBottom w:val="0"/>
                      <w:divBdr>
                        <w:top w:val="none" w:sz="0" w:space="0" w:color="auto"/>
                        <w:left w:val="none" w:sz="0" w:space="0" w:color="auto"/>
                        <w:bottom w:val="none" w:sz="0" w:space="0" w:color="auto"/>
                        <w:right w:val="none" w:sz="0" w:space="0" w:color="auto"/>
                      </w:divBdr>
                    </w:div>
                    <w:div w:id="488249041">
                      <w:marLeft w:val="0"/>
                      <w:marRight w:val="0"/>
                      <w:marTop w:val="0"/>
                      <w:marBottom w:val="240"/>
                      <w:divBdr>
                        <w:top w:val="none" w:sz="0" w:space="0" w:color="auto"/>
                        <w:left w:val="none" w:sz="0" w:space="0" w:color="auto"/>
                        <w:bottom w:val="none" w:sz="0" w:space="0" w:color="auto"/>
                        <w:right w:val="none" w:sz="0" w:space="0" w:color="auto"/>
                      </w:divBdr>
                    </w:div>
                    <w:div w:id="1438210238">
                      <w:marLeft w:val="0"/>
                      <w:marRight w:val="0"/>
                      <w:marTop w:val="0"/>
                      <w:marBottom w:val="0"/>
                      <w:divBdr>
                        <w:top w:val="none" w:sz="0" w:space="0" w:color="auto"/>
                        <w:left w:val="none" w:sz="0" w:space="0" w:color="auto"/>
                        <w:bottom w:val="none" w:sz="0" w:space="0" w:color="auto"/>
                        <w:right w:val="none" w:sz="0" w:space="0" w:color="auto"/>
                      </w:divBdr>
                    </w:div>
                    <w:div w:id="62222440">
                      <w:marLeft w:val="0"/>
                      <w:marRight w:val="0"/>
                      <w:marTop w:val="0"/>
                      <w:marBottom w:val="0"/>
                      <w:divBdr>
                        <w:top w:val="none" w:sz="0" w:space="0" w:color="auto"/>
                        <w:left w:val="none" w:sz="0" w:space="0" w:color="auto"/>
                        <w:bottom w:val="none" w:sz="0" w:space="0" w:color="auto"/>
                        <w:right w:val="none" w:sz="0" w:space="0" w:color="auto"/>
                      </w:divBdr>
                    </w:div>
                    <w:div w:id="2070494867">
                      <w:marLeft w:val="0"/>
                      <w:marRight w:val="0"/>
                      <w:marTop w:val="0"/>
                      <w:marBottom w:val="0"/>
                      <w:divBdr>
                        <w:top w:val="none" w:sz="0" w:space="0" w:color="auto"/>
                        <w:left w:val="none" w:sz="0" w:space="0" w:color="auto"/>
                        <w:bottom w:val="none" w:sz="0" w:space="0" w:color="auto"/>
                        <w:right w:val="none" w:sz="0" w:space="0" w:color="auto"/>
                      </w:divBdr>
                    </w:div>
                    <w:div w:id="375736965">
                      <w:marLeft w:val="0"/>
                      <w:marRight w:val="0"/>
                      <w:marTop w:val="0"/>
                      <w:marBottom w:val="0"/>
                      <w:divBdr>
                        <w:top w:val="none" w:sz="0" w:space="0" w:color="auto"/>
                        <w:left w:val="none" w:sz="0" w:space="0" w:color="auto"/>
                        <w:bottom w:val="none" w:sz="0" w:space="0" w:color="auto"/>
                        <w:right w:val="none" w:sz="0" w:space="0" w:color="auto"/>
                      </w:divBdr>
                    </w:div>
                    <w:div w:id="1666856635">
                      <w:marLeft w:val="0"/>
                      <w:marRight w:val="0"/>
                      <w:marTop w:val="0"/>
                      <w:marBottom w:val="0"/>
                      <w:divBdr>
                        <w:top w:val="none" w:sz="0" w:space="0" w:color="auto"/>
                        <w:left w:val="none" w:sz="0" w:space="0" w:color="auto"/>
                        <w:bottom w:val="none" w:sz="0" w:space="0" w:color="auto"/>
                        <w:right w:val="none" w:sz="0" w:space="0" w:color="auto"/>
                      </w:divBdr>
                    </w:div>
                    <w:div w:id="1172571998">
                      <w:marLeft w:val="0"/>
                      <w:marRight w:val="0"/>
                      <w:marTop w:val="0"/>
                      <w:marBottom w:val="0"/>
                      <w:divBdr>
                        <w:top w:val="none" w:sz="0" w:space="0" w:color="auto"/>
                        <w:left w:val="none" w:sz="0" w:space="0" w:color="auto"/>
                        <w:bottom w:val="none" w:sz="0" w:space="0" w:color="auto"/>
                        <w:right w:val="none" w:sz="0" w:space="0" w:color="auto"/>
                      </w:divBdr>
                    </w:div>
                    <w:div w:id="1041827925">
                      <w:marLeft w:val="0"/>
                      <w:marRight w:val="0"/>
                      <w:marTop w:val="0"/>
                      <w:marBottom w:val="0"/>
                      <w:divBdr>
                        <w:top w:val="none" w:sz="0" w:space="0" w:color="auto"/>
                        <w:left w:val="none" w:sz="0" w:space="0" w:color="auto"/>
                        <w:bottom w:val="none" w:sz="0" w:space="0" w:color="auto"/>
                        <w:right w:val="none" w:sz="0" w:space="0" w:color="auto"/>
                      </w:divBdr>
                    </w:div>
                    <w:div w:id="743527297">
                      <w:marLeft w:val="0"/>
                      <w:marRight w:val="0"/>
                      <w:marTop w:val="0"/>
                      <w:marBottom w:val="0"/>
                      <w:divBdr>
                        <w:top w:val="none" w:sz="0" w:space="0" w:color="auto"/>
                        <w:left w:val="none" w:sz="0" w:space="0" w:color="auto"/>
                        <w:bottom w:val="none" w:sz="0" w:space="0" w:color="auto"/>
                        <w:right w:val="none" w:sz="0" w:space="0" w:color="auto"/>
                      </w:divBdr>
                    </w:div>
                    <w:div w:id="1108432100">
                      <w:marLeft w:val="0"/>
                      <w:marRight w:val="0"/>
                      <w:marTop w:val="0"/>
                      <w:marBottom w:val="0"/>
                      <w:divBdr>
                        <w:top w:val="none" w:sz="0" w:space="0" w:color="auto"/>
                        <w:left w:val="none" w:sz="0" w:space="0" w:color="auto"/>
                        <w:bottom w:val="none" w:sz="0" w:space="0" w:color="auto"/>
                        <w:right w:val="none" w:sz="0" w:space="0" w:color="auto"/>
                      </w:divBdr>
                    </w:div>
                    <w:div w:id="1144198234">
                      <w:marLeft w:val="0"/>
                      <w:marRight w:val="0"/>
                      <w:marTop w:val="0"/>
                      <w:marBottom w:val="0"/>
                      <w:divBdr>
                        <w:top w:val="none" w:sz="0" w:space="0" w:color="auto"/>
                        <w:left w:val="none" w:sz="0" w:space="0" w:color="auto"/>
                        <w:bottom w:val="none" w:sz="0" w:space="0" w:color="auto"/>
                        <w:right w:val="none" w:sz="0" w:space="0" w:color="auto"/>
                      </w:divBdr>
                    </w:div>
                    <w:div w:id="1684740541">
                      <w:marLeft w:val="0"/>
                      <w:marRight w:val="0"/>
                      <w:marTop w:val="0"/>
                      <w:marBottom w:val="0"/>
                      <w:divBdr>
                        <w:top w:val="none" w:sz="0" w:space="0" w:color="auto"/>
                        <w:left w:val="none" w:sz="0" w:space="0" w:color="auto"/>
                        <w:bottom w:val="none" w:sz="0" w:space="0" w:color="auto"/>
                        <w:right w:val="none" w:sz="0" w:space="0" w:color="auto"/>
                      </w:divBdr>
                    </w:div>
                    <w:div w:id="1722049859">
                      <w:marLeft w:val="0"/>
                      <w:marRight w:val="0"/>
                      <w:marTop w:val="0"/>
                      <w:marBottom w:val="0"/>
                      <w:divBdr>
                        <w:top w:val="none" w:sz="0" w:space="0" w:color="auto"/>
                        <w:left w:val="none" w:sz="0" w:space="0" w:color="auto"/>
                        <w:bottom w:val="none" w:sz="0" w:space="0" w:color="auto"/>
                        <w:right w:val="none" w:sz="0" w:space="0" w:color="auto"/>
                      </w:divBdr>
                    </w:div>
                    <w:div w:id="464615844">
                      <w:marLeft w:val="0"/>
                      <w:marRight w:val="0"/>
                      <w:marTop w:val="0"/>
                      <w:marBottom w:val="0"/>
                      <w:divBdr>
                        <w:top w:val="none" w:sz="0" w:space="0" w:color="auto"/>
                        <w:left w:val="none" w:sz="0" w:space="0" w:color="auto"/>
                        <w:bottom w:val="none" w:sz="0" w:space="0" w:color="auto"/>
                        <w:right w:val="none" w:sz="0" w:space="0" w:color="auto"/>
                      </w:divBdr>
                    </w:div>
                    <w:div w:id="683823350">
                      <w:marLeft w:val="0"/>
                      <w:marRight w:val="0"/>
                      <w:marTop w:val="0"/>
                      <w:marBottom w:val="0"/>
                      <w:divBdr>
                        <w:top w:val="none" w:sz="0" w:space="0" w:color="auto"/>
                        <w:left w:val="none" w:sz="0" w:space="0" w:color="auto"/>
                        <w:bottom w:val="none" w:sz="0" w:space="0" w:color="auto"/>
                        <w:right w:val="none" w:sz="0" w:space="0" w:color="auto"/>
                      </w:divBdr>
                    </w:div>
                    <w:div w:id="476993538">
                      <w:marLeft w:val="0"/>
                      <w:marRight w:val="0"/>
                      <w:marTop w:val="0"/>
                      <w:marBottom w:val="0"/>
                      <w:divBdr>
                        <w:top w:val="none" w:sz="0" w:space="0" w:color="auto"/>
                        <w:left w:val="none" w:sz="0" w:space="0" w:color="auto"/>
                        <w:bottom w:val="none" w:sz="0" w:space="0" w:color="auto"/>
                        <w:right w:val="none" w:sz="0" w:space="0" w:color="auto"/>
                      </w:divBdr>
                    </w:div>
                    <w:div w:id="1940915410">
                      <w:marLeft w:val="0"/>
                      <w:marRight w:val="0"/>
                      <w:marTop w:val="0"/>
                      <w:marBottom w:val="0"/>
                      <w:divBdr>
                        <w:top w:val="none" w:sz="0" w:space="0" w:color="auto"/>
                        <w:left w:val="none" w:sz="0" w:space="0" w:color="auto"/>
                        <w:bottom w:val="none" w:sz="0" w:space="0" w:color="auto"/>
                        <w:right w:val="none" w:sz="0" w:space="0" w:color="auto"/>
                      </w:divBdr>
                    </w:div>
                    <w:div w:id="1069503817">
                      <w:marLeft w:val="0"/>
                      <w:marRight w:val="0"/>
                      <w:marTop w:val="0"/>
                      <w:marBottom w:val="0"/>
                      <w:divBdr>
                        <w:top w:val="none" w:sz="0" w:space="0" w:color="auto"/>
                        <w:left w:val="none" w:sz="0" w:space="0" w:color="auto"/>
                        <w:bottom w:val="none" w:sz="0" w:space="0" w:color="auto"/>
                        <w:right w:val="none" w:sz="0" w:space="0" w:color="auto"/>
                      </w:divBdr>
                    </w:div>
                    <w:div w:id="85730827">
                      <w:marLeft w:val="0"/>
                      <w:marRight w:val="0"/>
                      <w:marTop w:val="0"/>
                      <w:marBottom w:val="0"/>
                      <w:divBdr>
                        <w:top w:val="none" w:sz="0" w:space="0" w:color="auto"/>
                        <w:left w:val="none" w:sz="0" w:space="0" w:color="auto"/>
                        <w:bottom w:val="none" w:sz="0" w:space="0" w:color="auto"/>
                        <w:right w:val="none" w:sz="0" w:space="0" w:color="auto"/>
                      </w:divBdr>
                    </w:div>
                    <w:div w:id="958798976">
                      <w:marLeft w:val="0"/>
                      <w:marRight w:val="0"/>
                      <w:marTop w:val="0"/>
                      <w:marBottom w:val="0"/>
                      <w:divBdr>
                        <w:top w:val="none" w:sz="0" w:space="0" w:color="auto"/>
                        <w:left w:val="none" w:sz="0" w:space="0" w:color="auto"/>
                        <w:bottom w:val="none" w:sz="0" w:space="0" w:color="auto"/>
                        <w:right w:val="none" w:sz="0" w:space="0" w:color="auto"/>
                      </w:divBdr>
                    </w:div>
                    <w:div w:id="1984432349">
                      <w:marLeft w:val="0"/>
                      <w:marRight w:val="0"/>
                      <w:marTop w:val="0"/>
                      <w:marBottom w:val="0"/>
                      <w:divBdr>
                        <w:top w:val="none" w:sz="0" w:space="0" w:color="auto"/>
                        <w:left w:val="none" w:sz="0" w:space="0" w:color="auto"/>
                        <w:bottom w:val="none" w:sz="0" w:space="0" w:color="auto"/>
                        <w:right w:val="none" w:sz="0" w:space="0" w:color="auto"/>
                      </w:divBdr>
                    </w:div>
                    <w:div w:id="1761289962">
                      <w:marLeft w:val="0"/>
                      <w:marRight w:val="0"/>
                      <w:marTop w:val="0"/>
                      <w:marBottom w:val="0"/>
                      <w:divBdr>
                        <w:top w:val="none" w:sz="0" w:space="0" w:color="auto"/>
                        <w:left w:val="none" w:sz="0" w:space="0" w:color="auto"/>
                        <w:bottom w:val="none" w:sz="0" w:space="0" w:color="auto"/>
                        <w:right w:val="none" w:sz="0" w:space="0" w:color="auto"/>
                      </w:divBdr>
                    </w:div>
                    <w:div w:id="2085377461">
                      <w:marLeft w:val="0"/>
                      <w:marRight w:val="0"/>
                      <w:marTop w:val="0"/>
                      <w:marBottom w:val="0"/>
                      <w:divBdr>
                        <w:top w:val="none" w:sz="0" w:space="0" w:color="auto"/>
                        <w:left w:val="none" w:sz="0" w:space="0" w:color="auto"/>
                        <w:bottom w:val="none" w:sz="0" w:space="0" w:color="auto"/>
                        <w:right w:val="none" w:sz="0" w:space="0" w:color="auto"/>
                      </w:divBdr>
                    </w:div>
                    <w:div w:id="900746645">
                      <w:marLeft w:val="0"/>
                      <w:marRight w:val="0"/>
                      <w:marTop w:val="0"/>
                      <w:marBottom w:val="0"/>
                      <w:divBdr>
                        <w:top w:val="none" w:sz="0" w:space="0" w:color="auto"/>
                        <w:left w:val="none" w:sz="0" w:space="0" w:color="auto"/>
                        <w:bottom w:val="none" w:sz="0" w:space="0" w:color="auto"/>
                        <w:right w:val="none" w:sz="0" w:space="0" w:color="auto"/>
                      </w:divBdr>
                    </w:div>
                    <w:div w:id="2035763197">
                      <w:marLeft w:val="0"/>
                      <w:marRight w:val="0"/>
                      <w:marTop w:val="0"/>
                      <w:marBottom w:val="0"/>
                      <w:divBdr>
                        <w:top w:val="none" w:sz="0" w:space="0" w:color="auto"/>
                        <w:left w:val="none" w:sz="0" w:space="0" w:color="auto"/>
                        <w:bottom w:val="none" w:sz="0" w:space="0" w:color="auto"/>
                        <w:right w:val="none" w:sz="0" w:space="0" w:color="auto"/>
                      </w:divBdr>
                    </w:div>
                    <w:div w:id="345132789">
                      <w:marLeft w:val="0"/>
                      <w:marRight w:val="0"/>
                      <w:marTop w:val="0"/>
                      <w:marBottom w:val="0"/>
                      <w:divBdr>
                        <w:top w:val="none" w:sz="0" w:space="0" w:color="auto"/>
                        <w:left w:val="none" w:sz="0" w:space="0" w:color="auto"/>
                        <w:bottom w:val="none" w:sz="0" w:space="0" w:color="auto"/>
                        <w:right w:val="none" w:sz="0" w:space="0" w:color="auto"/>
                      </w:divBdr>
                    </w:div>
                    <w:div w:id="726951607">
                      <w:marLeft w:val="0"/>
                      <w:marRight w:val="0"/>
                      <w:marTop w:val="0"/>
                      <w:marBottom w:val="0"/>
                      <w:divBdr>
                        <w:top w:val="none" w:sz="0" w:space="0" w:color="auto"/>
                        <w:left w:val="none" w:sz="0" w:space="0" w:color="auto"/>
                        <w:bottom w:val="none" w:sz="0" w:space="0" w:color="auto"/>
                        <w:right w:val="none" w:sz="0" w:space="0" w:color="auto"/>
                      </w:divBdr>
                    </w:div>
                    <w:div w:id="927736100">
                      <w:marLeft w:val="0"/>
                      <w:marRight w:val="0"/>
                      <w:marTop w:val="0"/>
                      <w:marBottom w:val="240"/>
                      <w:divBdr>
                        <w:top w:val="none" w:sz="0" w:space="0" w:color="auto"/>
                        <w:left w:val="none" w:sz="0" w:space="0" w:color="auto"/>
                        <w:bottom w:val="none" w:sz="0" w:space="0" w:color="auto"/>
                        <w:right w:val="none" w:sz="0" w:space="0" w:color="auto"/>
                      </w:divBdr>
                      <w:divsChild>
                        <w:div w:id="734157682">
                          <w:marLeft w:val="0"/>
                          <w:marRight w:val="0"/>
                          <w:marTop w:val="240"/>
                          <w:marBottom w:val="0"/>
                          <w:divBdr>
                            <w:top w:val="none" w:sz="0" w:space="0" w:color="auto"/>
                            <w:left w:val="none" w:sz="0" w:space="0" w:color="auto"/>
                            <w:bottom w:val="none" w:sz="0" w:space="0" w:color="auto"/>
                            <w:right w:val="none" w:sz="0" w:space="0" w:color="auto"/>
                          </w:divBdr>
                        </w:div>
                      </w:divsChild>
                    </w:div>
                    <w:div w:id="351302280">
                      <w:marLeft w:val="0"/>
                      <w:marRight w:val="0"/>
                      <w:marTop w:val="240"/>
                      <w:marBottom w:val="0"/>
                      <w:divBdr>
                        <w:top w:val="none" w:sz="0" w:space="0" w:color="auto"/>
                        <w:left w:val="none" w:sz="0" w:space="0" w:color="auto"/>
                        <w:bottom w:val="none" w:sz="0" w:space="0" w:color="auto"/>
                        <w:right w:val="none" w:sz="0" w:space="0" w:color="auto"/>
                      </w:divBdr>
                      <w:divsChild>
                        <w:div w:id="1869441240">
                          <w:marLeft w:val="0"/>
                          <w:marRight w:val="0"/>
                          <w:marTop w:val="0"/>
                          <w:marBottom w:val="0"/>
                          <w:divBdr>
                            <w:top w:val="none" w:sz="0" w:space="0" w:color="auto"/>
                            <w:left w:val="none" w:sz="0" w:space="0" w:color="auto"/>
                            <w:bottom w:val="none" w:sz="0" w:space="0" w:color="auto"/>
                            <w:right w:val="none" w:sz="0" w:space="0" w:color="auto"/>
                          </w:divBdr>
                        </w:div>
                        <w:div w:id="1247811095">
                          <w:marLeft w:val="0"/>
                          <w:marRight w:val="0"/>
                          <w:marTop w:val="0"/>
                          <w:marBottom w:val="0"/>
                          <w:divBdr>
                            <w:top w:val="none" w:sz="0" w:space="0" w:color="auto"/>
                            <w:left w:val="none" w:sz="0" w:space="0" w:color="auto"/>
                            <w:bottom w:val="none" w:sz="0" w:space="0" w:color="auto"/>
                            <w:right w:val="none" w:sz="0" w:space="0" w:color="auto"/>
                          </w:divBdr>
                        </w:div>
                        <w:div w:id="2077896752">
                          <w:marLeft w:val="0"/>
                          <w:marRight w:val="0"/>
                          <w:marTop w:val="0"/>
                          <w:marBottom w:val="0"/>
                          <w:divBdr>
                            <w:top w:val="none" w:sz="0" w:space="0" w:color="auto"/>
                            <w:left w:val="none" w:sz="0" w:space="0" w:color="auto"/>
                            <w:bottom w:val="none" w:sz="0" w:space="0" w:color="auto"/>
                            <w:right w:val="none" w:sz="0" w:space="0" w:color="auto"/>
                          </w:divBdr>
                        </w:div>
                        <w:div w:id="883712510">
                          <w:marLeft w:val="0"/>
                          <w:marRight w:val="0"/>
                          <w:marTop w:val="0"/>
                          <w:marBottom w:val="0"/>
                          <w:divBdr>
                            <w:top w:val="none" w:sz="0" w:space="0" w:color="auto"/>
                            <w:left w:val="none" w:sz="0" w:space="0" w:color="auto"/>
                            <w:bottom w:val="none" w:sz="0" w:space="0" w:color="auto"/>
                            <w:right w:val="none" w:sz="0" w:space="0" w:color="auto"/>
                          </w:divBdr>
                        </w:div>
                        <w:div w:id="1693914329">
                          <w:marLeft w:val="0"/>
                          <w:marRight w:val="0"/>
                          <w:marTop w:val="0"/>
                          <w:marBottom w:val="0"/>
                          <w:divBdr>
                            <w:top w:val="none" w:sz="0" w:space="0" w:color="auto"/>
                            <w:left w:val="none" w:sz="0" w:space="0" w:color="auto"/>
                            <w:bottom w:val="none" w:sz="0" w:space="0" w:color="auto"/>
                            <w:right w:val="none" w:sz="0" w:space="0" w:color="auto"/>
                          </w:divBdr>
                        </w:div>
                        <w:div w:id="1715108559">
                          <w:marLeft w:val="0"/>
                          <w:marRight w:val="0"/>
                          <w:marTop w:val="0"/>
                          <w:marBottom w:val="0"/>
                          <w:divBdr>
                            <w:top w:val="none" w:sz="0" w:space="0" w:color="auto"/>
                            <w:left w:val="none" w:sz="0" w:space="0" w:color="auto"/>
                            <w:bottom w:val="none" w:sz="0" w:space="0" w:color="auto"/>
                            <w:right w:val="none" w:sz="0" w:space="0" w:color="auto"/>
                          </w:divBdr>
                        </w:div>
                        <w:div w:id="361396579">
                          <w:marLeft w:val="0"/>
                          <w:marRight w:val="0"/>
                          <w:marTop w:val="0"/>
                          <w:marBottom w:val="0"/>
                          <w:divBdr>
                            <w:top w:val="none" w:sz="0" w:space="0" w:color="auto"/>
                            <w:left w:val="none" w:sz="0" w:space="0" w:color="auto"/>
                            <w:bottom w:val="none" w:sz="0" w:space="0" w:color="auto"/>
                            <w:right w:val="none" w:sz="0" w:space="0" w:color="auto"/>
                          </w:divBdr>
                        </w:div>
                        <w:div w:id="1976717534">
                          <w:marLeft w:val="0"/>
                          <w:marRight w:val="0"/>
                          <w:marTop w:val="0"/>
                          <w:marBottom w:val="0"/>
                          <w:divBdr>
                            <w:top w:val="none" w:sz="0" w:space="0" w:color="auto"/>
                            <w:left w:val="none" w:sz="0" w:space="0" w:color="auto"/>
                            <w:bottom w:val="none" w:sz="0" w:space="0" w:color="auto"/>
                            <w:right w:val="none" w:sz="0" w:space="0" w:color="auto"/>
                          </w:divBdr>
                        </w:div>
                        <w:div w:id="2123379850">
                          <w:marLeft w:val="0"/>
                          <w:marRight w:val="0"/>
                          <w:marTop w:val="0"/>
                          <w:marBottom w:val="0"/>
                          <w:divBdr>
                            <w:top w:val="none" w:sz="0" w:space="0" w:color="auto"/>
                            <w:left w:val="none" w:sz="0" w:space="0" w:color="auto"/>
                            <w:bottom w:val="none" w:sz="0" w:space="0" w:color="auto"/>
                            <w:right w:val="none" w:sz="0" w:space="0" w:color="auto"/>
                          </w:divBdr>
                        </w:div>
                        <w:div w:id="494034196">
                          <w:marLeft w:val="0"/>
                          <w:marRight w:val="0"/>
                          <w:marTop w:val="0"/>
                          <w:marBottom w:val="0"/>
                          <w:divBdr>
                            <w:top w:val="none" w:sz="0" w:space="0" w:color="auto"/>
                            <w:left w:val="none" w:sz="0" w:space="0" w:color="auto"/>
                            <w:bottom w:val="none" w:sz="0" w:space="0" w:color="auto"/>
                            <w:right w:val="none" w:sz="0" w:space="0" w:color="auto"/>
                          </w:divBdr>
                        </w:div>
                        <w:div w:id="2029602360">
                          <w:marLeft w:val="0"/>
                          <w:marRight w:val="0"/>
                          <w:marTop w:val="0"/>
                          <w:marBottom w:val="0"/>
                          <w:divBdr>
                            <w:top w:val="none" w:sz="0" w:space="0" w:color="auto"/>
                            <w:left w:val="none" w:sz="0" w:space="0" w:color="auto"/>
                            <w:bottom w:val="none" w:sz="0" w:space="0" w:color="auto"/>
                            <w:right w:val="none" w:sz="0" w:space="0" w:color="auto"/>
                          </w:divBdr>
                        </w:div>
                        <w:div w:id="2062049286">
                          <w:marLeft w:val="0"/>
                          <w:marRight w:val="0"/>
                          <w:marTop w:val="0"/>
                          <w:marBottom w:val="0"/>
                          <w:divBdr>
                            <w:top w:val="none" w:sz="0" w:space="0" w:color="auto"/>
                            <w:left w:val="none" w:sz="0" w:space="0" w:color="auto"/>
                            <w:bottom w:val="none" w:sz="0" w:space="0" w:color="auto"/>
                            <w:right w:val="none" w:sz="0" w:space="0" w:color="auto"/>
                          </w:divBdr>
                        </w:div>
                        <w:div w:id="2092850088">
                          <w:marLeft w:val="0"/>
                          <w:marRight w:val="0"/>
                          <w:marTop w:val="0"/>
                          <w:marBottom w:val="0"/>
                          <w:divBdr>
                            <w:top w:val="none" w:sz="0" w:space="0" w:color="auto"/>
                            <w:left w:val="none" w:sz="0" w:space="0" w:color="auto"/>
                            <w:bottom w:val="none" w:sz="0" w:space="0" w:color="auto"/>
                            <w:right w:val="none" w:sz="0" w:space="0" w:color="auto"/>
                          </w:divBdr>
                        </w:div>
                        <w:div w:id="1619995238">
                          <w:marLeft w:val="0"/>
                          <w:marRight w:val="0"/>
                          <w:marTop w:val="0"/>
                          <w:marBottom w:val="0"/>
                          <w:divBdr>
                            <w:top w:val="none" w:sz="0" w:space="0" w:color="auto"/>
                            <w:left w:val="none" w:sz="0" w:space="0" w:color="auto"/>
                            <w:bottom w:val="none" w:sz="0" w:space="0" w:color="auto"/>
                            <w:right w:val="none" w:sz="0" w:space="0" w:color="auto"/>
                          </w:divBdr>
                        </w:div>
                        <w:div w:id="417868106">
                          <w:marLeft w:val="0"/>
                          <w:marRight w:val="0"/>
                          <w:marTop w:val="0"/>
                          <w:marBottom w:val="0"/>
                          <w:divBdr>
                            <w:top w:val="none" w:sz="0" w:space="0" w:color="auto"/>
                            <w:left w:val="none" w:sz="0" w:space="0" w:color="auto"/>
                            <w:bottom w:val="none" w:sz="0" w:space="0" w:color="auto"/>
                            <w:right w:val="none" w:sz="0" w:space="0" w:color="auto"/>
                          </w:divBdr>
                        </w:div>
                        <w:div w:id="348145841">
                          <w:marLeft w:val="0"/>
                          <w:marRight w:val="0"/>
                          <w:marTop w:val="0"/>
                          <w:marBottom w:val="0"/>
                          <w:divBdr>
                            <w:top w:val="none" w:sz="0" w:space="0" w:color="auto"/>
                            <w:left w:val="none" w:sz="0" w:space="0" w:color="auto"/>
                            <w:bottom w:val="none" w:sz="0" w:space="0" w:color="auto"/>
                            <w:right w:val="none" w:sz="0" w:space="0" w:color="auto"/>
                          </w:divBdr>
                        </w:div>
                        <w:div w:id="959997199">
                          <w:marLeft w:val="0"/>
                          <w:marRight w:val="0"/>
                          <w:marTop w:val="0"/>
                          <w:marBottom w:val="0"/>
                          <w:divBdr>
                            <w:top w:val="none" w:sz="0" w:space="0" w:color="auto"/>
                            <w:left w:val="none" w:sz="0" w:space="0" w:color="auto"/>
                            <w:bottom w:val="none" w:sz="0" w:space="0" w:color="auto"/>
                            <w:right w:val="none" w:sz="0" w:space="0" w:color="auto"/>
                          </w:divBdr>
                        </w:div>
                        <w:div w:id="1515807747">
                          <w:marLeft w:val="0"/>
                          <w:marRight w:val="0"/>
                          <w:marTop w:val="0"/>
                          <w:marBottom w:val="0"/>
                          <w:divBdr>
                            <w:top w:val="none" w:sz="0" w:space="0" w:color="auto"/>
                            <w:left w:val="none" w:sz="0" w:space="0" w:color="auto"/>
                            <w:bottom w:val="none" w:sz="0" w:space="0" w:color="auto"/>
                            <w:right w:val="none" w:sz="0" w:space="0" w:color="auto"/>
                          </w:divBdr>
                        </w:div>
                        <w:div w:id="1908298661">
                          <w:marLeft w:val="0"/>
                          <w:marRight w:val="0"/>
                          <w:marTop w:val="0"/>
                          <w:marBottom w:val="0"/>
                          <w:divBdr>
                            <w:top w:val="none" w:sz="0" w:space="0" w:color="auto"/>
                            <w:left w:val="none" w:sz="0" w:space="0" w:color="auto"/>
                            <w:bottom w:val="none" w:sz="0" w:space="0" w:color="auto"/>
                            <w:right w:val="none" w:sz="0" w:space="0" w:color="auto"/>
                          </w:divBdr>
                        </w:div>
                        <w:div w:id="1436443997">
                          <w:marLeft w:val="0"/>
                          <w:marRight w:val="0"/>
                          <w:marTop w:val="0"/>
                          <w:marBottom w:val="0"/>
                          <w:divBdr>
                            <w:top w:val="none" w:sz="0" w:space="0" w:color="auto"/>
                            <w:left w:val="none" w:sz="0" w:space="0" w:color="auto"/>
                            <w:bottom w:val="none" w:sz="0" w:space="0" w:color="auto"/>
                            <w:right w:val="none" w:sz="0" w:space="0" w:color="auto"/>
                          </w:divBdr>
                        </w:div>
                        <w:div w:id="1002783096">
                          <w:marLeft w:val="0"/>
                          <w:marRight w:val="0"/>
                          <w:marTop w:val="0"/>
                          <w:marBottom w:val="0"/>
                          <w:divBdr>
                            <w:top w:val="none" w:sz="0" w:space="0" w:color="auto"/>
                            <w:left w:val="none" w:sz="0" w:space="0" w:color="auto"/>
                            <w:bottom w:val="none" w:sz="0" w:space="0" w:color="auto"/>
                            <w:right w:val="none" w:sz="0" w:space="0" w:color="auto"/>
                          </w:divBdr>
                        </w:div>
                        <w:div w:id="769400373">
                          <w:marLeft w:val="0"/>
                          <w:marRight w:val="0"/>
                          <w:marTop w:val="0"/>
                          <w:marBottom w:val="0"/>
                          <w:divBdr>
                            <w:top w:val="none" w:sz="0" w:space="0" w:color="auto"/>
                            <w:left w:val="none" w:sz="0" w:space="0" w:color="auto"/>
                            <w:bottom w:val="none" w:sz="0" w:space="0" w:color="auto"/>
                            <w:right w:val="none" w:sz="0" w:space="0" w:color="auto"/>
                          </w:divBdr>
                        </w:div>
                        <w:div w:id="169483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416115">
      <w:bodyDiv w:val="1"/>
      <w:marLeft w:val="0"/>
      <w:marRight w:val="0"/>
      <w:marTop w:val="0"/>
      <w:marBottom w:val="0"/>
      <w:divBdr>
        <w:top w:val="none" w:sz="0" w:space="0" w:color="auto"/>
        <w:left w:val="none" w:sz="0" w:space="0" w:color="auto"/>
        <w:bottom w:val="none" w:sz="0" w:space="0" w:color="auto"/>
        <w:right w:val="none" w:sz="0" w:space="0" w:color="auto"/>
      </w:divBdr>
      <w:divsChild>
        <w:div w:id="418139857">
          <w:marLeft w:val="0"/>
          <w:marRight w:val="0"/>
          <w:marTop w:val="0"/>
          <w:marBottom w:val="0"/>
          <w:divBdr>
            <w:top w:val="none" w:sz="0" w:space="0" w:color="auto"/>
            <w:left w:val="none" w:sz="0" w:space="0" w:color="auto"/>
            <w:bottom w:val="none" w:sz="0" w:space="0" w:color="auto"/>
            <w:right w:val="none" w:sz="0" w:space="0" w:color="auto"/>
          </w:divBdr>
          <w:divsChild>
            <w:div w:id="1724135722">
              <w:marLeft w:val="0"/>
              <w:marRight w:val="0"/>
              <w:marTop w:val="0"/>
              <w:marBottom w:val="0"/>
              <w:divBdr>
                <w:top w:val="none" w:sz="0" w:space="0" w:color="auto"/>
                <w:left w:val="none" w:sz="0" w:space="0" w:color="auto"/>
                <w:bottom w:val="none" w:sz="0" w:space="0" w:color="auto"/>
                <w:right w:val="none" w:sz="0" w:space="0" w:color="auto"/>
              </w:divBdr>
              <w:divsChild>
                <w:div w:id="1008215852">
                  <w:marLeft w:val="0"/>
                  <w:marRight w:val="0"/>
                  <w:marTop w:val="0"/>
                  <w:marBottom w:val="0"/>
                  <w:divBdr>
                    <w:top w:val="none" w:sz="0" w:space="0" w:color="auto"/>
                    <w:left w:val="none" w:sz="0" w:space="0" w:color="auto"/>
                    <w:bottom w:val="none" w:sz="0" w:space="0" w:color="auto"/>
                    <w:right w:val="none" w:sz="0" w:space="0" w:color="auto"/>
                  </w:divBdr>
                  <w:divsChild>
                    <w:div w:id="1818493186">
                      <w:marLeft w:val="0"/>
                      <w:marRight w:val="0"/>
                      <w:marTop w:val="0"/>
                      <w:marBottom w:val="0"/>
                      <w:divBdr>
                        <w:top w:val="none" w:sz="0" w:space="0" w:color="auto"/>
                        <w:left w:val="none" w:sz="0" w:space="0" w:color="auto"/>
                        <w:bottom w:val="none" w:sz="0" w:space="0" w:color="auto"/>
                        <w:right w:val="none" w:sz="0" w:space="0" w:color="auto"/>
                      </w:divBdr>
                      <w:divsChild>
                        <w:div w:id="51322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2438800">
      <w:bodyDiv w:val="1"/>
      <w:marLeft w:val="0"/>
      <w:marRight w:val="0"/>
      <w:marTop w:val="0"/>
      <w:marBottom w:val="0"/>
      <w:divBdr>
        <w:top w:val="none" w:sz="0" w:space="0" w:color="auto"/>
        <w:left w:val="none" w:sz="0" w:space="0" w:color="auto"/>
        <w:bottom w:val="none" w:sz="0" w:space="0" w:color="auto"/>
        <w:right w:val="none" w:sz="0" w:space="0" w:color="auto"/>
      </w:divBdr>
    </w:div>
    <w:div w:id="1218324714">
      <w:bodyDiv w:val="1"/>
      <w:marLeft w:val="0"/>
      <w:marRight w:val="0"/>
      <w:marTop w:val="0"/>
      <w:marBottom w:val="0"/>
      <w:divBdr>
        <w:top w:val="none" w:sz="0" w:space="0" w:color="auto"/>
        <w:left w:val="none" w:sz="0" w:space="0" w:color="auto"/>
        <w:bottom w:val="none" w:sz="0" w:space="0" w:color="auto"/>
        <w:right w:val="none" w:sz="0" w:space="0" w:color="auto"/>
      </w:divBdr>
      <w:divsChild>
        <w:div w:id="9114874">
          <w:marLeft w:val="0"/>
          <w:marRight w:val="0"/>
          <w:marTop w:val="0"/>
          <w:marBottom w:val="0"/>
          <w:divBdr>
            <w:top w:val="none" w:sz="0" w:space="0" w:color="auto"/>
            <w:left w:val="none" w:sz="0" w:space="0" w:color="auto"/>
            <w:bottom w:val="none" w:sz="0" w:space="0" w:color="auto"/>
            <w:right w:val="none" w:sz="0" w:space="0" w:color="auto"/>
          </w:divBdr>
          <w:divsChild>
            <w:div w:id="655454282">
              <w:marLeft w:val="0"/>
              <w:marRight w:val="0"/>
              <w:marTop w:val="0"/>
              <w:marBottom w:val="0"/>
              <w:divBdr>
                <w:top w:val="none" w:sz="0" w:space="0" w:color="auto"/>
                <w:left w:val="none" w:sz="0" w:space="0" w:color="auto"/>
                <w:bottom w:val="none" w:sz="0" w:space="0" w:color="auto"/>
                <w:right w:val="none" w:sz="0" w:space="0" w:color="auto"/>
              </w:divBdr>
              <w:divsChild>
                <w:div w:id="262997250">
                  <w:marLeft w:val="0"/>
                  <w:marRight w:val="0"/>
                  <w:marTop w:val="0"/>
                  <w:marBottom w:val="0"/>
                  <w:divBdr>
                    <w:top w:val="none" w:sz="0" w:space="0" w:color="auto"/>
                    <w:left w:val="none" w:sz="0" w:space="0" w:color="auto"/>
                    <w:bottom w:val="none" w:sz="0" w:space="0" w:color="auto"/>
                    <w:right w:val="none" w:sz="0" w:space="0" w:color="auto"/>
                  </w:divBdr>
                  <w:divsChild>
                    <w:div w:id="1536887182">
                      <w:marLeft w:val="0"/>
                      <w:marRight w:val="0"/>
                      <w:marTop w:val="0"/>
                      <w:marBottom w:val="0"/>
                      <w:divBdr>
                        <w:top w:val="none" w:sz="0" w:space="0" w:color="auto"/>
                        <w:left w:val="none" w:sz="0" w:space="0" w:color="auto"/>
                        <w:bottom w:val="none" w:sz="0" w:space="0" w:color="auto"/>
                        <w:right w:val="none" w:sz="0" w:space="0" w:color="auto"/>
                      </w:divBdr>
                      <w:divsChild>
                        <w:div w:id="121388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194442">
      <w:bodyDiv w:val="1"/>
      <w:marLeft w:val="0"/>
      <w:marRight w:val="0"/>
      <w:marTop w:val="0"/>
      <w:marBottom w:val="0"/>
      <w:divBdr>
        <w:top w:val="none" w:sz="0" w:space="0" w:color="auto"/>
        <w:left w:val="none" w:sz="0" w:space="0" w:color="auto"/>
        <w:bottom w:val="none" w:sz="0" w:space="0" w:color="auto"/>
        <w:right w:val="none" w:sz="0" w:space="0" w:color="auto"/>
      </w:divBdr>
    </w:div>
    <w:div w:id="1791587568">
      <w:bodyDiv w:val="1"/>
      <w:marLeft w:val="0"/>
      <w:marRight w:val="0"/>
      <w:marTop w:val="0"/>
      <w:marBottom w:val="0"/>
      <w:divBdr>
        <w:top w:val="none" w:sz="0" w:space="0" w:color="auto"/>
        <w:left w:val="none" w:sz="0" w:space="0" w:color="auto"/>
        <w:bottom w:val="none" w:sz="0" w:space="0" w:color="auto"/>
        <w:right w:val="none" w:sz="0" w:space="0" w:color="auto"/>
      </w:divBdr>
    </w:div>
    <w:div w:id="1853299066">
      <w:bodyDiv w:val="1"/>
      <w:marLeft w:val="0"/>
      <w:marRight w:val="0"/>
      <w:marTop w:val="0"/>
      <w:marBottom w:val="0"/>
      <w:divBdr>
        <w:top w:val="none" w:sz="0" w:space="0" w:color="auto"/>
        <w:left w:val="none" w:sz="0" w:space="0" w:color="auto"/>
        <w:bottom w:val="none" w:sz="0" w:space="0" w:color="auto"/>
        <w:right w:val="none" w:sz="0" w:space="0" w:color="auto"/>
      </w:divBdr>
      <w:divsChild>
        <w:div w:id="569972371">
          <w:marLeft w:val="0"/>
          <w:marRight w:val="0"/>
          <w:marTop w:val="0"/>
          <w:marBottom w:val="0"/>
          <w:divBdr>
            <w:top w:val="none" w:sz="0" w:space="0" w:color="auto"/>
            <w:left w:val="none" w:sz="0" w:space="0" w:color="auto"/>
            <w:bottom w:val="none" w:sz="0" w:space="0" w:color="auto"/>
            <w:right w:val="none" w:sz="0" w:space="0" w:color="auto"/>
          </w:divBdr>
          <w:divsChild>
            <w:div w:id="1126656462">
              <w:marLeft w:val="0"/>
              <w:marRight w:val="0"/>
              <w:marTop w:val="0"/>
              <w:marBottom w:val="0"/>
              <w:divBdr>
                <w:top w:val="none" w:sz="0" w:space="0" w:color="auto"/>
                <w:left w:val="none" w:sz="0" w:space="0" w:color="auto"/>
                <w:bottom w:val="none" w:sz="0" w:space="0" w:color="auto"/>
                <w:right w:val="none" w:sz="0" w:space="0" w:color="auto"/>
              </w:divBdr>
              <w:divsChild>
                <w:div w:id="634332721">
                  <w:marLeft w:val="0"/>
                  <w:marRight w:val="0"/>
                  <w:marTop w:val="0"/>
                  <w:marBottom w:val="0"/>
                  <w:divBdr>
                    <w:top w:val="none" w:sz="0" w:space="0" w:color="auto"/>
                    <w:left w:val="none" w:sz="0" w:space="0" w:color="auto"/>
                    <w:bottom w:val="none" w:sz="0" w:space="0" w:color="auto"/>
                    <w:right w:val="none" w:sz="0" w:space="0" w:color="auto"/>
                  </w:divBdr>
                  <w:divsChild>
                    <w:div w:id="623341901">
                      <w:marLeft w:val="0"/>
                      <w:marRight w:val="0"/>
                      <w:marTop w:val="0"/>
                      <w:marBottom w:val="120"/>
                      <w:divBdr>
                        <w:top w:val="none" w:sz="0" w:space="0" w:color="auto"/>
                        <w:left w:val="none" w:sz="0" w:space="0" w:color="auto"/>
                        <w:bottom w:val="none" w:sz="0" w:space="0" w:color="auto"/>
                        <w:right w:val="none" w:sz="0" w:space="0" w:color="auto"/>
                      </w:divBdr>
                    </w:div>
                    <w:div w:id="1923099899">
                      <w:marLeft w:val="0"/>
                      <w:marRight w:val="0"/>
                      <w:marTop w:val="0"/>
                      <w:marBottom w:val="240"/>
                      <w:divBdr>
                        <w:top w:val="none" w:sz="0" w:space="0" w:color="auto"/>
                        <w:left w:val="none" w:sz="0" w:space="0" w:color="auto"/>
                        <w:bottom w:val="none" w:sz="0" w:space="0" w:color="auto"/>
                        <w:right w:val="none" w:sz="0" w:space="0" w:color="auto"/>
                      </w:divBdr>
                      <w:divsChild>
                        <w:div w:id="868832814">
                          <w:marLeft w:val="0"/>
                          <w:marRight w:val="0"/>
                          <w:marTop w:val="0"/>
                          <w:marBottom w:val="0"/>
                          <w:divBdr>
                            <w:top w:val="none" w:sz="0" w:space="0" w:color="auto"/>
                            <w:left w:val="none" w:sz="0" w:space="0" w:color="auto"/>
                            <w:bottom w:val="none" w:sz="0" w:space="0" w:color="auto"/>
                            <w:right w:val="none" w:sz="0" w:space="0" w:color="auto"/>
                          </w:divBdr>
                        </w:div>
                        <w:div w:id="868566446">
                          <w:marLeft w:val="0"/>
                          <w:marRight w:val="0"/>
                          <w:marTop w:val="0"/>
                          <w:marBottom w:val="0"/>
                          <w:divBdr>
                            <w:top w:val="none" w:sz="0" w:space="0" w:color="auto"/>
                            <w:left w:val="none" w:sz="0" w:space="0" w:color="auto"/>
                            <w:bottom w:val="none" w:sz="0" w:space="0" w:color="auto"/>
                            <w:right w:val="none" w:sz="0" w:space="0" w:color="auto"/>
                          </w:divBdr>
                        </w:div>
                        <w:div w:id="1049305368">
                          <w:marLeft w:val="0"/>
                          <w:marRight w:val="0"/>
                          <w:marTop w:val="0"/>
                          <w:marBottom w:val="0"/>
                          <w:divBdr>
                            <w:top w:val="none" w:sz="0" w:space="0" w:color="auto"/>
                            <w:left w:val="none" w:sz="0" w:space="0" w:color="auto"/>
                            <w:bottom w:val="none" w:sz="0" w:space="0" w:color="auto"/>
                            <w:right w:val="none" w:sz="0" w:space="0" w:color="auto"/>
                          </w:divBdr>
                        </w:div>
                        <w:div w:id="568417954">
                          <w:marLeft w:val="0"/>
                          <w:marRight w:val="0"/>
                          <w:marTop w:val="0"/>
                          <w:marBottom w:val="0"/>
                          <w:divBdr>
                            <w:top w:val="none" w:sz="0" w:space="0" w:color="auto"/>
                            <w:left w:val="none" w:sz="0" w:space="0" w:color="auto"/>
                            <w:bottom w:val="none" w:sz="0" w:space="0" w:color="auto"/>
                            <w:right w:val="none" w:sz="0" w:space="0" w:color="auto"/>
                          </w:divBdr>
                        </w:div>
                        <w:div w:id="495615143">
                          <w:marLeft w:val="0"/>
                          <w:marRight w:val="0"/>
                          <w:marTop w:val="0"/>
                          <w:marBottom w:val="0"/>
                          <w:divBdr>
                            <w:top w:val="none" w:sz="0" w:space="0" w:color="auto"/>
                            <w:left w:val="none" w:sz="0" w:space="0" w:color="auto"/>
                            <w:bottom w:val="none" w:sz="0" w:space="0" w:color="auto"/>
                            <w:right w:val="none" w:sz="0" w:space="0" w:color="auto"/>
                          </w:divBdr>
                        </w:div>
                        <w:div w:id="953056208">
                          <w:marLeft w:val="0"/>
                          <w:marRight w:val="0"/>
                          <w:marTop w:val="0"/>
                          <w:marBottom w:val="0"/>
                          <w:divBdr>
                            <w:top w:val="none" w:sz="0" w:space="0" w:color="auto"/>
                            <w:left w:val="none" w:sz="0" w:space="0" w:color="auto"/>
                            <w:bottom w:val="none" w:sz="0" w:space="0" w:color="auto"/>
                            <w:right w:val="none" w:sz="0" w:space="0" w:color="auto"/>
                          </w:divBdr>
                        </w:div>
                        <w:div w:id="1958291952">
                          <w:marLeft w:val="0"/>
                          <w:marRight w:val="0"/>
                          <w:marTop w:val="0"/>
                          <w:marBottom w:val="0"/>
                          <w:divBdr>
                            <w:top w:val="none" w:sz="0" w:space="0" w:color="auto"/>
                            <w:left w:val="none" w:sz="0" w:space="0" w:color="auto"/>
                            <w:bottom w:val="none" w:sz="0" w:space="0" w:color="auto"/>
                            <w:right w:val="none" w:sz="0" w:space="0" w:color="auto"/>
                          </w:divBdr>
                        </w:div>
                        <w:div w:id="32967674">
                          <w:marLeft w:val="0"/>
                          <w:marRight w:val="0"/>
                          <w:marTop w:val="0"/>
                          <w:marBottom w:val="0"/>
                          <w:divBdr>
                            <w:top w:val="none" w:sz="0" w:space="0" w:color="auto"/>
                            <w:left w:val="none" w:sz="0" w:space="0" w:color="auto"/>
                            <w:bottom w:val="none" w:sz="0" w:space="0" w:color="auto"/>
                            <w:right w:val="none" w:sz="0" w:space="0" w:color="auto"/>
                          </w:divBdr>
                        </w:div>
                        <w:div w:id="1980723403">
                          <w:marLeft w:val="0"/>
                          <w:marRight w:val="0"/>
                          <w:marTop w:val="0"/>
                          <w:marBottom w:val="0"/>
                          <w:divBdr>
                            <w:top w:val="none" w:sz="0" w:space="0" w:color="auto"/>
                            <w:left w:val="none" w:sz="0" w:space="0" w:color="auto"/>
                            <w:bottom w:val="none" w:sz="0" w:space="0" w:color="auto"/>
                            <w:right w:val="none" w:sz="0" w:space="0" w:color="auto"/>
                          </w:divBdr>
                        </w:div>
                        <w:div w:id="1017074850">
                          <w:marLeft w:val="0"/>
                          <w:marRight w:val="0"/>
                          <w:marTop w:val="0"/>
                          <w:marBottom w:val="0"/>
                          <w:divBdr>
                            <w:top w:val="none" w:sz="0" w:space="0" w:color="auto"/>
                            <w:left w:val="none" w:sz="0" w:space="0" w:color="auto"/>
                            <w:bottom w:val="none" w:sz="0" w:space="0" w:color="auto"/>
                            <w:right w:val="none" w:sz="0" w:space="0" w:color="auto"/>
                          </w:divBdr>
                        </w:div>
                        <w:div w:id="1704746617">
                          <w:marLeft w:val="0"/>
                          <w:marRight w:val="0"/>
                          <w:marTop w:val="0"/>
                          <w:marBottom w:val="0"/>
                          <w:divBdr>
                            <w:top w:val="none" w:sz="0" w:space="0" w:color="auto"/>
                            <w:left w:val="none" w:sz="0" w:space="0" w:color="auto"/>
                            <w:bottom w:val="none" w:sz="0" w:space="0" w:color="auto"/>
                            <w:right w:val="none" w:sz="0" w:space="0" w:color="auto"/>
                          </w:divBdr>
                        </w:div>
                        <w:div w:id="1628320093">
                          <w:marLeft w:val="0"/>
                          <w:marRight w:val="0"/>
                          <w:marTop w:val="0"/>
                          <w:marBottom w:val="0"/>
                          <w:divBdr>
                            <w:top w:val="none" w:sz="0" w:space="0" w:color="auto"/>
                            <w:left w:val="none" w:sz="0" w:space="0" w:color="auto"/>
                            <w:bottom w:val="none" w:sz="0" w:space="0" w:color="auto"/>
                            <w:right w:val="none" w:sz="0" w:space="0" w:color="auto"/>
                          </w:divBdr>
                        </w:div>
                        <w:div w:id="1213544778">
                          <w:marLeft w:val="0"/>
                          <w:marRight w:val="0"/>
                          <w:marTop w:val="0"/>
                          <w:marBottom w:val="0"/>
                          <w:divBdr>
                            <w:top w:val="none" w:sz="0" w:space="0" w:color="auto"/>
                            <w:left w:val="none" w:sz="0" w:space="0" w:color="auto"/>
                            <w:bottom w:val="none" w:sz="0" w:space="0" w:color="auto"/>
                            <w:right w:val="none" w:sz="0" w:space="0" w:color="auto"/>
                          </w:divBdr>
                        </w:div>
                        <w:div w:id="1812213403">
                          <w:marLeft w:val="0"/>
                          <w:marRight w:val="0"/>
                          <w:marTop w:val="0"/>
                          <w:marBottom w:val="0"/>
                          <w:divBdr>
                            <w:top w:val="none" w:sz="0" w:space="0" w:color="auto"/>
                            <w:left w:val="none" w:sz="0" w:space="0" w:color="auto"/>
                            <w:bottom w:val="none" w:sz="0" w:space="0" w:color="auto"/>
                            <w:right w:val="none" w:sz="0" w:space="0" w:color="auto"/>
                          </w:divBdr>
                        </w:div>
                        <w:div w:id="2128161542">
                          <w:marLeft w:val="0"/>
                          <w:marRight w:val="0"/>
                          <w:marTop w:val="0"/>
                          <w:marBottom w:val="0"/>
                          <w:divBdr>
                            <w:top w:val="none" w:sz="0" w:space="0" w:color="auto"/>
                            <w:left w:val="none" w:sz="0" w:space="0" w:color="auto"/>
                            <w:bottom w:val="none" w:sz="0" w:space="0" w:color="auto"/>
                            <w:right w:val="none" w:sz="0" w:space="0" w:color="auto"/>
                          </w:divBdr>
                        </w:div>
                        <w:div w:id="453981967">
                          <w:marLeft w:val="0"/>
                          <w:marRight w:val="0"/>
                          <w:marTop w:val="0"/>
                          <w:marBottom w:val="0"/>
                          <w:divBdr>
                            <w:top w:val="none" w:sz="0" w:space="0" w:color="auto"/>
                            <w:left w:val="none" w:sz="0" w:space="0" w:color="auto"/>
                            <w:bottom w:val="none" w:sz="0" w:space="0" w:color="auto"/>
                            <w:right w:val="none" w:sz="0" w:space="0" w:color="auto"/>
                          </w:divBdr>
                        </w:div>
                        <w:div w:id="1415513625">
                          <w:marLeft w:val="0"/>
                          <w:marRight w:val="0"/>
                          <w:marTop w:val="0"/>
                          <w:marBottom w:val="0"/>
                          <w:divBdr>
                            <w:top w:val="none" w:sz="0" w:space="0" w:color="auto"/>
                            <w:left w:val="none" w:sz="0" w:space="0" w:color="auto"/>
                            <w:bottom w:val="none" w:sz="0" w:space="0" w:color="auto"/>
                            <w:right w:val="none" w:sz="0" w:space="0" w:color="auto"/>
                          </w:divBdr>
                        </w:div>
                      </w:divsChild>
                    </w:div>
                    <w:div w:id="804543690">
                      <w:marLeft w:val="0"/>
                      <w:marRight w:val="0"/>
                      <w:marTop w:val="0"/>
                      <w:marBottom w:val="0"/>
                      <w:divBdr>
                        <w:top w:val="none" w:sz="0" w:space="0" w:color="auto"/>
                        <w:left w:val="none" w:sz="0" w:space="0" w:color="auto"/>
                        <w:bottom w:val="none" w:sz="0" w:space="0" w:color="auto"/>
                        <w:right w:val="none" w:sz="0" w:space="0" w:color="auto"/>
                      </w:divBdr>
                    </w:div>
                    <w:div w:id="1571650997">
                      <w:marLeft w:val="0"/>
                      <w:marRight w:val="0"/>
                      <w:marTop w:val="0"/>
                      <w:marBottom w:val="240"/>
                      <w:divBdr>
                        <w:top w:val="none" w:sz="0" w:space="0" w:color="auto"/>
                        <w:left w:val="none" w:sz="0" w:space="0" w:color="auto"/>
                        <w:bottom w:val="none" w:sz="0" w:space="0" w:color="auto"/>
                        <w:right w:val="none" w:sz="0" w:space="0" w:color="auto"/>
                      </w:divBdr>
                    </w:div>
                    <w:div w:id="796028052">
                      <w:marLeft w:val="0"/>
                      <w:marRight w:val="0"/>
                      <w:marTop w:val="0"/>
                      <w:marBottom w:val="0"/>
                      <w:divBdr>
                        <w:top w:val="none" w:sz="0" w:space="0" w:color="auto"/>
                        <w:left w:val="none" w:sz="0" w:space="0" w:color="auto"/>
                        <w:bottom w:val="none" w:sz="0" w:space="0" w:color="auto"/>
                        <w:right w:val="none" w:sz="0" w:space="0" w:color="auto"/>
                      </w:divBdr>
                    </w:div>
                    <w:div w:id="272173286">
                      <w:marLeft w:val="0"/>
                      <w:marRight w:val="0"/>
                      <w:marTop w:val="0"/>
                      <w:marBottom w:val="0"/>
                      <w:divBdr>
                        <w:top w:val="none" w:sz="0" w:space="0" w:color="auto"/>
                        <w:left w:val="none" w:sz="0" w:space="0" w:color="auto"/>
                        <w:bottom w:val="none" w:sz="0" w:space="0" w:color="auto"/>
                        <w:right w:val="none" w:sz="0" w:space="0" w:color="auto"/>
                      </w:divBdr>
                    </w:div>
                    <w:div w:id="2037850174">
                      <w:marLeft w:val="0"/>
                      <w:marRight w:val="0"/>
                      <w:marTop w:val="0"/>
                      <w:marBottom w:val="0"/>
                      <w:divBdr>
                        <w:top w:val="none" w:sz="0" w:space="0" w:color="auto"/>
                        <w:left w:val="none" w:sz="0" w:space="0" w:color="auto"/>
                        <w:bottom w:val="none" w:sz="0" w:space="0" w:color="auto"/>
                        <w:right w:val="none" w:sz="0" w:space="0" w:color="auto"/>
                      </w:divBdr>
                    </w:div>
                    <w:div w:id="2128816201">
                      <w:marLeft w:val="0"/>
                      <w:marRight w:val="0"/>
                      <w:marTop w:val="0"/>
                      <w:marBottom w:val="0"/>
                      <w:divBdr>
                        <w:top w:val="none" w:sz="0" w:space="0" w:color="auto"/>
                        <w:left w:val="none" w:sz="0" w:space="0" w:color="auto"/>
                        <w:bottom w:val="none" w:sz="0" w:space="0" w:color="auto"/>
                        <w:right w:val="none" w:sz="0" w:space="0" w:color="auto"/>
                      </w:divBdr>
                    </w:div>
                    <w:div w:id="1334065367">
                      <w:marLeft w:val="0"/>
                      <w:marRight w:val="0"/>
                      <w:marTop w:val="0"/>
                      <w:marBottom w:val="0"/>
                      <w:divBdr>
                        <w:top w:val="none" w:sz="0" w:space="0" w:color="auto"/>
                        <w:left w:val="none" w:sz="0" w:space="0" w:color="auto"/>
                        <w:bottom w:val="none" w:sz="0" w:space="0" w:color="auto"/>
                        <w:right w:val="none" w:sz="0" w:space="0" w:color="auto"/>
                      </w:divBdr>
                    </w:div>
                    <w:div w:id="808519598">
                      <w:marLeft w:val="0"/>
                      <w:marRight w:val="0"/>
                      <w:marTop w:val="0"/>
                      <w:marBottom w:val="0"/>
                      <w:divBdr>
                        <w:top w:val="none" w:sz="0" w:space="0" w:color="auto"/>
                        <w:left w:val="none" w:sz="0" w:space="0" w:color="auto"/>
                        <w:bottom w:val="none" w:sz="0" w:space="0" w:color="auto"/>
                        <w:right w:val="none" w:sz="0" w:space="0" w:color="auto"/>
                      </w:divBdr>
                    </w:div>
                    <w:div w:id="1431928048">
                      <w:marLeft w:val="0"/>
                      <w:marRight w:val="0"/>
                      <w:marTop w:val="0"/>
                      <w:marBottom w:val="0"/>
                      <w:divBdr>
                        <w:top w:val="none" w:sz="0" w:space="0" w:color="auto"/>
                        <w:left w:val="none" w:sz="0" w:space="0" w:color="auto"/>
                        <w:bottom w:val="none" w:sz="0" w:space="0" w:color="auto"/>
                        <w:right w:val="none" w:sz="0" w:space="0" w:color="auto"/>
                      </w:divBdr>
                    </w:div>
                    <w:div w:id="737365913">
                      <w:marLeft w:val="0"/>
                      <w:marRight w:val="0"/>
                      <w:marTop w:val="0"/>
                      <w:marBottom w:val="0"/>
                      <w:divBdr>
                        <w:top w:val="none" w:sz="0" w:space="0" w:color="auto"/>
                        <w:left w:val="none" w:sz="0" w:space="0" w:color="auto"/>
                        <w:bottom w:val="none" w:sz="0" w:space="0" w:color="auto"/>
                        <w:right w:val="none" w:sz="0" w:space="0" w:color="auto"/>
                      </w:divBdr>
                    </w:div>
                    <w:div w:id="2097170238">
                      <w:marLeft w:val="0"/>
                      <w:marRight w:val="0"/>
                      <w:marTop w:val="0"/>
                      <w:marBottom w:val="0"/>
                      <w:divBdr>
                        <w:top w:val="none" w:sz="0" w:space="0" w:color="auto"/>
                        <w:left w:val="none" w:sz="0" w:space="0" w:color="auto"/>
                        <w:bottom w:val="none" w:sz="0" w:space="0" w:color="auto"/>
                        <w:right w:val="none" w:sz="0" w:space="0" w:color="auto"/>
                      </w:divBdr>
                    </w:div>
                    <w:div w:id="1144006459">
                      <w:marLeft w:val="0"/>
                      <w:marRight w:val="0"/>
                      <w:marTop w:val="0"/>
                      <w:marBottom w:val="0"/>
                      <w:divBdr>
                        <w:top w:val="none" w:sz="0" w:space="0" w:color="auto"/>
                        <w:left w:val="none" w:sz="0" w:space="0" w:color="auto"/>
                        <w:bottom w:val="none" w:sz="0" w:space="0" w:color="auto"/>
                        <w:right w:val="none" w:sz="0" w:space="0" w:color="auto"/>
                      </w:divBdr>
                    </w:div>
                    <w:div w:id="876549670">
                      <w:marLeft w:val="0"/>
                      <w:marRight w:val="0"/>
                      <w:marTop w:val="0"/>
                      <w:marBottom w:val="0"/>
                      <w:divBdr>
                        <w:top w:val="none" w:sz="0" w:space="0" w:color="auto"/>
                        <w:left w:val="none" w:sz="0" w:space="0" w:color="auto"/>
                        <w:bottom w:val="none" w:sz="0" w:space="0" w:color="auto"/>
                        <w:right w:val="none" w:sz="0" w:space="0" w:color="auto"/>
                      </w:divBdr>
                    </w:div>
                    <w:div w:id="863248429">
                      <w:marLeft w:val="0"/>
                      <w:marRight w:val="0"/>
                      <w:marTop w:val="0"/>
                      <w:marBottom w:val="0"/>
                      <w:divBdr>
                        <w:top w:val="none" w:sz="0" w:space="0" w:color="auto"/>
                        <w:left w:val="none" w:sz="0" w:space="0" w:color="auto"/>
                        <w:bottom w:val="none" w:sz="0" w:space="0" w:color="auto"/>
                        <w:right w:val="none" w:sz="0" w:space="0" w:color="auto"/>
                      </w:divBdr>
                    </w:div>
                    <w:div w:id="2003851729">
                      <w:marLeft w:val="0"/>
                      <w:marRight w:val="0"/>
                      <w:marTop w:val="0"/>
                      <w:marBottom w:val="0"/>
                      <w:divBdr>
                        <w:top w:val="none" w:sz="0" w:space="0" w:color="auto"/>
                        <w:left w:val="none" w:sz="0" w:space="0" w:color="auto"/>
                        <w:bottom w:val="none" w:sz="0" w:space="0" w:color="auto"/>
                        <w:right w:val="none" w:sz="0" w:space="0" w:color="auto"/>
                      </w:divBdr>
                    </w:div>
                    <w:div w:id="1131678851">
                      <w:marLeft w:val="0"/>
                      <w:marRight w:val="0"/>
                      <w:marTop w:val="0"/>
                      <w:marBottom w:val="0"/>
                      <w:divBdr>
                        <w:top w:val="none" w:sz="0" w:space="0" w:color="auto"/>
                        <w:left w:val="none" w:sz="0" w:space="0" w:color="auto"/>
                        <w:bottom w:val="none" w:sz="0" w:space="0" w:color="auto"/>
                        <w:right w:val="none" w:sz="0" w:space="0" w:color="auto"/>
                      </w:divBdr>
                    </w:div>
                    <w:div w:id="189953175">
                      <w:marLeft w:val="0"/>
                      <w:marRight w:val="0"/>
                      <w:marTop w:val="0"/>
                      <w:marBottom w:val="0"/>
                      <w:divBdr>
                        <w:top w:val="none" w:sz="0" w:space="0" w:color="auto"/>
                        <w:left w:val="none" w:sz="0" w:space="0" w:color="auto"/>
                        <w:bottom w:val="none" w:sz="0" w:space="0" w:color="auto"/>
                        <w:right w:val="none" w:sz="0" w:space="0" w:color="auto"/>
                      </w:divBdr>
                    </w:div>
                    <w:div w:id="1771972182">
                      <w:marLeft w:val="0"/>
                      <w:marRight w:val="0"/>
                      <w:marTop w:val="0"/>
                      <w:marBottom w:val="0"/>
                      <w:divBdr>
                        <w:top w:val="none" w:sz="0" w:space="0" w:color="auto"/>
                        <w:left w:val="none" w:sz="0" w:space="0" w:color="auto"/>
                        <w:bottom w:val="none" w:sz="0" w:space="0" w:color="auto"/>
                        <w:right w:val="none" w:sz="0" w:space="0" w:color="auto"/>
                      </w:divBdr>
                    </w:div>
                    <w:div w:id="1489519935">
                      <w:marLeft w:val="0"/>
                      <w:marRight w:val="0"/>
                      <w:marTop w:val="0"/>
                      <w:marBottom w:val="0"/>
                      <w:divBdr>
                        <w:top w:val="none" w:sz="0" w:space="0" w:color="auto"/>
                        <w:left w:val="none" w:sz="0" w:space="0" w:color="auto"/>
                        <w:bottom w:val="none" w:sz="0" w:space="0" w:color="auto"/>
                        <w:right w:val="none" w:sz="0" w:space="0" w:color="auto"/>
                      </w:divBdr>
                    </w:div>
                    <w:div w:id="255750952">
                      <w:marLeft w:val="0"/>
                      <w:marRight w:val="0"/>
                      <w:marTop w:val="0"/>
                      <w:marBottom w:val="0"/>
                      <w:divBdr>
                        <w:top w:val="none" w:sz="0" w:space="0" w:color="auto"/>
                        <w:left w:val="none" w:sz="0" w:space="0" w:color="auto"/>
                        <w:bottom w:val="none" w:sz="0" w:space="0" w:color="auto"/>
                        <w:right w:val="none" w:sz="0" w:space="0" w:color="auto"/>
                      </w:divBdr>
                    </w:div>
                    <w:div w:id="1213542455">
                      <w:marLeft w:val="0"/>
                      <w:marRight w:val="0"/>
                      <w:marTop w:val="0"/>
                      <w:marBottom w:val="0"/>
                      <w:divBdr>
                        <w:top w:val="none" w:sz="0" w:space="0" w:color="auto"/>
                        <w:left w:val="none" w:sz="0" w:space="0" w:color="auto"/>
                        <w:bottom w:val="none" w:sz="0" w:space="0" w:color="auto"/>
                        <w:right w:val="none" w:sz="0" w:space="0" w:color="auto"/>
                      </w:divBdr>
                    </w:div>
                    <w:div w:id="1159422835">
                      <w:marLeft w:val="0"/>
                      <w:marRight w:val="0"/>
                      <w:marTop w:val="0"/>
                      <w:marBottom w:val="0"/>
                      <w:divBdr>
                        <w:top w:val="none" w:sz="0" w:space="0" w:color="auto"/>
                        <w:left w:val="none" w:sz="0" w:space="0" w:color="auto"/>
                        <w:bottom w:val="none" w:sz="0" w:space="0" w:color="auto"/>
                        <w:right w:val="none" w:sz="0" w:space="0" w:color="auto"/>
                      </w:divBdr>
                    </w:div>
                    <w:div w:id="1172725166">
                      <w:marLeft w:val="0"/>
                      <w:marRight w:val="0"/>
                      <w:marTop w:val="0"/>
                      <w:marBottom w:val="0"/>
                      <w:divBdr>
                        <w:top w:val="none" w:sz="0" w:space="0" w:color="auto"/>
                        <w:left w:val="none" w:sz="0" w:space="0" w:color="auto"/>
                        <w:bottom w:val="none" w:sz="0" w:space="0" w:color="auto"/>
                        <w:right w:val="none" w:sz="0" w:space="0" w:color="auto"/>
                      </w:divBdr>
                    </w:div>
                    <w:div w:id="20134659">
                      <w:marLeft w:val="0"/>
                      <w:marRight w:val="0"/>
                      <w:marTop w:val="0"/>
                      <w:marBottom w:val="0"/>
                      <w:divBdr>
                        <w:top w:val="none" w:sz="0" w:space="0" w:color="auto"/>
                        <w:left w:val="none" w:sz="0" w:space="0" w:color="auto"/>
                        <w:bottom w:val="none" w:sz="0" w:space="0" w:color="auto"/>
                        <w:right w:val="none" w:sz="0" w:space="0" w:color="auto"/>
                      </w:divBdr>
                    </w:div>
                    <w:div w:id="371079887">
                      <w:marLeft w:val="0"/>
                      <w:marRight w:val="0"/>
                      <w:marTop w:val="0"/>
                      <w:marBottom w:val="0"/>
                      <w:divBdr>
                        <w:top w:val="none" w:sz="0" w:space="0" w:color="auto"/>
                        <w:left w:val="none" w:sz="0" w:space="0" w:color="auto"/>
                        <w:bottom w:val="none" w:sz="0" w:space="0" w:color="auto"/>
                        <w:right w:val="none" w:sz="0" w:space="0" w:color="auto"/>
                      </w:divBdr>
                    </w:div>
                    <w:div w:id="615677898">
                      <w:marLeft w:val="0"/>
                      <w:marRight w:val="0"/>
                      <w:marTop w:val="0"/>
                      <w:marBottom w:val="0"/>
                      <w:divBdr>
                        <w:top w:val="none" w:sz="0" w:space="0" w:color="auto"/>
                        <w:left w:val="none" w:sz="0" w:space="0" w:color="auto"/>
                        <w:bottom w:val="none" w:sz="0" w:space="0" w:color="auto"/>
                        <w:right w:val="none" w:sz="0" w:space="0" w:color="auto"/>
                      </w:divBdr>
                    </w:div>
                    <w:div w:id="827869535">
                      <w:marLeft w:val="0"/>
                      <w:marRight w:val="0"/>
                      <w:marTop w:val="0"/>
                      <w:marBottom w:val="0"/>
                      <w:divBdr>
                        <w:top w:val="none" w:sz="0" w:space="0" w:color="auto"/>
                        <w:left w:val="none" w:sz="0" w:space="0" w:color="auto"/>
                        <w:bottom w:val="none" w:sz="0" w:space="0" w:color="auto"/>
                        <w:right w:val="none" w:sz="0" w:space="0" w:color="auto"/>
                      </w:divBdr>
                    </w:div>
                    <w:div w:id="1745181775">
                      <w:marLeft w:val="0"/>
                      <w:marRight w:val="0"/>
                      <w:marTop w:val="0"/>
                      <w:marBottom w:val="0"/>
                      <w:divBdr>
                        <w:top w:val="none" w:sz="0" w:space="0" w:color="auto"/>
                        <w:left w:val="none" w:sz="0" w:space="0" w:color="auto"/>
                        <w:bottom w:val="none" w:sz="0" w:space="0" w:color="auto"/>
                        <w:right w:val="none" w:sz="0" w:space="0" w:color="auto"/>
                      </w:divBdr>
                    </w:div>
                    <w:div w:id="1464616690">
                      <w:marLeft w:val="0"/>
                      <w:marRight w:val="0"/>
                      <w:marTop w:val="0"/>
                      <w:marBottom w:val="240"/>
                      <w:divBdr>
                        <w:top w:val="none" w:sz="0" w:space="0" w:color="auto"/>
                        <w:left w:val="none" w:sz="0" w:space="0" w:color="auto"/>
                        <w:bottom w:val="none" w:sz="0" w:space="0" w:color="auto"/>
                        <w:right w:val="none" w:sz="0" w:space="0" w:color="auto"/>
                      </w:divBdr>
                      <w:divsChild>
                        <w:div w:id="1757902061">
                          <w:marLeft w:val="0"/>
                          <w:marRight w:val="0"/>
                          <w:marTop w:val="240"/>
                          <w:marBottom w:val="0"/>
                          <w:divBdr>
                            <w:top w:val="none" w:sz="0" w:space="0" w:color="auto"/>
                            <w:left w:val="none" w:sz="0" w:space="0" w:color="auto"/>
                            <w:bottom w:val="none" w:sz="0" w:space="0" w:color="auto"/>
                            <w:right w:val="none" w:sz="0" w:space="0" w:color="auto"/>
                          </w:divBdr>
                        </w:div>
                      </w:divsChild>
                    </w:div>
                    <w:div w:id="2105761613">
                      <w:marLeft w:val="0"/>
                      <w:marRight w:val="0"/>
                      <w:marTop w:val="240"/>
                      <w:marBottom w:val="0"/>
                      <w:divBdr>
                        <w:top w:val="none" w:sz="0" w:space="0" w:color="auto"/>
                        <w:left w:val="none" w:sz="0" w:space="0" w:color="auto"/>
                        <w:bottom w:val="none" w:sz="0" w:space="0" w:color="auto"/>
                        <w:right w:val="none" w:sz="0" w:space="0" w:color="auto"/>
                      </w:divBdr>
                      <w:divsChild>
                        <w:div w:id="1301886518">
                          <w:marLeft w:val="0"/>
                          <w:marRight w:val="0"/>
                          <w:marTop w:val="0"/>
                          <w:marBottom w:val="0"/>
                          <w:divBdr>
                            <w:top w:val="none" w:sz="0" w:space="0" w:color="auto"/>
                            <w:left w:val="none" w:sz="0" w:space="0" w:color="auto"/>
                            <w:bottom w:val="none" w:sz="0" w:space="0" w:color="auto"/>
                            <w:right w:val="none" w:sz="0" w:space="0" w:color="auto"/>
                          </w:divBdr>
                        </w:div>
                        <w:div w:id="1038772870">
                          <w:marLeft w:val="0"/>
                          <w:marRight w:val="0"/>
                          <w:marTop w:val="0"/>
                          <w:marBottom w:val="0"/>
                          <w:divBdr>
                            <w:top w:val="none" w:sz="0" w:space="0" w:color="auto"/>
                            <w:left w:val="none" w:sz="0" w:space="0" w:color="auto"/>
                            <w:bottom w:val="none" w:sz="0" w:space="0" w:color="auto"/>
                            <w:right w:val="none" w:sz="0" w:space="0" w:color="auto"/>
                          </w:divBdr>
                        </w:div>
                        <w:div w:id="1333483218">
                          <w:marLeft w:val="0"/>
                          <w:marRight w:val="0"/>
                          <w:marTop w:val="0"/>
                          <w:marBottom w:val="0"/>
                          <w:divBdr>
                            <w:top w:val="none" w:sz="0" w:space="0" w:color="auto"/>
                            <w:left w:val="none" w:sz="0" w:space="0" w:color="auto"/>
                            <w:bottom w:val="none" w:sz="0" w:space="0" w:color="auto"/>
                            <w:right w:val="none" w:sz="0" w:space="0" w:color="auto"/>
                          </w:divBdr>
                        </w:div>
                        <w:div w:id="1926498456">
                          <w:marLeft w:val="0"/>
                          <w:marRight w:val="0"/>
                          <w:marTop w:val="0"/>
                          <w:marBottom w:val="0"/>
                          <w:divBdr>
                            <w:top w:val="none" w:sz="0" w:space="0" w:color="auto"/>
                            <w:left w:val="none" w:sz="0" w:space="0" w:color="auto"/>
                            <w:bottom w:val="none" w:sz="0" w:space="0" w:color="auto"/>
                            <w:right w:val="none" w:sz="0" w:space="0" w:color="auto"/>
                          </w:divBdr>
                        </w:div>
                        <w:div w:id="855270229">
                          <w:marLeft w:val="0"/>
                          <w:marRight w:val="0"/>
                          <w:marTop w:val="0"/>
                          <w:marBottom w:val="0"/>
                          <w:divBdr>
                            <w:top w:val="none" w:sz="0" w:space="0" w:color="auto"/>
                            <w:left w:val="none" w:sz="0" w:space="0" w:color="auto"/>
                            <w:bottom w:val="none" w:sz="0" w:space="0" w:color="auto"/>
                            <w:right w:val="none" w:sz="0" w:space="0" w:color="auto"/>
                          </w:divBdr>
                        </w:div>
                        <w:div w:id="1612200097">
                          <w:marLeft w:val="0"/>
                          <w:marRight w:val="0"/>
                          <w:marTop w:val="0"/>
                          <w:marBottom w:val="0"/>
                          <w:divBdr>
                            <w:top w:val="none" w:sz="0" w:space="0" w:color="auto"/>
                            <w:left w:val="none" w:sz="0" w:space="0" w:color="auto"/>
                            <w:bottom w:val="none" w:sz="0" w:space="0" w:color="auto"/>
                            <w:right w:val="none" w:sz="0" w:space="0" w:color="auto"/>
                          </w:divBdr>
                        </w:div>
                        <w:div w:id="444349522">
                          <w:marLeft w:val="0"/>
                          <w:marRight w:val="0"/>
                          <w:marTop w:val="0"/>
                          <w:marBottom w:val="0"/>
                          <w:divBdr>
                            <w:top w:val="none" w:sz="0" w:space="0" w:color="auto"/>
                            <w:left w:val="none" w:sz="0" w:space="0" w:color="auto"/>
                            <w:bottom w:val="none" w:sz="0" w:space="0" w:color="auto"/>
                            <w:right w:val="none" w:sz="0" w:space="0" w:color="auto"/>
                          </w:divBdr>
                        </w:div>
                        <w:div w:id="570651542">
                          <w:marLeft w:val="0"/>
                          <w:marRight w:val="0"/>
                          <w:marTop w:val="0"/>
                          <w:marBottom w:val="0"/>
                          <w:divBdr>
                            <w:top w:val="none" w:sz="0" w:space="0" w:color="auto"/>
                            <w:left w:val="none" w:sz="0" w:space="0" w:color="auto"/>
                            <w:bottom w:val="none" w:sz="0" w:space="0" w:color="auto"/>
                            <w:right w:val="none" w:sz="0" w:space="0" w:color="auto"/>
                          </w:divBdr>
                        </w:div>
                        <w:div w:id="2019847052">
                          <w:marLeft w:val="0"/>
                          <w:marRight w:val="0"/>
                          <w:marTop w:val="0"/>
                          <w:marBottom w:val="0"/>
                          <w:divBdr>
                            <w:top w:val="none" w:sz="0" w:space="0" w:color="auto"/>
                            <w:left w:val="none" w:sz="0" w:space="0" w:color="auto"/>
                            <w:bottom w:val="none" w:sz="0" w:space="0" w:color="auto"/>
                            <w:right w:val="none" w:sz="0" w:space="0" w:color="auto"/>
                          </w:divBdr>
                        </w:div>
                        <w:div w:id="511997843">
                          <w:marLeft w:val="0"/>
                          <w:marRight w:val="0"/>
                          <w:marTop w:val="0"/>
                          <w:marBottom w:val="0"/>
                          <w:divBdr>
                            <w:top w:val="none" w:sz="0" w:space="0" w:color="auto"/>
                            <w:left w:val="none" w:sz="0" w:space="0" w:color="auto"/>
                            <w:bottom w:val="none" w:sz="0" w:space="0" w:color="auto"/>
                            <w:right w:val="none" w:sz="0" w:space="0" w:color="auto"/>
                          </w:divBdr>
                        </w:div>
                        <w:div w:id="1533224688">
                          <w:marLeft w:val="0"/>
                          <w:marRight w:val="0"/>
                          <w:marTop w:val="0"/>
                          <w:marBottom w:val="0"/>
                          <w:divBdr>
                            <w:top w:val="none" w:sz="0" w:space="0" w:color="auto"/>
                            <w:left w:val="none" w:sz="0" w:space="0" w:color="auto"/>
                            <w:bottom w:val="none" w:sz="0" w:space="0" w:color="auto"/>
                            <w:right w:val="none" w:sz="0" w:space="0" w:color="auto"/>
                          </w:divBdr>
                        </w:div>
                        <w:div w:id="384960257">
                          <w:marLeft w:val="0"/>
                          <w:marRight w:val="0"/>
                          <w:marTop w:val="0"/>
                          <w:marBottom w:val="0"/>
                          <w:divBdr>
                            <w:top w:val="none" w:sz="0" w:space="0" w:color="auto"/>
                            <w:left w:val="none" w:sz="0" w:space="0" w:color="auto"/>
                            <w:bottom w:val="none" w:sz="0" w:space="0" w:color="auto"/>
                            <w:right w:val="none" w:sz="0" w:space="0" w:color="auto"/>
                          </w:divBdr>
                        </w:div>
                        <w:div w:id="832993656">
                          <w:marLeft w:val="0"/>
                          <w:marRight w:val="0"/>
                          <w:marTop w:val="0"/>
                          <w:marBottom w:val="0"/>
                          <w:divBdr>
                            <w:top w:val="none" w:sz="0" w:space="0" w:color="auto"/>
                            <w:left w:val="none" w:sz="0" w:space="0" w:color="auto"/>
                            <w:bottom w:val="none" w:sz="0" w:space="0" w:color="auto"/>
                            <w:right w:val="none" w:sz="0" w:space="0" w:color="auto"/>
                          </w:divBdr>
                        </w:div>
                        <w:div w:id="628514035">
                          <w:marLeft w:val="0"/>
                          <w:marRight w:val="0"/>
                          <w:marTop w:val="0"/>
                          <w:marBottom w:val="0"/>
                          <w:divBdr>
                            <w:top w:val="none" w:sz="0" w:space="0" w:color="auto"/>
                            <w:left w:val="none" w:sz="0" w:space="0" w:color="auto"/>
                            <w:bottom w:val="none" w:sz="0" w:space="0" w:color="auto"/>
                            <w:right w:val="none" w:sz="0" w:space="0" w:color="auto"/>
                          </w:divBdr>
                        </w:div>
                        <w:div w:id="62072878">
                          <w:marLeft w:val="0"/>
                          <w:marRight w:val="0"/>
                          <w:marTop w:val="0"/>
                          <w:marBottom w:val="0"/>
                          <w:divBdr>
                            <w:top w:val="none" w:sz="0" w:space="0" w:color="auto"/>
                            <w:left w:val="none" w:sz="0" w:space="0" w:color="auto"/>
                            <w:bottom w:val="none" w:sz="0" w:space="0" w:color="auto"/>
                            <w:right w:val="none" w:sz="0" w:space="0" w:color="auto"/>
                          </w:divBdr>
                        </w:div>
                        <w:div w:id="324943962">
                          <w:marLeft w:val="0"/>
                          <w:marRight w:val="0"/>
                          <w:marTop w:val="0"/>
                          <w:marBottom w:val="0"/>
                          <w:divBdr>
                            <w:top w:val="none" w:sz="0" w:space="0" w:color="auto"/>
                            <w:left w:val="none" w:sz="0" w:space="0" w:color="auto"/>
                            <w:bottom w:val="none" w:sz="0" w:space="0" w:color="auto"/>
                            <w:right w:val="none" w:sz="0" w:space="0" w:color="auto"/>
                          </w:divBdr>
                        </w:div>
                        <w:div w:id="1632515464">
                          <w:marLeft w:val="0"/>
                          <w:marRight w:val="0"/>
                          <w:marTop w:val="0"/>
                          <w:marBottom w:val="0"/>
                          <w:divBdr>
                            <w:top w:val="none" w:sz="0" w:space="0" w:color="auto"/>
                            <w:left w:val="none" w:sz="0" w:space="0" w:color="auto"/>
                            <w:bottom w:val="none" w:sz="0" w:space="0" w:color="auto"/>
                            <w:right w:val="none" w:sz="0" w:space="0" w:color="auto"/>
                          </w:divBdr>
                        </w:div>
                        <w:div w:id="438306055">
                          <w:marLeft w:val="0"/>
                          <w:marRight w:val="0"/>
                          <w:marTop w:val="0"/>
                          <w:marBottom w:val="0"/>
                          <w:divBdr>
                            <w:top w:val="none" w:sz="0" w:space="0" w:color="auto"/>
                            <w:left w:val="none" w:sz="0" w:space="0" w:color="auto"/>
                            <w:bottom w:val="none" w:sz="0" w:space="0" w:color="auto"/>
                            <w:right w:val="none" w:sz="0" w:space="0" w:color="auto"/>
                          </w:divBdr>
                        </w:div>
                        <w:div w:id="1781559900">
                          <w:marLeft w:val="0"/>
                          <w:marRight w:val="0"/>
                          <w:marTop w:val="0"/>
                          <w:marBottom w:val="0"/>
                          <w:divBdr>
                            <w:top w:val="none" w:sz="0" w:space="0" w:color="auto"/>
                            <w:left w:val="none" w:sz="0" w:space="0" w:color="auto"/>
                            <w:bottom w:val="none" w:sz="0" w:space="0" w:color="auto"/>
                            <w:right w:val="none" w:sz="0" w:space="0" w:color="auto"/>
                          </w:divBdr>
                        </w:div>
                        <w:div w:id="1863089757">
                          <w:marLeft w:val="0"/>
                          <w:marRight w:val="0"/>
                          <w:marTop w:val="0"/>
                          <w:marBottom w:val="0"/>
                          <w:divBdr>
                            <w:top w:val="none" w:sz="0" w:space="0" w:color="auto"/>
                            <w:left w:val="none" w:sz="0" w:space="0" w:color="auto"/>
                            <w:bottom w:val="none" w:sz="0" w:space="0" w:color="auto"/>
                            <w:right w:val="none" w:sz="0" w:space="0" w:color="auto"/>
                          </w:divBdr>
                        </w:div>
                        <w:div w:id="1918632171">
                          <w:marLeft w:val="0"/>
                          <w:marRight w:val="0"/>
                          <w:marTop w:val="0"/>
                          <w:marBottom w:val="0"/>
                          <w:divBdr>
                            <w:top w:val="none" w:sz="0" w:space="0" w:color="auto"/>
                            <w:left w:val="none" w:sz="0" w:space="0" w:color="auto"/>
                            <w:bottom w:val="none" w:sz="0" w:space="0" w:color="auto"/>
                            <w:right w:val="none" w:sz="0" w:space="0" w:color="auto"/>
                          </w:divBdr>
                        </w:div>
                        <w:div w:id="631640012">
                          <w:marLeft w:val="0"/>
                          <w:marRight w:val="0"/>
                          <w:marTop w:val="0"/>
                          <w:marBottom w:val="0"/>
                          <w:divBdr>
                            <w:top w:val="none" w:sz="0" w:space="0" w:color="auto"/>
                            <w:left w:val="none" w:sz="0" w:space="0" w:color="auto"/>
                            <w:bottom w:val="none" w:sz="0" w:space="0" w:color="auto"/>
                            <w:right w:val="none" w:sz="0" w:space="0" w:color="auto"/>
                          </w:divBdr>
                        </w:div>
                        <w:div w:id="287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085569">
      <w:bodyDiv w:val="1"/>
      <w:marLeft w:val="0"/>
      <w:marRight w:val="0"/>
      <w:marTop w:val="0"/>
      <w:marBottom w:val="0"/>
      <w:divBdr>
        <w:top w:val="none" w:sz="0" w:space="0" w:color="auto"/>
        <w:left w:val="none" w:sz="0" w:space="0" w:color="auto"/>
        <w:bottom w:val="none" w:sz="0" w:space="0" w:color="auto"/>
        <w:right w:val="none" w:sz="0" w:space="0" w:color="auto"/>
      </w:divBdr>
      <w:divsChild>
        <w:div w:id="443154945">
          <w:marLeft w:val="0"/>
          <w:marRight w:val="0"/>
          <w:marTop w:val="0"/>
          <w:marBottom w:val="0"/>
          <w:divBdr>
            <w:top w:val="none" w:sz="0" w:space="0" w:color="auto"/>
            <w:left w:val="none" w:sz="0" w:space="0" w:color="auto"/>
            <w:bottom w:val="none" w:sz="0" w:space="0" w:color="auto"/>
            <w:right w:val="none" w:sz="0" w:space="0" w:color="auto"/>
          </w:divBdr>
          <w:divsChild>
            <w:div w:id="337513013">
              <w:marLeft w:val="0"/>
              <w:marRight w:val="0"/>
              <w:marTop w:val="0"/>
              <w:marBottom w:val="0"/>
              <w:divBdr>
                <w:top w:val="none" w:sz="0" w:space="0" w:color="auto"/>
                <w:left w:val="none" w:sz="0" w:space="0" w:color="auto"/>
                <w:bottom w:val="none" w:sz="0" w:space="0" w:color="auto"/>
                <w:right w:val="none" w:sz="0" w:space="0" w:color="auto"/>
              </w:divBdr>
              <w:divsChild>
                <w:div w:id="2896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95886">
      <w:bodyDiv w:val="1"/>
      <w:marLeft w:val="0"/>
      <w:marRight w:val="0"/>
      <w:marTop w:val="0"/>
      <w:marBottom w:val="0"/>
      <w:divBdr>
        <w:top w:val="none" w:sz="0" w:space="0" w:color="auto"/>
        <w:left w:val="none" w:sz="0" w:space="0" w:color="auto"/>
        <w:bottom w:val="none" w:sz="0" w:space="0" w:color="auto"/>
        <w:right w:val="none" w:sz="0" w:space="0" w:color="auto"/>
      </w:divBdr>
      <w:divsChild>
        <w:div w:id="202056570">
          <w:marLeft w:val="0"/>
          <w:marRight w:val="0"/>
          <w:marTop w:val="0"/>
          <w:marBottom w:val="0"/>
          <w:divBdr>
            <w:top w:val="none" w:sz="0" w:space="0" w:color="auto"/>
            <w:left w:val="none" w:sz="0" w:space="0" w:color="auto"/>
            <w:bottom w:val="none" w:sz="0" w:space="0" w:color="auto"/>
            <w:right w:val="none" w:sz="0" w:space="0" w:color="auto"/>
          </w:divBdr>
          <w:divsChild>
            <w:div w:id="1920745533">
              <w:marLeft w:val="0"/>
              <w:marRight w:val="0"/>
              <w:marTop w:val="0"/>
              <w:marBottom w:val="0"/>
              <w:divBdr>
                <w:top w:val="none" w:sz="0" w:space="0" w:color="auto"/>
                <w:left w:val="none" w:sz="0" w:space="0" w:color="auto"/>
                <w:bottom w:val="none" w:sz="0" w:space="0" w:color="auto"/>
                <w:right w:val="none" w:sz="0" w:space="0" w:color="auto"/>
              </w:divBdr>
              <w:divsChild>
                <w:div w:id="1231497235">
                  <w:marLeft w:val="0"/>
                  <w:marRight w:val="0"/>
                  <w:marTop w:val="0"/>
                  <w:marBottom w:val="0"/>
                  <w:divBdr>
                    <w:top w:val="none" w:sz="0" w:space="0" w:color="auto"/>
                    <w:left w:val="none" w:sz="0" w:space="0" w:color="auto"/>
                    <w:bottom w:val="none" w:sz="0" w:space="0" w:color="auto"/>
                    <w:right w:val="none" w:sz="0" w:space="0" w:color="auto"/>
                  </w:divBdr>
                  <w:divsChild>
                    <w:div w:id="550502698">
                      <w:marLeft w:val="0"/>
                      <w:marRight w:val="0"/>
                      <w:marTop w:val="0"/>
                      <w:marBottom w:val="120"/>
                      <w:divBdr>
                        <w:top w:val="none" w:sz="0" w:space="0" w:color="auto"/>
                        <w:left w:val="none" w:sz="0" w:space="0" w:color="auto"/>
                        <w:bottom w:val="none" w:sz="0" w:space="0" w:color="auto"/>
                        <w:right w:val="none" w:sz="0" w:space="0" w:color="auto"/>
                      </w:divBdr>
                    </w:div>
                    <w:div w:id="747965534">
                      <w:marLeft w:val="0"/>
                      <w:marRight w:val="0"/>
                      <w:marTop w:val="0"/>
                      <w:marBottom w:val="240"/>
                      <w:divBdr>
                        <w:top w:val="none" w:sz="0" w:space="0" w:color="auto"/>
                        <w:left w:val="none" w:sz="0" w:space="0" w:color="auto"/>
                        <w:bottom w:val="none" w:sz="0" w:space="0" w:color="auto"/>
                        <w:right w:val="none" w:sz="0" w:space="0" w:color="auto"/>
                      </w:divBdr>
                      <w:divsChild>
                        <w:div w:id="520971536">
                          <w:marLeft w:val="0"/>
                          <w:marRight w:val="0"/>
                          <w:marTop w:val="0"/>
                          <w:marBottom w:val="0"/>
                          <w:divBdr>
                            <w:top w:val="none" w:sz="0" w:space="0" w:color="auto"/>
                            <w:left w:val="none" w:sz="0" w:space="0" w:color="auto"/>
                            <w:bottom w:val="none" w:sz="0" w:space="0" w:color="auto"/>
                            <w:right w:val="none" w:sz="0" w:space="0" w:color="auto"/>
                          </w:divBdr>
                        </w:div>
                        <w:div w:id="1086609576">
                          <w:marLeft w:val="0"/>
                          <w:marRight w:val="0"/>
                          <w:marTop w:val="0"/>
                          <w:marBottom w:val="0"/>
                          <w:divBdr>
                            <w:top w:val="none" w:sz="0" w:space="0" w:color="auto"/>
                            <w:left w:val="none" w:sz="0" w:space="0" w:color="auto"/>
                            <w:bottom w:val="none" w:sz="0" w:space="0" w:color="auto"/>
                            <w:right w:val="none" w:sz="0" w:space="0" w:color="auto"/>
                          </w:divBdr>
                        </w:div>
                        <w:div w:id="1484079296">
                          <w:marLeft w:val="0"/>
                          <w:marRight w:val="0"/>
                          <w:marTop w:val="0"/>
                          <w:marBottom w:val="0"/>
                          <w:divBdr>
                            <w:top w:val="none" w:sz="0" w:space="0" w:color="auto"/>
                            <w:left w:val="none" w:sz="0" w:space="0" w:color="auto"/>
                            <w:bottom w:val="none" w:sz="0" w:space="0" w:color="auto"/>
                            <w:right w:val="none" w:sz="0" w:space="0" w:color="auto"/>
                          </w:divBdr>
                        </w:div>
                        <w:div w:id="375665473">
                          <w:marLeft w:val="0"/>
                          <w:marRight w:val="0"/>
                          <w:marTop w:val="0"/>
                          <w:marBottom w:val="0"/>
                          <w:divBdr>
                            <w:top w:val="none" w:sz="0" w:space="0" w:color="auto"/>
                            <w:left w:val="none" w:sz="0" w:space="0" w:color="auto"/>
                            <w:bottom w:val="none" w:sz="0" w:space="0" w:color="auto"/>
                            <w:right w:val="none" w:sz="0" w:space="0" w:color="auto"/>
                          </w:divBdr>
                        </w:div>
                        <w:div w:id="1473863284">
                          <w:marLeft w:val="0"/>
                          <w:marRight w:val="0"/>
                          <w:marTop w:val="0"/>
                          <w:marBottom w:val="0"/>
                          <w:divBdr>
                            <w:top w:val="none" w:sz="0" w:space="0" w:color="auto"/>
                            <w:left w:val="none" w:sz="0" w:space="0" w:color="auto"/>
                            <w:bottom w:val="none" w:sz="0" w:space="0" w:color="auto"/>
                            <w:right w:val="none" w:sz="0" w:space="0" w:color="auto"/>
                          </w:divBdr>
                        </w:div>
                        <w:div w:id="737896369">
                          <w:marLeft w:val="0"/>
                          <w:marRight w:val="0"/>
                          <w:marTop w:val="0"/>
                          <w:marBottom w:val="0"/>
                          <w:divBdr>
                            <w:top w:val="none" w:sz="0" w:space="0" w:color="auto"/>
                            <w:left w:val="none" w:sz="0" w:space="0" w:color="auto"/>
                            <w:bottom w:val="none" w:sz="0" w:space="0" w:color="auto"/>
                            <w:right w:val="none" w:sz="0" w:space="0" w:color="auto"/>
                          </w:divBdr>
                        </w:div>
                        <w:div w:id="614559067">
                          <w:marLeft w:val="0"/>
                          <w:marRight w:val="0"/>
                          <w:marTop w:val="0"/>
                          <w:marBottom w:val="0"/>
                          <w:divBdr>
                            <w:top w:val="none" w:sz="0" w:space="0" w:color="auto"/>
                            <w:left w:val="none" w:sz="0" w:space="0" w:color="auto"/>
                            <w:bottom w:val="none" w:sz="0" w:space="0" w:color="auto"/>
                            <w:right w:val="none" w:sz="0" w:space="0" w:color="auto"/>
                          </w:divBdr>
                        </w:div>
                        <w:div w:id="1596864164">
                          <w:marLeft w:val="0"/>
                          <w:marRight w:val="0"/>
                          <w:marTop w:val="0"/>
                          <w:marBottom w:val="0"/>
                          <w:divBdr>
                            <w:top w:val="none" w:sz="0" w:space="0" w:color="auto"/>
                            <w:left w:val="none" w:sz="0" w:space="0" w:color="auto"/>
                            <w:bottom w:val="none" w:sz="0" w:space="0" w:color="auto"/>
                            <w:right w:val="none" w:sz="0" w:space="0" w:color="auto"/>
                          </w:divBdr>
                        </w:div>
                        <w:div w:id="1364592237">
                          <w:marLeft w:val="0"/>
                          <w:marRight w:val="0"/>
                          <w:marTop w:val="0"/>
                          <w:marBottom w:val="0"/>
                          <w:divBdr>
                            <w:top w:val="none" w:sz="0" w:space="0" w:color="auto"/>
                            <w:left w:val="none" w:sz="0" w:space="0" w:color="auto"/>
                            <w:bottom w:val="none" w:sz="0" w:space="0" w:color="auto"/>
                            <w:right w:val="none" w:sz="0" w:space="0" w:color="auto"/>
                          </w:divBdr>
                        </w:div>
                        <w:div w:id="155614359">
                          <w:marLeft w:val="0"/>
                          <w:marRight w:val="0"/>
                          <w:marTop w:val="0"/>
                          <w:marBottom w:val="0"/>
                          <w:divBdr>
                            <w:top w:val="none" w:sz="0" w:space="0" w:color="auto"/>
                            <w:left w:val="none" w:sz="0" w:space="0" w:color="auto"/>
                            <w:bottom w:val="none" w:sz="0" w:space="0" w:color="auto"/>
                            <w:right w:val="none" w:sz="0" w:space="0" w:color="auto"/>
                          </w:divBdr>
                        </w:div>
                        <w:div w:id="1518160300">
                          <w:marLeft w:val="0"/>
                          <w:marRight w:val="0"/>
                          <w:marTop w:val="0"/>
                          <w:marBottom w:val="0"/>
                          <w:divBdr>
                            <w:top w:val="none" w:sz="0" w:space="0" w:color="auto"/>
                            <w:left w:val="none" w:sz="0" w:space="0" w:color="auto"/>
                            <w:bottom w:val="none" w:sz="0" w:space="0" w:color="auto"/>
                            <w:right w:val="none" w:sz="0" w:space="0" w:color="auto"/>
                          </w:divBdr>
                        </w:div>
                        <w:div w:id="2038236360">
                          <w:marLeft w:val="0"/>
                          <w:marRight w:val="0"/>
                          <w:marTop w:val="0"/>
                          <w:marBottom w:val="0"/>
                          <w:divBdr>
                            <w:top w:val="none" w:sz="0" w:space="0" w:color="auto"/>
                            <w:left w:val="none" w:sz="0" w:space="0" w:color="auto"/>
                            <w:bottom w:val="none" w:sz="0" w:space="0" w:color="auto"/>
                            <w:right w:val="none" w:sz="0" w:space="0" w:color="auto"/>
                          </w:divBdr>
                        </w:div>
                        <w:div w:id="2038460002">
                          <w:marLeft w:val="0"/>
                          <w:marRight w:val="0"/>
                          <w:marTop w:val="0"/>
                          <w:marBottom w:val="0"/>
                          <w:divBdr>
                            <w:top w:val="none" w:sz="0" w:space="0" w:color="auto"/>
                            <w:left w:val="none" w:sz="0" w:space="0" w:color="auto"/>
                            <w:bottom w:val="none" w:sz="0" w:space="0" w:color="auto"/>
                            <w:right w:val="none" w:sz="0" w:space="0" w:color="auto"/>
                          </w:divBdr>
                        </w:div>
                        <w:div w:id="1506703082">
                          <w:marLeft w:val="0"/>
                          <w:marRight w:val="0"/>
                          <w:marTop w:val="0"/>
                          <w:marBottom w:val="0"/>
                          <w:divBdr>
                            <w:top w:val="none" w:sz="0" w:space="0" w:color="auto"/>
                            <w:left w:val="none" w:sz="0" w:space="0" w:color="auto"/>
                            <w:bottom w:val="none" w:sz="0" w:space="0" w:color="auto"/>
                            <w:right w:val="none" w:sz="0" w:space="0" w:color="auto"/>
                          </w:divBdr>
                        </w:div>
                        <w:div w:id="573131281">
                          <w:marLeft w:val="0"/>
                          <w:marRight w:val="0"/>
                          <w:marTop w:val="0"/>
                          <w:marBottom w:val="0"/>
                          <w:divBdr>
                            <w:top w:val="none" w:sz="0" w:space="0" w:color="auto"/>
                            <w:left w:val="none" w:sz="0" w:space="0" w:color="auto"/>
                            <w:bottom w:val="none" w:sz="0" w:space="0" w:color="auto"/>
                            <w:right w:val="none" w:sz="0" w:space="0" w:color="auto"/>
                          </w:divBdr>
                        </w:div>
                        <w:div w:id="2097435208">
                          <w:marLeft w:val="0"/>
                          <w:marRight w:val="0"/>
                          <w:marTop w:val="0"/>
                          <w:marBottom w:val="0"/>
                          <w:divBdr>
                            <w:top w:val="none" w:sz="0" w:space="0" w:color="auto"/>
                            <w:left w:val="none" w:sz="0" w:space="0" w:color="auto"/>
                            <w:bottom w:val="none" w:sz="0" w:space="0" w:color="auto"/>
                            <w:right w:val="none" w:sz="0" w:space="0" w:color="auto"/>
                          </w:divBdr>
                        </w:div>
                        <w:div w:id="840048720">
                          <w:marLeft w:val="0"/>
                          <w:marRight w:val="0"/>
                          <w:marTop w:val="0"/>
                          <w:marBottom w:val="0"/>
                          <w:divBdr>
                            <w:top w:val="none" w:sz="0" w:space="0" w:color="auto"/>
                            <w:left w:val="none" w:sz="0" w:space="0" w:color="auto"/>
                            <w:bottom w:val="none" w:sz="0" w:space="0" w:color="auto"/>
                            <w:right w:val="none" w:sz="0" w:space="0" w:color="auto"/>
                          </w:divBdr>
                        </w:div>
                      </w:divsChild>
                    </w:div>
                    <w:div w:id="1848590501">
                      <w:marLeft w:val="0"/>
                      <w:marRight w:val="0"/>
                      <w:marTop w:val="0"/>
                      <w:marBottom w:val="0"/>
                      <w:divBdr>
                        <w:top w:val="none" w:sz="0" w:space="0" w:color="auto"/>
                        <w:left w:val="none" w:sz="0" w:space="0" w:color="auto"/>
                        <w:bottom w:val="none" w:sz="0" w:space="0" w:color="auto"/>
                        <w:right w:val="none" w:sz="0" w:space="0" w:color="auto"/>
                      </w:divBdr>
                    </w:div>
                    <w:div w:id="350649955">
                      <w:marLeft w:val="0"/>
                      <w:marRight w:val="0"/>
                      <w:marTop w:val="0"/>
                      <w:marBottom w:val="240"/>
                      <w:divBdr>
                        <w:top w:val="none" w:sz="0" w:space="0" w:color="auto"/>
                        <w:left w:val="none" w:sz="0" w:space="0" w:color="auto"/>
                        <w:bottom w:val="none" w:sz="0" w:space="0" w:color="auto"/>
                        <w:right w:val="none" w:sz="0" w:space="0" w:color="auto"/>
                      </w:divBdr>
                    </w:div>
                    <w:div w:id="1242791915">
                      <w:marLeft w:val="0"/>
                      <w:marRight w:val="0"/>
                      <w:marTop w:val="0"/>
                      <w:marBottom w:val="0"/>
                      <w:divBdr>
                        <w:top w:val="none" w:sz="0" w:space="0" w:color="auto"/>
                        <w:left w:val="none" w:sz="0" w:space="0" w:color="auto"/>
                        <w:bottom w:val="none" w:sz="0" w:space="0" w:color="auto"/>
                        <w:right w:val="none" w:sz="0" w:space="0" w:color="auto"/>
                      </w:divBdr>
                    </w:div>
                    <w:div w:id="204758417">
                      <w:marLeft w:val="0"/>
                      <w:marRight w:val="0"/>
                      <w:marTop w:val="0"/>
                      <w:marBottom w:val="0"/>
                      <w:divBdr>
                        <w:top w:val="none" w:sz="0" w:space="0" w:color="auto"/>
                        <w:left w:val="none" w:sz="0" w:space="0" w:color="auto"/>
                        <w:bottom w:val="none" w:sz="0" w:space="0" w:color="auto"/>
                        <w:right w:val="none" w:sz="0" w:space="0" w:color="auto"/>
                      </w:divBdr>
                    </w:div>
                    <w:div w:id="831022924">
                      <w:marLeft w:val="0"/>
                      <w:marRight w:val="0"/>
                      <w:marTop w:val="0"/>
                      <w:marBottom w:val="0"/>
                      <w:divBdr>
                        <w:top w:val="none" w:sz="0" w:space="0" w:color="auto"/>
                        <w:left w:val="none" w:sz="0" w:space="0" w:color="auto"/>
                        <w:bottom w:val="none" w:sz="0" w:space="0" w:color="auto"/>
                        <w:right w:val="none" w:sz="0" w:space="0" w:color="auto"/>
                      </w:divBdr>
                    </w:div>
                    <w:div w:id="1903830379">
                      <w:marLeft w:val="0"/>
                      <w:marRight w:val="0"/>
                      <w:marTop w:val="0"/>
                      <w:marBottom w:val="0"/>
                      <w:divBdr>
                        <w:top w:val="none" w:sz="0" w:space="0" w:color="auto"/>
                        <w:left w:val="none" w:sz="0" w:space="0" w:color="auto"/>
                        <w:bottom w:val="none" w:sz="0" w:space="0" w:color="auto"/>
                        <w:right w:val="none" w:sz="0" w:space="0" w:color="auto"/>
                      </w:divBdr>
                    </w:div>
                    <w:div w:id="1567490694">
                      <w:marLeft w:val="0"/>
                      <w:marRight w:val="0"/>
                      <w:marTop w:val="0"/>
                      <w:marBottom w:val="0"/>
                      <w:divBdr>
                        <w:top w:val="none" w:sz="0" w:space="0" w:color="auto"/>
                        <w:left w:val="none" w:sz="0" w:space="0" w:color="auto"/>
                        <w:bottom w:val="none" w:sz="0" w:space="0" w:color="auto"/>
                        <w:right w:val="none" w:sz="0" w:space="0" w:color="auto"/>
                      </w:divBdr>
                    </w:div>
                    <w:div w:id="1543709403">
                      <w:marLeft w:val="0"/>
                      <w:marRight w:val="0"/>
                      <w:marTop w:val="0"/>
                      <w:marBottom w:val="0"/>
                      <w:divBdr>
                        <w:top w:val="none" w:sz="0" w:space="0" w:color="auto"/>
                        <w:left w:val="none" w:sz="0" w:space="0" w:color="auto"/>
                        <w:bottom w:val="none" w:sz="0" w:space="0" w:color="auto"/>
                        <w:right w:val="none" w:sz="0" w:space="0" w:color="auto"/>
                      </w:divBdr>
                    </w:div>
                    <w:div w:id="17243781">
                      <w:marLeft w:val="0"/>
                      <w:marRight w:val="0"/>
                      <w:marTop w:val="0"/>
                      <w:marBottom w:val="0"/>
                      <w:divBdr>
                        <w:top w:val="none" w:sz="0" w:space="0" w:color="auto"/>
                        <w:left w:val="none" w:sz="0" w:space="0" w:color="auto"/>
                        <w:bottom w:val="none" w:sz="0" w:space="0" w:color="auto"/>
                        <w:right w:val="none" w:sz="0" w:space="0" w:color="auto"/>
                      </w:divBdr>
                    </w:div>
                    <w:div w:id="1766684733">
                      <w:marLeft w:val="0"/>
                      <w:marRight w:val="0"/>
                      <w:marTop w:val="0"/>
                      <w:marBottom w:val="0"/>
                      <w:divBdr>
                        <w:top w:val="none" w:sz="0" w:space="0" w:color="auto"/>
                        <w:left w:val="none" w:sz="0" w:space="0" w:color="auto"/>
                        <w:bottom w:val="none" w:sz="0" w:space="0" w:color="auto"/>
                        <w:right w:val="none" w:sz="0" w:space="0" w:color="auto"/>
                      </w:divBdr>
                    </w:div>
                    <w:div w:id="739523535">
                      <w:marLeft w:val="0"/>
                      <w:marRight w:val="0"/>
                      <w:marTop w:val="0"/>
                      <w:marBottom w:val="0"/>
                      <w:divBdr>
                        <w:top w:val="none" w:sz="0" w:space="0" w:color="auto"/>
                        <w:left w:val="none" w:sz="0" w:space="0" w:color="auto"/>
                        <w:bottom w:val="none" w:sz="0" w:space="0" w:color="auto"/>
                        <w:right w:val="none" w:sz="0" w:space="0" w:color="auto"/>
                      </w:divBdr>
                    </w:div>
                    <w:div w:id="110706982">
                      <w:marLeft w:val="0"/>
                      <w:marRight w:val="0"/>
                      <w:marTop w:val="0"/>
                      <w:marBottom w:val="0"/>
                      <w:divBdr>
                        <w:top w:val="none" w:sz="0" w:space="0" w:color="auto"/>
                        <w:left w:val="none" w:sz="0" w:space="0" w:color="auto"/>
                        <w:bottom w:val="none" w:sz="0" w:space="0" w:color="auto"/>
                        <w:right w:val="none" w:sz="0" w:space="0" w:color="auto"/>
                      </w:divBdr>
                    </w:div>
                    <w:div w:id="817578239">
                      <w:marLeft w:val="0"/>
                      <w:marRight w:val="0"/>
                      <w:marTop w:val="0"/>
                      <w:marBottom w:val="0"/>
                      <w:divBdr>
                        <w:top w:val="none" w:sz="0" w:space="0" w:color="auto"/>
                        <w:left w:val="none" w:sz="0" w:space="0" w:color="auto"/>
                        <w:bottom w:val="none" w:sz="0" w:space="0" w:color="auto"/>
                        <w:right w:val="none" w:sz="0" w:space="0" w:color="auto"/>
                      </w:divBdr>
                    </w:div>
                    <w:div w:id="114300645">
                      <w:marLeft w:val="0"/>
                      <w:marRight w:val="0"/>
                      <w:marTop w:val="0"/>
                      <w:marBottom w:val="0"/>
                      <w:divBdr>
                        <w:top w:val="none" w:sz="0" w:space="0" w:color="auto"/>
                        <w:left w:val="none" w:sz="0" w:space="0" w:color="auto"/>
                        <w:bottom w:val="none" w:sz="0" w:space="0" w:color="auto"/>
                        <w:right w:val="none" w:sz="0" w:space="0" w:color="auto"/>
                      </w:divBdr>
                    </w:div>
                    <w:div w:id="2041315407">
                      <w:marLeft w:val="0"/>
                      <w:marRight w:val="0"/>
                      <w:marTop w:val="0"/>
                      <w:marBottom w:val="0"/>
                      <w:divBdr>
                        <w:top w:val="none" w:sz="0" w:space="0" w:color="auto"/>
                        <w:left w:val="none" w:sz="0" w:space="0" w:color="auto"/>
                        <w:bottom w:val="none" w:sz="0" w:space="0" w:color="auto"/>
                        <w:right w:val="none" w:sz="0" w:space="0" w:color="auto"/>
                      </w:divBdr>
                    </w:div>
                    <w:div w:id="1736658725">
                      <w:marLeft w:val="0"/>
                      <w:marRight w:val="0"/>
                      <w:marTop w:val="0"/>
                      <w:marBottom w:val="0"/>
                      <w:divBdr>
                        <w:top w:val="none" w:sz="0" w:space="0" w:color="auto"/>
                        <w:left w:val="none" w:sz="0" w:space="0" w:color="auto"/>
                        <w:bottom w:val="none" w:sz="0" w:space="0" w:color="auto"/>
                        <w:right w:val="none" w:sz="0" w:space="0" w:color="auto"/>
                      </w:divBdr>
                    </w:div>
                    <w:div w:id="1449465425">
                      <w:marLeft w:val="0"/>
                      <w:marRight w:val="0"/>
                      <w:marTop w:val="0"/>
                      <w:marBottom w:val="0"/>
                      <w:divBdr>
                        <w:top w:val="none" w:sz="0" w:space="0" w:color="auto"/>
                        <w:left w:val="none" w:sz="0" w:space="0" w:color="auto"/>
                        <w:bottom w:val="none" w:sz="0" w:space="0" w:color="auto"/>
                        <w:right w:val="none" w:sz="0" w:space="0" w:color="auto"/>
                      </w:divBdr>
                    </w:div>
                    <w:div w:id="1099255606">
                      <w:marLeft w:val="0"/>
                      <w:marRight w:val="0"/>
                      <w:marTop w:val="0"/>
                      <w:marBottom w:val="0"/>
                      <w:divBdr>
                        <w:top w:val="none" w:sz="0" w:space="0" w:color="auto"/>
                        <w:left w:val="none" w:sz="0" w:space="0" w:color="auto"/>
                        <w:bottom w:val="none" w:sz="0" w:space="0" w:color="auto"/>
                        <w:right w:val="none" w:sz="0" w:space="0" w:color="auto"/>
                      </w:divBdr>
                    </w:div>
                    <w:div w:id="1620332260">
                      <w:marLeft w:val="0"/>
                      <w:marRight w:val="0"/>
                      <w:marTop w:val="0"/>
                      <w:marBottom w:val="0"/>
                      <w:divBdr>
                        <w:top w:val="none" w:sz="0" w:space="0" w:color="auto"/>
                        <w:left w:val="none" w:sz="0" w:space="0" w:color="auto"/>
                        <w:bottom w:val="none" w:sz="0" w:space="0" w:color="auto"/>
                        <w:right w:val="none" w:sz="0" w:space="0" w:color="auto"/>
                      </w:divBdr>
                    </w:div>
                    <w:div w:id="492795004">
                      <w:marLeft w:val="0"/>
                      <w:marRight w:val="0"/>
                      <w:marTop w:val="0"/>
                      <w:marBottom w:val="0"/>
                      <w:divBdr>
                        <w:top w:val="none" w:sz="0" w:space="0" w:color="auto"/>
                        <w:left w:val="none" w:sz="0" w:space="0" w:color="auto"/>
                        <w:bottom w:val="none" w:sz="0" w:space="0" w:color="auto"/>
                        <w:right w:val="none" w:sz="0" w:space="0" w:color="auto"/>
                      </w:divBdr>
                    </w:div>
                    <w:div w:id="2093427737">
                      <w:marLeft w:val="0"/>
                      <w:marRight w:val="0"/>
                      <w:marTop w:val="0"/>
                      <w:marBottom w:val="0"/>
                      <w:divBdr>
                        <w:top w:val="none" w:sz="0" w:space="0" w:color="auto"/>
                        <w:left w:val="none" w:sz="0" w:space="0" w:color="auto"/>
                        <w:bottom w:val="none" w:sz="0" w:space="0" w:color="auto"/>
                        <w:right w:val="none" w:sz="0" w:space="0" w:color="auto"/>
                      </w:divBdr>
                    </w:div>
                    <w:div w:id="1368025467">
                      <w:marLeft w:val="0"/>
                      <w:marRight w:val="0"/>
                      <w:marTop w:val="0"/>
                      <w:marBottom w:val="0"/>
                      <w:divBdr>
                        <w:top w:val="none" w:sz="0" w:space="0" w:color="auto"/>
                        <w:left w:val="none" w:sz="0" w:space="0" w:color="auto"/>
                        <w:bottom w:val="none" w:sz="0" w:space="0" w:color="auto"/>
                        <w:right w:val="none" w:sz="0" w:space="0" w:color="auto"/>
                      </w:divBdr>
                    </w:div>
                    <w:div w:id="1396856882">
                      <w:marLeft w:val="0"/>
                      <w:marRight w:val="0"/>
                      <w:marTop w:val="0"/>
                      <w:marBottom w:val="0"/>
                      <w:divBdr>
                        <w:top w:val="none" w:sz="0" w:space="0" w:color="auto"/>
                        <w:left w:val="none" w:sz="0" w:space="0" w:color="auto"/>
                        <w:bottom w:val="none" w:sz="0" w:space="0" w:color="auto"/>
                        <w:right w:val="none" w:sz="0" w:space="0" w:color="auto"/>
                      </w:divBdr>
                    </w:div>
                    <w:div w:id="696540557">
                      <w:marLeft w:val="0"/>
                      <w:marRight w:val="0"/>
                      <w:marTop w:val="0"/>
                      <w:marBottom w:val="0"/>
                      <w:divBdr>
                        <w:top w:val="none" w:sz="0" w:space="0" w:color="auto"/>
                        <w:left w:val="none" w:sz="0" w:space="0" w:color="auto"/>
                        <w:bottom w:val="none" w:sz="0" w:space="0" w:color="auto"/>
                        <w:right w:val="none" w:sz="0" w:space="0" w:color="auto"/>
                      </w:divBdr>
                    </w:div>
                    <w:div w:id="323512211">
                      <w:marLeft w:val="0"/>
                      <w:marRight w:val="0"/>
                      <w:marTop w:val="0"/>
                      <w:marBottom w:val="0"/>
                      <w:divBdr>
                        <w:top w:val="none" w:sz="0" w:space="0" w:color="auto"/>
                        <w:left w:val="none" w:sz="0" w:space="0" w:color="auto"/>
                        <w:bottom w:val="none" w:sz="0" w:space="0" w:color="auto"/>
                        <w:right w:val="none" w:sz="0" w:space="0" w:color="auto"/>
                      </w:divBdr>
                    </w:div>
                    <w:div w:id="322977988">
                      <w:marLeft w:val="0"/>
                      <w:marRight w:val="0"/>
                      <w:marTop w:val="0"/>
                      <w:marBottom w:val="0"/>
                      <w:divBdr>
                        <w:top w:val="none" w:sz="0" w:space="0" w:color="auto"/>
                        <w:left w:val="none" w:sz="0" w:space="0" w:color="auto"/>
                        <w:bottom w:val="none" w:sz="0" w:space="0" w:color="auto"/>
                        <w:right w:val="none" w:sz="0" w:space="0" w:color="auto"/>
                      </w:divBdr>
                    </w:div>
                    <w:div w:id="1800761393">
                      <w:marLeft w:val="0"/>
                      <w:marRight w:val="0"/>
                      <w:marTop w:val="0"/>
                      <w:marBottom w:val="0"/>
                      <w:divBdr>
                        <w:top w:val="none" w:sz="0" w:space="0" w:color="auto"/>
                        <w:left w:val="none" w:sz="0" w:space="0" w:color="auto"/>
                        <w:bottom w:val="none" w:sz="0" w:space="0" w:color="auto"/>
                        <w:right w:val="none" w:sz="0" w:space="0" w:color="auto"/>
                      </w:divBdr>
                    </w:div>
                    <w:div w:id="807937861">
                      <w:marLeft w:val="0"/>
                      <w:marRight w:val="0"/>
                      <w:marTop w:val="0"/>
                      <w:marBottom w:val="0"/>
                      <w:divBdr>
                        <w:top w:val="none" w:sz="0" w:space="0" w:color="auto"/>
                        <w:left w:val="none" w:sz="0" w:space="0" w:color="auto"/>
                        <w:bottom w:val="none" w:sz="0" w:space="0" w:color="auto"/>
                        <w:right w:val="none" w:sz="0" w:space="0" w:color="auto"/>
                      </w:divBdr>
                    </w:div>
                    <w:div w:id="477502113">
                      <w:marLeft w:val="0"/>
                      <w:marRight w:val="0"/>
                      <w:marTop w:val="0"/>
                      <w:marBottom w:val="240"/>
                      <w:divBdr>
                        <w:top w:val="none" w:sz="0" w:space="0" w:color="auto"/>
                        <w:left w:val="none" w:sz="0" w:space="0" w:color="auto"/>
                        <w:bottom w:val="none" w:sz="0" w:space="0" w:color="auto"/>
                        <w:right w:val="none" w:sz="0" w:space="0" w:color="auto"/>
                      </w:divBdr>
                      <w:divsChild>
                        <w:div w:id="553467385">
                          <w:marLeft w:val="0"/>
                          <w:marRight w:val="0"/>
                          <w:marTop w:val="240"/>
                          <w:marBottom w:val="0"/>
                          <w:divBdr>
                            <w:top w:val="none" w:sz="0" w:space="0" w:color="auto"/>
                            <w:left w:val="none" w:sz="0" w:space="0" w:color="auto"/>
                            <w:bottom w:val="none" w:sz="0" w:space="0" w:color="auto"/>
                            <w:right w:val="none" w:sz="0" w:space="0" w:color="auto"/>
                          </w:divBdr>
                        </w:div>
                      </w:divsChild>
                    </w:div>
                    <w:div w:id="983659276">
                      <w:marLeft w:val="0"/>
                      <w:marRight w:val="0"/>
                      <w:marTop w:val="240"/>
                      <w:marBottom w:val="0"/>
                      <w:divBdr>
                        <w:top w:val="none" w:sz="0" w:space="0" w:color="auto"/>
                        <w:left w:val="none" w:sz="0" w:space="0" w:color="auto"/>
                        <w:bottom w:val="none" w:sz="0" w:space="0" w:color="auto"/>
                        <w:right w:val="none" w:sz="0" w:space="0" w:color="auto"/>
                      </w:divBdr>
                      <w:divsChild>
                        <w:div w:id="577180385">
                          <w:marLeft w:val="0"/>
                          <w:marRight w:val="0"/>
                          <w:marTop w:val="0"/>
                          <w:marBottom w:val="0"/>
                          <w:divBdr>
                            <w:top w:val="none" w:sz="0" w:space="0" w:color="auto"/>
                            <w:left w:val="none" w:sz="0" w:space="0" w:color="auto"/>
                            <w:bottom w:val="none" w:sz="0" w:space="0" w:color="auto"/>
                            <w:right w:val="none" w:sz="0" w:space="0" w:color="auto"/>
                          </w:divBdr>
                        </w:div>
                        <w:div w:id="1532568074">
                          <w:marLeft w:val="0"/>
                          <w:marRight w:val="0"/>
                          <w:marTop w:val="0"/>
                          <w:marBottom w:val="0"/>
                          <w:divBdr>
                            <w:top w:val="none" w:sz="0" w:space="0" w:color="auto"/>
                            <w:left w:val="none" w:sz="0" w:space="0" w:color="auto"/>
                            <w:bottom w:val="none" w:sz="0" w:space="0" w:color="auto"/>
                            <w:right w:val="none" w:sz="0" w:space="0" w:color="auto"/>
                          </w:divBdr>
                        </w:div>
                        <w:div w:id="1549563914">
                          <w:marLeft w:val="0"/>
                          <w:marRight w:val="0"/>
                          <w:marTop w:val="0"/>
                          <w:marBottom w:val="0"/>
                          <w:divBdr>
                            <w:top w:val="none" w:sz="0" w:space="0" w:color="auto"/>
                            <w:left w:val="none" w:sz="0" w:space="0" w:color="auto"/>
                            <w:bottom w:val="none" w:sz="0" w:space="0" w:color="auto"/>
                            <w:right w:val="none" w:sz="0" w:space="0" w:color="auto"/>
                          </w:divBdr>
                        </w:div>
                        <w:div w:id="2136674254">
                          <w:marLeft w:val="0"/>
                          <w:marRight w:val="0"/>
                          <w:marTop w:val="0"/>
                          <w:marBottom w:val="0"/>
                          <w:divBdr>
                            <w:top w:val="none" w:sz="0" w:space="0" w:color="auto"/>
                            <w:left w:val="none" w:sz="0" w:space="0" w:color="auto"/>
                            <w:bottom w:val="none" w:sz="0" w:space="0" w:color="auto"/>
                            <w:right w:val="none" w:sz="0" w:space="0" w:color="auto"/>
                          </w:divBdr>
                        </w:div>
                        <w:div w:id="1516723934">
                          <w:marLeft w:val="0"/>
                          <w:marRight w:val="0"/>
                          <w:marTop w:val="0"/>
                          <w:marBottom w:val="0"/>
                          <w:divBdr>
                            <w:top w:val="none" w:sz="0" w:space="0" w:color="auto"/>
                            <w:left w:val="none" w:sz="0" w:space="0" w:color="auto"/>
                            <w:bottom w:val="none" w:sz="0" w:space="0" w:color="auto"/>
                            <w:right w:val="none" w:sz="0" w:space="0" w:color="auto"/>
                          </w:divBdr>
                        </w:div>
                        <w:div w:id="79569313">
                          <w:marLeft w:val="0"/>
                          <w:marRight w:val="0"/>
                          <w:marTop w:val="0"/>
                          <w:marBottom w:val="0"/>
                          <w:divBdr>
                            <w:top w:val="none" w:sz="0" w:space="0" w:color="auto"/>
                            <w:left w:val="none" w:sz="0" w:space="0" w:color="auto"/>
                            <w:bottom w:val="none" w:sz="0" w:space="0" w:color="auto"/>
                            <w:right w:val="none" w:sz="0" w:space="0" w:color="auto"/>
                          </w:divBdr>
                        </w:div>
                        <w:div w:id="679548059">
                          <w:marLeft w:val="0"/>
                          <w:marRight w:val="0"/>
                          <w:marTop w:val="0"/>
                          <w:marBottom w:val="0"/>
                          <w:divBdr>
                            <w:top w:val="none" w:sz="0" w:space="0" w:color="auto"/>
                            <w:left w:val="none" w:sz="0" w:space="0" w:color="auto"/>
                            <w:bottom w:val="none" w:sz="0" w:space="0" w:color="auto"/>
                            <w:right w:val="none" w:sz="0" w:space="0" w:color="auto"/>
                          </w:divBdr>
                        </w:div>
                        <w:div w:id="124782102">
                          <w:marLeft w:val="0"/>
                          <w:marRight w:val="0"/>
                          <w:marTop w:val="0"/>
                          <w:marBottom w:val="0"/>
                          <w:divBdr>
                            <w:top w:val="none" w:sz="0" w:space="0" w:color="auto"/>
                            <w:left w:val="none" w:sz="0" w:space="0" w:color="auto"/>
                            <w:bottom w:val="none" w:sz="0" w:space="0" w:color="auto"/>
                            <w:right w:val="none" w:sz="0" w:space="0" w:color="auto"/>
                          </w:divBdr>
                        </w:div>
                        <w:div w:id="1972126282">
                          <w:marLeft w:val="0"/>
                          <w:marRight w:val="0"/>
                          <w:marTop w:val="0"/>
                          <w:marBottom w:val="0"/>
                          <w:divBdr>
                            <w:top w:val="none" w:sz="0" w:space="0" w:color="auto"/>
                            <w:left w:val="none" w:sz="0" w:space="0" w:color="auto"/>
                            <w:bottom w:val="none" w:sz="0" w:space="0" w:color="auto"/>
                            <w:right w:val="none" w:sz="0" w:space="0" w:color="auto"/>
                          </w:divBdr>
                        </w:div>
                        <w:div w:id="890843328">
                          <w:marLeft w:val="0"/>
                          <w:marRight w:val="0"/>
                          <w:marTop w:val="0"/>
                          <w:marBottom w:val="0"/>
                          <w:divBdr>
                            <w:top w:val="none" w:sz="0" w:space="0" w:color="auto"/>
                            <w:left w:val="none" w:sz="0" w:space="0" w:color="auto"/>
                            <w:bottom w:val="none" w:sz="0" w:space="0" w:color="auto"/>
                            <w:right w:val="none" w:sz="0" w:space="0" w:color="auto"/>
                          </w:divBdr>
                        </w:div>
                        <w:div w:id="1584682652">
                          <w:marLeft w:val="0"/>
                          <w:marRight w:val="0"/>
                          <w:marTop w:val="0"/>
                          <w:marBottom w:val="0"/>
                          <w:divBdr>
                            <w:top w:val="none" w:sz="0" w:space="0" w:color="auto"/>
                            <w:left w:val="none" w:sz="0" w:space="0" w:color="auto"/>
                            <w:bottom w:val="none" w:sz="0" w:space="0" w:color="auto"/>
                            <w:right w:val="none" w:sz="0" w:space="0" w:color="auto"/>
                          </w:divBdr>
                        </w:div>
                        <w:div w:id="632445594">
                          <w:marLeft w:val="0"/>
                          <w:marRight w:val="0"/>
                          <w:marTop w:val="0"/>
                          <w:marBottom w:val="0"/>
                          <w:divBdr>
                            <w:top w:val="none" w:sz="0" w:space="0" w:color="auto"/>
                            <w:left w:val="none" w:sz="0" w:space="0" w:color="auto"/>
                            <w:bottom w:val="none" w:sz="0" w:space="0" w:color="auto"/>
                            <w:right w:val="none" w:sz="0" w:space="0" w:color="auto"/>
                          </w:divBdr>
                        </w:div>
                        <w:div w:id="1594431142">
                          <w:marLeft w:val="0"/>
                          <w:marRight w:val="0"/>
                          <w:marTop w:val="0"/>
                          <w:marBottom w:val="0"/>
                          <w:divBdr>
                            <w:top w:val="none" w:sz="0" w:space="0" w:color="auto"/>
                            <w:left w:val="none" w:sz="0" w:space="0" w:color="auto"/>
                            <w:bottom w:val="none" w:sz="0" w:space="0" w:color="auto"/>
                            <w:right w:val="none" w:sz="0" w:space="0" w:color="auto"/>
                          </w:divBdr>
                        </w:div>
                        <w:div w:id="1973555173">
                          <w:marLeft w:val="0"/>
                          <w:marRight w:val="0"/>
                          <w:marTop w:val="0"/>
                          <w:marBottom w:val="0"/>
                          <w:divBdr>
                            <w:top w:val="none" w:sz="0" w:space="0" w:color="auto"/>
                            <w:left w:val="none" w:sz="0" w:space="0" w:color="auto"/>
                            <w:bottom w:val="none" w:sz="0" w:space="0" w:color="auto"/>
                            <w:right w:val="none" w:sz="0" w:space="0" w:color="auto"/>
                          </w:divBdr>
                        </w:div>
                        <w:div w:id="1251740139">
                          <w:marLeft w:val="0"/>
                          <w:marRight w:val="0"/>
                          <w:marTop w:val="0"/>
                          <w:marBottom w:val="0"/>
                          <w:divBdr>
                            <w:top w:val="none" w:sz="0" w:space="0" w:color="auto"/>
                            <w:left w:val="none" w:sz="0" w:space="0" w:color="auto"/>
                            <w:bottom w:val="none" w:sz="0" w:space="0" w:color="auto"/>
                            <w:right w:val="none" w:sz="0" w:space="0" w:color="auto"/>
                          </w:divBdr>
                        </w:div>
                        <w:div w:id="1949465844">
                          <w:marLeft w:val="0"/>
                          <w:marRight w:val="0"/>
                          <w:marTop w:val="0"/>
                          <w:marBottom w:val="0"/>
                          <w:divBdr>
                            <w:top w:val="none" w:sz="0" w:space="0" w:color="auto"/>
                            <w:left w:val="none" w:sz="0" w:space="0" w:color="auto"/>
                            <w:bottom w:val="none" w:sz="0" w:space="0" w:color="auto"/>
                            <w:right w:val="none" w:sz="0" w:space="0" w:color="auto"/>
                          </w:divBdr>
                        </w:div>
                        <w:div w:id="1108699364">
                          <w:marLeft w:val="0"/>
                          <w:marRight w:val="0"/>
                          <w:marTop w:val="0"/>
                          <w:marBottom w:val="0"/>
                          <w:divBdr>
                            <w:top w:val="none" w:sz="0" w:space="0" w:color="auto"/>
                            <w:left w:val="none" w:sz="0" w:space="0" w:color="auto"/>
                            <w:bottom w:val="none" w:sz="0" w:space="0" w:color="auto"/>
                            <w:right w:val="none" w:sz="0" w:space="0" w:color="auto"/>
                          </w:divBdr>
                        </w:div>
                        <w:div w:id="1118571295">
                          <w:marLeft w:val="0"/>
                          <w:marRight w:val="0"/>
                          <w:marTop w:val="0"/>
                          <w:marBottom w:val="0"/>
                          <w:divBdr>
                            <w:top w:val="none" w:sz="0" w:space="0" w:color="auto"/>
                            <w:left w:val="none" w:sz="0" w:space="0" w:color="auto"/>
                            <w:bottom w:val="none" w:sz="0" w:space="0" w:color="auto"/>
                            <w:right w:val="none" w:sz="0" w:space="0" w:color="auto"/>
                          </w:divBdr>
                        </w:div>
                        <w:div w:id="638728761">
                          <w:marLeft w:val="0"/>
                          <w:marRight w:val="0"/>
                          <w:marTop w:val="0"/>
                          <w:marBottom w:val="0"/>
                          <w:divBdr>
                            <w:top w:val="none" w:sz="0" w:space="0" w:color="auto"/>
                            <w:left w:val="none" w:sz="0" w:space="0" w:color="auto"/>
                            <w:bottom w:val="none" w:sz="0" w:space="0" w:color="auto"/>
                            <w:right w:val="none" w:sz="0" w:space="0" w:color="auto"/>
                          </w:divBdr>
                        </w:div>
                        <w:div w:id="497766509">
                          <w:marLeft w:val="0"/>
                          <w:marRight w:val="0"/>
                          <w:marTop w:val="0"/>
                          <w:marBottom w:val="0"/>
                          <w:divBdr>
                            <w:top w:val="none" w:sz="0" w:space="0" w:color="auto"/>
                            <w:left w:val="none" w:sz="0" w:space="0" w:color="auto"/>
                            <w:bottom w:val="none" w:sz="0" w:space="0" w:color="auto"/>
                            <w:right w:val="none" w:sz="0" w:space="0" w:color="auto"/>
                          </w:divBdr>
                        </w:div>
                        <w:div w:id="2068139397">
                          <w:marLeft w:val="0"/>
                          <w:marRight w:val="0"/>
                          <w:marTop w:val="0"/>
                          <w:marBottom w:val="0"/>
                          <w:divBdr>
                            <w:top w:val="none" w:sz="0" w:space="0" w:color="auto"/>
                            <w:left w:val="none" w:sz="0" w:space="0" w:color="auto"/>
                            <w:bottom w:val="none" w:sz="0" w:space="0" w:color="auto"/>
                            <w:right w:val="none" w:sz="0" w:space="0" w:color="auto"/>
                          </w:divBdr>
                        </w:div>
                        <w:div w:id="5792011">
                          <w:marLeft w:val="0"/>
                          <w:marRight w:val="0"/>
                          <w:marTop w:val="0"/>
                          <w:marBottom w:val="0"/>
                          <w:divBdr>
                            <w:top w:val="none" w:sz="0" w:space="0" w:color="auto"/>
                            <w:left w:val="none" w:sz="0" w:space="0" w:color="auto"/>
                            <w:bottom w:val="none" w:sz="0" w:space="0" w:color="auto"/>
                            <w:right w:val="none" w:sz="0" w:space="0" w:color="auto"/>
                          </w:divBdr>
                        </w:div>
                        <w:div w:id="20279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qlikview.noorderpoort.nl/" TargetMode="External"/><Relationship Id="rId18" Type="http://schemas.openxmlformats.org/officeDocument/2006/relationships/hyperlink" Target="https://onderwijsenexaminering.nl/app/uploads/Handreiking-wettelijke-beroepsvereisten.pdf" TargetMode="External"/><Relationship Id="rId26" Type="http://schemas.openxmlformats.org/officeDocument/2006/relationships/hyperlink" Target="https://npcg.sharepoint.com/sites/pubdocs/Publicatie%20doc%20Studenten/Gedeelde%20%20documenten/Weten%20en%20Regelen/Wetten%20en%20regeltjes/Noorderpoort%20Examenreglement%20mbo.pdf" TargetMode="External"/><Relationship Id="rId3" Type="http://schemas.openxmlformats.org/officeDocument/2006/relationships/customXml" Target="../customXml/item3.xml"/><Relationship Id="rId21" Type="http://schemas.openxmlformats.org/officeDocument/2006/relationships/hyperlink" Target="https://npcg.sharepoint.com/sites/pubdocs/Publicatie%20doc%20Studenten/Gedeelde%20%20documenten/Weten%20en%20Regelen/Wetten%20en%20regeltjes/Noorderpoort%20Examenreglement%20mbo.pdf" TargetMode="External"/><Relationship Id="rId7" Type="http://schemas.openxmlformats.org/officeDocument/2006/relationships/settings" Target="settings.xml"/><Relationship Id="rId12" Type="http://schemas.openxmlformats.org/officeDocument/2006/relationships/hyperlink" Target="http://kwalificaties.s-bb.nl/" TargetMode="External"/><Relationship Id="rId17" Type="http://schemas.openxmlformats.org/officeDocument/2006/relationships/image" Target="media/image3.png"/><Relationship Id="rId25" Type="http://schemas.openxmlformats.org/officeDocument/2006/relationships/hyperlink" Target="https://npcg.sharepoint.com/sites/pubdocs/Publicatie%20doc%20Studenten/Gedeelde%20%20documenten/Weten%20en%20Regelen/Wetten%20en%20regeltjes/Noorderpoort%20Examenreglement%20mbo.pdf"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npcg.sharepoint.com/sites/pubdocs/Publicatie%20doc%20Studenten/Gedeelde%20%20documenten/Weten%20en%20Regelen/Wetten%20en%20regeltjes/Noorderpoort%20Examenreglement%20mbo.pdf" TargetMode="External"/><Relationship Id="rId5" Type="http://schemas.openxmlformats.org/officeDocument/2006/relationships/numbering" Target="numbering.xml"/><Relationship Id="rId15" Type="http://schemas.openxmlformats.org/officeDocument/2006/relationships/hyperlink" Target="https://www.s-bb.nl/onderwijs/kwalificeren-en-examineren" TargetMode="External"/><Relationship Id="rId23" Type="http://schemas.openxmlformats.org/officeDocument/2006/relationships/header" Target="header1.xml"/><Relationship Id="rId28" Type="http://schemas.openxmlformats.org/officeDocument/2006/relationships/hyperlink" Target="https://npcg.sharepoint.com/sites/pubdocs/Publicatie%20doc%20Studenten/Gedeelde%20%20documenten/Weten%20en%20Regelen/Wetten%20en%20regeltjes/Noorderpoort%20Examenreglement%20mbo.pdf"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kwalificaties.s-bb.nl" TargetMode="External"/><Relationship Id="rId22" Type="http://schemas.openxmlformats.org/officeDocument/2006/relationships/image" Target="media/image4.png"/><Relationship Id="rId27" Type="http://schemas.openxmlformats.org/officeDocument/2006/relationships/hyperlink" Target="https://npcg.sharepoint.com/sites/pubdocs/Publicatie%20doc%20Studenten/Gedeelde%20%20documenten/Weten%20en%20Regelen/Wetten%20en%20regeltjes/Noorderpoort%20Examenreglement%20mbo.pdf"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reppel\Downloads\Concept%20Format%20OER%20mbo%20niv%204%20startcohort%201%20augustus%202017%20Prototype%20vs%202%20090217_Voorstel%20revisie_versie15-2-2017.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CC0668B7B291F448A0B0D16E60032AB" ma:contentTypeVersion="13" ma:contentTypeDescription="Een nieuw document maken." ma:contentTypeScope="" ma:versionID="c4f80d247788ac38f5e9475d77694262">
  <xsd:schema xmlns:xsd="http://www.w3.org/2001/XMLSchema" xmlns:xs="http://www.w3.org/2001/XMLSchema" xmlns:p="http://schemas.microsoft.com/office/2006/metadata/properties" xmlns:ns2="e0793b62-ea1c-49a1-bfc3-8225874303b4" xmlns:ns3="f0aaf951-c089-48a2-80a1-e47e2edde1a7" targetNamespace="http://schemas.microsoft.com/office/2006/metadata/properties" ma:root="true" ma:fieldsID="fcbe6c67863ea1a6a44e968c015aecd3" ns2:_="" ns3:_="">
    <xsd:import namespace="e0793b62-ea1c-49a1-bfc3-8225874303b4"/>
    <xsd:import namespace="f0aaf951-c089-48a2-80a1-e47e2edde1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793b62-ea1c-49a1-bfc3-8225874303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0aaf951-c089-48a2-80a1-e47e2edde1a7"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f0aaf951-c089-48a2-80a1-e47e2edde1a7">
      <UserInfo>
        <DisplayName/>
        <AccountId xsi:nil="true"/>
        <AccountType/>
      </UserInfo>
    </SharedWithUsers>
  </documentManagement>
</p:properties>
</file>

<file path=customXml/itemProps1.xml><?xml version="1.0" encoding="utf-8"?>
<ds:datastoreItem xmlns:ds="http://schemas.openxmlformats.org/officeDocument/2006/customXml" ds:itemID="{93B1602E-23D4-4B14-AD66-7E37E7C1F971}">
  <ds:schemaRefs>
    <ds:schemaRef ds:uri="http://schemas.microsoft.com/sharepoint/v3/contenttype/forms"/>
  </ds:schemaRefs>
</ds:datastoreItem>
</file>

<file path=customXml/itemProps2.xml><?xml version="1.0" encoding="utf-8"?>
<ds:datastoreItem xmlns:ds="http://schemas.openxmlformats.org/officeDocument/2006/customXml" ds:itemID="{9AEDD9C9-6063-45EB-A0D6-21291390EE81}"/>
</file>

<file path=customXml/itemProps3.xml><?xml version="1.0" encoding="utf-8"?>
<ds:datastoreItem xmlns:ds="http://schemas.openxmlformats.org/officeDocument/2006/customXml" ds:itemID="{CAC47CFC-3577-48A5-A5CF-1650A08237CD}">
  <ds:schemaRefs>
    <ds:schemaRef ds:uri="http://schemas.openxmlformats.org/officeDocument/2006/bibliography"/>
  </ds:schemaRefs>
</ds:datastoreItem>
</file>

<file path=customXml/itemProps4.xml><?xml version="1.0" encoding="utf-8"?>
<ds:datastoreItem xmlns:ds="http://schemas.openxmlformats.org/officeDocument/2006/customXml" ds:itemID="{8CD11BE9-0D2E-4F24-8E77-8D0C1D2B7D7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Concept Format OER mbo niv 4 startcohort 1 augustus 2017 Prototype vs 2 090217_Voorstel revisie_versie15-2-2017</Template>
  <TotalTime>0</TotalTime>
  <Pages>14</Pages>
  <Words>3378</Words>
  <Characters>23310</Characters>
  <Application>Microsoft Office Word</Application>
  <DocSecurity>0</DocSecurity>
  <Lines>194</Lines>
  <Paragraphs>53</Paragraphs>
  <ScaleCrop>false</ScaleCrop>
  <Company>NoorderpoortCollege</Company>
  <LinksUpToDate>false</LinksUpToDate>
  <CharactersWithSpaces>26635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Streppel</dc:creator>
  <cp:lastModifiedBy>Sanne Dijkema</cp:lastModifiedBy>
  <cp:revision>6</cp:revision>
  <cp:lastPrinted>2019-01-23T07:23:00Z</cp:lastPrinted>
  <dcterms:created xsi:type="dcterms:W3CDTF">2021-04-08T14:26:00Z</dcterms:created>
  <dcterms:modified xsi:type="dcterms:W3CDTF">2021-05-27T10:34:00Z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2PV6CX2SY2DZ-575-24</vt:lpwstr>
  </property>
  <property fmtid="{D5CDD505-2E9C-101B-9397-08002B2CF9AE}" pid="3" name="_dlc_DocIdItemGuid">
    <vt:lpwstr>e1f0373a-9634-461f-b98e-f20f06ac5773</vt:lpwstr>
  </property>
  <property fmtid="{D5CDD505-2E9C-101B-9397-08002B2CF9AE}" pid="4" name="_dlc_DocIdUrl">
    <vt:lpwstr>https://kompas.noorderpoort.nl/onderwijs/oer/_layouts/DocIdRedir.aspx?ID=2PV6CX2SY2DZ-575-24, 2PV6CX2SY2DZ-575-24</vt:lpwstr>
  </property>
  <property fmtid="{D5CDD505-2E9C-101B-9397-08002B2CF9AE}" pid="5" name="ContentTypeId">
    <vt:lpwstr>0x0101002CC0668B7B291F448A0B0D16E60032AB</vt:lpwstr>
  </property>
  <property fmtid="{D5CDD505-2E9C-101B-9397-08002B2CF9AE}" pid="6" name="Order">
    <vt:r8>40200</vt:r8>
  </property>
  <property fmtid="{D5CDD505-2E9C-101B-9397-08002B2CF9AE}" pid="7" name="xd_Signature">
    <vt:bool>false</vt:bool>
  </property>
  <property fmtid="{D5CDD505-2E9C-101B-9397-08002B2CF9AE}" pid="8" name="xd_ProgID">
    <vt:lpwstr/>
  </property>
  <property fmtid="{D5CDD505-2E9C-101B-9397-08002B2CF9AE}" pid="9" name="_ExtendedDescription">
    <vt:lpwstr/>
  </property>
  <property fmtid="{D5CDD505-2E9C-101B-9397-08002B2CF9AE}" pid="10" name="_SourceUrl">
    <vt:lpwstr/>
  </property>
  <property fmtid="{D5CDD505-2E9C-101B-9397-08002B2CF9AE}" pid="11" name="_SharedFileIndex">
    <vt:lpwstr/>
  </property>
  <property fmtid="{D5CDD505-2E9C-101B-9397-08002B2CF9AE}" pid="12" name="TemplateUrl">
    <vt:lpwstr/>
  </property>
  <property fmtid="{D5CDD505-2E9C-101B-9397-08002B2CF9AE}" pid="13" name="ComplianceAssetId">
    <vt:lpwstr/>
  </property>
</Properties>
</file>