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875D8" w14:textId="77777777" w:rsidR="00D80C7A" w:rsidRDefault="004E5D5E" w:rsidP="004E5D5E">
      <w:pPr>
        <w:pStyle w:val="Titel"/>
      </w:pPr>
      <w:bookmarkStart w:id="0" w:name="_GoBack"/>
      <w:bookmarkEnd w:id="0"/>
      <w:r>
        <w:t>Kleine 360⁰ feedback</w:t>
      </w:r>
    </w:p>
    <w:p w14:paraId="4AFD99FD" w14:textId="77777777" w:rsidR="004E5D5E" w:rsidRDefault="004E5D5E" w:rsidP="004E5D5E">
      <w:r>
        <w:t xml:space="preserve">In te vullen voor: </w:t>
      </w:r>
      <w:r>
        <w:tab/>
      </w:r>
      <w:r w:rsidR="00202557">
        <w:fldChar w:fldCharType="begin">
          <w:ffData>
            <w:name w:val="Text1"/>
            <w:enabled/>
            <w:calcOnExit w:val="0"/>
            <w:textInput>
              <w:default w:val="`                                                                   "/>
            </w:textInput>
          </w:ffData>
        </w:fldChar>
      </w:r>
      <w:bookmarkStart w:id="1" w:name="Text1"/>
      <w:r w:rsidR="00202557">
        <w:instrText xml:space="preserve"> FORMTEXT </w:instrText>
      </w:r>
      <w:r w:rsidR="00202557">
        <w:fldChar w:fldCharType="separate"/>
      </w:r>
      <w:r w:rsidR="00202557">
        <w:rPr>
          <w:noProof/>
        </w:rPr>
        <w:t xml:space="preserve">`                                                                   </w:t>
      </w:r>
      <w:r w:rsidR="00202557">
        <w:fldChar w:fldCharType="end"/>
      </w:r>
      <w:bookmarkEnd w:id="1"/>
    </w:p>
    <w:p w14:paraId="7E09536D" w14:textId="77777777" w:rsidR="004E5D5E" w:rsidRDefault="004E5D5E" w:rsidP="004E5D5E">
      <w:r>
        <w:t>In het kader van:</w:t>
      </w:r>
      <w:r>
        <w:tab/>
      </w:r>
      <w:r w:rsidR="00202557">
        <w:t xml:space="preserve">GO </w:t>
      </w:r>
      <w:proofErr w:type="spellStart"/>
      <w:r w:rsidR="00202557">
        <w:t>for</w:t>
      </w:r>
      <w:proofErr w:type="spellEnd"/>
      <w:r w:rsidR="00202557">
        <w:t xml:space="preserve"> IK</w:t>
      </w:r>
    </w:p>
    <w:p w14:paraId="46D2789B" w14:textId="77777777" w:rsidR="004E5D5E" w:rsidRDefault="004E5D5E" w:rsidP="004E5D5E"/>
    <w:p w14:paraId="13699D77" w14:textId="77777777" w:rsidR="004E5D5E" w:rsidRPr="004E5D5E" w:rsidRDefault="004E5D5E" w:rsidP="004E5D5E">
      <w:pPr>
        <w:jc w:val="right"/>
      </w:pPr>
      <w:r>
        <w:t xml:space="preserve">1 = ‘slaat niet op </w:t>
      </w:r>
      <w:r w:rsidR="00202557">
        <w:fldChar w:fldCharType="begin">
          <w:ffData>
            <w:name w:val="Text2"/>
            <w:enabled/>
            <w:calcOnExit w:val="0"/>
            <w:textInput>
              <w:default w:val="                                        "/>
            </w:textInput>
          </w:ffData>
        </w:fldChar>
      </w:r>
      <w:bookmarkStart w:id="2" w:name="Text2"/>
      <w:r w:rsidR="00202557">
        <w:instrText xml:space="preserve"> FORMTEXT </w:instrText>
      </w:r>
      <w:r w:rsidR="00202557">
        <w:fldChar w:fldCharType="separate"/>
      </w:r>
      <w:r w:rsidR="00202557">
        <w:rPr>
          <w:noProof/>
        </w:rPr>
        <w:t xml:space="preserve">                                        </w:t>
      </w:r>
      <w:r w:rsidR="00202557">
        <w:fldChar w:fldCharType="end"/>
      </w:r>
      <w:bookmarkEnd w:id="2"/>
      <w:r>
        <w:sym w:font="Wingdings" w:char="F0DF"/>
      </w:r>
      <w:r>
        <w:sym w:font="Wingdings" w:char="F0E0"/>
      </w:r>
      <w:r>
        <w:t xml:space="preserve"> 5 = ‘dit klopt helemaal’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4"/>
        <w:gridCol w:w="562"/>
        <w:gridCol w:w="561"/>
        <w:gridCol w:w="561"/>
        <w:gridCol w:w="561"/>
        <w:gridCol w:w="561"/>
      </w:tblGrid>
      <w:tr w:rsidR="004E5D5E" w:rsidRPr="00255753" w14:paraId="3EBAA198" w14:textId="77777777" w:rsidTr="00255753">
        <w:tc>
          <w:tcPr>
            <w:tcW w:w="6345" w:type="dxa"/>
            <w:shd w:val="clear" w:color="auto" w:fill="auto"/>
          </w:tcPr>
          <w:p w14:paraId="55CA98D3" w14:textId="77777777" w:rsidR="004E5D5E" w:rsidRPr="00255753" w:rsidRDefault="004E5D5E" w:rsidP="004E5D5E">
            <w:pPr>
              <w:rPr>
                <w:b/>
              </w:rPr>
            </w:pPr>
            <w:r w:rsidRPr="00255753">
              <w:rPr>
                <w:b/>
              </w:rPr>
              <w:t>Persoonlijkheidsprofiel</w:t>
            </w:r>
          </w:p>
        </w:tc>
        <w:tc>
          <w:tcPr>
            <w:tcW w:w="567" w:type="dxa"/>
            <w:shd w:val="clear" w:color="auto" w:fill="auto"/>
          </w:tcPr>
          <w:p w14:paraId="5855B223" w14:textId="77777777" w:rsidR="004E5D5E" w:rsidRPr="00255753" w:rsidRDefault="004E5D5E" w:rsidP="004E5D5E">
            <w:r w:rsidRPr="00255753">
              <w:t>1</w:t>
            </w:r>
          </w:p>
        </w:tc>
        <w:tc>
          <w:tcPr>
            <w:tcW w:w="567" w:type="dxa"/>
            <w:shd w:val="clear" w:color="auto" w:fill="auto"/>
          </w:tcPr>
          <w:p w14:paraId="6A9FE099" w14:textId="77777777" w:rsidR="004E5D5E" w:rsidRPr="00255753" w:rsidRDefault="004E5D5E" w:rsidP="004E5D5E">
            <w:r w:rsidRPr="00255753">
              <w:t>2</w:t>
            </w:r>
          </w:p>
        </w:tc>
        <w:tc>
          <w:tcPr>
            <w:tcW w:w="567" w:type="dxa"/>
            <w:shd w:val="clear" w:color="auto" w:fill="auto"/>
          </w:tcPr>
          <w:p w14:paraId="12783F67" w14:textId="77777777" w:rsidR="004E5D5E" w:rsidRPr="00255753" w:rsidRDefault="004E5D5E" w:rsidP="004E5D5E">
            <w:r w:rsidRPr="00255753">
              <w:t>3</w:t>
            </w:r>
          </w:p>
        </w:tc>
        <w:tc>
          <w:tcPr>
            <w:tcW w:w="567" w:type="dxa"/>
            <w:shd w:val="clear" w:color="auto" w:fill="auto"/>
          </w:tcPr>
          <w:p w14:paraId="2A250286" w14:textId="77777777" w:rsidR="004E5D5E" w:rsidRPr="00255753" w:rsidRDefault="004E5D5E" w:rsidP="004E5D5E">
            <w:r w:rsidRPr="00255753">
              <w:t>4</w:t>
            </w:r>
          </w:p>
        </w:tc>
        <w:tc>
          <w:tcPr>
            <w:tcW w:w="567" w:type="dxa"/>
            <w:shd w:val="clear" w:color="auto" w:fill="auto"/>
          </w:tcPr>
          <w:p w14:paraId="68DE99AE" w14:textId="77777777" w:rsidR="004E5D5E" w:rsidRPr="00255753" w:rsidRDefault="004E5D5E" w:rsidP="004E5D5E">
            <w:r w:rsidRPr="00255753">
              <w:t>5</w:t>
            </w:r>
          </w:p>
        </w:tc>
      </w:tr>
      <w:tr w:rsidR="004E5D5E" w:rsidRPr="00255753" w14:paraId="0B38F632" w14:textId="77777777" w:rsidTr="00255753">
        <w:tc>
          <w:tcPr>
            <w:tcW w:w="6345" w:type="dxa"/>
            <w:shd w:val="clear" w:color="auto" w:fill="auto"/>
          </w:tcPr>
          <w:p w14:paraId="18D627F3" w14:textId="77777777" w:rsidR="004E5D5E" w:rsidRPr="00255753" w:rsidRDefault="004E5D5E" w:rsidP="004E5D5E">
            <w:r w:rsidRPr="00255753">
              <w:t>Hartelijk</w:t>
            </w:r>
          </w:p>
        </w:tc>
        <w:tc>
          <w:tcPr>
            <w:tcW w:w="567" w:type="dxa"/>
            <w:shd w:val="clear" w:color="auto" w:fill="auto"/>
          </w:tcPr>
          <w:p w14:paraId="6AC7660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EA2D33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78DE4B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98CCE9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9DE964E" w14:textId="77777777" w:rsidR="004E5D5E" w:rsidRPr="00255753" w:rsidRDefault="004E5D5E" w:rsidP="004E5D5E"/>
        </w:tc>
      </w:tr>
      <w:tr w:rsidR="004E5D5E" w:rsidRPr="00255753" w14:paraId="4BF19E8D" w14:textId="77777777" w:rsidTr="00255753">
        <w:tc>
          <w:tcPr>
            <w:tcW w:w="6345" w:type="dxa"/>
            <w:shd w:val="clear" w:color="auto" w:fill="auto"/>
          </w:tcPr>
          <w:p w14:paraId="2349970F" w14:textId="77777777" w:rsidR="004E5D5E" w:rsidRPr="00255753" w:rsidRDefault="004E5D5E" w:rsidP="004E5D5E">
            <w:r w:rsidRPr="00255753">
              <w:t>Enthousiast te maken</w:t>
            </w:r>
          </w:p>
        </w:tc>
        <w:tc>
          <w:tcPr>
            <w:tcW w:w="567" w:type="dxa"/>
            <w:shd w:val="clear" w:color="auto" w:fill="auto"/>
          </w:tcPr>
          <w:p w14:paraId="5934EB7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E395BD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9842DE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EE0D91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2F63F92" w14:textId="77777777" w:rsidR="004E5D5E" w:rsidRPr="00255753" w:rsidRDefault="004E5D5E" w:rsidP="004E5D5E"/>
        </w:tc>
      </w:tr>
      <w:tr w:rsidR="004E5D5E" w:rsidRPr="00255753" w14:paraId="4187A42C" w14:textId="77777777" w:rsidTr="00255753">
        <w:tc>
          <w:tcPr>
            <w:tcW w:w="6345" w:type="dxa"/>
            <w:shd w:val="clear" w:color="auto" w:fill="auto"/>
          </w:tcPr>
          <w:p w14:paraId="0F5C7140" w14:textId="77777777" w:rsidR="004E5D5E" w:rsidRPr="00255753" w:rsidRDefault="004E5D5E" w:rsidP="004E5D5E">
            <w:r w:rsidRPr="00255753">
              <w:t>Veelzijdig</w:t>
            </w:r>
          </w:p>
        </w:tc>
        <w:tc>
          <w:tcPr>
            <w:tcW w:w="567" w:type="dxa"/>
            <w:shd w:val="clear" w:color="auto" w:fill="auto"/>
          </w:tcPr>
          <w:p w14:paraId="6871588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F5EEAD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7634CB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782B47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C52049D" w14:textId="77777777" w:rsidR="004E5D5E" w:rsidRPr="00255753" w:rsidRDefault="004E5D5E" w:rsidP="004E5D5E"/>
        </w:tc>
      </w:tr>
      <w:tr w:rsidR="004E5D5E" w:rsidRPr="00255753" w14:paraId="5EF8B3C3" w14:textId="77777777" w:rsidTr="00255753">
        <w:tc>
          <w:tcPr>
            <w:tcW w:w="6345" w:type="dxa"/>
            <w:shd w:val="clear" w:color="auto" w:fill="auto"/>
          </w:tcPr>
          <w:p w14:paraId="0BB1FB1D" w14:textId="77777777" w:rsidR="004E5D5E" w:rsidRPr="00255753" w:rsidRDefault="004E5D5E" w:rsidP="004E5D5E">
            <w:r w:rsidRPr="00255753">
              <w:t>Dynamisch, actief</w:t>
            </w:r>
          </w:p>
        </w:tc>
        <w:tc>
          <w:tcPr>
            <w:tcW w:w="567" w:type="dxa"/>
            <w:shd w:val="clear" w:color="auto" w:fill="auto"/>
          </w:tcPr>
          <w:p w14:paraId="45FB33D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0FFC02D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E7C63B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50AA73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4BCEDBA" w14:textId="77777777" w:rsidR="004E5D5E" w:rsidRPr="00255753" w:rsidRDefault="004E5D5E" w:rsidP="004E5D5E"/>
        </w:tc>
      </w:tr>
      <w:tr w:rsidR="004E5D5E" w:rsidRPr="00255753" w14:paraId="0A08E1AD" w14:textId="77777777" w:rsidTr="00255753">
        <w:tc>
          <w:tcPr>
            <w:tcW w:w="6345" w:type="dxa"/>
            <w:shd w:val="clear" w:color="auto" w:fill="auto"/>
          </w:tcPr>
          <w:p w14:paraId="06152CB7" w14:textId="77777777" w:rsidR="004E5D5E" w:rsidRPr="00255753" w:rsidRDefault="004E5D5E" w:rsidP="004E5D5E">
            <w:r w:rsidRPr="00255753">
              <w:t>Vastberaden</w:t>
            </w:r>
          </w:p>
        </w:tc>
        <w:tc>
          <w:tcPr>
            <w:tcW w:w="567" w:type="dxa"/>
            <w:shd w:val="clear" w:color="auto" w:fill="auto"/>
          </w:tcPr>
          <w:p w14:paraId="75611908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90A3CB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8C83F9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53BD75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3C14F37" w14:textId="77777777" w:rsidR="004E5D5E" w:rsidRPr="00255753" w:rsidRDefault="004E5D5E" w:rsidP="004E5D5E"/>
        </w:tc>
      </w:tr>
      <w:tr w:rsidR="004E5D5E" w:rsidRPr="00255753" w14:paraId="1A5DA09D" w14:textId="77777777" w:rsidTr="00255753">
        <w:tc>
          <w:tcPr>
            <w:tcW w:w="6345" w:type="dxa"/>
            <w:shd w:val="clear" w:color="auto" w:fill="auto"/>
          </w:tcPr>
          <w:p w14:paraId="11C66485" w14:textId="77777777" w:rsidR="004E5D5E" w:rsidRPr="00255753" w:rsidRDefault="004E5D5E" w:rsidP="004E5D5E">
            <w:r w:rsidRPr="00255753">
              <w:t>Nieuwsgierig</w:t>
            </w:r>
          </w:p>
        </w:tc>
        <w:tc>
          <w:tcPr>
            <w:tcW w:w="567" w:type="dxa"/>
            <w:shd w:val="clear" w:color="auto" w:fill="auto"/>
          </w:tcPr>
          <w:p w14:paraId="030AFE6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7CECF8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3FCF9B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B03BEE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9BEDE29" w14:textId="77777777" w:rsidR="004E5D5E" w:rsidRPr="00255753" w:rsidRDefault="004E5D5E" w:rsidP="004E5D5E"/>
        </w:tc>
      </w:tr>
      <w:tr w:rsidR="004E5D5E" w:rsidRPr="00255753" w14:paraId="43196DEE" w14:textId="77777777" w:rsidTr="00255753">
        <w:tc>
          <w:tcPr>
            <w:tcW w:w="6345" w:type="dxa"/>
            <w:shd w:val="clear" w:color="auto" w:fill="auto"/>
          </w:tcPr>
          <w:p w14:paraId="14E77916" w14:textId="77777777" w:rsidR="004E5D5E" w:rsidRPr="00255753" w:rsidRDefault="004E5D5E" w:rsidP="004E5D5E">
            <w:r w:rsidRPr="00255753">
              <w:t>Gemakzuchtig</w:t>
            </w:r>
          </w:p>
        </w:tc>
        <w:tc>
          <w:tcPr>
            <w:tcW w:w="567" w:type="dxa"/>
            <w:shd w:val="clear" w:color="auto" w:fill="auto"/>
          </w:tcPr>
          <w:p w14:paraId="0F1CF08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443181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D012AE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0D7273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907962F" w14:textId="77777777" w:rsidR="004E5D5E" w:rsidRPr="00255753" w:rsidRDefault="004E5D5E" w:rsidP="004E5D5E"/>
        </w:tc>
      </w:tr>
      <w:tr w:rsidR="004E5D5E" w:rsidRPr="00255753" w14:paraId="3CD81C80" w14:textId="77777777" w:rsidTr="00255753">
        <w:tc>
          <w:tcPr>
            <w:tcW w:w="6345" w:type="dxa"/>
            <w:shd w:val="clear" w:color="auto" w:fill="auto"/>
          </w:tcPr>
          <w:p w14:paraId="419B09AB" w14:textId="77777777" w:rsidR="004E5D5E" w:rsidRPr="00255753" w:rsidRDefault="004E5D5E" w:rsidP="004E5D5E">
            <w:r w:rsidRPr="00255753">
              <w:t>Amusant</w:t>
            </w:r>
          </w:p>
        </w:tc>
        <w:tc>
          <w:tcPr>
            <w:tcW w:w="567" w:type="dxa"/>
            <w:shd w:val="clear" w:color="auto" w:fill="auto"/>
          </w:tcPr>
          <w:p w14:paraId="73CEC68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EA307F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F75E10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847AAC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06E91B1" w14:textId="77777777" w:rsidR="004E5D5E" w:rsidRPr="00255753" w:rsidRDefault="004E5D5E" w:rsidP="004E5D5E"/>
        </w:tc>
      </w:tr>
      <w:tr w:rsidR="004E5D5E" w:rsidRPr="00255753" w14:paraId="66D790B0" w14:textId="77777777" w:rsidTr="00255753">
        <w:tc>
          <w:tcPr>
            <w:tcW w:w="6345" w:type="dxa"/>
            <w:shd w:val="clear" w:color="auto" w:fill="auto"/>
          </w:tcPr>
          <w:p w14:paraId="49CA353D" w14:textId="77777777" w:rsidR="004E5D5E" w:rsidRPr="00255753" w:rsidRDefault="004E5D5E" w:rsidP="004E5D5E">
            <w:r w:rsidRPr="00255753">
              <w:t>Temperamentvol</w:t>
            </w:r>
          </w:p>
        </w:tc>
        <w:tc>
          <w:tcPr>
            <w:tcW w:w="567" w:type="dxa"/>
            <w:shd w:val="clear" w:color="auto" w:fill="auto"/>
          </w:tcPr>
          <w:p w14:paraId="6D693DB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971D6D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F4CFBC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765031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934BA30" w14:textId="77777777" w:rsidR="004E5D5E" w:rsidRPr="00255753" w:rsidRDefault="004E5D5E" w:rsidP="004E5D5E"/>
        </w:tc>
      </w:tr>
      <w:tr w:rsidR="004E5D5E" w:rsidRPr="00255753" w14:paraId="1A033964" w14:textId="77777777" w:rsidTr="00255753">
        <w:tc>
          <w:tcPr>
            <w:tcW w:w="6345" w:type="dxa"/>
            <w:shd w:val="clear" w:color="auto" w:fill="auto"/>
          </w:tcPr>
          <w:p w14:paraId="76D69430" w14:textId="77777777" w:rsidR="004E5D5E" w:rsidRPr="00255753" w:rsidRDefault="004E5D5E" w:rsidP="004E5D5E">
            <w:r w:rsidRPr="00255753">
              <w:t>Rustig</w:t>
            </w:r>
          </w:p>
        </w:tc>
        <w:tc>
          <w:tcPr>
            <w:tcW w:w="567" w:type="dxa"/>
            <w:shd w:val="clear" w:color="auto" w:fill="auto"/>
          </w:tcPr>
          <w:p w14:paraId="20FFF6F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6B3240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178D08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2E53558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E3C4A81" w14:textId="77777777" w:rsidR="004E5D5E" w:rsidRPr="00255753" w:rsidRDefault="004E5D5E" w:rsidP="004E5D5E"/>
        </w:tc>
      </w:tr>
      <w:tr w:rsidR="004E5D5E" w:rsidRPr="00255753" w14:paraId="48C44199" w14:textId="77777777" w:rsidTr="00255753">
        <w:tc>
          <w:tcPr>
            <w:tcW w:w="6345" w:type="dxa"/>
            <w:shd w:val="clear" w:color="auto" w:fill="auto"/>
          </w:tcPr>
          <w:p w14:paraId="08BD74FE" w14:textId="77777777" w:rsidR="004E5D5E" w:rsidRPr="00255753" w:rsidRDefault="004E5D5E" w:rsidP="004E5D5E">
            <w:r w:rsidRPr="00255753">
              <w:t>Verbaal goed</w:t>
            </w:r>
          </w:p>
        </w:tc>
        <w:tc>
          <w:tcPr>
            <w:tcW w:w="567" w:type="dxa"/>
            <w:shd w:val="clear" w:color="auto" w:fill="auto"/>
          </w:tcPr>
          <w:p w14:paraId="673DE89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D10210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ECECF6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EF8349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3060394" w14:textId="77777777" w:rsidR="004E5D5E" w:rsidRPr="00255753" w:rsidRDefault="004E5D5E" w:rsidP="004E5D5E"/>
        </w:tc>
      </w:tr>
      <w:tr w:rsidR="004E5D5E" w:rsidRPr="00255753" w14:paraId="5BBA7884" w14:textId="77777777" w:rsidTr="00255753">
        <w:tc>
          <w:tcPr>
            <w:tcW w:w="6345" w:type="dxa"/>
            <w:shd w:val="clear" w:color="auto" w:fill="auto"/>
          </w:tcPr>
          <w:p w14:paraId="2C1555BD" w14:textId="77777777" w:rsidR="004E5D5E" w:rsidRPr="00255753" w:rsidRDefault="004E5D5E" w:rsidP="004E5D5E">
            <w:r w:rsidRPr="00255753">
              <w:t>Begrijpend</w:t>
            </w:r>
          </w:p>
        </w:tc>
        <w:tc>
          <w:tcPr>
            <w:tcW w:w="567" w:type="dxa"/>
            <w:shd w:val="clear" w:color="auto" w:fill="auto"/>
          </w:tcPr>
          <w:p w14:paraId="4986EE4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86F0F1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7A329F8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98DDA8D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2060354" w14:textId="77777777" w:rsidR="004E5D5E" w:rsidRPr="00255753" w:rsidRDefault="004E5D5E" w:rsidP="004E5D5E"/>
        </w:tc>
      </w:tr>
      <w:tr w:rsidR="004E5D5E" w:rsidRPr="00255753" w14:paraId="22629E19" w14:textId="77777777" w:rsidTr="00255753">
        <w:tc>
          <w:tcPr>
            <w:tcW w:w="6345" w:type="dxa"/>
            <w:shd w:val="clear" w:color="auto" w:fill="auto"/>
          </w:tcPr>
          <w:p w14:paraId="1BAE5957" w14:textId="77777777" w:rsidR="004E5D5E" w:rsidRPr="00255753" w:rsidRDefault="004E5D5E" w:rsidP="004E5D5E">
            <w:r w:rsidRPr="00255753">
              <w:t>Vriendelijk</w:t>
            </w:r>
          </w:p>
        </w:tc>
        <w:tc>
          <w:tcPr>
            <w:tcW w:w="567" w:type="dxa"/>
            <w:shd w:val="clear" w:color="auto" w:fill="auto"/>
          </w:tcPr>
          <w:p w14:paraId="0AA61BF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18BF03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08BD9E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03458C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33E918D" w14:textId="77777777" w:rsidR="004E5D5E" w:rsidRPr="00255753" w:rsidRDefault="004E5D5E" w:rsidP="004E5D5E"/>
        </w:tc>
      </w:tr>
      <w:tr w:rsidR="004E5D5E" w:rsidRPr="00255753" w14:paraId="36C2EFD1" w14:textId="77777777" w:rsidTr="00255753">
        <w:tc>
          <w:tcPr>
            <w:tcW w:w="6345" w:type="dxa"/>
            <w:shd w:val="clear" w:color="auto" w:fill="auto"/>
          </w:tcPr>
          <w:p w14:paraId="3C57F0AF" w14:textId="77777777" w:rsidR="004E5D5E" w:rsidRPr="00255753" w:rsidRDefault="004E5D5E" w:rsidP="004E5D5E">
            <w:r w:rsidRPr="00255753">
              <w:t>Verlegen</w:t>
            </w:r>
          </w:p>
        </w:tc>
        <w:tc>
          <w:tcPr>
            <w:tcW w:w="567" w:type="dxa"/>
            <w:shd w:val="clear" w:color="auto" w:fill="auto"/>
          </w:tcPr>
          <w:p w14:paraId="14B94DF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3F158F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CEE0FA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3DC894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E8A9D57" w14:textId="77777777" w:rsidR="004E5D5E" w:rsidRPr="00255753" w:rsidRDefault="004E5D5E" w:rsidP="004E5D5E"/>
        </w:tc>
      </w:tr>
      <w:tr w:rsidR="004E5D5E" w:rsidRPr="00255753" w14:paraId="1574A8F8" w14:textId="77777777" w:rsidTr="00255753">
        <w:tc>
          <w:tcPr>
            <w:tcW w:w="6345" w:type="dxa"/>
            <w:shd w:val="clear" w:color="auto" w:fill="auto"/>
          </w:tcPr>
          <w:p w14:paraId="6F76FD43" w14:textId="77777777" w:rsidR="004E5D5E" w:rsidRPr="00255753" w:rsidRDefault="004E5D5E" w:rsidP="004E5D5E">
            <w:r w:rsidRPr="00255753">
              <w:t>Agressief</w:t>
            </w:r>
          </w:p>
        </w:tc>
        <w:tc>
          <w:tcPr>
            <w:tcW w:w="567" w:type="dxa"/>
            <w:shd w:val="clear" w:color="auto" w:fill="auto"/>
          </w:tcPr>
          <w:p w14:paraId="42DEF97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F15031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424D11D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377294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D76E67A" w14:textId="77777777" w:rsidR="004E5D5E" w:rsidRPr="00255753" w:rsidRDefault="004E5D5E" w:rsidP="004E5D5E"/>
        </w:tc>
      </w:tr>
      <w:tr w:rsidR="004E5D5E" w:rsidRPr="00255753" w14:paraId="1E7E6F27" w14:textId="77777777" w:rsidTr="00255753">
        <w:tc>
          <w:tcPr>
            <w:tcW w:w="6345" w:type="dxa"/>
            <w:shd w:val="clear" w:color="auto" w:fill="auto"/>
          </w:tcPr>
          <w:p w14:paraId="3782F2FC" w14:textId="77777777" w:rsidR="004E5D5E" w:rsidRPr="00255753" w:rsidRDefault="004E5D5E" w:rsidP="004E5D5E">
            <w:r w:rsidRPr="00255753">
              <w:t>Ruimdenkend</w:t>
            </w:r>
          </w:p>
        </w:tc>
        <w:tc>
          <w:tcPr>
            <w:tcW w:w="567" w:type="dxa"/>
            <w:shd w:val="clear" w:color="auto" w:fill="auto"/>
          </w:tcPr>
          <w:p w14:paraId="35B06C9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C41A0E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CC7DBC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A460FF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CDE7D6D" w14:textId="77777777" w:rsidR="004E5D5E" w:rsidRPr="00255753" w:rsidRDefault="004E5D5E" w:rsidP="004E5D5E"/>
        </w:tc>
      </w:tr>
      <w:tr w:rsidR="004E5D5E" w:rsidRPr="00255753" w14:paraId="11E49C93" w14:textId="77777777" w:rsidTr="00255753">
        <w:tc>
          <w:tcPr>
            <w:tcW w:w="6345" w:type="dxa"/>
            <w:shd w:val="clear" w:color="auto" w:fill="auto"/>
          </w:tcPr>
          <w:p w14:paraId="737AF99D" w14:textId="77777777" w:rsidR="004E5D5E" w:rsidRPr="00255753" w:rsidRDefault="004E5D5E" w:rsidP="004E5D5E">
            <w:r w:rsidRPr="00255753">
              <w:t>Optimistisch</w:t>
            </w:r>
          </w:p>
        </w:tc>
        <w:tc>
          <w:tcPr>
            <w:tcW w:w="567" w:type="dxa"/>
            <w:shd w:val="clear" w:color="auto" w:fill="auto"/>
          </w:tcPr>
          <w:p w14:paraId="4FC7030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0CD163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6DA058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514270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129F690" w14:textId="77777777" w:rsidR="004E5D5E" w:rsidRPr="00255753" w:rsidRDefault="004E5D5E" w:rsidP="004E5D5E"/>
        </w:tc>
      </w:tr>
      <w:tr w:rsidR="004E5D5E" w:rsidRPr="00255753" w14:paraId="0F530770" w14:textId="77777777" w:rsidTr="00255753">
        <w:tc>
          <w:tcPr>
            <w:tcW w:w="6345" w:type="dxa"/>
            <w:shd w:val="clear" w:color="auto" w:fill="auto"/>
          </w:tcPr>
          <w:p w14:paraId="0A5777F7" w14:textId="77777777" w:rsidR="004E5D5E" w:rsidRPr="00255753" w:rsidRDefault="004E5D5E" w:rsidP="004E5D5E">
            <w:r w:rsidRPr="00255753">
              <w:t>Sympathiek</w:t>
            </w:r>
          </w:p>
        </w:tc>
        <w:tc>
          <w:tcPr>
            <w:tcW w:w="567" w:type="dxa"/>
            <w:shd w:val="clear" w:color="auto" w:fill="auto"/>
          </w:tcPr>
          <w:p w14:paraId="58A1F9E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8FDBF9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9AC743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7F3A38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8D505FA" w14:textId="77777777" w:rsidR="004E5D5E" w:rsidRPr="00255753" w:rsidRDefault="004E5D5E" w:rsidP="004E5D5E"/>
        </w:tc>
      </w:tr>
      <w:tr w:rsidR="004E5D5E" w:rsidRPr="00255753" w14:paraId="0FD7838E" w14:textId="77777777" w:rsidTr="00255753">
        <w:tc>
          <w:tcPr>
            <w:tcW w:w="6345" w:type="dxa"/>
            <w:shd w:val="clear" w:color="auto" w:fill="auto"/>
          </w:tcPr>
          <w:p w14:paraId="7F510F54" w14:textId="77777777" w:rsidR="004E5D5E" w:rsidRPr="00255753" w:rsidRDefault="004E5D5E" w:rsidP="004E5D5E">
            <w:r w:rsidRPr="00255753">
              <w:t>Inschikkelijk</w:t>
            </w:r>
          </w:p>
        </w:tc>
        <w:tc>
          <w:tcPr>
            <w:tcW w:w="567" w:type="dxa"/>
            <w:shd w:val="clear" w:color="auto" w:fill="auto"/>
          </w:tcPr>
          <w:p w14:paraId="63C5F9D5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D0E450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77A356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65F2B1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C053BE5" w14:textId="77777777" w:rsidR="004E5D5E" w:rsidRPr="00255753" w:rsidRDefault="004E5D5E" w:rsidP="004E5D5E"/>
        </w:tc>
      </w:tr>
      <w:tr w:rsidR="004E5D5E" w:rsidRPr="00255753" w14:paraId="04C9A323" w14:textId="77777777" w:rsidTr="00255753">
        <w:tc>
          <w:tcPr>
            <w:tcW w:w="6345" w:type="dxa"/>
            <w:shd w:val="clear" w:color="auto" w:fill="auto"/>
          </w:tcPr>
          <w:p w14:paraId="59DE9D60" w14:textId="77777777" w:rsidR="004E5D5E" w:rsidRPr="00255753" w:rsidRDefault="004E5D5E" w:rsidP="004E5D5E">
            <w:r w:rsidRPr="00255753">
              <w:t>Zelfbewust</w:t>
            </w:r>
          </w:p>
        </w:tc>
        <w:tc>
          <w:tcPr>
            <w:tcW w:w="567" w:type="dxa"/>
            <w:shd w:val="clear" w:color="auto" w:fill="auto"/>
          </w:tcPr>
          <w:p w14:paraId="4C484DF5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CE380E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ED5E48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EAD067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EDE64B1" w14:textId="77777777" w:rsidR="004E5D5E" w:rsidRPr="00255753" w:rsidRDefault="004E5D5E" w:rsidP="004E5D5E"/>
        </w:tc>
      </w:tr>
      <w:tr w:rsidR="004E5D5E" w:rsidRPr="00255753" w14:paraId="442CBAD1" w14:textId="77777777" w:rsidTr="00255753">
        <w:tc>
          <w:tcPr>
            <w:tcW w:w="6345" w:type="dxa"/>
            <w:shd w:val="clear" w:color="auto" w:fill="auto"/>
          </w:tcPr>
          <w:p w14:paraId="4684181B" w14:textId="77777777" w:rsidR="004E5D5E" w:rsidRPr="00255753" w:rsidRDefault="004E5D5E" w:rsidP="004E5D5E">
            <w:r w:rsidRPr="00255753">
              <w:t>Origineel</w:t>
            </w:r>
          </w:p>
        </w:tc>
        <w:tc>
          <w:tcPr>
            <w:tcW w:w="567" w:type="dxa"/>
            <w:shd w:val="clear" w:color="auto" w:fill="auto"/>
          </w:tcPr>
          <w:p w14:paraId="549DABF5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FDAC24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65BE35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E2CD69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9307CB3" w14:textId="77777777" w:rsidR="004E5D5E" w:rsidRPr="00255753" w:rsidRDefault="004E5D5E" w:rsidP="004E5D5E"/>
        </w:tc>
      </w:tr>
      <w:tr w:rsidR="004E5D5E" w:rsidRPr="00255753" w14:paraId="4FC397DE" w14:textId="77777777" w:rsidTr="00255753">
        <w:tc>
          <w:tcPr>
            <w:tcW w:w="6345" w:type="dxa"/>
            <w:shd w:val="clear" w:color="auto" w:fill="auto"/>
          </w:tcPr>
          <w:p w14:paraId="0307AAF6" w14:textId="77777777" w:rsidR="004E5D5E" w:rsidRPr="00255753" w:rsidRDefault="004E5D5E" w:rsidP="004E5D5E">
            <w:r w:rsidRPr="00255753">
              <w:t>Egocentrisch</w:t>
            </w:r>
          </w:p>
        </w:tc>
        <w:tc>
          <w:tcPr>
            <w:tcW w:w="567" w:type="dxa"/>
            <w:shd w:val="clear" w:color="auto" w:fill="auto"/>
          </w:tcPr>
          <w:p w14:paraId="58365A5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8346D3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E4E848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53F6665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C47F660" w14:textId="77777777" w:rsidR="004E5D5E" w:rsidRPr="00255753" w:rsidRDefault="004E5D5E" w:rsidP="004E5D5E"/>
        </w:tc>
      </w:tr>
      <w:tr w:rsidR="004E5D5E" w:rsidRPr="00255753" w14:paraId="0657A8C7" w14:textId="77777777" w:rsidTr="00255753">
        <w:tc>
          <w:tcPr>
            <w:tcW w:w="6345" w:type="dxa"/>
            <w:shd w:val="clear" w:color="auto" w:fill="auto"/>
          </w:tcPr>
          <w:p w14:paraId="1DA5F512" w14:textId="77777777" w:rsidR="004E5D5E" w:rsidRPr="00255753" w:rsidRDefault="004E5D5E" w:rsidP="004E5D5E">
            <w:r w:rsidRPr="00255753">
              <w:t>Hulpvaardig</w:t>
            </w:r>
          </w:p>
        </w:tc>
        <w:tc>
          <w:tcPr>
            <w:tcW w:w="567" w:type="dxa"/>
            <w:shd w:val="clear" w:color="auto" w:fill="auto"/>
          </w:tcPr>
          <w:p w14:paraId="02B769B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15F5178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0C5471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B44BCF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712C68B" w14:textId="77777777" w:rsidR="004E5D5E" w:rsidRPr="00255753" w:rsidRDefault="004E5D5E" w:rsidP="004E5D5E"/>
        </w:tc>
      </w:tr>
      <w:tr w:rsidR="004E5D5E" w:rsidRPr="00255753" w14:paraId="68B656D8" w14:textId="77777777" w:rsidTr="00255753">
        <w:tc>
          <w:tcPr>
            <w:tcW w:w="6345" w:type="dxa"/>
            <w:shd w:val="clear" w:color="auto" w:fill="auto"/>
          </w:tcPr>
          <w:p w14:paraId="6BF28B72" w14:textId="77777777" w:rsidR="004E5D5E" w:rsidRPr="00255753" w:rsidRDefault="004E5D5E" w:rsidP="004E5D5E">
            <w:r w:rsidRPr="00255753">
              <w:t>Autoritair</w:t>
            </w:r>
          </w:p>
        </w:tc>
        <w:tc>
          <w:tcPr>
            <w:tcW w:w="567" w:type="dxa"/>
            <w:shd w:val="clear" w:color="auto" w:fill="auto"/>
          </w:tcPr>
          <w:p w14:paraId="52DC743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E647B0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FD0120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C50A52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CDBD63B" w14:textId="77777777" w:rsidR="004E5D5E" w:rsidRPr="00255753" w:rsidRDefault="004E5D5E" w:rsidP="004E5D5E"/>
        </w:tc>
      </w:tr>
      <w:tr w:rsidR="004E5D5E" w:rsidRPr="00255753" w14:paraId="0047B34C" w14:textId="77777777" w:rsidTr="00255753">
        <w:tc>
          <w:tcPr>
            <w:tcW w:w="6345" w:type="dxa"/>
            <w:shd w:val="clear" w:color="auto" w:fill="auto"/>
          </w:tcPr>
          <w:p w14:paraId="362E8C43" w14:textId="77777777" w:rsidR="004E5D5E" w:rsidRPr="00255753" w:rsidRDefault="004E5D5E" w:rsidP="004E5D5E">
            <w:r w:rsidRPr="00255753">
              <w:t>In staat zich aan te passen</w:t>
            </w:r>
          </w:p>
        </w:tc>
        <w:tc>
          <w:tcPr>
            <w:tcW w:w="567" w:type="dxa"/>
            <w:shd w:val="clear" w:color="auto" w:fill="auto"/>
          </w:tcPr>
          <w:p w14:paraId="32C7C07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42FF5D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EF80E8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D532D4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AFE13BA" w14:textId="77777777" w:rsidR="004E5D5E" w:rsidRPr="00255753" w:rsidRDefault="004E5D5E" w:rsidP="004E5D5E"/>
        </w:tc>
      </w:tr>
      <w:tr w:rsidR="004E5D5E" w:rsidRPr="00255753" w14:paraId="56F53CA4" w14:textId="77777777" w:rsidTr="00255753">
        <w:tc>
          <w:tcPr>
            <w:tcW w:w="6345" w:type="dxa"/>
            <w:shd w:val="clear" w:color="auto" w:fill="auto"/>
          </w:tcPr>
          <w:p w14:paraId="59B60D4D" w14:textId="77777777" w:rsidR="004E5D5E" w:rsidRPr="00255753" w:rsidRDefault="004E5D5E" w:rsidP="004E5D5E">
            <w:r w:rsidRPr="00255753">
              <w:t>Creatief</w:t>
            </w:r>
          </w:p>
        </w:tc>
        <w:tc>
          <w:tcPr>
            <w:tcW w:w="567" w:type="dxa"/>
            <w:shd w:val="clear" w:color="auto" w:fill="auto"/>
          </w:tcPr>
          <w:p w14:paraId="382920A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CD5D10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1C0BBC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9F0B10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1C39342" w14:textId="77777777" w:rsidR="004E5D5E" w:rsidRPr="00255753" w:rsidRDefault="004E5D5E" w:rsidP="004E5D5E"/>
        </w:tc>
      </w:tr>
      <w:tr w:rsidR="004E5D5E" w:rsidRPr="00255753" w14:paraId="41617F2C" w14:textId="77777777" w:rsidTr="00255753">
        <w:tc>
          <w:tcPr>
            <w:tcW w:w="6345" w:type="dxa"/>
            <w:shd w:val="clear" w:color="auto" w:fill="auto"/>
          </w:tcPr>
          <w:p w14:paraId="19244E7A" w14:textId="77777777" w:rsidR="004E5D5E" w:rsidRPr="00255753" w:rsidRDefault="004E5D5E" w:rsidP="004E5D5E">
            <w:r w:rsidRPr="00255753">
              <w:t>Verdraagzaam</w:t>
            </w:r>
          </w:p>
        </w:tc>
        <w:tc>
          <w:tcPr>
            <w:tcW w:w="567" w:type="dxa"/>
            <w:shd w:val="clear" w:color="auto" w:fill="auto"/>
          </w:tcPr>
          <w:p w14:paraId="20E34B3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AC8DC2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6B2FBA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B6DA2BD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80921C5" w14:textId="77777777" w:rsidR="004E5D5E" w:rsidRPr="00255753" w:rsidRDefault="004E5D5E" w:rsidP="004E5D5E"/>
        </w:tc>
      </w:tr>
      <w:tr w:rsidR="004E5D5E" w:rsidRPr="00255753" w14:paraId="2ADA4642" w14:textId="77777777" w:rsidTr="00255753">
        <w:tc>
          <w:tcPr>
            <w:tcW w:w="6345" w:type="dxa"/>
            <w:shd w:val="clear" w:color="auto" w:fill="auto"/>
          </w:tcPr>
          <w:p w14:paraId="54589772" w14:textId="77777777" w:rsidR="004E5D5E" w:rsidRPr="00255753" w:rsidRDefault="004E5D5E" w:rsidP="004E5D5E">
            <w:r w:rsidRPr="00255753">
              <w:t>Ironisch</w:t>
            </w:r>
          </w:p>
        </w:tc>
        <w:tc>
          <w:tcPr>
            <w:tcW w:w="567" w:type="dxa"/>
            <w:shd w:val="clear" w:color="auto" w:fill="auto"/>
          </w:tcPr>
          <w:p w14:paraId="65B6CFC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14EA7B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184F2D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46425E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10DD612" w14:textId="77777777" w:rsidR="004E5D5E" w:rsidRPr="00255753" w:rsidRDefault="004E5D5E" w:rsidP="004E5D5E"/>
        </w:tc>
      </w:tr>
      <w:tr w:rsidR="004E5D5E" w:rsidRPr="00255753" w14:paraId="53EE0FBE" w14:textId="77777777" w:rsidTr="00255753">
        <w:tc>
          <w:tcPr>
            <w:tcW w:w="6345" w:type="dxa"/>
            <w:shd w:val="clear" w:color="auto" w:fill="auto"/>
          </w:tcPr>
          <w:p w14:paraId="12C62407" w14:textId="77777777" w:rsidR="004E5D5E" w:rsidRPr="00255753" w:rsidRDefault="003E6806" w:rsidP="004E5D5E">
            <w:r w:rsidRPr="00255753">
              <w:t>Ongeduldig</w:t>
            </w:r>
          </w:p>
        </w:tc>
        <w:tc>
          <w:tcPr>
            <w:tcW w:w="567" w:type="dxa"/>
            <w:shd w:val="clear" w:color="auto" w:fill="auto"/>
          </w:tcPr>
          <w:p w14:paraId="5660D00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B1A3C5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889C99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907ACF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682D339" w14:textId="77777777" w:rsidR="004E5D5E" w:rsidRPr="00255753" w:rsidRDefault="004E5D5E" w:rsidP="004E5D5E"/>
        </w:tc>
      </w:tr>
      <w:tr w:rsidR="004E5D5E" w:rsidRPr="00255753" w14:paraId="59624F28" w14:textId="77777777" w:rsidTr="00255753">
        <w:tc>
          <w:tcPr>
            <w:tcW w:w="6345" w:type="dxa"/>
            <w:shd w:val="clear" w:color="auto" w:fill="auto"/>
          </w:tcPr>
          <w:p w14:paraId="6EDEC449" w14:textId="77777777" w:rsidR="004E5D5E" w:rsidRPr="00255753" w:rsidRDefault="003E6806" w:rsidP="004E5D5E">
            <w:r w:rsidRPr="00255753">
              <w:t>Intelligent</w:t>
            </w:r>
          </w:p>
        </w:tc>
        <w:tc>
          <w:tcPr>
            <w:tcW w:w="567" w:type="dxa"/>
            <w:shd w:val="clear" w:color="auto" w:fill="auto"/>
          </w:tcPr>
          <w:p w14:paraId="731D23A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FEE60C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7030C9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B07622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54CABA9" w14:textId="77777777" w:rsidR="004E5D5E" w:rsidRPr="00255753" w:rsidRDefault="004E5D5E" w:rsidP="004E5D5E"/>
        </w:tc>
      </w:tr>
      <w:tr w:rsidR="003E6806" w:rsidRPr="00255753" w14:paraId="313C5A46" w14:textId="77777777" w:rsidTr="00255753">
        <w:tc>
          <w:tcPr>
            <w:tcW w:w="6345" w:type="dxa"/>
            <w:shd w:val="clear" w:color="auto" w:fill="auto"/>
          </w:tcPr>
          <w:p w14:paraId="2B83866D" w14:textId="77777777" w:rsidR="003E6806" w:rsidRPr="00255753" w:rsidRDefault="003E6806" w:rsidP="004E5D5E">
            <w:r w:rsidRPr="00255753">
              <w:t>Ambitieus</w:t>
            </w:r>
          </w:p>
        </w:tc>
        <w:tc>
          <w:tcPr>
            <w:tcW w:w="567" w:type="dxa"/>
            <w:shd w:val="clear" w:color="auto" w:fill="auto"/>
          </w:tcPr>
          <w:p w14:paraId="6FC8D5B7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06BBD0AF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6E417F25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61B7A9C6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5DF8EA2B" w14:textId="77777777" w:rsidR="003E6806" w:rsidRPr="00255753" w:rsidRDefault="003E6806" w:rsidP="004E5D5E"/>
        </w:tc>
      </w:tr>
      <w:tr w:rsidR="003E6806" w:rsidRPr="00255753" w14:paraId="20D22797" w14:textId="77777777" w:rsidTr="00255753">
        <w:tc>
          <w:tcPr>
            <w:tcW w:w="6345" w:type="dxa"/>
            <w:shd w:val="clear" w:color="auto" w:fill="auto"/>
          </w:tcPr>
          <w:p w14:paraId="7360036C" w14:textId="77777777" w:rsidR="003E6806" w:rsidRPr="00255753" w:rsidRDefault="003E6806" w:rsidP="004E5D5E">
            <w:r w:rsidRPr="00255753">
              <w:t>Sociaal</w:t>
            </w:r>
          </w:p>
        </w:tc>
        <w:tc>
          <w:tcPr>
            <w:tcW w:w="567" w:type="dxa"/>
            <w:shd w:val="clear" w:color="auto" w:fill="auto"/>
          </w:tcPr>
          <w:p w14:paraId="457037D3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7D1A8193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7CE9E221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33950466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76D692FF" w14:textId="77777777" w:rsidR="003E6806" w:rsidRPr="00255753" w:rsidRDefault="003E6806" w:rsidP="004E5D5E"/>
        </w:tc>
      </w:tr>
      <w:tr w:rsidR="003E6806" w:rsidRPr="00255753" w14:paraId="6E3B9522" w14:textId="77777777" w:rsidTr="00255753">
        <w:tc>
          <w:tcPr>
            <w:tcW w:w="6345" w:type="dxa"/>
            <w:shd w:val="clear" w:color="auto" w:fill="auto"/>
          </w:tcPr>
          <w:p w14:paraId="39459583" w14:textId="77777777" w:rsidR="003E6806" w:rsidRPr="00255753" w:rsidRDefault="003E6806" w:rsidP="004E5D5E">
            <w:r w:rsidRPr="00255753">
              <w:t>Betrouwbaar</w:t>
            </w:r>
          </w:p>
        </w:tc>
        <w:tc>
          <w:tcPr>
            <w:tcW w:w="567" w:type="dxa"/>
            <w:shd w:val="clear" w:color="auto" w:fill="auto"/>
          </w:tcPr>
          <w:p w14:paraId="3D858B45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473CB740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7F4EDC47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0F657B52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43389F14" w14:textId="77777777" w:rsidR="003E6806" w:rsidRPr="00255753" w:rsidRDefault="003E6806" w:rsidP="004E5D5E"/>
        </w:tc>
      </w:tr>
      <w:tr w:rsidR="003E6806" w:rsidRPr="00255753" w14:paraId="34D5990C" w14:textId="77777777" w:rsidTr="00255753">
        <w:tc>
          <w:tcPr>
            <w:tcW w:w="6345" w:type="dxa"/>
            <w:shd w:val="clear" w:color="auto" w:fill="auto"/>
          </w:tcPr>
          <w:p w14:paraId="7ED53581" w14:textId="77777777" w:rsidR="003E6806" w:rsidRPr="00255753" w:rsidRDefault="003E6806" w:rsidP="004E5D5E">
            <w:r w:rsidRPr="00255753">
              <w:t>Geestig</w:t>
            </w:r>
          </w:p>
        </w:tc>
        <w:tc>
          <w:tcPr>
            <w:tcW w:w="567" w:type="dxa"/>
            <w:shd w:val="clear" w:color="auto" w:fill="auto"/>
          </w:tcPr>
          <w:p w14:paraId="54729551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4AD71D37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3988AA30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4AF5B9CB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4FE59017" w14:textId="77777777" w:rsidR="003E6806" w:rsidRPr="00255753" w:rsidRDefault="003E6806" w:rsidP="004E5D5E"/>
        </w:tc>
      </w:tr>
    </w:tbl>
    <w:p w14:paraId="015D4146" w14:textId="77777777" w:rsidR="004E5D5E" w:rsidRDefault="004E5D5E" w:rsidP="004E5D5E"/>
    <w:p w14:paraId="719DBAB9" w14:textId="77777777" w:rsidR="004E5D5E" w:rsidRPr="004E5D5E" w:rsidRDefault="004E5D5E" w:rsidP="004E5D5E">
      <w:r w:rsidRPr="003E6806">
        <w:rPr>
          <w:b/>
          <w:sz w:val="18"/>
        </w:rPr>
        <w:t>Uit: Thiessen 2004</w:t>
      </w:r>
    </w:p>
    <w:sectPr w:rsidR="004E5D5E" w:rsidRPr="004E5D5E" w:rsidSect="00D5733B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D9DBE" w14:textId="77777777" w:rsidR="00D73323" w:rsidRDefault="00D73323" w:rsidP="00D5733B">
      <w:pPr>
        <w:spacing w:line="240" w:lineRule="auto"/>
      </w:pPr>
      <w:r>
        <w:separator/>
      </w:r>
    </w:p>
  </w:endnote>
  <w:endnote w:type="continuationSeparator" w:id="0">
    <w:p w14:paraId="68B7CF5D" w14:textId="77777777" w:rsidR="00D73323" w:rsidRDefault="00D73323" w:rsidP="00D573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AF989" w14:textId="77777777" w:rsidR="00D5733B" w:rsidRDefault="00D5733B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255753">
      <w:rPr>
        <w:noProof/>
      </w:rPr>
      <w:t>1</w:t>
    </w:r>
    <w:r>
      <w:fldChar w:fldCharType="end"/>
    </w:r>
  </w:p>
  <w:p w14:paraId="01C3D0EB" w14:textId="77777777" w:rsidR="00D5733B" w:rsidRDefault="00D5733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3B14D" w14:textId="77777777" w:rsidR="00D73323" w:rsidRDefault="00D73323" w:rsidP="00D5733B">
      <w:pPr>
        <w:spacing w:line="240" w:lineRule="auto"/>
      </w:pPr>
      <w:r>
        <w:separator/>
      </w:r>
    </w:p>
  </w:footnote>
  <w:footnote w:type="continuationSeparator" w:id="0">
    <w:p w14:paraId="1913A17C" w14:textId="77777777" w:rsidR="00D73323" w:rsidRDefault="00D73323" w:rsidP="00D5733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77AD"/>
    <w:multiLevelType w:val="hybridMultilevel"/>
    <w:tmpl w:val="FF18CFCA"/>
    <w:lvl w:ilvl="0" w:tplc="2B5A807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0D6C"/>
    <w:multiLevelType w:val="multilevel"/>
    <w:tmpl w:val="0F46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FE33F8"/>
    <w:multiLevelType w:val="hybridMultilevel"/>
    <w:tmpl w:val="02EEBD5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4A0297"/>
    <w:multiLevelType w:val="hybridMultilevel"/>
    <w:tmpl w:val="22A20E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F7BB8"/>
    <w:multiLevelType w:val="hybridMultilevel"/>
    <w:tmpl w:val="2A5A14E2"/>
    <w:lvl w:ilvl="0" w:tplc="2B5A807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E072F"/>
    <w:multiLevelType w:val="multilevel"/>
    <w:tmpl w:val="AA8E8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015DA2"/>
    <w:multiLevelType w:val="hybridMultilevel"/>
    <w:tmpl w:val="A50A00F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4C001A"/>
    <w:multiLevelType w:val="hybridMultilevel"/>
    <w:tmpl w:val="3EFCC31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9914AA"/>
    <w:multiLevelType w:val="hybridMultilevel"/>
    <w:tmpl w:val="EED88E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D1A27"/>
    <w:multiLevelType w:val="hybridMultilevel"/>
    <w:tmpl w:val="000AF3D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E3B53"/>
    <w:multiLevelType w:val="multilevel"/>
    <w:tmpl w:val="5DBEA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3A6308"/>
    <w:multiLevelType w:val="multilevel"/>
    <w:tmpl w:val="EF704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B05F4"/>
    <w:multiLevelType w:val="hybridMultilevel"/>
    <w:tmpl w:val="19C891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A684A"/>
    <w:multiLevelType w:val="hybridMultilevel"/>
    <w:tmpl w:val="5B30B8B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14C10"/>
    <w:multiLevelType w:val="hybridMultilevel"/>
    <w:tmpl w:val="83C6E81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B064DC"/>
    <w:multiLevelType w:val="hybridMultilevel"/>
    <w:tmpl w:val="159EC2F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90333B"/>
    <w:multiLevelType w:val="hybridMultilevel"/>
    <w:tmpl w:val="E2DA56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586286"/>
    <w:multiLevelType w:val="multilevel"/>
    <w:tmpl w:val="F4365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4D04E5"/>
    <w:multiLevelType w:val="hybridMultilevel"/>
    <w:tmpl w:val="EA02E8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A604F"/>
    <w:multiLevelType w:val="hybridMultilevel"/>
    <w:tmpl w:val="E72AB7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7C2C7B"/>
    <w:multiLevelType w:val="multilevel"/>
    <w:tmpl w:val="504E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F04CB7"/>
    <w:multiLevelType w:val="hybridMultilevel"/>
    <w:tmpl w:val="91B656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B400F7"/>
    <w:multiLevelType w:val="hybridMultilevel"/>
    <w:tmpl w:val="E4BEF504"/>
    <w:lvl w:ilvl="0" w:tplc="2B5A807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67D41"/>
    <w:multiLevelType w:val="hybridMultilevel"/>
    <w:tmpl w:val="08D405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625B"/>
    <w:multiLevelType w:val="multilevel"/>
    <w:tmpl w:val="2BACB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2C0EE7"/>
    <w:multiLevelType w:val="multilevel"/>
    <w:tmpl w:val="DC66C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0"/>
  </w:num>
  <w:num w:numId="3">
    <w:abstractNumId w:val="1"/>
  </w:num>
  <w:num w:numId="4">
    <w:abstractNumId w:val="24"/>
  </w:num>
  <w:num w:numId="5">
    <w:abstractNumId w:val="17"/>
  </w:num>
  <w:num w:numId="6">
    <w:abstractNumId w:val="25"/>
  </w:num>
  <w:num w:numId="7">
    <w:abstractNumId w:val="11"/>
  </w:num>
  <w:num w:numId="8">
    <w:abstractNumId w:val="5"/>
  </w:num>
  <w:num w:numId="9">
    <w:abstractNumId w:val="23"/>
  </w:num>
  <w:num w:numId="10">
    <w:abstractNumId w:val="16"/>
  </w:num>
  <w:num w:numId="11">
    <w:abstractNumId w:val="12"/>
  </w:num>
  <w:num w:numId="12">
    <w:abstractNumId w:val="8"/>
  </w:num>
  <w:num w:numId="13">
    <w:abstractNumId w:val="3"/>
  </w:num>
  <w:num w:numId="14">
    <w:abstractNumId w:val="19"/>
  </w:num>
  <w:num w:numId="15">
    <w:abstractNumId w:val="21"/>
  </w:num>
  <w:num w:numId="16">
    <w:abstractNumId w:val="18"/>
  </w:num>
  <w:num w:numId="17">
    <w:abstractNumId w:val="13"/>
  </w:num>
  <w:num w:numId="18">
    <w:abstractNumId w:val="9"/>
  </w:num>
  <w:num w:numId="19">
    <w:abstractNumId w:val="7"/>
  </w:num>
  <w:num w:numId="20">
    <w:abstractNumId w:val="22"/>
  </w:num>
  <w:num w:numId="21">
    <w:abstractNumId w:val="0"/>
  </w:num>
  <w:num w:numId="22">
    <w:abstractNumId w:val="4"/>
  </w:num>
  <w:num w:numId="23">
    <w:abstractNumId w:val="15"/>
  </w:num>
  <w:num w:numId="24">
    <w:abstractNumId w:val="6"/>
  </w:num>
  <w:num w:numId="25">
    <w:abstractNumId w:val="2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D5E"/>
    <w:rsid w:val="001B640E"/>
    <w:rsid w:val="00202557"/>
    <w:rsid w:val="00255753"/>
    <w:rsid w:val="003239A2"/>
    <w:rsid w:val="003256A3"/>
    <w:rsid w:val="0036098A"/>
    <w:rsid w:val="003E6806"/>
    <w:rsid w:val="00462FC1"/>
    <w:rsid w:val="0047433A"/>
    <w:rsid w:val="004B5BC8"/>
    <w:rsid w:val="004E5D5E"/>
    <w:rsid w:val="00577F17"/>
    <w:rsid w:val="005F342A"/>
    <w:rsid w:val="00682ED3"/>
    <w:rsid w:val="006E7180"/>
    <w:rsid w:val="007424E0"/>
    <w:rsid w:val="00806639"/>
    <w:rsid w:val="00882AB3"/>
    <w:rsid w:val="009576A9"/>
    <w:rsid w:val="009A0858"/>
    <w:rsid w:val="00AD6EB0"/>
    <w:rsid w:val="00B97790"/>
    <w:rsid w:val="00BC48E5"/>
    <w:rsid w:val="00C24E3B"/>
    <w:rsid w:val="00C55FDF"/>
    <w:rsid w:val="00D5733B"/>
    <w:rsid w:val="00D73323"/>
    <w:rsid w:val="00D80C7A"/>
    <w:rsid w:val="00DE0764"/>
    <w:rsid w:val="00ED0B94"/>
    <w:rsid w:val="00ED4AFC"/>
    <w:rsid w:val="00EF6D4D"/>
    <w:rsid w:val="00F95ABF"/>
    <w:rsid w:val="00FC400D"/>
    <w:rsid w:val="00FC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D050"/>
  <w15:chartTrackingRefBased/>
  <w15:docId w15:val="{E67ACB59-2199-4907-BA95-38646E321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F6D4D"/>
    <w:pPr>
      <w:spacing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7424E0"/>
    <w:pPr>
      <w:keepNext/>
      <w:keepLines/>
      <w:spacing w:before="480"/>
      <w:outlineLvl w:val="0"/>
    </w:pPr>
    <w:rPr>
      <w:rFonts w:eastAsia="Times New Roman"/>
      <w:b/>
      <w:bCs/>
      <w:color w:val="D66300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AD6EB0"/>
    <w:pPr>
      <w:spacing w:before="240" w:line="240" w:lineRule="auto"/>
      <w:outlineLvl w:val="1"/>
    </w:pPr>
    <w:rPr>
      <w:rFonts w:eastAsia="Times New Roman"/>
      <w:b/>
      <w:bCs/>
      <w:i/>
      <w:color w:val="D66300"/>
      <w:szCs w:val="36"/>
      <w:lang w:eastAsia="nl-NL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576A9"/>
    <w:pPr>
      <w:keepNext/>
      <w:keepLines/>
      <w:spacing w:before="200"/>
      <w:outlineLvl w:val="2"/>
    </w:pPr>
    <w:rPr>
      <w:rFonts w:eastAsia="Times New Roman"/>
      <w:b/>
      <w:bCs/>
      <w:color w:val="FF881F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9576A9"/>
    <w:pPr>
      <w:keepNext/>
      <w:keepLines/>
      <w:spacing w:before="200"/>
      <w:outlineLvl w:val="3"/>
    </w:pPr>
    <w:rPr>
      <w:rFonts w:eastAsia="Times New Roman"/>
      <w:b/>
      <w:bCs/>
      <w:i/>
      <w:iCs/>
      <w:color w:val="FF881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9576A9"/>
    <w:pPr>
      <w:keepNext/>
      <w:keepLines/>
      <w:spacing w:before="200"/>
      <w:outlineLvl w:val="4"/>
    </w:pPr>
    <w:rPr>
      <w:rFonts w:eastAsia="Times New Roman"/>
      <w:color w:val="8E42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55FDF"/>
    <w:rPr>
      <w:sz w:val="22"/>
      <w:szCs w:val="22"/>
      <w:lang w:eastAsia="en-US"/>
    </w:rPr>
  </w:style>
  <w:style w:type="character" w:customStyle="1" w:styleId="Kop2Char">
    <w:name w:val="Kop 2 Char"/>
    <w:link w:val="Kop2"/>
    <w:uiPriority w:val="9"/>
    <w:rsid w:val="00AD6EB0"/>
    <w:rPr>
      <w:rFonts w:ascii="Calibri" w:eastAsia="Times New Roman" w:hAnsi="Calibri" w:cs="Times New Roman"/>
      <w:b/>
      <w:bCs/>
      <w:i/>
      <w:color w:val="D66300"/>
      <w:szCs w:val="36"/>
      <w:lang w:eastAsia="nl-NL"/>
    </w:rPr>
  </w:style>
  <w:style w:type="character" w:styleId="Hyperlink">
    <w:name w:val="Hyperlink"/>
    <w:uiPriority w:val="99"/>
    <w:unhideWhenUsed/>
    <w:rsid w:val="00B97790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B977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mw-headline">
    <w:name w:val="mw-headline"/>
    <w:basedOn w:val="Standaardalinea-lettertype"/>
    <w:rsid w:val="00B97790"/>
  </w:style>
  <w:style w:type="paragraph" w:styleId="Ballontekst">
    <w:name w:val="Balloon Text"/>
    <w:basedOn w:val="Standaard"/>
    <w:link w:val="BallontekstChar"/>
    <w:uiPriority w:val="99"/>
    <w:semiHidden/>
    <w:unhideWhenUsed/>
    <w:rsid w:val="00F95A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95ABF"/>
    <w:rPr>
      <w:rFonts w:ascii="Tahoma" w:hAnsi="Tahoma" w:cs="Tahoma"/>
      <w:sz w:val="16"/>
      <w:szCs w:val="16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F95ABF"/>
  </w:style>
  <w:style w:type="paragraph" w:styleId="Titel">
    <w:name w:val="Title"/>
    <w:basedOn w:val="Standaard"/>
    <w:next w:val="Standaard"/>
    <w:link w:val="TitelChar"/>
    <w:uiPriority w:val="10"/>
    <w:qFormat/>
    <w:rsid w:val="007424E0"/>
    <w:pPr>
      <w:pBdr>
        <w:bottom w:val="single" w:sz="8" w:space="4" w:color="FF881F"/>
      </w:pBdr>
      <w:spacing w:after="300" w:line="240" w:lineRule="auto"/>
      <w:contextualSpacing/>
    </w:pPr>
    <w:rPr>
      <w:rFonts w:eastAsia="Times New Roman"/>
      <w:color w:val="771400"/>
      <w:spacing w:val="5"/>
      <w:kern w:val="28"/>
      <w:sz w:val="52"/>
      <w:szCs w:val="52"/>
    </w:rPr>
  </w:style>
  <w:style w:type="character" w:customStyle="1" w:styleId="TitelChar">
    <w:name w:val="Titel Char"/>
    <w:link w:val="Titel"/>
    <w:uiPriority w:val="10"/>
    <w:rsid w:val="007424E0"/>
    <w:rPr>
      <w:rFonts w:ascii="Calibri" w:eastAsia="Times New Roman" w:hAnsi="Calibri" w:cs="Times New Roman"/>
      <w:color w:val="771400"/>
      <w:spacing w:val="5"/>
      <w:kern w:val="28"/>
      <w:sz w:val="52"/>
      <w:szCs w:val="52"/>
    </w:rPr>
  </w:style>
  <w:style w:type="character" w:customStyle="1" w:styleId="Kop1Char">
    <w:name w:val="Kop 1 Char"/>
    <w:link w:val="Kop1"/>
    <w:uiPriority w:val="9"/>
    <w:rsid w:val="007424E0"/>
    <w:rPr>
      <w:rFonts w:ascii="Calibri" w:eastAsia="Times New Roman" w:hAnsi="Calibri" w:cs="Times New Roman"/>
      <w:b/>
      <w:bCs/>
      <w:color w:val="D66300"/>
      <w:sz w:val="28"/>
      <w:szCs w:val="28"/>
    </w:rPr>
  </w:style>
  <w:style w:type="character" w:styleId="Nadruk">
    <w:name w:val="Emphasis"/>
    <w:uiPriority w:val="20"/>
    <w:qFormat/>
    <w:rsid w:val="00ED0B94"/>
    <w:rPr>
      <w:i/>
      <w:iCs/>
    </w:rPr>
  </w:style>
  <w:style w:type="character" w:styleId="Intensievebenadrukking">
    <w:name w:val="Intense Emphasis"/>
    <w:uiPriority w:val="21"/>
    <w:qFormat/>
    <w:rsid w:val="00ED0B94"/>
    <w:rPr>
      <w:b/>
      <w:bCs/>
      <w:i/>
      <w:iCs/>
      <w:color w:val="FF881F"/>
    </w:rPr>
  </w:style>
  <w:style w:type="paragraph" w:styleId="Koptekst">
    <w:name w:val="header"/>
    <w:basedOn w:val="Standaard"/>
    <w:link w:val="KoptekstChar"/>
    <w:uiPriority w:val="99"/>
    <w:unhideWhenUsed/>
    <w:rsid w:val="00D5733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5733B"/>
  </w:style>
  <w:style w:type="paragraph" w:styleId="Voettekst">
    <w:name w:val="footer"/>
    <w:basedOn w:val="Standaard"/>
    <w:link w:val="VoettekstChar"/>
    <w:uiPriority w:val="99"/>
    <w:unhideWhenUsed/>
    <w:rsid w:val="00D5733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733B"/>
  </w:style>
  <w:style w:type="character" w:styleId="Subtielebenadrukking">
    <w:name w:val="Subtle Emphasis"/>
    <w:uiPriority w:val="19"/>
    <w:qFormat/>
    <w:rsid w:val="003239A2"/>
    <w:rPr>
      <w:i/>
      <w:iCs/>
      <w:color w:val="808080"/>
    </w:rPr>
  </w:style>
  <w:style w:type="character" w:customStyle="1" w:styleId="Kop3Char">
    <w:name w:val="Kop 3 Char"/>
    <w:link w:val="Kop3"/>
    <w:uiPriority w:val="9"/>
    <w:rsid w:val="009576A9"/>
    <w:rPr>
      <w:rFonts w:ascii="Calibri" w:eastAsia="Times New Roman" w:hAnsi="Calibri" w:cs="Times New Roman"/>
      <w:b/>
      <w:bCs/>
      <w:color w:val="FF881F"/>
    </w:rPr>
  </w:style>
  <w:style w:type="character" w:customStyle="1" w:styleId="Kop4Char">
    <w:name w:val="Kop 4 Char"/>
    <w:link w:val="Kop4"/>
    <w:uiPriority w:val="9"/>
    <w:rsid w:val="009576A9"/>
    <w:rPr>
      <w:rFonts w:ascii="Calibri" w:eastAsia="Times New Roman" w:hAnsi="Calibri" w:cs="Times New Roman"/>
      <w:b/>
      <w:bCs/>
      <w:i/>
      <w:iCs/>
      <w:color w:val="FF881F"/>
    </w:rPr>
  </w:style>
  <w:style w:type="character" w:customStyle="1" w:styleId="Kop5Char">
    <w:name w:val="Kop 5 Char"/>
    <w:link w:val="Kop5"/>
    <w:uiPriority w:val="9"/>
    <w:rsid w:val="009576A9"/>
    <w:rPr>
      <w:rFonts w:ascii="Calibri" w:eastAsia="Times New Roman" w:hAnsi="Calibri" w:cs="Times New Roman"/>
      <w:color w:val="8E4200"/>
    </w:rPr>
  </w:style>
  <w:style w:type="table" w:styleId="Tabelraster">
    <w:name w:val="Table Grid"/>
    <w:basedOn w:val="Standaardtabel"/>
    <w:uiPriority w:val="59"/>
    <w:rsid w:val="004E5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7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6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a\AppData\Roaming\Microsoft\Sjablonen\omgangskunde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1" ma:contentTypeDescription="Een nieuw document maken." ma:contentTypeScope="" ma:versionID="5570b54534935fa1c6f19486067b8a7f">
  <xsd:schema xmlns:xsd="http://www.w3.org/2001/XMLSchema" xmlns:xs="http://www.w3.org/2001/XMLSchema" xmlns:p="http://schemas.microsoft.com/office/2006/metadata/properties" xmlns:ns3="4b78e59b-8aba-4fc5-bdb4-b8056fbe21b8" xmlns:ns4="e4d6c028-1491-43b9-9149-2a436a605c18" targetNamespace="http://schemas.microsoft.com/office/2006/metadata/properties" ma:root="true" ma:fieldsID="6502685808bdac694587749b1af16112" ns3:_="" ns4:_="">
    <xsd:import namespace="4b78e59b-8aba-4fc5-bdb4-b8056fbe21b8"/>
    <xsd:import namespace="e4d6c028-1491-43b9-9149-2a436a605c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186E96-43F0-4E28-A397-DB260AB02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78e59b-8aba-4fc5-bdb4-b8056fbe21b8"/>
    <ds:schemaRef ds:uri="e4d6c028-1491-43b9-9149-2a436a605c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5A8B7F-9C50-4EB0-B473-F9FBCD1D7D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97BBF-60B6-4C68-8A06-E72975CC13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omgangskunde</Template>
  <TotalTime>1</TotalTime>
  <Pages>1</Pages>
  <Words>142</Words>
  <Characters>781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Textline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Hoozemans</dc:creator>
  <cp:keywords/>
  <cp:lastModifiedBy>Michel Nieuwenhuis</cp:lastModifiedBy>
  <cp:revision>2</cp:revision>
  <cp:lastPrinted>2011-09-16T11:33:00Z</cp:lastPrinted>
  <dcterms:created xsi:type="dcterms:W3CDTF">2020-09-17T08:05:00Z</dcterms:created>
  <dcterms:modified xsi:type="dcterms:W3CDTF">2020-09-17T08:05:00Z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