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8A2" w:rsidRDefault="007405E6">
      <w:pPr>
        <w:spacing w:before="66"/>
        <w:ind w:right="142"/>
        <w:jc w:val="right"/>
        <w:rPr>
          <w:b/>
          <w:sz w:val="32"/>
        </w:rPr>
      </w:pPr>
      <w:r>
        <w:rPr>
          <w:b/>
          <w:spacing w:val="5"/>
          <w:sz w:val="32"/>
        </w:rPr>
        <w:t>Voorbeeldexamen</w:t>
      </w:r>
      <w:r>
        <w:rPr>
          <w:b/>
          <w:spacing w:val="20"/>
          <w:sz w:val="32"/>
        </w:rPr>
        <w:t xml:space="preserve"> </w:t>
      </w:r>
      <w:r>
        <w:rPr>
          <w:b/>
          <w:spacing w:val="5"/>
          <w:sz w:val="32"/>
        </w:rPr>
        <w:t>VWO</w:t>
      </w:r>
    </w:p>
    <w:p w:rsidR="00F408A2" w:rsidRDefault="007405E6">
      <w:pPr>
        <w:spacing w:before="61"/>
        <w:ind w:right="136"/>
        <w:jc w:val="right"/>
        <w:rPr>
          <w:b/>
          <w:sz w:val="72"/>
        </w:rPr>
      </w:pPr>
      <w:r>
        <w:rPr>
          <w:b/>
          <w:spacing w:val="18"/>
          <w:sz w:val="72"/>
        </w:rPr>
        <w:t>2016</w:t>
      </w:r>
    </w:p>
    <w:p w:rsidR="00F408A2" w:rsidRDefault="00F408A2">
      <w:pPr>
        <w:pStyle w:val="Plattetekst"/>
        <w:rPr>
          <w:b/>
          <w:sz w:val="20"/>
        </w:rPr>
      </w:pPr>
    </w:p>
    <w:p w:rsidR="00F408A2" w:rsidRDefault="00F408A2">
      <w:pPr>
        <w:pStyle w:val="Plattetekst"/>
        <w:rPr>
          <w:b/>
          <w:sz w:val="20"/>
        </w:rPr>
      </w:pPr>
    </w:p>
    <w:p w:rsidR="00F408A2" w:rsidRDefault="00F408A2">
      <w:pPr>
        <w:pStyle w:val="Plattetekst"/>
        <w:rPr>
          <w:b/>
          <w:sz w:val="20"/>
        </w:rPr>
      </w:pPr>
    </w:p>
    <w:p w:rsidR="00F408A2" w:rsidRDefault="00F408A2">
      <w:pPr>
        <w:pStyle w:val="Plattetekst"/>
        <w:rPr>
          <w:b/>
          <w:sz w:val="20"/>
        </w:rPr>
      </w:pPr>
    </w:p>
    <w:p w:rsidR="00F408A2" w:rsidRDefault="00F408A2">
      <w:pPr>
        <w:pStyle w:val="Plattetekst"/>
        <w:rPr>
          <w:b/>
          <w:sz w:val="20"/>
        </w:rPr>
      </w:pPr>
    </w:p>
    <w:p w:rsidR="00F408A2" w:rsidRDefault="00F408A2">
      <w:pPr>
        <w:pStyle w:val="Plattetekst"/>
        <w:rPr>
          <w:b/>
          <w:sz w:val="20"/>
        </w:rPr>
      </w:pPr>
    </w:p>
    <w:p w:rsidR="00F408A2" w:rsidRDefault="00F408A2">
      <w:pPr>
        <w:pStyle w:val="Plattetekst"/>
        <w:rPr>
          <w:b/>
          <w:sz w:val="20"/>
        </w:rPr>
      </w:pPr>
    </w:p>
    <w:p w:rsidR="00F408A2" w:rsidRDefault="00F408A2">
      <w:pPr>
        <w:pStyle w:val="Plattetekst"/>
        <w:spacing w:before="1"/>
        <w:rPr>
          <w:b/>
          <w:sz w:val="21"/>
        </w:rPr>
      </w:pPr>
    </w:p>
    <w:p w:rsidR="00F408A2" w:rsidRDefault="007405E6">
      <w:pPr>
        <w:tabs>
          <w:tab w:val="left" w:pos="8457"/>
        </w:tabs>
        <w:spacing w:before="91"/>
        <w:ind w:left="564"/>
        <w:rPr>
          <w:b/>
          <w:sz w:val="28"/>
        </w:rPr>
      </w:pPr>
      <w:r>
        <w:rPr>
          <w:b/>
          <w:color w:val="FFFFFF"/>
          <w:sz w:val="28"/>
          <w:shd w:val="clear" w:color="auto" w:fill="000000"/>
        </w:rPr>
        <w:t xml:space="preserve"> </w:t>
      </w:r>
      <w:r>
        <w:rPr>
          <w:b/>
          <w:color w:val="FFFFFF"/>
          <w:sz w:val="28"/>
          <w:shd w:val="clear" w:color="auto" w:fill="000000"/>
        </w:rPr>
        <w:tab/>
      </w:r>
      <w:r>
        <w:rPr>
          <w:b/>
          <w:color w:val="FFFFFF"/>
          <w:spacing w:val="9"/>
          <w:sz w:val="28"/>
          <w:shd w:val="clear" w:color="auto" w:fill="000000"/>
        </w:rPr>
        <w:t>scheikunde</w:t>
      </w:r>
      <w:r>
        <w:rPr>
          <w:b/>
          <w:color w:val="FFFFFF"/>
          <w:spacing w:val="-3"/>
          <w:sz w:val="28"/>
          <w:shd w:val="clear" w:color="auto" w:fill="000000"/>
        </w:rPr>
        <w:t xml:space="preserve"> </w:t>
      </w:r>
    </w:p>
    <w:p w:rsidR="00F408A2" w:rsidRDefault="00F408A2">
      <w:pPr>
        <w:pStyle w:val="Plattetekst"/>
        <w:rPr>
          <w:b/>
          <w:sz w:val="20"/>
        </w:rPr>
      </w:pPr>
    </w:p>
    <w:p w:rsidR="00F408A2" w:rsidRDefault="00F408A2">
      <w:pPr>
        <w:pStyle w:val="Plattetekst"/>
        <w:rPr>
          <w:b/>
          <w:sz w:val="20"/>
        </w:rPr>
      </w:pPr>
    </w:p>
    <w:p w:rsidR="00F408A2" w:rsidRDefault="00F408A2">
      <w:pPr>
        <w:pStyle w:val="Plattetekst"/>
        <w:rPr>
          <w:b/>
          <w:sz w:val="20"/>
        </w:rPr>
      </w:pPr>
    </w:p>
    <w:p w:rsidR="00F408A2" w:rsidRDefault="00F408A2">
      <w:pPr>
        <w:pStyle w:val="Plattetekst"/>
        <w:rPr>
          <w:b/>
          <w:sz w:val="20"/>
        </w:rPr>
      </w:pPr>
    </w:p>
    <w:p w:rsidR="00F408A2" w:rsidRDefault="00F408A2">
      <w:pPr>
        <w:pStyle w:val="Plattetekst"/>
        <w:rPr>
          <w:b/>
          <w:sz w:val="20"/>
        </w:rPr>
      </w:pPr>
    </w:p>
    <w:p w:rsidR="00F408A2" w:rsidRDefault="00F408A2">
      <w:pPr>
        <w:pStyle w:val="Plattetekst"/>
        <w:rPr>
          <w:b/>
          <w:sz w:val="20"/>
        </w:rPr>
      </w:pPr>
    </w:p>
    <w:p w:rsidR="00F408A2" w:rsidRDefault="00F408A2">
      <w:pPr>
        <w:pStyle w:val="Plattetekst"/>
        <w:rPr>
          <w:b/>
          <w:sz w:val="20"/>
        </w:rPr>
      </w:pPr>
    </w:p>
    <w:p w:rsidR="00F408A2" w:rsidRDefault="00F408A2">
      <w:pPr>
        <w:pStyle w:val="Plattetekst"/>
        <w:rPr>
          <w:b/>
          <w:sz w:val="20"/>
        </w:rPr>
      </w:pPr>
    </w:p>
    <w:p w:rsidR="00F408A2" w:rsidRDefault="00F408A2">
      <w:pPr>
        <w:pStyle w:val="Plattetekst"/>
        <w:rPr>
          <w:b/>
          <w:sz w:val="20"/>
        </w:rPr>
      </w:pPr>
    </w:p>
    <w:p w:rsidR="00F408A2" w:rsidRDefault="00F408A2">
      <w:pPr>
        <w:pStyle w:val="Plattetekst"/>
        <w:rPr>
          <w:b/>
          <w:sz w:val="20"/>
        </w:rPr>
      </w:pPr>
    </w:p>
    <w:p w:rsidR="00F408A2" w:rsidRDefault="00F408A2">
      <w:pPr>
        <w:pStyle w:val="Plattetekst"/>
        <w:rPr>
          <w:b/>
          <w:sz w:val="20"/>
        </w:rPr>
      </w:pPr>
    </w:p>
    <w:p w:rsidR="00F408A2" w:rsidRDefault="00F408A2">
      <w:pPr>
        <w:pStyle w:val="Plattetekst"/>
        <w:spacing w:before="10" w:after="1"/>
        <w:rPr>
          <w:b/>
          <w:sz w:val="22"/>
        </w:rPr>
      </w:pPr>
    </w:p>
    <w:tbl>
      <w:tblPr>
        <w:tblStyle w:val="TableNormal"/>
        <w:tblW w:w="0" w:type="auto"/>
        <w:tblInd w:w="376" w:type="dxa"/>
        <w:tblLayout w:type="fixed"/>
        <w:tblLook w:val="01E0" w:firstRow="1" w:lastRow="1" w:firstColumn="1" w:lastColumn="1" w:noHBand="0" w:noVBand="0"/>
      </w:tblPr>
      <w:tblGrid>
        <w:gridCol w:w="9529"/>
      </w:tblGrid>
      <w:tr w:rsidR="00F408A2" w:rsidRPr="008064BE">
        <w:trPr>
          <w:trHeight w:val="2189"/>
        </w:trPr>
        <w:tc>
          <w:tcPr>
            <w:tcW w:w="9529" w:type="dxa"/>
          </w:tcPr>
          <w:p w:rsidR="00F408A2" w:rsidRPr="008064BE" w:rsidRDefault="007405E6">
            <w:pPr>
              <w:pStyle w:val="TableParagraph"/>
              <w:spacing w:line="268" w:lineRule="exact"/>
              <w:ind w:left="200"/>
              <w:rPr>
                <w:sz w:val="24"/>
                <w:lang w:val="nl-NL"/>
              </w:rPr>
            </w:pPr>
            <w:r w:rsidRPr="008064BE">
              <w:rPr>
                <w:sz w:val="24"/>
                <w:lang w:val="nl-NL"/>
              </w:rPr>
              <w:t>Bij dit examen hoort een uitwerkbijlage.</w:t>
            </w:r>
          </w:p>
        </w:tc>
      </w:tr>
      <w:tr w:rsidR="00F408A2" w:rsidRPr="008064BE">
        <w:trPr>
          <w:trHeight w:val="5489"/>
        </w:trPr>
        <w:tc>
          <w:tcPr>
            <w:tcW w:w="9529" w:type="dxa"/>
          </w:tcPr>
          <w:p w:rsidR="00F408A2" w:rsidRPr="008064BE" w:rsidRDefault="00F408A2">
            <w:pPr>
              <w:pStyle w:val="TableParagraph"/>
              <w:rPr>
                <w:b/>
                <w:sz w:val="26"/>
                <w:lang w:val="nl-NL"/>
              </w:rPr>
            </w:pPr>
          </w:p>
          <w:p w:rsidR="00F408A2" w:rsidRPr="008064BE" w:rsidRDefault="00F408A2">
            <w:pPr>
              <w:pStyle w:val="TableParagraph"/>
              <w:rPr>
                <w:b/>
                <w:sz w:val="26"/>
                <w:lang w:val="nl-NL"/>
              </w:rPr>
            </w:pPr>
          </w:p>
          <w:p w:rsidR="00F408A2" w:rsidRPr="008064BE" w:rsidRDefault="00F408A2">
            <w:pPr>
              <w:pStyle w:val="TableParagraph"/>
              <w:rPr>
                <w:b/>
                <w:sz w:val="26"/>
                <w:lang w:val="nl-NL"/>
              </w:rPr>
            </w:pPr>
          </w:p>
          <w:p w:rsidR="00F408A2" w:rsidRPr="008064BE" w:rsidRDefault="00F408A2">
            <w:pPr>
              <w:pStyle w:val="TableParagraph"/>
              <w:rPr>
                <w:b/>
                <w:sz w:val="26"/>
                <w:lang w:val="nl-NL"/>
              </w:rPr>
            </w:pPr>
          </w:p>
          <w:p w:rsidR="00F408A2" w:rsidRPr="008064BE" w:rsidRDefault="00F408A2">
            <w:pPr>
              <w:pStyle w:val="TableParagraph"/>
              <w:rPr>
                <w:b/>
                <w:sz w:val="26"/>
                <w:lang w:val="nl-NL"/>
              </w:rPr>
            </w:pPr>
          </w:p>
          <w:p w:rsidR="00F408A2" w:rsidRPr="008064BE" w:rsidRDefault="00F408A2">
            <w:pPr>
              <w:pStyle w:val="TableParagraph"/>
              <w:spacing w:before="4"/>
              <w:rPr>
                <w:b/>
                <w:sz w:val="36"/>
                <w:lang w:val="nl-NL"/>
              </w:rPr>
            </w:pPr>
          </w:p>
          <w:p w:rsidR="00F408A2" w:rsidRPr="008064BE" w:rsidRDefault="007405E6">
            <w:pPr>
              <w:pStyle w:val="TableParagraph"/>
              <w:spacing w:before="1"/>
              <w:ind w:left="200"/>
              <w:rPr>
                <w:sz w:val="24"/>
                <w:lang w:val="nl-NL"/>
              </w:rPr>
            </w:pPr>
            <w:r w:rsidRPr="008064BE">
              <w:rPr>
                <w:sz w:val="24"/>
                <w:lang w:val="nl-NL"/>
              </w:rPr>
              <w:t>Dit examen bestaat uit 27 vragen.</w:t>
            </w:r>
          </w:p>
          <w:p w:rsidR="00F408A2" w:rsidRPr="008064BE" w:rsidRDefault="007405E6">
            <w:pPr>
              <w:pStyle w:val="TableParagraph"/>
              <w:spacing w:before="24"/>
              <w:ind w:left="200"/>
              <w:rPr>
                <w:sz w:val="24"/>
                <w:lang w:val="nl-NL"/>
              </w:rPr>
            </w:pPr>
            <w:r w:rsidRPr="008064BE">
              <w:rPr>
                <w:spacing w:val="4"/>
                <w:sz w:val="24"/>
                <w:lang w:val="nl-NL"/>
              </w:rPr>
              <w:t xml:space="preserve">Voor </w:t>
            </w:r>
            <w:r w:rsidRPr="008064BE">
              <w:rPr>
                <w:spacing w:val="3"/>
                <w:sz w:val="24"/>
                <w:lang w:val="nl-NL"/>
              </w:rPr>
              <w:t xml:space="preserve">dit </w:t>
            </w:r>
            <w:r w:rsidRPr="008064BE">
              <w:rPr>
                <w:spacing w:val="4"/>
                <w:sz w:val="24"/>
                <w:lang w:val="nl-NL"/>
              </w:rPr>
              <w:t xml:space="preserve">examen </w:t>
            </w:r>
            <w:r w:rsidRPr="008064BE">
              <w:rPr>
                <w:spacing w:val="3"/>
                <w:sz w:val="24"/>
                <w:lang w:val="nl-NL"/>
              </w:rPr>
              <w:t xml:space="preserve">zijn </w:t>
            </w:r>
            <w:r w:rsidRPr="008064BE">
              <w:rPr>
                <w:spacing w:val="5"/>
                <w:sz w:val="24"/>
                <w:lang w:val="nl-NL"/>
              </w:rPr>
              <w:t xml:space="preserve">maximaal </w:t>
            </w:r>
            <w:r w:rsidRPr="008064BE">
              <w:rPr>
                <w:spacing w:val="2"/>
                <w:sz w:val="24"/>
                <w:lang w:val="nl-NL"/>
              </w:rPr>
              <w:t xml:space="preserve">65 </w:t>
            </w:r>
            <w:r w:rsidRPr="008064BE">
              <w:rPr>
                <w:spacing w:val="4"/>
                <w:sz w:val="24"/>
                <w:lang w:val="nl-NL"/>
              </w:rPr>
              <w:t xml:space="preserve">punten </w:t>
            </w:r>
            <w:r w:rsidRPr="008064BE">
              <w:rPr>
                <w:spacing w:val="2"/>
                <w:sz w:val="24"/>
                <w:lang w:val="nl-NL"/>
              </w:rPr>
              <w:t>te</w:t>
            </w:r>
            <w:r w:rsidRPr="008064BE">
              <w:rPr>
                <w:spacing w:val="68"/>
                <w:sz w:val="24"/>
                <w:lang w:val="nl-NL"/>
              </w:rPr>
              <w:t xml:space="preserve"> </w:t>
            </w:r>
            <w:r w:rsidRPr="008064BE">
              <w:rPr>
                <w:spacing w:val="5"/>
                <w:sz w:val="24"/>
                <w:lang w:val="nl-NL"/>
              </w:rPr>
              <w:t>behalen.</w:t>
            </w:r>
          </w:p>
          <w:p w:rsidR="00F408A2" w:rsidRPr="008064BE" w:rsidRDefault="007405E6">
            <w:pPr>
              <w:pStyle w:val="TableParagraph"/>
              <w:spacing w:before="24" w:line="261" w:lineRule="auto"/>
              <w:ind w:left="200" w:right="369"/>
              <w:rPr>
                <w:sz w:val="24"/>
                <w:lang w:val="nl-NL"/>
              </w:rPr>
            </w:pPr>
            <w:r w:rsidRPr="008064BE">
              <w:rPr>
                <w:sz w:val="24"/>
                <w:lang w:val="nl-NL"/>
              </w:rPr>
              <w:t>Voor elk vraagnummer staat hoeveel punten met een goed antwoord behaald kunnen worden.</w:t>
            </w:r>
          </w:p>
          <w:p w:rsidR="00F408A2" w:rsidRPr="008064BE" w:rsidRDefault="00F408A2">
            <w:pPr>
              <w:pStyle w:val="TableParagraph"/>
              <w:spacing w:before="10"/>
              <w:rPr>
                <w:b/>
                <w:sz w:val="25"/>
                <w:lang w:val="nl-NL"/>
              </w:rPr>
            </w:pPr>
          </w:p>
          <w:p w:rsidR="00F408A2" w:rsidRPr="008064BE" w:rsidRDefault="007405E6">
            <w:pPr>
              <w:pStyle w:val="TableParagraph"/>
              <w:spacing w:line="261" w:lineRule="auto"/>
              <w:ind w:left="200" w:right="369"/>
              <w:rPr>
                <w:sz w:val="24"/>
                <w:lang w:val="nl-NL"/>
              </w:rPr>
            </w:pPr>
            <w:r w:rsidRPr="008064BE">
              <w:rPr>
                <w:sz w:val="24"/>
                <w:lang w:val="nl-NL"/>
              </w:rPr>
              <w:t>Als bij een vraag een verklaring, uitleg, berekening of afleiding gevraagd wordt, worden aan het antwoord meestal geen punten toegekend als deze verklaring, uitleg, berekening of afleiding ontbreekt.</w:t>
            </w:r>
          </w:p>
          <w:p w:rsidR="00F408A2" w:rsidRPr="008064BE" w:rsidRDefault="00F408A2">
            <w:pPr>
              <w:pStyle w:val="TableParagraph"/>
              <w:spacing w:before="10"/>
              <w:rPr>
                <w:b/>
                <w:sz w:val="25"/>
                <w:lang w:val="nl-NL"/>
              </w:rPr>
            </w:pPr>
          </w:p>
          <w:p w:rsidR="00F408A2" w:rsidRPr="008064BE" w:rsidRDefault="007405E6">
            <w:pPr>
              <w:pStyle w:val="TableParagraph"/>
              <w:spacing w:before="1"/>
              <w:ind w:left="200"/>
              <w:rPr>
                <w:sz w:val="24"/>
                <w:lang w:val="nl-NL"/>
              </w:rPr>
            </w:pPr>
            <w:r w:rsidRPr="008064BE">
              <w:rPr>
                <w:sz w:val="24"/>
                <w:lang w:val="nl-NL"/>
              </w:rPr>
              <w:t>Geef niet meer antwoorden (redenen, voorbeelden e.d.) dan er worden gevraagd.</w:t>
            </w:r>
          </w:p>
          <w:p w:rsidR="00F408A2" w:rsidRPr="008064BE" w:rsidRDefault="007405E6">
            <w:pPr>
              <w:pStyle w:val="TableParagraph"/>
              <w:spacing w:line="300" w:lineRule="atLeast"/>
              <w:ind w:left="200" w:right="369"/>
              <w:rPr>
                <w:sz w:val="24"/>
                <w:lang w:val="nl-NL"/>
              </w:rPr>
            </w:pPr>
            <w:r w:rsidRPr="008064BE">
              <w:rPr>
                <w:sz w:val="24"/>
                <w:lang w:val="nl-NL"/>
              </w:rPr>
              <w:t>Als er bijvoorbeeld twee redenen worden gevraagd en je geeft meer dan twee redenen, dan worden alleen de eerste twee in de beoordeling meegeteld.</w:t>
            </w:r>
          </w:p>
        </w:tc>
      </w:tr>
    </w:tbl>
    <w:p w:rsidR="00F408A2" w:rsidRPr="008064BE" w:rsidRDefault="00F408A2">
      <w:pPr>
        <w:spacing w:line="300" w:lineRule="atLeast"/>
        <w:rPr>
          <w:sz w:val="24"/>
          <w:lang w:val="nl-NL"/>
        </w:rPr>
        <w:sectPr w:rsidR="00F408A2" w:rsidRPr="008064BE">
          <w:footerReference w:type="default" r:id="rId7"/>
          <w:type w:val="continuous"/>
          <w:pgSz w:w="11910" w:h="16840"/>
          <w:pgMar w:top="1000" w:right="1000" w:bottom="1120" w:left="540" w:header="708" w:footer="922" w:gutter="0"/>
          <w:cols w:space="708"/>
        </w:sectPr>
      </w:pPr>
    </w:p>
    <w:p w:rsidR="00F408A2" w:rsidRDefault="008064BE">
      <w:pPr>
        <w:spacing w:before="70"/>
        <w:ind w:left="650"/>
        <w:rPr>
          <w:b/>
          <w:sz w:val="28"/>
        </w:rPr>
      </w:pPr>
      <w:r>
        <w:lastRenderedPageBreak/>
        <w:pict>
          <v:line id="_x0000_s2637" style="position:absolute;left:0;text-align:left;z-index:251657728;mso-position-horizontal-relative:page;mso-position-vertical-relative:page" from="32.5pt,63.9pt" to="557.05pt,63.9pt" strokecolor="#c1c1c1" strokeweight="4.44pt">
            <w10:wrap anchorx="page" anchory="page"/>
          </v:line>
        </w:pict>
      </w:r>
      <w:r>
        <w:rPr>
          <w:b/>
          <w:sz w:val="28"/>
        </w:rPr>
        <w:t xml:space="preserve">Voorbeeld examen vwo 2016 </w:t>
      </w:r>
      <w:bookmarkStart w:id="0" w:name="_GoBack"/>
      <w:bookmarkEnd w:id="0"/>
      <w:r w:rsidR="007405E6">
        <w:rPr>
          <w:b/>
          <w:sz w:val="28"/>
        </w:rPr>
        <w:t>Papieren batterij</w:t>
      </w:r>
    </w:p>
    <w:p w:rsidR="00F408A2" w:rsidRDefault="00F408A2">
      <w:pPr>
        <w:pStyle w:val="Plattetekst"/>
        <w:rPr>
          <w:b/>
          <w:sz w:val="20"/>
        </w:rPr>
      </w:pPr>
    </w:p>
    <w:p w:rsidR="00F408A2" w:rsidRDefault="004C2454">
      <w:pPr>
        <w:pStyle w:val="Plattetekst"/>
        <w:spacing w:before="2"/>
        <w:rPr>
          <w:b/>
          <w:sz w:val="21"/>
        </w:rPr>
      </w:pPr>
      <w:r>
        <w:rPr>
          <w:rFonts w:ascii="Helvetica" w:hAnsi="Helvetica" w:cs="Helvetica"/>
          <w:noProof/>
          <w:color w:val="333333"/>
          <w:sz w:val="21"/>
          <w:szCs w:val="21"/>
          <w:lang w:val="nl-NL" w:eastAsia="nl-NL"/>
        </w:rPr>
        <w:drawing>
          <wp:anchor distT="0" distB="0" distL="114300" distR="114300" simplePos="0" relativeHeight="251656192" behindDoc="0" locked="0" layoutInCell="1" allowOverlap="1">
            <wp:simplePos x="0" y="0"/>
            <wp:positionH relativeFrom="column">
              <wp:posOffset>698500</wp:posOffset>
            </wp:positionH>
            <wp:positionV relativeFrom="paragraph">
              <wp:posOffset>157480</wp:posOffset>
            </wp:positionV>
            <wp:extent cx="1238250" cy="1238250"/>
            <wp:effectExtent l="0" t="0" r="0" b="0"/>
            <wp:wrapSquare wrapText="bothSides"/>
            <wp:docPr id="2" name="Afbeelding 2" descr="https://gratisqrcode.nl/qr/qrcodes/3cca5d67f421354920f2fa2c6e56b886.png?1548881229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gratisqrcode.nl/qr/qrcodes/3cca5d67f421354920f2fa2c6e56b886.png?154888122956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12382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408A2" w:rsidRPr="008064BE" w:rsidRDefault="008064BE">
      <w:pPr>
        <w:pStyle w:val="Plattetekst"/>
        <w:spacing w:line="261" w:lineRule="auto"/>
        <w:ind w:left="1103" w:right="1562"/>
        <w:rPr>
          <w:lang w:val="nl-NL"/>
        </w:rPr>
      </w:pPr>
      <w:r>
        <w:pict>
          <v:group id="_x0000_s2571" style="position:absolute;left:0;text-align:left;margin-left:485.15pt;margin-top:4.8pt;width:31.8pt;height:48.35pt;z-index:251658752;mso-position-horizontal-relative:page" coordorigin="9703,96" coordsize="636,967">
            <v:line id="_x0000_s2636" style="position:absolute" from="9840,1056" to="9709,751" strokeweight=".21403mm"/>
            <v:line id="_x0000_s2635" style="position:absolute" from="9709,751" to="10015,493" strokeweight=".21417mm"/>
            <v:line id="_x0000_s2634" style="position:absolute" from="10015,493" to="10333,755" strokeweight=".21417mm"/>
            <v:line id="_x0000_s2633" style="position:absolute" from="10333,755" to="10196,1057" strokeweight=".21403mm"/>
            <v:line id="_x0000_s2632" style="position:absolute" from="10196,1057" to="9840,1056" strokeweight=".21431mm"/>
            <v:line id="_x0000_s2631" style="position:absolute" from="10163,994" to="10269,772" strokeweight=".28539mm"/>
            <v:line id="_x0000_s2630" style="position:absolute" from="9870,1000" to="9773,774" strokeweight=".28536mm"/>
            <v:shape id="_x0000_s2629" style="position:absolute;left:9896;top:402;width:227;height:227" coordorigin="9896,403" coordsize="227,227" path="m10009,629r-61,-18l9907,563r-11,-47l9897,499r27,-58l9977,407r32,-4l10026,404r57,27l10117,483r5,33l10121,533r-27,57l10042,624r-33,5xe" stroked="f">
              <v:path arrowok="t"/>
            </v:shape>
            <v:shape id="_x0000_s2628" style="position:absolute;left:9896;top:402;width:227;height:227" coordorigin="9896,403" coordsize="227,227" path="m10009,403r62,18l10112,468r10,48l10121,533r-27,57l10042,624r-33,5l9992,628r-57,-27l9901,548r-5,-32l9897,499r27,-58l9977,407r32,-4xe" filled="f" strokecolor="white" strokeweight="0">
              <v:path arrowok="t"/>
            </v:shape>
            <v:shape id="_x0000_s2627" style="position:absolute;left:9929;top:448;width:159;height:148" coordorigin="9930,449" coordsize="159,148" o:spt="100" adj="0,,0" path="m9983,590r-40,l9948,590r5,-2l9956,585r1,-3l9958,576r1,-7l9959,468r-5,-5l9951,460r-2,-2l9945,456r-5,-2l9935,453r-5,l9930,449r39,l9994,480r-26,l9968,569r,8l9969,582r2,4l9974,588r4,2l9983,590xm10088,453r-51,l10037,449r51,l10088,453xm10067,558r-9,l10058,474r,-8l10056,461r-1,-4l10052,455r-5,-2l10042,453r41,l10077,453r-4,2l10070,458r-1,4l10068,466r,2l10067,474r,84xm10067,597r-4,l9968,480r26,l10058,558r9,l10067,597xm9988,594r-51,l9937,590r51,l9988,594xe" fillcolor="black" stroked="f">
              <v:stroke joinstyle="round"/>
              <v:formulas/>
              <v:path arrowok="t" o:connecttype="segments"/>
            </v:shape>
            <v:shape id="_x0000_s2626" style="position:absolute;left:9929;top:448;width:159;height:148" coordorigin="9930,449" coordsize="159,148" path="m9930,449r39,l10058,558r,-84l10042,453r-5,l10037,449r51,l10088,453r-5,l10077,453r-10,21l10067,597r-4,l9968,480r,89l9988,590r,4l9937,594r,-4l9943,590r5,l9959,569r,-101l9935,453r-5,l9930,449xe" filled="f" strokeweight="0">
              <v:path arrowok="t"/>
            </v:shape>
            <v:line id="_x0000_s2625" style="position:absolute" from="9930,453" to="9935,453" strokeweight=".01428mm"/>
            <v:line id="_x0000_s2624" style="position:absolute" from="9935,453" to="9940,454" strokeweight=".01428mm"/>
            <v:line id="_x0000_s2623" style="position:absolute" from="9940,454" to="9945,456" strokeweight=".01428mm"/>
            <v:line id="_x0000_s2622" style="position:absolute" from="9945,456" to="9949,458" strokeweight=".01428mm"/>
            <v:line id="_x0000_s2621" style="position:absolute" from="9949,458" to="9951,460" strokeweight=".01428mm"/>
            <v:line id="_x0000_s2620" style="position:absolute" from="9951,460" to="9954,463" strokeweight=".01428mm"/>
            <v:line id="_x0000_s2619" style="position:absolute" from="9954,463" to="9959,468" strokeweight=".01428mm"/>
            <v:line id="_x0000_s2618" style="position:absolute" from="9959,468" to="9959,569" strokeweight=".01428mm"/>
            <v:line id="_x0000_s2617" style="position:absolute" from="9959,569" to="9958,576" strokeweight=".01428mm"/>
            <v:line id="_x0000_s2616" style="position:absolute" from="9958,576" to="9957,582" strokeweight=".01428mm"/>
            <v:line id="_x0000_s2615" style="position:absolute" from="9957,582" to="9956,585" strokeweight=".01428mm"/>
            <v:line id="_x0000_s2614" style="position:absolute" from="9956,585" to="9953,588" strokeweight=".01428mm"/>
            <v:line id="_x0000_s2613" style="position:absolute" from="9953,588" to="9948,590" strokeweight=".01428mm"/>
            <v:line id="_x0000_s2612" style="position:absolute" from="9948,590" to="9943,590" strokeweight=".01428mm"/>
            <v:line id="_x0000_s2611" style="position:absolute" from="9943,590" to="9937,590" strokeweight=".01428mm"/>
            <v:line id="_x0000_s2610" style="position:absolute" from="9937,590" to="9937,594" strokeweight=".01428mm"/>
            <v:line id="_x0000_s2609" style="position:absolute" from="9937,594" to="9988,594" strokeweight=".01428mm"/>
            <v:line id="_x0000_s2608" style="position:absolute" from="9988,594" to="9988,590" strokeweight=".01428mm"/>
            <v:line id="_x0000_s2607" style="position:absolute" from="9988,590" to="9983,590" strokeweight=".01428mm"/>
            <v:line id="_x0000_s2606" style="position:absolute" from="9983,590" to="9978,590" strokeweight=".01428mm"/>
            <v:line id="_x0000_s2605" style="position:absolute" from="9978,590" to="9974,588" strokeweight=".01428mm"/>
            <v:line id="_x0000_s2604" style="position:absolute" from="9974,588" to="9971,586" strokeweight=".01428mm"/>
            <v:line id="_x0000_s2603" style="position:absolute" from="9971,586" to="9969,582" strokeweight=".01428mm"/>
            <v:line id="_x0000_s2602" style="position:absolute" from="9969,582" to="9968,577" strokeweight=".01428mm"/>
            <v:line id="_x0000_s2601" style="position:absolute" from="9968,577" to="9968,569" strokeweight=".01428mm"/>
            <v:line id="_x0000_s2600" style="position:absolute" from="9968,569" to="9968,480" strokeweight=".01428mm"/>
            <v:line id="_x0000_s2599" style="position:absolute" from="9968,480" to="10063,597" strokeweight=".01428mm"/>
            <v:line id="_x0000_s2598" style="position:absolute" from="10063,597" to="10067,597" strokeweight=".01428mm"/>
            <v:line id="_x0000_s2597" style="position:absolute" from="10067,597" to="10067,474" strokeweight=".01428mm"/>
            <v:line id="_x0000_s2596" style="position:absolute" from="10067,474" to="10068,467" strokeweight=".01428mm"/>
            <v:line id="_x0000_s2595" style="position:absolute" from="10068,467" to="10068,462" strokeweight=".01428mm"/>
            <v:line id="_x0000_s2594" style="position:absolute" from="10068,462" to="10070,458" strokeweight=".01428mm"/>
            <v:line id="_x0000_s2593" style="position:absolute" from="10070,458" to="10073,455" strokeweight=".01428mm"/>
            <v:line id="_x0000_s2592" style="position:absolute" from="10073,455" to="10077,453" strokeweight=".01428mm"/>
            <v:line id="_x0000_s2591" style="position:absolute" from="10077,453" to="10083,453" strokeweight=".01428mm"/>
            <v:line id="_x0000_s2590" style="position:absolute" from="10083,453" to="10088,453" strokeweight=".01428mm"/>
            <v:line id="_x0000_s2589" style="position:absolute" from="10088,453" to="10088,449" strokeweight=".01428mm"/>
            <v:line id="_x0000_s2588" style="position:absolute" from="10088,449" to="10037,449" strokeweight=".01428mm"/>
            <v:line id="_x0000_s2587" style="position:absolute" from="10037,449" to="10037,453" strokeweight=".01428mm"/>
            <v:line id="_x0000_s2586" style="position:absolute" from="10037,453" to="10042,453" strokeweight=".01428mm"/>
            <v:line id="_x0000_s2585" style="position:absolute" from="10042,453" to="10047,453" strokeweight=".01428mm"/>
            <v:line id="_x0000_s2584" style="position:absolute" from="10047,453" to="10051,455" strokeweight=".01428mm"/>
            <v:line id="_x0000_s2583" style="position:absolute" from="10051,455" to="10055,457" strokeweight=".01428mm"/>
            <v:line id="_x0000_s2582" style="position:absolute" from="10055,457" to="10056,460" strokeweight=".01428mm"/>
            <v:line id="_x0000_s2581" style="position:absolute" from="10056,460" to="10058,466" strokeweight=".01428mm"/>
            <v:line id="_x0000_s2580" style="position:absolute" from="10058,466" to="10058,474" strokeweight=".01428mm"/>
            <v:line id="_x0000_s2579" style="position:absolute" from="10058,474" to="10058,558" strokeweight=".01428mm"/>
            <v:line id="_x0000_s2578" style="position:absolute" from="10058,558" to="9969,449" strokeweight=".01428mm"/>
            <v:line id="_x0000_s2577" style="position:absolute" from="9969,449" to="9930,449" strokeweight=".01428mm"/>
            <v:line id="_x0000_s2576" style="position:absolute" from="9930,449" to="9930,453" strokeweight=".01428mm"/>
            <v:line id="_x0000_s2575" style="position:absolute" from="10015,378" to="10015,301" strokeweight=".27108mm"/>
            <v:line id="_x0000_s2574" style="position:absolute" from="10015,378" to="10015,300" strokeweight=".28533mm"/>
            <v:line id="_x0000_s2573" style="position:absolute" from="10023,377" to="10023,301" strokeweight=".02853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572" type="#_x0000_t75" style="position:absolute;left:9941;top:96;width:151;height:147">
              <v:imagedata r:id="rId9" o:title=""/>
            </v:shape>
            <w10:wrap anchorx="page"/>
          </v:group>
        </w:pict>
      </w:r>
      <w:r w:rsidR="007405E6">
        <w:rPr>
          <w:noProof/>
          <w:lang w:val="nl-NL" w:eastAsia="nl-NL"/>
        </w:rPr>
        <w:drawing>
          <wp:anchor distT="0" distB="0" distL="0" distR="0" simplePos="0" relativeHeight="251648512" behindDoc="0" locked="0" layoutInCell="1" allowOverlap="1">
            <wp:simplePos x="0" y="0"/>
            <wp:positionH relativeFrom="page">
              <wp:posOffset>6215795</wp:posOffset>
            </wp:positionH>
            <wp:positionV relativeFrom="paragraph">
              <wp:posOffset>755004</wp:posOffset>
            </wp:positionV>
            <wp:extent cx="307092" cy="115209"/>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0" cstate="print"/>
                    <a:stretch>
                      <a:fillRect/>
                    </a:stretch>
                  </pic:blipFill>
                  <pic:spPr>
                    <a:xfrm>
                      <a:off x="0" y="0"/>
                      <a:ext cx="307092" cy="115209"/>
                    </a:xfrm>
                    <a:prstGeom prst="rect">
                      <a:avLst/>
                    </a:prstGeom>
                  </pic:spPr>
                </pic:pic>
              </a:graphicData>
            </a:graphic>
          </wp:anchor>
        </w:drawing>
      </w:r>
      <w:r w:rsidR="007405E6" w:rsidRPr="008064BE">
        <w:rPr>
          <w:lang w:val="nl-NL"/>
        </w:rPr>
        <w:t>Zweedse onderzoekers hebben een lichtgewicht oplaadbare batterij van papier ontwikkeld. Deze batterij is gebaseerd op een polymeer van pyrrol. De structuurformule van pyrrol is hiernaast weergegeven. De bereiding van het polymeer verloopt in twee stappen die in één proces na elkaar verlopen.</w:t>
      </w:r>
    </w:p>
    <w:p w:rsidR="00F408A2" w:rsidRPr="008064BE" w:rsidRDefault="007405E6">
      <w:pPr>
        <w:pStyle w:val="Plattetekst"/>
        <w:spacing w:line="261" w:lineRule="auto"/>
        <w:ind w:left="1103" w:right="1562"/>
        <w:rPr>
          <w:lang w:val="nl-NL"/>
        </w:rPr>
      </w:pPr>
      <w:r w:rsidRPr="008064BE">
        <w:rPr>
          <w:lang w:val="nl-NL"/>
        </w:rPr>
        <w:t>Stap 1: pyrrol wordt opgelost in ethanol en in contact gebracht met een overmaat ijzer(III)chloride-oplossing, waarmee het reageert.</w:t>
      </w:r>
    </w:p>
    <w:p w:rsidR="00F408A2" w:rsidRPr="008064BE" w:rsidRDefault="007405E6">
      <w:pPr>
        <w:pStyle w:val="Plattetekst"/>
        <w:spacing w:line="261" w:lineRule="auto"/>
        <w:ind w:left="1103" w:right="635"/>
        <w:rPr>
          <w:lang w:val="nl-NL"/>
        </w:rPr>
      </w:pPr>
      <w:r w:rsidRPr="008064BE">
        <w:rPr>
          <w:spacing w:val="3"/>
          <w:lang w:val="nl-NL"/>
        </w:rPr>
        <w:t xml:space="preserve">Er </w:t>
      </w:r>
      <w:r w:rsidRPr="008064BE">
        <w:rPr>
          <w:spacing w:val="4"/>
          <w:lang w:val="nl-NL"/>
        </w:rPr>
        <w:t xml:space="preserve">treedt een zogenoemde elektrochemische </w:t>
      </w:r>
      <w:r w:rsidRPr="008064BE">
        <w:rPr>
          <w:spacing w:val="5"/>
          <w:lang w:val="nl-NL"/>
        </w:rPr>
        <w:t xml:space="preserve">polymerisatiereactie </w:t>
      </w:r>
      <w:r w:rsidRPr="008064BE">
        <w:rPr>
          <w:spacing w:val="4"/>
          <w:lang w:val="nl-NL"/>
        </w:rPr>
        <w:t xml:space="preserve">op, waarbij onder andere </w:t>
      </w:r>
      <w:r w:rsidRPr="008064BE">
        <w:rPr>
          <w:spacing w:val="5"/>
          <w:lang w:val="nl-NL"/>
        </w:rPr>
        <w:t xml:space="preserve">polypyrrol </w:t>
      </w:r>
      <w:r w:rsidRPr="008064BE">
        <w:rPr>
          <w:spacing w:val="4"/>
          <w:lang w:val="nl-NL"/>
        </w:rPr>
        <w:t xml:space="preserve">(PPy) </w:t>
      </w:r>
      <w:r w:rsidRPr="008064BE">
        <w:rPr>
          <w:spacing w:val="2"/>
          <w:lang w:val="nl-NL"/>
        </w:rPr>
        <w:t xml:space="preserve">en </w:t>
      </w:r>
      <w:r w:rsidRPr="008064BE">
        <w:rPr>
          <w:spacing w:val="4"/>
          <w:lang w:val="nl-NL"/>
        </w:rPr>
        <w:t>ijzer(II)ionen</w:t>
      </w:r>
      <w:r w:rsidRPr="008064BE">
        <w:rPr>
          <w:spacing w:val="57"/>
          <w:lang w:val="nl-NL"/>
        </w:rPr>
        <w:t xml:space="preserve"> </w:t>
      </w:r>
      <w:r w:rsidRPr="008064BE">
        <w:rPr>
          <w:spacing w:val="4"/>
          <w:lang w:val="nl-NL"/>
        </w:rPr>
        <w:t>ontstaan.</w:t>
      </w:r>
    </w:p>
    <w:p w:rsidR="00F408A2" w:rsidRPr="008064BE" w:rsidRDefault="008064BE">
      <w:pPr>
        <w:pStyle w:val="Plattetekst"/>
        <w:spacing w:before="8"/>
        <w:rPr>
          <w:sz w:val="8"/>
          <w:lang w:val="nl-NL"/>
        </w:rPr>
      </w:pPr>
      <w:r>
        <w:pict>
          <v:group id="_x0000_s2138" style="position:absolute;margin-left:82.1pt;margin-top:7.5pt;width:267.2pt;height:59.75pt;z-index:-251649536;mso-wrap-distance-left:0;mso-wrap-distance-right:0;mso-position-horizontal-relative:page" coordorigin="1642,150" coordsize="5344,1195">
            <v:line id="_x0000_s2570" style="position:absolute" from="1980,1114" to="1852,808" strokeweight=".19986mm"/>
            <v:line id="_x0000_s2569" style="position:absolute" from="1852,808" to="2162,553" strokeweight=".19983mm"/>
            <v:line id="_x0000_s2568" style="position:absolute" from="2162,553" to="2479,817" strokeweight=".19983mm"/>
            <v:line id="_x0000_s2567" style="position:absolute" from="2479,817" to="2338,1119" strokeweight=".19986mm"/>
            <v:line id="_x0000_s2566" style="position:absolute" from="2338,1119" to="1980,1114" strokeweight=".19983mm"/>
            <v:line id="_x0000_s2565" style="position:absolute" from="2306,1056" to="2416,834" strokeweight=".2855mm"/>
            <v:line id="_x0000_s2564" style="position:absolute" from="2011,1059" to="1915,831" strokeweight=".2855mm"/>
            <v:line id="_x0000_s2563" style="position:absolute" from="3215,409" to="3345,716" strokeweight=".19986mm"/>
            <v:line id="_x0000_s2562" style="position:absolute" from="3345,716" to="3034,972" strokeweight=".19983mm"/>
            <v:line id="_x0000_s2561" style="position:absolute" from="3034,972" to="2718,707" strokeweight=".19983mm"/>
            <v:line id="_x0000_s2560" style="position:absolute" from="2718,707" to="2858,406" strokeweight=".19986mm"/>
            <v:line id="_x0000_s2559" style="position:absolute" from="2858,406" to="3215,409" strokeweight=".19983mm"/>
            <v:line id="_x0000_s2558" style="position:absolute" from="2890,469" to="2781,690" strokeweight=".2855mm"/>
            <v:line id="_x0000_s2557" style="position:absolute" from="3185,465" to="3280,694" strokeweight=".2855mm"/>
            <v:line id="_x0000_s2556" style="position:absolute" from="2484,812" to="2710,711" strokeweight=".28547mm"/>
            <v:line id="_x0000_s2555" style="position:absolute" from="3711,1121" to="3583,813" strokeweight=".19986mm"/>
            <v:line id="_x0000_s2554" style="position:absolute" from="3583,813" to="3892,558" strokeweight=".19983mm"/>
            <v:line id="_x0000_s2553" style="position:absolute" from="3892,558" to="4208,823" strokeweight=".19983mm"/>
            <v:line id="_x0000_s2552" style="position:absolute" from="4208,823" to="4068,1124" strokeweight=".19986mm"/>
            <v:line id="_x0000_s2551" style="position:absolute" from="4068,1124" to="3711,1121" strokeweight=".19983mm"/>
            <v:line id="_x0000_s2550" style="position:absolute" from="4036,1061" to="4144,839" strokeweight=".2855mm"/>
            <v:line id="_x0000_s2549" style="position:absolute" from="3741,1064" to="3646,836" strokeweight=".2855mm"/>
            <v:line id="_x0000_s2548" style="position:absolute" from="4946,415" to="5073,721" strokeweight=".19986mm"/>
            <v:line id="_x0000_s2547" style="position:absolute" from="5073,721" to="4764,977" strokeweight=".19983mm"/>
            <v:line id="_x0000_s2546" style="position:absolute" from="4764,977" to="4449,713" strokeweight=".19983mm"/>
            <v:line id="_x0000_s2545" style="position:absolute" from="4449,713" to="4588,410" strokeweight=".19986mm"/>
            <v:line id="_x0000_s2544" style="position:absolute" from="4588,410" to="4946,415" strokeweight=".19983mm"/>
            <v:line id="_x0000_s2543" style="position:absolute" from="4620,473" to="4512,695" strokeweight=".2855mm"/>
            <v:line id="_x0000_s2542" style="position:absolute" from="4915,470" to="5010,698" strokeweight=".2855mm"/>
            <v:line id="_x0000_s2541" style="position:absolute" from="4214,817" to="4441,718" strokeweight=".28547mm"/>
            <v:line id="_x0000_s2540" style="position:absolute" from="3356,702" to="3578,812" strokeweight=".28547mm"/>
            <v:line id="_x0000_s2539" style="position:absolute" from="1648,734" to="1666,728" strokeweight=".22836mm"/>
            <v:line id="_x0000_s2538" style="position:absolute" from="1666,728" to="1681,726" strokeweight=".22836mm"/>
            <v:line id="_x0000_s2537" style="position:absolute" from="1681,726" to="1691,729" strokeweight=".22836mm"/>
            <v:line id="_x0000_s2536" style="position:absolute" from="1691,729" to="1697,737" strokeweight=".22839mm"/>
            <v:line id="_x0000_s2535" style="position:absolute" from="1697,737" to="1702,745" strokeweight=".22839mm"/>
            <v:line id="_x0000_s2534" style="position:absolute" from="1702,745" to="1707,757" strokeweight=".22842mm"/>
            <v:line id="_x0000_s2533" style="position:absolute" from="1707,757" to="1716,770" strokeweight=".22839mm"/>
            <v:line id="_x0000_s2532" style="position:absolute" from="1716,770" to="1729,778" strokeweight=".22839mm"/>
            <v:line id="_x0000_s2531" style="position:absolute" from="1729,778" to="1744,779" strokeweight=".22836mm"/>
            <v:line id="_x0000_s2530" style="position:absolute" from="1744,779" to="1758,776" strokeweight=".22836mm"/>
            <v:line id="_x0000_s2529" style="position:absolute" from="1758,776" to="1768,771" strokeweight=".22839mm"/>
            <v:line id="_x0000_s2528" style="position:absolute" from="1768,771" to="1778,770" strokeweight=".22836mm"/>
            <v:line id="_x0000_s2527" style="position:absolute" from="1778,770" to="1789,771" strokeweight=".22836mm"/>
            <v:line id="_x0000_s2526" style="position:absolute" from="1789,771" to="1797,779" strokeweight=".22839mm"/>
            <v:line id="_x0000_s2525" style="position:absolute" from="1797,779" to="1805,794" strokeweight=".22839mm"/>
            <v:line id="_x0000_s2524" style="position:absolute" from="1805,794" to="1812,805" strokeweight=".22839mm"/>
            <v:line id="_x0000_s2523" style="position:absolute" from="1812,805" to="1820,812" strokeweight=".22839mm"/>
            <v:line id="_x0000_s2522" style="position:absolute" from="1820,812" to="1828,813" strokeweight=".22836mm"/>
            <v:line id="_x0000_s2521" style="position:absolute" from="1828,813" to="1836,812" strokeweight=".22836mm"/>
            <v:line id="_x0000_s2520" style="position:absolute" from="1836,812" to="1843,810" strokeweight=".22836mm"/>
            <v:line id="_x0000_s2519" style="position:absolute" from="1843,810" to="1844,808" strokeweight=".22839mm"/>
            <v:shape id="_x0000_s2518" style="position:absolute;left:2048;top:462;width:227;height:227" coordorigin="2048,462" coordsize="227,227" path="m2162,689r-81,-34l2048,575r3,-30l2105,477r57,-15l2192,465r68,52l2275,575r-3,30l2218,673r-56,16xe" stroked="f">
              <v:path arrowok="t"/>
            </v:shape>
            <v:shape id="_x0000_s2517" style="position:absolute;left:2048;top:462;width:227;height:227" coordorigin="2048,462" coordsize="227,227" path="m2162,462r80,33l2275,575r-3,30l2218,673r-56,16l2131,684r-67,-52l2048,575r3,-30l2105,477r57,-15xe" filled="f" strokecolor="white" strokeweight="0">
              <v:path arrowok="t"/>
            </v:shape>
            <v:shape id="_x0000_s2516" style="position:absolute;left:2082;top:507;width:159;height:149" coordorigin="2082,507" coordsize="159,149" o:spt="100" adj="0,,0" path="m2131,650r-36,l2105,647r3,-4l2110,640r,-113l2106,522r-4,-5l2097,516r-5,-4l2082,512r,-5l2121,507r25,31l2119,538r,91l2121,637r,5l2123,645r3,3l2131,650xm2241,512r-52,l2189,507r52,l2241,512xm2220,618r-10,l2210,525r-3,-9l2200,512r30,l2226,514r-3,3l2221,520r-1,5l2220,618xm2220,656r-3,l2119,538r27,l2210,618r10,l2220,656xm2140,653r-50,l2090,650r50,l2140,653xe" fillcolor="black" stroked="f">
              <v:stroke joinstyle="round"/>
              <v:formulas/>
              <v:path arrowok="t" o:connecttype="segments"/>
            </v:shape>
            <v:shape id="_x0000_s2515" style="position:absolute;left:2082;top:507;width:159;height:149" coordorigin="2082,507" coordsize="159,149" path="m2082,507r39,l2210,618r,-85l2210,525r-2,-5l2207,516r-3,-2l2200,512r-6,l2189,512r,-5l2241,507r,5l2236,512r-6,l2226,514r-3,3l2221,520r-1,5l2220,533r,123l2217,656,2119,538r,91l2121,637r,5l2123,645r3,3l2131,650r5,l2140,650r,3l2090,653r,-3l2095,650r5,-2l2105,647r3,-4l2110,640r,-5l2110,629r,-102l2106,522r-3,-3l2102,517r-5,-1l2092,512r-5,l2082,512r,-5xe" filled="f" strokeweight="0">
              <v:path arrowok="t"/>
            </v:shape>
            <v:line id="_x0000_s2514" style="position:absolute" from="2082,512" to="2087,512" strokeweight="0"/>
            <v:line id="_x0000_s2513" style="position:absolute" from="2087,512" to="2092,512" strokeweight="0"/>
            <v:line id="_x0000_s2512" style="position:absolute" from="2092,512" to="2097,516" strokeweight="0"/>
            <v:line id="_x0000_s2511" style="position:absolute" from="2097,516" to="2102,517" strokeweight="0"/>
            <v:line id="_x0000_s2510" style="position:absolute" from="2102,517" to="2103,519" strokeweight="0"/>
            <v:line id="_x0000_s2509" style="position:absolute" from="2103,519" to="2106,522" strokeweight="0"/>
            <v:line id="_x0000_s2508" style="position:absolute" from="2106,522" to="2110,527" strokeweight="0"/>
            <v:line id="_x0000_s2507" style="position:absolute" from="2110,527" to="2110,629" strokeweight="0"/>
            <v:line id="_x0000_s2506" style="position:absolute" from="2110,629" to="2110,635" strokeweight="0"/>
            <v:line id="_x0000_s2505" style="position:absolute" from="2110,635" to="2110,640" strokeweight="0"/>
            <v:line id="_x0000_s2504" style="position:absolute" from="2110,640" to="2108,643" strokeweight="0"/>
            <v:line id="_x0000_s2503" style="position:absolute" from="2108,643" to="2105,647" strokeweight="0"/>
            <v:line id="_x0000_s2502" style="position:absolute" from="2105,647" to="2100,648" strokeweight="0"/>
            <v:line id="_x0000_s2501" style="position:absolute" from="2100,648" to="2095,650" strokeweight="0"/>
            <v:line id="_x0000_s2500" style="position:absolute" from="2095,650" to="2090,650" strokeweight="0"/>
            <v:line id="_x0000_s2499" style="position:absolute" from="2090,650" to="2090,653" strokeweight="0"/>
            <v:line id="_x0000_s2498" style="position:absolute" from="2090,653" to="2140,653" strokeweight="0"/>
            <v:line id="_x0000_s2497" style="position:absolute" from="2140,653" to="2140,650" strokeweight="0"/>
            <v:line id="_x0000_s2496" style="position:absolute" from="2140,650" to="2136,650" strokeweight="0"/>
            <v:line id="_x0000_s2495" style="position:absolute" from="2136,650" to="2131,650" strokeweight="0"/>
            <v:line id="_x0000_s2494" style="position:absolute" from="2131,650" to="2126,648" strokeweight="0"/>
            <v:line id="_x0000_s2493" style="position:absolute" from="2126,648" to="2123,645" strokeweight="0"/>
            <v:line id="_x0000_s2492" style="position:absolute" from="2123,645" to="2121,642" strokeweight="0"/>
            <v:line id="_x0000_s2491" style="position:absolute" from="2121,642" to="2121,637" strokeweight="0"/>
            <v:line id="_x0000_s2490" style="position:absolute" from="2121,637" to="2119,629" strokeweight="0"/>
            <v:line id="_x0000_s2489" style="position:absolute" from="2119,629" to="2119,538" strokeweight="0"/>
            <v:line id="_x0000_s2488" style="position:absolute" from="2119,538" to="2217,656" strokeweight="0"/>
            <v:line id="_x0000_s2487" style="position:absolute" from="2218,656" to="2218,533" strokeweight=".05711mm"/>
            <v:line id="_x0000_s2486" style="position:absolute" from="2220,533" to="2220,525" strokeweight="0"/>
            <v:line id="_x0000_s2485" style="position:absolute" from="2220,525" to="2221,520" strokeweight="0"/>
            <v:line id="_x0000_s2484" style="position:absolute" from="2221,520" to="2223,517" strokeweight="0"/>
            <v:line id="_x0000_s2483" style="position:absolute" from="2223,517" to="2226,514" strokeweight="0"/>
            <v:line id="_x0000_s2482" style="position:absolute" from="2226,514" to="2230,512" strokeweight="0"/>
            <v:line id="_x0000_s2481" style="position:absolute" from="2230,512" to="2236,512" strokeweight="0"/>
            <v:line id="_x0000_s2480" style="position:absolute" from="2236,512" to="2241,512" strokeweight="0"/>
            <v:line id="_x0000_s2479" style="position:absolute" from="2241,512" to="2241,507" strokeweight="0"/>
            <v:line id="_x0000_s2478" style="position:absolute" from="2241,507" to="2189,507" strokeweight="0"/>
            <v:line id="_x0000_s2477" style="position:absolute" from="2189,507" to="2189,512" strokeweight="0"/>
            <v:line id="_x0000_s2476" style="position:absolute" from="2189,512" to="2194,512" strokeweight="0"/>
            <v:line id="_x0000_s2475" style="position:absolute" from="2194,512" to="2200,512" strokeweight="0"/>
            <v:line id="_x0000_s2474" style="position:absolute" from="2200,512" to="2204,514" strokeweight="0"/>
            <v:line id="_x0000_s2473" style="position:absolute" from="2204,514" to="2207,516" strokeweight="0"/>
            <v:line id="_x0000_s2472" style="position:absolute" from="2207,516" to="2208,520" strokeweight="0"/>
            <v:line id="_x0000_s2471" style="position:absolute" from="2208,520" to="2210,525" strokeweight="0"/>
            <v:line id="_x0000_s2470" style="position:absolute" from="2210,525" to="2210,533" strokeweight="0"/>
            <v:line id="_x0000_s2469" style="position:absolute" from="2210,533" to="2210,618" strokeweight="0"/>
            <v:line id="_x0000_s2468" style="position:absolute" from="2210,618" to="2121,507" strokeweight="0"/>
            <v:line id="_x0000_s2467" style="position:absolute" from="2121,507" to="2082,507" strokeweight="0"/>
            <v:line id="_x0000_s2466" style="position:absolute" from="2082,507" to="2082,512" strokeweight="0"/>
            <v:shape id="_x0000_s2465" style="position:absolute;left:3778;top:462;width:227;height:227" coordorigin="3779,462" coordsize="227,227" path="m3892,689r-81,-34l3779,575r3,-30l3835,477r57,-15l3923,465r66,52l4005,575r-5,30l3949,673r-57,16xe" stroked="f">
              <v:path arrowok="t"/>
            </v:shape>
            <v:shape id="_x0000_s2464" style="position:absolute;left:3778;top:462;width:227;height:227" coordorigin="3779,462" coordsize="227,227" path="m3892,462r79,33l4005,575r-5,30l3949,673r-57,16l3861,684r-68,-52l3779,575r3,-30l3835,477r57,-15xe" filled="f" strokecolor="white" strokeweight="0">
              <v:path arrowok="t"/>
            </v:shape>
            <v:shape id="_x0000_s2463" style="position:absolute;left:3812;top:507;width:159;height:149" coordorigin="3813,507" coordsize="159,149" o:spt="100" adj="0,,0" path="m3861,650r-35,l3835,647r3,-4l3840,640r,-113l3837,522r-3,-3l3827,516r-5,-4l3813,512r,-5l3851,507r25,31l3850,538r,99l3851,642r2,3l3856,648r5,2xm3971,512r-52,l3919,507r52,l3971,512xm3950,618r-10,l3940,525r-3,-9l3931,512r29,l3955,514r-3,3l3952,520r-2,5l3950,618xm3950,656r-3,l3850,538r26,l3940,618r10,l3950,656xm3871,653r-52,l3819,650r52,l3871,653xe" fillcolor="black" stroked="f">
              <v:stroke joinstyle="round"/>
              <v:formulas/>
              <v:path arrowok="t" o:connecttype="segments"/>
            </v:shape>
            <v:shape id="_x0000_s2462" style="position:absolute;left:3812;top:507;width:159;height:149" coordorigin="3813,507" coordsize="159,149" path="m3813,507r38,l3940,618r,-85l3940,525r-1,-5l3937,516r-3,-2l3931,512r-7,l3919,512r,-5l3971,507r,5l3966,512r-6,l3955,514r-3,3l3952,520r-2,5l3950,533r,123l3947,656,3850,538r,91l3850,637r1,5l3853,645r3,3l3861,650r5,l3871,650r,3l3819,653r,-3l3826,650r4,-2l3835,647r3,-4l3840,640r,-5l3840,629r,-102l3837,522r-3,-3l3830,517r-3,-1l3822,512r-5,l3813,512r,-5xe" filled="f" strokeweight="0">
              <v:path arrowok="t"/>
            </v:shape>
            <v:line id="_x0000_s2461" style="position:absolute" from="3813,512" to="3817,512" strokeweight="0"/>
            <v:line id="_x0000_s2460" style="position:absolute" from="3817,512" to="3822,512" strokeweight="0"/>
            <v:line id="_x0000_s2459" style="position:absolute" from="3822,512" to="3827,516" strokeweight="0"/>
            <v:line id="_x0000_s2458" style="position:absolute" from="3827,516" to="3830,517" strokeweight="0"/>
            <v:line id="_x0000_s2457" style="position:absolute" from="3830,517" to="3834,519" strokeweight="0"/>
            <v:line id="_x0000_s2456" style="position:absolute" from="3834,519" to="3837,522" strokeweight="0"/>
            <v:line id="_x0000_s2455" style="position:absolute" from="3837,522" to="3840,527" strokeweight="0"/>
            <v:line id="_x0000_s2454" style="position:absolute" from="3840,527" to="3840,629" strokeweight="0"/>
            <v:line id="_x0000_s2453" style="position:absolute" from="3840,629" to="3840,635" strokeweight="0"/>
            <v:line id="_x0000_s2452" style="position:absolute" from="3840,635" to="3840,640" strokeweight="0"/>
            <v:line id="_x0000_s2451" style="position:absolute" from="3840,640" to="3838,643" strokeweight="0"/>
            <v:line id="_x0000_s2450" style="position:absolute" from="3838,643" to="3835,647" strokeweight="0"/>
            <v:line id="_x0000_s2449" style="position:absolute" from="3835,647" to="3830,648" strokeweight="0"/>
            <v:line id="_x0000_s2448" style="position:absolute" from="3830,648" to="3826,650" strokeweight="0"/>
            <v:line id="_x0000_s2447" style="position:absolute" from="3826,650" to="3819,650" strokeweight="0"/>
            <v:line id="_x0000_s2446" style="position:absolute" from="3819,650" to="3819,653" strokeweight="0"/>
            <v:line id="_x0000_s2445" style="position:absolute" from="3819,653" to="3871,653" strokeweight="0"/>
            <v:line id="_x0000_s2444" style="position:absolute" from="3871,653" to="3871,650" strokeweight="0"/>
            <v:line id="_x0000_s2443" style="position:absolute" from="3871,650" to="3866,650" strokeweight="0"/>
            <v:line id="_x0000_s2442" style="position:absolute" from="3866,650" to="3861,650" strokeweight="0"/>
            <v:line id="_x0000_s2441" style="position:absolute" from="3861,650" to="3856,648" strokeweight="0"/>
            <v:line id="_x0000_s2440" style="position:absolute" from="3856,648" to="3853,645" strokeweight="0"/>
            <v:line id="_x0000_s2439" style="position:absolute" from="3853,645" to="3851,642" strokeweight="0"/>
            <v:line id="_x0000_s2438" style="position:absolute" from="3851,642" to="3850,637" strokeweight="0"/>
            <v:line id="_x0000_s2437" style="position:absolute" from="3850,637" to="3850,629" strokeweight="0"/>
            <v:line id="_x0000_s2436" style="position:absolute" from="3850,629" to="3850,538" strokeweight="0"/>
            <v:line id="_x0000_s2435" style="position:absolute" from="3850,538" to="3947,656" strokeweight="0"/>
            <v:line id="_x0000_s2434" style="position:absolute" from="3949,656" to="3949,533" strokeweight=".05711mm"/>
            <v:line id="_x0000_s2433" style="position:absolute" from="3950,533" to="3950,525" strokeweight="0"/>
            <v:line id="_x0000_s2432" style="position:absolute" from="3950,525" to="3952,520" strokeweight="0"/>
            <v:line id="_x0000_s2431" style="position:absolute" from="3952,520" to="3952,517" strokeweight="0"/>
            <v:line id="_x0000_s2430" style="position:absolute" from="3952,517" to="3955,514" strokeweight="0"/>
            <v:line id="_x0000_s2429" style="position:absolute" from="3955,514" to="3960,512" strokeweight="0"/>
            <v:line id="_x0000_s2428" style="position:absolute" from="3960,512" to="3966,512" strokeweight="0"/>
            <v:line id="_x0000_s2427" style="position:absolute" from="3966,512" to="3971,512" strokeweight="0"/>
            <v:line id="_x0000_s2426" style="position:absolute" from="3971,512" to="3971,507" strokeweight="0"/>
            <v:line id="_x0000_s2425" style="position:absolute" from="3971,507" to="3919,507" strokeweight="0"/>
            <v:line id="_x0000_s2424" style="position:absolute" from="3919,507" to="3919,512" strokeweight="0"/>
            <v:line id="_x0000_s2423" style="position:absolute" from="3919,512" to="3924,512" strokeweight="0"/>
            <v:line id="_x0000_s2422" style="position:absolute" from="3924,512" to="3931,512" strokeweight="0"/>
            <v:line id="_x0000_s2421" style="position:absolute" from="3931,512" to="3934,514" strokeweight="0"/>
            <v:line id="_x0000_s2420" style="position:absolute" from="3934,514" to="3937,516" strokeweight="0"/>
            <v:line id="_x0000_s2419" style="position:absolute" from="3937,516" to="3939,520" strokeweight="0"/>
            <v:line id="_x0000_s2418" style="position:absolute" from="3939,520" to="3940,525" strokeweight="0"/>
            <v:line id="_x0000_s2417" style="position:absolute" from="3940,525" to="3940,533" strokeweight="0"/>
            <v:line id="_x0000_s2416" style="position:absolute" from="3940,533" to="3940,618" strokeweight="0"/>
            <v:line id="_x0000_s2415" style="position:absolute" from="3940,618" to="3851,507" strokeweight="0"/>
            <v:line id="_x0000_s2414" style="position:absolute" from="3851,507" to="3813,507" strokeweight="0"/>
            <v:line id="_x0000_s2413" style="position:absolute" from="3813,507" to="3813,512" strokeweight="0"/>
            <v:shape id="_x0000_s2412" style="position:absolute;left:2920;top:813;width:227;height:227" coordorigin="2921,813" coordsize="227,227" path="m3034,1040r-79,-32l2921,927r5,-30l2977,830r57,-17l3065,818r68,52l3147,927r-3,30l3092,1025r-58,15xe" stroked="f">
              <v:path arrowok="t"/>
            </v:shape>
            <v:shape id="_x0000_s2411" style="position:absolute;left:2920;top:813;width:227;height:227" coordorigin="2921,813" coordsize="227,227" path="m3034,813r58,17l3144,897r3,30l3144,957r-52,68l3034,1040r-29,-3l2937,985r-16,-58l2926,897r51,-67l3034,813xe" filled="f" strokecolor="white" strokeweight="0">
              <v:path arrowok="t"/>
            </v:shape>
            <v:shape id="_x0000_s2410" style="position:absolute;left:2954;top:860;width:159;height:148" coordorigin="2955,860" coordsize="159,148" o:spt="100" adj="0,,0" path="m3003,1001r-29,l2977,999r4,-3l2982,993r2,-5l2984,878r-5,-3l2976,872r-2,-4l2964,865r-3,-1l2955,864r,-4l2994,860r25,31l2994,891r,102l2995,996r3,3l3003,1001xm3113,864r-50,l3063,860r50,l3113,864xm3092,969r-8,l3084,885r-1,-9l3083,872r-2,-4l3078,865r-5,-1l3104,864r-5,3l3095,868r-1,5l3094,878r-2,7l3092,969xm3092,1008r-3,l2994,891r25,l3084,969r8,l3092,1008xm3015,1006r-52,l2963,1001r52,l3015,1006xe" fillcolor="black" stroked="f">
              <v:stroke joinstyle="round"/>
              <v:formulas/>
              <v:path arrowok="t" o:connecttype="segments"/>
            </v:shape>
            <v:shape id="_x0000_s2409" style="position:absolute;left:2954;top:860;width:159;height:148" coordorigin="2955,860" coordsize="159,148" path="m2955,860r39,l3084,969r,-84l3083,876r,-4l3081,868r-3,-3l3073,864r-5,l3063,864r,-4l3113,860r,4l3108,864r-4,l3099,867r-4,1l3094,873r,5l3092,885r,123l3089,1008,2994,891r,89l2994,988r,5l2995,996r3,3l3003,1001r5,l3015,1001r,5l2963,1006r,-5l2968,1001r6,l2977,999r4,-3l2982,993r2,-5l2984,980r,-102l2979,875r-3,-3l2974,868r-5,-1l2964,865r-3,-1l2955,864r,-4xe" filled="f" strokeweight="0">
              <v:path arrowok="t"/>
            </v:shape>
            <v:line id="_x0000_s2408" style="position:absolute" from="2955,864" to="2961,864" strokeweight="0"/>
            <v:line id="_x0000_s2407" style="position:absolute" from="2961,864" to="2964,865" strokeweight="0"/>
            <v:line id="_x0000_s2406" style="position:absolute" from="2964,865" to="2969,867" strokeweight="0"/>
            <v:line id="_x0000_s2405" style="position:absolute" from="2969,867" to="2974,868" strokeweight="0"/>
            <v:line id="_x0000_s2404" style="position:absolute" from="2974,868" to="2976,872" strokeweight="0"/>
            <v:line id="_x0000_s2403" style="position:absolute" from="2976,872" to="2979,875" strokeweight="0"/>
            <v:line id="_x0000_s2402" style="position:absolute" from="2979,875" to="2984,878" strokeweight="0"/>
            <v:line id="_x0000_s2401" style="position:absolute" from="2984,878" to="2984,980" strokeweight="0"/>
            <v:line id="_x0000_s2400" style="position:absolute" from="2984,980" to="2984,988" strokeweight="0"/>
            <v:line id="_x0000_s2399" style="position:absolute" from="2984,988" to="2982,993" strokeweight="0"/>
            <v:line id="_x0000_s2398" style="position:absolute" from="2982,993" to="2981,996" strokeweight="0"/>
            <v:line id="_x0000_s2397" style="position:absolute" from="2981,996" to="2977,999" strokeweight="0"/>
            <v:line id="_x0000_s2396" style="position:absolute" from="2977,999" to="2974,1001" strokeweight="0"/>
            <v:line id="_x0000_s2395" style="position:absolute" from="2974,1001" to="2968,1001" strokeweight="0"/>
            <v:line id="_x0000_s2394" style="position:absolute" from="2968,1001" to="2963,1001" strokeweight="0"/>
            <v:line id="_x0000_s2393" style="position:absolute" from="2963,1001" to="2963,1006" strokeweight="0"/>
            <v:line id="_x0000_s2392" style="position:absolute" from="2963,1006" to="3015,1006" strokeweight="0"/>
            <v:line id="_x0000_s2391" style="position:absolute" from="3015,1006" to="3015,1001" strokeweight="0"/>
            <v:line id="_x0000_s2390" style="position:absolute" from="3015,1001" to="3008,1001" strokeweight="0"/>
            <v:line id="_x0000_s2389" style="position:absolute" from="3008,1001" to="3003,1001" strokeweight="0"/>
            <v:line id="_x0000_s2388" style="position:absolute" from="3003,1001" to="2998,999" strokeweight="0"/>
            <v:line id="_x0000_s2387" style="position:absolute" from="2998,999" to="2995,996" strokeweight="0"/>
            <v:line id="_x0000_s2386" style="position:absolute" from="2995,996" to="2994,993" strokeweight="0"/>
            <v:line id="_x0000_s2385" style="position:absolute" from="2994,993" to="2994,988" strokeweight="0"/>
            <v:line id="_x0000_s2384" style="position:absolute" from="2994,988" to="2994,980" strokeweight="0"/>
            <v:line id="_x0000_s2383" style="position:absolute" from="2994,980" to="2994,891" strokeweight="0"/>
            <v:line id="_x0000_s2382" style="position:absolute" from="2994,891" to="3089,1008" strokeweight="0"/>
            <v:line id="_x0000_s2381" style="position:absolute" from="3091,1008" to="3091,885" strokeweight=".05711mm"/>
            <v:line id="_x0000_s2380" style="position:absolute" from="3092,885" to="3094,878" strokeweight="0"/>
            <v:line id="_x0000_s2379" style="position:absolute" from="3094,878" to="3094,873" strokeweight="0"/>
            <v:line id="_x0000_s2378" style="position:absolute" from="3094,873" to="3095,868" strokeweight="0"/>
            <v:line id="_x0000_s2377" style="position:absolute" from="3095,868" to="3099,867" strokeweight="0"/>
            <v:line id="_x0000_s2376" style="position:absolute" from="3099,867" to="3104,864" strokeweight="0"/>
            <v:line id="_x0000_s2375" style="position:absolute" from="3104,864" to="3108,864" strokeweight="0"/>
            <v:line id="_x0000_s2374" style="position:absolute" from="3108,864" to="3113,864" strokeweight="0"/>
            <v:line id="_x0000_s2373" style="position:absolute" from="3113,864" to="3113,860" strokeweight="0"/>
            <v:line id="_x0000_s2372" style="position:absolute" from="3113,860" to="3063,860" strokeweight="0"/>
            <v:line id="_x0000_s2371" style="position:absolute" from="3063,860" to="3063,864" strokeweight="0"/>
            <v:line id="_x0000_s2370" style="position:absolute" from="3063,864" to="3068,864" strokeweight="0"/>
            <v:line id="_x0000_s2369" style="position:absolute" from="3068,864" to="3073,864" strokeweight="0"/>
            <v:line id="_x0000_s2368" style="position:absolute" from="3073,864" to="3078,865" strokeweight="0"/>
            <v:line id="_x0000_s2367" style="position:absolute" from="3078,865" to="3081,868" strokeweight="0"/>
            <v:line id="_x0000_s2366" style="position:absolute" from="3081,868" to="3083,872" strokeweight="0"/>
            <v:line id="_x0000_s2365" style="position:absolute" from="3083,872" to="3083,876" strokeweight="0"/>
            <v:line id="_x0000_s2364" style="position:absolute" from="3083,876" to="3084,885" strokeweight="0"/>
            <v:line id="_x0000_s2363" style="position:absolute" from="3084,885" to="3084,969" strokeweight="0"/>
            <v:line id="_x0000_s2362" style="position:absolute" from="3084,969" to="2994,860" strokeweight="0"/>
            <v:line id="_x0000_s2361" style="position:absolute" from="2994,860" to="2955,860" strokeweight="0"/>
            <v:line id="_x0000_s2360" style="position:absolute" from="2955,860" to="2955,864" strokeweight="0"/>
            <v:shape id="_x0000_s2359" style="position:absolute;left:4655;top:813;width:227;height:227" coordorigin="4656,813" coordsize="227,227" path="m4769,1040r-79,-32l4656,927r5,-30l4713,830r56,-17l4800,818r68,52l4882,927r-3,30l4827,1025r-58,15xe" stroked="f">
              <v:path arrowok="t"/>
            </v:shape>
            <v:shape id="_x0000_s2358" style="position:absolute;left:4655;top:813;width:227;height:227" coordorigin="4656,813" coordsize="227,227" path="m4769,813r58,17l4879,897r3,30l4879,957r-52,68l4769,1040r-29,-3l4672,985r-16,-58l4661,897r52,-67l4769,813xe" filled="f" strokecolor="white" strokeweight="0">
              <v:path arrowok="t"/>
            </v:shape>
            <v:shape id="_x0000_s2357" style="position:absolute;left:4689;top:860;width:159;height:148" coordorigin="4690,860" coordsize="159,148" o:spt="100" adj="0,,0" path="m4738,1001r-29,l4713,999r3,-3l4717,993r2,-5l4719,878r-5,-3l4711,872r-2,-4l4700,865r-4,-1l4690,864r,-4l4729,860r25,31l4729,891r,102l4730,996r5,3l4738,1001xm4848,864r-50,l4798,860r50,l4848,864xm4827,969r-8,l4819,885r-1,-9l4818,872r-2,-4l4813,865r-5,-1l4839,864r-5,3l4831,868r-2,5l4829,878r-2,7l4827,969xm4827,1008r-3,l4729,891r25,l4819,969r8,l4827,1008xm4750,1006r-52,l4698,1001r52,l4750,1006xe" fillcolor="black" stroked="f">
              <v:stroke joinstyle="round"/>
              <v:formulas/>
              <v:path arrowok="t" o:connecttype="segments"/>
            </v:shape>
            <v:shape id="_x0000_s2356" style="position:absolute;left:4689;top:860;width:159;height:148" coordorigin="4690,860" coordsize="159,148" path="m4690,860r39,l4819,969r,-84l4818,876r,-4l4816,868r-3,-3l4808,864r-5,l4798,864r,-4l4848,860r,4l4844,864r-5,l4834,867r-3,1l4829,873r,5l4827,885r,123l4824,1008,4729,891r,89l4729,988r,5l4730,996r5,3l4738,1001r5,l4750,1001r,5l4698,1006r,-5l4703,1001r6,l4713,999r3,-3l4717,993r2,-5l4719,980r,-102l4714,875r-3,-3l4709,868r-5,-1l4700,865r-4,-1l4690,864r,-4xe" filled="f" strokeweight="0">
              <v:path arrowok="t"/>
            </v:shape>
            <v:line id="_x0000_s2355" style="position:absolute" from="4690,864" to="4696,864" strokeweight="0"/>
            <v:line id="_x0000_s2354" style="position:absolute" from="4696,864" to="4700,865" strokeweight="0"/>
            <v:line id="_x0000_s2353" style="position:absolute" from="4700,865" to="4704,867" strokeweight="0"/>
            <v:line id="_x0000_s2352" style="position:absolute" from="4704,867" to="4709,868" strokeweight="0"/>
            <v:line id="_x0000_s2351" style="position:absolute" from="4709,868" to="4711,872" strokeweight="0"/>
            <v:line id="_x0000_s2350" style="position:absolute" from="4711,872" to="4714,875" strokeweight="0"/>
            <v:line id="_x0000_s2349" style="position:absolute" from="4714,875" to="4719,878" strokeweight="0"/>
            <v:line id="_x0000_s2348" style="position:absolute" from="4719,878" to="4719,980" strokeweight="0"/>
            <v:line id="_x0000_s2347" style="position:absolute" from="4719,980" to="4719,988" strokeweight="0"/>
            <v:line id="_x0000_s2346" style="position:absolute" from="4719,988" to="4717,993" strokeweight="0"/>
            <v:line id="_x0000_s2345" style="position:absolute" from="4717,993" to="4716,996" strokeweight="0"/>
            <v:line id="_x0000_s2344" style="position:absolute" from="4716,996" to="4713,999" strokeweight="0"/>
            <v:line id="_x0000_s2343" style="position:absolute" from="4713,999" to="4709,1001" strokeweight="0"/>
            <v:line id="_x0000_s2342" style="position:absolute" from="4709,1001" to="4703,1001" strokeweight="0"/>
            <v:line id="_x0000_s2341" style="position:absolute" from="4703,1001" to="4698,1001" strokeweight="0"/>
            <v:line id="_x0000_s2340" style="position:absolute" from="4698,1001" to="4698,1006" strokeweight="0"/>
            <v:line id="_x0000_s2339" style="position:absolute" from="4698,1006" to="4750,1006" strokeweight="0"/>
            <v:line id="_x0000_s2338" style="position:absolute" from="4750,1006" to="4750,1001" strokeweight="0"/>
            <v:line id="_x0000_s2337" style="position:absolute" from="4750,1001" to="4743,1001" strokeweight="0"/>
            <v:line id="_x0000_s2336" style="position:absolute" from="4743,1001" to="4738,1001" strokeweight="0"/>
            <v:line id="_x0000_s2335" style="position:absolute" from="4738,1001" to="4735,999" strokeweight="0"/>
            <v:line id="_x0000_s2334" style="position:absolute" from="4735,999" to="4730,996" strokeweight="0"/>
            <v:line id="_x0000_s2333" style="position:absolute" from="4730,996" to="4729,993" strokeweight="0"/>
            <v:line id="_x0000_s2332" style="position:absolute" from="4729,993" to="4729,988" strokeweight="0"/>
            <v:line id="_x0000_s2331" style="position:absolute" from="4729,988" to="4729,980" strokeweight="0"/>
            <v:line id="_x0000_s2330" style="position:absolute" from="4729,980" to="4729,891" strokeweight="0"/>
            <v:line id="_x0000_s2329" style="position:absolute" from="4729,891" to="4824,1008" strokeweight="0"/>
            <v:line id="_x0000_s2328" style="position:absolute" from="4826,1008" to="4826,885" strokeweight=".05711mm"/>
            <v:line id="_x0000_s2327" style="position:absolute" from="4827,885" to="4829,878" strokeweight="0"/>
            <v:line id="_x0000_s2326" style="position:absolute" from="4829,878" to="4829,873" strokeweight="0"/>
            <v:line id="_x0000_s2325" style="position:absolute" from="4829,873" to="4831,868" strokeweight="0"/>
            <v:line id="_x0000_s2324" style="position:absolute" from="4831,868" to="4834,867" strokeweight="0"/>
            <v:line id="_x0000_s2323" style="position:absolute" from="4834,867" to="4839,864" strokeweight="0"/>
            <v:line id="_x0000_s2322" style="position:absolute" from="4839,864" to="4844,864" strokeweight="0"/>
            <v:line id="_x0000_s2321" style="position:absolute" from="4844,864" to="4848,864" strokeweight="0"/>
            <v:line id="_x0000_s2320" style="position:absolute" from="4848,864" to="4848,860" strokeweight="0"/>
            <v:line id="_x0000_s2319" style="position:absolute" from="4848,860" to="4798,860" strokeweight="0"/>
            <v:line id="_x0000_s2318" style="position:absolute" from="4798,860" to="4798,864" strokeweight="0"/>
            <v:line id="_x0000_s2317" style="position:absolute" from="4798,864" to="4803,864" strokeweight="0"/>
            <v:line id="_x0000_s2316" style="position:absolute" from="4803,864" to="4808,864" strokeweight="0"/>
            <v:line id="_x0000_s2315" style="position:absolute" from="4808,864" to="4813,865" strokeweight="0"/>
            <v:line id="_x0000_s2314" style="position:absolute" from="4813,865" to="4816,868" strokeweight="0"/>
            <v:line id="_x0000_s2313" style="position:absolute" from="4816,868" to="4818,872" strokeweight="0"/>
            <v:line id="_x0000_s2312" style="position:absolute" from="4818,872" to="4818,876" strokeweight="0"/>
            <v:line id="_x0000_s2311" style="position:absolute" from="4818,876" to="4819,885" strokeweight="0"/>
            <v:line id="_x0000_s2310" style="position:absolute" from="4819,885" to="4819,969" strokeweight="0"/>
            <v:line id="_x0000_s2309" style="position:absolute" from="4819,969" to="4729,860" strokeweight="0"/>
            <v:line id="_x0000_s2308" style="position:absolute" from="4729,860" to="4690,860" strokeweight="0"/>
            <v:line id="_x0000_s2307" style="position:absolute" from="4690,860" to="4690,864" strokeweight="0"/>
            <v:line id="_x0000_s2306" style="position:absolute" from="5421,1121" to="5292,813" strokeweight=".19986mm"/>
            <v:line id="_x0000_s2305" style="position:absolute" from="5292,813" to="5603,558" strokeweight=".19983mm"/>
            <v:line id="_x0000_s2304" style="position:absolute" from="5603,558" to="5918,823" strokeweight=".19983mm"/>
            <v:line id="_x0000_s2303" style="position:absolute" from="5918,823" to="5779,1124" strokeweight=".19986mm"/>
            <v:line id="_x0000_s2302" style="position:absolute" from="5779,1124" to="5421,1121" strokeweight=".19983mm"/>
            <v:line id="_x0000_s2301" style="position:absolute" from="5745,1061" to="5855,839" strokeweight=".2855mm"/>
            <v:line id="_x0000_s2300" style="position:absolute" from="5452,1064" to="5357,836" strokeweight=".2855mm"/>
            <v:line id="_x0000_s2299" style="position:absolute" from="6657,415" to="6784,721" strokeweight=".19986mm"/>
            <v:line id="_x0000_s2298" style="position:absolute" from="6784,721" to="6475,977" strokeweight=".19983mm"/>
            <v:line id="_x0000_s2297" style="position:absolute" from="6475,977" to="6158,713" strokeweight=".19983mm"/>
            <v:line id="_x0000_s2296" style="position:absolute" from="6158,713" to="6299,410" strokeweight=".19986mm"/>
            <v:line id="_x0000_s2295" style="position:absolute" from="6299,410" to="6657,415" strokeweight=".19983mm"/>
            <v:line id="_x0000_s2294" style="position:absolute" from="6331,473" to="6221,695" strokeweight=".2855mm"/>
            <v:line id="_x0000_s2293" style="position:absolute" from="6626,470" to="6720,698" strokeweight=".2855mm"/>
            <v:line id="_x0000_s2292" style="position:absolute" from="5925,817" to="6152,718" strokeweight=".28547mm"/>
            <v:line id="_x0000_s2291" style="position:absolute" from="5065,707" to="5290,807" strokeweight=".28547mm"/>
            <v:shape id="_x0000_s2290" style="position:absolute;left:5489;top:462;width:227;height:227" coordorigin="5489,462" coordsize="227,227" path="m5603,689r-58,-16l5493,605r-4,-30l5493,545r52,-68l5603,462r29,3l5700,517r16,58l5711,605r-52,68l5603,689xe" stroked="f">
              <v:path arrowok="t"/>
            </v:shape>
            <v:shape id="_x0000_s2289" style="position:absolute;left:5489;top:462;width:227;height:227" coordorigin="5489,462" coordsize="227,227" path="m5603,462r79,33l5716,575r-5,30l5659,673r-56,16l5572,684r-68,-52l5489,575r4,-30l5545,477r58,-15xe" filled="f" strokecolor="white" strokeweight="0">
              <v:path arrowok="t"/>
            </v:shape>
            <v:shape id="_x0000_s2288" style="position:absolute;left:5521;top:507;width:161;height:149" coordorigin="5522,507" coordsize="161,149" o:spt="100" adj="0,,0" path="m5570,650r-35,l5541,648r5,-1l5549,643r,-3l5551,635r,-108l5548,522r-3,-3l5532,512r-10,l5522,507r40,l5587,538r-26,l5561,637r1,5l5564,645r3,3l5570,650xm5682,512r-52,l5630,507r52,l5682,512xm5661,618r-10,l5651,525r-3,-9l5645,514r-5,-2l5671,512r-5,2l5663,517r-2,3l5661,618xm5661,656r-5,l5561,538r26,l5651,618r10,l5661,656xm5582,653r-52,l5530,650r52,l5582,653xe" fillcolor="black" stroked="f">
              <v:stroke joinstyle="round"/>
              <v:formulas/>
              <v:path arrowok="t" o:connecttype="segments"/>
            </v:shape>
            <v:shape id="_x0000_s2287" style="position:absolute;left:5521;top:507;width:161;height:149" coordorigin="5522,507" coordsize="161,149" path="m5522,507r40,l5651,618r,-85l5651,525r-1,-5l5648,516r-3,-2l5640,512r-5,l5630,512r,-5l5682,507r,5l5676,512r-5,l5666,514r-3,3l5661,520r,5l5661,533r,123l5656,656,5561,538r,91l5561,637r1,5l5564,645r3,3l5570,650r7,l5582,650r,3l5530,653r,-3l5535,650r6,-2l5546,647r3,-4l5549,640r2,-5l5551,629r,-102l5548,522r-3,-3l5541,517r-3,-1l5532,512r-4,l5522,512r,-5xe" filled="f" strokeweight="0">
              <v:path arrowok="t"/>
            </v:shape>
            <v:line id="_x0000_s2286" style="position:absolute" from="5522,512" to="5528,512" strokeweight="0"/>
            <v:line id="_x0000_s2285" style="position:absolute" from="5528,512" to="5532,512" strokeweight="0"/>
            <v:line id="_x0000_s2284" style="position:absolute" from="5532,512" to="5538,516" strokeweight="0"/>
            <v:line id="_x0000_s2283" style="position:absolute" from="5538,516" to="5541,517" strokeweight="0"/>
            <v:line id="_x0000_s2282" style="position:absolute" from="5541,517" to="5545,519" strokeweight="0"/>
            <v:line id="_x0000_s2281" style="position:absolute" from="5545,519" to="5548,522" strokeweight="0"/>
            <v:line id="_x0000_s2280" style="position:absolute" from="5548,522" to="5551,527" strokeweight="0"/>
            <v:line id="_x0000_s2279" style="position:absolute" from="5551,527" to="5551,629" strokeweight="0"/>
            <v:line id="_x0000_s2278" style="position:absolute" from="5551,629" to="5551,635" strokeweight="0"/>
            <v:line id="_x0000_s2277" style="position:absolute" from="5551,635" to="5549,640" strokeweight="0"/>
            <v:line id="_x0000_s2276" style="position:absolute" from="5549,640" to="5549,643" strokeweight="0"/>
            <v:line id="_x0000_s2275" style="position:absolute" from="5549,643" to="5546,647" strokeweight="0"/>
            <v:line id="_x0000_s2274" style="position:absolute" from="5546,647" to="5541,648" strokeweight="0"/>
            <v:line id="_x0000_s2273" style="position:absolute" from="5541,648" to="5535,650" strokeweight="0"/>
            <v:line id="_x0000_s2272" style="position:absolute" from="5535,650" to="5530,650" strokeweight="0"/>
            <v:line id="_x0000_s2271" style="position:absolute" from="5530,650" to="5530,653" strokeweight="0"/>
            <v:line id="_x0000_s2270" style="position:absolute" from="5530,653" to="5582,653" strokeweight="0"/>
            <v:line id="_x0000_s2269" style="position:absolute" from="5582,653" to="5582,650" strokeweight="0"/>
            <v:line id="_x0000_s2268" style="position:absolute" from="5582,650" to="5577,650" strokeweight="0"/>
            <v:line id="_x0000_s2267" style="position:absolute" from="5577,650" to="5570,650" strokeweight="0"/>
            <v:line id="_x0000_s2266" style="position:absolute" from="5570,650" to="5567,648" strokeweight="0"/>
            <v:line id="_x0000_s2265" style="position:absolute" from="5567,648" to="5564,645" strokeweight="0"/>
            <v:line id="_x0000_s2264" style="position:absolute" from="5564,645" to="5562,642" strokeweight="0"/>
            <v:line id="_x0000_s2263" style="position:absolute" from="5562,642" to="5561,637" strokeweight="0"/>
            <v:line id="_x0000_s2262" style="position:absolute" from="5561,637" to="5561,629" strokeweight="0"/>
            <v:line id="_x0000_s2261" style="position:absolute" from="5561,629" to="5561,538" strokeweight="0"/>
            <v:line id="_x0000_s2260" style="position:absolute" from="5561,538" to="5656,656" strokeweight="0"/>
            <v:line id="_x0000_s2259" style="position:absolute" from="5656,656" to="5661,656" strokeweight="0"/>
            <v:line id="_x0000_s2258" style="position:absolute" from="5661,656" to="5661,533" strokeweight="0"/>
            <v:line id="_x0000_s2257" style="position:absolute" from="5661,533" to="5661,525" strokeweight="0"/>
            <v:line id="_x0000_s2256" style="position:absolute" from="5661,525" to="5661,520" strokeweight="0"/>
            <v:line id="_x0000_s2255" style="position:absolute" from="5661,520" to="5663,517" strokeweight="0"/>
            <v:line id="_x0000_s2254" style="position:absolute" from="5663,517" to="5666,514" strokeweight="0"/>
            <v:line id="_x0000_s2253" style="position:absolute" from="5666,514" to="5671,512" strokeweight="0"/>
            <v:line id="_x0000_s2252" style="position:absolute" from="5671,512" to="5676,512" strokeweight="0"/>
            <v:line id="_x0000_s2251" style="position:absolute" from="5676,512" to="5682,512" strokeweight="0"/>
            <v:line id="_x0000_s2250" style="position:absolute" from="5682,512" to="5682,507" strokeweight="0"/>
            <v:line id="_x0000_s2249" style="position:absolute" from="5682,507" to="5630,507" strokeweight="0"/>
            <v:line id="_x0000_s2248" style="position:absolute" from="5630,507" to="5630,512" strokeweight="0"/>
            <v:line id="_x0000_s2247" style="position:absolute" from="5630,512" to="5635,512" strokeweight="0"/>
            <v:line id="_x0000_s2246" style="position:absolute" from="5635,512" to="5640,512" strokeweight="0"/>
            <v:line id="_x0000_s2245" style="position:absolute" from="5640,512" to="5645,514" strokeweight="0"/>
            <v:line id="_x0000_s2244" style="position:absolute" from="5645,514" to="5648,516" strokeweight="0"/>
            <v:line id="_x0000_s2243" style="position:absolute" from="5648,516" to="5650,520" strokeweight="0"/>
            <v:line id="_x0000_s2242" style="position:absolute" from="5650,520" to="5651,525" strokeweight="0"/>
            <v:line id="_x0000_s2241" style="position:absolute" from="5651,525" to="5651,533" strokeweight="0"/>
            <v:line id="_x0000_s2240" style="position:absolute" from="5651,533" to="5651,618" strokeweight="0"/>
            <v:line id="_x0000_s2239" style="position:absolute" from="5651,618" to="5562,507" strokeweight="0"/>
            <v:line id="_x0000_s2238" style="position:absolute" from="5562,507" to="5522,507" strokeweight="0"/>
            <v:line id="_x0000_s2237" style="position:absolute" from="5522,507" to="5522,512" strokeweight="0"/>
            <v:shape id="_x0000_s2236" style="position:absolute;left:6366;top:813;width:227;height:227" coordorigin="6367,813" coordsize="227,227" path="m6480,1040r-79,-32l6367,927r5,-30l6423,830r57,-17l6511,818r68,52l6593,927r-3,30l6537,1025r-57,15xe" stroked="f">
              <v:path arrowok="t"/>
            </v:shape>
            <v:shape id="_x0000_s2235" style="position:absolute;left:6366;top:813;width:227;height:227" coordorigin="6367,813" coordsize="227,227" path="m6480,813r81,34l6593,927r-3,30l6537,1025r-57,15l6451,1037r-68,-52l6367,927r5,-30l6423,830r57,-17xe" filled="f" strokecolor="white" strokeweight="0">
              <v:path arrowok="t"/>
            </v:shape>
            <v:shape id="_x0000_s2234" style="position:absolute;left:6400;top:860;width:159;height:148" coordorigin="6401,860" coordsize="159,148" o:spt="100" adj="0,,0" path="m6449,1001r-30,l6423,999r4,-3l6428,993r,-5l6430,980r,-102l6425,875r-3,-3l6420,868r-14,-4l6401,864r,-4l6440,860r25,31l6438,891r,89l6440,988r,5l6441,996r3,3l6449,1001xm6559,864r-51,l6508,860r51,l6559,864xm6538,969r-9,l6529,876r-2,-4l6525,868r-3,-3l6519,864r29,l6545,867r-3,1l6538,878r,91xm6538,1008r-3,l6438,891r27,l6529,969r9,l6538,1008xm6459,1006r-50,l6409,1001r50,l6459,1006xe" fillcolor="black" stroked="f">
              <v:stroke joinstyle="round"/>
              <v:formulas/>
              <v:path arrowok="t" o:connecttype="segments"/>
            </v:shape>
            <v:shape id="_x0000_s2233" style="position:absolute;left:6400;top:860;width:159;height:148" coordorigin="6401,860" coordsize="159,148" path="m6401,860r39,l6529,969r,-84l6529,876r-2,-4l6525,868r-3,-3l6519,864r-5,l6508,864r,-4l6559,860r,4l6555,864r-7,l6545,867r-3,1l6540,873r-2,5l6538,885r,123l6535,1008,6438,891r,89l6440,988r,5l6441,996r3,3l6449,1001r5,l6459,1001r,5l6409,1006r,-5l6414,1001r5,l6423,999r4,-3l6428,993r,-5l6430,980r,-102l6425,875r-3,-3l6420,868r-5,-1l6410,865r-4,-1l6401,864r,-4xe" filled="f" strokeweight="0">
              <v:path arrowok="t"/>
            </v:shape>
            <v:line id="_x0000_s2232" style="position:absolute" from="6401,864" to="6406,864" strokeweight="0"/>
            <v:line id="_x0000_s2231" style="position:absolute" from="6406,864" to="6410,865" strokeweight="0"/>
            <v:line id="_x0000_s2230" style="position:absolute" from="6410,865" to="6415,867" strokeweight="0"/>
            <v:line id="_x0000_s2229" style="position:absolute" from="6415,867" to="6420,868" strokeweight="0"/>
            <v:line id="_x0000_s2228" style="position:absolute" from="6420,868" to="6422,872" strokeweight="0"/>
            <v:line id="_x0000_s2227" style="position:absolute" from="6422,872" to="6425,875" strokeweight="0"/>
            <v:line id="_x0000_s2226" style="position:absolute" from="6425,875" to="6430,878" strokeweight="0"/>
            <v:line id="_x0000_s2225" style="position:absolute" from="6430,878" to="6430,980" strokeweight="0"/>
            <v:line id="_x0000_s2224" style="position:absolute" from="6430,980" to="6428,988" strokeweight="0"/>
            <v:line id="_x0000_s2223" style="position:absolute" from="6428,988" to="6428,993" strokeweight="0"/>
            <v:line id="_x0000_s2222" style="position:absolute" from="6428,993" to="6427,996" strokeweight="0"/>
            <v:line id="_x0000_s2221" style="position:absolute" from="6427,996" to="6423,999" strokeweight="0"/>
            <v:line id="_x0000_s2220" style="position:absolute" from="6423,999" to="6419,1001" strokeweight="0"/>
            <v:line id="_x0000_s2219" style="position:absolute" from="6419,1001" to="6414,1001" strokeweight="0"/>
            <v:line id="_x0000_s2218" style="position:absolute" from="6414,1001" to="6409,1001" strokeweight="0"/>
            <v:line id="_x0000_s2217" style="position:absolute" from="6409,1001" to="6409,1006" strokeweight="0"/>
            <v:line id="_x0000_s2216" style="position:absolute" from="6409,1006" to="6459,1006" strokeweight="0"/>
            <v:line id="_x0000_s2215" style="position:absolute" from="6459,1006" to="6459,1001" strokeweight="0"/>
            <v:line id="_x0000_s2214" style="position:absolute" from="6459,1001" to="6454,1001" strokeweight="0"/>
            <v:line id="_x0000_s2213" style="position:absolute" from="6454,1001" to="6449,1001" strokeweight="0"/>
            <v:line id="_x0000_s2212" style="position:absolute" from="6449,1001" to="6444,999" strokeweight="0"/>
            <v:line id="_x0000_s2211" style="position:absolute" from="6444,999" to="6441,996" strokeweight="0"/>
            <v:line id="_x0000_s2210" style="position:absolute" from="6441,996" to="6440,993" strokeweight="0"/>
            <v:line id="_x0000_s2209" style="position:absolute" from="6440,993" to="6440,988" strokeweight="0"/>
            <v:line id="_x0000_s2208" style="position:absolute" from="6440,988" to="6438,980" strokeweight="0"/>
            <v:line id="_x0000_s2207" style="position:absolute" from="6438,980" to="6438,891" strokeweight="0"/>
            <v:line id="_x0000_s2206" style="position:absolute" from="6438,891" to="6535,1008" strokeweight="0"/>
            <v:line id="_x0000_s2205" style="position:absolute" from="6537,1008" to="6537,885" strokeweight=".05711mm"/>
            <v:line id="_x0000_s2204" style="position:absolute" from="6538,885" to="6538,878" strokeweight="0"/>
            <v:line id="_x0000_s2203" style="position:absolute" from="6538,878" to="6540,873" strokeweight="0"/>
            <v:line id="_x0000_s2202" style="position:absolute" from="6540,873" to="6542,868" strokeweight="0"/>
            <v:line id="_x0000_s2201" style="position:absolute" from="6542,868" to="6545,867" strokeweight="0"/>
            <v:line id="_x0000_s2200" style="position:absolute" from="6545,867" to="6548,864" strokeweight="0"/>
            <v:line id="_x0000_s2199" style="position:absolute" from="6548,864" to="6555,864" strokeweight="0"/>
            <v:line id="_x0000_s2198" style="position:absolute" from="6555,864" to="6559,864" strokeweight="0"/>
            <v:line id="_x0000_s2197" style="position:absolute" from="6559,864" to="6559,860" strokeweight="0"/>
            <v:line id="_x0000_s2196" style="position:absolute" from="6559,860" to="6508,860" strokeweight="0"/>
            <v:line id="_x0000_s2195" style="position:absolute" from="6508,860" to="6508,864" strokeweight="0"/>
            <v:line id="_x0000_s2194" style="position:absolute" from="6508,864" to="6514,864" strokeweight="0"/>
            <v:line id="_x0000_s2193" style="position:absolute" from="6514,864" to="6519,864" strokeweight="0"/>
            <v:line id="_x0000_s2192" style="position:absolute" from="6519,864" to="6522,865" strokeweight="0"/>
            <v:line id="_x0000_s2191" style="position:absolute" from="6522,865" to="6525,868" strokeweight="0"/>
            <v:line id="_x0000_s2190" style="position:absolute" from="6525,868" to="6527,872" strokeweight="0"/>
            <v:line id="_x0000_s2189" style="position:absolute" from="6527,872" to="6529,876" strokeweight="0"/>
            <v:line id="_x0000_s2188" style="position:absolute" from="6529,876" to="6529,885" strokeweight="0"/>
            <v:line id="_x0000_s2187" style="position:absolute" from="6529,885" to="6529,969" strokeweight="0"/>
            <v:line id="_x0000_s2186" style="position:absolute" from="6529,969" to="6440,860" strokeweight="0"/>
            <v:line id="_x0000_s2185" style="position:absolute" from="6440,860" to="6401,860" strokeweight="0"/>
            <v:line id="_x0000_s2184" style="position:absolute" from="6401,860" to="6401,864" strokeweight="0"/>
            <v:line id="_x0000_s2183" style="position:absolute" from="6979,825" to="6959,830" strokeweight=".22836mm"/>
            <v:line id="_x0000_s2182" style="position:absolute" from="6959,830" to="6946,828" strokeweight=".22836mm"/>
            <v:line id="_x0000_s2181" style="position:absolute" from="6946,828" to="6937,825" strokeweight=".22836mm"/>
            <v:line id="_x0000_s2180" style="position:absolute" from="6937,825" to="6930,817" strokeweight=".22839mm"/>
            <v:line id="_x0000_s2179" style="position:absolute" from="6930,817" to="6927,807" strokeweight=".22842mm"/>
            <v:line id="_x0000_s2178" style="position:absolute" from="6927,807" to="6924,796" strokeweight=".22842mm"/>
            <v:line id="_x0000_s2177" style="position:absolute" from="6924,796" to="6914,781" strokeweight=".22839mm"/>
            <v:line id="_x0000_s2176" style="position:absolute" from="6914,781" to="6903,773" strokeweight=".22839mm"/>
            <v:line id="_x0000_s2175" style="position:absolute" from="6903,773" to="6888,770" strokeweight=".22836mm"/>
            <v:line id="_x0000_s2174" style="position:absolute" from="6888,770" to="6875,771" strokeweight=".22836mm"/>
            <v:line id="_x0000_s2173" style="position:absolute" from="6875,771" to="6864,773" strokeweight=".22836mm"/>
            <v:line id="_x0000_s2172" style="position:absolute" from="6864,773" to="6854,775" strokeweight=".22836mm"/>
            <v:line id="_x0000_s2171" style="position:absolute" from="6854,775" to="6843,771" strokeweight=".22836mm"/>
            <v:line id="_x0000_s2170" style="position:absolute" from="6843,771" to="6835,763" strokeweight=".22839mm"/>
            <v:line id="_x0000_s2169" style="position:absolute" from="6835,763" to="6830,749" strokeweight=".22842mm"/>
            <v:line id="_x0000_s2168" style="position:absolute" from="6830,749" to="6825,736" strokeweight=".22842mm"/>
            <v:line id="_x0000_s2167" style="position:absolute" from="6825,736" to="6817,729" strokeweight=".22839mm"/>
            <v:line id="_x0000_s2166" style="position:absolute" from="6817,729" to="6809,726" strokeweight=".22836mm"/>
            <v:line id="_x0000_s2165" style="position:absolute" from="6809,726" to="6801,726" strokeweight=".22836mm"/>
            <v:line id="_x0000_s2164" style="position:absolute" from="6801,726" to="6794,728" strokeweight=".22836mm"/>
            <v:line id="_x0000_s2163" style="position:absolute" from="6794,728" to="6792,729" strokeweight=".22839mm"/>
            <v:line id="_x0000_s2162" style="position:absolute" from="3896,435" to="3896,359" strokeweight=".25697mm"/>
            <v:line id="_x0000_s2161" style="position:absolute" from="3896,435" to="3896,358" strokeweight=".27125mm"/>
            <v:line id="_x0000_s2160" style="position:absolute" from="3903,435" to="3903,359" strokeweight=".02856mm"/>
            <v:shape id="_x0000_s2159" type="#_x0000_t75" style="position:absolute;left:3822;top:154;width:151;height:146">
              <v:imagedata r:id="rId11" o:title=""/>
            </v:shape>
            <v:line id="_x0000_s2158" style="position:absolute" from="5609,431" to="5609,354" strokeweight=".28556mm"/>
            <v:line id="_x0000_s2157" style="position:absolute" from="5609,431" to="5609,353" strokeweight=".29981mm"/>
            <v:line id="_x0000_s2156" style="position:absolute" from="5617,430" to="5617,354" strokeweight=".02856mm"/>
            <v:shape id="_x0000_s2155" type="#_x0000_t75" style="position:absolute;left:5534;top:149;width:151;height:146">
              <v:imagedata r:id="rId12" o:title=""/>
            </v:shape>
            <v:line id="_x0000_s2154" style="position:absolute" from="2169,435" to="2169,359" strokeweight=".25697mm"/>
            <v:line id="_x0000_s2153" style="position:absolute" from="2168,435" to="2168,358" strokeweight=".27125mm"/>
            <v:line id="_x0000_s2152" style="position:absolute" from="2176,435" to="2176,359" strokeweight=".02856mm"/>
            <v:shape id="_x0000_s2151" type="#_x0000_t75" style="position:absolute;left:2093;top:153;width:153;height:146">
              <v:imagedata r:id="rId13" o:title=""/>
            </v:shape>
            <v:shape id="_x0000_s2150" style="position:absolute;left:3033;top:1062;width:2;height:77" coordorigin="3033,1063" coordsize="0,77" path="m3033,1063r,76l3033,1063xe" fillcolor="black" stroked="f">
              <v:path arrowok="t"/>
            </v:shape>
            <v:line id="_x0000_s2149" style="position:absolute" from="3034,1139" to="3034,1062" strokeweight=".27125mm"/>
            <v:line id="_x0000_s2148" style="position:absolute" from="3026,1063" to="3026,1139" strokeweight=".02856mm"/>
            <v:shape id="_x0000_s2147" type="#_x0000_t75" style="position:absolute;left:2956;top:1198;width:153;height:146">
              <v:imagedata r:id="rId14" o:title=""/>
            </v:shape>
            <v:shape id="_x0000_s2146" style="position:absolute;left:4767;top:1064;width:2;height:77" coordorigin="4768,1064" coordsize="0,77" path="m4768,1064r,77l4768,1064xe" fillcolor="black" stroked="f">
              <v:path arrowok="t"/>
            </v:shape>
            <v:line id="_x0000_s2145" style="position:absolute" from="4768,1141" to="4768,1063" strokeweight=".29981mm"/>
            <v:line id="_x0000_s2144" style="position:absolute" from="4759,1064" to="4759,1140" strokeweight=".02856mm"/>
            <v:shape id="_x0000_s2143" type="#_x0000_t75" style="position:absolute;left:4691;top:1198;width:151;height:146">
              <v:imagedata r:id="rId15" o:title=""/>
            </v:shape>
            <v:line id="_x0000_s2142" style="position:absolute" from="6475,1135" to="6475,1058" strokeweight=".28556mm"/>
            <v:line id="_x0000_s2141" style="position:absolute" from="6483,1134" to="6483,1058" strokeweight=".02856mm"/>
            <v:line id="_x0000_s2140" style="position:absolute" from="6475,1135" to="6475,1057" strokeweight=".29981mm"/>
            <v:shape id="_x0000_s2139" type="#_x0000_t75" style="position:absolute;left:6399;top:1193;width:151;height:146">
              <v:imagedata r:id="rId16" o:title=""/>
            </v:shape>
            <w10:wrap type="topAndBottom" anchorx="page"/>
          </v:group>
        </w:pict>
      </w:r>
      <w:r w:rsidR="007405E6">
        <w:rPr>
          <w:noProof/>
          <w:lang w:val="nl-NL" w:eastAsia="nl-NL"/>
        </w:rPr>
        <w:drawing>
          <wp:anchor distT="0" distB="0" distL="0" distR="0" simplePos="0" relativeHeight="251654656" behindDoc="0" locked="0" layoutInCell="1" allowOverlap="1">
            <wp:simplePos x="0" y="0"/>
            <wp:positionH relativeFrom="page">
              <wp:posOffset>1161862</wp:posOffset>
            </wp:positionH>
            <wp:positionV relativeFrom="paragraph">
              <wp:posOffset>998439</wp:posOffset>
            </wp:positionV>
            <wp:extent cx="856493" cy="116585"/>
            <wp:effectExtent l="0" t="0" r="0" b="0"/>
            <wp:wrapTopAndBottom/>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pic:nvPicPr>
                  <pic:blipFill>
                    <a:blip r:embed="rId17" cstate="print"/>
                    <a:stretch>
                      <a:fillRect/>
                    </a:stretch>
                  </pic:blipFill>
                  <pic:spPr>
                    <a:xfrm>
                      <a:off x="0" y="0"/>
                      <a:ext cx="856493" cy="116585"/>
                    </a:xfrm>
                    <a:prstGeom prst="rect">
                      <a:avLst/>
                    </a:prstGeom>
                  </pic:spPr>
                </pic:pic>
              </a:graphicData>
            </a:graphic>
          </wp:anchor>
        </w:drawing>
      </w:r>
    </w:p>
    <w:p w:rsidR="00F408A2" w:rsidRPr="008064BE" w:rsidRDefault="00F408A2">
      <w:pPr>
        <w:pStyle w:val="Plattetekst"/>
        <w:rPr>
          <w:sz w:val="13"/>
          <w:lang w:val="nl-NL"/>
        </w:rPr>
      </w:pPr>
    </w:p>
    <w:p w:rsidR="00F408A2" w:rsidRPr="008064BE" w:rsidRDefault="007405E6">
      <w:pPr>
        <w:pStyle w:val="Plattetekst"/>
        <w:tabs>
          <w:tab w:val="left" w:pos="650"/>
          <w:tab w:val="left" w:pos="1103"/>
        </w:tabs>
        <w:spacing w:before="111" w:line="274" w:lineRule="exact"/>
        <w:ind w:left="139"/>
        <w:rPr>
          <w:lang w:val="nl-NL"/>
        </w:rPr>
      </w:pPr>
      <w:r w:rsidRPr="008064BE">
        <w:rPr>
          <w:spacing w:val="3"/>
          <w:sz w:val="16"/>
          <w:lang w:val="nl-NL"/>
        </w:rPr>
        <w:t>3p</w:t>
      </w:r>
      <w:r w:rsidRPr="008064BE">
        <w:rPr>
          <w:spacing w:val="3"/>
          <w:sz w:val="16"/>
          <w:lang w:val="nl-NL"/>
        </w:rPr>
        <w:tab/>
      </w:r>
      <w:r w:rsidRPr="008064BE">
        <w:rPr>
          <w:b/>
          <w:sz w:val="20"/>
          <w:lang w:val="nl-NL"/>
        </w:rPr>
        <w:t>1</w:t>
      </w:r>
      <w:r w:rsidRPr="008064BE">
        <w:rPr>
          <w:b/>
          <w:sz w:val="20"/>
          <w:lang w:val="nl-NL"/>
        </w:rPr>
        <w:tab/>
      </w:r>
      <w:r w:rsidRPr="008064BE">
        <w:rPr>
          <w:spacing w:val="4"/>
          <w:lang w:val="nl-NL"/>
        </w:rPr>
        <w:t>Geef</w:t>
      </w:r>
      <w:r w:rsidRPr="008064BE">
        <w:rPr>
          <w:spacing w:val="13"/>
          <w:lang w:val="nl-NL"/>
        </w:rPr>
        <w:t xml:space="preserve"> </w:t>
      </w:r>
      <w:r w:rsidRPr="008064BE">
        <w:rPr>
          <w:spacing w:val="2"/>
          <w:lang w:val="nl-NL"/>
        </w:rPr>
        <w:t>de</w:t>
      </w:r>
      <w:r w:rsidRPr="008064BE">
        <w:rPr>
          <w:spacing w:val="14"/>
          <w:lang w:val="nl-NL"/>
        </w:rPr>
        <w:t xml:space="preserve"> </w:t>
      </w:r>
      <w:r w:rsidRPr="008064BE">
        <w:rPr>
          <w:spacing w:val="5"/>
          <w:lang w:val="nl-NL"/>
        </w:rPr>
        <w:t>vergelijking</w:t>
      </w:r>
      <w:r w:rsidRPr="008064BE">
        <w:rPr>
          <w:spacing w:val="12"/>
          <w:lang w:val="nl-NL"/>
        </w:rPr>
        <w:t xml:space="preserve"> </w:t>
      </w:r>
      <w:r w:rsidRPr="008064BE">
        <w:rPr>
          <w:spacing w:val="3"/>
          <w:lang w:val="nl-NL"/>
        </w:rPr>
        <w:t>van</w:t>
      </w:r>
      <w:r w:rsidRPr="008064BE">
        <w:rPr>
          <w:spacing w:val="13"/>
          <w:lang w:val="nl-NL"/>
        </w:rPr>
        <w:t xml:space="preserve"> </w:t>
      </w:r>
      <w:r w:rsidRPr="008064BE">
        <w:rPr>
          <w:spacing w:val="2"/>
          <w:lang w:val="nl-NL"/>
        </w:rPr>
        <w:t>de</w:t>
      </w:r>
      <w:r w:rsidRPr="008064BE">
        <w:rPr>
          <w:spacing w:val="12"/>
          <w:lang w:val="nl-NL"/>
        </w:rPr>
        <w:t xml:space="preserve"> </w:t>
      </w:r>
      <w:r w:rsidRPr="008064BE">
        <w:rPr>
          <w:spacing w:val="5"/>
          <w:lang w:val="nl-NL"/>
        </w:rPr>
        <w:t>halfreactie</w:t>
      </w:r>
      <w:r w:rsidRPr="008064BE">
        <w:rPr>
          <w:spacing w:val="14"/>
          <w:lang w:val="nl-NL"/>
        </w:rPr>
        <w:t xml:space="preserve"> </w:t>
      </w:r>
      <w:r w:rsidRPr="008064BE">
        <w:rPr>
          <w:spacing w:val="4"/>
          <w:lang w:val="nl-NL"/>
        </w:rPr>
        <w:t>voor</w:t>
      </w:r>
      <w:r w:rsidRPr="008064BE">
        <w:rPr>
          <w:spacing w:val="10"/>
          <w:lang w:val="nl-NL"/>
        </w:rPr>
        <w:t xml:space="preserve"> </w:t>
      </w:r>
      <w:r w:rsidRPr="008064BE">
        <w:rPr>
          <w:spacing w:val="4"/>
          <w:lang w:val="nl-NL"/>
        </w:rPr>
        <w:t>de</w:t>
      </w:r>
      <w:r w:rsidRPr="008064BE">
        <w:rPr>
          <w:spacing w:val="13"/>
          <w:lang w:val="nl-NL"/>
        </w:rPr>
        <w:t xml:space="preserve"> </w:t>
      </w:r>
      <w:r w:rsidRPr="008064BE">
        <w:rPr>
          <w:spacing w:val="4"/>
          <w:lang w:val="nl-NL"/>
        </w:rPr>
        <w:t>vorming</w:t>
      </w:r>
      <w:r w:rsidRPr="008064BE">
        <w:rPr>
          <w:spacing w:val="12"/>
          <w:lang w:val="nl-NL"/>
        </w:rPr>
        <w:t xml:space="preserve"> </w:t>
      </w:r>
      <w:r w:rsidRPr="008064BE">
        <w:rPr>
          <w:spacing w:val="3"/>
          <w:lang w:val="nl-NL"/>
        </w:rPr>
        <w:t>van</w:t>
      </w:r>
      <w:r w:rsidRPr="008064BE">
        <w:rPr>
          <w:spacing w:val="14"/>
          <w:lang w:val="nl-NL"/>
        </w:rPr>
        <w:t xml:space="preserve"> </w:t>
      </w:r>
      <w:r w:rsidRPr="008064BE">
        <w:rPr>
          <w:spacing w:val="4"/>
          <w:lang w:val="nl-NL"/>
        </w:rPr>
        <w:t>PPy</w:t>
      </w:r>
      <w:r w:rsidRPr="008064BE">
        <w:rPr>
          <w:spacing w:val="11"/>
          <w:lang w:val="nl-NL"/>
        </w:rPr>
        <w:t xml:space="preserve"> </w:t>
      </w:r>
      <w:r w:rsidRPr="008064BE">
        <w:rPr>
          <w:spacing w:val="4"/>
          <w:lang w:val="nl-NL"/>
        </w:rPr>
        <w:t>uit</w:t>
      </w:r>
      <w:r w:rsidRPr="008064BE">
        <w:rPr>
          <w:spacing w:val="13"/>
          <w:lang w:val="nl-NL"/>
        </w:rPr>
        <w:t xml:space="preserve"> </w:t>
      </w:r>
      <w:r w:rsidRPr="008064BE">
        <w:rPr>
          <w:spacing w:val="4"/>
          <w:lang w:val="nl-NL"/>
        </w:rPr>
        <w:t>pyrrol.</w:t>
      </w:r>
    </w:p>
    <w:p w:rsidR="00F408A2" w:rsidRPr="008064BE" w:rsidRDefault="007405E6">
      <w:pPr>
        <w:pStyle w:val="Plattetekst"/>
        <w:spacing w:before="33" w:line="194" w:lineRule="auto"/>
        <w:ind w:left="1103" w:right="1562"/>
        <w:rPr>
          <w:lang w:val="nl-NL"/>
        </w:rPr>
      </w:pPr>
      <w:r w:rsidRPr="008064BE">
        <w:rPr>
          <w:lang w:val="nl-NL"/>
        </w:rPr>
        <w:t xml:space="preserve">Gebruik voor PPy de notatie </w:t>
      </w:r>
      <w:r w:rsidRPr="008064BE">
        <w:rPr>
          <w:rFonts w:ascii="Times New Roman" w:hAnsi="Times New Roman"/>
          <w:sz w:val="26"/>
          <w:lang w:val="nl-NL"/>
        </w:rPr>
        <w:t>H–(C</w:t>
      </w:r>
      <w:r w:rsidRPr="008064BE">
        <w:rPr>
          <w:rFonts w:ascii="Times New Roman" w:hAnsi="Times New Roman"/>
          <w:position w:val="-7"/>
          <w:sz w:val="17"/>
          <w:lang w:val="nl-NL"/>
        </w:rPr>
        <w:t>4</w:t>
      </w:r>
      <w:r w:rsidRPr="008064BE">
        <w:rPr>
          <w:rFonts w:ascii="Times New Roman" w:hAnsi="Times New Roman"/>
          <w:sz w:val="26"/>
          <w:lang w:val="nl-NL"/>
        </w:rPr>
        <w:t>H</w:t>
      </w:r>
      <w:r w:rsidRPr="008064BE">
        <w:rPr>
          <w:rFonts w:ascii="Times New Roman" w:hAnsi="Times New Roman"/>
          <w:position w:val="-7"/>
          <w:sz w:val="17"/>
          <w:lang w:val="nl-NL"/>
        </w:rPr>
        <w:t>3</w:t>
      </w:r>
      <w:r w:rsidRPr="008064BE">
        <w:rPr>
          <w:rFonts w:ascii="Times New Roman" w:hAnsi="Times New Roman"/>
          <w:sz w:val="26"/>
          <w:lang w:val="nl-NL"/>
        </w:rPr>
        <w:t>N)</w:t>
      </w:r>
      <w:r w:rsidRPr="008064BE">
        <w:rPr>
          <w:rFonts w:ascii="Times New Roman" w:hAnsi="Times New Roman"/>
          <w:i/>
          <w:position w:val="-7"/>
          <w:sz w:val="17"/>
          <w:lang w:val="nl-NL"/>
        </w:rPr>
        <w:t>n</w:t>
      </w:r>
      <w:r w:rsidRPr="008064BE">
        <w:rPr>
          <w:rFonts w:ascii="Times New Roman" w:hAnsi="Times New Roman"/>
          <w:sz w:val="26"/>
          <w:lang w:val="nl-NL"/>
        </w:rPr>
        <w:t xml:space="preserve">–H. </w:t>
      </w:r>
      <w:r w:rsidRPr="008064BE">
        <w:rPr>
          <w:lang w:val="nl-NL"/>
        </w:rPr>
        <w:t xml:space="preserve">In de vergelijking van deze halfreactie komt ook </w:t>
      </w:r>
      <w:r w:rsidRPr="008064BE">
        <w:rPr>
          <w:rFonts w:ascii="Times New Roman" w:hAnsi="Times New Roman"/>
          <w:sz w:val="26"/>
          <w:lang w:val="nl-NL"/>
        </w:rPr>
        <w:t>H</w:t>
      </w:r>
      <w:r w:rsidRPr="008064BE">
        <w:rPr>
          <w:rFonts w:ascii="Times New Roman" w:hAnsi="Times New Roman"/>
          <w:sz w:val="26"/>
          <w:vertAlign w:val="superscript"/>
          <w:lang w:val="nl-NL"/>
        </w:rPr>
        <w:t>+</w:t>
      </w:r>
      <w:r w:rsidRPr="008064BE">
        <w:rPr>
          <w:rFonts w:ascii="Times New Roman" w:hAnsi="Times New Roman"/>
          <w:sz w:val="26"/>
          <w:lang w:val="nl-NL"/>
        </w:rPr>
        <w:t xml:space="preserve"> </w:t>
      </w:r>
      <w:r w:rsidRPr="008064BE">
        <w:rPr>
          <w:lang w:val="nl-NL"/>
        </w:rPr>
        <w:t>voor.</w:t>
      </w:r>
    </w:p>
    <w:p w:rsidR="00F408A2" w:rsidRPr="008064BE" w:rsidRDefault="007405E6">
      <w:pPr>
        <w:pStyle w:val="Plattetekst"/>
        <w:tabs>
          <w:tab w:val="left" w:pos="650"/>
          <w:tab w:val="left" w:pos="1103"/>
        </w:tabs>
        <w:spacing w:before="36"/>
        <w:ind w:left="139"/>
        <w:rPr>
          <w:lang w:val="nl-NL"/>
        </w:rPr>
      </w:pPr>
      <w:r w:rsidRPr="008064BE">
        <w:rPr>
          <w:spacing w:val="3"/>
          <w:sz w:val="16"/>
          <w:lang w:val="nl-NL"/>
        </w:rPr>
        <w:t>2p</w:t>
      </w:r>
      <w:r w:rsidRPr="008064BE">
        <w:rPr>
          <w:spacing w:val="3"/>
          <w:sz w:val="16"/>
          <w:lang w:val="nl-NL"/>
        </w:rPr>
        <w:tab/>
      </w:r>
      <w:r w:rsidRPr="008064BE">
        <w:rPr>
          <w:b/>
          <w:sz w:val="20"/>
          <w:lang w:val="nl-NL"/>
        </w:rPr>
        <w:t>2</w:t>
      </w:r>
      <w:r w:rsidRPr="008064BE">
        <w:rPr>
          <w:b/>
          <w:sz w:val="20"/>
          <w:lang w:val="nl-NL"/>
        </w:rPr>
        <w:tab/>
      </w:r>
      <w:r w:rsidRPr="008064BE">
        <w:rPr>
          <w:spacing w:val="4"/>
          <w:lang w:val="nl-NL"/>
        </w:rPr>
        <w:t xml:space="preserve">Geef </w:t>
      </w:r>
      <w:r w:rsidRPr="008064BE">
        <w:rPr>
          <w:spacing w:val="2"/>
          <w:lang w:val="nl-NL"/>
        </w:rPr>
        <w:t xml:space="preserve">de </w:t>
      </w:r>
      <w:r w:rsidRPr="008064BE">
        <w:rPr>
          <w:spacing w:val="5"/>
          <w:lang w:val="nl-NL"/>
        </w:rPr>
        <w:t xml:space="preserve">vergelijking </w:t>
      </w:r>
      <w:r w:rsidRPr="008064BE">
        <w:rPr>
          <w:spacing w:val="3"/>
          <w:lang w:val="nl-NL"/>
        </w:rPr>
        <w:t xml:space="preserve">van </w:t>
      </w:r>
      <w:r w:rsidRPr="008064BE">
        <w:rPr>
          <w:spacing w:val="2"/>
          <w:lang w:val="nl-NL"/>
        </w:rPr>
        <w:t xml:space="preserve">de </w:t>
      </w:r>
      <w:r w:rsidRPr="008064BE">
        <w:rPr>
          <w:spacing w:val="5"/>
          <w:lang w:val="nl-NL"/>
        </w:rPr>
        <w:t xml:space="preserve">halfreactie </w:t>
      </w:r>
      <w:r w:rsidRPr="008064BE">
        <w:rPr>
          <w:spacing w:val="4"/>
          <w:lang w:val="nl-NL"/>
        </w:rPr>
        <w:t xml:space="preserve">voor de </w:t>
      </w:r>
      <w:r w:rsidRPr="008064BE">
        <w:rPr>
          <w:spacing w:val="5"/>
          <w:lang w:val="nl-NL"/>
        </w:rPr>
        <w:t>omzetting</w:t>
      </w:r>
      <w:r w:rsidRPr="008064BE">
        <w:rPr>
          <w:spacing w:val="6"/>
          <w:lang w:val="nl-NL"/>
        </w:rPr>
        <w:t xml:space="preserve"> </w:t>
      </w:r>
      <w:r w:rsidRPr="008064BE">
        <w:rPr>
          <w:spacing w:val="4"/>
          <w:lang w:val="nl-NL"/>
        </w:rPr>
        <w:t>van</w:t>
      </w:r>
    </w:p>
    <w:p w:rsidR="00F408A2" w:rsidRPr="008064BE" w:rsidRDefault="007405E6">
      <w:pPr>
        <w:pStyle w:val="Plattetekst"/>
        <w:spacing w:before="24"/>
        <w:ind w:left="1104"/>
        <w:rPr>
          <w:lang w:val="nl-NL"/>
        </w:rPr>
      </w:pPr>
      <w:r w:rsidRPr="008064BE">
        <w:rPr>
          <w:lang w:val="nl-NL"/>
        </w:rPr>
        <w:t>ijzer(III)ionen in ijzer(II)ionen en geef de vergelijking van de totaalreactie.</w:t>
      </w:r>
    </w:p>
    <w:p w:rsidR="00F408A2" w:rsidRPr="008064BE" w:rsidRDefault="007405E6">
      <w:pPr>
        <w:pStyle w:val="Plattetekst"/>
        <w:spacing w:before="182" w:line="261" w:lineRule="auto"/>
        <w:ind w:left="1104" w:right="194"/>
        <w:jc w:val="both"/>
        <w:rPr>
          <w:lang w:val="nl-NL"/>
        </w:rPr>
      </w:pPr>
      <w:r w:rsidRPr="008064BE">
        <w:rPr>
          <w:lang w:val="nl-NL"/>
        </w:rPr>
        <w:t>In het reactievat zijn ook cellulosevezels aanwezig. Het slecht in water oplosbare PPy hecht het zich aan de cellulosevezels. De hechting van PPy aan cellulose is stevig. De aldus gevormde vezels kunnen worden gebruikt om een materiaal te</w:t>
      </w:r>
    </w:p>
    <w:p w:rsidR="00F408A2" w:rsidRPr="008064BE" w:rsidRDefault="007405E6">
      <w:pPr>
        <w:pStyle w:val="Plattetekst"/>
        <w:spacing w:line="274" w:lineRule="exact"/>
        <w:ind w:left="1104"/>
        <w:rPr>
          <w:lang w:val="nl-NL"/>
        </w:rPr>
      </w:pPr>
      <w:r w:rsidRPr="008064BE">
        <w:rPr>
          <w:lang w:val="nl-NL"/>
        </w:rPr>
        <w:t>bereiden dat lijkt op papier.</w:t>
      </w:r>
    </w:p>
    <w:p w:rsidR="00F408A2" w:rsidRPr="008064BE" w:rsidRDefault="00F408A2">
      <w:pPr>
        <w:pStyle w:val="Plattetekst"/>
        <w:spacing w:before="2"/>
        <w:rPr>
          <w:sz w:val="28"/>
          <w:lang w:val="nl-NL"/>
        </w:rPr>
      </w:pPr>
    </w:p>
    <w:p w:rsidR="00F408A2" w:rsidRPr="008064BE" w:rsidRDefault="007405E6">
      <w:pPr>
        <w:pStyle w:val="Plattetekst"/>
        <w:tabs>
          <w:tab w:val="left" w:pos="650"/>
          <w:tab w:val="left" w:pos="1103"/>
        </w:tabs>
        <w:spacing w:before="1" w:line="261" w:lineRule="auto"/>
        <w:ind w:left="1103" w:right="635" w:hanging="965"/>
        <w:rPr>
          <w:lang w:val="nl-NL"/>
        </w:rPr>
      </w:pPr>
      <w:r w:rsidRPr="008064BE">
        <w:rPr>
          <w:spacing w:val="3"/>
          <w:sz w:val="16"/>
          <w:lang w:val="nl-NL"/>
        </w:rPr>
        <w:t>2p</w:t>
      </w:r>
      <w:r w:rsidRPr="008064BE">
        <w:rPr>
          <w:spacing w:val="3"/>
          <w:sz w:val="16"/>
          <w:lang w:val="nl-NL"/>
        </w:rPr>
        <w:tab/>
      </w:r>
      <w:r w:rsidRPr="008064BE">
        <w:rPr>
          <w:b/>
          <w:sz w:val="20"/>
          <w:lang w:val="nl-NL"/>
        </w:rPr>
        <w:t>3</w:t>
      </w:r>
      <w:r w:rsidRPr="008064BE">
        <w:rPr>
          <w:b/>
          <w:sz w:val="20"/>
          <w:lang w:val="nl-NL"/>
        </w:rPr>
        <w:tab/>
      </w:r>
      <w:r w:rsidRPr="008064BE">
        <w:rPr>
          <w:spacing w:val="4"/>
          <w:lang w:val="nl-NL"/>
        </w:rPr>
        <w:t xml:space="preserve">Geef </w:t>
      </w:r>
      <w:r w:rsidRPr="008064BE">
        <w:rPr>
          <w:spacing w:val="3"/>
          <w:lang w:val="nl-NL"/>
        </w:rPr>
        <w:t xml:space="preserve">een </w:t>
      </w:r>
      <w:r w:rsidRPr="008064BE">
        <w:rPr>
          <w:spacing w:val="4"/>
          <w:lang w:val="nl-NL"/>
        </w:rPr>
        <w:t xml:space="preserve">verklaring </w:t>
      </w:r>
      <w:r w:rsidRPr="008064BE">
        <w:rPr>
          <w:spacing w:val="3"/>
          <w:lang w:val="nl-NL"/>
        </w:rPr>
        <w:t xml:space="preserve">met </w:t>
      </w:r>
      <w:r w:rsidRPr="008064BE">
        <w:rPr>
          <w:spacing w:val="4"/>
          <w:lang w:val="nl-NL"/>
        </w:rPr>
        <w:t xml:space="preserve">behulp </w:t>
      </w:r>
      <w:r w:rsidRPr="008064BE">
        <w:rPr>
          <w:spacing w:val="3"/>
          <w:lang w:val="nl-NL"/>
        </w:rPr>
        <w:t xml:space="preserve">van </w:t>
      </w:r>
      <w:r w:rsidRPr="008064BE">
        <w:rPr>
          <w:spacing w:val="4"/>
          <w:lang w:val="nl-NL"/>
        </w:rPr>
        <w:t xml:space="preserve">begrippen </w:t>
      </w:r>
      <w:r w:rsidRPr="008064BE">
        <w:rPr>
          <w:spacing w:val="2"/>
          <w:lang w:val="nl-NL"/>
        </w:rPr>
        <w:t xml:space="preserve">op </w:t>
      </w:r>
      <w:r w:rsidRPr="008064BE">
        <w:rPr>
          <w:spacing w:val="5"/>
          <w:lang w:val="nl-NL"/>
        </w:rPr>
        <w:t xml:space="preserve">microniveau voor </w:t>
      </w:r>
      <w:r w:rsidRPr="008064BE">
        <w:rPr>
          <w:spacing w:val="2"/>
          <w:lang w:val="nl-NL"/>
        </w:rPr>
        <w:t xml:space="preserve">de </w:t>
      </w:r>
      <w:r w:rsidRPr="008064BE">
        <w:rPr>
          <w:spacing w:val="5"/>
          <w:lang w:val="nl-NL"/>
        </w:rPr>
        <w:t xml:space="preserve">goede hechting </w:t>
      </w:r>
      <w:r w:rsidRPr="008064BE">
        <w:rPr>
          <w:spacing w:val="3"/>
          <w:lang w:val="nl-NL"/>
        </w:rPr>
        <w:t xml:space="preserve">van </w:t>
      </w:r>
      <w:r w:rsidRPr="008064BE">
        <w:rPr>
          <w:spacing w:val="4"/>
          <w:lang w:val="nl-NL"/>
        </w:rPr>
        <w:t xml:space="preserve">PPy </w:t>
      </w:r>
      <w:r w:rsidRPr="008064BE">
        <w:rPr>
          <w:spacing w:val="3"/>
          <w:lang w:val="nl-NL"/>
        </w:rPr>
        <w:t>aan</w:t>
      </w:r>
      <w:r w:rsidRPr="008064BE">
        <w:rPr>
          <w:spacing w:val="35"/>
          <w:lang w:val="nl-NL"/>
        </w:rPr>
        <w:t xml:space="preserve"> </w:t>
      </w:r>
      <w:r w:rsidRPr="008064BE">
        <w:rPr>
          <w:spacing w:val="4"/>
          <w:lang w:val="nl-NL"/>
        </w:rPr>
        <w:t>cellulose.</w:t>
      </w:r>
    </w:p>
    <w:p w:rsidR="00F408A2" w:rsidRPr="008064BE" w:rsidRDefault="007405E6">
      <w:pPr>
        <w:pStyle w:val="Plattetekst"/>
        <w:spacing w:line="274" w:lineRule="exact"/>
        <w:ind w:left="1103"/>
        <w:rPr>
          <w:lang w:val="nl-NL"/>
        </w:rPr>
      </w:pPr>
      <w:r w:rsidRPr="008064BE">
        <w:rPr>
          <w:lang w:val="nl-NL"/>
        </w:rPr>
        <w:t>Gebruik Binas-tabel 67F3.</w:t>
      </w:r>
    </w:p>
    <w:p w:rsidR="00F408A2" w:rsidRPr="008064BE" w:rsidRDefault="00F408A2">
      <w:pPr>
        <w:pStyle w:val="Plattetekst"/>
        <w:spacing w:before="1"/>
        <w:rPr>
          <w:sz w:val="28"/>
          <w:lang w:val="nl-NL"/>
        </w:rPr>
      </w:pPr>
    </w:p>
    <w:p w:rsidR="00F408A2" w:rsidRPr="008064BE" w:rsidRDefault="007405E6">
      <w:pPr>
        <w:pStyle w:val="Plattetekst"/>
        <w:spacing w:before="1"/>
        <w:ind w:left="1103"/>
        <w:rPr>
          <w:lang w:val="nl-NL"/>
        </w:rPr>
      </w:pPr>
      <w:r w:rsidRPr="008064BE">
        <w:rPr>
          <w:lang w:val="nl-NL"/>
        </w:rPr>
        <w:t>Stap 2: het ontstane PPy reageert verder met de ijzer(III)chloride-oplossing.</w:t>
      </w:r>
    </w:p>
    <w:p w:rsidR="00F408A2" w:rsidRPr="008064BE" w:rsidRDefault="007405E6">
      <w:pPr>
        <w:pStyle w:val="Plattetekst"/>
        <w:spacing w:before="24" w:line="261" w:lineRule="auto"/>
        <w:ind w:left="1103" w:right="238"/>
        <w:jc w:val="both"/>
        <w:rPr>
          <w:lang w:val="nl-NL"/>
        </w:rPr>
      </w:pPr>
      <w:r w:rsidRPr="008064BE">
        <w:rPr>
          <w:lang w:val="nl-NL"/>
        </w:rPr>
        <w:t>Hierbij staan PPy-moleculen elektronen af aan ijzer(III)ionen. De PPy-moleculen worden hierdoor positief geladen. De aanwezige chloride-ionen compenseren de positieve lading van de PPy-moleculen.</w:t>
      </w:r>
    </w:p>
    <w:p w:rsidR="00F408A2" w:rsidRPr="008064BE" w:rsidRDefault="007405E6">
      <w:pPr>
        <w:pStyle w:val="Plattetekst"/>
        <w:spacing w:line="274" w:lineRule="exact"/>
        <w:ind w:left="1103"/>
        <w:rPr>
          <w:lang w:val="nl-NL"/>
        </w:rPr>
      </w:pPr>
      <w:r w:rsidRPr="008064BE">
        <w:rPr>
          <w:lang w:val="nl-NL"/>
        </w:rPr>
        <w:t>Het gevormde positief geladen PPy is een voorbeeld van een geleidend</w:t>
      </w:r>
    </w:p>
    <w:p w:rsidR="00F408A2" w:rsidRPr="008064BE" w:rsidRDefault="007405E6">
      <w:pPr>
        <w:pStyle w:val="Plattetekst"/>
        <w:spacing w:before="24" w:line="261" w:lineRule="auto"/>
        <w:ind w:left="1104" w:right="635"/>
        <w:rPr>
          <w:lang w:val="nl-NL"/>
        </w:rPr>
      </w:pPr>
      <w:r w:rsidRPr="008064BE">
        <w:rPr>
          <w:lang w:val="nl-NL"/>
        </w:rPr>
        <w:t>polymeer. Mede met behulp van mesomere grensstructuren is te verklaren dat positief geladen PPy een geleidend polymeer is. Op de uitwerkbijlage die bij dit examen hoort, is één mesomere grensstructuur van positief geladen PPy</w:t>
      </w:r>
    </w:p>
    <w:p w:rsidR="00F408A2" w:rsidRPr="008064BE" w:rsidRDefault="007405E6">
      <w:pPr>
        <w:pStyle w:val="Plattetekst"/>
        <w:spacing w:line="274" w:lineRule="exact"/>
        <w:ind w:left="1104"/>
        <w:rPr>
          <w:lang w:val="nl-NL"/>
        </w:rPr>
      </w:pPr>
      <w:r w:rsidRPr="008064BE">
        <w:rPr>
          <w:lang w:val="nl-NL"/>
        </w:rPr>
        <w:t>weergegeven.</w:t>
      </w:r>
    </w:p>
    <w:p w:rsidR="00F408A2" w:rsidRPr="008064BE" w:rsidRDefault="00F408A2">
      <w:pPr>
        <w:pStyle w:val="Plattetekst"/>
        <w:spacing w:before="1"/>
        <w:rPr>
          <w:sz w:val="28"/>
          <w:lang w:val="nl-NL"/>
        </w:rPr>
      </w:pPr>
    </w:p>
    <w:p w:rsidR="00F408A2" w:rsidRPr="008064BE" w:rsidRDefault="007405E6">
      <w:pPr>
        <w:pStyle w:val="Plattetekst"/>
        <w:tabs>
          <w:tab w:val="left" w:pos="650"/>
          <w:tab w:val="left" w:pos="1103"/>
        </w:tabs>
        <w:spacing w:before="1"/>
        <w:ind w:left="139"/>
        <w:rPr>
          <w:lang w:val="nl-NL"/>
        </w:rPr>
      </w:pPr>
      <w:r w:rsidRPr="008064BE">
        <w:rPr>
          <w:spacing w:val="3"/>
          <w:sz w:val="16"/>
          <w:lang w:val="nl-NL"/>
        </w:rPr>
        <w:t>2p</w:t>
      </w:r>
      <w:r w:rsidRPr="008064BE">
        <w:rPr>
          <w:spacing w:val="3"/>
          <w:sz w:val="16"/>
          <w:lang w:val="nl-NL"/>
        </w:rPr>
        <w:tab/>
      </w:r>
      <w:r w:rsidRPr="008064BE">
        <w:rPr>
          <w:b/>
          <w:sz w:val="20"/>
          <w:lang w:val="nl-NL"/>
        </w:rPr>
        <w:t>4</w:t>
      </w:r>
      <w:r w:rsidRPr="008064BE">
        <w:rPr>
          <w:b/>
          <w:sz w:val="20"/>
          <w:lang w:val="nl-NL"/>
        </w:rPr>
        <w:tab/>
      </w:r>
      <w:r w:rsidRPr="008064BE">
        <w:rPr>
          <w:spacing w:val="4"/>
          <w:lang w:val="nl-NL"/>
        </w:rPr>
        <w:t>Geef</w:t>
      </w:r>
      <w:r w:rsidRPr="008064BE">
        <w:rPr>
          <w:spacing w:val="14"/>
          <w:lang w:val="nl-NL"/>
        </w:rPr>
        <w:t xml:space="preserve"> </w:t>
      </w:r>
      <w:r w:rsidRPr="008064BE">
        <w:rPr>
          <w:spacing w:val="2"/>
          <w:lang w:val="nl-NL"/>
        </w:rPr>
        <w:t>op</w:t>
      </w:r>
      <w:r w:rsidRPr="008064BE">
        <w:rPr>
          <w:spacing w:val="12"/>
          <w:lang w:val="nl-NL"/>
        </w:rPr>
        <w:t xml:space="preserve"> </w:t>
      </w:r>
      <w:r w:rsidRPr="008064BE">
        <w:rPr>
          <w:spacing w:val="2"/>
          <w:lang w:val="nl-NL"/>
        </w:rPr>
        <w:t>de</w:t>
      </w:r>
      <w:r w:rsidRPr="008064BE">
        <w:rPr>
          <w:spacing w:val="12"/>
          <w:lang w:val="nl-NL"/>
        </w:rPr>
        <w:t xml:space="preserve"> </w:t>
      </w:r>
      <w:r w:rsidRPr="008064BE">
        <w:rPr>
          <w:spacing w:val="5"/>
          <w:lang w:val="nl-NL"/>
        </w:rPr>
        <w:t>uitwerkbijlage</w:t>
      </w:r>
      <w:r w:rsidRPr="008064BE">
        <w:rPr>
          <w:spacing w:val="14"/>
          <w:lang w:val="nl-NL"/>
        </w:rPr>
        <w:t xml:space="preserve"> </w:t>
      </w:r>
      <w:r w:rsidRPr="008064BE">
        <w:rPr>
          <w:lang w:val="nl-NL"/>
        </w:rPr>
        <w:t>in</w:t>
      </w:r>
      <w:r w:rsidRPr="008064BE">
        <w:rPr>
          <w:spacing w:val="15"/>
          <w:lang w:val="nl-NL"/>
        </w:rPr>
        <w:t xml:space="preserve"> </w:t>
      </w:r>
      <w:r w:rsidRPr="008064BE">
        <w:rPr>
          <w:spacing w:val="2"/>
          <w:lang w:val="nl-NL"/>
        </w:rPr>
        <w:t>de</w:t>
      </w:r>
      <w:r w:rsidRPr="008064BE">
        <w:rPr>
          <w:spacing w:val="12"/>
          <w:lang w:val="nl-NL"/>
        </w:rPr>
        <w:t xml:space="preserve"> </w:t>
      </w:r>
      <w:r w:rsidRPr="008064BE">
        <w:rPr>
          <w:spacing w:val="4"/>
          <w:lang w:val="nl-NL"/>
        </w:rPr>
        <w:t>onderste</w:t>
      </w:r>
      <w:r w:rsidRPr="008064BE">
        <w:rPr>
          <w:spacing w:val="14"/>
          <w:lang w:val="nl-NL"/>
        </w:rPr>
        <w:t xml:space="preserve"> </w:t>
      </w:r>
      <w:r w:rsidRPr="008064BE">
        <w:rPr>
          <w:spacing w:val="5"/>
          <w:lang w:val="nl-NL"/>
        </w:rPr>
        <w:t>structuur</w:t>
      </w:r>
      <w:r w:rsidRPr="008064BE">
        <w:rPr>
          <w:spacing w:val="10"/>
          <w:lang w:val="nl-NL"/>
        </w:rPr>
        <w:t xml:space="preserve"> </w:t>
      </w:r>
      <w:r w:rsidRPr="008064BE">
        <w:rPr>
          <w:spacing w:val="4"/>
          <w:lang w:val="nl-NL"/>
        </w:rPr>
        <w:t>een</w:t>
      </w:r>
      <w:r w:rsidRPr="008064BE">
        <w:rPr>
          <w:spacing w:val="13"/>
          <w:lang w:val="nl-NL"/>
        </w:rPr>
        <w:t xml:space="preserve"> </w:t>
      </w:r>
      <w:r w:rsidRPr="008064BE">
        <w:rPr>
          <w:spacing w:val="4"/>
          <w:lang w:val="nl-NL"/>
        </w:rPr>
        <w:t>andere</w:t>
      </w:r>
      <w:r w:rsidRPr="008064BE">
        <w:rPr>
          <w:spacing w:val="14"/>
          <w:lang w:val="nl-NL"/>
        </w:rPr>
        <w:t xml:space="preserve"> </w:t>
      </w:r>
      <w:r w:rsidRPr="008064BE">
        <w:rPr>
          <w:spacing w:val="4"/>
          <w:lang w:val="nl-NL"/>
        </w:rPr>
        <w:t>mesomere</w:t>
      </w:r>
    </w:p>
    <w:p w:rsidR="00F408A2" w:rsidRPr="008064BE" w:rsidRDefault="007405E6">
      <w:pPr>
        <w:pStyle w:val="Plattetekst"/>
        <w:spacing w:before="24" w:line="261" w:lineRule="auto"/>
        <w:ind w:left="1103" w:right="263"/>
        <w:rPr>
          <w:lang w:val="nl-NL"/>
        </w:rPr>
      </w:pPr>
      <w:r w:rsidRPr="008064BE">
        <w:rPr>
          <w:lang w:val="nl-NL"/>
        </w:rPr>
        <w:t>grensstructuur van de gegeven PPy-keten, waarmee verklaard kan worden dat PPy een geleidend polymeer is. Doe dit door de ontbrekende elektronenparen en positieve ladingen weer te geven.</w:t>
      </w:r>
    </w:p>
    <w:p w:rsidR="00F408A2" w:rsidRPr="008064BE" w:rsidRDefault="00F408A2">
      <w:pPr>
        <w:spacing w:line="261" w:lineRule="auto"/>
        <w:rPr>
          <w:lang w:val="nl-NL"/>
        </w:rPr>
        <w:sectPr w:rsidR="00F408A2" w:rsidRPr="008064BE">
          <w:footerReference w:type="default" r:id="rId18"/>
          <w:pgSz w:w="11910" w:h="16840"/>
          <w:pgMar w:top="760" w:right="1000" w:bottom="1160" w:left="540" w:header="0" w:footer="969" w:gutter="0"/>
          <w:pgNumType w:start="2"/>
          <w:cols w:space="708"/>
        </w:sectPr>
      </w:pPr>
    </w:p>
    <w:p w:rsidR="00F408A2" w:rsidRPr="008064BE" w:rsidRDefault="007405E6">
      <w:pPr>
        <w:pStyle w:val="Plattetekst"/>
        <w:spacing w:before="73"/>
        <w:ind w:left="1104"/>
        <w:rPr>
          <w:lang w:val="nl-NL"/>
        </w:rPr>
      </w:pPr>
      <w:r w:rsidRPr="008064BE">
        <w:rPr>
          <w:lang w:val="nl-NL"/>
        </w:rPr>
        <w:lastRenderedPageBreak/>
        <w:t>De cellulose-PPy vezels worden samengeperst tot platen. Het zo gevormde</w:t>
      </w:r>
    </w:p>
    <w:p w:rsidR="00F408A2" w:rsidRPr="008064BE" w:rsidRDefault="007405E6">
      <w:pPr>
        <w:pStyle w:val="Plattetekst"/>
        <w:spacing w:before="24" w:line="261" w:lineRule="auto"/>
        <w:ind w:left="1103" w:right="263"/>
        <w:rPr>
          <w:lang w:val="nl-NL"/>
        </w:rPr>
      </w:pPr>
      <w:r w:rsidRPr="008064BE">
        <w:rPr>
          <w:spacing w:val="5"/>
          <w:lang w:val="nl-NL"/>
        </w:rPr>
        <w:t xml:space="preserve">materiaal </w:t>
      </w:r>
      <w:r w:rsidRPr="008064BE">
        <w:rPr>
          <w:spacing w:val="4"/>
          <w:lang w:val="nl-NL"/>
        </w:rPr>
        <w:t xml:space="preserve">wordt </w:t>
      </w:r>
      <w:r w:rsidRPr="008064BE">
        <w:rPr>
          <w:lang w:val="nl-NL"/>
        </w:rPr>
        <w:t xml:space="preserve">in </w:t>
      </w:r>
      <w:r w:rsidRPr="008064BE">
        <w:rPr>
          <w:spacing w:val="2"/>
          <w:lang w:val="nl-NL"/>
        </w:rPr>
        <w:t xml:space="preserve">de </w:t>
      </w:r>
      <w:r w:rsidRPr="008064BE">
        <w:rPr>
          <w:spacing w:val="4"/>
          <w:lang w:val="nl-NL"/>
        </w:rPr>
        <w:t xml:space="preserve">rest </w:t>
      </w:r>
      <w:r w:rsidRPr="008064BE">
        <w:rPr>
          <w:spacing w:val="3"/>
          <w:lang w:val="nl-NL"/>
        </w:rPr>
        <w:t xml:space="preserve">van </w:t>
      </w:r>
      <w:r w:rsidRPr="008064BE">
        <w:rPr>
          <w:spacing w:val="4"/>
          <w:lang w:val="nl-NL"/>
        </w:rPr>
        <w:t xml:space="preserve">deze opgave </w:t>
      </w:r>
      <w:r w:rsidRPr="008064BE">
        <w:rPr>
          <w:spacing w:val="5"/>
          <w:lang w:val="nl-NL"/>
        </w:rPr>
        <w:t xml:space="preserve">aangeduid </w:t>
      </w:r>
      <w:r w:rsidRPr="008064BE">
        <w:rPr>
          <w:spacing w:val="4"/>
          <w:lang w:val="nl-NL"/>
        </w:rPr>
        <w:t xml:space="preserve">als </w:t>
      </w:r>
      <w:r w:rsidRPr="008064BE">
        <w:rPr>
          <w:spacing w:val="5"/>
          <w:lang w:val="nl-NL"/>
        </w:rPr>
        <w:t xml:space="preserve">composiet. </w:t>
      </w:r>
      <w:r w:rsidRPr="008064BE">
        <w:rPr>
          <w:spacing w:val="2"/>
          <w:lang w:val="nl-NL"/>
        </w:rPr>
        <w:t xml:space="preserve">In </w:t>
      </w:r>
      <w:r w:rsidRPr="008064BE">
        <w:rPr>
          <w:spacing w:val="4"/>
          <w:lang w:val="nl-NL"/>
        </w:rPr>
        <w:t xml:space="preserve">figuur </w:t>
      </w:r>
      <w:r w:rsidRPr="008064BE">
        <w:rPr>
          <w:lang w:val="nl-NL"/>
        </w:rPr>
        <w:t xml:space="preserve">1 </w:t>
      </w:r>
      <w:r w:rsidRPr="008064BE">
        <w:rPr>
          <w:spacing w:val="3"/>
          <w:lang w:val="nl-NL"/>
        </w:rPr>
        <w:t xml:space="preserve">is </w:t>
      </w:r>
      <w:r w:rsidRPr="008064BE">
        <w:rPr>
          <w:spacing w:val="2"/>
          <w:lang w:val="nl-NL"/>
        </w:rPr>
        <w:t xml:space="preserve">de </w:t>
      </w:r>
      <w:r w:rsidRPr="008064BE">
        <w:rPr>
          <w:spacing w:val="4"/>
          <w:lang w:val="nl-NL"/>
        </w:rPr>
        <w:t xml:space="preserve">papieren </w:t>
      </w:r>
      <w:r w:rsidRPr="008064BE">
        <w:rPr>
          <w:spacing w:val="5"/>
          <w:lang w:val="nl-NL"/>
        </w:rPr>
        <w:t xml:space="preserve">batterij </w:t>
      </w:r>
      <w:r w:rsidRPr="008064BE">
        <w:rPr>
          <w:spacing w:val="4"/>
          <w:lang w:val="nl-NL"/>
        </w:rPr>
        <w:t xml:space="preserve">schematisch weergegeven. </w:t>
      </w:r>
      <w:r w:rsidRPr="008064BE">
        <w:rPr>
          <w:lang w:val="nl-NL"/>
        </w:rPr>
        <w:t xml:space="preserve">De </w:t>
      </w:r>
      <w:r w:rsidRPr="008064BE">
        <w:rPr>
          <w:spacing w:val="4"/>
          <w:lang w:val="nl-NL"/>
        </w:rPr>
        <w:t xml:space="preserve">batterij </w:t>
      </w:r>
      <w:r w:rsidRPr="008064BE">
        <w:rPr>
          <w:lang w:val="nl-NL"/>
        </w:rPr>
        <w:t xml:space="preserve">is </w:t>
      </w:r>
      <w:r w:rsidRPr="008064BE">
        <w:rPr>
          <w:spacing w:val="5"/>
          <w:lang w:val="nl-NL"/>
        </w:rPr>
        <w:t xml:space="preserve">samengesteld </w:t>
      </w:r>
      <w:r w:rsidRPr="008064BE">
        <w:rPr>
          <w:spacing w:val="3"/>
          <w:lang w:val="nl-NL"/>
        </w:rPr>
        <w:t xml:space="preserve">uit </w:t>
      </w:r>
      <w:r w:rsidRPr="008064BE">
        <w:rPr>
          <w:spacing w:val="4"/>
          <w:lang w:val="nl-NL"/>
        </w:rPr>
        <w:t xml:space="preserve">twee gelijke platen composiet, </w:t>
      </w:r>
      <w:r w:rsidRPr="008064BE">
        <w:rPr>
          <w:spacing w:val="3"/>
          <w:lang w:val="nl-NL"/>
        </w:rPr>
        <w:t xml:space="preserve">twee </w:t>
      </w:r>
      <w:r w:rsidRPr="008064BE">
        <w:rPr>
          <w:spacing w:val="4"/>
          <w:lang w:val="nl-NL"/>
        </w:rPr>
        <w:t xml:space="preserve">platina </w:t>
      </w:r>
      <w:r w:rsidRPr="008064BE">
        <w:rPr>
          <w:spacing w:val="5"/>
          <w:lang w:val="nl-NL"/>
        </w:rPr>
        <w:t xml:space="preserve">elektroden </w:t>
      </w:r>
      <w:r w:rsidRPr="008064BE">
        <w:rPr>
          <w:spacing w:val="4"/>
          <w:lang w:val="nl-NL"/>
        </w:rPr>
        <w:t xml:space="preserve">en </w:t>
      </w:r>
      <w:r w:rsidRPr="008064BE">
        <w:rPr>
          <w:spacing w:val="5"/>
          <w:lang w:val="nl-NL"/>
        </w:rPr>
        <w:t xml:space="preserve">filtreerpapier </w:t>
      </w:r>
      <w:r w:rsidRPr="008064BE">
        <w:rPr>
          <w:spacing w:val="4"/>
          <w:lang w:val="nl-NL"/>
        </w:rPr>
        <w:t xml:space="preserve">gedrenkt </w:t>
      </w:r>
      <w:r w:rsidRPr="008064BE">
        <w:rPr>
          <w:spacing w:val="3"/>
          <w:lang w:val="nl-NL"/>
        </w:rPr>
        <w:t xml:space="preserve">in een </w:t>
      </w:r>
      <w:r w:rsidRPr="008064BE">
        <w:rPr>
          <w:spacing w:val="5"/>
          <w:lang w:val="nl-NL"/>
        </w:rPr>
        <w:t xml:space="preserve">oplossing </w:t>
      </w:r>
      <w:r w:rsidRPr="008064BE">
        <w:rPr>
          <w:spacing w:val="3"/>
          <w:lang w:val="nl-NL"/>
        </w:rPr>
        <w:t xml:space="preserve">van </w:t>
      </w:r>
      <w:r w:rsidRPr="008064BE">
        <w:rPr>
          <w:spacing w:val="5"/>
          <w:lang w:val="nl-NL"/>
        </w:rPr>
        <w:t xml:space="preserve">natriumchloride </w:t>
      </w:r>
      <w:r w:rsidRPr="008064BE">
        <w:rPr>
          <w:lang w:val="nl-NL"/>
        </w:rPr>
        <w:t xml:space="preserve">in </w:t>
      </w:r>
      <w:r w:rsidRPr="008064BE">
        <w:rPr>
          <w:spacing w:val="3"/>
          <w:lang w:val="nl-NL"/>
        </w:rPr>
        <w:t xml:space="preserve">water. </w:t>
      </w:r>
      <w:r w:rsidRPr="008064BE">
        <w:rPr>
          <w:lang w:val="nl-NL"/>
        </w:rPr>
        <w:t xml:space="preserve">De </w:t>
      </w:r>
      <w:r w:rsidRPr="008064BE">
        <w:rPr>
          <w:spacing w:val="5"/>
          <w:lang w:val="nl-NL"/>
        </w:rPr>
        <w:t xml:space="preserve">batterij </w:t>
      </w:r>
      <w:r w:rsidRPr="008064BE">
        <w:rPr>
          <w:spacing w:val="4"/>
          <w:lang w:val="nl-NL"/>
        </w:rPr>
        <w:t xml:space="preserve">moet </w:t>
      </w:r>
      <w:r w:rsidRPr="008064BE">
        <w:rPr>
          <w:spacing w:val="3"/>
          <w:lang w:val="nl-NL"/>
        </w:rPr>
        <w:t xml:space="preserve">vóór </w:t>
      </w:r>
      <w:r w:rsidRPr="008064BE">
        <w:rPr>
          <w:spacing w:val="4"/>
          <w:lang w:val="nl-NL"/>
        </w:rPr>
        <w:t xml:space="preserve">gebruik worden </w:t>
      </w:r>
      <w:r w:rsidRPr="008064BE">
        <w:rPr>
          <w:spacing w:val="5"/>
          <w:lang w:val="nl-NL"/>
        </w:rPr>
        <w:t xml:space="preserve">opgeladen. </w:t>
      </w:r>
      <w:r w:rsidRPr="008064BE">
        <w:rPr>
          <w:spacing w:val="3"/>
          <w:lang w:val="nl-NL"/>
        </w:rPr>
        <w:t xml:space="preserve">Bij </w:t>
      </w:r>
      <w:r w:rsidRPr="008064BE">
        <w:rPr>
          <w:spacing w:val="4"/>
          <w:lang w:val="nl-NL"/>
        </w:rPr>
        <w:t xml:space="preserve">het opladen ontstaat een </w:t>
      </w:r>
      <w:r w:rsidRPr="008064BE">
        <w:rPr>
          <w:spacing w:val="5"/>
          <w:lang w:val="nl-NL"/>
        </w:rPr>
        <w:t xml:space="preserve">ladingsverschil </w:t>
      </w:r>
      <w:r w:rsidRPr="008064BE">
        <w:rPr>
          <w:spacing w:val="4"/>
          <w:lang w:val="nl-NL"/>
        </w:rPr>
        <w:t>tussen</w:t>
      </w:r>
      <w:r w:rsidRPr="008064BE">
        <w:rPr>
          <w:spacing w:val="15"/>
          <w:lang w:val="nl-NL"/>
        </w:rPr>
        <w:t xml:space="preserve"> </w:t>
      </w:r>
      <w:r w:rsidRPr="008064BE">
        <w:rPr>
          <w:spacing w:val="5"/>
          <w:lang w:val="nl-NL"/>
        </w:rPr>
        <w:t>beide</w:t>
      </w:r>
    </w:p>
    <w:p w:rsidR="00F408A2" w:rsidRPr="008064BE" w:rsidRDefault="007405E6">
      <w:pPr>
        <w:pStyle w:val="Plattetekst"/>
        <w:spacing w:line="261" w:lineRule="auto"/>
        <w:ind w:left="1103" w:right="635"/>
        <w:rPr>
          <w:lang w:val="nl-NL"/>
        </w:rPr>
      </w:pPr>
      <w:r w:rsidRPr="008064BE">
        <w:rPr>
          <w:lang w:val="nl-NL"/>
        </w:rPr>
        <w:t>composietplaten doordat het aanvankelijk positief geladen PPy in één van de platen minder positief geladen wordt, terwijl het PPy in de andere plaat sterker</w:t>
      </w:r>
    </w:p>
    <w:p w:rsidR="00F408A2" w:rsidRPr="008064BE" w:rsidRDefault="007405E6">
      <w:pPr>
        <w:pStyle w:val="Plattetekst"/>
        <w:spacing w:line="261" w:lineRule="auto"/>
        <w:ind w:left="1103" w:right="635"/>
        <w:rPr>
          <w:lang w:val="nl-NL"/>
        </w:rPr>
      </w:pPr>
      <w:r w:rsidRPr="008064BE">
        <w:rPr>
          <w:lang w:val="nl-NL"/>
        </w:rPr>
        <w:t>positief geladen wordt. Tijdens stroomlevering vinden de omgekeerde processen plaats.</w:t>
      </w:r>
    </w:p>
    <w:p w:rsidR="00F408A2" w:rsidRPr="008064BE" w:rsidRDefault="00F408A2">
      <w:pPr>
        <w:pStyle w:val="Plattetekst"/>
        <w:spacing w:before="5"/>
        <w:rPr>
          <w:sz w:val="25"/>
          <w:lang w:val="nl-NL"/>
        </w:rPr>
      </w:pPr>
    </w:p>
    <w:p w:rsidR="00F408A2" w:rsidRPr="008064BE" w:rsidRDefault="008064BE">
      <w:pPr>
        <w:pStyle w:val="Kop2"/>
        <w:rPr>
          <w:lang w:val="nl-NL"/>
        </w:rPr>
      </w:pPr>
      <w:r>
        <w:pict>
          <v:group id="_x0000_s2135" style="position:absolute;left:0;text-align:left;margin-left:83.2pt;margin-top:20.3pt;width:253.3pt;height:61.45pt;z-index:-251648512;mso-wrap-distance-left:0;mso-wrap-distance-right:0;mso-position-horizontal-relative:page" coordorigin="1664,406" coordsize="5066,1229">
            <v:shape id="_x0000_s2137" type="#_x0000_t75" style="position:absolute;left:2460;top:406;width:4270;height:1229">
              <v:imagedata r:id="rId19" o:title=""/>
            </v:shape>
            <v:shape id="_x0000_s2136" type="#_x0000_t75" style="position:absolute;left:1663;top:742;width:738;height:343">
              <v:imagedata r:id="rId20" o:title=""/>
            </v:shape>
            <w10:wrap type="topAndBottom" anchorx="page"/>
          </v:group>
        </w:pict>
      </w:r>
      <w:r w:rsidR="007405E6" w:rsidRPr="008064BE">
        <w:rPr>
          <w:lang w:val="nl-NL"/>
        </w:rPr>
        <w:t>figuur 1</w:t>
      </w:r>
    </w:p>
    <w:p w:rsidR="00F408A2" w:rsidRPr="008064BE" w:rsidRDefault="007405E6">
      <w:pPr>
        <w:pStyle w:val="Plattetekst"/>
        <w:tabs>
          <w:tab w:val="left" w:pos="650"/>
          <w:tab w:val="left" w:pos="1103"/>
        </w:tabs>
        <w:spacing w:before="79"/>
        <w:ind w:left="139"/>
        <w:rPr>
          <w:lang w:val="nl-NL"/>
        </w:rPr>
      </w:pPr>
      <w:r w:rsidRPr="008064BE">
        <w:rPr>
          <w:spacing w:val="3"/>
          <w:sz w:val="16"/>
          <w:lang w:val="nl-NL"/>
        </w:rPr>
        <w:t>2p</w:t>
      </w:r>
      <w:r w:rsidRPr="008064BE">
        <w:rPr>
          <w:spacing w:val="3"/>
          <w:sz w:val="16"/>
          <w:lang w:val="nl-NL"/>
        </w:rPr>
        <w:tab/>
      </w:r>
      <w:r w:rsidRPr="008064BE">
        <w:rPr>
          <w:b/>
          <w:sz w:val="20"/>
          <w:lang w:val="nl-NL"/>
        </w:rPr>
        <w:t>5</w:t>
      </w:r>
      <w:r w:rsidRPr="008064BE">
        <w:rPr>
          <w:b/>
          <w:sz w:val="20"/>
          <w:lang w:val="nl-NL"/>
        </w:rPr>
        <w:tab/>
      </w:r>
      <w:r w:rsidRPr="008064BE">
        <w:rPr>
          <w:spacing w:val="4"/>
          <w:lang w:val="nl-NL"/>
        </w:rPr>
        <w:t>Leg</w:t>
      </w:r>
      <w:r w:rsidRPr="008064BE">
        <w:rPr>
          <w:spacing w:val="12"/>
          <w:lang w:val="nl-NL"/>
        </w:rPr>
        <w:t xml:space="preserve"> </w:t>
      </w:r>
      <w:r w:rsidRPr="008064BE">
        <w:rPr>
          <w:spacing w:val="3"/>
          <w:lang w:val="nl-NL"/>
        </w:rPr>
        <w:t>uit</w:t>
      </w:r>
      <w:r w:rsidRPr="008064BE">
        <w:rPr>
          <w:spacing w:val="11"/>
          <w:lang w:val="nl-NL"/>
        </w:rPr>
        <w:t xml:space="preserve"> </w:t>
      </w:r>
      <w:r w:rsidRPr="008064BE">
        <w:rPr>
          <w:spacing w:val="2"/>
          <w:lang w:val="nl-NL"/>
        </w:rPr>
        <w:t>of</w:t>
      </w:r>
      <w:r w:rsidRPr="008064BE">
        <w:rPr>
          <w:spacing w:val="15"/>
          <w:lang w:val="nl-NL"/>
        </w:rPr>
        <w:t xml:space="preserve"> </w:t>
      </w:r>
      <w:r w:rsidRPr="008064BE">
        <w:rPr>
          <w:spacing w:val="4"/>
          <w:lang w:val="nl-NL"/>
        </w:rPr>
        <w:t>tijdens</w:t>
      </w:r>
      <w:r w:rsidRPr="008064BE">
        <w:rPr>
          <w:spacing w:val="13"/>
          <w:lang w:val="nl-NL"/>
        </w:rPr>
        <w:t xml:space="preserve"> </w:t>
      </w:r>
      <w:r w:rsidRPr="008064BE">
        <w:rPr>
          <w:spacing w:val="5"/>
          <w:lang w:val="nl-NL"/>
        </w:rPr>
        <w:t>stroomlevering</w:t>
      </w:r>
      <w:r w:rsidRPr="008064BE">
        <w:rPr>
          <w:spacing w:val="12"/>
          <w:lang w:val="nl-NL"/>
        </w:rPr>
        <w:t xml:space="preserve"> </w:t>
      </w:r>
      <w:r w:rsidRPr="008064BE">
        <w:rPr>
          <w:spacing w:val="2"/>
          <w:lang w:val="nl-NL"/>
        </w:rPr>
        <w:t>de</w:t>
      </w:r>
      <w:r w:rsidRPr="008064BE">
        <w:rPr>
          <w:spacing w:val="15"/>
          <w:lang w:val="nl-NL"/>
        </w:rPr>
        <w:t xml:space="preserve"> </w:t>
      </w:r>
      <w:r w:rsidRPr="008064BE">
        <w:rPr>
          <w:rFonts w:ascii="Times New Roman" w:hAnsi="Times New Roman"/>
          <w:spacing w:val="2"/>
          <w:sz w:val="26"/>
          <w:lang w:val="nl-NL"/>
        </w:rPr>
        <w:t>Cl</w:t>
      </w:r>
      <w:r w:rsidRPr="008064BE">
        <w:rPr>
          <w:rFonts w:ascii="Times New Roman" w:hAnsi="Times New Roman"/>
          <w:spacing w:val="2"/>
          <w:sz w:val="26"/>
          <w:vertAlign w:val="superscript"/>
          <w:lang w:val="nl-NL"/>
        </w:rPr>
        <w:t>–</w:t>
      </w:r>
      <w:r w:rsidRPr="008064BE">
        <w:rPr>
          <w:rFonts w:ascii="Times New Roman" w:hAnsi="Times New Roman"/>
          <w:spacing w:val="9"/>
          <w:sz w:val="26"/>
          <w:lang w:val="nl-NL"/>
        </w:rPr>
        <w:t xml:space="preserve"> </w:t>
      </w:r>
      <w:r w:rsidRPr="008064BE">
        <w:rPr>
          <w:spacing w:val="4"/>
          <w:lang w:val="nl-NL"/>
        </w:rPr>
        <w:t>ionen</w:t>
      </w:r>
      <w:r w:rsidRPr="008064BE">
        <w:rPr>
          <w:spacing w:val="14"/>
          <w:lang w:val="nl-NL"/>
        </w:rPr>
        <w:t xml:space="preserve"> </w:t>
      </w:r>
      <w:r w:rsidRPr="008064BE">
        <w:rPr>
          <w:lang w:val="nl-NL"/>
        </w:rPr>
        <w:t>in</w:t>
      </w:r>
      <w:r w:rsidRPr="008064BE">
        <w:rPr>
          <w:spacing w:val="15"/>
          <w:lang w:val="nl-NL"/>
        </w:rPr>
        <w:t xml:space="preserve"> </w:t>
      </w:r>
      <w:r w:rsidRPr="008064BE">
        <w:rPr>
          <w:spacing w:val="3"/>
          <w:lang w:val="nl-NL"/>
        </w:rPr>
        <w:t>het</w:t>
      </w:r>
      <w:r w:rsidRPr="008064BE">
        <w:rPr>
          <w:spacing w:val="11"/>
          <w:lang w:val="nl-NL"/>
        </w:rPr>
        <w:t xml:space="preserve"> </w:t>
      </w:r>
      <w:r w:rsidRPr="008064BE">
        <w:rPr>
          <w:spacing w:val="5"/>
          <w:lang w:val="nl-NL"/>
        </w:rPr>
        <w:t>filtreerpapier</w:t>
      </w:r>
      <w:r w:rsidRPr="008064BE">
        <w:rPr>
          <w:spacing w:val="12"/>
          <w:lang w:val="nl-NL"/>
        </w:rPr>
        <w:t xml:space="preserve"> </w:t>
      </w:r>
      <w:r w:rsidRPr="008064BE">
        <w:rPr>
          <w:spacing w:val="4"/>
          <w:lang w:val="nl-NL"/>
        </w:rPr>
        <w:t>tussen</w:t>
      </w:r>
      <w:r w:rsidRPr="008064BE">
        <w:rPr>
          <w:spacing w:val="13"/>
          <w:lang w:val="nl-NL"/>
        </w:rPr>
        <w:t xml:space="preserve"> </w:t>
      </w:r>
      <w:r w:rsidRPr="008064BE">
        <w:rPr>
          <w:spacing w:val="5"/>
          <w:lang w:val="nl-NL"/>
        </w:rPr>
        <w:t>de</w:t>
      </w:r>
    </w:p>
    <w:p w:rsidR="00F408A2" w:rsidRPr="008064BE" w:rsidRDefault="007405E6">
      <w:pPr>
        <w:pStyle w:val="Plattetekst"/>
        <w:spacing w:before="29" w:line="261" w:lineRule="auto"/>
        <w:ind w:left="1103"/>
        <w:rPr>
          <w:lang w:val="nl-NL"/>
        </w:rPr>
      </w:pPr>
      <w:r w:rsidRPr="008064BE">
        <w:rPr>
          <w:lang w:val="nl-NL"/>
        </w:rPr>
        <w:t>composietplaten in de richting van de positieve elektrode of in de richting van de negatieve elektrode zullen bewegen.</w:t>
      </w:r>
    </w:p>
    <w:p w:rsidR="00F408A2" w:rsidRPr="008064BE" w:rsidRDefault="00F408A2">
      <w:pPr>
        <w:pStyle w:val="Plattetekst"/>
        <w:spacing w:before="10"/>
        <w:rPr>
          <w:sz w:val="25"/>
          <w:lang w:val="nl-NL"/>
        </w:rPr>
      </w:pPr>
    </w:p>
    <w:p w:rsidR="00F408A2" w:rsidRPr="008064BE" w:rsidRDefault="007405E6">
      <w:pPr>
        <w:pStyle w:val="Plattetekst"/>
        <w:spacing w:line="261" w:lineRule="auto"/>
        <w:ind w:left="1103" w:right="635"/>
        <w:rPr>
          <w:lang w:val="nl-NL"/>
        </w:rPr>
      </w:pPr>
      <w:r w:rsidRPr="008064BE">
        <w:rPr>
          <w:lang w:val="nl-NL"/>
        </w:rPr>
        <w:t>De papieren batterij is zeer snel oplaadbaar. De batterij heeft echter in vergelijking met de veelgebruikte lithiumbatterij maar een lage maximale</w:t>
      </w:r>
    </w:p>
    <w:p w:rsidR="00F408A2" w:rsidRPr="008064BE" w:rsidRDefault="007405E6">
      <w:pPr>
        <w:pStyle w:val="Plattetekst"/>
        <w:spacing w:line="261" w:lineRule="auto"/>
        <w:ind w:left="1103"/>
        <w:rPr>
          <w:lang w:val="nl-NL"/>
        </w:rPr>
      </w:pPr>
      <w:r w:rsidRPr="008064BE">
        <w:rPr>
          <w:spacing w:val="5"/>
          <w:lang w:val="nl-NL"/>
        </w:rPr>
        <w:t xml:space="preserve">spanning. </w:t>
      </w:r>
      <w:r w:rsidRPr="008064BE">
        <w:rPr>
          <w:lang w:val="nl-NL"/>
        </w:rPr>
        <w:t xml:space="preserve">De </w:t>
      </w:r>
      <w:r w:rsidRPr="008064BE">
        <w:rPr>
          <w:spacing w:val="5"/>
          <w:lang w:val="nl-NL"/>
        </w:rPr>
        <w:t xml:space="preserve">maximaal </w:t>
      </w:r>
      <w:r w:rsidRPr="008064BE">
        <w:rPr>
          <w:spacing w:val="4"/>
          <w:lang w:val="nl-NL"/>
        </w:rPr>
        <w:t xml:space="preserve">haalbare spanning van </w:t>
      </w:r>
      <w:r w:rsidRPr="008064BE">
        <w:rPr>
          <w:spacing w:val="2"/>
          <w:lang w:val="nl-NL"/>
        </w:rPr>
        <w:t xml:space="preserve">de </w:t>
      </w:r>
      <w:r w:rsidRPr="008064BE">
        <w:rPr>
          <w:spacing w:val="4"/>
          <w:lang w:val="nl-NL"/>
        </w:rPr>
        <w:t xml:space="preserve">papieren </w:t>
      </w:r>
      <w:r w:rsidRPr="008064BE">
        <w:rPr>
          <w:spacing w:val="5"/>
          <w:lang w:val="nl-NL"/>
        </w:rPr>
        <w:t xml:space="preserve">batterij </w:t>
      </w:r>
      <w:r w:rsidRPr="008064BE">
        <w:rPr>
          <w:spacing w:val="3"/>
          <w:lang w:val="nl-NL"/>
        </w:rPr>
        <w:t xml:space="preserve">is </w:t>
      </w:r>
      <w:r w:rsidRPr="008064BE">
        <w:rPr>
          <w:spacing w:val="5"/>
          <w:lang w:val="nl-NL"/>
        </w:rPr>
        <w:t xml:space="preserve">afhankelijk </w:t>
      </w:r>
      <w:r w:rsidRPr="008064BE">
        <w:rPr>
          <w:spacing w:val="4"/>
          <w:lang w:val="nl-NL"/>
        </w:rPr>
        <w:t>van</w:t>
      </w:r>
      <w:r w:rsidRPr="008064BE">
        <w:rPr>
          <w:spacing w:val="12"/>
          <w:lang w:val="nl-NL"/>
        </w:rPr>
        <w:t xml:space="preserve"> </w:t>
      </w:r>
      <w:r w:rsidRPr="008064BE">
        <w:rPr>
          <w:spacing w:val="2"/>
          <w:lang w:val="nl-NL"/>
        </w:rPr>
        <w:t>de</w:t>
      </w:r>
      <w:r w:rsidRPr="008064BE">
        <w:rPr>
          <w:spacing w:val="14"/>
          <w:lang w:val="nl-NL"/>
        </w:rPr>
        <w:t xml:space="preserve"> </w:t>
      </w:r>
      <w:r w:rsidRPr="008064BE">
        <w:rPr>
          <w:spacing w:val="3"/>
          <w:lang w:val="nl-NL"/>
        </w:rPr>
        <w:t>tijd</w:t>
      </w:r>
      <w:r w:rsidRPr="008064BE">
        <w:rPr>
          <w:spacing w:val="14"/>
          <w:lang w:val="nl-NL"/>
        </w:rPr>
        <w:t xml:space="preserve"> </w:t>
      </w:r>
      <w:r w:rsidRPr="008064BE">
        <w:rPr>
          <w:spacing w:val="3"/>
          <w:lang w:val="nl-NL"/>
        </w:rPr>
        <w:t>dat</w:t>
      </w:r>
      <w:r w:rsidRPr="008064BE">
        <w:rPr>
          <w:spacing w:val="14"/>
          <w:lang w:val="nl-NL"/>
        </w:rPr>
        <w:t xml:space="preserve"> </w:t>
      </w:r>
      <w:r w:rsidRPr="008064BE">
        <w:rPr>
          <w:spacing w:val="3"/>
          <w:lang w:val="nl-NL"/>
        </w:rPr>
        <w:t>het</w:t>
      </w:r>
      <w:r w:rsidRPr="008064BE">
        <w:rPr>
          <w:spacing w:val="14"/>
          <w:lang w:val="nl-NL"/>
        </w:rPr>
        <w:t xml:space="preserve"> </w:t>
      </w:r>
      <w:r w:rsidRPr="008064BE">
        <w:rPr>
          <w:spacing w:val="3"/>
          <w:lang w:val="nl-NL"/>
        </w:rPr>
        <w:t>PPy</w:t>
      </w:r>
      <w:r w:rsidRPr="008064BE">
        <w:rPr>
          <w:spacing w:val="13"/>
          <w:lang w:val="nl-NL"/>
        </w:rPr>
        <w:t xml:space="preserve"> </w:t>
      </w:r>
      <w:r w:rsidRPr="008064BE">
        <w:rPr>
          <w:spacing w:val="4"/>
          <w:lang w:val="nl-NL"/>
        </w:rPr>
        <w:t>reageert</w:t>
      </w:r>
      <w:r w:rsidRPr="008064BE">
        <w:rPr>
          <w:spacing w:val="14"/>
          <w:lang w:val="nl-NL"/>
        </w:rPr>
        <w:t xml:space="preserve"> </w:t>
      </w:r>
      <w:r w:rsidRPr="008064BE">
        <w:rPr>
          <w:spacing w:val="3"/>
          <w:lang w:val="nl-NL"/>
        </w:rPr>
        <w:t>met</w:t>
      </w:r>
      <w:r w:rsidRPr="008064BE">
        <w:rPr>
          <w:spacing w:val="11"/>
          <w:lang w:val="nl-NL"/>
        </w:rPr>
        <w:t xml:space="preserve"> </w:t>
      </w:r>
      <w:r w:rsidRPr="008064BE">
        <w:rPr>
          <w:spacing w:val="2"/>
          <w:lang w:val="nl-NL"/>
        </w:rPr>
        <w:t>de</w:t>
      </w:r>
      <w:r w:rsidRPr="008064BE">
        <w:rPr>
          <w:spacing w:val="14"/>
          <w:lang w:val="nl-NL"/>
        </w:rPr>
        <w:t xml:space="preserve"> </w:t>
      </w:r>
      <w:r w:rsidRPr="008064BE">
        <w:rPr>
          <w:spacing w:val="5"/>
          <w:lang w:val="nl-NL"/>
        </w:rPr>
        <w:t>ijzer(III)chloride-oplossing.</w:t>
      </w:r>
    </w:p>
    <w:p w:rsidR="00F408A2" w:rsidRPr="008064BE" w:rsidRDefault="007405E6">
      <w:pPr>
        <w:pStyle w:val="Plattetekst"/>
        <w:spacing w:line="274" w:lineRule="exact"/>
        <w:ind w:left="1103"/>
        <w:rPr>
          <w:lang w:val="nl-NL"/>
        </w:rPr>
      </w:pPr>
      <w:r w:rsidRPr="008064BE">
        <w:rPr>
          <w:spacing w:val="3"/>
          <w:lang w:val="nl-NL"/>
        </w:rPr>
        <w:t>Als</w:t>
      </w:r>
      <w:r w:rsidRPr="008064BE">
        <w:rPr>
          <w:spacing w:val="15"/>
          <w:lang w:val="nl-NL"/>
        </w:rPr>
        <w:t xml:space="preserve"> </w:t>
      </w:r>
      <w:r w:rsidRPr="008064BE">
        <w:rPr>
          <w:spacing w:val="2"/>
          <w:lang w:val="nl-NL"/>
        </w:rPr>
        <w:t>de</w:t>
      </w:r>
      <w:r w:rsidRPr="008064BE">
        <w:rPr>
          <w:spacing w:val="17"/>
          <w:lang w:val="nl-NL"/>
        </w:rPr>
        <w:t xml:space="preserve"> </w:t>
      </w:r>
      <w:r w:rsidRPr="008064BE">
        <w:rPr>
          <w:spacing w:val="4"/>
          <w:lang w:val="nl-NL"/>
        </w:rPr>
        <w:t>reactietijd</w:t>
      </w:r>
      <w:r w:rsidRPr="008064BE">
        <w:rPr>
          <w:spacing w:val="16"/>
          <w:lang w:val="nl-NL"/>
        </w:rPr>
        <w:t xml:space="preserve"> </w:t>
      </w:r>
      <w:r w:rsidRPr="008064BE">
        <w:rPr>
          <w:spacing w:val="3"/>
          <w:lang w:val="nl-NL"/>
        </w:rPr>
        <w:t>kort</w:t>
      </w:r>
      <w:r w:rsidRPr="008064BE">
        <w:rPr>
          <w:spacing w:val="14"/>
          <w:lang w:val="nl-NL"/>
        </w:rPr>
        <w:t xml:space="preserve"> </w:t>
      </w:r>
      <w:r w:rsidRPr="008064BE">
        <w:rPr>
          <w:spacing w:val="4"/>
          <w:lang w:val="nl-NL"/>
        </w:rPr>
        <w:t>is,</w:t>
      </w:r>
      <w:r w:rsidRPr="008064BE">
        <w:rPr>
          <w:spacing w:val="17"/>
          <w:lang w:val="nl-NL"/>
        </w:rPr>
        <w:t xml:space="preserve"> </w:t>
      </w:r>
      <w:r w:rsidRPr="008064BE">
        <w:rPr>
          <w:lang w:val="nl-NL"/>
        </w:rPr>
        <w:t>is</w:t>
      </w:r>
      <w:r w:rsidRPr="008064BE">
        <w:rPr>
          <w:spacing w:val="13"/>
          <w:lang w:val="nl-NL"/>
        </w:rPr>
        <w:t xml:space="preserve"> </w:t>
      </w:r>
      <w:r w:rsidRPr="008064BE">
        <w:rPr>
          <w:spacing w:val="4"/>
          <w:lang w:val="nl-NL"/>
        </w:rPr>
        <w:t>de</w:t>
      </w:r>
      <w:r w:rsidRPr="008064BE">
        <w:rPr>
          <w:spacing w:val="15"/>
          <w:lang w:val="nl-NL"/>
        </w:rPr>
        <w:t xml:space="preserve"> </w:t>
      </w:r>
      <w:r w:rsidRPr="008064BE">
        <w:rPr>
          <w:spacing w:val="5"/>
          <w:lang w:val="nl-NL"/>
        </w:rPr>
        <w:t>hoeveelheid</w:t>
      </w:r>
      <w:r w:rsidRPr="008064BE">
        <w:rPr>
          <w:spacing w:val="14"/>
          <w:lang w:val="nl-NL"/>
        </w:rPr>
        <w:t xml:space="preserve"> </w:t>
      </w:r>
      <w:r w:rsidRPr="008064BE">
        <w:rPr>
          <w:spacing w:val="4"/>
          <w:lang w:val="nl-NL"/>
        </w:rPr>
        <w:t>positieve</w:t>
      </w:r>
      <w:r w:rsidRPr="008064BE">
        <w:rPr>
          <w:spacing w:val="17"/>
          <w:lang w:val="nl-NL"/>
        </w:rPr>
        <w:t xml:space="preserve"> </w:t>
      </w:r>
      <w:r w:rsidRPr="008064BE">
        <w:rPr>
          <w:spacing w:val="4"/>
          <w:lang w:val="nl-NL"/>
        </w:rPr>
        <w:t>ladingen</w:t>
      </w:r>
      <w:r w:rsidRPr="008064BE">
        <w:rPr>
          <w:spacing w:val="17"/>
          <w:lang w:val="nl-NL"/>
        </w:rPr>
        <w:t xml:space="preserve"> </w:t>
      </w:r>
      <w:r w:rsidRPr="008064BE">
        <w:rPr>
          <w:lang w:val="nl-NL"/>
        </w:rPr>
        <w:t>in</w:t>
      </w:r>
      <w:r w:rsidRPr="008064BE">
        <w:rPr>
          <w:spacing w:val="14"/>
          <w:lang w:val="nl-NL"/>
        </w:rPr>
        <w:t xml:space="preserve"> </w:t>
      </w:r>
      <w:r w:rsidRPr="008064BE">
        <w:rPr>
          <w:spacing w:val="5"/>
          <w:lang w:val="nl-NL"/>
        </w:rPr>
        <w:t>de</w:t>
      </w:r>
    </w:p>
    <w:p w:rsidR="00F408A2" w:rsidRPr="008064BE" w:rsidRDefault="007405E6">
      <w:pPr>
        <w:pStyle w:val="Plattetekst"/>
        <w:spacing w:before="23" w:line="261" w:lineRule="auto"/>
        <w:ind w:left="1103" w:right="263"/>
        <w:rPr>
          <w:lang w:val="nl-NL"/>
        </w:rPr>
      </w:pPr>
      <w:r w:rsidRPr="008064BE">
        <w:rPr>
          <w:lang w:val="nl-NL"/>
        </w:rPr>
        <w:t>PPy-moleculen klein. Als de reactietijd lang is, is het aantal positieve ladingen in de PPy-moleculen groot.</w:t>
      </w:r>
    </w:p>
    <w:p w:rsidR="00F408A2" w:rsidRPr="008064BE" w:rsidRDefault="007405E6">
      <w:pPr>
        <w:pStyle w:val="Plattetekst"/>
        <w:spacing w:line="274" w:lineRule="exact"/>
        <w:ind w:left="1104"/>
        <w:rPr>
          <w:lang w:val="nl-NL"/>
        </w:rPr>
      </w:pPr>
      <w:r w:rsidRPr="008064BE">
        <w:rPr>
          <w:lang w:val="nl-NL"/>
        </w:rPr>
        <w:t>Het aantal positieve ladingen dat kan ontstaan in de PPy-moleculen kent een</w:t>
      </w:r>
    </w:p>
    <w:p w:rsidR="00F408A2" w:rsidRPr="008064BE" w:rsidRDefault="007405E6">
      <w:pPr>
        <w:pStyle w:val="Plattetekst"/>
        <w:spacing w:before="24" w:line="261" w:lineRule="auto"/>
        <w:ind w:left="1103"/>
        <w:rPr>
          <w:lang w:val="nl-NL"/>
        </w:rPr>
      </w:pPr>
      <w:r w:rsidRPr="008064BE">
        <w:rPr>
          <w:lang w:val="nl-NL"/>
        </w:rPr>
        <w:t>maximum. Het materiaal dat ontstaat als de PPy-moleculen het maximale aantal positieve ladingen hebben, is ongeschikt om een batterij van samen te stellen.</w:t>
      </w:r>
    </w:p>
    <w:p w:rsidR="00F408A2" w:rsidRPr="008064BE" w:rsidRDefault="007405E6">
      <w:pPr>
        <w:pStyle w:val="Plattetekst"/>
        <w:spacing w:line="274" w:lineRule="exact"/>
        <w:ind w:left="1103"/>
        <w:rPr>
          <w:lang w:val="nl-NL"/>
        </w:rPr>
      </w:pPr>
      <w:r w:rsidRPr="008064BE">
        <w:rPr>
          <w:lang w:val="nl-NL"/>
        </w:rPr>
        <w:t>De reactietijd in stap 2 moet daarom goed worden gecontroleerd.</w:t>
      </w:r>
    </w:p>
    <w:p w:rsidR="00F408A2" w:rsidRPr="008064BE" w:rsidRDefault="007405E6">
      <w:pPr>
        <w:pStyle w:val="Plattetekst"/>
        <w:tabs>
          <w:tab w:val="left" w:pos="650"/>
          <w:tab w:val="left" w:pos="1103"/>
        </w:tabs>
        <w:spacing w:before="185" w:line="261" w:lineRule="auto"/>
        <w:ind w:left="1104" w:right="635" w:hanging="965"/>
        <w:rPr>
          <w:lang w:val="nl-NL"/>
        </w:rPr>
      </w:pPr>
      <w:r w:rsidRPr="008064BE">
        <w:rPr>
          <w:spacing w:val="3"/>
          <w:sz w:val="16"/>
          <w:lang w:val="nl-NL"/>
        </w:rPr>
        <w:t>1p</w:t>
      </w:r>
      <w:r w:rsidRPr="008064BE">
        <w:rPr>
          <w:spacing w:val="3"/>
          <w:sz w:val="16"/>
          <w:lang w:val="nl-NL"/>
        </w:rPr>
        <w:tab/>
      </w:r>
      <w:r w:rsidRPr="008064BE">
        <w:rPr>
          <w:b/>
          <w:sz w:val="20"/>
          <w:lang w:val="nl-NL"/>
        </w:rPr>
        <w:t>6</w:t>
      </w:r>
      <w:r w:rsidRPr="008064BE">
        <w:rPr>
          <w:b/>
          <w:sz w:val="20"/>
          <w:lang w:val="nl-NL"/>
        </w:rPr>
        <w:tab/>
      </w:r>
      <w:r w:rsidRPr="008064BE">
        <w:rPr>
          <w:spacing w:val="4"/>
          <w:lang w:val="nl-NL"/>
        </w:rPr>
        <w:t xml:space="preserve">Leg </w:t>
      </w:r>
      <w:r w:rsidRPr="008064BE">
        <w:rPr>
          <w:spacing w:val="3"/>
          <w:lang w:val="nl-NL"/>
        </w:rPr>
        <w:t xml:space="preserve">uit </w:t>
      </w:r>
      <w:r w:rsidRPr="008064BE">
        <w:rPr>
          <w:spacing w:val="4"/>
          <w:lang w:val="nl-NL"/>
        </w:rPr>
        <w:t xml:space="preserve">dat </w:t>
      </w:r>
      <w:r w:rsidRPr="008064BE">
        <w:rPr>
          <w:spacing w:val="3"/>
          <w:lang w:val="nl-NL"/>
        </w:rPr>
        <w:t xml:space="preserve">het </w:t>
      </w:r>
      <w:r w:rsidRPr="008064BE">
        <w:rPr>
          <w:spacing w:val="5"/>
          <w:lang w:val="nl-NL"/>
        </w:rPr>
        <w:t xml:space="preserve">materiaal </w:t>
      </w:r>
      <w:r w:rsidRPr="008064BE">
        <w:rPr>
          <w:spacing w:val="4"/>
          <w:lang w:val="nl-NL"/>
        </w:rPr>
        <w:t xml:space="preserve">waarin </w:t>
      </w:r>
      <w:r w:rsidRPr="008064BE">
        <w:rPr>
          <w:spacing w:val="5"/>
          <w:lang w:val="nl-NL"/>
        </w:rPr>
        <w:t xml:space="preserve">PPy-moleculen </w:t>
      </w:r>
      <w:r w:rsidRPr="008064BE">
        <w:rPr>
          <w:spacing w:val="4"/>
          <w:lang w:val="nl-NL"/>
        </w:rPr>
        <w:t xml:space="preserve">het </w:t>
      </w:r>
      <w:r w:rsidRPr="008064BE">
        <w:rPr>
          <w:spacing w:val="5"/>
          <w:lang w:val="nl-NL"/>
        </w:rPr>
        <w:t xml:space="preserve">maximaal </w:t>
      </w:r>
      <w:r w:rsidRPr="008064BE">
        <w:rPr>
          <w:spacing w:val="4"/>
          <w:lang w:val="nl-NL"/>
        </w:rPr>
        <w:t>aantal positieve ladingen</w:t>
      </w:r>
      <w:r w:rsidRPr="008064BE">
        <w:rPr>
          <w:spacing w:val="13"/>
          <w:lang w:val="nl-NL"/>
        </w:rPr>
        <w:t xml:space="preserve"> </w:t>
      </w:r>
      <w:r w:rsidRPr="008064BE">
        <w:rPr>
          <w:spacing w:val="4"/>
          <w:lang w:val="nl-NL"/>
        </w:rPr>
        <w:t>hebben</w:t>
      </w:r>
      <w:r w:rsidRPr="008064BE">
        <w:rPr>
          <w:spacing w:val="14"/>
          <w:lang w:val="nl-NL"/>
        </w:rPr>
        <w:t xml:space="preserve"> </w:t>
      </w:r>
      <w:r w:rsidRPr="008064BE">
        <w:rPr>
          <w:spacing w:val="4"/>
          <w:lang w:val="nl-NL"/>
        </w:rPr>
        <w:t>niet</w:t>
      </w:r>
      <w:r w:rsidRPr="008064BE">
        <w:rPr>
          <w:spacing w:val="10"/>
          <w:lang w:val="nl-NL"/>
        </w:rPr>
        <w:t xml:space="preserve"> </w:t>
      </w:r>
      <w:r w:rsidRPr="008064BE">
        <w:rPr>
          <w:spacing w:val="5"/>
          <w:lang w:val="nl-NL"/>
        </w:rPr>
        <w:t>bruikbaar</w:t>
      </w:r>
      <w:r w:rsidRPr="008064BE">
        <w:rPr>
          <w:spacing w:val="12"/>
          <w:lang w:val="nl-NL"/>
        </w:rPr>
        <w:t xml:space="preserve"> </w:t>
      </w:r>
      <w:r w:rsidRPr="008064BE">
        <w:rPr>
          <w:spacing w:val="3"/>
          <w:lang w:val="nl-NL"/>
        </w:rPr>
        <w:t>is</w:t>
      </w:r>
      <w:r w:rsidRPr="008064BE">
        <w:rPr>
          <w:spacing w:val="10"/>
          <w:lang w:val="nl-NL"/>
        </w:rPr>
        <w:t xml:space="preserve"> </w:t>
      </w:r>
      <w:r w:rsidRPr="008064BE">
        <w:rPr>
          <w:spacing w:val="2"/>
          <w:lang w:val="nl-NL"/>
        </w:rPr>
        <w:t>om</w:t>
      </w:r>
      <w:r w:rsidRPr="008064BE">
        <w:rPr>
          <w:spacing w:val="15"/>
          <w:lang w:val="nl-NL"/>
        </w:rPr>
        <w:t xml:space="preserve"> </w:t>
      </w:r>
      <w:r w:rsidRPr="008064BE">
        <w:rPr>
          <w:spacing w:val="3"/>
          <w:lang w:val="nl-NL"/>
        </w:rPr>
        <w:t>een</w:t>
      </w:r>
      <w:r w:rsidRPr="008064BE">
        <w:rPr>
          <w:spacing w:val="12"/>
          <w:lang w:val="nl-NL"/>
        </w:rPr>
        <w:t xml:space="preserve"> </w:t>
      </w:r>
      <w:r w:rsidRPr="008064BE">
        <w:rPr>
          <w:spacing w:val="5"/>
          <w:lang w:val="nl-NL"/>
        </w:rPr>
        <w:t>batterij</w:t>
      </w:r>
      <w:r w:rsidRPr="008064BE">
        <w:rPr>
          <w:spacing w:val="9"/>
          <w:lang w:val="nl-NL"/>
        </w:rPr>
        <w:t xml:space="preserve"> </w:t>
      </w:r>
      <w:r w:rsidRPr="008064BE">
        <w:rPr>
          <w:spacing w:val="4"/>
          <w:lang w:val="nl-NL"/>
        </w:rPr>
        <w:t>uit</w:t>
      </w:r>
      <w:r w:rsidRPr="008064BE">
        <w:rPr>
          <w:spacing w:val="14"/>
          <w:lang w:val="nl-NL"/>
        </w:rPr>
        <w:t xml:space="preserve"> </w:t>
      </w:r>
      <w:r w:rsidRPr="008064BE">
        <w:rPr>
          <w:spacing w:val="4"/>
          <w:lang w:val="nl-NL"/>
        </w:rPr>
        <w:t>samen</w:t>
      </w:r>
      <w:r w:rsidRPr="008064BE">
        <w:rPr>
          <w:spacing w:val="13"/>
          <w:lang w:val="nl-NL"/>
        </w:rPr>
        <w:t xml:space="preserve"> </w:t>
      </w:r>
      <w:r w:rsidRPr="008064BE">
        <w:rPr>
          <w:spacing w:val="2"/>
          <w:lang w:val="nl-NL"/>
        </w:rPr>
        <w:t>te</w:t>
      </w:r>
      <w:r w:rsidRPr="008064BE">
        <w:rPr>
          <w:spacing w:val="14"/>
          <w:lang w:val="nl-NL"/>
        </w:rPr>
        <w:t xml:space="preserve"> </w:t>
      </w:r>
      <w:r w:rsidRPr="008064BE">
        <w:rPr>
          <w:spacing w:val="5"/>
          <w:lang w:val="nl-NL"/>
        </w:rPr>
        <w:t>stellen.</w:t>
      </w:r>
    </w:p>
    <w:p w:rsidR="00F408A2" w:rsidRPr="008064BE" w:rsidRDefault="00F408A2">
      <w:pPr>
        <w:pStyle w:val="Plattetekst"/>
        <w:spacing w:before="10"/>
        <w:rPr>
          <w:sz w:val="25"/>
          <w:lang w:val="nl-NL"/>
        </w:rPr>
      </w:pPr>
    </w:p>
    <w:p w:rsidR="00F408A2" w:rsidRPr="008064BE" w:rsidRDefault="007405E6">
      <w:pPr>
        <w:pStyle w:val="Plattetekst"/>
        <w:spacing w:before="1" w:line="261" w:lineRule="auto"/>
        <w:ind w:left="1104" w:right="239"/>
        <w:jc w:val="both"/>
        <w:rPr>
          <w:lang w:val="nl-NL"/>
        </w:rPr>
      </w:pPr>
      <w:r w:rsidRPr="008064BE">
        <w:rPr>
          <w:lang w:val="nl-NL"/>
        </w:rPr>
        <w:t>Het percentage van het maximaal aantal positieve ladingen is van belang om de maximaal haalbare spanning te kunnen bereiken. Daarom wordt de reactietijd zo gekozen dat het percentage positieve ladingen in de PPy-moleculen een</w:t>
      </w:r>
    </w:p>
    <w:p w:rsidR="00F408A2" w:rsidRPr="008064BE" w:rsidRDefault="007405E6">
      <w:pPr>
        <w:pStyle w:val="Plattetekst"/>
        <w:spacing w:line="274" w:lineRule="exact"/>
        <w:ind w:left="1104"/>
        <w:rPr>
          <w:lang w:val="nl-NL"/>
        </w:rPr>
      </w:pPr>
      <w:r w:rsidRPr="008064BE">
        <w:rPr>
          <w:lang w:val="nl-NL"/>
        </w:rPr>
        <w:t>bepaalde waarde heeft.</w:t>
      </w:r>
    </w:p>
    <w:p w:rsidR="00F408A2" w:rsidRPr="008064BE" w:rsidRDefault="00F408A2">
      <w:pPr>
        <w:pStyle w:val="Plattetekst"/>
        <w:spacing w:before="1"/>
        <w:rPr>
          <w:sz w:val="28"/>
          <w:lang w:val="nl-NL"/>
        </w:rPr>
      </w:pPr>
    </w:p>
    <w:p w:rsidR="00F408A2" w:rsidRPr="008064BE" w:rsidRDefault="007405E6">
      <w:pPr>
        <w:pStyle w:val="Plattetekst"/>
        <w:tabs>
          <w:tab w:val="left" w:pos="650"/>
          <w:tab w:val="left" w:pos="1103"/>
        </w:tabs>
        <w:spacing w:before="1" w:line="261" w:lineRule="auto"/>
        <w:ind w:left="1104" w:right="954" w:hanging="965"/>
        <w:rPr>
          <w:lang w:val="nl-NL"/>
        </w:rPr>
      </w:pPr>
      <w:r w:rsidRPr="008064BE">
        <w:rPr>
          <w:spacing w:val="3"/>
          <w:sz w:val="16"/>
          <w:lang w:val="nl-NL"/>
        </w:rPr>
        <w:t>2p</w:t>
      </w:r>
      <w:r w:rsidRPr="008064BE">
        <w:rPr>
          <w:spacing w:val="3"/>
          <w:sz w:val="16"/>
          <w:lang w:val="nl-NL"/>
        </w:rPr>
        <w:tab/>
      </w:r>
      <w:r w:rsidRPr="008064BE">
        <w:rPr>
          <w:b/>
          <w:sz w:val="20"/>
          <w:lang w:val="nl-NL"/>
        </w:rPr>
        <w:t>7</w:t>
      </w:r>
      <w:r w:rsidRPr="008064BE">
        <w:rPr>
          <w:b/>
          <w:sz w:val="20"/>
          <w:lang w:val="nl-NL"/>
        </w:rPr>
        <w:tab/>
      </w:r>
      <w:r w:rsidRPr="008064BE">
        <w:rPr>
          <w:spacing w:val="4"/>
          <w:lang w:val="nl-NL"/>
        </w:rPr>
        <w:t xml:space="preserve">Leg </w:t>
      </w:r>
      <w:r w:rsidRPr="008064BE">
        <w:rPr>
          <w:spacing w:val="3"/>
          <w:lang w:val="nl-NL"/>
        </w:rPr>
        <w:t xml:space="preserve">uit </w:t>
      </w:r>
      <w:r w:rsidRPr="008064BE">
        <w:rPr>
          <w:spacing w:val="4"/>
          <w:lang w:val="nl-NL"/>
        </w:rPr>
        <w:t xml:space="preserve">tot welk percentage </w:t>
      </w:r>
      <w:r w:rsidRPr="008064BE">
        <w:rPr>
          <w:spacing w:val="3"/>
          <w:lang w:val="nl-NL"/>
        </w:rPr>
        <w:t xml:space="preserve">van </w:t>
      </w:r>
      <w:r w:rsidRPr="008064BE">
        <w:rPr>
          <w:spacing w:val="4"/>
          <w:lang w:val="nl-NL"/>
        </w:rPr>
        <w:t xml:space="preserve">het </w:t>
      </w:r>
      <w:r w:rsidRPr="008064BE">
        <w:rPr>
          <w:spacing w:val="5"/>
          <w:lang w:val="nl-NL"/>
        </w:rPr>
        <w:t xml:space="preserve">maximaal aantal </w:t>
      </w:r>
      <w:r w:rsidRPr="008064BE">
        <w:rPr>
          <w:spacing w:val="4"/>
          <w:lang w:val="nl-NL"/>
        </w:rPr>
        <w:t xml:space="preserve">positieve ladingen </w:t>
      </w:r>
      <w:r w:rsidRPr="008064BE">
        <w:rPr>
          <w:spacing w:val="5"/>
          <w:lang w:val="nl-NL"/>
        </w:rPr>
        <w:t xml:space="preserve">de PPy-moleculen </w:t>
      </w:r>
      <w:r w:rsidRPr="008064BE">
        <w:rPr>
          <w:spacing w:val="4"/>
          <w:lang w:val="nl-NL"/>
        </w:rPr>
        <w:t xml:space="preserve">moeten </w:t>
      </w:r>
      <w:r w:rsidRPr="008064BE">
        <w:rPr>
          <w:spacing w:val="5"/>
          <w:lang w:val="nl-NL"/>
        </w:rPr>
        <w:t xml:space="preserve">reageren </w:t>
      </w:r>
      <w:r w:rsidRPr="008064BE">
        <w:rPr>
          <w:spacing w:val="3"/>
          <w:lang w:val="nl-NL"/>
        </w:rPr>
        <w:t xml:space="preserve">met </w:t>
      </w:r>
      <w:r w:rsidRPr="008064BE">
        <w:rPr>
          <w:spacing w:val="2"/>
          <w:lang w:val="nl-NL"/>
        </w:rPr>
        <w:t xml:space="preserve">de </w:t>
      </w:r>
      <w:r w:rsidRPr="008064BE">
        <w:rPr>
          <w:spacing w:val="5"/>
          <w:lang w:val="nl-NL"/>
        </w:rPr>
        <w:t xml:space="preserve">ijzer(III)chloride-oplossing </w:t>
      </w:r>
      <w:r w:rsidRPr="008064BE">
        <w:rPr>
          <w:spacing w:val="4"/>
          <w:lang w:val="nl-NL"/>
        </w:rPr>
        <w:t>tijdens</w:t>
      </w:r>
    </w:p>
    <w:p w:rsidR="00F408A2" w:rsidRPr="008064BE" w:rsidRDefault="007405E6">
      <w:pPr>
        <w:pStyle w:val="Plattetekst"/>
        <w:spacing w:line="261" w:lineRule="auto"/>
        <w:ind w:left="1104" w:right="263"/>
        <w:rPr>
          <w:lang w:val="nl-NL"/>
        </w:rPr>
      </w:pPr>
      <w:r w:rsidRPr="008064BE">
        <w:rPr>
          <w:lang w:val="nl-NL"/>
        </w:rPr>
        <w:t>stap 2, zodat de maximaal haalbare spanning van de batterij bereikt kan worden bij het opladen.</w:t>
      </w:r>
    </w:p>
    <w:p w:rsidR="00F408A2" w:rsidRPr="008064BE" w:rsidRDefault="00F408A2">
      <w:pPr>
        <w:spacing w:line="261" w:lineRule="auto"/>
        <w:rPr>
          <w:lang w:val="nl-NL"/>
        </w:rPr>
        <w:sectPr w:rsidR="00F408A2" w:rsidRPr="008064BE">
          <w:pgSz w:w="11910" w:h="16840"/>
          <w:pgMar w:top="780" w:right="1000" w:bottom="1160" w:left="540" w:header="0" w:footer="969" w:gutter="0"/>
          <w:cols w:space="708"/>
        </w:sectPr>
      </w:pPr>
    </w:p>
    <w:p w:rsidR="00F408A2" w:rsidRPr="008064BE" w:rsidRDefault="008064BE">
      <w:pPr>
        <w:pStyle w:val="Kop1"/>
        <w:rPr>
          <w:lang w:val="nl-NL"/>
        </w:rPr>
      </w:pPr>
      <w:r>
        <w:lastRenderedPageBreak/>
        <w:pict>
          <v:line id="_x0000_s2134" style="position:absolute;left:0;text-align:left;z-index:251659776;mso-position-horizontal-relative:page;mso-position-vertical-relative:page" from="32.5pt,63.9pt" to="557.05pt,63.9pt" strokecolor="#c1c1c1" strokeweight="4.44pt">
            <w10:wrap anchorx="page" anchory="page"/>
          </v:line>
        </w:pict>
      </w:r>
      <w:r w:rsidR="007405E6" w:rsidRPr="008064BE">
        <w:rPr>
          <w:lang w:val="nl-NL"/>
        </w:rPr>
        <w:t>Biodiesel uit plantaardig afval</w:t>
      </w:r>
    </w:p>
    <w:p w:rsidR="00F408A2" w:rsidRPr="008064BE" w:rsidRDefault="00F408A2">
      <w:pPr>
        <w:pStyle w:val="Plattetekst"/>
        <w:rPr>
          <w:b/>
          <w:sz w:val="20"/>
          <w:lang w:val="nl-NL"/>
        </w:rPr>
      </w:pPr>
    </w:p>
    <w:p w:rsidR="00F408A2" w:rsidRPr="008064BE" w:rsidRDefault="00AC36B4">
      <w:pPr>
        <w:pStyle w:val="Plattetekst"/>
        <w:spacing w:before="227" w:line="247" w:lineRule="auto"/>
        <w:ind w:left="1104" w:right="401"/>
        <w:jc w:val="both"/>
        <w:rPr>
          <w:lang w:val="nl-NL"/>
        </w:rPr>
      </w:pPr>
      <w:r>
        <w:rPr>
          <w:rFonts w:ascii="Helvetica" w:hAnsi="Helvetica" w:cs="Helvetica"/>
          <w:noProof/>
          <w:color w:val="333333"/>
          <w:sz w:val="21"/>
          <w:szCs w:val="21"/>
          <w:lang w:val="nl-NL" w:eastAsia="nl-NL"/>
        </w:rPr>
        <w:drawing>
          <wp:anchor distT="0" distB="0" distL="114300" distR="114300" simplePos="0" relativeHeight="251655680" behindDoc="0" locked="0" layoutInCell="1" allowOverlap="1">
            <wp:simplePos x="0" y="0"/>
            <wp:positionH relativeFrom="column">
              <wp:posOffset>698500</wp:posOffset>
            </wp:positionH>
            <wp:positionV relativeFrom="paragraph">
              <wp:posOffset>144780</wp:posOffset>
            </wp:positionV>
            <wp:extent cx="1270000" cy="1270000"/>
            <wp:effectExtent l="0" t="0" r="0" b="0"/>
            <wp:wrapSquare wrapText="bothSides"/>
            <wp:docPr id="4" name="Afbeelding 4" descr="https://gratisqrcode.nl/qr/qrcodes/fd47da73cdd0bbb7728e2ab199d05205.png?1548881349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gratisqrcode.nl/qr/qrcodes/fd47da73cdd0bbb7728e2ab199d05205.png?154888134901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405E6" w:rsidRPr="008064BE">
        <w:rPr>
          <w:spacing w:val="2"/>
          <w:lang w:val="nl-NL"/>
        </w:rPr>
        <w:t xml:space="preserve">In </w:t>
      </w:r>
      <w:r w:rsidR="007405E6" w:rsidRPr="008064BE">
        <w:rPr>
          <w:spacing w:val="3"/>
          <w:lang w:val="nl-NL"/>
        </w:rPr>
        <w:t xml:space="preserve">een </w:t>
      </w:r>
      <w:r w:rsidR="007405E6" w:rsidRPr="008064BE">
        <w:rPr>
          <w:spacing w:val="4"/>
          <w:lang w:val="nl-NL"/>
        </w:rPr>
        <w:t xml:space="preserve">recent </w:t>
      </w:r>
      <w:r w:rsidR="007405E6" w:rsidRPr="008064BE">
        <w:rPr>
          <w:spacing w:val="5"/>
          <w:lang w:val="nl-NL"/>
        </w:rPr>
        <w:t xml:space="preserve">proefschrift </w:t>
      </w:r>
      <w:r w:rsidR="007405E6" w:rsidRPr="008064BE">
        <w:rPr>
          <w:spacing w:val="3"/>
          <w:lang w:val="nl-NL"/>
        </w:rPr>
        <w:t xml:space="preserve">is </w:t>
      </w:r>
      <w:r w:rsidR="007405E6" w:rsidRPr="008064BE">
        <w:rPr>
          <w:spacing w:val="5"/>
          <w:lang w:val="nl-NL"/>
        </w:rPr>
        <w:t xml:space="preserve">beschreven </w:t>
      </w:r>
      <w:r w:rsidR="007405E6" w:rsidRPr="008064BE">
        <w:rPr>
          <w:spacing w:val="4"/>
          <w:lang w:val="nl-NL"/>
        </w:rPr>
        <w:t xml:space="preserve">hoe </w:t>
      </w:r>
      <w:r w:rsidR="007405E6" w:rsidRPr="008064BE">
        <w:rPr>
          <w:spacing w:val="3"/>
          <w:lang w:val="nl-NL"/>
        </w:rPr>
        <w:t xml:space="preserve">uit </w:t>
      </w:r>
      <w:r w:rsidR="007405E6" w:rsidRPr="008064BE">
        <w:rPr>
          <w:spacing w:val="5"/>
          <w:lang w:val="nl-NL"/>
        </w:rPr>
        <w:t xml:space="preserve">plantaardig </w:t>
      </w:r>
      <w:r w:rsidR="007405E6" w:rsidRPr="008064BE">
        <w:rPr>
          <w:spacing w:val="4"/>
          <w:lang w:val="nl-NL"/>
        </w:rPr>
        <w:t xml:space="preserve">afval </w:t>
      </w:r>
      <w:r w:rsidR="007405E6" w:rsidRPr="008064BE">
        <w:rPr>
          <w:spacing w:val="5"/>
          <w:lang w:val="nl-NL"/>
        </w:rPr>
        <w:t xml:space="preserve">biodiesel </w:t>
      </w:r>
      <w:r w:rsidR="007405E6" w:rsidRPr="008064BE">
        <w:rPr>
          <w:spacing w:val="4"/>
          <w:lang w:val="nl-NL"/>
        </w:rPr>
        <w:t xml:space="preserve">kan worden geproduceerd. </w:t>
      </w:r>
      <w:r w:rsidR="007405E6" w:rsidRPr="008064BE">
        <w:rPr>
          <w:spacing w:val="2"/>
          <w:lang w:val="nl-NL"/>
        </w:rPr>
        <w:t xml:space="preserve">In </w:t>
      </w:r>
      <w:r w:rsidR="007405E6" w:rsidRPr="008064BE">
        <w:rPr>
          <w:spacing w:val="4"/>
          <w:lang w:val="nl-NL"/>
        </w:rPr>
        <w:t xml:space="preserve">een </w:t>
      </w:r>
      <w:r w:rsidR="007405E6" w:rsidRPr="008064BE">
        <w:rPr>
          <w:spacing w:val="5"/>
          <w:lang w:val="nl-NL"/>
        </w:rPr>
        <w:t xml:space="preserve">bioreactor </w:t>
      </w:r>
      <w:r w:rsidR="007405E6" w:rsidRPr="008064BE">
        <w:rPr>
          <w:spacing w:val="4"/>
          <w:lang w:val="nl-NL"/>
        </w:rPr>
        <w:t xml:space="preserve">worden </w:t>
      </w:r>
      <w:r w:rsidR="007405E6" w:rsidRPr="008064BE">
        <w:rPr>
          <w:lang w:val="nl-NL"/>
        </w:rPr>
        <w:t xml:space="preserve">in </w:t>
      </w:r>
      <w:r w:rsidR="007405E6" w:rsidRPr="008064BE">
        <w:rPr>
          <w:spacing w:val="3"/>
          <w:lang w:val="nl-NL"/>
        </w:rPr>
        <w:t xml:space="preserve">het </w:t>
      </w:r>
      <w:r w:rsidR="007405E6" w:rsidRPr="008064BE">
        <w:rPr>
          <w:spacing w:val="5"/>
          <w:lang w:val="nl-NL"/>
        </w:rPr>
        <w:t xml:space="preserve">plantenafval aanwezige </w:t>
      </w:r>
      <w:r w:rsidR="007405E6" w:rsidRPr="008064BE">
        <w:rPr>
          <w:spacing w:val="4"/>
          <w:lang w:val="nl-NL"/>
        </w:rPr>
        <w:t xml:space="preserve">stoffen als </w:t>
      </w:r>
      <w:r w:rsidR="007405E6" w:rsidRPr="008064BE">
        <w:rPr>
          <w:spacing w:val="5"/>
          <w:lang w:val="nl-NL"/>
        </w:rPr>
        <w:t xml:space="preserve">cellulose, </w:t>
      </w:r>
      <w:r w:rsidR="007405E6" w:rsidRPr="008064BE">
        <w:rPr>
          <w:spacing w:val="4"/>
          <w:lang w:val="nl-NL"/>
        </w:rPr>
        <w:t xml:space="preserve">vetten </w:t>
      </w:r>
      <w:r w:rsidR="007405E6" w:rsidRPr="008064BE">
        <w:rPr>
          <w:spacing w:val="2"/>
          <w:lang w:val="nl-NL"/>
        </w:rPr>
        <w:t xml:space="preserve">en </w:t>
      </w:r>
      <w:r w:rsidR="007405E6" w:rsidRPr="008064BE">
        <w:rPr>
          <w:spacing w:val="4"/>
          <w:lang w:val="nl-NL"/>
        </w:rPr>
        <w:t xml:space="preserve">eiwitten door een mix </w:t>
      </w:r>
      <w:r w:rsidR="007405E6" w:rsidRPr="008064BE">
        <w:rPr>
          <w:spacing w:val="3"/>
          <w:lang w:val="nl-NL"/>
        </w:rPr>
        <w:t xml:space="preserve">van </w:t>
      </w:r>
      <w:r w:rsidR="007405E6" w:rsidRPr="008064BE">
        <w:rPr>
          <w:spacing w:val="5"/>
          <w:lang w:val="nl-NL"/>
        </w:rPr>
        <w:t xml:space="preserve">bacteriën </w:t>
      </w:r>
      <w:r w:rsidR="007405E6" w:rsidRPr="008064BE">
        <w:rPr>
          <w:spacing w:val="4"/>
          <w:lang w:val="nl-NL"/>
        </w:rPr>
        <w:t xml:space="preserve">omgezet </w:t>
      </w:r>
      <w:r w:rsidR="007405E6" w:rsidRPr="008064BE">
        <w:rPr>
          <w:spacing w:val="5"/>
          <w:lang w:val="nl-NL"/>
        </w:rPr>
        <w:t xml:space="preserve">tot ethanol </w:t>
      </w:r>
      <w:r w:rsidR="007405E6" w:rsidRPr="008064BE">
        <w:rPr>
          <w:spacing w:val="2"/>
          <w:lang w:val="nl-NL"/>
        </w:rPr>
        <w:t xml:space="preserve">en </w:t>
      </w:r>
      <w:r w:rsidR="007405E6" w:rsidRPr="008064BE">
        <w:rPr>
          <w:spacing w:val="4"/>
          <w:lang w:val="nl-NL"/>
        </w:rPr>
        <w:t xml:space="preserve">zuren waaronder </w:t>
      </w:r>
      <w:r w:rsidR="007405E6" w:rsidRPr="008064BE">
        <w:rPr>
          <w:spacing w:val="5"/>
          <w:lang w:val="nl-NL"/>
        </w:rPr>
        <w:t>voornamelijk ethaanzuur (</w:t>
      </w:r>
      <w:r w:rsidR="007405E6" w:rsidRPr="008064BE">
        <w:rPr>
          <w:rFonts w:ascii="Times New Roman" w:hAnsi="Times New Roman"/>
          <w:spacing w:val="5"/>
          <w:sz w:val="26"/>
          <w:lang w:val="nl-NL"/>
        </w:rPr>
        <w:t>CH</w:t>
      </w:r>
      <w:r w:rsidR="007405E6" w:rsidRPr="008064BE">
        <w:rPr>
          <w:rFonts w:ascii="Times New Roman" w:hAnsi="Times New Roman"/>
          <w:spacing w:val="5"/>
          <w:position w:val="-7"/>
          <w:sz w:val="17"/>
          <w:lang w:val="nl-NL"/>
        </w:rPr>
        <w:t>3</w:t>
      </w:r>
      <w:r w:rsidR="007405E6" w:rsidRPr="008064BE">
        <w:rPr>
          <w:rFonts w:ascii="Times New Roman" w:hAnsi="Times New Roman"/>
          <w:spacing w:val="5"/>
          <w:sz w:val="26"/>
          <w:lang w:val="nl-NL"/>
        </w:rPr>
        <w:t>COOH)</w:t>
      </w:r>
      <w:r w:rsidR="007405E6" w:rsidRPr="008064BE">
        <w:rPr>
          <w:spacing w:val="5"/>
          <w:lang w:val="nl-NL"/>
        </w:rPr>
        <w:t>.</w:t>
      </w:r>
      <w:r w:rsidR="007405E6" w:rsidRPr="008064BE">
        <w:rPr>
          <w:spacing w:val="58"/>
          <w:lang w:val="nl-NL"/>
        </w:rPr>
        <w:t xml:space="preserve"> </w:t>
      </w:r>
      <w:r w:rsidR="007405E6" w:rsidRPr="008064BE">
        <w:rPr>
          <w:spacing w:val="3"/>
          <w:lang w:val="nl-NL"/>
        </w:rPr>
        <w:t>Het</w:t>
      </w:r>
    </w:p>
    <w:p w:rsidR="00F408A2" w:rsidRPr="008064BE" w:rsidRDefault="007405E6">
      <w:pPr>
        <w:pStyle w:val="Plattetekst"/>
        <w:spacing w:line="214" w:lineRule="exact"/>
        <w:ind w:left="1103"/>
        <w:rPr>
          <w:lang w:val="nl-NL"/>
        </w:rPr>
      </w:pPr>
      <w:r w:rsidRPr="008064BE">
        <w:rPr>
          <w:lang w:val="nl-NL"/>
        </w:rPr>
        <w:t>onderzoek richtte zich op een methode om ethanol en ethaanzuur om te zetten in</w:t>
      </w:r>
    </w:p>
    <w:p w:rsidR="00F408A2" w:rsidRPr="008064BE" w:rsidRDefault="007405E6">
      <w:pPr>
        <w:pStyle w:val="Plattetekst"/>
        <w:spacing w:before="14"/>
        <w:ind w:left="1103"/>
        <w:rPr>
          <w:lang w:val="nl-NL"/>
        </w:rPr>
      </w:pPr>
      <w:r w:rsidRPr="008064BE">
        <w:rPr>
          <w:spacing w:val="4"/>
          <w:lang w:val="nl-NL"/>
        </w:rPr>
        <w:t xml:space="preserve">stoffen die geschikt zijn </w:t>
      </w:r>
      <w:r w:rsidRPr="008064BE">
        <w:rPr>
          <w:spacing w:val="2"/>
          <w:lang w:val="nl-NL"/>
        </w:rPr>
        <w:t xml:space="preserve">om </w:t>
      </w:r>
      <w:r w:rsidRPr="008064BE">
        <w:rPr>
          <w:spacing w:val="4"/>
          <w:lang w:val="nl-NL"/>
        </w:rPr>
        <w:t xml:space="preserve">met diesel </w:t>
      </w:r>
      <w:r w:rsidRPr="008064BE">
        <w:rPr>
          <w:spacing w:val="2"/>
          <w:lang w:val="nl-NL"/>
        </w:rPr>
        <w:t>te</w:t>
      </w:r>
      <w:r w:rsidRPr="008064BE">
        <w:rPr>
          <w:spacing w:val="69"/>
          <w:lang w:val="nl-NL"/>
        </w:rPr>
        <w:t xml:space="preserve"> </w:t>
      </w:r>
      <w:r w:rsidRPr="008064BE">
        <w:rPr>
          <w:spacing w:val="5"/>
          <w:lang w:val="nl-NL"/>
        </w:rPr>
        <w:t>mengen.</w:t>
      </w:r>
    </w:p>
    <w:p w:rsidR="00F408A2" w:rsidRPr="008064BE" w:rsidRDefault="007405E6">
      <w:pPr>
        <w:pStyle w:val="Plattetekst"/>
        <w:spacing w:before="32" w:line="261" w:lineRule="auto"/>
        <w:ind w:left="1103"/>
        <w:rPr>
          <w:lang w:val="nl-NL"/>
        </w:rPr>
      </w:pPr>
      <w:r w:rsidRPr="008064BE">
        <w:rPr>
          <w:lang w:val="nl-NL"/>
        </w:rPr>
        <w:t>Ethanol wordt veel gebruikt als brandstof voor benzineauto’s, maar ethaanzuur is niet geschikt als brandstof. Dit heeft onder andere te maken met de lage</w:t>
      </w:r>
    </w:p>
    <w:p w:rsidR="00F408A2" w:rsidRPr="008064BE" w:rsidRDefault="007405E6">
      <w:pPr>
        <w:pStyle w:val="Plattetekst"/>
        <w:spacing w:line="261" w:lineRule="auto"/>
        <w:ind w:left="1103" w:right="635"/>
        <w:rPr>
          <w:lang w:val="nl-NL"/>
        </w:rPr>
      </w:pPr>
      <w:r w:rsidRPr="008064BE">
        <w:rPr>
          <w:lang w:val="nl-NL"/>
        </w:rPr>
        <w:t>verbrandingswarmte van ethaanzuur. Omdat brandstoffen per liter afgerekend worden, is een vergelijking van de verbrandingswarmte per liter brandstof</w:t>
      </w:r>
    </w:p>
    <w:p w:rsidR="00F408A2" w:rsidRPr="008064BE" w:rsidRDefault="007405E6">
      <w:pPr>
        <w:pStyle w:val="Plattetekst"/>
        <w:spacing w:line="261" w:lineRule="auto"/>
        <w:ind w:left="1104"/>
        <w:rPr>
          <w:lang w:val="nl-NL"/>
        </w:rPr>
      </w:pPr>
      <w:r w:rsidRPr="008064BE">
        <w:rPr>
          <w:lang w:val="nl-NL"/>
        </w:rPr>
        <w:t>gebruikelijk. De verbrandingswarmte wordt dan uitgedrukt in MJ L</w:t>
      </w:r>
      <w:r w:rsidRPr="008064BE">
        <w:rPr>
          <w:vertAlign w:val="superscript"/>
          <w:lang w:val="nl-NL"/>
        </w:rPr>
        <w:t>–1</w:t>
      </w:r>
      <w:r w:rsidRPr="008064BE">
        <w:rPr>
          <w:lang w:val="nl-NL"/>
        </w:rPr>
        <w:t>. De verbrandingswarmte van 1,0 L ethanol bedraagt 24 MJ L</w:t>
      </w:r>
      <w:r w:rsidRPr="008064BE">
        <w:rPr>
          <w:vertAlign w:val="superscript"/>
          <w:lang w:val="nl-NL"/>
        </w:rPr>
        <w:t>–1</w:t>
      </w:r>
      <w:r w:rsidRPr="008064BE">
        <w:rPr>
          <w:lang w:val="nl-NL"/>
        </w:rPr>
        <w:t>.</w:t>
      </w:r>
    </w:p>
    <w:p w:rsidR="00F408A2" w:rsidRPr="008064BE" w:rsidRDefault="007405E6">
      <w:pPr>
        <w:pStyle w:val="Plattetekst"/>
        <w:spacing w:line="274" w:lineRule="exact"/>
        <w:ind w:left="1104"/>
        <w:rPr>
          <w:lang w:val="nl-NL"/>
        </w:rPr>
      </w:pPr>
      <w:r w:rsidRPr="008064BE">
        <w:rPr>
          <w:lang w:val="nl-NL"/>
        </w:rPr>
        <w:t>De verbrandingswarmte van ethaanzuur is lager dan deze waarde.</w:t>
      </w:r>
    </w:p>
    <w:p w:rsidR="00F408A2" w:rsidRPr="008064BE" w:rsidRDefault="00F408A2">
      <w:pPr>
        <w:pStyle w:val="Plattetekst"/>
        <w:spacing w:before="10"/>
        <w:rPr>
          <w:sz w:val="27"/>
          <w:lang w:val="nl-NL"/>
        </w:rPr>
      </w:pPr>
    </w:p>
    <w:p w:rsidR="00F408A2" w:rsidRPr="008064BE" w:rsidRDefault="007405E6">
      <w:pPr>
        <w:pStyle w:val="Plattetekst"/>
        <w:tabs>
          <w:tab w:val="left" w:pos="650"/>
          <w:tab w:val="left" w:pos="1103"/>
        </w:tabs>
        <w:spacing w:line="261" w:lineRule="auto"/>
        <w:ind w:left="1104" w:right="447" w:hanging="965"/>
        <w:rPr>
          <w:lang w:val="nl-NL"/>
        </w:rPr>
      </w:pPr>
      <w:r w:rsidRPr="008064BE">
        <w:rPr>
          <w:spacing w:val="3"/>
          <w:sz w:val="16"/>
          <w:lang w:val="nl-NL"/>
        </w:rPr>
        <w:t>2p</w:t>
      </w:r>
      <w:r w:rsidRPr="008064BE">
        <w:rPr>
          <w:spacing w:val="3"/>
          <w:sz w:val="16"/>
          <w:lang w:val="nl-NL"/>
        </w:rPr>
        <w:tab/>
      </w:r>
      <w:r w:rsidRPr="008064BE">
        <w:rPr>
          <w:b/>
          <w:sz w:val="20"/>
          <w:lang w:val="nl-NL"/>
        </w:rPr>
        <w:t>8</w:t>
      </w:r>
      <w:r w:rsidRPr="008064BE">
        <w:rPr>
          <w:b/>
          <w:sz w:val="20"/>
          <w:lang w:val="nl-NL"/>
        </w:rPr>
        <w:tab/>
      </w:r>
      <w:r w:rsidRPr="008064BE">
        <w:rPr>
          <w:spacing w:val="4"/>
          <w:lang w:val="nl-NL"/>
        </w:rPr>
        <w:t xml:space="preserve">Laat </w:t>
      </w:r>
      <w:r w:rsidRPr="008064BE">
        <w:rPr>
          <w:spacing w:val="3"/>
          <w:lang w:val="nl-NL"/>
        </w:rPr>
        <w:t xml:space="preserve">met een </w:t>
      </w:r>
      <w:r w:rsidRPr="008064BE">
        <w:rPr>
          <w:spacing w:val="5"/>
          <w:lang w:val="nl-NL"/>
        </w:rPr>
        <w:t xml:space="preserve">berekening </w:t>
      </w:r>
      <w:r w:rsidRPr="008064BE">
        <w:rPr>
          <w:spacing w:val="3"/>
          <w:lang w:val="nl-NL"/>
        </w:rPr>
        <w:t xml:space="preserve">zien </w:t>
      </w:r>
      <w:r w:rsidRPr="008064BE">
        <w:rPr>
          <w:spacing w:val="4"/>
          <w:lang w:val="nl-NL"/>
        </w:rPr>
        <w:t xml:space="preserve">dat </w:t>
      </w:r>
      <w:r w:rsidRPr="008064BE">
        <w:rPr>
          <w:spacing w:val="2"/>
          <w:lang w:val="nl-NL"/>
        </w:rPr>
        <w:t xml:space="preserve">de </w:t>
      </w:r>
      <w:r w:rsidRPr="008064BE">
        <w:rPr>
          <w:spacing w:val="5"/>
          <w:lang w:val="nl-NL"/>
        </w:rPr>
        <w:t xml:space="preserve">verbrandingswarmte </w:t>
      </w:r>
      <w:r w:rsidRPr="008064BE">
        <w:rPr>
          <w:spacing w:val="3"/>
          <w:lang w:val="nl-NL"/>
        </w:rPr>
        <w:t xml:space="preserve">van 1,0 </w:t>
      </w:r>
      <w:r w:rsidRPr="008064BE">
        <w:rPr>
          <w:lang w:val="nl-NL"/>
        </w:rPr>
        <w:t xml:space="preserve">L </w:t>
      </w:r>
      <w:r w:rsidRPr="008064BE">
        <w:rPr>
          <w:spacing w:val="5"/>
          <w:lang w:val="nl-NL"/>
        </w:rPr>
        <w:t>ethaanzuur lager</w:t>
      </w:r>
      <w:r w:rsidRPr="008064BE">
        <w:rPr>
          <w:spacing w:val="12"/>
          <w:lang w:val="nl-NL"/>
        </w:rPr>
        <w:t xml:space="preserve"> </w:t>
      </w:r>
      <w:r w:rsidRPr="008064BE">
        <w:rPr>
          <w:lang w:val="nl-NL"/>
        </w:rPr>
        <w:t>is</w:t>
      </w:r>
      <w:r w:rsidRPr="008064BE">
        <w:rPr>
          <w:spacing w:val="13"/>
          <w:lang w:val="nl-NL"/>
        </w:rPr>
        <w:t xml:space="preserve"> </w:t>
      </w:r>
      <w:r w:rsidRPr="008064BE">
        <w:rPr>
          <w:spacing w:val="3"/>
          <w:lang w:val="nl-NL"/>
        </w:rPr>
        <w:t>dan</w:t>
      </w:r>
      <w:r w:rsidRPr="008064BE">
        <w:rPr>
          <w:spacing w:val="12"/>
          <w:lang w:val="nl-NL"/>
        </w:rPr>
        <w:t xml:space="preserve"> </w:t>
      </w:r>
      <w:r w:rsidRPr="008064BE">
        <w:rPr>
          <w:spacing w:val="4"/>
          <w:lang w:val="nl-NL"/>
        </w:rPr>
        <w:t>de</w:t>
      </w:r>
      <w:r w:rsidRPr="008064BE">
        <w:rPr>
          <w:spacing w:val="14"/>
          <w:lang w:val="nl-NL"/>
        </w:rPr>
        <w:t xml:space="preserve"> </w:t>
      </w:r>
      <w:r w:rsidRPr="008064BE">
        <w:rPr>
          <w:spacing w:val="5"/>
          <w:lang w:val="nl-NL"/>
        </w:rPr>
        <w:t>verbrandingswarmte</w:t>
      </w:r>
      <w:r w:rsidRPr="008064BE">
        <w:rPr>
          <w:spacing w:val="14"/>
          <w:lang w:val="nl-NL"/>
        </w:rPr>
        <w:t xml:space="preserve"> </w:t>
      </w:r>
      <w:r w:rsidRPr="008064BE">
        <w:rPr>
          <w:spacing w:val="3"/>
          <w:lang w:val="nl-NL"/>
        </w:rPr>
        <w:t>van</w:t>
      </w:r>
      <w:r w:rsidRPr="008064BE">
        <w:rPr>
          <w:spacing w:val="12"/>
          <w:lang w:val="nl-NL"/>
        </w:rPr>
        <w:t xml:space="preserve"> </w:t>
      </w:r>
      <w:r w:rsidRPr="008064BE">
        <w:rPr>
          <w:spacing w:val="3"/>
          <w:lang w:val="nl-NL"/>
        </w:rPr>
        <w:t>1,0</w:t>
      </w:r>
      <w:r w:rsidRPr="008064BE">
        <w:rPr>
          <w:spacing w:val="14"/>
          <w:lang w:val="nl-NL"/>
        </w:rPr>
        <w:t xml:space="preserve"> </w:t>
      </w:r>
      <w:r w:rsidRPr="008064BE">
        <w:rPr>
          <w:lang w:val="nl-NL"/>
        </w:rPr>
        <w:t>L</w:t>
      </w:r>
      <w:r w:rsidRPr="008064BE">
        <w:rPr>
          <w:spacing w:val="12"/>
          <w:lang w:val="nl-NL"/>
        </w:rPr>
        <w:t xml:space="preserve"> </w:t>
      </w:r>
      <w:r w:rsidRPr="008064BE">
        <w:rPr>
          <w:spacing w:val="4"/>
          <w:lang w:val="nl-NL"/>
        </w:rPr>
        <w:t>ethanol.</w:t>
      </w:r>
      <w:r w:rsidRPr="008064BE">
        <w:rPr>
          <w:spacing w:val="14"/>
          <w:lang w:val="nl-NL"/>
        </w:rPr>
        <w:t xml:space="preserve"> </w:t>
      </w:r>
      <w:r w:rsidRPr="008064BE">
        <w:rPr>
          <w:lang w:val="nl-NL"/>
        </w:rPr>
        <w:t>De</w:t>
      </w:r>
      <w:r w:rsidRPr="008064BE">
        <w:rPr>
          <w:spacing w:val="12"/>
          <w:lang w:val="nl-NL"/>
        </w:rPr>
        <w:t xml:space="preserve"> </w:t>
      </w:r>
      <w:r w:rsidRPr="008064BE">
        <w:rPr>
          <w:spacing w:val="5"/>
          <w:lang w:val="nl-NL"/>
        </w:rPr>
        <w:t>dichtheid</w:t>
      </w:r>
      <w:r w:rsidRPr="008064BE">
        <w:rPr>
          <w:spacing w:val="14"/>
          <w:lang w:val="nl-NL"/>
        </w:rPr>
        <w:t xml:space="preserve"> </w:t>
      </w:r>
      <w:r w:rsidRPr="008064BE">
        <w:rPr>
          <w:spacing w:val="4"/>
          <w:lang w:val="nl-NL"/>
        </w:rPr>
        <w:t>van</w:t>
      </w:r>
    </w:p>
    <w:p w:rsidR="00F408A2" w:rsidRPr="008064BE" w:rsidRDefault="007405E6">
      <w:pPr>
        <w:pStyle w:val="Plattetekst"/>
        <w:spacing w:line="261" w:lineRule="auto"/>
        <w:ind w:left="1104" w:right="4936"/>
        <w:rPr>
          <w:lang w:val="nl-NL"/>
        </w:rPr>
      </w:pPr>
      <w:r w:rsidRPr="008064BE">
        <w:rPr>
          <w:lang w:val="nl-NL"/>
        </w:rPr>
        <w:t>ethaanzuur bedraagt 1,05 kg L</w:t>
      </w:r>
      <w:r w:rsidRPr="008064BE">
        <w:rPr>
          <w:vertAlign w:val="superscript"/>
          <w:lang w:val="nl-NL"/>
        </w:rPr>
        <w:t>–1</w:t>
      </w:r>
      <w:r w:rsidRPr="008064BE">
        <w:rPr>
          <w:lang w:val="nl-NL"/>
        </w:rPr>
        <w:t>. Gebruik Binas-tabel 56.</w:t>
      </w:r>
    </w:p>
    <w:p w:rsidR="00F408A2" w:rsidRPr="008064BE" w:rsidRDefault="00F408A2">
      <w:pPr>
        <w:pStyle w:val="Plattetekst"/>
        <w:spacing w:before="4"/>
        <w:rPr>
          <w:lang w:val="nl-NL"/>
        </w:rPr>
      </w:pPr>
    </w:p>
    <w:p w:rsidR="00F408A2" w:rsidRPr="008064BE" w:rsidRDefault="007405E6">
      <w:pPr>
        <w:pStyle w:val="Plattetekst"/>
        <w:spacing w:line="252" w:lineRule="auto"/>
        <w:ind w:left="1104"/>
        <w:rPr>
          <w:lang w:val="nl-NL"/>
        </w:rPr>
      </w:pPr>
      <w:r w:rsidRPr="008064BE">
        <w:rPr>
          <w:lang w:val="nl-NL"/>
        </w:rPr>
        <w:t>In het reactiemengsel in de bioreactor komt ethaanzuur voornamelijk voor als ethanoaat. Om het gevormde ethanoaat toch nuttig te kunnen gebruiken, is</w:t>
      </w:r>
    </w:p>
    <w:p w:rsidR="00F408A2" w:rsidRPr="008064BE" w:rsidRDefault="007405E6">
      <w:pPr>
        <w:pStyle w:val="Plattetekst"/>
        <w:spacing w:before="1" w:line="252" w:lineRule="auto"/>
        <w:ind w:left="1103" w:right="290"/>
        <w:rPr>
          <w:lang w:val="nl-NL"/>
        </w:rPr>
      </w:pPr>
      <w:r w:rsidRPr="008064BE">
        <w:rPr>
          <w:lang w:val="nl-NL"/>
        </w:rPr>
        <w:t>onderzocht of met de mix van bacteriën het ethanoaat omgezet kan worden tot een voor biodiesel bruikbare grondstof. In het onderzoek is het gelukt om in de bioreactor de ontstane ethanoaat-ionen met het aanwezige ethanol om te zetten tot hexanoaat-ionen. Deze omzetting wordt ook door de mix van bacteriën</w:t>
      </w:r>
    </w:p>
    <w:p w:rsidR="00F408A2" w:rsidRPr="008064BE" w:rsidRDefault="007405E6">
      <w:pPr>
        <w:pStyle w:val="Plattetekst"/>
        <w:ind w:left="1103"/>
        <w:rPr>
          <w:lang w:val="nl-NL"/>
        </w:rPr>
      </w:pPr>
      <w:r w:rsidRPr="008064BE">
        <w:rPr>
          <w:lang w:val="nl-NL"/>
        </w:rPr>
        <w:t>uitgevoerd.</w:t>
      </w:r>
    </w:p>
    <w:p w:rsidR="00F408A2" w:rsidRPr="008064BE" w:rsidRDefault="007405E6">
      <w:pPr>
        <w:pStyle w:val="Plattetekst"/>
        <w:spacing w:before="32" w:line="261" w:lineRule="auto"/>
        <w:ind w:left="1103" w:right="635"/>
        <w:rPr>
          <w:lang w:val="nl-NL"/>
        </w:rPr>
      </w:pPr>
      <w:r w:rsidRPr="008064BE">
        <w:rPr>
          <w:lang w:val="nl-NL"/>
        </w:rPr>
        <w:t>De totaalvergelijking van de reactie van ethanoaat met ethanol kan als volgt worden weergegeven:</w:t>
      </w:r>
    </w:p>
    <w:p w:rsidR="00F408A2" w:rsidRPr="008064BE" w:rsidRDefault="007405E6">
      <w:pPr>
        <w:pStyle w:val="Lijstalinea"/>
        <w:numPr>
          <w:ilvl w:val="0"/>
          <w:numId w:val="3"/>
        </w:numPr>
        <w:tabs>
          <w:tab w:val="left" w:pos="1316"/>
        </w:tabs>
        <w:spacing w:before="32" w:line="606" w:lineRule="exact"/>
        <w:ind w:right="1306" w:firstLine="0"/>
        <w:rPr>
          <w:sz w:val="24"/>
          <w:lang w:val="nl-NL"/>
        </w:rPr>
      </w:pPr>
      <w:r w:rsidRPr="008064BE">
        <w:rPr>
          <w:spacing w:val="4"/>
          <w:sz w:val="24"/>
          <w:lang w:val="nl-NL"/>
        </w:rPr>
        <w:t xml:space="preserve">mol </w:t>
      </w:r>
      <w:r w:rsidRPr="008064BE">
        <w:rPr>
          <w:spacing w:val="5"/>
          <w:sz w:val="24"/>
          <w:lang w:val="nl-NL"/>
        </w:rPr>
        <w:t xml:space="preserve">ethanoaat </w:t>
      </w:r>
      <w:r w:rsidRPr="008064BE">
        <w:rPr>
          <w:sz w:val="24"/>
          <w:lang w:val="nl-NL"/>
        </w:rPr>
        <w:t xml:space="preserve">+ 2 </w:t>
      </w:r>
      <w:r w:rsidRPr="008064BE">
        <w:rPr>
          <w:spacing w:val="4"/>
          <w:sz w:val="24"/>
          <w:lang w:val="nl-NL"/>
        </w:rPr>
        <w:t xml:space="preserve">mol </w:t>
      </w:r>
      <w:r w:rsidRPr="008064BE">
        <w:rPr>
          <w:spacing w:val="5"/>
          <w:sz w:val="24"/>
          <w:lang w:val="nl-NL"/>
        </w:rPr>
        <w:t xml:space="preserve">ethanol </w:t>
      </w:r>
      <w:r>
        <w:rPr>
          <w:rFonts w:ascii="Symbol" w:hAnsi="Symbol"/>
        </w:rPr>
        <w:t></w:t>
      </w:r>
      <w:r w:rsidRPr="008064BE">
        <w:rPr>
          <w:rFonts w:ascii="Times New Roman" w:hAnsi="Times New Roman"/>
          <w:lang w:val="nl-NL"/>
        </w:rPr>
        <w:t xml:space="preserve"> </w:t>
      </w:r>
      <w:r w:rsidRPr="008064BE">
        <w:rPr>
          <w:sz w:val="24"/>
          <w:lang w:val="nl-NL"/>
        </w:rPr>
        <w:t xml:space="preserve">1 </w:t>
      </w:r>
      <w:r w:rsidRPr="008064BE">
        <w:rPr>
          <w:spacing w:val="4"/>
          <w:sz w:val="24"/>
          <w:lang w:val="nl-NL"/>
        </w:rPr>
        <w:t xml:space="preserve">mol </w:t>
      </w:r>
      <w:r w:rsidRPr="008064BE">
        <w:rPr>
          <w:spacing w:val="5"/>
          <w:sz w:val="24"/>
          <w:lang w:val="nl-NL"/>
        </w:rPr>
        <w:t xml:space="preserve">hexanoaat  </w:t>
      </w:r>
      <w:r w:rsidRPr="008064BE">
        <w:rPr>
          <w:sz w:val="24"/>
          <w:lang w:val="nl-NL"/>
        </w:rPr>
        <w:t xml:space="preserve">+  2 </w:t>
      </w:r>
      <w:r w:rsidRPr="008064BE">
        <w:rPr>
          <w:spacing w:val="4"/>
          <w:sz w:val="24"/>
          <w:lang w:val="nl-NL"/>
        </w:rPr>
        <w:t xml:space="preserve">mol </w:t>
      </w:r>
      <w:r w:rsidRPr="008064BE">
        <w:rPr>
          <w:spacing w:val="5"/>
          <w:sz w:val="24"/>
          <w:lang w:val="nl-NL"/>
        </w:rPr>
        <w:t xml:space="preserve">water  </w:t>
      </w:r>
      <w:r w:rsidRPr="008064BE">
        <w:rPr>
          <w:spacing w:val="3"/>
          <w:sz w:val="24"/>
          <w:lang w:val="nl-NL"/>
        </w:rPr>
        <w:t>Het</w:t>
      </w:r>
      <w:r w:rsidRPr="008064BE">
        <w:rPr>
          <w:spacing w:val="15"/>
          <w:sz w:val="24"/>
          <w:lang w:val="nl-NL"/>
        </w:rPr>
        <w:t xml:space="preserve"> </w:t>
      </w:r>
      <w:r w:rsidRPr="008064BE">
        <w:rPr>
          <w:spacing w:val="4"/>
          <w:sz w:val="24"/>
          <w:lang w:val="nl-NL"/>
        </w:rPr>
        <w:t>gevormde</w:t>
      </w:r>
      <w:r w:rsidRPr="008064BE">
        <w:rPr>
          <w:spacing w:val="16"/>
          <w:sz w:val="24"/>
          <w:lang w:val="nl-NL"/>
        </w:rPr>
        <w:t xml:space="preserve"> </w:t>
      </w:r>
      <w:r w:rsidRPr="008064BE">
        <w:rPr>
          <w:spacing w:val="4"/>
          <w:sz w:val="24"/>
          <w:lang w:val="nl-NL"/>
        </w:rPr>
        <w:t>hexanoaat</w:t>
      </w:r>
      <w:r w:rsidRPr="008064BE">
        <w:rPr>
          <w:spacing w:val="15"/>
          <w:sz w:val="24"/>
          <w:lang w:val="nl-NL"/>
        </w:rPr>
        <w:t xml:space="preserve"> </w:t>
      </w:r>
      <w:r w:rsidRPr="008064BE">
        <w:rPr>
          <w:spacing w:val="4"/>
          <w:sz w:val="24"/>
          <w:lang w:val="nl-NL"/>
        </w:rPr>
        <w:t>wordt</w:t>
      </w:r>
      <w:r w:rsidRPr="008064BE">
        <w:rPr>
          <w:spacing w:val="13"/>
          <w:sz w:val="24"/>
          <w:lang w:val="nl-NL"/>
        </w:rPr>
        <w:t xml:space="preserve"> </w:t>
      </w:r>
      <w:r w:rsidRPr="008064BE">
        <w:rPr>
          <w:spacing w:val="4"/>
          <w:sz w:val="24"/>
          <w:lang w:val="nl-NL"/>
        </w:rPr>
        <w:t>na</w:t>
      </w:r>
      <w:r w:rsidRPr="008064BE">
        <w:rPr>
          <w:spacing w:val="13"/>
          <w:sz w:val="24"/>
          <w:lang w:val="nl-NL"/>
        </w:rPr>
        <w:t xml:space="preserve"> </w:t>
      </w:r>
      <w:r w:rsidRPr="008064BE">
        <w:rPr>
          <w:spacing w:val="4"/>
          <w:sz w:val="24"/>
          <w:lang w:val="nl-NL"/>
        </w:rPr>
        <w:t>afloop</w:t>
      </w:r>
      <w:r w:rsidRPr="008064BE">
        <w:rPr>
          <w:spacing w:val="16"/>
          <w:sz w:val="24"/>
          <w:lang w:val="nl-NL"/>
        </w:rPr>
        <w:t xml:space="preserve"> </w:t>
      </w:r>
      <w:r w:rsidRPr="008064BE">
        <w:rPr>
          <w:spacing w:val="4"/>
          <w:sz w:val="24"/>
          <w:lang w:val="nl-NL"/>
        </w:rPr>
        <w:t>van</w:t>
      </w:r>
      <w:r w:rsidRPr="008064BE">
        <w:rPr>
          <w:spacing w:val="14"/>
          <w:sz w:val="24"/>
          <w:lang w:val="nl-NL"/>
        </w:rPr>
        <w:t xml:space="preserve"> </w:t>
      </w:r>
      <w:r w:rsidRPr="008064BE">
        <w:rPr>
          <w:spacing w:val="4"/>
          <w:sz w:val="24"/>
          <w:lang w:val="nl-NL"/>
        </w:rPr>
        <w:t>deze</w:t>
      </w:r>
      <w:r w:rsidRPr="008064BE">
        <w:rPr>
          <w:spacing w:val="15"/>
          <w:sz w:val="24"/>
          <w:lang w:val="nl-NL"/>
        </w:rPr>
        <w:t xml:space="preserve"> </w:t>
      </w:r>
      <w:r w:rsidRPr="008064BE">
        <w:rPr>
          <w:spacing w:val="4"/>
          <w:sz w:val="24"/>
          <w:lang w:val="nl-NL"/>
        </w:rPr>
        <w:t>reactie</w:t>
      </w:r>
      <w:r w:rsidRPr="008064BE">
        <w:rPr>
          <w:spacing w:val="14"/>
          <w:sz w:val="24"/>
          <w:lang w:val="nl-NL"/>
        </w:rPr>
        <w:t xml:space="preserve"> </w:t>
      </w:r>
      <w:r w:rsidRPr="008064BE">
        <w:rPr>
          <w:spacing w:val="4"/>
          <w:sz w:val="24"/>
          <w:lang w:val="nl-NL"/>
        </w:rPr>
        <w:t>omgezet</w:t>
      </w:r>
      <w:r w:rsidRPr="008064BE">
        <w:rPr>
          <w:spacing w:val="15"/>
          <w:sz w:val="24"/>
          <w:lang w:val="nl-NL"/>
        </w:rPr>
        <w:t xml:space="preserve"> </w:t>
      </w:r>
      <w:r w:rsidRPr="008064BE">
        <w:rPr>
          <w:spacing w:val="5"/>
          <w:sz w:val="24"/>
          <w:lang w:val="nl-NL"/>
        </w:rPr>
        <w:t>tot</w:t>
      </w:r>
    </w:p>
    <w:p w:rsidR="00F408A2" w:rsidRPr="008064BE" w:rsidRDefault="007405E6">
      <w:pPr>
        <w:pStyle w:val="Plattetekst"/>
        <w:spacing w:line="230" w:lineRule="exact"/>
        <w:ind w:left="1103"/>
        <w:rPr>
          <w:lang w:val="nl-NL"/>
        </w:rPr>
      </w:pPr>
      <w:r w:rsidRPr="008064BE">
        <w:rPr>
          <w:lang w:val="nl-NL"/>
        </w:rPr>
        <w:t>hexaanzuur. Volgens de onderzoekers is de omzetting van ethanoaat en ethanol</w:t>
      </w:r>
    </w:p>
    <w:p w:rsidR="00F408A2" w:rsidRPr="008064BE" w:rsidRDefault="007405E6">
      <w:pPr>
        <w:pStyle w:val="Plattetekst"/>
        <w:spacing w:before="24" w:line="261" w:lineRule="auto"/>
        <w:ind w:left="1103"/>
        <w:rPr>
          <w:lang w:val="nl-NL"/>
        </w:rPr>
      </w:pPr>
      <w:r w:rsidRPr="008064BE">
        <w:rPr>
          <w:lang w:val="nl-NL"/>
        </w:rPr>
        <w:t>tot hexaanzuur energetisch gunstig omdat de volledige verbranding van 1 mol hexaanzuur meer energie oplevert dan de volledige verbranding van 2 mol</w:t>
      </w:r>
    </w:p>
    <w:p w:rsidR="00F408A2" w:rsidRPr="008064BE" w:rsidRDefault="007405E6">
      <w:pPr>
        <w:pStyle w:val="Plattetekst"/>
        <w:spacing w:line="274" w:lineRule="exact"/>
        <w:ind w:left="1103"/>
        <w:rPr>
          <w:lang w:val="nl-NL"/>
        </w:rPr>
      </w:pPr>
      <w:r w:rsidRPr="008064BE">
        <w:rPr>
          <w:lang w:val="nl-NL"/>
        </w:rPr>
        <w:t>ethanol.</w:t>
      </w:r>
    </w:p>
    <w:p w:rsidR="00F408A2" w:rsidRPr="008064BE" w:rsidRDefault="00F408A2">
      <w:pPr>
        <w:pStyle w:val="Plattetekst"/>
        <w:spacing w:before="8"/>
        <w:rPr>
          <w:sz w:val="26"/>
          <w:lang w:val="nl-NL"/>
        </w:rPr>
      </w:pPr>
    </w:p>
    <w:p w:rsidR="00F408A2" w:rsidRPr="008064BE" w:rsidRDefault="007405E6">
      <w:pPr>
        <w:pStyle w:val="Plattetekst"/>
        <w:tabs>
          <w:tab w:val="left" w:pos="650"/>
          <w:tab w:val="left" w:pos="1103"/>
        </w:tabs>
        <w:spacing w:line="252" w:lineRule="auto"/>
        <w:ind w:left="1104" w:right="263" w:hanging="965"/>
        <w:rPr>
          <w:lang w:val="nl-NL"/>
        </w:rPr>
      </w:pPr>
      <w:r w:rsidRPr="008064BE">
        <w:rPr>
          <w:spacing w:val="3"/>
          <w:sz w:val="16"/>
          <w:lang w:val="nl-NL"/>
        </w:rPr>
        <w:t>3p</w:t>
      </w:r>
      <w:r w:rsidRPr="008064BE">
        <w:rPr>
          <w:spacing w:val="3"/>
          <w:sz w:val="16"/>
          <w:lang w:val="nl-NL"/>
        </w:rPr>
        <w:tab/>
      </w:r>
      <w:r w:rsidRPr="008064BE">
        <w:rPr>
          <w:b/>
          <w:sz w:val="20"/>
          <w:lang w:val="nl-NL"/>
        </w:rPr>
        <w:t>9</w:t>
      </w:r>
      <w:r w:rsidRPr="008064BE">
        <w:rPr>
          <w:b/>
          <w:sz w:val="20"/>
          <w:lang w:val="nl-NL"/>
        </w:rPr>
        <w:tab/>
      </w:r>
      <w:r w:rsidRPr="008064BE">
        <w:rPr>
          <w:spacing w:val="4"/>
          <w:lang w:val="nl-NL"/>
        </w:rPr>
        <w:t xml:space="preserve">Laat </w:t>
      </w:r>
      <w:r w:rsidRPr="008064BE">
        <w:rPr>
          <w:spacing w:val="3"/>
          <w:lang w:val="nl-NL"/>
        </w:rPr>
        <w:t xml:space="preserve">met </w:t>
      </w:r>
      <w:r w:rsidRPr="008064BE">
        <w:rPr>
          <w:spacing w:val="4"/>
          <w:lang w:val="nl-NL"/>
        </w:rPr>
        <w:t xml:space="preserve">behulp </w:t>
      </w:r>
      <w:r w:rsidRPr="008064BE">
        <w:rPr>
          <w:spacing w:val="3"/>
          <w:lang w:val="nl-NL"/>
        </w:rPr>
        <w:t xml:space="preserve">van een </w:t>
      </w:r>
      <w:r w:rsidRPr="008064BE">
        <w:rPr>
          <w:spacing w:val="5"/>
          <w:lang w:val="nl-NL"/>
        </w:rPr>
        <w:t xml:space="preserve">berekening </w:t>
      </w:r>
      <w:r w:rsidRPr="008064BE">
        <w:rPr>
          <w:spacing w:val="3"/>
          <w:lang w:val="nl-NL"/>
        </w:rPr>
        <w:t xml:space="preserve">zien </w:t>
      </w:r>
      <w:r w:rsidRPr="008064BE">
        <w:rPr>
          <w:spacing w:val="4"/>
          <w:lang w:val="nl-NL"/>
        </w:rPr>
        <w:t xml:space="preserve">dat </w:t>
      </w:r>
      <w:r w:rsidRPr="008064BE">
        <w:rPr>
          <w:spacing w:val="2"/>
          <w:lang w:val="nl-NL"/>
        </w:rPr>
        <w:t xml:space="preserve">de </w:t>
      </w:r>
      <w:r w:rsidRPr="008064BE">
        <w:rPr>
          <w:spacing w:val="4"/>
          <w:lang w:val="nl-NL"/>
        </w:rPr>
        <w:t xml:space="preserve">volledige </w:t>
      </w:r>
      <w:r w:rsidRPr="008064BE">
        <w:rPr>
          <w:spacing w:val="5"/>
          <w:lang w:val="nl-NL"/>
        </w:rPr>
        <w:t xml:space="preserve">verbranding </w:t>
      </w:r>
      <w:r w:rsidRPr="008064BE">
        <w:rPr>
          <w:spacing w:val="2"/>
          <w:lang w:val="nl-NL"/>
        </w:rPr>
        <w:t xml:space="preserve">van </w:t>
      </w:r>
      <w:r w:rsidRPr="008064BE">
        <w:rPr>
          <w:lang w:val="nl-NL"/>
        </w:rPr>
        <w:t xml:space="preserve">1 </w:t>
      </w:r>
      <w:r w:rsidRPr="008064BE">
        <w:rPr>
          <w:spacing w:val="4"/>
          <w:lang w:val="nl-NL"/>
        </w:rPr>
        <w:t xml:space="preserve">mol </w:t>
      </w:r>
      <w:r w:rsidRPr="008064BE">
        <w:rPr>
          <w:spacing w:val="5"/>
          <w:lang w:val="nl-NL"/>
        </w:rPr>
        <w:t xml:space="preserve">hexaanzuur </w:t>
      </w:r>
      <w:r w:rsidRPr="008064BE">
        <w:rPr>
          <w:spacing w:val="4"/>
          <w:lang w:val="nl-NL"/>
        </w:rPr>
        <w:t xml:space="preserve">meer energie </w:t>
      </w:r>
      <w:r w:rsidRPr="008064BE">
        <w:rPr>
          <w:spacing w:val="5"/>
          <w:lang w:val="nl-NL"/>
        </w:rPr>
        <w:t xml:space="preserve">oplevert </w:t>
      </w:r>
      <w:r w:rsidRPr="008064BE">
        <w:rPr>
          <w:spacing w:val="3"/>
          <w:lang w:val="nl-NL"/>
        </w:rPr>
        <w:t xml:space="preserve">dan </w:t>
      </w:r>
      <w:r w:rsidRPr="008064BE">
        <w:rPr>
          <w:spacing w:val="2"/>
          <w:lang w:val="nl-NL"/>
        </w:rPr>
        <w:t xml:space="preserve">de </w:t>
      </w:r>
      <w:r w:rsidRPr="008064BE">
        <w:rPr>
          <w:spacing w:val="4"/>
          <w:lang w:val="nl-NL"/>
        </w:rPr>
        <w:t xml:space="preserve">volledige </w:t>
      </w:r>
      <w:r w:rsidRPr="008064BE">
        <w:rPr>
          <w:spacing w:val="5"/>
          <w:lang w:val="nl-NL"/>
        </w:rPr>
        <w:t xml:space="preserve">verbranding </w:t>
      </w:r>
      <w:r w:rsidRPr="008064BE">
        <w:rPr>
          <w:spacing w:val="4"/>
          <w:lang w:val="nl-NL"/>
        </w:rPr>
        <w:t xml:space="preserve">van </w:t>
      </w:r>
      <w:r w:rsidRPr="008064BE">
        <w:rPr>
          <w:lang w:val="nl-NL"/>
        </w:rPr>
        <w:t>2</w:t>
      </w:r>
      <w:r w:rsidRPr="008064BE">
        <w:rPr>
          <w:spacing w:val="15"/>
          <w:lang w:val="nl-NL"/>
        </w:rPr>
        <w:t xml:space="preserve"> </w:t>
      </w:r>
      <w:r w:rsidRPr="008064BE">
        <w:rPr>
          <w:spacing w:val="4"/>
          <w:lang w:val="nl-NL"/>
        </w:rPr>
        <w:t>mol</w:t>
      </w:r>
    </w:p>
    <w:p w:rsidR="00F408A2" w:rsidRDefault="007405E6">
      <w:pPr>
        <w:spacing w:line="318" w:lineRule="exact"/>
        <w:ind w:left="1104"/>
        <w:rPr>
          <w:sz w:val="24"/>
        </w:rPr>
      </w:pPr>
      <w:r>
        <w:rPr>
          <w:sz w:val="24"/>
        </w:rPr>
        <w:t>ethanol (</w:t>
      </w:r>
      <w:r>
        <w:rPr>
          <w:rFonts w:ascii="Times New Roman"/>
          <w:i/>
          <w:sz w:val="26"/>
        </w:rPr>
        <w:t xml:space="preserve">T </w:t>
      </w:r>
      <w:r>
        <w:rPr>
          <w:sz w:val="24"/>
        </w:rPr>
        <w:t xml:space="preserve">= 298 K, </w:t>
      </w:r>
      <w:r>
        <w:rPr>
          <w:rFonts w:ascii="Times New Roman"/>
          <w:i/>
          <w:sz w:val="26"/>
        </w:rPr>
        <w:t xml:space="preserve">p </w:t>
      </w:r>
      <w:r>
        <w:rPr>
          <w:sz w:val="24"/>
        </w:rPr>
        <w:t xml:space="preserve">= </w:t>
      </w:r>
      <w:r>
        <w:rPr>
          <w:rFonts w:ascii="Times New Roman"/>
          <w:i/>
          <w:sz w:val="26"/>
        </w:rPr>
        <w:t>p</w:t>
      </w:r>
      <w:r>
        <w:rPr>
          <w:position w:val="-6"/>
          <w:sz w:val="16"/>
        </w:rPr>
        <w:t>0</w:t>
      </w:r>
      <w:r>
        <w:rPr>
          <w:sz w:val="24"/>
        </w:rPr>
        <w:t>).</w:t>
      </w:r>
    </w:p>
    <w:p w:rsidR="00F408A2" w:rsidRPr="008064BE" w:rsidRDefault="007405E6">
      <w:pPr>
        <w:pStyle w:val="Plattetekst"/>
        <w:spacing w:line="261" w:lineRule="auto"/>
        <w:ind w:left="1103" w:right="1954"/>
        <w:rPr>
          <w:lang w:val="nl-NL"/>
        </w:rPr>
      </w:pPr>
      <w:r w:rsidRPr="008064BE">
        <w:rPr>
          <w:spacing w:val="3"/>
          <w:lang w:val="nl-NL"/>
        </w:rPr>
        <w:t xml:space="preserve">De </w:t>
      </w:r>
      <w:r w:rsidRPr="008064BE">
        <w:rPr>
          <w:spacing w:val="5"/>
          <w:lang w:val="nl-NL"/>
        </w:rPr>
        <w:t xml:space="preserve">vormingsenergie </w:t>
      </w:r>
      <w:r w:rsidRPr="008064BE">
        <w:rPr>
          <w:spacing w:val="3"/>
          <w:lang w:val="nl-NL"/>
        </w:rPr>
        <w:t xml:space="preserve">van </w:t>
      </w:r>
      <w:r w:rsidRPr="008064BE">
        <w:rPr>
          <w:spacing w:val="5"/>
          <w:lang w:val="nl-NL"/>
        </w:rPr>
        <w:t>hexaanzuur bedraagt –1,2·10</w:t>
      </w:r>
      <w:r w:rsidRPr="008064BE">
        <w:rPr>
          <w:spacing w:val="5"/>
          <w:vertAlign w:val="superscript"/>
          <w:lang w:val="nl-NL"/>
        </w:rPr>
        <w:t>5</w:t>
      </w:r>
      <w:r w:rsidRPr="008064BE">
        <w:rPr>
          <w:spacing w:val="5"/>
          <w:lang w:val="nl-NL"/>
        </w:rPr>
        <w:t xml:space="preserve"> </w:t>
      </w:r>
      <w:r w:rsidRPr="008064BE">
        <w:rPr>
          <w:lang w:val="nl-NL"/>
        </w:rPr>
        <w:t xml:space="preserve">J </w:t>
      </w:r>
      <w:r w:rsidRPr="008064BE">
        <w:rPr>
          <w:spacing w:val="4"/>
          <w:lang w:val="nl-NL"/>
        </w:rPr>
        <w:t>mol</w:t>
      </w:r>
      <w:r w:rsidRPr="008064BE">
        <w:rPr>
          <w:spacing w:val="4"/>
          <w:vertAlign w:val="superscript"/>
          <w:lang w:val="nl-NL"/>
        </w:rPr>
        <w:t>–1</w:t>
      </w:r>
      <w:r w:rsidRPr="008064BE">
        <w:rPr>
          <w:spacing w:val="4"/>
          <w:lang w:val="nl-NL"/>
        </w:rPr>
        <w:t xml:space="preserve">. Bij </w:t>
      </w:r>
      <w:r w:rsidRPr="008064BE">
        <w:rPr>
          <w:spacing w:val="2"/>
          <w:lang w:val="nl-NL"/>
        </w:rPr>
        <w:t xml:space="preserve">de </w:t>
      </w:r>
      <w:r w:rsidRPr="008064BE">
        <w:rPr>
          <w:spacing w:val="4"/>
          <w:lang w:val="nl-NL"/>
        </w:rPr>
        <w:t>beide verbrandingen ontstaat vloeibaar</w:t>
      </w:r>
      <w:r w:rsidRPr="008064BE">
        <w:rPr>
          <w:spacing w:val="62"/>
          <w:lang w:val="nl-NL"/>
        </w:rPr>
        <w:t xml:space="preserve"> </w:t>
      </w:r>
      <w:r w:rsidRPr="008064BE">
        <w:rPr>
          <w:spacing w:val="4"/>
          <w:lang w:val="nl-NL"/>
        </w:rPr>
        <w:t>water.</w:t>
      </w:r>
    </w:p>
    <w:p w:rsidR="00F408A2" w:rsidRPr="008064BE" w:rsidRDefault="00F408A2">
      <w:pPr>
        <w:spacing w:line="261" w:lineRule="auto"/>
        <w:rPr>
          <w:lang w:val="nl-NL"/>
        </w:rPr>
        <w:sectPr w:rsidR="00F408A2" w:rsidRPr="008064BE">
          <w:pgSz w:w="11910" w:h="16840"/>
          <w:pgMar w:top="760" w:right="1000" w:bottom="1160" w:left="540" w:header="0" w:footer="969" w:gutter="0"/>
          <w:cols w:space="708"/>
        </w:sectPr>
      </w:pPr>
    </w:p>
    <w:p w:rsidR="00F408A2" w:rsidRPr="008064BE" w:rsidRDefault="007405E6">
      <w:pPr>
        <w:pStyle w:val="Plattetekst"/>
        <w:spacing w:before="81" w:line="274" w:lineRule="exact"/>
        <w:ind w:left="1104"/>
        <w:rPr>
          <w:lang w:val="nl-NL"/>
        </w:rPr>
      </w:pPr>
      <w:r w:rsidRPr="008064BE">
        <w:rPr>
          <w:lang w:val="nl-NL"/>
        </w:rPr>
        <w:lastRenderedPageBreak/>
        <w:t>De hiervoor genoemde omzetting van ethanoaat in hexanoaat verloopt bij een</w:t>
      </w:r>
    </w:p>
    <w:p w:rsidR="00F408A2" w:rsidRPr="008064BE" w:rsidRDefault="007405E6">
      <w:pPr>
        <w:pStyle w:val="Plattetekst"/>
        <w:spacing w:line="254" w:lineRule="auto"/>
        <w:ind w:left="1103"/>
        <w:rPr>
          <w:lang w:val="nl-NL"/>
        </w:rPr>
      </w:pPr>
      <w:r w:rsidRPr="008064BE">
        <w:rPr>
          <w:spacing w:val="4"/>
          <w:lang w:val="nl-NL"/>
        </w:rPr>
        <w:t xml:space="preserve">pH tussen 5,5 </w:t>
      </w:r>
      <w:r w:rsidRPr="008064BE">
        <w:rPr>
          <w:spacing w:val="2"/>
          <w:lang w:val="nl-NL"/>
        </w:rPr>
        <w:t xml:space="preserve">en </w:t>
      </w:r>
      <w:r w:rsidRPr="008064BE">
        <w:rPr>
          <w:spacing w:val="3"/>
          <w:lang w:val="nl-NL"/>
        </w:rPr>
        <w:t xml:space="preserve">7,0. </w:t>
      </w:r>
      <w:r w:rsidRPr="008064BE">
        <w:rPr>
          <w:spacing w:val="4"/>
          <w:lang w:val="nl-NL"/>
        </w:rPr>
        <w:t xml:space="preserve">Omdat </w:t>
      </w:r>
      <w:r w:rsidRPr="008064BE">
        <w:rPr>
          <w:spacing w:val="5"/>
          <w:lang w:val="nl-NL"/>
        </w:rPr>
        <w:t xml:space="preserve">hexaanzuur </w:t>
      </w:r>
      <w:r w:rsidRPr="008064BE">
        <w:rPr>
          <w:spacing w:val="3"/>
          <w:lang w:val="nl-NL"/>
        </w:rPr>
        <w:t>een zwak zuur is (</w:t>
      </w:r>
      <w:r w:rsidRPr="008064BE">
        <w:rPr>
          <w:rFonts w:ascii="Times New Roman" w:hAnsi="Times New Roman"/>
          <w:i/>
          <w:spacing w:val="3"/>
          <w:sz w:val="26"/>
          <w:lang w:val="nl-NL"/>
        </w:rPr>
        <w:t>K</w:t>
      </w:r>
      <w:r w:rsidRPr="008064BE">
        <w:rPr>
          <w:rFonts w:ascii="Times New Roman" w:hAnsi="Times New Roman"/>
          <w:i/>
          <w:spacing w:val="3"/>
          <w:sz w:val="26"/>
          <w:vertAlign w:val="subscript"/>
          <w:lang w:val="nl-NL"/>
        </w:rPr>
        <w:t>z</w:t>
      </w:r>
      <w:r w:rsidRPr="008064BE">
        <w:rPr>
          <w:rFonts w:ascii="Times New Roman" w:hAnsi="Times New Roman"/>
          <w:i/>
          <w:spacing w:val="3"/>
          <w:sz w:val="26"/>
          <w:lang w:val="nl-NL"/>
        </w:rPr>
        <w:t xml:space="preserve"> </w:t>
      </w:r>
      <w:r w:rsidRPr="008064BE">
        <w:rPr>
          <w:lang w:val="nl-NL"/>
        </w:rPr>
        <w:t xml:space="preserve">= </w:t>
      </w:r>
      <w:r w:rsidRPr="008064BE">
        <w:rPr>
          <w:spacing w:val="4"/>
          <w:lang w:val="nl-NL"/>
        </w:rPr>
        <w:t>1,66·10</w:t>
      </w:r>
      <w:r w:rsidRPr="008064BE">
        <w:rPr>
          <w:spacing w:val="4"/>
          <w:vertAlign w:val="superscript"/>
          <w:lang w:val="nl-NL"/>
        </w:rPr>
        <w:t>–5</w:t>
      </w:r>
      <w:r w:rsidRPr="008064BE">
        <w:rPr>
          <w:spacing w:val="4"/>
          <w:lang w:val="nl-NL"/>
        </w:rPr>
        <w:t xml:space="preserve">), </w:t>
      </w:r>
      <w:r w:rsidRPr="008064BE">
        <w:rPr>
          <w:spacing w:val="5"/>
          <w:lang w:val="nl-NL"/>
        </w:rPr>
        <w:t xml:space="preserve">bevat </w:t>
      </w:r>
      <w:r w:rsidRPr="008064BE">
        <w:rPr>
          <w:spacing w:val="4"/>
          <w:lang w:val="nl-NL"/>
        </w:rPr>
        <w:t xml:space="preserve">het </w:t>
      </w:r>
      <w:r w:rsidRPr="008064BE">
        <w:rPr>
          <w:spacing w:val="5"/>
          <w:lang w:val="nl-NL"/>
        </w:rPr>
        <w:t xml:space="preserve">reactiemengsel </w:t>
      </w:r>
      <w:r w:rsidRPr="008064BE">
        <w:rPr>
          <w:spacing w:val="4"/>
          <w:lang w:val="nl-NL"/>
        </w:rPr>
        <w:t xml:space="preserve">zowel </w:t>
      </w:r>
      <w:r w:rsidRPr="008064BE">
        <w:rPr>
          <w:spacing w:val="5"/>
          <w:lang w:val="nl-NL"/>
        </w:rPr>
        <w:t xml:space="preserve">natriumhexanoaat </w:t>
      </w:r>
      <w:r w:rsidRPr="008064BE">
        <w:rPr>
          <w:spacing w:val="4"/>
          <w:lang w:val="nl-NL"/>
        </w:rPr>
        <w:t xml:space="preserve">als </w:t>
      </w:r>
      <w:r w:rsidRPr="008064BE">
        <w:rPr>
          <w:spacing w:val="5"/>
          <w:lang w:val="nl-NL"/>
        </w:rPr>
        <w:t xml:space="preserve">hexaanzuur. </w:t>
      </w:r>
      <w:r w:rsidRPr="008064BE">
        <w:rPr>
          <w:spacing w:val="4"/>
          <w:lang w:val="nl-NL"/>
        </w:rPr>
        <w:t>Omdat</w:t>
      </w:r>
      <w:r w:rsidRPr="008064BE">
        <w:rPr>
          <w:spacing w:val="58"/>
          <w:lang w:val="nl-NL"/>
        </w:rPr>
        <w:t xml:space="preserve"> </w:t>
      </w:r>
      <w:r w:rsidRPr="008064BE">
        <w:rPr>
          <w:spacing w:val="5"/>
          <w:lang w:val="nl-NL"/>
        </w:rPr>
        <w:t>het</w:t>
      </w:r>
    </w:p>
    <w:p w:rsidR="00F408A2" w:rsidRPr="008064BE" w:rsidRDefault="007405E6">
      <w:pPr>
        <w:pStyle w:val="Plattetekst"/>
        <w:spacing w:line="252" w:lineRule="auto"/>
        <w:ind w:left="1103" w:right="635"/>
        <w:rPr>
          <w:lang w:val="nl-NL"/>
        </w:rPr>
      </w:pPr>
      <w:r w:rsidRPr="008064BE">
        <w:rPr>
          <w:lang w:val="nl-NL"/>
        </w:rPr>
        <w:t>hexaanzuur uiteindelijk als grondstof wordt gebruikt voor de productie van de biodiesel, is van belang te weten hoe groot het percentage hexaanzuur is.</w:t>
      </w:r>
    </w:p>
    <w:p w:rsidR="00F408A2" w:rsidRPr="008064BE" w:rsidRDefault="007405E6">
      <w:pPr>
        <w:pStyle w:val="Plattetekst"/>
        <w:spacing w:line="252" w:lineRule="auto"/>
        <w:ind w:left="1103"/>
        <w:rPr>
          <w:lang w:val="nl-NL"/>
        </w:rPr>
      </w:pPr>
      <w:r w:rsidRPr="008064BE">
        <w:rPr>
          <w:lang w:val="nl-NL"/>
        </w:rPr>
        <w:t>Hiermee wordt het percentage bedoeld van het totaal aantal mol hexaanzuur en hexanoaat dat aanwezig is als hexaanzuur.</w:t>
      </w:r>
    </w:p>
    <w:p w:rsidR="00F408A2" w:rsidRPr="008064BE" w:rsidRDefault="00F408A2">
      <w:pPr>
        <w:pStyle w:val="Plattetekst"/>
        <w:spacing w:before="10"/>
        <w:rPr>
          <w:sz w:val="26"/>
          <w:lang w:val="nl-NL"/>
        </w:rPr>
      </w:pPr>
    </w:p>
    <w:p w:rsidR="00F408A2" w:rsidRPr="008064BE" w:rsidRDefault="007405E6">
      <w:pPr>
        <w:pStyle w:val="Plattetekst"/>
        <w:tabs>
          <w:tab w:val="left" w:pos="590"/>
          <w:tab w:val="left" w:pos="1103"/>
        </w:tabs>
        <w:spacing w:line="242" w:lineRule="auto"/>
        <w:ind w:left="1104" w:right="635" w:hanging="965"/>
        <w:rPr>
          <w:lang w:val="nl-NL"/>
        </w:rPr>
      </w:pPr>
      <w:r w:rsidRPr="008064BE">
        <w:rPr>
          <w:spacing w:val="3"/>
          <w:sz w:val="16"/>
          <w:lang w:val="nl-NL"/>
        </w:rPr>
        <w:t>4p</w:t>
      </w:r>
      <w:r w:rsidRPr="008064BE">
        <w:rPr>
          <w:spacing w:val="3"/>
          <w:sz w:val="16"/>
          <w:lang w:val="nl-NL"/>
        </w:rPr>
        <w:tab/>
      </w:r>
      <w:r w:rsidRPr="008064BE">
        <w:rPr>
          <w:b/>
          <w:spacing w:val="3"/>
          <w:sz w:val="20"/>
          <w:lang w:val="nl-NL"/>
        </w:rPr>
        <w:t>10</w:t>
      </w:r>
      <w:r w:rsidRPr="008064BE">
        <w:rPr>
          <w:b/>
          <w:spacing w:val="3"/>
          <w:sz w:val="20"/>
          <w:lang w:val="nl-NL"/>
        </w:rPr>
        <w:tab/>
      </w:r>
      <w:r w:rsidRPr="008064BE">
        <w:rPr>
          <w:spacing w:val="4"/>
          <w:lang w:val="nl-NL"/>
        </w:rPr>
        <w:t xml:space="preserve">Bereken </w:t>
      </w:r>
      <w:r w:rsidRPr="008064BE">
        <w:rPr>
          <w:spacing w:val="5"/>
          <w:lang w:val="nl-NL"/>
        </w:rPr>
        <w:t xml:space="preserve">hoeveel </w:t>
      </w:r>
      <w:r w:rsidRPr="008064BE">
        <w:rPr>
          <w:spacing w:val="4"/>
          <w:lang w:val="nl-NL"/>
        </w:rPr>
        <w:t xml:space="preserve">procent </w:t>
      </w:r>
      <w:r w:rsidRPr="008064BE">
        <w:rPr>
          <w:spacing w:val="3"/>
          <w:lang w:val="nl-NL"/>
        </w:rPr>
        <w:t xml:space="preserve">van het </w:t>
      </w:r>
      <w:r w:rsidRPr="008064BE">
        <w:rPr>
          <w:spacing w:val="4"/>
          <w:lang w:val="nl-NL"/>
        </w:rPr>
        <w:t xml:space="preserve">totaal aantal mol </w:t>
      </w:r>
      <w:r w:rsidRPr="008064BE">
        <w:rPr>
          <w:spacing w:val="5"/>
          <w:lang w:val="nl-NL"/>
        </w:rPr>
        <w:t xml:space="preserve">hexanoaat </w:t>
      </w:r>
      <w:r w:rsidRPr="008064BE">
        <w:rPr>
          <w:spacing w:val="4"/>
          <w:lang w:val="nl-NL"/>
        </w:rPr>
        <w:t xml:space="preserve">en </w:t>
      </w:r>
      <w:r w:rsidRPr="008064BE">
        <w:rPr>
          <w:spacing w:val="5"/>
          <w:lang w:val="nl-NL"/>
        </w:rPr>
        <w:t xml:space="preserve">hexaanzuur aanwezig </w:t>
      </w:r>
      <w:r w:rsidRPr="008064BE">
        <w:rPr>
          <w:lang w:val="nl-NL"/>
        </w:rPr>
        <w:t xml:space="preserve">is </w:t>
      </w:r>
      <w:r w:rsidRPr="008064BE">
        <w:rPr>
          <w:spacing w:val="4"/>
          <w:lang w:val="nl-NL"/>
        </w:rPr>
        <w:t xml:space="preserve">als </w:t>
      </w:r>
      <w:r w:rsidRPr="008064BE">
        <w:rPr>
          <w:spacing w:val="5"/>
          <w:lang w:val="nl-NL"/>
        </w:rPr>
        <w:t xml:space="preserve">hexaanzuur </w:t>
      </w:r>
      <w:r w:rsidRPr="008064BE">
        <w:rPr>
          <w:spacing w:val="4"/>
          <w:lang w:val="nl-NL"/>
        </w:rPr>
        <w:t xml:space="preserve">bij pH </w:t>
      </w:r>
      <w:r w:rsidRPr="008064BE">
        <w:rPr>
          <w:lang w:val="nl-NL"/>
        </w:rPr>
        <w:t xml:space="preserve">= </w:t>
      </w:r>
      <w:r w:rsidRPr="008064BE">
        <w:rPr>
          <w:spacing w:val="4"/>
          <w:lang w:val="nl-NL"/>
        </w:rPr>
        <w:t xml:space="preserve">5,50 </w:t>
      </w:r>
      <w:r w:rsidRPr="008064BE">
        <w:rPr>
          <w:lang w:val="nl-NL"/>
        </w:rPr>
        <w:t>(</w:t>
      </w:r>
      <w:r w:rsidRPr="008064BE">
        <w:rPr>
          <w:i/>
          <w:sz w:val="26"/>
          <w:lang w:val="nl-NL"/>
        </w:rPr>
        <w:t xml:space="preserve">T </w:t>
      </w:r>
      <w:r w:rsidRPr="008064BE">
        <w:rPr>
          <w:lang w:val="nl-NL"/>
        </w:rPr>
        <w:t xml:space="preserve">= </w:t>
      </w:r>
      <w:r w:rsidRPr="008064BE">
        <w:rPr>
          <w:spacing w:val="3"/>
          <w:lang w:val="nl-NL"/>
        </w:rPr>
        <w:t>298</w:t>
      </w:r>
      <w:r w:rsidRPr="008064BE">
        <w:rPr>
          <w:spacing w:val="53"/>
          <w:lang w:val="nl-NL"/>
        </w:rPr>
        <w:t xml:space="preserve"> </w:t>
      </w:r>
      <w:r w:rsidRPr="008064BE">
        <w:rPr>
          <w:spacing w:val="5"/>
          <w:lang w:val="nl-NL"/>
        </w:rPr>
        <w:t>K).</w:t>
      </w:r>
    </w:p>
    <w:p w:rsidR="00F408A2" w:rsidRPr="008064BE" w:rsidRDefault="00F408A2">
      <w:pPr>
        <w:pStyle w:val="Plattetekst"/>
        <w:spacing w:before="9"/>
        <w:rPr>
          <w:sz w:val="27"/>
          <w:lang w:val="nl-NL"/>
        </w:rPr>
      </w:pPr>
    </w:p>
    <w:p w:rsidR="00F408A2" w:rsidRPr="008064BE" w:rsidRDefault="007405E6">
      <w:pPr>
        <w:pStyle w:val="Plattetekst"/>
        <w:spacing w:line="261" w:lineRule="auto"/>
        <w:ind w:left="1103" w:right="263"/>
        <w:rPr>
          <w:lang w:val="nl-NL"/>
        </w:rPr>
      </w:pPr>
      <w:r w:rsidRPr="008064BE">
        <w:rPr>
          <w:spacing w:val="3"/>
          <w:lang w:val="nl-NL"/>
        </w:rPr>
        <w:t xml:space="preserve">Het </w:t>
      </w:r>
      <w:r w:rsidRPr="008064BE">
        <w:rPr>
          <w:spacing w:val="5"/>
          <w:lang w:val="nl-NL"/>
        </w:rPr>
        <w:t xml:space="preserve">hexaanzuur </w:t>
      </w:r>
      <w:r w:rsidRPr="008064BE">
        <w:rPr>
          <w:spacing w:val="4"/>
          <w:lang w:val="nl-NL"/>
        </w:rPr>
        <w:t xml:space="preserve">wordt </w:t>
      </w:r>
      <w:r w:rsidRPr="008064BE">
        <w:rPr>
          <w:spacing w:val="2"/>
          <w:lang w:val="nl-NL"/>
        </w:rPr>
        <w:t xml:space="preserve">na de </w:t>
      </w:r>
      <w:r w:rsidRPr="008064BE">
        <w:rPr>
          <w:spacing w:val="4"/>
          <w:lang w:val="nl-NL"/>
        </w:rPr>
        <w:t xml:space="preserve">reactie </w:t>
      </w:r>
      <w:r w:rsidRPr="008064BE">
        <w:rPr>
          <w:spacing w:val="3"/>
          <w:lang w:val="nl-NL"/>
        </w:rPr>
        <w:t xml:space="preserve">uit </w:t>
      </w:r>
      <w:r w:rsidRPr="008064BE">
        <w:rPr>
          <w:spacing w:val="4"/>
          <w:lang w:val="nl-NL"/>
        </w:rPr>
        <w:t xml:space="preserve">het </w:t>
      </w:r>
      <w:r w:rsidRPr="008064BE">
        <w:rPr>
          <w:spacing w:val="5"/>
          <w:lang w:val="nl-NL"/>
        </w:rPr>
        <w:t xml:space="preserve">waterige reactiemengsel verwijderd. </w:t>
      </w:r>
      <w:r w:rsidRPr="008064BE">
        <w:rPr>
          <w:spacing w:val="3"/>
          <w:lang w:val="nl-NL"/>
        </w:rPr>
        <w:t xml:space="preserve">De </w:t>
      </w:r>
      <w:r w:rsidRPr="008064BE">
        <w:rPr>
          <w:spacing w:val="5"/>
          <w:lang w:val="nl-NL"/>
        </w:rPr>
        <w:t xml:space="preserve">oplosbaarheid </w:t>
      </w:r>
      <w:r w:rsidRPr="008064BE">
        <w:rPr>
          <w:spacing w:val="3"/>
          <w:lang w:val="nl-NL"/>
        </w:rPr>
        <w:t xml:space="preserve">van </w:t>
      </w:r>
      <w:r w:rsidRPr="008064BE">
        <w:rPr>
          <w:spacing w:val="5"/>
          <w:lang w:val="nl-NL"/>
        </w:rPr>
        <w:t xml:space="preserve">hexaanzuur </w:t>
      </w:r>
      <w:r w:rsidRPr="008064BE">
        <w:rPr>
          <w:lang w:val="nl-NL"/>
        </w:rPr>
        <w:t xml:space="preserve">in </w:t>
      </w:r>
      <w:r w:rsidRPr="008064BE">
        <w:rPr>
          <w:spacing w:val="4"/>
          <w:lang w:val="nl-NL"/>
        </w:rPr>
        <w:t xml:space="preserve">water </w:t>
      </w:r>
      <w:r w:rsidRPr="008064BE">
        <w:rPr>
          <w:spacing w:val="3"/>
          <w:lang w:val="nl-NL"/>
        </w:rPr>
        <w:t>is</w:t>
      </w:r>
      <w:r w:rsidRPr="008064BE">
        <w:rPr>
          <w:spacing w:val="63"/>
          <w:lang w:val="nl-NL"/>
        </w:rPr>
        <w:t xml:space="preserve"> </w:t>
      </w:r>
      <w:r w:rsidRPr="008064BE">
        <w:rPr>
          <w:spacing w:val="5"/>
          <w:lang w:val="nl-NL"/>
        </w:rPr>
        <w:t>matig.</w:t>
      </w:r>
    </w:p>
    <w:p w:rsidR="00F408A2" w:rsidRPr="008064BE" w:rsidRDefault="00F408A2">
      <w:pPr>
        <w:pStyle w:val="Plattetekst"/>
        <w:spacing w:before="11"/>
        <w:rPr>
          <w:sz w:val="25"/>
          <w:lang w:val="nl-NL"/>
        </w:rPr>
      </w:pPr>
    </w:p>
    <w:p w:rsidR="00F408A2" w:rsidRPr="008064BE" w:rsidRDefault="007405E6">
      <w:pPr>
        <w:pStyle w:val="Plattetekst"/>
        <w:tabs>
          <w:tab w:val="left" w:pos="590"/>
          <w:tab w:val="left" w:pos="1103"/>
        </w:tabs>
        <w:spacing w:line="261" w:lineRule="auto"/>
        <w:ind w:left="1104" w:right="1311" w:hanging="965"/>
        <w:rPr>
          <w:lang w:val="nl-NL"/>
        </w:rPr>
      </w:pPr>
      <w:r w:rsidRPr="008064BE">
        <w:rPr>
          <w:spacing w:val="3"/>
          <w:sz w:val="16"/>
          <w:lang w:val="nl-NL"/>
        </w:rPr>
        <w:t>2p</w:t>
      </w:r>
      <w:r w:rsidRPr="008064BE">
        <w:rPr>
          <w:spacing w:val="3"/>
          <w:sz w:val="16"/>
          <w:lang w:val="nl-NL"/>
        </w:rPr>
        <w:tab/>
      </w:r>
      <w:r w:rsidRPr="008064BE">
        <w:rPr>
          <w:b/>
          <w:spacing w:val="3"/>
          <w:sz w:val="20"/>
          <w:lang w:val="nl-NL"/>
        </w:rPr>
        <w:t>11</w:t>
      </w:r>
      <w:r w:rsidRPr="008064BE">
        <w:rPr>
          <w:b/>
          <w:spacing w:val="3"/>
          <w:sz w:val="20"/>
          <w:lang w:val="nl-NL"/>
        </w:rPr>
        <w:tab/>
      </w:r>
      <w:r w:rsidRPr="008064BE">
        <w:rPr>
          <w:spacing w:val="4"/>
          <w:lang w:val="nl-NL"/>
        </w:rPr>
        <w:t xml:space="preserve">Leg </w:t>
      </w:r>
      <w:r w:rsidRPr="008064BE">
        <w:rPr>
          <w:spacing w:val="3"/>
          <w:lang w:val="nl-NL"/>
        </w:rPr>
        <w:t xml:space="preserve">met </w:t>
      </w:r>
      <w:r w:rsidRPr="008064BE">
        <w:rPr>
          <w:spacing w:val="4"/>
          <w:lang w:val="nl-NL"/>
        </w:rPr>
        <w:t xml:space="preserve">behulp </w:t>
      </w:r>
      <w:r w:rsidRPr="008064BE">
        <w:rPr>
          <w:spacing w:val="2"/>
          <w:lang w:val="nl-NL"/>
        </w:rPr>
        <w:t xml:space="preserve">van </w:t>
      </w:r>
      <w:r w:rsidRPr="008064BE">
        <w:rPr>
          <w:spacing w:val="4"/>
          <w:lang w:val="nl-NL"/>
        </w:rPr>
        <w:t xml:space="preserve">begrippen </w:t>
      </w:r>
      <w:r w:rsidRPr="008064BE">
        <w:rPr>
          <w:spacing w:val="2"/>
          <w:lang w:val="nl-NL"/>
        </w:rPr>
        <w:t xml:space="preserve">op </w:t>
      </w:r>
      <w:r w:rsidRPr="008064BE">
        <w:rPr>
          <w:spacing w:val="4"/>
          <w:lang w:val="nl-NL"/>
        </w:rPr>
        <w:t xml:space="preserve">microniveau </w:t>
      </w:r>
      <w:r w:rsidRPr="008064BE">
        <w:rPr>
          <w:spacing w:val="3"/>
          <w:lang w:val="nl-NL"/>
        </w:rPr>
        <w:t xml:space="preserve">uit </w:t>
      </w:r>
      <w:r w:rsidRPr="008064BE">
        <w:rPr>
          <w:spacing w:val="4"/>
          <w:lang w:val="nl-NL"/>
        </w:rPr>
        <w:t xml:space="preserve">dat </w:t>
      </w:r>
      <w:r w:rsidRPr="008064BE">
        <w:rPr>
          <w:spacing w:val="5"/>
          <w:lang w:val="nl-NL"/>
        </w:rPr>
        <w:t xml:space="preserve">hexaanzuur </w:t>
      </w:r>
      <w:r w:rsidRPr="008064BE">
        <w:rPr>
          <w:spacing w:val="4"/>
          <w:lang w:val="nl-NL"/>
        </w:rPr>
        <w:t xml:space="preserve">matig </w:t>
      </w:r>
      <w:r w:rsidRPr="008064BE">
        <w:rPr>
          <w:spacing w:val="5"/>
          <w:lang w:val="nl-NL"/>
        </w:rPr>
        <w:t xml:space="preserve">oplosbaar </w:t>
      </w:r>
      <w:r w:rsidRPr="008064BE">
        <w:rPr>
          <w:lang w:val="nl-NL"/>
        </w:rPr>
        <w:t>is in</w:t>
      </w:r>
      <w:r w:rsidRPr="008064BE">
        <w:rPr>
          <w:spacing w:val="33"/>
          <w:lang w:val="nl-NL"/>
        </w:rPr>
        <w:t xml:space="preserve"> </w:t>
      </w:r>
      <w:r w:rsidRPr="008064BE">
        <w:rPr>
          <w:spacing w:val="4"/>
          <w:lang w:val="nl-NL"/>
        </w:rPr>
        <w:t>water.</w:t>
      </w:r>
    </w:p>
    <w:p w:rsidR="00F408A2" w:rsidRPr="008064BE" w:rsidRDefault="00F408A2">
      <w:pPr>
        <w:pStyle w:val="Plattetekst"/>
        <w:spacing w:before="11"/>
        <w:rPr>
          <w:sz w:val="25"/>
          <w:lang w:val="nl-NL"/>
        </w:rPr>
      </w:pPr>
    </w:p>
    <w:p w:rsidR="00F408A2" w:rsidRPr="008064BE" w:rsidRDefault="007405E6">
      <w:pPr>
        <w:pStyle w:val="Plattetekst"/>
        <w:spacing w:line="261" w:lineRule="auto"/>
        <w:ind w:left="1103" w:right="1043"/>
        <w:jc w:val="both"/>
        <w:rPr>
          <w:lang w:val="nl-NL"/>
        </w:rPr>
      </w:pPr>
      <w:r w:rsidRPr="008064BE">
        <w:rPr>
          <w:lang w:val="nl-NL"/>
        </w:rPr>
        <w:t>In de bioreactor is de concentratie hexaanzuur laag, zodat het aanwezige hexaanzuur geheel is opgelost. Om hexaanzuur uit het reactiemengsel te isoleren, hebben de onderzoekers twee methoden onderzocht.</w:t>
      </w:r>
    </w:p>
    <w:p w:rsidR="00F408A2" w:rsidRPr="008064BE" w:rsidRDefault="00F408A2">
      <w:pPr>
        <w:pStyle w:val="Plattetekst"/>
        <w:spacing w:before="10"/>
        <w:rPr>
          <w:sz w:val="25"/>
          <w:lang w:val="nl-NL"/>
        </w:rPr>
      </w:pPr>
    </w:p>
    <w:p w:rsidR="00F408A2" w:rsidRPr="008064BE" w:rsidRDefault="007405E6">
      <w:pPr>
        <w:pStyle w:val="Plattetekst"/>
        <w:ind w:left="1103"/>
        <w:rPr>
          <w:lang w:val="nl-NL"/>
        </w:rPr>
      </w:pPr>
      <w:r w:rsidRPr="008064BE">
        <w:rPr>
          <w:lang w:val="nl-NL"/>
        </w:rPr>
        <w:t>Methode 1</w:t>
      </w:r>
    </w:p>
    <w:p w:rsidR="00F408A2" w:rsidRPr="008064BE" w:rsidRDefault="007405E6">
      <w:pPr>
        <w:pStyle w:val="Plattetekst"/>
        <w:spacing w:before="24" w:line="261" w:lineRule="auto"/>
        <w:ind w:left="1104"/>
        <w:rPr>
          <w:lang w:val="nl-NL"/>
        </w:rPr>
      </w:pPr>
      <w:r w:rsidRPr="008064BE">
        <w:rPr>
          <w:lang w:val="nl-NL"/>
        </w:rPr>
        <w:t>De pH van het reactiemengsel wordt verlaagd tot pH = 5,00 door geconcentreerd zoutzuur aan de inhoud van de bioreactor toe te voegen. Hierdoor stijgt de</w:t>
      </w:r>
    </w:p>
    <w:p w:rsidR="00F408A2" w:rsidRPr="008064BE" w:rsidRDefault="007405E6">
      <w:pPr>
        <w:pStyle w:val="Plattetekst"/>
        <w:spacing w:line="261" w:lineRule="auto"/>
        <w:ind w:left="1104" w:right="635"/>
        <w:rPr>
          <w:lang w:val="nl-NL"/>
        </w:rPr>
      </w:pPr>
      <w:r w:rsidRPr="008064BE">
        <w:rPr>
          <w:lang w:val="nl-NL"/>
        </w:rPr>
        <w:t>concentratie van hexaanzuur en daalt de concentratie van hexanoaat. Het opgeloste hexaanzuur wordt door middel van extractie met een geschikte</w:t>
      </w:r>
    </w:p>
    <w:p w:rsidR="00F408A2" w:rsidRPr="008064BE" w:rsidRDefault="007405E6">
      <w:pPr>
        <w:pStyle w:val="Plattetekst"/>
        <w:spacing w:line="261" w:lineRule="auto"/>
        <w:ind w:left="1103" w:right="447"/>
        <w:rPr>
          <w:lang w:val="nl-NL"/>
        </w:rPr>
      </w:pPr>
      <w:r w:rsidRPr="008064BE">
        <w:rPr>
          <w:lang w:val="nl-NL"/>
        </w:rPr>
        <w:t>vloeistof van de rest van het reactiemengsel gescheiden. Na de extractie wordt het hexaanzuur met behulp van destillatie gescheiden van het oplosmiddel dat opnieuw wordt gebruikt.</w:t>
      </w:r>
    </w:p>
    <w:p w:rsidR="00F408A2" w:rsidRPr="008064BE" w:rsidRDefault="00F408A2">
      <w:pPr>
        <w:pStyle w:val="Plattetekst"/>
        <w:spacing w:before="6"/>
        <w:rPr>
          <w:sz w:val="25"/>
          <w:lang w:val="nl-NL"/>
        </w:rPr>
      </w:pPr>
    </w:p>
    <w:p w:rsidR="00F408A2" w:rsidRPr="008064BE" w:rsidRDefault="007405E6">
      <w:pPr>
        <w:pStyle w:val="Plattetekst"/>
        <w:spacing w:before="1"/>
        <w:ind w:left="1103"/>
        <w:rPr>
          <w:lang w:val="nl-NL"/>
        </w:rPr>
      </w:pPr>
      <w:r w:rsidRPr="008064BE">
        <w:rPr>
          <w:lang w:val="nl-NL"/>
        </w:rPr>
        <w:t>Methode 2</w:t>
      </w:r>
    </w:p>
    <w:p w:rsidR="00F408A2" w:rsidRPr="008064BE" w:rsidRDefault="007405E6">
      <w:pPr>
        <w:pStyle w:val="Plattetekst"/>
        <w:spacing w:before="24"/>
        <w:ind w:left="1103"/>
        <w:rPr>
          <w:lang w:val="nl-NL"/>
        </w:rPr>
      </w:pPr>
      <w:r w:rsidRPr="008064BE">
        <w:rPr>
          <w:lang w:val="nl-NL"/>
        </w:rPr>
        <w:t>De pH van het reactiemengsel wordt verhoogd tot pH = 7,00 door</w:t>
      </w:r>
    </w:p>
    <w:p w:rsidR="00F408A2" w:rsidRPr="008064BE" w:rsidRDefault="007405E6">
      <w:pPr>
        <w:pStyle w:val="Plattetekst"/>
        <w:spacing w:before="24" w:line="261" w:lineRule="auto"/>
        <w:ind w:left="1103" w:right="954"/>
        <w:rPr>
          <w:lang w:val="nl-NL"/>
        </w:rPr>
      </w:pPr>
      <w:r w:rsidRPr="008064BE">
        <w:rPr>
          <w:lang w:val="nl-NL"/>
        </w:rPr>
        <w:t>geconcentreerd natronloog toe te voegen. Hierdoor stijgt de concentratie van hexanoaat en daalt de concentratie van hexaanzuur. Als aan het ontstane mengsel een overmaat calciumchloride-oplossing wordt toegevoegd, ontstaat een neerslag van het slecht oplosbare calciumhexanoaat. Het neerslag wordt gefiltreerd waarna het calciumhexanoaat met geconcentreerd zoutzuur wordt omgezet tot vast hexaanzuur.</w:t>
      </w:r>
    </w:p>
    <w:p w:rsidR="00F408A2" w:rsidRPr="008064BE" w:rsidRDefault="007405E6">
      <w:pPr>
        <w:pStyle w:val="Plattetekst"/>
        <w:spacing w:before="153" w:line="261" w:lineRule="auto"/>
        <w:ind w:left="1103" w:right="635"/>
        <w:rPr>
          <w:lang w:val="nl-NL"/>
        </w:rPr>
      </w:pPr>
      <w:r w:rsidRPr="008064BE">
        <w:rPr>
          <w:lang w:val="nl-NL"/>
        </w:rPr>
        <w:t>De onderzoekers maken een afweging welke methode de voorkeur heeft bij toepassing op grote schaal. Ze vergelijken beide methoden op basis van het energieverbruik en de afvalproductie.</w:t>
      </w:r>
    </w:p>
    <w:p w:rsidR="00F408A2" w:rsidRPr="008064BE" w:rsidRDefault="00F408A2">
      <w:pPr>
        <w:pStyle w:val="Plattetekst"/>
        <w:spacing w:before="10"/>
        <w:rPr>
          <w:sz w:val="25"/>
          <w:lang w:val="nl-NL"/>
        </w:rPr>
      </w:pPr>
    </w:p>
    <w:p w:rsidR="00F408A2" w:rsidRPr="008064BE" w:rsidRDefault="007405E6">
      <w:pPr>
        <w:pStyle w:val="Plattetekst"/>
        <w:tabs>
          <w:tab w:val="left" w:pos="590"/>
          <w:tab w:val="left" w:pos="1103"/>
        </w:tabs>
        <w:spacing w:line="261" w:lineRule="auto"/>
        <w:ind w:left="1104" w:right="1954" w:hanging="965"/>
        <w:rPr>
          <w:lang w:val="nl-NL"/>
        </w:rPr>
      </w:pPr>
      <w:r w:rsidRPr="008064BE">
        <w:rPr>
          <w:spacing w:val="3"/>
          <w:sz w:val="16"/>
          <w:lang w:val="nl-NL"/>
        </w:rPr>
        <w:t>2p</w:t>
      </w:r>
      <w:r w:rsidRPr="008064BE">
        <w:rPr>
          <w:spacing w:val="3"/>
          <w:sz w:val="16"/>
          <w:lang w:val="nl-NL"/>
        </w:rPr>
        <w:tab/>
      </w:r>
      <w:r w:rsidRPr="008064BE">
        <w:rPr>
          <w:b/>
          <w:spacing w:val="3"/>
          <w:sz w:val="20"/>
          <w:lang w:val="nl-NL"/>
        </w:rPr>
        <w:t>12</w:t>
      </w:r>
      <w:r w:rsidRPr="008064BE">
        <w:rPr>
          <w:b/>
          <w:spacing w:val="3"/>
          <w:sz w:val="20"/>
          <w:lang w:val="nl-NL"/>
        </w:rPr>
        <w:tab/>
      </w:r>
      <w:r w:rsidRPr="008064BE">
        <w:rPr>
          <w:spacing w:val="4"/>
          <w:lang w:val="nl-NL"/>
        </w:rPr>
        <w:t xml:space="preserve">Geef </w:t>
      </w:r>
      <w:r w:rsidRPr="008064BE">
        <w:rPr>
          <w:spacing w:val="3"/>
          <w:lang w:val="nl-NL"/>
        </w:rPr>
        <w:t xml:space="preserve">aan welke </w:t>
      </w:r>
      <w:r w:rsidRPr="008064BE">
        <w:rPr>
          <w:spacing w:val="4"/>
          <w:lang w:val="nl-NL"/>
        </w:rPr>
        <w:t xml:space="preserve">methode </w:t>
      </w:r>
      <w:r w:rsidRPr="008064BE">
        <w:rPr>
          <w:spacing w:val="2"/>
          <w:lang w:val="nl-NL"/>
        </w:rPr>
        <w:t xml:space="preserve">de </w:t>
      </w:r>
      <w:r w:rsidRPr="008064BE">
        <w:rPr>
          <w:spacing w:val="4"/>
          <w:lang w:val="nl-NL"/>
        </w:rPr>
        <w:t xml:space="preserve">voorkeur heeft </w:t>
      </w:r>
      <w:r w:rsidRPr="008064BE">
        <w:rPr>
          <w:spacing w:val="3"/>
          <w:lang w:val="nl-NL"/>
        </w:rPr>
        <w:t xml:space="preserve">als </w:t>
      </w:r>
      <w:r w:rsidRPr="008064BE">
        <w:rPr>
          <w:spacing w:val="4"/>
          <w:lang w:val="nl-NL"/>
        </w:rPr>
        <w:t xml:space="preserve">gelet wordt </w:t>
      </w:r>
      <w:r w:rsidRPr="008064BE">
        <w:rPr>
          <w:spacing w:val="2"/>
          <w:lang w:val="nl-NL"/>
        </w:rPr>
        <w:t xml:space="preserve">op </w:t>
      </w:r>
      <w:r w:rsidRPr="008064BE">
        <w:rPr>
          <w:spacing w:val="5"/>
          <w:lang w:val="nl-NL"/>
        </w:rPr>
        <w:t xml:space="preserve">het energieverbruik. </w:t>
      </w:r>
      <w:r w:rsidRPr="008064BE">
        <w:rPr>
          <w:spacing w:val="4"/>
          <w:lang w:val="nl-NL"/>
        </w:rPr>
        <w:t xml:space="preserve">Licht </w:t>
      </w:r>
      <w:r w:rsidRPr="008064BE">
        <w:rPr>
          <w:lang w:val="nl-NL"/>
        </w:rPr>
        <w:t xml:space="preserve">je </w:t>
      </w:r>
      <w:r w:rsidRPr="008064BE">
        <w:rPr>
          <w:spacing w:val="4"/>
          <w:lang w:val="nl-NL"/>
        </w:rPr>
        <w:t>antwoord</w:t>
      </w:r>
      <w:r w:rsidRPr="008064BE">
        <w:rPr>
          <w:spacing w:val="42"/>
          <w:lang w:val="nl-NL"/>
        </w:rPr>
        <w:t xml:space="preserve"> </w:t>
      </w:r>
      <w:r w:rsidRPr="008064BE">
        <w:rPr>
          <w:spacing w:val="5"/>
          <w:lang w:val="nl-NL"/>
        </w:rPr>
        <w:t>toe.</w:t>
      </w:r>
    </w:p>
    <w:p w:rsidR="00F408A2" w:rsidRPr="008064BE" w:rsidRDefault="007405E6">
      <w:pPr>
        <w:pStyle w:val="Plattetekst"/>
        <w:tabs>
          <w:tab w:val="left" w:pos="590"/>
          <w:tab w:val="left" w:pos="1103"/>
        </w:tabs>
        <w:spacing w:line="261" w:lineRule="auto"/>
        <w:ind w:left="1103" w:right="1311" w:hanging="965"/>
        <w:rPr>
          <w:lang w:val="nl-NL"/>
        </w:rPr>
      </w:pPr>
      <w:r w:rsidRPr="008064BE">
        <w:rPr>
          <w:spacing w:val="3"/>
          <w:sz w:val="16"/>
          <w:lang w:val="nl-NL"/>
        </w:rPr>
        <w:t>2p</w:t>
      </w:r>
      <w:r w:rsidRPr="008064BE">
        <w:rPr>
          <w:spacing w:val="3"/>
          <w:sz w:val="16"/>
          <w:lang w:val="nl-NL"/>
        </w:rPr>
        <w:tab/>
      </w:r>
      <w:r w:rsidRPr="008064BE">
        <w:rPr>
          <w:b/>
          <w:spacing w:val="3"/>
          <w:sz w:val="20"/>
          <w:lang w:val="nl-NL"/>
        </w:rPr>
        <w:t>13</w:t>
      </w:r>
      <w:r w:rsidRPr="008064BE">
        <w:rPr>
          <w:b/>
          <w:spacing w:val="3"/>
          <w:sz w:val="20"/>
          <w:lang w:val="nl-NL"/>
        </w:rPr>
        <w:tab/>
      </w:r>
      <w:r w:rsidRPr="008064BE">
        <w:rPr>
          <w:spacing w:val="4"/>
          <w:lang w:val="nl-NL"/>
        </w:rPr>
        <w:t xml:space="preserve">Geef </w:t>
      </w:r>
      <w:r w:rsidRPr="008064BE">
        <w:rPr>
          <w:spacing w:val="3"/>
          <w:lang w:val="nl-NL"/>
        </w:rPr>
        <w:t xml:space="preserve">voor </w:t>
      </w:r>
      <w:r w:rsidRPr="008064BE">
        <w:rPr>
          <w:spacing w:val="4"/>
          <w:lang w:val="nl-NL"/>
        </w:rPr>
        <w:t xml:space="preserve">beide </w:t>
      </w:r>
      <w:r w:rsidRPr="008064BE">
        <w:rPr>
          <w:spacing w:val="5"/>
          <w:lang w:val="nl-NL"/>
        </w:rPr>
        <w:t xml:space="preserve">methodes </w:t>
      </w:r>
      <w:r w:rsidRPr="008064BE">
        <w:rPr>
          <w:spacing w:val="4"/>
          <w:lang w:val="nl-NL"/>
        </w:rPr>
        <w:t xml:space="preserve">aan </w:t>
      </w:r>
      <w:r w:rsidRPr="008064BE">
        <w:rPr>
          <w:spacing w:val="3"/>
          <w:lang w:val="nl-NL"/>
        </w:rPr>
        <w:t xml:space="preserve">welke </w:t>
      </w:r>
      <w:r w:rsidRPr="008064BE">
        <w:rPr>
          <w:spacing w:val="5"/>
          <w:lang w:val="nl-NL"/>
        </w:rPr>
        <w:t xml:space="preserve">stoffen/deeltjes </w:t>
      </w:r>
      <w:r w:rsidRPr="008064BE">
        <w:rPr>
          <w:spacing w:val="4"/>
          <w:lang w:val="nl-NL"/>
        </w:rPr>
        <w:t xml:space="preserve">afkomstig </w:t>
      </w:r>
      <w:r w:rsidRPr="008064BE">
        <w:rPr>
          <w:spacing w:val="3"/>
          <w:lang w:val="nl-NL"/>
        </w:rPr>
        <w:t xml:space="preserve">van </w:t>
      </w:r>
      <w:r w:rsidRPr="008064BE">
        <w:rPr>
          <w:spacing w:val="5"/>
          <w:lang w:val="nl-NL"/>
        </w:rPr>
        <w:t xml:space="preserve">de toegevoegde oplossingen </w:t>
      </w:r>
      <w:r w:rsidRPr="008064BE">
        <w:rPr>
          <w:lang w:val="nl-NL"/>
        </w:rPr>
        <w:t xml:space="preserve">in </w:t>
      </w:r>
      <w:r w:rsidRPr="008064BE">
        <w:rPr>
          <w:spacing w:val="2"/>
          <w:lang w:val="nl-NL"/>
        </w:rPr>
        <w:t xml:space="preserve">de </w:t>
      </w:r>
      <w:r w:rsidRPr="008064BE">
        <w:rPr>
          <w:spacing w:val="5"/>
          <w:lang w:val="nl-NL"/>
        </w:rPr>
        <w:t>afvalstroom aanwezig</w:t>
      </w:r>
      <w:r w:rsidRPr="008064BE">
        <w:rPr>
          <w:spacing w:val="57"/>
          <w:lang w:val="nl-NL"/>
        </w:rPr>
        <w:t xml:space="preserve"> </w:t>
      </w:r>
      <w:r w:rsidRPr="008064BE">
        <w:rPr>
          <w:spacing w:val="3"/>
          <w:lang w:val="nl-NL"/>
        </w:rPr>
        <w:t>zijn.</w:t>
      </w:r>
    </w:p>
    <w:p w:rsidR="00F408A2" w:rsidRPr="008064BE" w:rsidRDefault="00F408A2">
      <w:pPr>
        <w:spacing w:line="261" w:lineRule="auto"/>
        <w:rPr>
          <w:lang w:val="nl-NL"/>
        </w:rPr>
        <w:sectPr w:rsidR="00F408A2" w:rsidRPr="008064BE">
          <w:pgSz w:w="11910" w:h="16840"/>
          <w:pgMar w:top="760" w:right="1000" w:bottom="1160" w:left="540" w:header="0" w:footer="969" w:gutter="0"/>
          <w:cols w:space="708"/>
        </w:sectPr>
      </w:pPr>
    </w:p>
    <w:p w:rsidR="00F408A2" w:rsidRPr="008064BE" w:rsidRDefault="007405E6">
      <w:pPr>
        <w:pStyle w:val="Plattetekst"/>
        <w:spacing w:before="73" w:line="261" w:lineRule="auto"/>
        <w:ind w:left="1103" w:right="162"/>
        <w:jc w:val="both"/>
        <w:rPr>
          <w:lang w:val="nl-NL"/>
        </w:rPr>
      </w:pPr>
      <w:r w:rsidRPr="008064BE">
        <w:rPr>
          <w:spacing w:val="5"/>
          <w:lang w:val="nl-NL"/>
        </w:rPr>
        <w:lastRenderedPageBreak/>
        <w:t xml:space="preserve">Hexaanzuur </w:t>
      </w:r>
      <w:r w:rsidRPr="008064BE">
        <w:rPr>
          <w:spacing w:val="3"/>
          <w:lang w:val="nl-NL"/>
        </w:rPr>
        <w:t xml:space="preserve">is </w:t>
      </w:r>
      <w:r w:rsidRPr="008064BE">
        <w:rPr>
          <w:spacing w:val="4"/>
          <w:lang w:val="nl-NL"/>
        </w:rPr>
        <w:t xml:space="preserve">nog niet geschikt </w:t>
      </w:r>
      <w:r w:rsidRPr="008064BE">
        <w:rPr>
          <w:spacing w:val="3"/>
          <w:lang w:val="nl-NL"/>
        </w:rPr>
        <w:t xml:space="preserve">voor </w:t>
      </w:r>
      <w:r w:rsidRPr="008064BE">
        <w:rPr>
          <w:spacing w:val="4"/>
          <w:lang w:val="nl-NL"/>
        </w:rPr>
        <w:t xml:space="preserve">gebruik </w:t>
      </w:r>
      <w:r w:rsidRPr="008064BE">
        <w:rPr>
          <w:spacing w:val="3"/>
          <w:lang w:val="nl-NL"/>
        </w:rPr>
        <w:t xml:space="preserve">als </w:t>
      </w:r>
      <w:r w:rsidRPr="008064BE">
        <w:rPr>
          <w:spacing w:val="5"/>
          <w:lang w:val="nl-NL"/>
        </w:rPr>
        <w:t xml:space="preserve">dieselbrandstof. </w:t>
      </w:r>
      <w:r w:rsidRPr="008064BE">
        <w:rPr>
          <w:spacing w:val="3"/>
          <w:lang w:val="nl-NL"/>
        </w:rPr>
        <w:t xml:space="preserve">Het </w:t>
      </w:r>
      <w:r w:rsidRPr="008064BE">
        <w:rPr>
          <w:lang w:val="nl-NL"/>
        </w:rPr>
        <w:t xml:space="preserve">is </w:t>
      </w:r>
      <w:r w:rsidRPr="008064BE">
        <w:rPr>
          <w:spacing w:val="5"/>
          <w:lang w:val="nl-NL"/>
        </w:rPr>
        <w:t xml:space="preserve">mogelijk </w:t>
      </w:r>
      <w:r w:rsidRPr="008064BE">
        <w:rPr>
          <w:spacing w:val="2"/>
          <w:lang w:val="nl-NL"/>
        </w:rPr>
        <w:t xml:space="preserve">om </w:t>
      </w:r>
      <w:r w:rsidRPr="008064BE">
        <w:rPr>
          <w:spacing w:val="4"/>
          <w:lang w:val="nl-NL"/>
        </w:rPr>
        <w:t xml:space="preserve">door middel </w:t>
      </w:r>
      <w:r w:rsidRPr="008064BE">
        <w:rPr>
          <w:spacing w:val="2"/>
          <w:lang w:val="nl-NL"/>
        </w:rPr>
        <w:t xml:space="preserve">van </w:t>
      </w:r>
      <w:r w:rsidRPr="008064BE">
        <w:rPr>
          <w:spacing w:val="3"/>
          <w:lang w:val="nl-NL"/>
        </w:rPr>
        <w:t xml:space="preserve">een </w:t>
      </w:r>
      <w:r w:rsidRPr="008064BE">
        <w:rPr>
          <w:spacing w:val="5"/>
          <w:lang w:val="nl-NL"/>
        </w:rPr>
        <w:t xml:space="preserve">ketonisatie-reactie hexaanzuur </w:t>
      </w:r>
      <w:r w:rsidRPr="008064BE">
        <w:rPr>
          <w:spacing w:val="2"/>
          <w:lang w:val="nl-NL"/>
        </w:rPr>
        <w:t xml:space="preserve">om te </w:t>
      </w:r>
      <w:r w:rsidRPr="008064BE">
        <w:rPr>
          <w:spacing w:val="4"/>
          <w:lang w:val="nl-NL"/>
        </w:rPr>
        <w:t xml:space="preserve">zetten tot </w:t>
      </w:r>
      <w:r w:rsidRPr="008064BE">
        <w:rPr>
          <w:spacing w:val="3"/>
          <w:lang w:val="nl-NL"/>
        </w:rPr>
        <w:t xml:space="preserve">een </w:t>
      </w:r>
      <w:r w:rsidRPr="008064BE">
        <w:rPr>
          <w:spacing w:val="5"/>
          <w:lang w:val="nl-NL"/>
        </w:rPr>
        <w:t xml:space="preserve">stof </w:t>
      </w:r>
      <w:r w:rsidRPr="008064BE">
        <w:rPr>
          <w:spacing w:val="4"/>
          <w:lang w:val="nl-NL"/>
        </w:rPr>
        <w:t xml:space="preserve">die wel geschikt </w:t>
      </w:r>
      <w:r w:rsidRPr="008064BE">
        <w:rPr>
          <w:lang w:val="nl-NL"/>
        </w:rPr>
        <w:t xml:space="preserve">is </w:t>
      </w:r>
      <w:r w:rsidRPr="008064BE">
        <w:rPr>
          <w:spacing w:val="2"/>
          <w:lang w:val="nl-NL"/>
        </w:rPr>
        <w:t xml:space="preserve">om </w:t>
      </w:r>
      <w:r w:rsidRPr="008064BE">
        <w:rPr>
          <w:spacing w:val="4"/>
          <w:lang w:val="nl-NL"/>
        </w:rPr>
        <w:t xml:space="preserve">als </w:t>
      </w:r>
      <w:r w:rsidRPr="008064BE">
        <w:rPr>
          <w:spacing w:val="5"/>
          <w:lang w:val="nl-NL"/>
        </w:rPr>
        <w:t xml:space="preserve">dieselbrandstof </w:t>
      </w:r>
      <w:r w:rsidRPr="008064BE">
        <w:rPr>
          <w:spacing w:val="2"/>
          <w:lang w:val="nl-NL"/>
        </w:rPr>
        <w:t xml:space="preserve">te </w:t>
      </w:r>
      <w:r w:rsidRPr="008064BE">
        <w:rPr>
          <w:spacing w:val="4"/>
          <w:lang w:val="nl-NL"/>
        </w:rPr>
        <w:t xml:space="preserve">gebruiken. Ketonisatie </w:t>
      </w:r>
      <w:r w:rsidRPr="008064BE">
        <w:rPr>
          <w:spacing w:val="3"/>
          <w:lang w:val="nl-NL"/>
        </w:rPr>
        <w:t xml:space="preserve">is een </w:t>
      </w:r>
      <w:r w:rsidRPr="008064BE">
        <w:rPr>
          <w:spacing w:val="4"/>
          <w:lang w:val="nl-NL"/>
        </w:rPr>
        <w:t xml:space="preserve">reactie van carbonzuren </w:t>
      </w:r>
      <w:r w:rsidRPr="008064BE">
        <w:rPr>
          <w:spacing w:val="2"/>
          <w:lang w:val="nl-NL"/>
        </w:rPr>
        <w:t xml:space="preserve">en </w:t>
      </w:r>
      <w:r w:rsidRPr="008064BE">
        <w:rPr>
          <w:spacing w:val="3"/>
          <w:lang w:val="nl-NL"/>
        </w:rPr>
        <w:t xml:space="preserve">kan als </w:t>
      </w:r>
      <w:r w:rsidRPr="008064BE">
        <w:rPr>
          <w:spacing w:val="4"/>
          <w:lang w:val="nl-NL"/>
        </w:rPr>
        <w:t>volgt worden</w:t>
      </w:r>
      <w:r w:rsidRPr="008064BE">
        <w:rPr>
          <w:spacing w:val="72"/>
          <w:lang w:val="nl-NL"/>
        </w:rPr>
        <w:t xml:space="preserve"> </w:t>
      </w:r>
      <w:r w:rsidRPr="008064BE">
        <w:rPr>
          <w:spacing w:val="5"/>
          <w:lang w:val="nl-NL"/>
        </w:rPr>
        <w:t>weergegeven:</w:t>
      </w:r>
    </w:p>
    <w:p w:rsidR="00F408A2" w:rsidRPr="008064BE" w:rsidRDefault="007405E6">
      <w:pPr>
        <w:pStyle w:val="Lijstalinea"/>
        <w:numPr>
          <w:ilvl w:val="0"/>
          <w:numId w:val="3"/>
        </w:numPr>
        <w:tabs>
          <w:tab w:val="left" w:pos="1316"/>
        </w:tabs>
        <w:spacing w:before="151" w:line="405" w:lineRule="auto"/>
        <w:ind w:right="961" w:firstLine="0"/>
        <w:rPr>
          <w:sz w:val="24"/>
          <w:lang w:val="nl-NL"/>
        </w:rPr>
      </w:pPr>
      <w:r w:rsidRPr="008064BE">
        <w:rPr>
          <w:spacing w:val="4"/>
          <w:sz w:val="24"/>
          <w:lang w:val="nl-NL"/>
        </w:rPr>
        <w:t xml:space="preserve">mol </w:t>
      </w:r>
      <w:r w:rsidRPr="008064BE">
        <w:rPr>
          <w:spacing w:val="5"/>
          <w:sz w:val="24"/>
          <w:lang w:val="nl-NL"/>
        </w:rPr>
        <w:t xml:space="preserve">carbonzuur </w:t>
      </w:r>
      <w:r>
        <w:rPr>
          <w:rFonts w:ascii="Symbol" w:hAnsi="Symbol"/>
        </w:rPr>
        <w:t></w:t>
      </w:r>
      <w:r w:rsidRPr="008064BE">
        <w:rPr>
          <w:rFonts w:ascii="Times New Roman" w:hAnsi="Times New Roman"/>
          <w:lang w:val="nl-NL"/>
        </w:rPr>
        <w:t xml:space="preserve"> </w:t>
      </w:r>
      <w:r w:rsidRPr="008064BE">
        <w:rPr>
          <w:sz w:val="24"/>
          <w:lang w:val="nl-NL"/>
        </w:rPr>
        <w:t xml:space="preserve">1 </w:t>
      </w:r>
      <w:r w:rsidRPr="008064BE">
        <w:rPr>
          <w:spacing w:val="4"/>
          <w:sz w:val="24"/>
          <w:lang w:val="nl-NL"/>
        </w:rPr>
        <w:t xml:space="preserve">mol keton </w:t>
      </w:r>
      <w:r w:rsidRPr="008064BE">
        <w:rPr>
          <w:sz w:val="24"/>
          <w:lang w:val="nl-NL"/>
        </w:rPr>
        <w:t xml:space="preserve">+  1 </w:t>
      </w:r>
      <w:r w:rsidRPr="008064BE">
        <w:rPr>
          <w:spacing w:val="3"/>
          <w:sz w:val="24"/>
          <w:lang w:val="nl-NL"/>
        </w:rPr>
        <w:t xml:space="preserve">mol </w:t>
      </w:r>
      <w:r w:rsidRPr="008064BE">
        <w:rPr>
          <w:spacing w:val="4"/>
          <w:sz w:val="24"/>
          <w:lang w:val="nl-NL"/>
        </w:rPr>
        <w:t xml:space="preserve">water  </w:t>
      </w:r>
      <w:r w:rsidRPr="008064BE">
        <w:rPr>
          <w:sz w:val="24"/>
          <w:lang w:val="nl-NL"/>
        </w:rPr>
        <w:t xml:space="preserve">+  1 </w:t>
      </w:r>
      <w:r w:rsidRPr="008064BE">
        <w:rPr>
          <w:spacing w:val="3"/>
          <w:sz w:val="24"/>
          <w:lang w:val="nl-NL"/>
        </w:rPr>
        <w:t xml:space="preserve">mol </w:t>
      </w:r>
      <w:r w:rsidRPr="008064BE">
        <w:rPr>
          <w:spacing w:val="5"/>
          <w:sz w:val="24"/>
          <w:lang w:val="nl-NL"/>
        </w:rPr>
        <w:t xml:space="preserve">koolstofdioxide  </w:t>
      </w:r>
      <w:r w:rsidRPr="008064BE">
        <w:rPr>
          <w:spacing w:val="4"/>
          <w:sz w:val="24"/>
          <w:lang w:val="nl-NL"/>
        </w:rPr>
        <w:t xml:space="preserve">Bij </w:t>
      </w:r>
      <w:r w:rsidRPr="008064BE">
        <w:rPr>
          <w:spacing w:val="2"/>
          <w:sz w:val="24"/>
          <w:lang w:val="nl-NL"/>
        </w:rPr>
        <w:t xml:space="preserve">de </w:t>
      </w:r>
      <w:r w:rsidRPr="008064BE">
        <w:rPr>
          <w:spacing w:val="4"/>
          <w:sz w:val="24"/>
          <w:lang w:val="nl-NL"/>
        </w:rPr>
        <w:t xml:space="preserve">ketonisatie </w:t>
      </w:r>
      <w:r w:rsidRPr="008064BE">
        <w:rPr>
          <w:spacing w:val="3"/>
          <w:sz w:val="24"/>
          <w:lang w:val="nl-NL"/>
        </w:rPr>
        <w:t xml:space="preserve">van </w:t>
      </w:r>
      <w:r w:rsidRPr="008064BE">
        <w:rPr>
          <w:spacing w:val="5"/>
          <w:sz w:val="24"/>
          <w:lang w:val="nl-NL"/>
        </w:rPr>
        <w:t>ethaanzuur ontstaat</w:t>
      </w:r>
      <w:r w:rsidRPr="008064BE">
        <w:rPr>
          <w:spacing w:val="49"/>
          <w:sz w:val="24"/>
          <w:lang w:val="nl-NL"/>
        </w:rPr>
        <w:t xml:space="preserve"> </w:t>
      </w:r>
      <w:r w:rsidRPr="008064BE">
        <w:rPr>
          <w:spacing w:val="5"/>
          <w:sz w:val="24"/>
          <w:lang w:val="nl-NL"/>
        </w:rPr>
        <w:t>propanon.</w:t>
      </w:r>
    </w:p>
    <w:p w:rsidR="00F408A2" w:rsidRPr="008064BE" w:rsidRDefault="007405E6">
      <w:pPr>
        <w:pStyle w:val="Plattetekst"/>
        <w:tabs>
          <w:tab w:val="left" w:pos="590"/>
          <w:tab w:val="left" w:pos="1103"/>
        </w:tabs>
        <w:spacing w:before="135"/>
        <w:ind w:left="139"/>
        <w:rPr>
          <w:lang w:val="nl-NL"/>
        </w:rPr>
      </w:pPr>
      <w:r w:rsidRPr="008064BE">
        <w:rPr>
          <w:spacing w:val="3"/>
          <w:sz w:val="16"/>
          <w:lang w:val="nl-NL"/>
        </w:rPr>
        <w:t>3p</w:t>
      </w:r>
      <w:r w:rsidRPr="008064BE">
        <w:rPr>
          <w:spacing w:val="3"/>
          <w:sz w:val="16"/>
          <w:lang w:val="nl-NL"/>
        </w:rPr>
        <w:tab/>
      </w:r>
      <w:r w:rsidRPr="008064BE">
        <w:rPr>
          <w:b/>
          <w:spacing w:val="3"/>
          <w:sz w:val="20"/>
          <w:lang w:val="nl-NL"/>
        </w:rPr>
        <w:t>14</w:t>
      </w:r>
      <w:r w:rsidRPr="008064BE">
        <w:rPr>
          <w:b/>
          <w:spacing w:val="3"/>
          <w:sz w:val="20"/>
          <w:lang w:val="nl-NL"/>
        </w:rPr>
        <w:tab/>
      </w:r>
      <w:r w:rsidRPr="008064BE">
        <w:rPr>
          <w:spacing w:val="4"/>
          <w:lang w:val="nl-NL"/>
        </w:rPr>
        <w:t xml:space="preserve">Geef </w:t>
      </w:r>
      <w:r w:rsidRPr="008064BE">
        <w:rPr>
          <w:spacing w:val="2"/>
          <w:lang w:val="nl-NL"/>
        </w:rPr>
        <w:t xml:space="preserve">de </w:t>
      </w:r>
      <w:r w:rsidRPr="008064BE">
        <w:rPr>
          <w:spacing w:val="5"/>
          <w:lang w:val="nl-NL"/>
        </w:rPr>
        <w:t xml:space="preserve">reactievergelijking </w:t>
      </w:r>
      <w:r w:rsidRPr="008064BE">
        <w:rPr>
          <w:spacing w:val="3"/>
          <w:lang w:val="nl-NL"/>
        </w:rPr>
        <w:t xml:space="preserve">van </w:t>
      </w:r>
      <w:r w:rsidRPr="008064BE">
        <w:rPr>
          <w:spacing w:val="2"/>
          <w:lang w:val="nl-NL"/>
        </w:rPr>
        <w:t xml:space="preserve">de </w:t>
      </w:r>
      <w:r w:rsidRPr="008064BE">
        <w:rPr>
          <w:spacing w:val="4"/>
          <w:lang w:val="nl-NL"/>
        </w:rPr>
        <w:t xml:space="preserve">ketonisatie </w:t>
      </w:r>
      <w:r w:rsidRPr="008064BE">
        <w:rPr>
          <w:spacing w:val="3"/>
          <w:lang w:val="nl-NL"/>
        </w:rPr>
        <w:t>van</w:t>
      </w:r>
      <w:r w:rsidRPr="008064BE">
        <w:rPr>
          <w:spacing w:val="69"/>
          <w:lang w:val="nl-NL"/>
        </w:rPr>
        <w:t xml:space="preserve"> </w:t>
      </w:r>
      <w:r w:rsidRPr="008064BE">
        <w:rPr>
          <w:spacing w:val="5"/>
          <w:lang w:val="nl-NL"/>
        </w:rPr>
        <w:t>hexaanzuur.</w:t>
      </w:r>
    </w:p>
    <w:p w:rsidR="00F408A2" w:rsidRPr="008064BE" w:rsidRDefault="007405E6">
      <w:pPr>
        <w:pStyle w:val="Plattetekst"/>
        <w:spacing w:before="24"/>
        <w:ind w:left="1103"/>
        <w:rPr>
          <w:lang w:val="nl-NL"/>
        </w:rPr>
      </w:pPr>
      <w:r w:rsidRPr="008064BE">
        <w:rPr>
          <w:spacing w:val="4"/>
          <w:lang w:val="nl-NL"/>
        </w:rPr>
        <w:t xml:space="preserve">Geef </w:t>
      </w:r>
      <w:r w:rsidRPr="008064BE">
        <w:rPr>
          <w:spacing w:val="2"/>
          <w:lang w:val="nl-NL"/>
        </w:rPr>
        <w:t xml:space="preserve">de </w:t>
      </w:r>
      <w:r w:rsidRPr="008064BE">
        <w:rPr>
          <w:spacing w:val="5"/>
          <w:lang w:val="nl-NL"/>
        </w:rPr>
        <w:t xml:space="preserve">organische verbindingen </w:t>
      </w:r>
      <w:r w:rsidRPr="008064BE">
        <w:rPr>
          <w:lang w:val="nl-NL"/>
        </w:rPr>
        <w:t xml:space="preserve">in </w:t>
      </w:r>
      <w:r w:rsidRPr="008064BE">
        <w:rPr>
          <w:spacing w:val="5"/>
          <w:lang w:val="nl-NL"/>
        </w:rPr>
        <w:t>structuurformules</w:t>
      </w:r>
      <w:r w:rsidRPr="008064BE">
        <w:rPr>
          <w:spacing w:val="62"/>
          <w:lang w:val="nl-NL"/>
        </w:rPr>
        <w:t xml:space="preserve"> </w:t>
      </w:r>
      <w:r w:rsidRPr="008064BE">
        <w:rPr>
          <w:spacing w:val="4"/>
          <w:lang w:val="nl-NL"/>
        </w:rPr>
        <w:t>weer.</w:t>
      </w:r>
    </w:p>
    <w:p w:rsidR="00F408A2" w:rsidRPr="008064BE" w:rsidRDefault="00F408A2">
      <w:pPr>
        <w:pStyle w:val="Plattetekst"/>
        <w:spacing w:before="1"/>
        <w:rPr>
          <w:sz w:val="28"/>
          <w:lang w:val="nl-NL"/>
        </w:rPr>
      </w:pPr>
    </w:p>
    <w:p w:rsidR="00F408A2" w:rsidRPr="008064BE" w:rsidRDefault="007405E6">
      <w:pPr>
        <w:pStyle w:val="Plattetekst"/>
        <w:spacing w:before="1" w:line="261" w:lineRule="auto"/>
        <w:ind w:left="1103" w:right="635"/>
        <w:rPr>
          <w:lang w:val="nl-NL"/>
        </w:rPr>
      </w:pPr>
      <w:r w:rsidRPr="008064BE">
        <w:rPr>
          <w:lang w:val="nl-NL"/>
        </w:rPr>
        <w:t>De onderzoekers wilden uitzoeken of ketonisatie ook verloopt als hexaanzuur verontreinigd is met bijvoorbeeld een alcohol. Als dat lukt, hoeft hexaanzuur niet eerst gezuiverd te worden en kan het reactiemengsel afkomstig van de</w:t>
      </w:r>
    </w:p>
    <w:p w:rsidR="00F408A2" w:rsidRPr="008064BE" w:rsidRDefault="007405E6">
      <w:pPr>
        <w:pStyle w:val="Plattetekst"/>
        <w:spacing w:line="261" w:lineRule="auto"/>
        <w:ind w:left="1103" w:right="954"/>
        <w:rPr>
          <w:lang w:val="nl-NL"/>
        </w:rPr>
      </w:pPr>
      <w:r w:rsidRPr="008064BE">
        <w:rPr>
          <w:lang w:val="nl-NL"/>
        </w:rPr>
        <w:t>bioreactor na afscheiding van water en de daarin opgeloste stoffen direct gebruikt worden voor ketonisatie.</w:t>
      </w:r>
    </w:p>
    <w:p w:rsidR="00F408A2" w:rsidRDefault="007405E6">
      <w:pPr>
        <w:pStyle w:val="Plattetekst"/>
        <w:spacing w:before="154" w:line="261" w:lineRule="auto"/>
        <w:ind w:left="1103" w:right="1671"/>
      </w:pPr>
      <w:r w:rsidRPr="008064BE">
        <w:rPr>
          <w:spacing w:val="3"/>
          <w:lang w:val="nl-NL"/>
        </w:rPr>
        <w:t xml:space="preserve">Men </w:t>
      </w:r>
      <w:r w:rsidRPr="008064BE">
        <w:rPr>
          <w:spacing w:val="4"/>
          <w:lang w:val="nl-NL"/>
        </w:rPr>
        <w:t xml:space="preserve">ging bij </w:t>
      </w:r>
      <w:r w:rsidRPr="008064BE">
        <w:rPr>
          <w:spacing w:val="3"/>
          <w:lang w:val="nl-NL"/>
        </w:rPr>
        <w:t xml:space="preserve">het </w:t>
      </w:r>
      <w:r w:rsidRPr="008064BE">
        <w:rPr>
          <w:spacing w:val="5"/>
          <w:lang w:val="nl-NL"/>
        </w:rPr>
        <w:t xml:space="preserve">onderzoek </w:t>
      </w:r>
      <w:r w:rsidRPr="008064BE">
        <w:rPr>
          <w:spacing w:val="4"/>
          <w:lang w:val="nl-NL"/>
        </w:rPr>
        <w:t xml:space="preserve">uit </w:t>
      </w:r>
      <w:r w:rsidRPr="008064BE">
        <w:rPr>
          <w:spacing w:val="2"/>
          <w:lang w:val="nl-NL"/>
        </w:rPr>
        <w:t xml:space="preserve">van </w:t>
      </w:r>
      <w:r w:rsidRPr="008064BE">
        <w:rPr>
          <w:spacing w:val="3"/>
          <w:lang w:val="nl-NL"/>
        </w:rPr>
        <w:t xml:space="preserve">een </w:t>
      </w:r>
      <w:r w:rsidRPr="008064BE">
        <w:rPr>
          <w:spacing w:val="5"/>
          <w:lang w:val="nl-NL"/>
        </w:rPr>
        <w:t xml:space="preserve">mengsel </w:t>
      </w:r>
      <w:r w:rsidRPr="008064BE">
        <w:rPr>
          <w:spacing w:val="3"/>
          <w:lang w:val="nl-NL"/>
        </w:rPr>
        <w:t xml:space="preserve">van </w:t>
      </w:r>
      <w:r w:rsidRPr="008064BE">
        <w:rPr>
          <w:spacing w:val="4"/>
          <w:lang w:val="nl-NL"/>
        </w:rPr>
        <w:t xml:space="preserve">hexaanzuur </w:t>
      </w:r>
      <w:r w:rsidRPr="008064BE">
        <w:rPr>
          <w:spacing w:val="5"/>
          <w:lang w:val="nl-NL"/>
        </w:rPr>
        <w:t xml:space="preserve">en pentaan-1-ol. </w:t>
      </w:r>
      <w:r>
        <w:rPr>
          <w:spacing w:val="3"/>
        </w:rPr>
        <w:t xml:space="preserve">Het </w:t>
      </w:r>
      <w:r>
        <w:rPr>
          <w:spacing w:val="4"/>
        </w:rPr>
        <w:t xml:space="preserve">blijkt dat er twee reacties </w:t>
      </w:r>
      <w:r>
        <w:rPr>
          <w:spacing w:val="5"/>
        </w:rPr>
        <w:t>tegelijk</w:t>
      </w:r>
      <w:r>
        <w:rPr>
          <w:spacing w:val="70"/>
        </w:rPr>
        <w:t xml:space="preserve"> </w:t>
      </w:r>
      <w:r>
        <w:rPr>
          <w:spacing w:val="5"/>
        </w:rPr>
        <w:t>verlopen:</w:t>
      </w:r>
    </w:p>
    <w:p w:rsidR="00F408A2" w:rsidRPr="008064BE" w:rsidRDefault="007405E6">
      <w:pPr>
        <w:pStyle w:val="Lijstalinea"/>
        <w:numPr>
          <w:ilvl w:val="0"/>
          <w:numId w:val="2"/>
        </w:numPr>
        <w:tabs>
          <w:tab w:val="left" w:pos="1499"/>
          <w:tab w:val="left" w:pos="1500"/>
        </w:tabs>
        <w:spacing w:line="261" w:lineRule="auto"/>
        <w:ind w:right="1278"/>
        <w:rPr>
          <w:sz w:val="24"/>
          <w:lang w:val="nl-NL"/>
        </w:rPr>
      </w:pPr>
      <w:r w:rsidRPr="008064BE">
        <w:rPr>
          <w:spacing w:val="2"/>
          <w:sz w:val="24"/>
          <w:lang w:val="nl-NL"/>
        </w:rPr>
        <w:t xml:space="preserve">de </w:t>
      </w:r>
      <w:r w:rsidRPr="008064BE">
        <w:rPr>
          <w:spacing w:val="4"/>
          <w:sz w:val="24"/>
          <w:lang w:val="nl-NL"/>
        </w:rPr>
        <w:t xml:space="preserve">vorming </w:t>
      </w:r>
      <w:r w:rsidRPr="008064BE">
        <w:rPr>
          <w:spacing w:val="3"/>
          <w:sz w:val="24"/>
          <w:lang w:val="nl-NL"/>
        </w:rPr>
        <w:t xml:space="preserve">van </w:t>
      </w:r>
      <w:r w:rsidRPr="008064BE">
        <w:rPr>
          <w:spacing w:val="2"/>
          <w:sz w:val="24"/>
          <w:lang w:val="nl-NL"/>
        </w:rPr>
        <w:t xml:space="preserve">de </w:t>
      </w:r>
      <w:r w:rsidRPr="008064BE">
        <w:rPr>
          <w:spacing w:val="4"/>
          <w:sz w:val="24"/>
          <w:lang w:val="nl-NL"/>
        </w:rPr>
        <w:t xml:space="preserve">ester </w:t>
      </w:r>
      <w:r w:rsidRPr="008064BE">
        <w:rPr>
          <w:spacing w:val="3"/>
          <w:sz w:val="24"/>
          <w:lang w:val="nl-NL"/>
        </w:rPr>
        <w:t xml:space="preserve">van </w:t>
      </w:r>
      <w:r w:rsidRPr="008064BE">
        <w:rPr>
          <w:spacing w:val="5"/>
          <w:sz w:val="24"/>
          <w:lang w:val="nl-NL"/>
        </w:rPr>
        <w:t xml:space="preserve">hexaanzuur </w:t>
      </w:r>
      <w:r w:rsidRPr="008064BE">
        <w:rPr>
          <w:spacing w:val="2"/>
          <w:sz w:val="24"/>
          <w:lang w:val="nl-NL"/>
        </w:rPr>
        <w:t xml:space="preserve">en </w:t>
      </w:r>
      <w:r w:rsidRPr="008064BE">
        <w:rPr>
          <w:spacing w:val="5"/>
          <w:sz w:val="24"/>
          <w:lang w:val="nl-NL"/>
        </w:rPr>
        <w:t xml:space="preserve">pentaan-1-ol, </w:t>
      </w:r>
      <w:r w:rsidRPr="008064BE">
        <w:rPr>
          <w:spacing w:val="3"/>
          <w:sz w:val="24"/>
          <w:lang w:val="nl-NL"/>
        </w:rPr>
        <w:t xml:space="preserve">dit </w:t>
      </w:r>
      <w:r w:rsidRPr="008064BE">
        <w:rPr>
          <w:sz w:val="24"/>
          <w:lang w:val="nl-NL"/>
        </w:rPr>
        <w:t xml:space="preserve">is </w:t>
      </w:r>
      <w:r w:rsidRPr="008064BE">
        <w:rPr>
          <w:spacing w:val="5"/>
          <w:sz w:val="24"/>
          <w:lang w:val="nl-NL"/>
        </w:rPr>
        <w:t xml:space="preserve">een </w:t>
      </w:r>
      <w:r w:rsidRPr="008064BE">
        <w:rPr>
          <w:spacing w:val="4"/>
          <w:sz w:val="24"/>
          <w:lang w:val="nl-NL"/>
        </w:rPr>
        <w:t>evenwicht (reactie</w:t>
      </w:r>
      <w:r w:rsidRPr="008064BE">
        <w:rPr>
          <w:spacing w:val="20"/>
          <w:sz w:val="24"/>
          <w:lang w:val="nl-NL"/>
        </w:rPr>
        <w:t xml:space="preserve"> </w:t>
      </w:r>
      <w:r w:rsidRPr="008064BE">
        <w:rPr>
          <w:spacing w:val="4"/>
          <w:sz w:val="24"/>
          <w:lang w:val="nl-NL"/>
        </w:rPr>
        <w:t>1);</w:t>
      </w:r>
    </w:p>
    <w:p w:rsidR="00F408A2" w:rsidRPr="008064BE" w:rsidRDefault="007405E6">
      <w:pPr>
        <w:pStyle w:val="Lijstalinea"/>
        <w:numPr>
          <w:ilvl w:val="0"/>
          <w:numId w:val="2"/>
        </w:numPr>
        <w:tabs>
          <w:tab w:val="left" w:pos="1499"/>
          <w:tab w:val="left" w:pos="1500"/>
        </w:tabs>
        <w:spacing w:line="400" w:lineRule="auto"/>
        <w:ind w:left="1104" w:right="880" w:firstLine="0"/>
        <w:rPr>
          <w:sz w:val="24"/>
          <w:lang w:val="nl-NL"/>
        </w:rPr>
      </w:pPr>
      <w:r w:rsidRPr="008064BE">
        <w:rPr>
          <w:spacing w:val="2"/>
          <w:sz w:val="24"/>
          <w:lang w:val="nl-NL"/>
        </w:rPr>
        <w:t xml:space="preserve">de </w:t>
      </w:r>
      <w:r w:rsidRPr="008064BE">
        <w:rPr>
          <w:spacing w:val="4"/>
          <w:sz w:val="24"/>
          <w:lang w:val="nl-NL"/>
        </w:rPr>
        <w:t xml:space="preserve">ketonisatie </w:t>
      </w:r>
      <w:r w:rsidRPr="008064BE">
        <w:rPr>
          <w:spacing w:val="3"/>
          <w:sz w:val="24"/>
          <w:lang w:val="nl-NL"/>
        </w:rPr>
        <w:t xml:space="preserve">van </w:t>
      </w:r>
      <w:r w:rsidRPr="008064BE">
        <w:rPr>
          <w:spacing w:val="5"/>
          <w:sz w:val="24"/>
          <w:lang w:val="nl-NL"/>
        </w:rPr>
        <w:t xml:space="preserve">hexaanzuur, </w:t>
      </w:r>
      <w:r w:rsidRPr="008064BE">
        <w:rPr>
          <w:spacing w:val="4"/>
          <w:sz w:val="24"/>
          <w:lang w:val="nl-NL"/>
        </w:rPr>
        <w:t xml:space="preserve">dit </w:t>
      </w:r>
      <w:r w:rsidRPr="008064BE">
        <w:rPr>
          <w:spacing w:val="3"/>
          <w:sz w:val="24"/>
          <w:lang w:val="nl-NL"/>
        </w:rPr>
        <w:t xml:space="preserve">is een </w:t>
      </w:r>
      <w:r w:rsidRPr="008064BE">
        <w:rPr>
          <w:spacing w:val="4"/>
          <w:sz w:val="24"/>
          <w:lang w:val="nl-NL"/>
        </w:rPr>
        <w:t xml:space="preserve">aflopende reactie (reactie </w:t>
      </w:r>
      <w:r w:rsidRPr="008064BE">
        <w:rPr>
          <w:spacing w:val="3"/>
          <w:sz w:val="24"/>
          <w:lang w:val="nl-NL"/>
        </w:rPr>
        <w:t xml:space="preserve">2). </w:t>
      </w:r>
      <w:r w:rsidRPr="008064BE">
        <w:rPr>
          <w:spacing w:val="2"/>
          <w:sz w:val="24"/>
          <w:lang w:val="nl-NL"/>
        </w:rPr>
        <w:t>In</w:t>
      </w:r>
      <w:r w:rsidRPr="008064BE">
        <w:rPr>
          <w:spacing w:val="16"/>
          <w:sz w:val="24"/>
          <w:lang w:val="nl-NL"/>
        </w:rPr>
        <w:t xml:space="preserve"> </w:t>
      </w:r>
      <w:r w:rsidRPr="008064BE">
        <w:rPr>
          <w:spacing w:val="4"/>
          <w:sz w:val="24"/>
          <w:lang w:val="nl-NL"/>
        </w:rPr>
        <w:t>figuur</w:t>
      </w:r>
      <w:r w:rsidRPr="008064BE">
        <w:rPr>
          <w:spacing w:val="12"/>
          <w:sz w:val="24"/>
          <w:lang w:val="nl-NL"/>
        </w:rPr>
        <w:t xml:space="preserve"> </w:t>
      </w:r>
      <w:r w:rsidRPr="008064BE">
        <w:rPr>
          <w:sz w:val="24"/>
          <w:lang w:val="nl-NL"/>
        </w:rPr>
        <w:t>2</w:t>
      </w:r>
      <w:r w:rsidRPr="008064BE">
        <w:rPr>
          <w:spacing w:val="18"/>
          <w:sz w:val="24"/>
          <w:lang w:val="nl-NL"/>
        </w:rPr>
        <w:t xml:space="preserve"> </w:t>
      </w:r>
      <w:r w:rsidRPr="008064BE">
        <w:rPr>
          <w:spacing w:val="3"/>
          <w:sz w:val="24"/>
          <w:lang w:val="nl-NL"/>
        </w:rPr>
        <w:t>zijn</w:t>
      </w:r>
      <w:r w:rsidRPr="008064BE">
        <w:rPr>
          <w:spacing w:val="14"/>
          <w:sz w:val="24"/>
          <w:lang w:val="nl-NL"/>
        </w:rPr>
        <w:t xml:space="preserve"> </w:t>
      </w:r>
      <w:r w:rsidRPr="008064BE">
        <w:rPr>
          <w:spacing w:val="2"/>
          <w:sz w:val="24"/>
          <w:lang w:val="nl-NL"/>
        </w:rPr>
        <w:t>de</w:t>
      </w:r>
      <w:r w:rsidRPr="008064BE">
        <w:rPr>
          <w:spacing w:val="16"/>
          <w:sz w:val="24"/>
          <w:lang w:val="nl-NL"/>
        </w:rPr>
        <w:t xml:space="preserve"> </w:t>
      </w:r>
      <w:r w:rsidRPr="008064BE">
        <w:rPr>
          <w:spacing w:val="5"/>
          <w:sz w:val="24"/>
          <w:lang w:val="nl-NL"/>
        </w:rPr>
        <w:t>energiediagrammen</w:t>
      </w:r>
      <w:r w:rsidRPr="008064BE">
        <w:rPr>
          <w:spacing w:val="16"/>
          <w:sz w:val="24"/>
          <w:lang w:val="nl-NL"/>
        </w:rPr>
        <w:t xml:space="preserve"> </w:t>
      </w:r>
      <w:r w:rsidRPr="008064BE">
        <w:rPr>
          <w:spacing w:val="4"/>
          <w:sz w:val="24"/>
          <w:lang w:val="nl-NL"/>
        </w:rPr>
        <w:t>weergegeven</w:t>
      </w:r>
      <w:r w:rsidRPr="008064BE">
        <w:rPr>
          <w:spacing w:val="18"/>
          <w:sz w:val="24"/>
          <w:lang w:val="nl-NL"/>
        </w:rPr>
        <w:t xml:space="preserve"> </w:t>
      </w:r>
      <w:r w:rsidRPr="008064BE">
        <w:rPr>
          <w:spacing w:val="2"/>
          <w:sz w:val="24"/>
          <w:lang w:val="nl-NL"/>
        </w:rPr>
        <w:t>van</w:t>
      </w:r>
      <w:r w:rsidRPr="008064BE">
        <w:rPr>
          <w:spacing w:val="16"/>
          <w:sz w:val="24"/>
          <w:lang w:val="nl-NL"/>
        </w:rPr>
        <w:t xml:space="preserve"> </w:t>
      </w:r>
      <w:r w:rsidRPr="008064BE">
        <w:rPr>
          <w:spacing w:val="2"/>
          <w:sz w:val="24"/>
          <w:lang w:val="nl-NL"/>
        </w:rPr>
        <w:t>de</w:t>
      </w:r>
      <w:r w:rsidRPr="008064BE">
        <w:rPr>
          <w:spacing w:val="14"/>
          <w:sz w:val="24"/>
          <w:lang w:val="nl-NL"/>
        </w:rPr>
        <w:t xml:space="preserve"> </w:t>
      </w:r>
      <w:r w:rsidRPr="008064BE">
        <w:rPr>
          <w:spacing w:val="4"/>
          <w:sz w:val="24"/>
          <w:lang w:val="nl-NL"/>
        </w:rPr>
        <w:t>beide</w:t>
      </w:r>
      <w:r w:rsidRPr="008064BE">
        <w:rPr>
          <w:spacing w:val="17"/>
          <w:sz w:val="24"/>
          <w:lang w:val="nl-NL"/>
        </w:rPr>
        <w:t xml:space="preserve"> </w:t>
      </w:r>
      <w:r w:rsidRPr="008064BE">
        <w:rPr>
          <w:spacing w:val="4"/>
          <w:sz w:val="24"/>
          <w:lang w:val="nl-NL"/>
        </w:rPr>
        <w:t>reacties.</w:t>
      </w:r>
    </w:p>
    <w:p w:rsidR="00F408A2" w:rsidRDefault="008064BE">
      <w:pPr>
        <w:pStyle w:val="Kop2"/>
        <w:spacing w:before="136"/>
      </w:pPr>
      <w:r>
        <w:pict>
          <v:line id="_x0000_s2133" style="position:absolute;left:0;text-align:left;z-index:251660800;mso-position-horizontal-relative:page" from="119.55pt,27.5pt" to="119.55pt,153.5pt" strokeweight=".21731mm">
            <w10:wrap anchorx="page"/>
          </v:line>
        </w:pict>
      </w:r>
      <w:r w:rsidR="007405E6">
        <w:rPr>
          <w:noProof/>
          <w:lang w:val="nl-NL" w:eastAsia="nl-NL"/>
        </w:rPr>
        <w:drawing>
          <wp:anchor distT="0" distB="0" distL="0" distR="0" simplePos="0" relativeHeight="251649536" behindDoc="0" locked="0" layoutInCell="1" allowOverlap="1">
            <wp:simplePos x="0" y="0"/>
            <wp:positionH relativeFrom="page">
              <wp:posOffset>2893131</wp:posOffset>
            </wp:positionH>
            <wp:positionV relativeFrom="paragraph">
              <wp:posOffset>818792</wp:posOffset>
            </wp:positionV>
            <wp:extent cx="1369113" cy="728662"/>
            <wp:effectExtent l="0" t="0" r="0" b="0"/>
            <wp:wrapNone/>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22" cstate="print"/>
                    <a:stretch>
                      <a:fillRect/>
                    </a:stretch>
                  </pic:blipFill>
                  <pic:spPr>
                    <a:xfrm>
                      <a:off x="0" y="0"/>
                      <a:ext cx="1369113" cy="728662"/>
                    </a:xfrm>
                    <a:prstGeom prst="rect">
                      <a:avLst/>
                    </a:prstGeom>
                  </pic:spPr>
                </pic:pic>
              </a:graphicData>
            </a:graphic>
          </wp:anchor>
        </w:drawing>
      </w:r>
      <w:r w:rsidR="007405E6">
        <w:t>figuur 2</w:t>
      </w:r>
    </w:p>
    <w:p w:rsidR="00F408A2" w:rsidRDefault="007405E6">
      <w:pPr>
        <w:pStyle w:val="Plattetekst"/>
        <w:spacing w:before="8"/>
        <w:rPr>
          <w:b/>
          <w:sz w:val="23"/>
        </w:rPr>
      </w:pPr>
      <w:r>
        <w:rPr>
          <w:noProof/>
          <w:lang w:val="nl-NL" w:eastAsia="nl-NL"/>
        </w:rPr>
        <w:drawing>
          <wp:anchor distT="0" distB="0" distL="0" distR="0" simplePos="0" relativeHeight="251637248" behindDoc="0" locked="0" layoutInCell="1" allowOverlap="1">
            <wp:simplePos x="0" y="0"/>
            <wp:positionH relativeFrom="page">
              <wp:posOffset>1049594</wp:posOffset>
            </wp:positionH>
            <wp:positionV relativeFrom="paragraph">
              <wp:posOffset>281384</wp:posOffset>
            </wp:positionV>
            <wp:extent cx="362659" cy="371475"/>
            <wp:effectExtent l="0" t="0" r="0" b="0"/>
            <wp:wrapTopAndBottom/>
            <wp:docPr id="7"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3.png"/>
                    <pic:cNvPicPr/>
                  </pic:nvPicPr>
                  <pic:blipFill>
                    <a:blip r:embed="rId23" cstate="print"/>
                    <a:stretch>
                      <a:fillRect/>
                    </a:stretch>
                  </pic:blipFill>
                  <pic:spPr>
                    <a:xfrm>
                      <a:off x="0" y="0"/>
                      <a:ext cx="362659" cy="371475"/>
                    </a:xfrm>
                    <a:prstGeom prst="rect">
                      <a:avLst/>
                    </a:prstGeom>
                  </pic:spPr>
                </pic:pic>
              </a:graphicData>
            </a:graphic>
          </wp:anchor>
        </w:drawing>
      </w:r>
      <w:r>
        <w:rPr>
          <w:noProof/>
          <w:lang w:val="nl-NL" w:eastAsia="nl-NL"/>
        </w:rPr>
        <w:drawing>
          <wp:anchor distT="0" distB="0" distL="0" distR="0" simplePos="0" relativeHeight="251638272" behindDoc="0" locked="0" layoutInCell="1" allowOverlap="1">
            <wp:simplePos x="0" y="0"/>
            <wp:positionH relativeFrom="page">
              <wp:posOffset>1854490</wp:posOffset>
            </wp:positionH>
            <wp:positionV relativeFrom="paragraph">
              <wp:posOffset>198249</wp:posOffset>
            </wp:positionV>
            <wp:extent cx="419955" cy="90487"/>
            <wp:effectExtent l="0" t="0" r="0" b="0"/>
            <wp:wrapTopAndBottom/>
            <wp:docPr id="9"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4.png"/>
                    <pic:cNvPicPr/>
                  </pic:nvPicPr>
                  <pic:blipFill>
                    <a:blip r:embed="rId24" cstate="print"/>
                    <a:stretch>
                      <a:fillRect/>
                    </a:stretch>
                  </pic:blipFill>
                  <pic:spPr>
                    <a:xfrm>
                      <a:off x="0" y="0"/>
                      <a:ext cx="419955" cy="90487"/>
                    </a:xfrm>
                    <a:prstGeom prst="rect">
                      <a:avLst/>
                    </a:prstGeom>
                  </pic:spPr>
                </pic:pic>
              </a:graphicData>
            </a:graphic>
          </wp:anchor>
        </w:drawing>
      </w:r>
      <w:r>
        <w:rPr>
          <w:noProof/>
          <w:lang w:val="nl-NL" w:eastAsia="nl-NL"/>
        </w:rPr>
        <w:drawing>
          <wp:anchor distT="0" distB="0" distL="0" distR="0" simplePos="0" relativeHeight="251639296" behindDoc="0" locked="0" layoutInCell="1" allowOverlap="1">
            <wp:simplePos x="0" y="0"/>
            <wp:positionH relativeFrom="page">
              <wp:posOffset>3343990</wp:posOffset>
            </wp:positionH>
            <wp:positionV relativeFrom="paragraph">
              <wp:posOffset>208030</wp:posOffset>
            </wp:positionV>
            <wp:extent cx="430779" cy="90487"/>
            <wp:effectExtent l="0" t="0" r="0" b="0"/>
            <wp:wrapTopAndBottom/>
            <wp:docPr id="11"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5.png"/>
                    <pic:cNvPicPr/>
                  </pic:nvPicPr>
                  <pic:blipFill>
                    <a:blip r:embed="rId25" cstate="print"/>
                    <a:stretch>
                      <a:fillRect/>
                    </a:stretch>
                  </pic:blipFill>
                  <pic:spPr>
                    <a:xfrm>
                      <a:off x="0" y="0"/>
                      <a:ext cx="430779" cy="90487"/>
                    </a:xfrm>
                    <a:prstGeom prst="rect">
                      <a:avLst/>
                    </a:prstGeom>
                  </pic:spPr>
                </pic:pic>
              </a:graphicData>
            </a:graphic>
          </wp:anchor>
        </w:drawing>
      </w:r>
    </w:p>
    <w:p w:rsidR="00F408A2" w:rsidRDefault="00F408A2">
      <w:pPr>
        <w:pStyle w:val="Plattetekst"/>
        <w:spacing w:before="8" w:after="40"/>
        <w:rPr>
          <w:b/>
          <w:sz w:val="18"/>
        </w:rPr>
      </w:pPr>
    </w:p>
    <w:p w:rsidR="00F408A2" w:rsidRDefault="007405E6">
      <w:pPr>
        <w:pStyle w:val="Plattetekst"/>
        <w:ind w:left="1973"/>
        <w:rPr>
          <w:sz w:val="20"/>
        </w:rPr>
      </w:pPr>
      <w:r>
        <w:rPr>
          <w:noProof/>
          <w:sz w:val="20"/>
          <w:lang w:val="nl-NL" w:eastAsia="nl-NL"/>
        </w:rPr>
        <w:drawing>
          <wp:inline distT="0" distB="0" distL="0" distR="0">
            <wp:extent cx="1050954" cy="571500"/>
            <wp:effectExtent l="0" t="0" r="0" b="0"/>
            <wp:docPr id="13"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6.png"/>
                    <pic:cNvPicPr/>
                  </pic:nvPicPr>
                  <pic:blipFill>
                    <a:blip r:embed="rId26" cstate="print"/>
                    <a:stretch>
                      <a:fillRect/>
                    </a:stretch>
                  </pic:blipFill>
                  <pic:spPr>
                    <a:xfrm>
                      <a:off x="0" y="0"/>
                      <a:ext cx="1050954" cy="571500"/>
                    </a:xfrm>
                    <a:prstGeom prst="rect">
                      <a:avLst/>
                    </a:prstGeom>
                  </pic:spPr>
                </pic:pic>
              </a:graphicData>
            </a:graphic>
          </wp:inline>
        </w:drawing>
      </w:r>
    </w:p>
    <w:p w:rsidR="00F408A2" w:rsidRDefault="00F408A2">
      <w:pPr>
        <w:pStyle w:val="Plattetekst"/>
        <w:rPr>
          <w:b/>
          <w:sz w:val="26"/>
        </w:rPr>
      </w:pPr>
    </w:p>
    <w:p w:rsidR="00F408A2" w:rsidRDefault="00F408A2">
      <w:pPr>
        <w:pStyle w:val="Plattetekst"/>
        <w:spacing w:before="9"/>
        <w:rPr>
          <w:b/>
          <w:sz w:val="35"/>
        </w:rPr>
      </w:pPr>
    </w:p>
    <w:p w:rsidR="00F408A2" w:rsidRPr="008064BE" w:rsidRDefault="007405E6">
      <w:pPr>
        <w:pStyle w:val="Plattetekst"/>
        <w:spacing w:before="1" w:line="261" w:lineRule="auto"/>
        <w:ind w:left="1103" w:right="447"/>
        <w:rPr>
          <w:lang w:val="nl-NL"/>
        </w:rPr>
      </w:pPr>
      <w:r w:rsidRPr="008064BE">
        <w:rPr>
          <w:lang w:val="nl-NL"/>
        </w:rPr>
        <w:t>Of de ester of het keton ontstaat, blijkt sterk af te hangen van de temperatuur. Als het reactiemengsel langere tijd op hogere temperaturen wordt gehouden, wordt uitsluitend het keton aangetroffen.</w:t>
      </w:r>
    </w:p>
    <w:p w:rsidR="00F408A2" w:rsidRPr="008064BE" w:rsidRDefault="00F408A2">
      <w:pPr>
        <w:pStyle w:val="Plattetekst"/>
        <w:spacing w:before="10"/>
        <w:rPr>
          <w:sz w:val="25"/>
          <w:lang w:val="nl-NL"/>
        </w:rPr>
      </w:pPr>
    </w:p>
    <w:p w:rsidR="00F408A2" w:rsidRPr="008064BE" w:rsidRDefault="007405E6">
      <w:pPr>
        <w:pStyle w:val="Plattetekst"/>
        <w:tabs>
          <w:tab w:val="left" w:pos="590"/>
          <w:tab w:val="left" w:pos="1103"/>
        </w:tabs>
        <w:spacing w:line="261" w:lineRule="auto"/>
        <w:ind w:left="1104" w:right="329" w:hanging="965"/>
        <w:rPr>
          <w:lang w:val="nl-NL"/>
        </w:rPr>
      </w:pPr>
      <w:r w:rsidRPr="008064BE">
        <w:rPr>
          <w:spacing w:val="3"/>
          <w:sz w:val="16"/>
          <w:lang w:val="nl-NL"/>
        </w:rPr>
        <w:t>3p</w:t>
      </w:r>
      <w:r w:rsidRPr="008064BE">
        <w:rPr>
          <w:spacing w:val="3"/>
          <w:sz w:val="16"/>
          <w:lang w:val="nl-NL"/>
        </w:rPr>
        <w:tab/>
      </w:r>
      <w:r w:rsidRPr="008064BE">
        <w:rPr>
          <w:b/>
          <w:spacing w:val="3"/>
          <w:sz w:val="20"/>
          <w:lang w:val="nl-NL"/>
        </w:rPr>
        <w:t>15</w:t>
      </w:r>
      <w:r w:rsidRPr="008064BE">
        <w:rPr>
          <w:b/>
          <w:spacing w:val="3"/>
          <w:sz w:val="20"/>
          <w:lang w:val="nl-NL"/>
        </w:rPr>
        <w:tab/>
      </w:r>
      <w:r w:rsidRPr="008064BE">
        <w:rPr>
          <w:spacing w:val="4"/>
          <w:lang w:val="nl-NL"/>
        </w:rPr>
        <w:t xml:space="preserve">Leg onder </w:t>
      </w:r>
      <w:r w:rsidRPr="008064BE">
        <w:rPr>
          <w:spacing w:val="5"/>
          <w:lang w:val="nl-NL"/>
        </w:rPr>
        <w:t xml:space="preserve">andere </w:t>
      </w:r>
      <w:r w:rsidRPr="008064BE">
        <w:rPr>
          <w:spacing w:val="3"/>
          <w:lang w:val="nl-NL"/>
        </w:rPr>
        <w:t xml:space="preserve">met </w:t>
      </w:r>
      <w:r w:rsidRPr="008064BE">
        <w:rPr>
          <w:spacing w:val="4"/>
          <w:lang w:val="nl-NL"/>
        </w:rPr>
        <w:t xml:space="preserve">behulp </w:t>
      </w:r>
      <w:r w:rsidRPr="008064BE">
        <w:rPr>
          <w:spacing w:val="3"/>
          <w:lang w:val="nl-NL"/>
        </w:rPr>
        <w:t xml:space="preserve">van </w:t>
      </w:r>
      <w:r w:rsidRPr="008064BE">
        <w:rPr>
          <w:spacing w:val="2"/>
          <w:lang w:val="nl-NL"/>
        </w:rPr>
        <w:t xml:space="preserve">de </w:t>
      </w:r>
      <w:r w:rsidRPr="008064BE">
        <w:rPr>
          <w:spacing w:val="5"/>
          <w:lang w:val="nl-NL"/>
        </w:rPr>
        <w:t xml:space="preserve">energiediagrammen </w:t>
      </w:r>
      <w:r w:rsidRPr="008064BE">
        <w:rPr>
          <w:spacing w:val="4"/>
          <w:lang w:val="nl-NL"/>
        </w:rPr>
        <w:t xml:space="preserve">uit waarom alleen </w:t>
      </w:r>
      <w:r w:rsidRPr="008064BE">
        <w:rPr>
          <w:spacing w:val="6"/>
          <w:lang w:val="nl-NL"/>
        </w:rPr>
        <w:t xml:space="preserve">het </w:t>
      </w:r>
      <w:r w:rsidRPr="008064BE">
        <w:rPr>
          <w:spacing w:val="4"/>
          <w:lang w:val="nl-NL"/>
        </w:rPr>
        <w:t xml:space="preserve">keton wordt </w:t>
      </w:r>
      <w:r w:rsidRPr="008064BE">
        <w:rPr>
          <w:spacing w:val="5"/>
          <w:lang w:val="nl-NL"/>
        </w:rPr>
        <w:t xml:space="preserve">aangetroffen </w:t>
      </w:r>
      <w:r w:rsidRPr="008064BE">
        <w:rPr>
          <w:spacing w:val="4"/>
          <w:lang w:val="nl-NL"/>
        </w:rPr>
        <w:t xml:space="preserve">als </w:t>
      </w:r>
      <w:r w:rsidRPr="008064BE">
        <w:rPr>
          <w:spacing w:val="3"/>
          <w:lang w:val="nl-NL"/>
        </w:rPr>
        <w:t xml:space="preserve">het </w:t>
      </w:r>
      <w:r w:rsidRPr="008064BE">
        <w:rPr>
          <w:spacing w:val="5"/>
          <w:lang w:val="nl-NL"/>
        </w:rPr>
        <w:t xml:space="preserve">reactiemengsel </w:t>
      </w:r>
      <w:r w:rsidRPr="008064BE">
        <w:rPr>
          <w:spacing w:val="4"/>
          <w:lang w:val="nl-NL"/>
        </w:rPr>
        <w:t xml:space="preserve">langere </w:t>
      </w:r>
      <w:r w:rsidRPr="008064BE">
        <w:rPr>
          <w:spacing w:val="3"/>
          <w:lang w:val="nl-NL"/>
        </w:rPr>
        <w:t xml:space="preserve">tijd </w:t>
      </w:r>
      <w:r w:rsidRPr="008064BE">
        <w:rPr>
          <w:spacing w:val="2"/>
          <w:lang w:val="nl-NL"/>
        </w:rPr>
        <w:t>op</w:t>
      </w:r>
      <w:r w:rsidRPr="008064BE">
        <w:rPr>
          <w:spacing w:val="18"/>
          <w:lang w:val="nl-NL"/>
        </w:rPr>
        <w:t xml:space="preserve"> </w:t>
      </w:r>
      <w:r w:rsidRPr="008064BE">
        <w:rPr>
          <w:spacing w:val="4"/>
          <w:lang w:val="nl-NL"/>
        </w:rPr>
        <w:t>hogere</w:t>
      </w:r>
    </w:p>
    <w:p w:rsidR="00F408A2" w:rsidRPr="008064BE" w:rsidRDefault="007405E6">
      <w:pPr>
        <w:pStyle w:val="Plattetekst"/>
        <w:spacing w:line="274" w:lineRule="exact"/>
        <w:ind w:left="1104"/>
        <w:rPr>
          <w:lang w:val="nl-NL"/>
        </w:rPr>
      </w:pPr>
      <w:r w:rsidRPr="008064BE">
        <w:rPr>
          <w:lang w:val="nl-NL"/>
        </w:rPr>
        <w:t>temperaturen wordt gehouden en waarom de ester niet wordt aangetroffen.</w:t>
      </w:r>
    </w:p>
    <w:p w:rsidR="00F408A2" w:rsidRPr="008064BE" w:rsidRDefault="00F408A2">
      <w:pPr>
        <w:spacing w:line="274" w:lineRule="exact"/>
        <w:rPr>
          <w:lang w:val="nl-NL"/>
        </w:rPr>
        <w:sectPr w:rsidR="00F408A2" w:rsidRPr="008064BE">
          <w:pgSz w:w="11910" w:h="16840"/>
          <w:pgMar w:top="780" w:right="1000" w:bottom="1160" w:left="540" w:header="0" w:footer="969" w:gutter="0"/>
          <w:cols w:space="708"/>
        </w:sectPr>
      </w:pPr>
    </w:p>
    <w:p w:rsidR="00F408A2" w:rsidRPr="008064BE" w:rsidRDefault="008064BE">
      <w:pPr>
        <w:pStyle w:val="Kop1"/>
        <w:rPr>
          <w:lang w:val="nl-NL"/>
        </w:rPr>
      </w:pPr>
      <w:r>
        <w:lastRenderedPageBreak/>
        <w:pict>
          <v:line id="_x0000_s2132" style="position:absolute;left:0;text-align:left;z-index:251661824;mso-position-horizontal-relative:page;mso-position-vertical-relative:page" from="32.5pt,63.9pt" to="557.05pt,63.9pt" strokecolor="#c1c1c1" strokeweight="4.44pt">
            <w10:wrap anchorx="page" anchory="page"/>
          </v:line>
        </w:pict>
      </w:r>
      <w:r w:rsidR="007405E6" w:rsidRPr="008064BE">
        <w:rPr>
          <w:lang w:val="nl-NL"/>
        </w:rPr>
        <w:t>Twee syntheses van ibuprofen</w:t>
      </w:r>
    </w:p>
    <w:p w:rsidR="00F408A2" w:rsidRPr="008064BE" w:rsidRDefault="00F408A2">
      <w:pPr>
        <w:pStyle w:val="Plattetekst"/>
        <w:rPr>
          <w:b/>
          <w:sz w:val="20"/>
          <w:lang w:val="nl-NL"/>
        </w:rPr>
      </w:pPr>
    </w:p>
    <w:p w:rsidR="00F408A2" w:rsidRPr="008064BE" w:rsidRDefault="00F408A2">
      <w:pPr>
        <w:pStyle w:val="Plattetekst"/>
        <w:spacing w:before="2"/>
        <w:rPr>
          <w:b/>
          <w:sz w:val="21"/>
          <w:lang w:val="nl-NL"/>
        </w:rPr>
      </w:pPr>
    </w:p>
    <w:p w:rsidR="00F408A2" w:rsidRPr="008064BE" w:rsidRDefault="00451315">
      <w:pPr>
        <w:pStyle w:val="Plattetekst"/>
        <w:spacing w:line="261" w:lineRule="auto"/>
        <w:ind w:left="1104" w:right="447"/>
        <w:rPr>
          <w:lang w:val="nl-NL"/>
        </w:rPr>
      </w:pPr>
      <w:r>
        <w:rPr>
          <w:rFonts w:ascii="Helvetica" w:hAnsi="Helvetica" w:cs="Helvetica"/>
          <w:noProof/>
          <w:color w:val="333333"/>
          <w:sz w:val="21"/>
          <w:szCs w:val="21"/>
          <w:lang w:val="nl-NL" w:eastAsia="nl-NL"/>
        </w:rPr>
        <w:drawing>
          <wp:anchor distT="0" distB="0" distL="114300" distR="114300" simplePos="0" relativeHeight="251658240" behindDoc="0" locked="0" layoutInCell="1" allowOverlap="1">
            <wp:simplePos x="0" y="0"/>
            <wp:positionH relativeFrom="column">
              <wp:posOffset>4838700</wp:posOffset>
            </wp:positionH>
            <wp:positionV relativeFrom="paragraph">
              <wp:posOffset>9525</wp:posOffset>
            </wp:positionV>
            <wp:extent cx="1517650" cy="1517650"/>
            <wp:effectExtent l="0" t="0" r="0" b="0"/>
            <wp:wrapSquare wrapText="bothSides"/>
            <wp:docPr id="6" name="Afbeelding 6" descr="https://gratisqrcode.nl/qr/qrcodes/11c8663c1b7a59f152b79f64c1086f03.png?1548881530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gratisqrcode.nl/qr/qrcodes/11c8663c1b7a59f152b79f64c1086f03.png?154888153036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517650" cy="1517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64BE">
        <w:pict>
          <v:group id="_x0000_s2129" style="position:absolute;left:0;text-align:left;margin-left:82.8pt;margin-top:39.25pt;width:149.35pt;height:66.1pt;z-index:-251647488;mso-wrap-distance-left:0;mso-wrap-distance-right:0;mso-position-horizontal-relative:page;mso-position-vertical-relative:text" coordorigin="1656,785" coordsize="2987,1322">
            <v:shape id="_x0000_s2131" type="#_x0000_t75" style="position:absolute;left:1656;top:784;width:2987;height:1322">
              <v:imagedata r:id="rId28" o:title=""/>
            </v:shape>
            <v:shape id="_x0000_s2130" type="#_x0000_t75" style="position:absolute;left:3928;top:1854;width:144;height:154">
              <v:imagedata r:id="rId29" o:title=""/>
            </v:shape>
            <w10:wrap type="topAndBottom" anchorx="page"/>
          </v:group>
        </w:pict>
      </w:r>
      <w:r w:rsidR="007405E6" w:rsidRPr="008064BE">
        <w:rPr>
          <w:spacing w:val="5"/>
          <w:lang w:val="nl-NL"/>
        </w:rPr>
        <w:t xml:space="preserve">Ibuprofen </w:t>
      </w:r>
      <w:r w:rsidR="007405E6" w:rsidRPr="008064BE">
        <w:rPr>
          <w:spacing w:val="3"/>
          <w:lang w:val="nl-NL"/>
        </w:rPr>
        <w:t xml:space="preserve">is een </w:t>
      </w:r>
      <w:r w:rsidR="007405E6" w:rsidRPr="008064BE">
        <w:rPr>
          <w:spacing w:val="5"/>
          <w:lang w:val="nl-NL"/>
        </w:rPr>
        <w:t xml:space="preserve">pijnstiller, </w:t>
      </w:r>
      <w:r w:rsidR="007405E6" w:rsidRPr="008064BE">
        <w:rPr>
          <w:spacing w:val="4"/>
          <w:lang w:val="nl-NL"/>
        </w:rPr>
        <w:t xml:space="preserve">die </w:t>
      </w:r>
      <w:r w:rsidR="007405E6" w:rsidRPr="008064BE">
        <w:rPr>
          <w:lang w:val="nl-NL"/>
        </w:rPr>
        <w:t xml:space="preserve">in </w:t>
      </w:r>
      <w:r w:rsidR="007405E6" w:rsidRPr="008064BE">
        <w:rPr>
          <w:spacing w:val="4"/>
          <w:lang w:val="nl-NL"/>
        </w:rPr>
        <w:t xml:space="preserve">grote hoeveelheden wordt gemaakt. </w:t>
      </w:r>
      <w:r w:rsidR="007405E6" w:rsidRPr="008064BE">
        <w:rPr>
          <w:spacing w:val="5"/>
          <w:lang w:val="nl-NL"/>
        </w:rPr>
        <w:t xml:space="preserve">Hieronder </w:t>
      </w:r>
      <w:r w:rsidR="007405E6" w:rsidRPr="008064BE">
        <w:rPr>
          <w:spacing w:val="3"/>
          <w:lang w:val="nl-NL"/>
        </w:rPr>
        <w:t xml:space="preserve">is </w:t>
      </w:r>
      <w:r w:rsidR="007405E6" w:rsidRPr="008064BE">
        <w:rPr>
          <w:spacing w:val="2"/>
          <w:lang w:val="nl-NL"/>
        </w:rPr>
        <w:t xml:space="preserve">de </w:t>
      </w:r>
      <w:r w:rsidR="007405E6" w:rsidRPr="008064BE">
        <w:rPr>
          <w:spacing w:val="4"/>
          <w:lang w:val="nl-NL"/>
        </w:rPr>
        <w:t xml:space="preserve">schematische </w:t>
      </w:r>
      <w:r w:rsidR="007405E6" w:rsidRPr="008064BE">
        <w:rPr>
          <w:spacing w:val="5"/>
          <w:lang w:val="nl-NL"/>
        </w:rPr>
        <w:t xml:space="preserve">structuurformule </w:t>
      </w:r>
      <w:r w:rsidR="007405E6" w:rsidRPr="008064BE">
        <w:rPr>
          <w:spacing w:val="3"/>
          <w:lang w:val="nl-NL"/>
        </w:rPr>
        <w:t xml:space="preserve">van </w:t>
      </w:r>
      <w:r w:rsidR="007405E6" w:rsidRPr="008064BE">
        <w:rPr>
          <w:spacing w:val="4"/>
          <w:lang w:val="nl-NL"/>
        </w:rPr>
        <w:t>ibuprofen</w:t>
      </w:r>
      <w:r w:rsidR="007405E6" w:rsidRPr="008064BE">
        <w:rPr>
          <w:spacing w:val="65"/>
          <w:lang w:val="nl-NL"/>
        </w:rPr>
        <w:t xml:space="preserve"> </w:t>
      </w:r>
      <w:r w:rsidR="007405E6" w:rsidRPr="008064BE">
        <w:rPr>
          <w:spacing w:val="5"/>
          <w:lang w:val="nl-NL"/>
        </w:rPr>
        <w:t>weergegeven.</w:t>
      </w:r>
      <w:r w:rsidRPr="008064BE">
        <w:rPr>
          <w:rFonts w:ascii="Helvetica" w:hAnsi="Helvetica" w:cs="Helvetica"/>
          <w:color w:val="333333"/>
          <w:sz w:val="21"/>
          <w:szCs w:val="21"/>
          <w:lang w:val="nl-NL"/>
        </w:rPr>
        <w:t xml:space="preserve"> </w:t>
      </w:r>
    </w:p>
    <w:p w:rsidR="00F408A2" w:rsidRPr="008064BE" w:rsidRDefault="007405E6">
      <w:pPr>
        <w:pStyle w:val="Plattetekst"/>
        <w:spacing w:before="55" w:line="261" w:lineRule="auto"/>
        <w:ind w:left="1103"/>
        <w:rPr>
          <w:lang w:val="nl-NL"/>
        </w:rPr>
      </w:pPr>
      <w:r w:rsidRPr="008064BE">
        <w:rPr>
          <w:spacing w:val="3"/>
          <w:lang w:val="nl-NL"/>
        </w:rPr>
        <w:t xml:space="preserve">Er </w:t>
      </w:r>
      <w:r w:rsidRPr="008064BE">
        <w:rPr>
          <w:spacing w:val="5"/>
          <w:lang w:val="nl-NL"/>
        </w:rPr>
        <w:t xml:space="preserve">bestaan </w:t>
      </w:r>
      <w:r w:rsidRPr="008064BE">
        <w:rPr>
          <w:spacing w:val="4"/>
          <w:lang w:val="nl-NL"/>
        </w:rPr>
        <w:t xml:space="preserve">verschillende methodes </w:t>
      </w:r>
      <w:r w:rsidRPr="008064BE">
        <w:rPr>
          <w:spacing w:val="2"/>
          <w:lang w:val="nl-NL"/>
        </w:rPr>
        <w:t xml:space="preserve">om </w:t>
      </w:r>
      <w:r w:rsidRPr="008064BE">
        <w:rPr>
          <w:spacing w:val="4"/>
          <w:lang w:val="nl-NL"/>
        </w:rPr>
        <w:t xml:space="preserve">ibuprofen </w:t>
      </w:r>
      <w:r w:rsidRPr="008064BE">
        <w:rPr>
          <w:spacing w:val="2"/>
          <w:lang w:val="nl-NL"/>
        </w:rPr>
        <w:t xml:space="preserve">te </w:t>
      </w:r>
      <w:r w:rsidRPr="008064BE">
        <w:rPr>
          <w:spacing w:val="5"/>
          <w:lang w:val="nl-NL"/>
        </w:rPr>
        <w:t xml:space="preserve">synthetiseren. </w:t>
      </w:r>
      <w:r w:rsidRPr="008064BE">
        <w:rPr>
          <w:spacing w:val="2"/>
          <w:lang w:val="nl-NL"/>
        </w:rPr>
        <w:t xml:space="preserve">In de </w:t>
      </w:r>
      <w:r w:rsidRPr="008064BE">
        <w:rPr>
          <w:spacing w:val="4"/>
          <w:lang w:val="nl-NL"/>
        </w:rPr>
        <w:t xml:space="preserve">zestiger jaren </w:t>
      </w:r>
      <w:r w:rsidRPr="008064BE">
        <w:rPr>
          <w:spacing w:val="3"/>
          <w:lang w:val="nl-NL"/>
        </w:rPr>
        <w:t xml:space="preserve">van </w:t>
      </w:r>
      <w:r w:rsidRPr="008064BE">
        <w:rPr>
          <w:spacing w:val="2"/>
          <w:lang w:val="nl-NL"/>
        </w:rPr>
        <w:t xml:space="preserve">de </w:t>
      </w:r>
      <w:r w:rsidRPr="008064BE">
        <w:rPr>
          <w:spacing w:val="4"/>
          <w:lang w:val="nl-NL"/>
        </w:rPr>
        <w:t xml:space="preserve">vorige eeuw </w:t>
      </w:r>
      <w:r w:rsidRPr="008064BE">
        <w:rPr>
          <w:lang w:val="nl-NL"/>
        </w:rPr>
        <w:t xml:space="preserve">is </w:t>
      </w:r>
      <w:r w:rsidRPr="008064BE">
        <w:rPr>
          <w:spacing w:val="2"/>
          <w:lang w:val="nl-NL"/>
        </w:rPr>
        <w:t xml:space="preserve">de </w:t>
      </w:r>
      <w:r w:rsidRPr="008064BE">
        <w:rPr>
          <w:spacing w:val="4"/>
          <w:lang w:val="nl-NL"/>
        </w:rPr>
        <w:t xml:space="preserve">zogenoemde </w:t>
      </w:r>
      <w:r w:rsidRPr="008064BE">
        <w:rPr>
          <w:spacing w:val="5"/>
          <w:lang w:val="nl-NL"/>
        </w:rPr>
        <w:t xml:space="preserve">‘Brown-synthese’ ontwikkeld. </w:t>
      </w:r>
      <w:r w:rsidRPr="008064BE">
        <w:rPr>
          <w:spacing w:val="4"/>
          <w:lang w:val="nl-NL"/>
        </w:rPr>
        <w:t xml:space="preserve">Deze synthese bestaat </w:t>
      </w:r>
      <w:r w:rsidRPr="008064BE">
        <w:rPr>
          <w:spacing w:val="3"/>
          <w:lang w:val="nl-NL"/>
        </w:rPr>
        <w:t xml:space="preserve">uit zes </w:t>
      </w:r>
      <w:r w:rsidRPr="008064BE">
        <w:rPr>
          <w:spacing w:val="4"/>
          <w:lang w:val="nl-NL"/>
        </w:rPr>
        <w:t xml:space="preserve">reactiestappen en heeft als </w:t>
      </w:r>
      <w:r w:rsidRPr="008064BE">
        <w:rPr>
          <w:spacing w:val="5"/>
          <w:lang w:val="nl-NL"/>
        </w:rPr>
        <w:t xml:space="preserve">belangrijkste </w:t>
      </w:r>
      <w:r w:rsidRPr="008064BE">
        <w:rPr>
          <w:spacing w:val="4"/>
          <w:lang w:val="nl-NL"/>
        </w:rPr>
        <w:t xml:space="preserve">beginstof iso- </w:t>
      </w:r>
      <w:r w:rsidRPr="008064BE">
        <w:rPr>
          <w:spacing w:val="5"/>
          <w:lang w:val="nl-NL"/>
        </w:rPr>
        <w:t xml:space="preserve">butylbenzeen, </w:t>
      </w:r>
      <w:r w:rsidRPr="008064BE">
        <w:rPr>
          <w:spacing w:val="4"/>
          <w:lang w:val="nl-NL"/>
        </w:rPr>
        <w:t xml:space="preserve">waarvan </w:t>
      </w:r>
      <w:r w:rsidRPr="008064BE">
        <w:rPr>
          <w:spacing w:val="2"/>
          <w:lang w:val="nl-NL"/>
        </w:rPr>
        <w:t xml:space="preserve">de </w:t>
      </w:r>
      <w:r w:rsidRPr="008064BE">
        <w:rPr>
          <w:spacing w:val="4"/>
          <w:lang w:val="nl-NL"/>
        </w:rPr>
        <w:t xml:space="preserve">schematische </w:t>
      </w:r>
      <w:r w:rsidRPr="008064BE">
        <w:rPr>
          <w:spacing w:val="5"/>
          <w:lang w:val="nl-NL"/>
        </w:rPr>
        <w:t xml:space="preserve">structuurformule </w:t>
      </w:r>
      <w:r w:rsidRPr="008064BE">
        <w:rPr>
          <w:spacing w:val="4"/>
          <w:lang w:val="nl-NL"/>
        </w:rPr>
        <w:t xml:space="preserve">als </w:t>
      </w:r>
      <w:r w:rsidRPr="008064BE">
        <w:rPr>
          <w:spacing w:val="3"/>
          <w:lang w:val="nl-NL"/>
        </w:rPr>
        <w:t>volgt</w:t>
      </w:r>
      <w:r w:rsidRPr="008064BE">
        <w:rPr>
          <w:spacing w:val="71"/>
          <w:lang w:val="nl-NL"/>
        </w:rPr>
        <w:t xml:space="preserve"> </w:t>
      </w:r>
      <w:r w:rsidRPr="008064BE">
        <w:rPr>
          <w:spacing w:val="3"/>
          <w:lang w:val="nl-NL"/>
        </w:rPr>
        <w:t>is:</w:t>
      </w:r>
    </w:p>
    <w:p w:rsidR="00F408A2" w:rsidRPr="008064BE" w:rsidRDefault="007405E6">
      <w:pPr>
        <w:pStyle w:val="Plattetekst"/>
        <w:spacing w:before="7"/>
        <w:rPr>
          <w:sz w:val="11"/>
          <w:lang w:val="nl-NL"/>
        </w:rPr>
      </w:pPr>
      <w:r>
        <w:rPr>
          <w:noProof/>
          <w:lang w:val="nl-NL" w:eastAsia="nl-NL"/>
        </w:rPr>
        <w:drawing>
          <wp:anchor distT="0" distB="0" distL="0" distR="0" simplePos="0" relativeHeight="251640320" behindDoc="0" locked="0" layoutInCell="1" allowOverlap="1">
            <wp:simplePos x="0" y="0"/>
            <wp:positionH relativeFrom="page">
              <wp:posOffset>1050997</wp:posOffset>
            </wp:positionH>
            <wp:positionV relativeFrom="paragraph">
              <wp:posOffset>109832</wp:posOffset>
            </wp:positionV>
            <wp:extent cx="1147010" cy="528637"/>
            <wp:effectExtent l="0" t="0" r="0" b="0"/>
            <wp:wrapTopAndBottom/>
            <wp:docPr id="15"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9.png"/>
                    <pic:cNvPicPr/>
                  </pic:nvPicPr>
                  <pic:blipFill>
                    <a:blip r:embed="rId30" cstate="print"/>
                    <a:stretch>
                      <a:fillRect/>
                    </a:stretch>
                  </pic:blipFill>
                  <pic:spPr>
                    <a:xfrm>
                      <a:off x="0" y="0"/>
                      <a:ext cx="1147010" cy="528637"/>
                    </a:xfrm>
                    <a:prstGeom prst="rect">
                      <a:avLst/>
                    </a:prstGeom>
                  </pic:spPr>
                </pic:pic>
              </a:graphicData>
            </a:graphic>
          </wp:anchor>
        </w:drawing>
      </w:r>
    </w:p>
    <w:p w:rsidR="00F408A2" w:rsidRPr="008064BE" w:rsidRDefault="007405E6">
      <w:pPr>
        <w:pStyle w:val="Plattetekst"/>
        <w:spacing w:before="182" w:line="261" w:lineRule="auto"/>
        <w:ind w:left="1103" w:right="571"/>
        <w:rPr>
          <w:lang w:val="nl-NL"/>
        </w:rPr>
      </w:pPr>
      <w:r w:rsidRPr="008064BE">
        <w:rPr>
          <w:lang w:val="nl-NL"/>
        </w:rPr>
        <w:t>Een belangrijk aspect van een synthese is het rendement van het proces. Wanneer een proces uit meerdere reactiestappen bestaat, heeft dat vaak een verlaging van het rendement tot gevolg. Zo is het totale rendement van de Brown-synthese 53%.</w:t>
      </w:r>
    </w:p>
    <w:p w:rsidR="00F408A2" w:rsidRPr="008064BE" w:rsidRDefault="00F408A2">
      <w:pPr>
        <w:pStyle w:val="Plattetekst"/>
        <w:spacing w:before="9"/>
        <w:rPr>
          <w:sz w:val="25"/>
          <w:lang w:val="nl-NL"/>
        </w:rPr>
      </w:pPr>
    </w:p>
    <w:p w:rsidR="00F408A2" w:rsidRPr="008064BE" w:rsidRDefault="007405E6">
      <w:pPr>
        <w:pStyle w:val="Plattetekst"/>
        <w:tabs>
          <w:tab w:val="left" w:pos="590"/>
          <w:tab w:val="left" w:pos="1103"/>
        </w:tabs>
        <w:spacing w:line="261" w:lineRule="auto"/>
        <w:ind w:left="1104" w:right="290" w:hanging="965"/>
        <w:rPr>
          <w:lang w:val="nl-NL"/>
        </w:rPr>
      </w:pPr>
      <w:r w:rsidRPr="008064BE">
        <w:rPr>
          <w:spacing w:val="3"/>
          <w:sz w:val="16"/>
          <w:lang w:val="nl-NL"/>
        </w:rPr>
        <w:t>3p</w:t>
      </w:r>
      <w:r w:rsidRPr="008064BE">
        <w:rPr>
          <w:spacing w:val="3"/>
          <w:sz w:val="16"/>
          <w:lang w:val="nl-NL"/>
        </w:rPr>
        <w:tab/>
      </w:r>
      <w:r w:rsidRPr="008064BE">
        <w:rPr>
          <w:b/>
          <w:spacing w:val="3"/>
          <w:sz w:val="20"/>
          <w:lang w:val="nl-NL"/>
        </w:rPr>
        <w:t>16</w:t>
      </w:r>
      <w:r w:rsidRPr="008064BE">
        <w:rPr>
          <w:b/>
          <w:spacing w:val="3"/>
          <w:sz w:val="20"/>
          <w:lang w:val="nl-NL"/>
        </w:rPr>
        <w:tab/>
      </w:r>
      <w:r w:rsidRPr="008064BE">
        <w:rPr>
          <w:spacing w:val="4"/>
          <w:lang w:val="nl-NL"/>
        </w:rPr>
        <w:t xml:space="preserve">Bereken </w:t>
      </w:r>
      <w:r w:rsidRPr="008064BE">
        <w:rPr>
          <w:spacing w:val="5"/>
          <w:lang w:val="nl-NL"/>
        </w:rPr>
        <w:t xml:space="preserve">hoeveel </w:t>
      </w:r>
      <w:r w:rsidRPr="008064BE">
        <w:rPr>
          <w:spacing w:val="3"/>
          <w:lang w:val="nl-NL"/>
        </w:rPr>
        <w:t xml:space="preserve">gram </w:t>
      </w:r>
      <w:r w:rsidRPr="008064BE">
        <w:rPr>
          <w:spacing w:val="4"/>
          <w:lang w:val="nl-NL"/>
        </w:rPr>
        <w:t xml:space="preserve">ibuprofen kan worden bereid uit 50,0 </w:t>
      </w:r>
      <w:r w:rsidRPr="008064BE">
        <w:rPr>
          <w:lang w:val="nl-NL"/>
        </w:rPr>
        <w:t xml:space="preserve">g </w:t>
      </w:r>
      <w:r w:rsidRPr="008064BE">
        <w:rPr>
          <w:spacing w:val="5"/>
          <w:lang w:val="nl-NL"/>
        </w:rPr>
        <w:t xml:space="preserve">iso-butylbenzeen, </w:t>
      </w:r>
      <w:r w:rsidRPr="008064BE">
        <w:rPr>
          <w:spacing w:val="4"/>
          <w:lang w:val="nl-NL"/>
        </w:rPr>
        <w:t xml:space="preserve">als </w:t>
      </w:r>
      <w:r w:rsidRPr="008064BE">
        <w:rPr>
          <w:spacing w:val="3"/>
          <w:lang w:val="nl-NL"/>
        </w:rPr>
        <w:t xml:space="preserve">het </w:t>
      </w:r>
      <w:r w:rsidRPr="008064BE">
        <w:rPr>
          <w:spacing w:val="4"/>
          <w:lang w:val="nl-NL"/>
        </w:rPr>
        <w:t xml:space="preserve">rendement </w:t>
      </w:r>
      <w:r w:rsidRPr="008064BE">
        <w:rPr>
          <w:spacing w:val="3"/>
          <w:lang w:val="nl-NL"/>
        </w:rPr>
        <w:t xml:space="preserve">van het </w:t>
      </w:r>
      <w:r w:rsidRPr="008064BE">
        <w:rPr>
          <w:spacing w:val="4"/>
          <w:lang w:val="nl-NL"/>
        </w:rPr>
        <w:t xml:space="preserve">gehele proces 53% </w:t>
      </w:r>
      <w:r w:rsidRPr="008064BE">
        <w:rPr>
          <w:spacing w:val="2"/>
          <w:lang w:val="nl-NL"/>
        </w:rPr>
        <w:t>is.</w:t>
      </w:r>
    </w:p>
    <w:p w:rsidR="00F408A2" w:rsidRPr="008064BE" w:rsidRDefault="007405E6">
      <w:pPr>
        <w:pStyle w:val="Plattetekst"/>
        <w:spacing w:line="261" w:lineRule="auto"/>
        <w:ind w:left="1103"/>
        <w:rPr>
          <w:lang w:val="nl-NL"/>
        </w:rPr>
      </w:pPr>
      <w:r w:rsidRPr="008064BE">
        <w:rPr>
          <w:lang w:val="nl-NL"/>
        </w:rPr>
        <w:t>Neem aan dat alle andere beginstoffen in overmaat aanwezig zijn en dat de molverhouding iso-butylbenzeen : ibuprofen gelijk is aan 1 : 1.</w:t>
      </w:r>
    </w:p>
    <w:p w:rsidR="00F408A2" w:rsidRPr="008064BE" w:rsidRDefault="00F408A2">
      <w:pPr>
        <w:pStyle w:val="Plattetekst"/>
        <w:spacing w:before="9"/>
        <w:rPr>
          <w:sz w:val="25"/>
          <w:lang w:val="nl-NL"/>
        </w:rPr>
      </w:pPr>
    </w:p>
    <w:p w:rsidR="00F408A2" w:rsidRPr="008064BE" w:rsidRDefault="007405E6">
      <w:pPr>
        <w:pStyle w:val="Plattetekst"/>
        <w:ind w:left="1103"/>
        <w:rPr>
          <w:lang w:val="nl-NL"/>
        </w:rPr>
      </w:pPr>
      <w:r w:rsidRPr="008064BE">
        <w:rPr>
          <w:lang w:val="nl-NL"/>
        </w:rPr>
        <w:t>Een ander belangrijk kenmerk van een synthese is de zogenoemde</w:t>
      </w:r>
    </w:p>
    <w:p w:rsidR="00F408A2" w:rsidRPr="008064BE" w:rsidRDefault="007405E6">
      <w:pPr>
        <w:pStyle w:val="Plattetekst"/>
        <w:spacing w:before="24"/>
        <w:ind w:left="1103"/>
        <w:rPr>
          <w:lang w:val="nl-NL"/>
        </w:rPr>
      </w:pPr>
      <w:r w:rsidRPr="008064BE">
        <w:rPr>
          <w:lang w:val="nl-NL"/>
        </w:rPr>
        <w:t>atoomeconomie. De atoomeconomie van de Brown-synthese is vrij laag,</w:t>
      </w:r>
    </w:p>
    <w:p w:rsidR="00F408A2" w:rsidRPr="008064BE" w:rsidRDefault="007405E6">
      <w:pPr>
        <w:pStyle w:val="Plattetekst"/>
        <w:spacing w:before="24" w:line="261" w:lineRule="auto"/>
        <w:ind w:left="1103" w:right="574"/>
        <w:rPr>
          <w:lang w:val="nl-NL"/>
        </w:rPr>
      </w:pPr>
      <w:r w:rsidRPr="008064BE">
        <w:rPr>
          <w:lang w:val="nl-NL"/>
        </w:rPr>
        <w:t>namelijk 35%. Op basis van het rendement en de atoomeconomie kan ook de E-factor van de Brown-synthese worden berekend.</w:t>
      </w:r>
    </w:p>
    <w:p w:rsidR="00F408A2" w:rsidRPr="008064BE" w:rsidRDefault="00F408A2">
      <w:pPr>
        <w:pStyle w:val="Plattetekst"/>
        <w:rPr>
          <w:sz w:val="26"/>
          <w:lang w:val="nl-NL"/>
        </w:rPr>
      </w:pPr>
    </w:p>
    <w:p w:rsidR="00F408A2" w:rsidRPr="008064BE" w:rsidRDefault="007405E6">
      <w:pPr>
        <w:pStyle w:val="Plattetekst"/>
        <w:tabs>
          <w:tab w:val="left" w:pos="590"/>
          <w:tab w:val="left" w:pos="1103"/>
        </w:tabs>
        <w:spacing w:line="261" w:lineRule="auto"/>
        <w:ind w:left="1104" w:right="534" w:hanging="965"/>
        <w:rPr>
          <w:lang w:val="nl-NL"/>
        </w:rPr>
      </w:pPr>
      <w:r w:rsidRPr="008064BE">
        <w:rPr>
          <w:spacing w:val="3"/>
          <w:sz w:val="16"/>
          <w:lang w:val="nl-NL"/>
        </w:rPr>
        <w:t>3p</w:t>
      </w:r>
      <w:r w:rsidRPr="008064BE">
        <w:rPr>
          <w:spacing w:val="3"/>
          <w:sz w:val="16"/>
          <w:lang w:val="nl-NL"/>
        </w:rPr>
        <w:tab/>
      </w:r>
      <w:r w:rsidRPr="008064BE">
        <w:rPr>
          <w:b/>
          <w:spacing w:val="3"/>
          <w:sz w:val="20"/>
          <w:lang w:val="nl-NL"/>
        </w:rPr>
        <w:t>17</w:t>
      </w:r>
      <w:r w:rsidRPr="008064BE">
        <w:rPr>
          <w:b/>
          <w:spacing w:val="3"/>
          <w:sz w:val="20"/>
          <w:lang w:val="nl-NL"/>
        </w:rPr>
        <w:tab/>
      </w:r>
      <w:r w:rsidRPr="008064BE">
        <w:rPr>
          <w:spacing w:val="4"/>
          <w:lang w:val="nl-NL"/>
        </w:rPr>
        <w:t xml:space="preserve">Bereken de </w:t>
      </w:r>
      <w:r w:rsidRPr="008064BE">
        <w:rPr>
          <w:spacing w:val="5"/>
          <w:lang w:val="nl-NL"/>
        </w:rPr>
        <w:t xml:space="preserve">E-factor </w:t>
      </w:r>
      <w:r w:rsidRPr="008064BE">
        <w:rPr>
          <w:spacing w:val="3"/>
          <w:lang w:val="nl-NL"/>
        </w:rPr>
        <w:t xml:space="preserve">van </w:t>
      </w:r>
      <w:r w:rsidRPr="008064BE">
        <w:rPr>
          <w:spacing w:val="2"/>
          <w:lang w:val="nl-NL"/>
        </w:rPr>
        <w:t xml:space="preserve">de </w:t>
      </w:r>
      <w:r w:rsidRPr="008064BE">
        <w:rPr>
          <w:spacing w:val="5"/>
          <w:lang w:val="nl-NL"/>
        </w:rPr>
        <w:t xml:space="preserve">Brown-synthese </w:t>
      </w:r>
      <w:r w:rsidRPr="008064BE">
        <w:rPr>
          <w:spacing w:val="4"/>
          <w:lang w:val="nl-NL"/>
        </w:rPr>
        <w:t xml:space="preserve">met behulp </w:t>
      </w:r>
      <w:r w:rsidRPr="008064BE">
        <w:rPr>
          <w:spacing w:val="2"/>
          <w:lang w:val="nl-NL"/>
        </w:rPr>
        <w:t xml:space="preserve">van </w:t>
      </w:r>
      <w:r w:rsidRPr="008064BE">
        <w:rPr>
          <w:spacing w:val="3"/>
          <w:lang w:val="nl-NL"/>
        </w:rPr>
        <w:t xml:space="preserve">het </w:t>
      </w:r>
      <w:r w:rsidRPr="008064BE">
        <w:rPr>
          <w:spacing w:val="5"/>
          <w:lang w:val="nl-NL"/>
        </w:rPr>
        <w:t xml:space="preserve">rendement en </w:t>
      </w:r>
      <w:r w:rsidRPr="008064BE">
        <w:rPr>
          <w:spacing w:val="2"/>
          <w:lang w:val="nl-NL"/>
        </w:rPr>
        <w:t>de</w:t>
      </w:r>
      <w:r w:rsidRPr="008064BE">
        <w:rPr>
          <w:spacing w:val="13"/>
          <w:lang w:val="nl-NL"/>
        </w:rPr>
        <w:t xml:space="preserve"> </w:t>
      </w:r>
      <w:r w:rsidRPr="008064BE">
        <w:rPr>
          <w:spacing w:val="5"/>
          <w:lang w:val="nl-NL"/>
        </w:rPr>
        <w:t>atoomeconomie.</w:t>
      </w:r>
    </w:p>
    <w:p w:rsidR="00F408A2" w:rsidRPr="008064BE" w:rsidRDefault="00F408A2">
      <w:pPr>
        <w:pStyle w:val="Plattetekst"/>
        <w:spacing w:before="11"/>
        <w:rPr>
          <w:sz w:val="25"/>
          <w:lang w:val="nl-NL"/>
        </w:rPr>
      </w:pPr>
    </w:p>
    <w:p w:rsidR="00F408A2" w:rsidRPr="008064BE" w:rsidRDefault="007405E6">
      <w:pPr>
        <w:pStyle w:val="Plattetekst"/>
        <w:spacing w:line="261" w:lineRule="auto"/>
        <w:ind w:left="1104" w:right="910"/>
        <w:rPr>
          <w:lang w:val="nl-NL"/>
        </w:rPr>
      </w:pPr>
      <w:r w:rsidRPr="008064BE">
        <w:rPr>
          <w:lang w:val="nl-NL"/>
        </w:rPr>
        <w:t>Een synthese met een duidelijk hogere atoomeconomie is de zogenoemde BHC-synthese. Ook in deze synthese is iso-butylbenzeen de beginstof.</w:t>
      </w:r>
    </w:p>
    <w:p w:rsidR="00F408A2" w:rsidRPr="008064BE" w:rsidRDefault="007405E6">
      <w:pPr>
        <w:pStyle w:val="Plattetekst"/>
        <w:spacing w:line="274" w:lineRule="exact"/>
        <w:ind w:left="1104"/>
        <w:rPr>
          <w:lang w:val="nl-NL"/>
        </w:rPr>
      </w:pPr>
      <w:r w:rsidRPr="008064BE">
        <w:rPr>
          <w:lang w:val="nl-NL"/>
        </w:rPr>
        <w:t>Op de volgende pagina is de BHC-synthese schematisch weergegeven.</w:t>
      </w:r>
    </w:p>
    <w:p w:rsidR="00F408A2" w:rsidRPr="008064BE" w:rsidRDefault="00F408A2">
      <w:pPr>
        <w:spacing w:line="274" w:lineRule="exact"/>
        <w:rPr>
          <w:lang w:val="nl-NL"/>
        </w:rPr>
        <w:sectPr w:rsidR="00F408A2" w:rsidRPr="008064BE">
          <w:pgSz w:w="11910" w:h="16840"/>
          <w:pgMar w:top="760" w:right="1000" w:bottom="1160" w:left="540" w:header="0" w:footer="969" w:gutter="0"/>
          <w:cols w:space="708"/>
        </w:sectPr>
      </w:pPr>
    </w:p>
    <w:p w:rsidR="00F408A2" w:rsidRPr="008064BE" w:rsidRDefault="007405E6">
      <w:pPr>
        <w:pStyle w:val="Plattetekst"/>
        <w:spacing w:before="73" w:line="261" w:lineRule="auto"/>
        <w:ind w:left="1103"/>
        <w:rPr>
          <w:lang w:val="nl-NL"/>
        </w:rPr>
      </w:pPr>
      <w:r w:rsidRPr="008064BE">
        <w:rPr>
          <w:lang w:val="nl-NL"/>
        </w:rPr>
        <w:lastRenderedPageBreak/>
        <w:t>In stap 1 reageert iso-butylbenzeen met azijnzuuranhydride. Deze stof wordt in de fabriek bereid uit onder andere ethaanzuur.</w:t>
      </w:r>
    </w:p>
    <w:p w:rsidR="00F408A2" w:rsidRPr="008064BE" w:rsidRDefault="00F408A2">
      <w:pPr>
        <w:pStyle w:val="Plattetekst"/>
        <w:spacing w:before="11"/>
        <w:rPr>
          <w:sz w:val="25"/>
          <w:lang w:val="nl-NL"/>
        </w:rPr>
      </w:pPr>
    </w:p>
    <w:p w:rsidR="00F408A2" w:rsidRDefault="007405E6">
      <w:pPr>
        <w:pStyle w:val="Kop2"/>
      </w:pPr>
      <w:r>
        <w:rPr>
          <w:noProof/>
          <w:lang w:val="nl-NL" w:eastAsia="nl-NL"/>
        </w:rPr>
        <w:drawing>
          <wp:anchor distT="0" distB="0" distL="0" distR="0" simplePos="0" relativeHeight="251651584" behindDoc="0" locked="0" layoutInCell="1" allowOverlap="1">
            <wp:simplePos x="0" y="0"/>
            <wp:positionH relativeFrom="page">
              <wp:posOffset>2228679</wp:posOffset>
            </wp:positionH>
            <wp:positionV relativeFrom="paragraph">
              <wp:posOffset>1467572</wp:posOffset>
            </wp:positionV>
            <wp:extent cx="171735" cy="93345"/>
            <wp:effectExtent l="0" t="0" r="0" b="0"/>
            <wp:wrapNone/>
            <wp:docPr id="17"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0.png"/>
                    <pic:cNvPicPr/>
                  </pic:nvPicPr>
                  <pic:blipFill>
                    <a:blip r:embed="rId31" cstate="print"/>
                    <a:stretch>
                      <a:fillRect/>
                    </a:stretch>
                  </pic:blipFill>
                  <pic:spPr>
                    <a:xfrm>
                      <a:off x="0" y="0"/>
                      <a:ext cx="171735" cy="93345"/>
                    </a:xfrm>
                    <a:prstGeom prst="rect">
                      <a:avLst/>
                    </a:prstGeom>
                  </pic:spPr>
                </pic:pic>
              </a:graphicData>
            </a:graphic>
          </wp:anchor>
        </w:drawing>
      </w:r>
      <w:r>
        <w:t>BHC-synthese</w:t>
      </w:r>
    </w:p>
    <w:p w:rsidR="00F408A2" w:rsidRDefault="007405E6">
      <w:pPr>
        <w:pStyle w:val="Plattetekst"/>
        <w:spacing w:before="7"/>
        <w:rPr>
          <w:b/>
          <w:sz w:val="10"/>
        </w:rPr>
      </w:pPr>
      <w:r>
        <w:rPr>
          <w:noProof/>
          <w:lang w:val="nl-NL" w:eastAsia="nl-NL"/>
        </w:rPr>
        <w:drawing>
          <wp:anchor distT="0" distB="0" distL="0" distR="0" simplePos="0" relativeHeight="251641344" behindDoc="0" locked="0" layoutInCell="1" allowOverlap="1">
            <wp:simplePos x="0" y="0"/>
            <wp:positionH relativeFrom="page">
              <wp:posOffset>1052182</wp:posOffset>
            </wp:positionH>
            <wp:positionV relativeFrom="paragraph">
              <wp:posOffset>102809</wp:posOffset>
            </wp:positionV>
            <wp:extent cx="1146502" cy="528637"/>
            <wp:effectExtent l="0" t="0" r="0" b="0"/>
            <wp:wrapTopAndBottom/>
            <wp:docPr id="19"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21.png"/>
                    <pic:cNvPicPr/>
                  </pic:nvPicPr>
                  <pic:blipFill>
                    <a:blip r:embed="rId32" cstate="print"/>
                    <a:stretch>
                      <a:fillRect/>
                    </a:stretch>
                  </pic:blipFill>
                  <pic:spPr>
                    <a:xfrm>
                      <a:off x="0" y="0"/>
                      <a:ext cx="1146502" cy="528637"/>
                    </a:xfrm>
                    <a:prstGeom prst="rect">
                      <a:avLst/>
                    </a:prstGeom>
                  </pic:spPr>
                </pic:pic>
              </a:graphicData>
            </a:graphic>
          </wp:anchor>
        </w:drawing>
      </w:r>
      <w:r w:rsidR="008064BE">
        <w:pict>
          <v:group id="_x0000_s2123" style="position:absolute;margin-left:83.15pt;margin-top:63.85pt;width:125.45pt;height:148.6pt;z-index:-251646464;mso-wrap-distance-left:0;mso-wrap-distance-right:0;mso-position-horizontal-relative:page;mso-position-vertical-relative:text" coordorigin="1663,1277" coordsize="2509,2972">
            <v:line id="_x0000_s2128" style="position:absolute" from="3164,1772" to="3164,2442" strokeweight=".15489mm"/>
            <v:shape id="_x0000_s2127" type="#_x0000_t75" style="position:absolute;left:1709;top:1277;width:1060;height:1692">
              <v:imagedata r:id="rId33" o:title=""/>
            </v:shape>
            <v:shape id="_x0000_s2126" type="#_x0000_t75" style="position:absolute;left:1662;top:2907;width:2509;height:1341">
              <v:imagedata r:id="rId34" o:title=""/>
            </v:shape>
            <v:shape id="_x0000_s2125" style="position:absolute;left:3117;top:2383;width:94;height:126" coordorigin="3118,2384" coordsize="94,126" o:spt="100" adj="0,,0" path="m3161,2510r-43,-126l3123,2390r18,5l3164,2398r41,l3161,2510xm3205,2398r-17,l3205,2392r6,-8l3205,2398xe" fillcolor="black" stroked="f">
              <v:stroke joinstyle="round"/>
              <v:formulas/>
              <v:path arrowok="t" o:connecttype="segments"/>
            </v:shape>
            <v:shape id="_x0000_s2124" style="position:absolute;left:3117;top:2383;width:94;height:126" coordorigin="3118,2384" coordsize="94,126" path="m3211,2384r-6,8l3188,2398r-24,l3141,2395r-18,-5l3118,2384r43,126l3211,2384xe" filled="f" strokeweight="0">
              <v:path arrowok="t"/>
            </v:shape>
            <w10:wrap type="topAndBottom" anchorx="page"/>
          </v:group>
        </w:pict>
      </w:r>
      <w:r>
        <w:rPr>
          <w:noProof/>
          <w:lang w:val="nl-NL" w:eastAsia="nl-NL"/>
        </w:rPr>
        <w:drawing>
          <wp:anchor distT="0" distB="0" distL="0" distR="0" simplePos="0" relativeHeight="251642368" behindDoc="0" locked="0" layoutInCell="1" allowOverlap="1">
            <wp:simplePos x="0" y="0"/>
            <wp:positionH relativeFrom="page">
              <wp:posOffset>3000003</wp:posOffset>
            </wp:positionH>
            <wp:positionV relativeFrom="paragraph">
              <wp:posOffset>1286865</wp:posOffset>
            </wp:positionV>
            <wp:extent cx="281036" cy="114300"/>
            <wp:effectExtent l="0" t="0" r="0" b="0"/>
            <wp:wrapTopAndBottom/>
            <wp:docPr id="21"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24.png"/>
                    <pic:cNvPicPr/>
                  </pic:nvPicPr>
                  <pic:blipFill>
                    <a:blip r:embed="rId35" cstate="print"/>
                    <a:stretch>
                      <a:fillRect/>
                    </a:stretch>
                  </pic:blipFill>
                  <pic:spPr>
                    <a:xfrm>
                      <a:off x="0" y="0"/>
                      <a:ext cx="281036" cy="114300"/>
                    </a:xfrm>
                    <a:prstGeom prst="rect">
                      <a:avLst/>
                    </a:prstGeom>
                  </pic:spPr>
                </pic:pic>
              </a:graphicData>
            </a:graphic>
          </wp:anchor>
        </w:drawing>
      </w:r>
    </w:p>
    <w:p w:rsidR="00F408A2" w:rsidRDefault="00F408A2">
      <w:pPr>
        <w:pStyle w:val="Plattetekst"/>
        <w:spacing w:before="2"/>
        <w:rPr>
          <w:b/>
          <w:sz w:val="15"/>
        </w:rPr>
      </w:pPr>
    </w:p>
    <w:p w:rsidR="00F408A2" w:rsidRDefault="00F408A2">
      <w:pPr>
        <w:pStyle w:val="Plattetekst"/>
        <w:rPr>
          <w:b/>
          <w:sz w:val="20"/>
        </w:rPr>
      </w:pPr>
    </w:p>
    <w:p w:rsidR="00F408A2" w:rsidRDefault="008064BE">
      <w:pPr>
        <w:pStyle w:val="Plattetekst"/>
        <w:spacing w:before="4"/>
        <w:rPr>
          <w:b/>
          <w:sz w:val="16"/>
        </w:rPr>
      </w:pPr>
      <w:r>
        <w:pict>
          <v:group id="_x0000_s2119" style="position:absolute;margin-left:82.85pt;margin-top:12.85pt;width:132.9pt;height:108.5pt;z-index:-251645440;mso-wrap-distance-left:0;mso-wrap-distance-right:0;mso-position-horizontal-relative:page" coordorigin="1657,257" coordsize="2658,2170">
            <v:shape id="_x0000_s2122" type="#_x0000_t75" style="position:absolute;left:1656;top:257;width:2658;height:2170">
              <v:imagedata r:id="rId36" o:title=""/>
            </v:shape>
            <v:shape id="_x0000_s2121" type="#_x0000_t75" style="position:absolute;left:2511;top:494;width:229;height:205">
              <v:imagedata r:id="rId37" o:title=""/>
            </v:shape>
            <v:shape id="_x0000_s2120" type="#_x0000_t75" style="position:absolute;left:3500;top:479;width:220;height:156">
              <v:imagedata r:id="rId38" o:title=""/>
            </v:shape>
            <w10:wrap type="topAndBottom" anchorx="page"/>
          </v:group>
        </w:pict>
      </w:r>
      <w:r w:rsidR="007405E6">
        <w:rPr>
          <w:noProof/>
          <w:lang w:val="nl-NL" w:eastAsia="nl-NL"/>
        </w:rPr>
        <w:drawing>
          <wp:anchor distT="0" distB="0" distL="0" distR="0" simplePos="0" relativeHeight="251643392" behindDoc="0" locked="0" layoutInCell="1" allowOverlap="1">
            <wp:simplePos x="0" y="0"/>
            <wp:positionH relativeFrom="page">
              <wp:posOffset>3003720</wp:posOffset>
            </wp:positionH>
            <wp:positionV relativeFrom="paragraph">
              <wp:posOffset>325034</wp:posOffset>
            </wp:positionV>
            <wp:extent cx="289336" cy="112013"/>
            <wp:effectExtent l="0" t="0" r="0" b="0"/>
            <wp:wrapTopAndBottom/>
            <wp:docPr id="23" name="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8.png"/>
                    <pic:cNvPicPr/>
                  </pic:nvPicPr>
                  <pic:blipFill>
                    <a:blip r:embed="rId39" cstate="print"/>
                    <a:stretch>
                      <a:fillRect/>
                    </a:stretch>
                  </pic:blipFill>
                  <pic:spPr>
                    <a:xfrm>
                      <a:off x="0" y="0"/>
                      <a:ext cx="289336" cy="112013"/>
                    </a:xfrm>
                    <a:prstGeom prst="rect">
                      <a:avLst/>
                    </a:prstGeom>
                  </pic:spPr>
                </pic:pic>
              </a:graphicData>
            </a:graphic>
          </wp:anchor>
        </w:drawing>
      </w:r>
    </w:p>
    <w:p w:rsidR="00F408A2" w:rsidRDefault="00F408A2">
      <w:pPr>
        <w:pStyle w:val="Plattetekst"/>
        <w:spacing w:before="7"/>
        <w:rPr>
          <w:b/>
          <w:sz w:val="7"/>
        </w:rPr>
      </w:pPr>
    </w:p>
    <w:p w:rsidR="00F408A2" w:rsidRDefault="007405E6">
      <w:pPr>
        <w:tabs>
          <w:tab w:val="left" w:pos="2577"/>
          <w:tab w:val="left" w:pos="2969"/>
          <w:tab w:val="left" w:pos="4187"/>
        </w:tabs>
        <w:ind w:left="1974"/>
        <w:rPr>
          <w:sz w:val="20"/>
        </w:rPr>
      </w:pPr>
      <w:r>
        <w:rPr>
          <w:noProof/>
          <w:position w:val="34"/>
          <w:sz w:val="20"/>
          <w:lang w:val="nl-NL" w:eastAsia="nl-NL"/>
        </w:rPr>
        <w:drawing>
          <wp:inline distT="0" distB="0" distL="0" distR="0">
            <wp:extent cx="183078" cy="97154"/>
            <wp:effectExtent l="0" t="0" r="0" b="0"/>
            <wp:docPr id="25"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29.png"/>
                    <pic:cNvPicPr/>
                  </pic:nvPicPr>
                  <pic:blipFill>
                    <a:blip r:embed="rId40" cstate="print"/>
                    <a:stretch>
                      <a:fillRect/>
                    </a:stretch>
                  </pic:blipFill>
                  <pic:spPr>
                    <a:xfrm>
                      <a:off x="0" y="0"/>
                      <a:ext cx="183078" cy="97154"/>
                    </a:xfrm>
                    <a:prstGeom prst="rect">
                      <a:avLst/>
                    </a:prstGeom>
                  </pic:spPr>
                </pic:pic>
              </a:graphicData>
            </a:graphic>
          </wp:inline>
        </w:drawing>
      </w:r>
      <w:r>
        <w:rPr>
          <w:position w:val="34"/>
          <w:sz w:val="20"/>
        </w:rPr>
        <w:tab/>
      </w:r>
      <w:r w:rsidR="008064BE">
        <w:rPr>
          <w:sz w:val="20"/>
        </w:rPr>
      </w:r>
      <w:r w:rsidR="008064BE">
        <w:rPr>
          <w:sz w:val="20"/>
        </w:rPr>
        <w:pict>
          <v:group id="_x0000_s2115" style="width:4.7pt;height:37.2pt;mso-position-horizontal-relative:char;mso-position-vertical-relative:line" coordsize="94,744">
            <v:line id="_x0000_s2118" style="position:absolute" from="50,0" to="50,670" strokeweight=".15489mm"/>
            <v:shape id="_x0000_s2117" style="position:absolute;top:617;width:94;height:126" coordorigin=",618" coordsize="94,126" o:spt="100" adj="0,,0" path="m44,744l,618r6,6l23,629r24,3l88,632,44,744xm88,632r-18,l88,626r6,-8l88,632xe" fillcolor="black" stroked="f">
              <v:stroke joinstyle="round"/>
              <v:formulas/>
              <v:path arrowok="t" o:connecttype="segments"/>
            </v:shape>
            <v:shape id="_x0000_s2116" style="position:absolute;top:617;width:94;height:126" coordorigin=",618" coordsize="94,126" path="m94,618r-6,8l70,632r-23,l23,629,6,624,,618,44,744,94,618xe" filled="f" strokeweight="0">
              <v:path arrowok="t"/>
            </v:shape>
            <w10:anchorlock/>
          </v:group>
        </w:pict>
      </w:r>
      <w:r>
        <w:rPr>
          <w:sz w:val="20"/>
        </w:rPr>
        <w:tab/>
      </w:r>
      <w:r>
        <w:rPr>
          <w:noProof/>
          <w:position w:val="34"/>
          <w:sz w:val="20"/>
          <w:lang w:val="nl-NL" w:eastAsia="nl-NL"/>
        </w:rPr>
        <w:drawing>
          <wp:inline distT="0" distB="0" distL="0" distR="0">
            <wp:extent cx="144446" cy="100012"/>
            <wp:effectExtent l="0" t="0" r="0" b="0"/>
            <wp:docPr id="27" name="image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30.png"/>
                    <pic:cNvPicPr/>
                  </pic:nvPicPr>
                  <pic:blipFill>
                    <a:blip r:embed="rId41" cstate="print"/>
                    <a:stretch>
                      <a:fillRect/>
                    </a:stretch>
                  </pic:blipFill>
                  <pic:spPr>
                    <a:xfrm>
                      <a:off x="0" y="0"/>
                      <a:ext cx="144446" cy="100012"/>
                    </a:xfrm>
                    <a:prstGeom prst="rect">
                      <a:avLst/>
                    </a:prstGeom>
                  </pic:spPr>
                </pic:pic>
              </a:graphicData>
            </a:graphic>
          </wp:inline>
        </w:drawing>
      </w:r>
      <w:r>
        <w:rPr>
          <w:position w:val="34"/>
          <w:sz w:val="20"/>
        </w:rPr>
        <w:tab/>
      </w:r>
      <w:r>
        <w:rPr>
          <w:noProof/>
          <w:position w:val="29"/>
          <w:sz w:val="20"/>
          <w:lang w:val="nl-NL" w:eastAsia="nl-NL"/>
        </w:rPr>
        <w:drawing>
          <wp:inline distT="0" distB="0" distL="0" distR="0">
            <wp:extent cx="283010" cy="111728"/>
            <wp:effectExtent l="0" t="0" r="0" b="0"/>
            <wp:docPr id="29" name="image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31.png"/>
                    <pic:cNvPicPr/>
                  </pic:nvPicPr>
                  <pic:blipFill>
                    <a:blip r:embed="rId42" cstate="print"/>
                    <a:stretch>
                      <a:fillRect/>
                    </a:stretch>
                  </pic:blipFill>
                  <pic:spPr>
                    <a:xfrm>
                      <a:off x="0" y="0"/>
                      <a:ext cx="283010" cy="111728"/>
                    </a:xfrm>
                    <a:prstGeom prst="rect">
                      <a:avLst/>
                    </a:prstGeom>
                  </pic:spPr>
                </pic:pic>
              </a:graphicData>
            </a:graphic>
          </wp:inline>
        </w:drawing>
      </w:r>
    </w:p>
    <w:p w:rsidR="00F408A2" w:rsidRDefault="00F408A2">
      <w:pPr>
        <w:pStyle w:val="Plattetekst"/>
        <w:spacing w:before="9"/>
        <w:rPr>
          <w:b/>
          <w:sz w:val="4"/>
        </w:rPr>
      </w:pPr>
    </w:p>
    <w:p w:rsidR="00F408A2" w:rsidRDefault="008064BE">
      <w:pPr>
        <w:pStyle w:val="Plattetekst"/>
        <w:ind w:left="1068"/>
        <w:rPr>
          <w:sz w:val="20"/>
        </w:rPr>
      </w:pPr>
      <w:r>
        <w:rPr>
          <w:sz w:val="20"/>
        </w:rPr>
      </w:r>
      <w:r>
        <w:rPr>
          <w:sz w:val="20"/>
        </w:rPr>
        <w:pict>
          <v:group id="_x0000_s2112" style="width:149.45pt;height:66.2pt;mso-position-horizontal-relative:char;mso-position-vertical-relative:line" coordsize="2989,1324">
            <v:shape id="_x0000_s2114" type="#_x0000_t75" style="position:absolute;width:2989;height:1324">
              <v:imagedata r:id="rId43" o:title=""/>
            </v:shape>
            <v:shape id="_x0000_s2113" type="#_x0000_t75" style="position:absolute;left:2274;top:1071;width:144;height:153">
              <v:imagedata r:id="rId44" o:title=""/>
            </v:shape>
            <w10:anchorlock/>
          </v:group>
        </w:pict>
      </w:r>
    </w:p>
    <w:p w:rsidR="00F408A2" w:rsidRDefault="007405E6">
      <w:pPr>
        <w:pStyle w:val="Plattetekst"/>
        <w:spacing w:before="7"/>
        <w:rPr>
          <w:b/>
          <w:sz w:val="13"/>
        </w:rPr>
      </w:pPr>
      <w:r>
        <w:rPr>
          <w:noProof/>
          <w:lang w:val="nl-NL" w:eastAsia="nl-NL"/>
        </w:rPr>
        <w:drawing>
          <wp:anchor distT="0" distB="0" distL="0" distR="0" simplePos="0" relativeHeight="251644416" behindDoc="0" locked="0" layoutInCell="1" allowOverlap="1">
            <wp:simplePos x="0" y="0"/>
            <wp:positionH relativeFrom="page">
              <wp:posOffset>1771463</wp:posOffset>
            </wp:positionH>
            <wp:positionV relativeFrom="paragraph">
              <wp:posOffset>124444</wp:posOffset>
            </wp:positionV>
            <wp:extent cx="486645" cy="114300"/>
            <wp:effectExtent l="0" t="0" r="0" b="0"/>
            <wp:wrapTopAndBottom/>
            <wp:docPr id="31" name="image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4.png"/>
                    <pic:cNvPicPr/>
                  </pic:nvPicPr>
                  <pic:blipFill>
                    <a:blip r:embed="rId45" cstate="print"/>
                    <a:stretch>
                      <a:fillRect/>
                    </a:stretch>
                  </pic:blipFill>
                  <pic:spPr>
                    <a:xfrm>
                      <a:off x="0" y="0"/>
                      <a:ext cx="486645" cy="114300"/>
                    </a:xfrm>
                    <a:prstGeom prst="rect">
                      <a:avLst/>
                    </a:prstGeom>
                  </pic:spPr>
                </pic:pic>
              </a:graphicData>
            </a:graphic>
          </wp:anchor>
        </w:drawing>
      </w:r>
    </w:p>
    <w:p w:rsidR="00F408A2" w:rsidRPr="008064BE" w:rsidRDefault="007405E6">
      <w:pPr>
        <w:pStyle w:val="Plattetekst"/>
        <w:spacing w:before="154"/>
        <w:ind w:left="1104"/>
        <w:rPr>
          <w:lang w:val="nl-NL"/>
        </w:rPr>
      </w:pPr>
      <w:r w:rsidRPr="008064BE">
        <w:rPr>
          <w:lang w:val="nl-NL"/>
        </w:rPr>
        <w:t>In deze weergave van de BHC-synthese zijn schematische structuurformules</w:t>
      </w:r>
    </w:p>
    <w:p w:rsidR="00F408A2" w:rsidRPr="008064BE" w:rsidRDefault="007405E6">
      <w:pPr>
        <w:pStyle w:val="Plattetekst"/>
        <w:spacing w:before="26" w:line="237" w:lineRule="auto"/>
        <w:ind w:left="1104"/>
        <w:rPr>
          <w:lang w:val="nl-NL"/>
        </w:rPr>
      </w:pPr>
      <w:r w:rsidRPr="008064BE">
        <w:rPr>
          <w:lang w:val="nl-NL"/>
        </w:rPr>
        <w:t>gebruikt. Links naast de reactiepijlen staan de reactanten weergegeven en rechts de katalysatoren (</w:t>
      </w:r>
      <w:r w:rsidRPr="008064BE">
        <w:rPr>
          <w:rFonts w:ascii="Times New Roman"/>
          <w:sz w:val="26"/>
          <w:lang w:val="nl-NL"/>
        </w:rPr>
        <w:t>HF</w:t>
      </w:r>
      <w:r w:rsidRPr="008064BE">
        <w:rPr>
          <w:lang w:val="nl-NL"/>
        </w:rPr>
        <w:t xml:space="preserve">, </w:t>
      </w:r>
      <w:r w:rsidRPr="008064BE">
        <w:rPr>
          <w:rFonts w:ascii="Times New Roman"/>
          <w:sz w:val="26"/>
          <w:lang w:val="nl-NL"/>
        </w:rPr>
        <w:t xml:space="preserve">Ni </w:t>
      </w:r>
      <w:r w:rsidRPr="008064BE">
        <w:rPr>
          <w:lang w:val="nl-NL"/>
        </w:rPr>
        <w:t xml:space="preserve">en </w:t>
      </w:r>
      <w:r w:rsidRPr="008064BE">
        <w:rPr>
          <w:rFonts w:ascii="Times New Roman"/>
          <w:sz w:val="26"/>
          <w:lang w:val="nl-NL"/>
        </w:rPr>
        <w:t>Pd</w:t>
      </w:r>
      <w:r w:rsidRPr="008064BE">
        <w:rPr>
          <w:lang w:val="nl-NL"/>
        </w:rPr>
        <w:t>).</w:t>
      </w:r>
    </w:p>
    <w:p w:rsidR="00F408A2" w:rsidRPr="008064BE" w:rsidRDefault="007405E6">
      <w:pPr>
        <w:pStyle w:val="Plattetekst"/>
        <w:spacing w:before="28"/>
        <w:ind w:left="1104"/>
        <w:rPr>
          <w:lang w:val="nl-NL"/>
        </w:rPr>
      </w:pPr>
      <w:r w:rsidRPr="008064BE">
        <w:rPr>
          <w:lang w:val="nl-NL"/>
        </w:rPr>
        <w:t>Alle reactanten reageren in de molverhouding 1 : 1.</w:t>
      </w:r>
    </w:p>
    <w:p w:rsidR="00F408A2" w:rsidRPr="008064BE" w:rsidRDefault="007405E6">
      <w:pPr>
        <w:pStyle w:val="Plattetekst"/>
        <w:spacing w:before="24" w:line="261" w:lineRule="auto"/>
        <w:ind w:left="1103" w:right="1830"/>
        <w:rPr>
          <w:lang w:val="nl-NL"/>
        </w:rPr>
      </w:pPr>
      <w:r w:rsidRPr="008064BE">
        <w:rPr>
          <w:lang w:val="nl-NL"/>
        </w:rPr>
        <w:t>In de BHC-synthese van ibuprofen ontstaat een mengsel van twee stereo-isomeren.</w:t>
      </w:r>
    </w:p>
    <w:p w:rsidR="00F408A2" w:rsidRPr="008064BE" w:rsidRDefault="00F408A2">
      <w:pPr>
        <w:pStyle w:val="Plattetekst"/>
        <w:rPr>
          <w:sz w:val="26"/>
          <w:lang w:val="nl-NL"/>
        </w:rPr>
      </w:pPr>
    </w:p>
    <w:p w:rsidR="00F408A2" w:rsidRPr="008064BE" w:rsidRDefault="007405E6">
      <w:pPr>
        <w:pStyle w:val="Plattetekst"/>
        <w:tabs>
          <w:tab w:val="left" w:pos="590"/>
          <w:tab w:val="left" w:pos="1103"/>
        </w:tabs>
        <w:spacing w:line="261" w:lineRule="auto"/>
        <w:ind w:left="1103" w:right="718" w:hanging="965"/>
        <w:rPr>
          <w:lang w:val="nl-NL"/>
        </w:rPr>
      </w:pPr>
      <w:r w:rsidRPr="008064BE">
        <w:rPr>
          <w:spacing w:val="3"/>
          <w:sz w:val="16"/>
          <w:lang w:val="nl-NL"/>
        </w:rPr>
        <w:t>2p</w:t>
      </w:r>
      <w:r w:rsidRPr="008064BE">
        <w:rPr>
          <w:spacing w:val="3"/>
          <w:sz w:val="16"/>
          <w:lang w:val="nl-NL"/>
        </w:rPr>
        <w:tab/>
      </w:r>
      <w:r w:rsidRPr="008064BE">
        <w:rPr>
          <w:b/>
          <w:spacing w:val="3"/>
          <w:sz w:val="20"/>
          <w:lang w:val="nl-NL"/>
        </w:rPr>
        <w:t>18</w:t>
      </w:r>
      <w:r w:rsidRPr="008064BE">
        <w:rPr>
          <w:b/>
          <w:spacing w:val="3"/>
          <w:sz w:val="20"/>
          <w:lang w:val="nl-NL"/>
        </w:rPr>
        <w:tab/>
      </w:r>
      <w:r w:rsidRPr="008064BE">
        <w:rPr>
          <w:spacing w:val="4"/>
          <w:lang w:val="nl-NL"/>
        </w:rPr>
        <w:t xml:space="preserve">Leg </w:t>
      </w:r>
      <w:r w:rsidRPr="008064BE">
        <w:rPr>
          <w:spacing w:val="3"/>
          <w:lang w:val="nl-NL"/>
        </w:rPr>
        <w:t xml:space="preserve">uit </w:t>
      </w:r>
      <w:r w:rsidRPr="008064BE">
        <w:rPr>
          <w:lang w:val="nl-NL"/>
        </w:rPr>
        <w:t xml:space="preserve">in </w:t>
      </w:r>
      <w:r w:rsidRPr="008064BE">
        <w:rPr>
          <w:spacing w:val="4"/>
          <w:lang w:val="nl-NL"/>
        </w:rPr>
        <w:t xml:space="preserve">welke stap van </w:t>
      </w:r>
      <w:r w:rsidRPr="008064BE">
        <w:rPr>
          <w:spacing w:val="2"/>
          <w:lang w:val="nl-NL"/>
        </w:rPr>
        <w:t xml:space="preserve">de </w:t>
      </w:r>
      <w:r w:rsidRPr="008064BE">
        <w:rPr>
          <w:spacing w:val="4"/>
          <w:lang w:val="nl-NL"/>
        </w:rPr>
        <w:t xml:space="preserve">BHC-synthese </w:t>
      </w:r>
      <w:r w:rsidRPr="008064BE">
        <w:rPr>
          <w:spacing w:val="3"/>
          <w:lang w:val="nl-NL"/>
        </w:rPr>
        <w:t xml:space="preserve">van </w:t>
      </w:r>
      <w:r w:rsidRPr="008064BE">
        <w:rPr>
          <w:spacing w:val="4"/>
          <w:lang w:val="nl-NL"/>
        </w:rPr>
        <w:t xml:space="preserve">ibuprofen voor </w:t>
      </w:r>
      <w:r w:rsidRPr="008064BE">
        <w:rPr>
          <w:spacing w:val="3"/>
          <w:lang w:val="nl-NL"/>
        </w:rPr>
        <w:t xml:space="preserve">het </w:t>
      </w:r>
      <w:r w:rsidRPr="008064BE">
        <w:rPr>
          <w:spacing w:val="4"/>
          <w:lang w:val="nl-NL"/>
        </w:rPr>
        <w:t xml:space="preserve">eerst </w:t>
      </w:r>
      <w:r w:rsidRPr="008064BE">
        <w:rPr>
          <w:spacing w:val="5"/>
          <w:lang w:val="nl-NL"/>
        </w:rPr>
        <w:t xml:space="preserve">een mengsel </w:t>
      </w:r>
      <w:r w:rsidRPr="008064BE">
        <w:rPr>
          <w:spacing w:val="3"/>
          <w:lang w:val="nl-NL"/>
        </w:rPr>
        <w:t xml:space="preserve">van </w:t>
      </w:r>
      <w:r w:rsidRPr="008064BE">
        <w:rPr>
          <w:spacing w:val="5"/>
          <w:lang w:val="nl-NL"/>
        </w:rPr>
        <w:t>stereo-isomeren</w:t>
      </w:r>
      <w:r w:rsidRPr="008064BE">
        <w:rPr>
          <w:spacing w:val="26"/>
          <w:lang w:val="nl-NL"/>
        </w:rPr>
        <w:t xml:space="preserve"> </w:t>
      </w:r>
      <w:r w:rsidRPr="008064BE">
        <w:rPr>
          <w:spacing w:val="4"/>
          <w:lang w:val="nl-NL"/>
        </w:rPr>
        <w:t>ontstaat.</w:t>
      </w:r>
    </w:p>
    <w:p w:rsidR="00F408A2" w:rsidRPr="008064BE" w:rsidRDefault="00F408A2">
      <w:pPr>
        <w:spacing w:line="261" w:lineRule="auto"/>
        <w:rPr>
          <w:lang w:val="nl-NL"/>
        </w:rPr>
        <w:sectPr w:rsidR="00F408A2" w:rsidRPr="008064BE">
          <w:pgSz w:w="11910" w:h="16840"/>
          <w:pgMar w:top="780" w:right="1000" w:bottom="1160" w:left="540" w:header="0" w:footer="969" w:gutter="0"/>
          <w:cols w:space="708"/>
        </w:sectPr>
      </w:pPr>
    </w:p>
    <w:p w:rsidR="00F408A2" w:rsidRPr="008064BE" w:rsidRDefault="007405E6">
      <w:pPr>
        <w:pStyle w:val="Plattetekst"/>
        <w:spacing w:before="73" w:line="261" w:lineRule="auto"/>
        <w:ind w:left="1104" w:right="166"/>
        <w:rPr>
          <w:lang w:val="nl-NL"/>
        </w:rPr>
      </w:pPr>
      <w:r w:rsidRPr="008064BE">
        <w:rPr>
          <w:lang w:val="nl-NL"/>
        </w:rPr>
        <w:lastRenderedPageBreak/>
        <w:t>Als gevolg van het ontstaan van twee stereo-isomeren in de synthese, is het medicijn ibuprofen een mengsel van twee stereo-isomeren. Voordat ibuprofen als medicijn werd toegelaten, werd onderzoek gedaan naar de werking van beide stereo-isomeren. Het bleek dat slechts één van beide stereo-isomeren werkzaam is als pijnstiller. Deze werking berust op de koppeling van de werkzame stereo- isomeer aan het enzym cycloöxygenase. Tevens bleek dat de niet werkzame</w:t>
      </w:r>
    </w:p>
    <w:p w:rsidR="00F408A2" w:rsidRPr="008064BE" w:rsidRDefault="007405E6">
      <w:pPr>
        <w:pStyle w:val="Plattetekst"/>
        <w:spacing w:line="271" w:lineRule="exact"/>
        <w:ind w:left="1104"/>
        <w:rPr>
          <w:lang w:val="nl-NL"/>
        </w:rPr>
      </w:pPr>
      <w:r w:rsidRPr="008064BE">
        <w:rPr>
          <w:lang w:val="nl-NL"/>
        </w:rPr>
        <w:t>isomeer in het lichaam langzaam wordt omgezet tot de werkzame isomeer.</w:t>
      </w:r>
    </w:p>
    <w:p w:rsidR="00F408A2" w:rsidRPr="008064BE" w:rsidRDefault="00F408A2">
      <w:pPr>
        <w:pStyle w:val="Plattetekst"/>
        <w:spacing w:before="2"/>
        <w:rPr>
          <w:sz w:val="28"/>
          <w:lang w:val="nl-NL"/>
        </w:rPr>
      </w:pPr>
    </w:p>
    <w:p w:rsidR="00F408A2" w:rsidRPr="008064BE" w:rsidRDefault="007405E6">
      <w:pPr>
        <w:pStyle w:val="Plattetekst"/>
        <w:tabs>
          <w:tab w:val="left" w:pos="590"/>
          <w:tab w:val="left" w:pos="1103"/>
        </w:tabs>
        <w:ind w:left="139"/>
        <w:rPr>
          <w:lang w:val="nl-NL"/>
        </w:rPr>
      </w:pPr>
      <w:r w:rsidRPr="008064BE">
        <w:rPr>
          <w:spacing w:val="3"/>
          <w:sz w:val="16"/>
          <w:lang w:val="nl-NL"/>
        </w:rPr>
        <w:t>2p</w:t>
      </w:r>
      <w:r w:rsidRPr="008064BE">
        <w:rPr>
          <w:spacing w:val="3"/>
          <w:sz w:val="16"/>
          <w:lang w:val="nl-NL"/>
        </w:rPr>
        <w:tab/>
      </w:r>
      <w:r w:rsidRPr="008064BE">
        <w:rPr>
          <w:b/>
          <w:spacing w:val="3"/>
          <w:sz w:val="20"/>
          <w:lang w:val="nl-NL"/>
        </w:rPr>
        <w:t>19</w:t>
      </w:r>
      <w:r w:rsidRPr="008064BE">
        <w:rPr>
          <w:b/>
          <w:spacing w:val="3"/>
          <w:sz w:val="20"/>
          <w:lang w:val="nl-NL"/>
        </w:rPr>
        <w:tab/>
      </w:r>
      <w:r w:rsidRPr="008064BE">
        <w:rPr>
          <w:spacing w:val="4"/>
          <w:lang w:val="nl-NL"/>
        </w:rPr>
        <w:t xml:space="preserve">Geef </w:t>
      </w:r>
      <w:r w:rsidRPr="008064BE">
        <w:rPr>
          <w:spacing w:val="3"/>
          <w:lang w:val="nl-NL"/>
        </w:rPr>
        <w:t xml:space="preserve">een </w:t>
      </w:r>
      <w:r w:rsidRPr="008064BE">
        <w:rPr>
          <w:spacing w:val="4"/>
          <w:lang w:val="nl-NL"/>
        </w:rPr>
        <w:t xml:space="preserve">verklaring waarom </w:t>
      </w:r>
      <w:r w:rsidRPr="008064BE">
        <w:rPr>
          <w:spacing w:val="5"/>
          <w:lang w:val="nl-NL"/>
        </w:rPr>
        <w:t xml:space="preserve">slechts </w:t>
      </w:r>
      <w:r w:rsidRPr="008064BE">
        <w:rPr>
          <w:spacing w:val="3"/>
          <w:lang w:val="nl-NL"/>
        </w:rPr>
        <w:t xml:space="preserve">één </w:t>
      </w:r>
      <w:r w:rsidRPr="008064BE">
        <w:rPr>
          <w:spacing w:val="5"/>
          <w:lang w:val="nl-NL"/>
        </w:rPr>
        <w:t xml:space="preserve">stereo-isomeer </w:t>
      </w:r>
      <w:r w:rsidRPr="008064BE">
        <w:rPr>
          <w:spacing w:val="4"/>
          <w:lang w:val="nl-NL"/>
        </w:rPr>
        <w:t>werkzaam</w:t>
      </w:r>
      <w:r w:rsidRPr="008064BE">
        <w:rPr>
          <w:spacing w:val="7"/>
          <w:lang w:val="nl-NL"/>
        </w:rPr>
        <w:t xml:space="preserve"> </w:t>
      </w:r>
      <w:r w:rsidRPr="008064BE">
        <w:rPr>
          <w:spacing w:val="3"/>
          <w:lang w:val="nl-NL"/>
        </w:rPr>
        <w:t>is.</w:t>
      </w:r>
    </w:p>
    <w:p w:rsidR="00F408A2" w:rsidRPr="008064BE" w:rsidRDefault="00F408A2">
      <w:pPr>
        <w:pStyle w:val="Plattetekst"/>
        <w:spacing w:before="2"/>
        <w:rPr>
          <w:sz w:val="28"/>
          <w:lang w:val="nl-NL"/>
        </w:rPr>
      </w:pPr>
    </w:p>
    <w:p w:rsidR="00F408A2" w:rsidRPr="008064BE" w:rsidRDefault="007405E6">
      <w:pPr>
        <w:pStyle w:val="Plattetekst"/>
        <w:spacing w:line="261" w:lineRule="auto"/>
        <w:ind w:left="1104" w:right="635"/>
        <w:rPr>
          <w:lang w:val="nl-NL"/>
        </w:rPr>
      </w:pPr>
      <w:r w:rsidRPr="008064BE">
        <w:rPr>
          <w:lang w:val="nl-NL"/>
        </w:rPr>
        <w:t>In de BHC-synthese van ibuprofen ontstaat slechts één bijproduct. Daarnaast ontstaat een klein percentage stoffen dat als afval moet worden beschouwd.</w:t>
      </w:r>
    </w:p>
    <w:p w:rsidR="00F408A2" w:rsidRPr="008064BE" w:rsidRDefault="00F408A2">
      <w:pPr>
        <w:pStyle w:val="Plattetekst"/>
        <w:spacing w:before="11"/>
        <w:rPr>
          <w:sz w:val="25"/>
          <w:lang w:val="nl-NL"/>
        </w:rPr>
      </w:pPr>
    </w:p>
    <w:p w:rsidR="00F408A2" w:rsidRPr="008064BE" w:rsidRDefault="007405E6">
      <w:pPr>
        <w:pStyle w:val="Plattetekst"/>
        <w:tabs>
          <w:tab w:val="left" w:pos="590"/>
          <w:tab w:val="left" w:pos="1103"/>
        </w:tabs>
        <w:spacing w:line="261" w:lineRule="auto"/>
        <w:ind w:left="1103" w:right="447" w:hanging="965"/>
        <w:rPr>
          <w:lang w:val="nl-NL"/>
        </w:rPr>
      </w:pPr>
      <w:r w:rsidRPr="008064BE">
        <w:rPr>
          <w:spacing w:val="3"/>
          <w:sz w:val="16"/>
          <w:lang w:val="nl-NL"/>
        </w:rPr>
        <w:t>2p</w:t>
      </w:r>
      <w:r w:rsidRPr="008064BE">
        <w:rPr>
          <w:spacing w:val="3"/>
          <w:sz w:val="16"/>
          <w:lang w:val="nl-NL"/>
        </w:rPr>
        <w:tab/>
      </w:r>
      <w:r w:rsidRPr="008064BE">
        <w:rPr>
          <w:b/>
          <w:spacing w:val="3"/>
          <w:sz w:val="20"/>
          <w:lang w:val="nl-NL"/>
        </w:rPr>
        <w:t>20</w:t>
      </w:r>
      <w:r w:rsidRPr="008064BE">
        <w:rPr>
          <w:b/>
          <w:spacing w:val="3"/>
          <w:sz w:val="20"/>
          <w:lang w:val="nl-NL"/>
        </w:rPr>
        <w:tab/>
      </w:r>
      <w:r w:rsidRPr="008064BE">
        <w:rPr>
          <w:spacing w:val="4"/>
          <w:lang w:val="nl-NL"/>
        </w:rPr>
        <w:t xml:space="preserve">Geef </w:t>
      </w:r>
      <w:r w:rsidRPr="008064BE">
        <w:rPr>
          <w:spacing w:val="2"/>
          <w:lang w:val="nl-NL"/>
        </w:rPr>
        <w:t xml:space="preserve">de </w:t>
      </w:r>
      <w:r w:rsidRPr="008064BE">
        <w:rPr>
          <w:spacing w:val="3"/>
          <w:lang w:val="nl-NL"/>
        </w:rPr>
        <w:t xml:space="preserve">naam van het </w:t>
      </w:r>
      <w:r w:rsidRPr="008064BE">
        <w:rPr>
          <w:spacing w:val="4"/>
          <w:lang w:val="nl-NL"/>
        </w:rPr>
        <w:t xml:space="preserve">enige </w:t>
      </w:r>
      <w:r w:rsidRPr="008064BE">
        <w:rPr>
          <w:spacing w:val="5"/>
          <w:lang w:val="nl-NL"/>
        </w:rPr>
        <w:t xml:space="preserve">bijproduct </w:t>
      </w:r>
      <w:r w:rsidRPr="008064BE">
        <w:rPr>
          <w:spacing w:val="4"/>
          <w:lang w:val="nl-NL"/>
        </w:rPr>
        <w:t xml:space="preserve">dat </w:t>
      </w:r>
      <w:r w:rsidRPr="008064BE">
        <w:rPr>
          <w:spacing w:val="5"/>
          <w:lang w:val="nl-NL"/>
        </w:rPr>
        <w:t xml:space="preserve">ontstaat </w:t>
      </w:r>
      <w:r w:rsidRPr="008064BE">
        <w:rPr>
          <w:lang w:val="nl-NL"/>
        </w:rPr>
        <w:t xml:space="preserve">in </w:t>
      </w:r>
      <w:r w:rsidRPr="008064BE">
        <w:rPr>
          <w:spacing w:val="2"/>
          <w:lang w:val="nl-NL"/>
        </w:rPr>
        <w:t xml:space="preserve">de </w:t>
      </w:r>
      <w:r w:rsidRPr="008064BE">
        <w:rPr>
          <w:spacing w:val="5"/>
          <w:lang w:val="nl-NL"/>
        </w:rPr>
        <w:t xml:space="preserve">BHC-synthese </w:t>
      </w:r>
      <w:r w:rsidRPr="008064BE">
        <w:rPr>
          <w:spacing w:val="2"/>
          <w:lang w:val="nl-NL"/>
        </w:rPr>
        <w:t xml:space="preserve">en </w:t>
      </w:r>
      <w:r w:rsidRPr="008064BE">
        <w:rPr>
          <w:spacing w:val="4"/>
          <w:lang w:val="nl-NL"/>
        </w:rPr>
        <w:t>leg uit</w:t>
      </w:r>
      <w:r w:rsidRPr="008064BE">
        <w:rPr>
          <w:spacing w:val="13"/>
          <w:lang w:val="nl-NL"/>
        </w:rPr>
        <w:t xml:space="preserve"> </w:t>
      </w:r>
      <w:r w:rsidRPr="008064BE">
        <w:rPr>
          <w:spacing w:val="2"/>
          <w:lang w:val="nl-NL"/>
        </w:rPr>
        <w:t>of</w:t>
      </w:r>
      <w:r w:rsidRPr="008064BE">
        <w:rPr>
          <w:spacing w:val="14"/>
          <w:lang w:val="nl-NL"/>
        </w:rPr>
        <w:t xml:space="preserve"> </w:t>
      </w:r>
      <w:r w:rsidRPr="008064BE">
        <w:rPr>
          <w:spacing w:val="3"/>
          <w:lang w:val="nl-NL"/>
        </w:rPr>
        <w:t>dit</w:t>
      </w:r>
      <w:r w:rsidRPr="008064BE">
        <w:rPr>
          <w:spacing w:val="14"/>
          <w:lang w:val="nl-NL"/>
        </w:rPr>
        <w:t xml:space="preserve"> </w:t>
      </w:r>
      <w:r w:rsidRPr="008064BE">
        <w:rPr>
          <w:spacing w:val="4"/>
          <w:lang w:val="nl-NL"/>
        </w:rPr>
        <w:t>bijproduct</w:t>
      </w:r>
      <w:r w:rsidRPr="008064BE">
        <w:rPr>
          <w:spacing w:val="14"/>
          <w:lang w:val="nl-NL"/>
        </w:rPr>
        <w:t xml:space="preserve"> </w:t>
      </w:r>
      <w:r w:rsidRPr="008064BE">
        <w:rPr>
          <w:lang w:val="nl-NL"/>
        </w:rPr>
        <w:t>in</w:t>
      </w:r>
      <w:r w:rsidRPr="008064BE">
        <w:rPr>
          <w:spacing w:val="13"/>
          <w:lang w:val="nl-NL"/>
        </w:rPr>
        <w:t xml:space="preserve"> </w:t>
      </w:r>
      <w:r w:rsidRPr="008064BE">
        <w:rPr>
          <w:spacing w:val="2"/>
          <w:lang w:val="nl-NL"/>
        </w:rPr>
        <w:t>de</w:t>
      </w:r>
      <w:r w:rsidRPr="008064BE">
        <w:rPr>
          <w:spacing w:val="14"/>
          <w:lang w:val="nl-NL"/>
        </w:rPr>
        <w:t xml:space="preserve"> </w:t>
      </w:r>
      <w:r w:rsidRPr="008064BE">
        <w:rPr>
          <w:spacing w:val="4"/>
          <w:lang w:val="nl-NL"/>
        </w:rPr>
        <w:t>fabriek</w:t>
      </w:r>
      <w:r w:rsidRPr="008064BE">
        <w:rPr>
          <w:spacing w:val="13"/>
          <w:lang w:val="nl-NL"/>
        </w:rPr>
        <w:t xml:space="preserve"> </w:t>
      </w:r>
      <w:r w:rsidRPr="008064BE">
        <w:rPr>
          <w:spacing w:val="4"/>
          <w:lang w:val="nl-NL"/>
        </w:rPr>
        <w:t>gerecycled</w:t>
      </w:r>
      <w:r w:rsidRPr="008064BE">
        <w:rPr>
          <w:spacing w:val="14"/>
          <w:lang w:val="nl-NL"/>
        </w:rPr>
        <w:t xml:space="preserve"> </w:t>
      </w:r>
      <w:r w:rsidRPr="008064BE">
        <w:rPr>
          <w:spacing w:val="3"/>
          <w:lang w:val="nl-NL"/>
        </w:rPr>
        <w:t>kan</w:t>
      </w:r>
      <w:r w:rsidRPr="008064BE">
        <w:rPr>
          <w:spacing w:val="14"/>
          <w:lang w:val="nl-NL"/>
        </w:rPr>
        <w:t xml:space="preserve"> </w:t>
      </w:r>
      <w:r w:rsidRPr="008064BE">
        <w:rPr>
          <w:spacing w:val="4"/>
          <w:lang w:val="nl-NL"/>
        </w:rPr>
        <w:t>worden.</w:t>
      </w:r>
    </w:p>
    <w:p w:rsidR="00F408A2" w:rsidRPr="008064BE" w:rsidRDefault="00F408A2">
      <w:pPr>
        <w:spacing w:line="261" w:lineRule="auto"/>
        <w:rPr>
          <w:lang w:val="nl-NL"/>
        </w:rPr>
        <w:sectPr w:rsidR="00F408A2" w:rsidRPr="008064BE">
          <w:pgSz w:w="11910" w:h="16840"/>
          <w:pgMar w:top="780" w:right="1000" w:bottom="1160" w:left="540" w:header="0" w:footer="969" w:gutter="0"/>
          <w:cols w:space="708"/>
        </w:sectPr>
      </w:pPr>
    </w:p>
    <w:p w:rsidR="00F408A2" w:rsidRPr="008064BE" w:rsidRDefault="008064BE">
      <w:pPr>
        <w:pStyle w:val="Kop1"/>
        <w:rPr>
          <w:lang w:val="nl-NL"/>
        </w:rPr>
      </w:pPr>
      <w:r>
        <w:lastRenderedPageBreak/>
        <w:pict>
          <v:line id="_x0000_s2111" style="position:absolute;left:0;text-align:left;z-index:251662848;mso-position-horizontal-relative:page;mso-position-vertical-relative:page" from="32.5pt,63.9pt" to="557.05pt,63.9pt" strokecolor="#c1c1c1" strokeweight="4.44pt">
            <w10:wrap anchorx="page" anchory="page"/>
          </v:line>
        </w:pict>
      </w:r>
      <w:r w:rsidR="007405E6" w:rsidRPr="008064BE">
        <w:rPr>
          <w:lang w:val="nl-NL"/>
        </w:rPr>
        <w:t>Vitamine A</w:t>
      </w:r>
    </w:p>
    <w:p w:rsidR="00F408A2" w:rsidRPr="008064BE" w:rsidRDefault="00F408A2">
      <w:pPr>
        <w:pStyle w:val="Plattetekst"/>
        <w:rPr>
          <w:b/>
          <w:sz w:val="20"/>
          <w:lang w:val="nl-NL"/>
        </w:rPr>
      </w:pPr>
    </w:p>
    <w:p w:rsidR="00F408A2" w:rsidRPr="008064BE" w:rsidRDefault="00F408A2">
      <w:pPr>
        <w:pStyle w:val="Plattetekst"/>
        <w:spacing w:before="2"/>
        <w:rPr>
          <w:b/>
          <w:sz w:val="21"/>
          <w:lang w:val="nl-NL"/>
        </w:rPr>
      </w:pPr>
    </w:p>
    <w:p w:rsidR="00F408A2" w:rsidRPr="008064BE" w:rsidRDefault="007405E6">
      <w:pPr>
        <w:pStyle w:val="Plattetekst"/>
        <w:spacing w:line="261" w:lineRule="auto"/>
        <w:ind w:left="1104" w:right="329"/>
        <w:rPr>
          <w:lang w:val="nl-NL"/>
        </w:rPr>
      </w:pPr>
      <w:r>
        <w:rPr>
          <w:rFonts w:ascii="Helvetica" w:hAnsi="Helvetica" w:cs="Helvetica"/>
          <w:noProof/>
          <w:color w:val="333333"/>
          <w:sz w:val="21"/>
          <w:szCs w:val="21"/>
          <w:lang w:val="nl-NL" w:eastAsia="nl-NL"/>
        </w:rPr>
        <w:drawing>
          <wp:anchor distT="0" distB="0" distL="114300" distR="114300" simplePos="0" relativeHeight="251660288" behindDoc="0" locked="0" layoutInCell="1" allowOverlap="1">
            <wp:simplePos x="0" y="0"/>
            <wp:positionH relativeFrom="column">
              <wp:posOffset>4787900</wp:posOffset>
            </wp:positionH>
            <wp:positionV relativeFrom="paragraph">
              <wp:posOffset>396875</wp:posOffset>
            </wp:positionV>
            <wp:extent cx="1536700" cy="1536700"/>
            <wp:effectExtent l="0" t="0" r="0" b="0"/>
            <wp:wrapSquare wrapText="bothSides"/>
            <wp:docPr id="8" name="Afbeelding 8" descr="https://gratisqrcode.nl/qr/qrcodes/49f02337e1d5459089d4201ec03eb34e.png?1548881731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gratisqrcode.nl/qr/qrcodes/49f02337e1d5459089d4201ec03eb34e.png?154888173161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536700" cy="1536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nl-NL" w:eastAsia="nl-NL"/>
        </w:rPr>
        <w:drawing>
          <wp:anchor distT="0" distB="0" distL="0" distR="0" simplePos="0" relativeHeight="251655168" behindDoc="0" locked="0" layoutInCell="1" allowOverlap="1">
            <wp:simplePos x="0" y="0"/>
            <wp:positionH relativeFrom="page">
              <wp:posOffset>1046942</wp:posOffset>
            </wp:positionH>
            <wp:positionV relativeFrom="paragraph">
              <wp:posOffset>1040585</wp:posOffset>
            </wp:positionV>
            <wp:extent cx="2457345" cy="819150"/>
            <wp:effectExtent l="0" t="0" r="0" b="0"/>
            <wp:wrapTopAndBottom/>
            <wp:docPr id="33" name="image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35.png"/>
                    <pic:cNvPicPr/>
                  </pic:nvPicPr>
                  <pic:blipFill>
                    <a:blip r:embed="rId47" cstate="print"/>
                    <a:stretch>
                      <a:fillRect/>
                    </a:stretch>
                  </pic:blipFill>
                  <pic:spPr>
                    <a:xfrm>
                      <a:off x="0" y="0"/>
                      <a:ext cx="2457345" cy="819150"/>
                    </a:xfrm>
                    <a:prstGeom prst="rect">
                      <a:avLst/>
                    </a:prstGeom>
                  </pic:spPr>
                </pic:pic>
              </a:graphicData>
            </a:graphic>
          </wp:anchor>
        </w:drawing>
      </w:r>
      <w:r w:rsidRPr="008064BE">
        <w:rPr>
          <w:lang w:val="nl-NL"/>
        </w:rPr>
        <w:t>Vitamine A (retinol) werd reeds in 1909 ontdekt als een vetoplosbare substantie die onmisbaar is voor het leven. Gevarieerde voeding, met onder andere wortelen en groene groenten, levert voldoende bètacaroteen dat in het lichaam wordt omgezet tot retinol. Hieronder is de schematische structuurformule van retinol weergegeven.</w:t>
      </w:r>
      <w:r w:rsidRPr="008064BE">
        <w:rPr>
          <w:rFonts w:ascii="Helvetica" w:hAnsi="Helvetica" w:cs="Helvetica"/>
          <w:color w:val="333333"/>
          <w:sz w:val="21"/>
          <w:szCs w:val="21"/>
          <w:lang w:val="nl-NL"/>
        </w:rPr>
        <w:t xml:space="preserve"> </w:t>
      </w:r>
    </w:p>
    <w:p w:rsidR="00F408A2" w:rsidRPr="008064BE" w:rsidRDefault="007405E6">
      <w:pPr>
        <w:pStyle w:val="Plattetekst"/>
        <w:spacing w:before="162" w:line="261" w:lineRule="auto"/>
        <w:ind w:left="1103" w:right="635"/>
        <w:rPr>
          <w:lang w:val="nl-NL"/>
        </w:rPr>
      </w:pPr>
      <w:r w:rsidRPr="008064BE">
        <w:rPr>
          <w:lang w:val="nl-NL"/>
        </w:rPr>
        <w:t>Als in de Tweede Wereldoorlog de voedselsituatie verslechtert, krijgen twee jonge chemici, Arens en Van Dorp, van de firma Organon de opdracht om synthetisch retinol te maken. In 1945 lukt het de mannen om de stof retinol te</w:t>
      </w:r>
    </w:p>
    <w:p w:rsidR="00F408A2" w:rsidRPr="008064BE" w:rsidRDefault="007405E6">
      <w:pPr>
        <w:pStyle w:val="Plattetekst"/>
        <w:spacing w:line="261" w:lineRule="auto"/>
        <w:ind w:left="1104"/>
        <w:rPr>
          <w:lang w:val="nl-NL"/>
        </w:rPr>
      </w:pPr>
      <w:r w:rsidRPr="008064BE">
        <w:rPr>
          <w:lang w:val="nl-NL"/>
        </w:rPr>
        <w:t>synthetiseren uit eenvoudige grondstoffen als bijvoorbeeld ethyn. Helaas blijkt hun synthese niet geschikt voor industriële productie. Het reactieproduct bevat</w:t>
      </w:r>
    </w:p>
    <w:p w:rsidR="00F408A2" w:rsidRPr="008064BE" w:rsidRDefault="007405E6">
      <w:pPr>
        <w:pStyle w:val="Plattetekst"/>
        <w:spacing w:line="274" w:lineRule="exact"/>
        <w:ind w:left="1104"/>
        <w:rPr>
          <w:lang w:val="nl-NL"/>
        </w:rPr>
      </w:pPr>
      <w:r w:rsidRPr="008064BE">
        <w:rPr>
          <w:lang w:val="nl-NL"/>
        </w:rPr>
        <w:t>namelijk slechts 35% retinol en verder verschillende stereo-isomeren van retinol.</w:t>
      </w:r>
    </w:p>
    <w:p w:rsidR="00F408A2" w:rsidRPr="008064BE" w:rsidRDefault="007405E6">
      <w:pPr>
        <w:pStyle w:val="Plattetekst"/>
        <w:tabs>
          <w:tab w:val="left" w:pos="590"/>
          <w:tab w:val="left" w:pos="1103"/>
        </w:tabs>
        <w:spacing w:before="202" w:line="261" w:lineRule="auto"/>
        <w:ind w:left="1104" w:right="263" w:hanging="965"/>
        <w:rPr>
          <w:lang w:val="nl-NL"/>
        </w:rPr>
      </w:pPr>
      <w:r w:rsidRPr="008064BE">
        <w:rPr>
          <w:spacing w:val="3"/>
          <w:sz w:val="16"/>
          <w:lang w:val="nl-NL"/>
        </w:rPr>
        <w:t>3p</w:t>
      </w:r>
      <w:r w:rsidRPr="008064BE">
        <w:rPr>
          <w:spacing w:val="3"/>
          <w:sz w:val="16"/>
          <w:lang w:val="nl-NL"/>
        </w:rPr>
        <w:tab/>
      </w:r>
      <w:r w:rsidRPr="008064BE">
        <w:rPr>
          <w:b/>
          <w:spacing w:val="3"/>
          <w:sz w:val="20"/>
          <w:lang w:val="nl-NL"/>
        </w:rPr>
        <w:t>21</w:t>
      </w:r>
      <w:r w:rsidRPr="008064BE">
        <w:rPr>
          <w:b/>
          <w:spacing w:val="3"/>
          <w:sz w:val="20"/>
          <w:lang w:val="nl-NL"/>
        </w:rPr>
        <w:tab/>
      </w:r>
      <w:r w:rsidRPr="008064BE">
        <w:rPr>
          <w:spacing w:val="4"/>
          <w:lang w:val="nl-NL"/>
        </w:rPr>
        <w:t xml:space="preserve">Leid </w:t>
      </w:r>
      <w:r w:rsidRPr="008064BE">
        <w:rPr>
          <w:spacing w:val="2"/>
          <w:lang w:val="nl-NL"/>
        </w:rPr>
        <w:t xml:space="preserve">af </w:t>
      </w:r>
      <w:r w:rsidRPr="008064BE">
        <w:rPr>
          <w:spacing w:val="5"/>
          <w:lang w:val="nl-NL"/>
        </w:rPr>
        <w:t xml:space="preserve">hoeveel stereo-isomeren </w:t>
      </w:r>
      <w:r w:rsidRPr="008064BE">
        <w:rPr>
          <w:spacing w:val="4"/>
          <w:lang w:val="nl-NL"/>
        </w:rPr>
        <w:t xml:space="preserve">maximaal </w:t>
      </w:r>
      <w:r w:rsidRPr="008064BE">
        <w:rPr>
          <w:spacing w:val="5"/>
          <w:lang w:val="nl-NL"/>
        </w:rPr>
        <w:t xml:space="preserve">mogelijk </w:t>
      </w:r>
      <w:r w:rsidRPr="008064BE">
        <w:rPr>
          <w:spacing w:val="3"/>
          <w:lang w:val="nl-NL"/>
        </w:rPr>
        <w:t xml:space="preserve">zijn </w:t>
      </w:r>
      <w:r w:rsidRPr="008064BE">
        <w:rPr>
          <w:spacing w:val="2"/>
          <w:lang w:val="nl-NL"/>
        </w:rPr>
        <w:t xml:space="preserve">van </w:t>
      </w:r>
      <w:r w:rsidRPr="008064BE">
        <w:rPr>
          <w:spacing w:val="4"/>
          <w:lang w:val="nl-NL"/>
        </w:rPr>
        <w:t xml:space="preserve">retinol. Gebruik </w:t>
      </w:r>
      <w:r w:rsidRPr="008064BE">
        <w:rPr>
          <w:lang w:val="nl-NL"/>
        </w:rPr>
        <w:t xml:space="preserve">in </w:t>
      </w:r>
      <w:r w:rsidRPr="008064BE">
        <w:rPr>
          <w:spacing w:val="4"/>
          <w:lang w:val="nl-NL"/>
        </w:rPr>
        <w:t xml:space="preserve">je </w:t>
      </w:r>
      <w:r w:rsidRPr="008064BE">
        <w:rPr>
          <w:spacing w:val="5"/>
          <w:lang w:val="nl-NL"/>
        </w:rPr>
        <w:t xml:space="preserve">uitleg nummers </w:t>
      </w:r>
      <w:r w:rsidRPr="008064BE">
        <w:rPr>
          <w:spacing w:val="3"/>
          <w:lang w:val="nl-NL"/>
        </w:rPr>
        <w:t xml:space="preserve">van </w:t>
      </w:r>
      <w:r w:rsidRPr="008064BE">
        <w:rPr>
          <w:spacing w:val="2"/>
          <w:lang w:val="nl-NL"/>
        </w:rPr>
        <w:t xml:space="preserve">de </w:t>
      </w:r>
      <w:r w:rsidRPr="008064BE">
        <w:rPr>
          <w:spacing w:val="5"/>
          <w:lang w:val="nl-NL"/>
        </w:rPr>
        <w:t xml:space="preserve">koolstofatomen </w:t>
      </w:r>
      <w:r w:rsidRPr="008064BE">
        <w:rPr>
          <w:spacing w:val="4"/>
          <w:lang w:val="nl-NL"/>
        </w:rPr>
        <w:t xml:space="preserve">zoals </w:t>
      </w:r>
      <w:r w:rsidRPr="008064BE">
        <w:rPr>
          <w:lang w:val="nl-NL"/>
        </w:rPr>
        <w:t xml:space="preserve">in </w:t>
      </w:r>
      <w:r w:rsidRPr="008064BE">
        <w:rPr>
          <w:spacing w:val="2"/>
          <w:lang w:val="nl-NL"/>
        </w:rPr>
        <w:t xml:space="preserve">de </w:t>
      </w:r>
      <w:r w:rsidRPr="008064BE">
        <w:rPr>
          <w:spacing w:val="5"/>
          <w:lang w:val="nl-NL"/>
        </w:rPr>
        <w:t>structuurformule</w:t>
      </w:r>
      <w:r w:rsidRPr="008064BE">
        <w:rPr>
          <w:spacing w:val="16"/>
          <w:lang w:val="nl-NL"/>
        </w:rPr>
        <w:t xml:space="preserve"> </w:t>
      </w:r>
      <w:r w:rsidRPr="008064BE">
        <w:rPr>
          <w:spacing w:val="5"/>
          <w:lang w:val="nl-NL"/>
        </w:rPr>
        <w:t>hierboven.</w:t>
      </w:r>
    </w:p>
    <w:p w:rsidR="00F408A2" w:rsidRPr="008064BE" w:rsidRDefault="007405E6">
      <w:pPr>
        <w:pStyle w:val="Plattetekst"/>
        <w:tabs>
          <w:tab w:val="left" w:pos="590"/>
          <w:tab w:val="left" w:pos="1103"/>
        </w:tabs>
        <w:spacing w:before="151" w:line="261" w:lineRule="auto"/>
        <w:ind w:left="1104" w:right="718" w:hanging="965"/>
        <w:rPr>
          <w:lang w:val="nl-NL"/>
        </w:rPr>
      </w:pPr>
      <w:r w:rsidRPr="008064BE">
        <w:rPr>
          <w:spacing w:val="3"/>
          <w:sz w:val="16"/>
          <w:lang w:val="nl-NL"/>
        </w:rPr>
        <w:t>2p</w:t>
      </w:r>
      <w:r w:rsidRPr="008064BE">
        <w:rPr>
          <w:spacing w:val="3"/>
          <w:sz w:val="16"/>
          <w:lang w:val="nl-NL"/>
        </w:rPr>
        <w:tab/>
      </w:r>
      <w:r w:rsidRPr="008064BE">
        <w:rPr>
          <w:b/>
          <w:spacing w:val="3"/>
          <w:sz w:val="20"/>
          <w:lang w:val="nl-NL"/>
        </w:rPr>
        <w:t>22</w:t>
      </w:r>
      <w:r w:rsidRPr="008064BE">
        <w:rPr>
          <w:b/>
          <w:spacing w:val="3"/>
          <w:sz w:val="20"/>
          <w:lang w:val="nl-NL"/>
        </w:rPr>
        <w:tab/>
      </w:r>
      <w:r w:rsidRPr="008064BE">
        <w:rPr>
          <w:spacing w:val="4"/>
          <w:lang w:val="nl-NL"/>
        </w:rPr>
        <w:t xml:space="preserve">Leg </w:t>
      </w:r>
      <w:r w:rsidRPr="008064BE">
        <w:rPr>
          <w:spacing w:val="3"/>
          <w:lang w:val="nl-NL"/>
        </w:rPr>
        <w:t xml:space="preserve">uit met </w:t>
      </w:r>
      <w:r w:rsidRPr="008064BE">
        <w:rPr>
          <w:spacing w:val="4"/>
          <w:lang w:val="nl-NL"/>
        </w:rPr>
        <w:t xml:space="preserve">behulp </w:t>
      </w:r>
      <w:r w:rsidRPr="008064BE">
        <w:rPr>
          <w:spacing w:val="3"/>
          <w:lang w:val="nl-NL"/>
        </w:rPr>
        <w:t xml:space="preserve">van </w:t>
      </w:r>
      <w:r w:rsidRPr="008064BE">
        <w:rPr>
          <w:spacing w:val="5"/>
          <w:lang w:val="nl-NL"/>
        </w:rPr>
        <w:t xml:space="preserve">Binas-tabel </w:t>
      </w:r>
      <w:r w:rsidRPr="008064BE">
        <w:rPr>
          <w:spacing w:val="3"/>
          <w:lang w:val="nl-NL"/>
        </w:rPr>
        <w:t>67</w:t>
      </w:r>
      <w:r w:rsidRPr="008064BE">
        <w:rPr>
          <w:rFonts w:ascii="Times New Roman" w:hAnsi="Times New Roman"/>
          <w:spacing w:val="3"/>
          <w:sz w:val="26"/>
          <w:lang w:val="nl-NL"/>
        </w:rPr>
        <w:t xml:space="preserve">I </w:t>
      </w:r>
      <w:r w:rsidRPr="008064BE">
        <w:rPr>
          <w:spacing w:val="4"/>
          <w:lang w:val="nl-NL"/>
        </w:rPr>
        <w:t xml:space="preserve">waarom bij </w:t>
      </w:r>
      <w:r w:rsidRPr="008064BE">
        <w:rPr>
          <w:spacing w:val="2"/>
          <w:lang w:val="nl-NL"/>
        </w:rPr>
        <w:t xml:space="preserve">de </w:t>
      </w:r>
      <w:r w:rsidRPr="008064BE">
        <w:rPr>
          <w:spacing w:val="4"/>
          <w:lang w:val="nl-NL"/>
        </w:rPr>
        <w:t xml:space="preserve">vorming </w:t>
      </w:r>
      <w:r w:rsidRPr="008064BE">
        <w:rPr>
          <w:spacing w:val="2"/>
          <w:lang w:val="nl-NL"/>
        </w:rPr>
        <w:t xml:space="preserve">van </w:t>
      </w:r>
      <w:r w:rsidRPr="008064BE">
        <w:rPr>
          <w:spacing w:val="4"/>
          <w:lang w:val="nl-NL"/>
        </w:rPr>
        <w:t xml:space="preserve">retinol </w:t>
      </w:r>
      <w:r w:rsidRPr="008064BE">
        <w:rPr>
          <w:spacing w:val="3"/>
          <w:lang w:val="nl-NL"/>
        </w:rPr>
        <w:t xml:space="preserve">uit </w:t>
      </w:r>
      <w:r w:rsidRPr="008064BE">
        <w:rPr>
          <w:spacing w:val="5"/>
          <w:lang w:val="nl-NL"/>
        </w:rPr>
        <w:t xml:space="preserve">bètacaroteen </w:t>
      </w:r>
      <w:r w:rsidRPr="008064BE">
        <w:rPr>
          <w:lang w:val="nl-NL"/>
        </w:rPr>
        <w:t xml:space="preserve">in </w:t>
      </w:r>
      <w:r w:rsidRPr="008064BE">
        <w:rPr>
          <w:spacing w:val="4"/>
          <w:lang w:val="nl-NL"/>
        </w:rPr>
        <w:t xml:space="preserve">het lichaam </w:t>
      </w:r>
      <w:r w:rsidRPr="008064BE">
        <w:rPr>
          <w:spacing w:val="5"/>
          <w:lang w:val="nl-NL"/>
        </w:rPr>
        <w:t xml:space="preserve">slechts </w:t>
      </w:r>
      <w:r w:rsidRPr="008064BE">
        <w:rPr>
          <w:spacing w:val="3"/>
          <w:lang w:val="nl-NL"/>
        </w:rPr>
        <w:t xml:space="preserve">één </w:t>
      </w:r>
      <w:r w:rsidRPr="008064BE">
        <w:rPr>
          <w:spacing w:val="5"/>
          <w:lang w:val="nl-NL"/>
        </w:rPr>
        <w:t>stereo-isomeer</w:t>
      </w:r>
      <w:r w:rsidRPr="008064BE">
        <w:rPr>
          <w:spacing w:val="66"/>
          <w:lang w:val="nl-NL"/>
        </w:rPr>
        <w:t xml:space="preserve"> </w:t>
      </w:r>
      <w:r w:rsidRPr="008064BE">
        <w:rPr>
          <w:spacing w:val="4"/>
          <w:lang w:val="nl-NL"/>
        </w:rPr>
        <w:t>ontstaat.</w:t>
      </w:r>
    </w:p>
    <w:p w:rsidR="00F408A2" w:rsidRPr="008064BE" w:rsidRDefault="007405E6">
      <w:pPr>
        <w:pStyle w:val="Plattetekst"/>
        <w:spacing w:before="180"/>
        <w:ind w:left="1104"/>
        <w:rPr>
          <w:lang w:val="nl-NL"/>
        </w:rPr>
      </w:pPr>
      <w:r w:rsidRPr="008064BE">
        <w:rPr>
          <w:lang w:val="nl-NL"/>
        </w:rPr>
        <w:t>Niet lang na het werk van Arens en Van Dorp werden betere methodes</w:t>
      </w:r>
    </w:p>
    <w:p w:rsidR="00F408A2" w:rsidRPr="008064BE" w:rsidRDefault="007405E6">
      <w:pPr>
        <w:pStyle w:val="Plattetekst"/>
        <w:spacing w:before="24"/>
        <w:ind w:left="1104"/>
        <w:rPr>
          <w:lang w:val="nl-NL"/>
        </w:rPr>
      </w:pPr>
      <w:r w:rsidRPr="008064BE">
        <w:rPr>
          <w:lang w:val="nl-NL"/>
        </w:rPr>
        <w:t>ontwikkeld om vitamine A te synthetiseren. Een veel gebruikte methode om</w:t>
      </w:r>
    </w:p>
    <w:p w:rsidR="00F408A2" w:rsidRPr="008064BE" w:rsidRDefault="007405E6">
      <w:pPr>
        <w:pStyle w:val="Plattetekst"/>
        <w:spacing w:before="24" w:line="261" w:lineRule="auto"/>
        <w:ind w:left="1104" w:right="534"/>
        <w:rPr>
          <w:lang w:val="nl-NL"/>
        </w:rPr>
      </w:pPr>
      <w:r>
        <w:rPr>
          <w:noProof/>
          <w:lang w:val="nl-NL" w:eastAsia="nl-NL"/>
        </w:rPr>
        <w:drawing>
          <wp:anchor distT="0" distB="0" distL="0" distR="0" simplePos="0" relativeHeight="251646464" behindDoc="0" locked="0" layoutInCell="1" allowOverlap="1">
            <wp:simplePos x="0" y="0"/>
            <wp:positionH relativeFrom="page">
              <wp:posOffset>2743012</wp:posOffset>
            </wp:positionH>
            <wp:positionV relativeFrom="paragraph">
              <wp:posOffset>575160</wp:posOffset>
            </wp:positionV>
            <wp:extent cx="412871" cy="88677"/>
            <wp:effectExtent l="0" t="0" r="0" b="0"/>
            <wp:wrapTopAndBottom/>
            <wp:docPr id="35" name="image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36.png"/>
                    <pic:cNvPicPr/>
                  </pic:nvPicPr>
                  <pic:blipFill>
                    <a:blip r:embed="rId48" cstate="print"/>
                    <a:stretch>
                      <a:fillRect/>
                    </a:stretch>
                  </pic:blipFill>
                  <pic:spPr>
                    <a:xfrm>
                      <a:off x="0" y="0"/>
                      <a:ext cx="412871" cy="88677"/>
                    </a:xfrm>
                    <a:prstGeom prst="rect">
                      <a:avLst/>
                    </a:prstGeom>
                  </pic:spPr>
                </pic:pic>
              </a:graphicData>
            </a:graphic>
          </wp:anchor>
        </w:drawing>
      </w:r>
      <w:r w:rsidR="008064BE">
        <w:pict>
          <v:group id="_x0000_s2106" style="position:absolute;left:0;text-align:left;margin-left:319.6pt;margin-top:38.05pt;width:18.25pt;height:14.35pt;z-index:-251644416;mso-wrap-distance-left:0;mso-wrap-distance-right:0;mso-position-horizontal-relative:page;mso-position-vertical-relative:text" coordorigin="6392,761" coordsize="365,287">
            <v:line id="_x0000_s2110" style="position:absolute" from="6471,1048" to="6471,969" strokeweight=".26942mm"/>
            <v:line id="_x0000_s2109" style="position:absolute" from="6478,1047" to="6478,969" strokeweight=".02994mm"/>
            <v:line id="_x0000_s2108" style="position:absolute" from="6471,1048" to="6471,968" strokeweight=".29933mm"/>
            <v:shape id="_x0000_s2107" type="#_x0000_t75" style="position:absolute;left:6391;top:761;width:365;height:211">
              <v:imagedata r:id="rId49" o:title=""/>
            </v:shape>
            <w10:wrap type="topAndBottom" anchorx="page"/>
          </v:group>
        </w:pict>
      </w:r>
      <w:r w:rsidR="008064BE">
        <w:pict>
          <v:group id="_x0000_s2098" style="position:absolute;left:0;text-align:left;margin-left:329.8pt;margin-top:56pt;width:14.3pt;height:7.65pt;z-index:-251651584;mso-position-horizontal-relative:page;mso-position-vertical-relative:text" coordorigin="6596,1120" coordsize="286,153">
            <v:rect id="_x0000_s2105" style="position:absolute;left:6597;top:1181;width:79;height:16" fillcolor="black" stroked="f"/>
            <v:rect id="_x0000_s2104" style="position:absolute;left:6597;top:1181;width:79;height:16" filled="f" strokeweight="0"/>
            <v:line id="_x0000_s2103" style="position:absolute" from="6675,1196" to="6675,1181" strokeweight=".02994mm"/>
            <v:line id="_x0000_s2102" style="position:absolute" from="6675,1181" to="6597,1181" strokeweight=".02997mm"/>
            <v:line id="_x0000_s2101" style="position:absolute" from="6597,1181" to="6597,1196" strokeweight=".02994mm"/>
            <v:line id="_x0000_s2100" style="position:absolute" from="6597,1196" to="6675,1196" strokeweight=".02997mm"/>
            <v:shape id="_x0000_s2099" type="#_x0000_t75" style="position:absolute;left:6739;top:1119;width:143;height:153">
              <v:imagedata r:id="rId50" o:title=""/>
            </v:shape>
            <w10:wrap anchorx="page"/>
          </v:group>
        </w:pict>
      </w:r>
      <w:r w:rsidRPr="008064BE">
        <w:rPr>
          <w:spacing w:val="5"/>
          <w:lang w:val="nl-NL"/>
        </w:rPr>
        <w:t xml:space="preserve">retinol </w:t>
      </w:r>
      <w:r w:rsidRPr="008064BE">
        <w:rPr>
          <w:spacing w:val="2"/>
          <w:lang w:val="nl-NL"/>
        </w:rPr>
        <w:t xml:space="preserve">op </w:t>
      </w:r>
      <w:r w:rsidRPr="008064BE">
        <w:rPr>
          <w:spacing w:val="3"/>
          <w:lang w:val="nl-NL"/>
        </w:rPr>
        <w:t xml:space="preserve">grote </w:t>
      </w:r>
      <w:r w:rsidRPr="008064BE">
        <w:rPr>
          <w:spacing w:val="4"/>
          <w:lang w:val="nl-NL"/>
        </w:rPr>
        <w:t xml:space="preserve">schaal </w:t>
      </w:r>
      <w:r w:rsidRPr="008064BE">
        <w:rPr>
          <w:spacing w:val="2"/>
          <w:lang w:val="nl-NL"/>
        </w:rPr>
        <w:t xml:space="preserve">te </w:t>
      </w:r>
      <w:r w:rsidRPr="008064BE">
        <w:rPr>
          <w:spacing w:val="5"/>
          <w:lang w:val="nl-NL"/>
        </w:rPr>
        <w:t xml:space="preserve">produceren </w:t>
      </w:r>
      <w:r w:rsidRPr="008064BE">
        <w:rPr>
          <w:spacing w:val="4"/>
          <w:lang w:val="nl-NL"/>
        </w:rPr>
        <w:t xml:space="preserve">begint met reactie </w:t>
      </w:r>
      <w:r w:rsidRPr="008064BE">
        <w:rPr>
          <w:spacing w:val="2"/>
          <w:lang w:val="nl-NL"/>
        </w:rPr>
        <w:t xml:space="preserve">1. In </w:t>
      </w:r>
      <w:r w:rsidRPr="008064BE">
        <w:rPr>
          <w:spacing w:val="4"/>
          <w:lang w:val="nl-NL"/>
        </w:rPr>
        <w:t xml:space="preserve">reactie </w:t>
      </w:r>
      <w:r w:rsidRPr="008064BE">
        <w:rPr>
          <w:lang w:val="nl-NL"/>
        </w:rPr>
        <w:t xml:space="preserve">1 </w:t>
      </w:r>
      <w:r w:rsidRPr="008064BE">
        <w:rPr>
          <w:spacing w:val="4"/>
          <w:lang w:val="nl-NL"/>
        </w:rPr>
        <w:t xml:space="preserve">reageert </w:t>
      </w:r>
      <w:r w:rsidRPr="008064BE">
        <w:rPr>
          <w:lang w:val="nl-NL"/>
        </w:rPr>
        <w:t>1</w:t>
      </w:r>
      <w:r w:rsidRPr="008064BE">
        <w:rPr>
          <w:spacing w:val="12"/>
          <w:lang w:val="nl-NL"/>
        </w:rPr>
        <w:t xml:space="preserve"> </w:t>
      </w:r>
      <w:r w:rsidRPr="008064BE">
        <w:rPr>
          <w:spacing w:val="4"/>
          <w:lang w:val="nl-NL"/>
        </w:rPr>
        <w:t>mol</w:t>
      </w:r>
      <w:r w:rsidRPr="008064BE">
        <w:rPr>
          <w:spacing w:val="14"/>
          <w:lang w:val="nl-NL"/>
        </w:rPr>
        <w:t xml:space="preserve"> </w:t>
      </w:r>
      <w:r w:rsidRPr="008064BE">
        <w:rPr>
          <w:spacing w:val="3"/>
          <w:lang w:val="nl-NL"/>
        </w:rPr>
        <w:t>van</w:t>
      </w:r>
      <w:r w:rsidRPr="008064BE">
        <w:rPr>
          <w:spacing w:val="15"/>
          <w:lang w:val="nl-NL"/>
        </w:rPr>
        <w:t xml:space="preserve"> </w:t>
      </w:r>
      <w:r w:rsidRPr="008064BE">
        <w:rPr>
          <w:spacing w:val="3"/>
          <w:lang w:val="nl-NL"/>
        </w:rPr>
        <w:t>stof</w:t>
      </w:r>
      <w:r w:rsidRPr="008064BE">
        <w:rPr>
          <w:spacing w:val="17"/>
          <w:lang w:val="nl-NL"/>
        </w:rPr>
        <w:t xml:space="preserve"> </w:t>
      </w:r>
      <w:r w:rsidRPr="008064BE">
        <w:rPr>
          <w:lang w:val="nl-NL"/>
        </w:rPr>
        <w:t>X</w:t>
      </w:r>
      <w:r w:rsidRPr="008064BE">
        <w:rPr>
          <w:spacing w:val="10"/>
          <w:lang w:val="nl-NL"/>
        </w:rPr>
        <w:t xml:space="preserve"> </w:t>
      </w:r>
      <w:r w:rsidRPr="008064BE">
        <w:rPr>
          <w:spacing w:val="4"/>
          <w:lang w:val="nl-NL"/>
        </w:rPr>
        <w:t>met</w:t>
      </w:r>
      <w:r w:rsidRPr="008064BE">
        <w:rPr>
          <w:spacing w:val="11"/>
          <w:lang w:val="nl-NL"/>
        </w:rPr>
        <w:t xml:space="preserve"> </w:t>
      </w:r>
      <w:r w:rsidRPr="008064BE">
        <w:rPr>
          <w:spacing w:val="4"/>
          <w:lang w:val="nl-NL"/>
        </w:rPr>
        <w:t>ethyn</w:t>
      </w:r>
      <w:r w:rsidRPr="008064BE">
        <w:rPr>
          <w:spacing w:val="15"/>
          <w:lang w:val="nl-NL"/>
        </w:rPr>
        <w:t xml:space="preserve"> </w:t>
      </w:r>
      <w:r w:rsidRPr="008064BE">
        <w:rPr>
          <w:spacing w:val="2"/>
          <w:lang w:val="nl-NL"/>
        </w:rPr>
        <w:t>en</w:t>
      </w:r>
      <w:r w:rsidRPr="008064BE">
        <w:rPr>
          <w:spacing w:val="15"/>
          <w:lang w:val="nl-NL"/>
        </w:rPr>
        <w:t xml:space="preserve"> </w:t>
      </w:r>
      <w:r w:rsidRPr="008064BE">
        <w:rPr>
          <w:spacing w:val="4"/>
          <w:lang w:val="nl-NL"/>
        </w:rPr>
        <w:t>waterstof,</w:t>
      </w:r>
      <w:r w:rsidRPr="008064BE">
        <w:rPr>
          <w:spacing w:val="15"/>
          <w:lang w:val="nl-NL"/>
        </w:rPr>
        <w:t xml:space="preserve"> </w:t>
      </w:r>
      <w:r w:rsidRPr="008064BE">
        <w:rPr>
          <w:spacing w:val="3"/>
          <w:lang w:val="nl-NL"/>
        </w:rPr>
        <w:t>zoals</w:t>
      </w:r>
      <w:r w:rsidRPr="008064BE">
        <w:rPr>
          <w:spacing w:val="14"/>
          <w:lang w:val="nl-NL"/>
        </w:rPr>
        <w:t xml:space="preserve"> </w:t>
      </w:r>
      <w:r w:rsidRPr="008064BE">
        <w:rPr>
          <w:spacing w:val="5"/>
          <w:lang w:val="nl-NL"/>
        </w:rPr>
        <w:t>hieronder</w:t>
      </w:r>
      <w:r w:rsidRPr="008064BE">
        <w:rPr>
          <w:spacing w:val="13"/>
          <w:lang w:val="nl-NL"/>
        </w:rPr>
        <w:t xml:space="preserve"> </w:t>
      </w:r>
      <w:r w:rsidRPr="008064BE">
        <w:rPr>
          <w:lang w:val="nl-NL"/>
        </w:rPr>
        <w:t>is</w:t>
      </w:r>
      <w:r w:rsidRPr="008064BE">
        <w:rPr>
          <w:spacing w:val="15"/>
          <w:lang w:val="nl-NL"/>
        </w:rPr>
        <w:t xml:space="preserve"> </w:t>
      </w:r>
      <w:r w:rsidRPr="008064BE">
        <w:rPr>
          <w:spacing w:val="4"/>
          <w:lang w:val="nl-NL"/>
        </w:rPr>
        <w:t>weergegeven.</w:t>
      </w:r>
    </w:p>
    <w:p w:rsidR="00F408A2" w:rsidRPr="008064BE" w:rsidRDefault="00F408A2">
      <w:pPr>
        <w:pStyle w:val="Plattetekst"/>
        <w:spacing w:before="9"/>
        <w:rPr>
          <w:sz w:val="2"/>
          <w:lang w:val="nl-NL"/>
        </w:rPr>
      </w:pPr>
    </w:p>
    <w:p w:rsidR="00F408A2" w:rsidRPr="008064BE" w:rsidRDefault="007405E6">
      <w:pPr>
        <w:tabs>
          <w:tab w:val="left" w:pos="3918"/>
          <w:tab w:val="left" w:pos="4745"/>
        </w:tabs>
        <w:ind w:left="1115"/>
        <w:rPr>
          <w:sz w:val="20"/>
          <w:lang w:val="nl-NL"/>
        </w:rPr>
      </w:pPr>
      <w:r>
        <w:rPr>
          <w:noProof/>
          <w:position w:val="40"/>
          <w:sz w:val="20"/>
          <w:lang w:val="nl-NL" w:eastAsia="nl-NL"/>
        </w:rPr>
        <w:drawing>
          <wp:inline distT="0" distB="0" distL="0" distR="0">
            <wp:extent cx="339765" cy="100012"/>
            <wp:effectExtent l="0" t="0" r="0" b="0"/>
            <wp:docPr id="37" name="image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39.png"/>
                    <pic:cNvPicPr/>
                  </pic:nvPicPr>
                  <pic:blipFill>
                    <a:blip r:embed="rId51" cstate="print"/>
                    <a:stretch>
                      <a:fillRect/>
                    </a:stretch>
                  </pic:blipFill>
                  <pic:spPr>
                    <a:xfrm>
                      <a:off x="0" y="0"/>
                      <a:ext cx="339765" cy="100012"/>
                    </a:xfrm>
                    <a:prstGeom prst="rect">
                      <a:avLst/>
                    </a:prstGeom>
                  </pic:spPr>
                </pic:pic>
              </a:graphicData>
            </a:graphic>
          </wp:inline>
        </w:drawing>
      </w:r>
      <w:r w:rsidRPr="008064BE">
        <w:rPr>
          <w:rFonts w:ascii="Times New Roman"/>
          <w:spacing w:val="91"/>
          <w:position w:val="40"/>
          <w:sz w:val="12"/>
          <w:lang w:val="nl-NL"/>
        </w:rPr>
        <w:t xml:space="preserve"> </w:t>
      </w:r>
      <w:r>
        <w:rPr>
          <w:noProof/>
          <w:spacing w:val="91"/>
          <w:position w:val="42"/>
          <w:sz w:val="20"/>
          <w:lang w:val="nl-NL" w:eastAsia="nl-NL"/>
        </w:rPr>
        <w:drawing>
          <wp:inline distT="0" distB="0" distL="0" distR="0">
            <wp:extent cx="76090" cy="76200"/>
            <wp:effectExtent l="0" t="0" r="0" b="0"/>
            <wp:docPr id="39"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40.png"/>
                    <pic:cNvPicPr/>
                  </pic:nvPicPr>
                  <pic:blipFill>
                    <a:blip r:embed="rId52" cstate="print"/>
                    <a:stretch>
                      <a:fillRect/>
                    </a:stretch>
                  </pic:blipFill>
                  <pic:spPr>
                    <a:xfrm>
                      <a:off x="0" y="0"/>
                      <a:ext cx="76090" cy="76200"/>
                    </a:xfrm>
                    <a:prstGeom prst="rect">
                      <a:avLst/>
                    </a:prstGeom>
                  </pic:spPr>
                </pic:pic>
              </a:graphicData>
            </a:graphic>
          </wp:inline>
        </w:drawing>
      </w:r>
      <w:r w:rsidRPr="008064BE">
        <w:rPr>
          <w:rFonts w:ascii="Times New Roman"/>
          <w:spacing w:val="146"/>
          <w:position w:val="42"/>
          <w:sz w:val="15"/>
          <w:lang w:val="nl-NL"/>
        </w:rPr>
        <w:t xml:space="preserve"> </w:t>
      </w:r>
      <w:r>
        <w:rPr>
          <w:noProof/>
          <w:spacing w:val="146"/>
          <w:position w:val="40"/>
          <w:sz w:val="20"/>
          <w:lang w:val="nl-NL" w:eastAsia="nl-NL"/>
        </w:rPr>
        <w:drawing>
          <wp:inline distT="0" distB="0" distL="0" distR="0">
            <wp:extent cx="188130" cy="98012"/>
            <wp:effectExtent l="0" t="0" r="0" b="0"/>
            <wp:docPr id="41" name="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41.png"/>
                    <pic:cNvPicPr/>
                  </pic:nvPicPr>
                  <pic:blipFill>
                    <a:blip r:embed="rId53" cstate="print"/>
                    <a:stretch>
                      <a:fillRect/>
                    </a:stretch>
                  </pic:blipFill>
                  <pic:spPr>
                    <a:xfrm>
                      <a:off x="0" y="0"/>
                      <a:ext cx="188130" cy="98012"/>
                    </a:xfrm>
                    <a:prstGeom prst="rect">
                      <a:avLst/>
                    </a:prstGeom>
                  </pic:spPr>
                </pic:pic>
              </a:graphicData>
            </a:graphic>
          </wp:inline>
        </w:drawing>
      </w:r>
      <w:r w:rsidRPr="008064BE">
        <w:rPr>
          <w:rFonts w:ascii="Times New Roman"/>
          <w:spacing w:val="43"/>
          <w:position w:val="40"/>
          <w:sz w:val="15"/>
          <w:lang w:val="nl-NL"/>
        </w:rPr>
        <w:t xml:space="preserve"> </w:t>
      </w:r>
      <w:r w:rsidR="008064BE">
        <w:rPr>
          <w:spacing w:val="43"/>
          <w:position w:val="40"/>
          <w:sz w:val="20"/>
        </w:rPr>
      </w:r>
      <w:r w:rsidR="008064BE">
        <w:rPr>
          <w:spacing w:val="43"/>
          <w:position w:val="40"/>
          <w:sz w:val="20"/>
        </w:rPr>
        <w:pict>
          <v:group id="_x0000_s2078" style="width:22.05pt;height:7.65pt;mso-position-horizontal-relative:char;mso-position-vertical-relative:line" coordsize="441,153">
            <v:shape id="_x0000_s2097" type="#_x0000_t75" style="position:absolute;left:146;width:294;height:153">
              <v:imagedata r:id="rId54" o:title=""/>
            </v:shape>
            <v:rect id="_x0000_s2096" style="position:absolute;left:2;top:113;width:77;height:16" fillcolor="black" stroked="f"/>
            <v:rect id="_x0000_s2095" style="position:absolute;left:2;top:113;width:77;height:16" filled="f" strokeweight="0"/>
            <v:line id="_x0000_s2094" style="position:absolute" from="3,114" to="3,129" strokeweight=".02994mm"/>
            <v:line id="_x0000_s2093" style="position:absolute" from="3,129" to="79,129" strokeweight=".02997mm"/>
            <v:line id="_x0000_s2092" style="position:absolute" from="79,129" to="79,114" strokeweight=".02994mm"/>
            <v:line id="_x0000_s2091" style="position:absolute" from="79,114" to="3,114" strokeweight=".02997mm"/>
            <v:rect id="_x0000_s2090" style="position:absolute;left:2;top:74;width:77;height:16" fillcolor="black" stroked="f"/>
            <v:rect id="_x0000_s2089" style="position:absolute;left:2;top:74;width:77;height:16" filled="f" strokeweight="0"/>
            <v:line id="_x0000_s2088" style="position:absolute" from="3,75" to="3,90" strokeweight=".02994mm"/>
            <v:line id="_x0000_s2087" style="position:absolute" from="3,90" to="79,90" strokeweight=".02997mm"/>
            <v:line id="_x0000_s2086" style="position:absolute" from="79,90" to="79,75" strokeweight=".02994mm"/>
            <v:line id="_x0000_s2085" style="position:absolute" from="79,75" to="3,75" strokeweight=".02997mm"/>
            <v:rect id="_x0000_s2084" style="position:absolute;top:35;width:77;height:16" fillcolor="black" stroked="f"/>
            <v:rect id="_x0000_s2083" style="position:absolute;top:35;width:77;height:16" filled="f" strokeweight="0"/>
            <v:line id="_x0000_s2082" style="position:absolute" from="77,51" to="77,36" strokeweight=".02994mm"/>
            <v:line id="_x0000_s2081" style="position:absolute" from="77,36" to="1,36" strokeweight=".02997mm"/>
            <v:line id="_x0000_s2080" style="position:absolute" from="1,36" to="1,51" strokeweight=".02994mm"/>
            <v:line id="_x0000_s2079" style="position:absolute" from="1,51" to="77,51" strokeweight=".02997mm"/>
            <w10:anchorlock/>
          </v:group>
        </w:pict>
      </w:r>
      <w:r w:rsidRPr="008064BE">
        <w:rPr>
          <w:rFonts w:ascii="Times New Roman"/>
          <w:spacing w:val="79"/>
          <w:position w:val="40"/>
          <w:sz w:val="12"/>
          <w:lang w:val="nl-NL"/>
        </w:rPr>
        <w:t xml:space="preserve"> </w:t>
      </w:r>
      <w:r>
        <w:rPr>
          <w:noProof/>
          <w:spacing w:val="79"/>
          <w:position w:val="42"/>
          <w:sz w:val="20"/>
          <w:lang w:val="nl-NL" w:eastAsia="nl-NL"/>
        </w:rPr>
        <w:drawing>
          <wp:inline distT="0" distB="0" distL="0" distR="0">
            <wp:extent cx="76090" cy="76200"/>
            <wp:effectExtent l="0" t="0" r="0" b="0"/>
            <wp:docPr id="43"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40.png"/>
                    <pic:cNvPicPr/>
                  </pic:nvPicPr>
                  <pic:blipFill>
                    <a:blip r:embed="rId52" cstate="print"/>
                    <a:stretch>
                      <a:fillRect/>
                    </a:stretch>
                  </pic:blipFill>
                  <pic:spPr>
                    <a:xfrm>
                      <a:off x="0" y="0"/>
                      <a:ext cx="76090" cy="76200"/>
                    </a:xfrm>
                    <a:prstGeom prst="rect">
                      <a:avLst/>
                    </a:prstGeom>
                  </pic:spPr>
                </pic:pic>
              </a:graphicData>
            </a:graphic>
          </wp:inline>
        </w:drawing>
      </w:r>
      <w:r w:rsidRPr="008064BE">
        <w:rPr>
          <w:rFonts w:ascii="Times New Roman"/>
          <w:spacing w:val="108"/>
          <w:position w:val="42"/>
          <w:sz w:val="20"/>
          <w:lang w:val="nl-NL"/>
        </w:rPr>
        <w:t xml:space="preserve"> </w:t>
      </w:r>
      <w:r>
        <w:rPr>
          <w:noProof/>
          <w:spacing w:val="108"/>
          <w:position w:val="35"/>
          <w:sz w:val="20"/>
          <w:lang w:val="nl-NL" w:eastAsia="nl-NL"/>
        </w:rPr>
        <w:drawing>
          <wp:inline distT="0" distB="0" distL="0" distR="0">
            <wp:extent cx="144515" cy="130683"/>
            <wp:effectExtent l="0" t="0" r="0" b="0"/>
            <wp:docPr id="45" name="image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43.png"/>
                    <pic:cNvPicPr/>
                  </pic:nvPicPr>
                  <pic:blipFill>
                    <a:blip r:embed="rId55" cstate="print"/>
                    <a:stretch>
                      <a:fillRect/>
                    </a:stretch>
                  </pic:blipFill>
                  <pic:spPr>
                    <a:xfrm>
                      <a:off x="0" y="0"/>
                      <a:ext cx="144515" cy="130683"/>
                    </a:xfrm>
                    <a:prstGeom prst="rect">
                      <a:avLst/>
                    </a:prstGeom>
                  </pic:spPr>
                </pic:pic>
              </a:graphicData>
            </a:graphic>
          </wp:inline>
        </w:drawing>
      </w:r>
      <w:r w:rsidRPr="008064BE">
        <w:rPr>
          <w:spacing w:val="108"/>
          <w:position w:val="35"/>
          <w:sz w:val="20"/>
          <w:lang w:val="nl-NL"/>
        </w:rPr>
        <w:tab/>
      </w:r>
      <w:r w:rsidR="008064BE">
        <w:rPr>
          <w:spacing w:val="108"/>
          <w:position w:val="44"/>
          <w:sz w:val="20"/>
        </w:rPr>
      </w:r>
      <w:r w:rsidR="008064BE">
        <w:rPr>
          <w:spacing w:val="108"/>
          <w:position w:val="44"/>
          <w:sz w:val="20"/>
        </w:rPr>
        <w:pict>
          <v:group id="_x0000_s2074" style="width:13pt;height:3.1pt;mso-position-horizontal-relative:char;mso-position-vertical-relative:line" coordsize="260,62">
            <v:line id="_x0000_s2077" style="position:absolute" from="231,29" to="0,29" strokeweight=".23983mm"/>
            <v:shape id="_x0000_s2076" style="position:absolute;left:156;width:104;height:62" coordorigin="156" coordsize="104,62" path="m156,61r7,-3l166,49r2,-12l166,24,165,12,161,3,156,,260,29,156,61xe" fillcolor="black" stroked="f">
              <v:path arrowok="t"/>
            </v:shape>
            <v:shape id="_x0000_s2075" style="position:absolute;left:156;width:104;height:62" coordorigin="156" coordsize="104,62" path="m156,l260,29,156,61r7,-3l166,49r2,-12l166,24,165,12,161,3,156,xe" filled="f" strokeweight="0">
              <v:path arrowok="t"/>
            </v:shape>
            <w10:anchorlock/>
          </v:group>
        </w:pict>
      </w:r>
      <w:r w:rsidRPr="008064BE">
        <w:rPr>
          <w:spacing w:val="108"/>
          <w:position w:val="44"/>
          <w:sz w:val="20"/>
          <w:lang w:val="nl-NL"/>
        </w:rPr>
        <w:tab/>
      </w:r>
      <w:r>
        <w:rPr>
          <w:noProof/>
          <w:spacing w:val="108"/>
          <w:position w:val="34"/>
          <w:sz w:val="20"/>
          <w:lang w:val="nl-NL" w:eastAsia="nl-NL"/>
        </w:rPr>
        <w:drawing>
          <wp:inline distT="0" distB="0" distL="0" distR="0">
            <wp:extent cx="566172" cy="133350"/>
            <wp:effectExtent l="0" t="0" r="0" b="0"/>
            <wp:docPr id="47" name="image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44.png"/>
                    <pic:cNvPicPr/>
                  </pic:nvPicPr>
                  <pic:blipFill>
                    <a:blip r:embed="rId56" cstate="print"/>
                    <a:stretch>
                      <a:fillRect/>
                    </a:stretch>
                  </pic:blipFill>
                  <pic:spPr>
                    <a:xfrm>
                      <a:off x="0" y="0"/>
                      <a:ext cx="566172" cy="133350"/>
                    </a:xfrm>
                    <a:prstGeom prst="rect">
                      <a:avLst/>
                    </a:prstGeom>
                  </pic:spPr>
                </pic:pic>
              </a:graphicData>
            </a:graphic>
          </wp:inline>
        </w:drawing>
      </w:r>
      <w:r w:rsidRPr="008064BE">
        <w:rPr>
          <w:rFonts w:ascii="Times New Roman"/>
          <w:spacing w:val="19"/>
          <w:position w:val="34"/>
          <w:sz w:val="20"/>
          <w:lang w:val="nl-NL"/>
        </w:rPr>
        <w:t xml:space="preserve"> </w:t>
      </w:r>
      <w:r w:rsidR="008064BE">
        <w:rPr>
          <w:spacing w:val="19"/>
          <w:sz w:val="20"/>
        </w:rPr>
      </w:r>
      <w:r w:rsidR="008064BE">
        <w:rPr>
          <w:spacing w:val="19"/>
          <w:sz w:val="20"/>
        </w:rPr>
        <w:pict>
          <v:group id="_x0000_s2062" style="width:25.5pt;height:27.65pt;mso-position-horizontal-relative:char;mso-position-vertical-relative:line" coordsize="510,553">
            <v:rect id="_x0000_s2073" style="position:absolute;top:59;width:77;height:16" fillcolor="black" stroked="f"/>
            <v:rect id="_x0000_s2072" style="position:absolute;top:59;width:77;height:16" filled="f" strokeweight="0"/>
            <v:line id="_x0000_s2071" style="position:absolute" from="77,75" to="77,59" strokeweight=".02994mm"/>
            <v:line id="_x0000_s2070" style="position:absolute" from="77,59" to="1,59" strokeweight=".02997mm"/>
            <v:line id="_x0000_s2069" style="position:absolute" from="1,59" to="1,75" strokeweight=".02994mm"/>
            <v:line id="_x0000_s2068" style="position:absolute" from="1,75" to="77,75" strokeweight=".02997mm"/>
            <v:shape id="_x0000_s2067" type="#_x0000_t75" style="position:absolute;left:146;width:131;height:153">
              <v:imagedata r:id="rId57" o:title=""/>
            </v:shape>
            <v:line id="_x0000_s2066" style="position:absolute" from="224,286" to="224,209" strokeweight=".26942mm"/>
            <v:line id="_x0000_s2065" style="position:absolute" from="232,286" to="232,209" strokeweight=".02994mm"/>
            <v:line id="_x0000_s2064" style="position:absolute" from="224,286" to="224,208" strokeweight=".29933mm"/>
            <v:shape id="_x0000_s2063" type="#_x0000_t75" style="position:absolute;left:145;top:339;width:365;height:213">
              <v:imagedata r:id="rId58" o:title=""/>
            </v:shape>
            <w10:anchorlock/>
          </v:group>
        </w:pict>
      </w:r>
      <w:r w:rsidRPr="008064BE">
        <w:rPr>
          <w:rFonts w:ascii="Times New Roman"/>
          <w:spacing w:val="148"/>
          <w:sz w:val="14"/>
          <w:lang w:val="nl-NL"/>
        </w:rPr>
        <w:t xml:space="preserve"> </w:t>
      </w:r>
      <w:r w:rsidR="008064BE">
        <w:rPr>
          <w:spacing w:val="148"/>
          <w:position w:val="40"/>
          <w:sz w:val="20"/>
        </w:rPr>
      </w:r>
      <w:r w:rsidR="008064BE">
        <w:rPr>
          <w:spacing w:val="148"/>
          <w:position w:val="40"/>
          <w:sz w:val="20"/>
        </w:rPr>
        <w:pict>
          <v:group id="_x0000_s2054" style="width:14.15pt;height:7.35pt;mso-position-horizontal-relative:char;mso-position-vertical-relative:line" coordsize="283,147">
            <v:rect id="_x0000_s2061" style="position:absolute;top:49;width:77;height:16" fillcolor="black" stroked="f"/>
            <v:rect id="_x0000_s2060" style="position:absolute;top:49;width:77;height:16" filled="f" strokeweight="0"/>
            <v:line id="_x0000_s2059" style="position:absolute" from="77,65" to="77,49" strokeweight=".02994mm"/>
            <v:line id="_x0000_s2058" style="position:absolute" from="77,49" to="1,49" strokeweight=".02997mm"/>
            <v:line id="_x0000_s2057" style="position:absolute" from="1,49" to="1,65" strokeweight=".02994mm"/>
            <v:line id="_x0000_s2056" style="position:absolute" from="1,65" to="77,65" strokeweight=".02997mm"/>
            <v:shape id="_x0000_s2055" type="#_x0000_t75" style="position:absolute;left:131;width:152;height:147">
              <v:imagedata r:id="rId59" o:title=""/>
            </v:shape>
            <w10:anchorlock/>
          </v:group>
        </w:pict>
      </w:r>
    </w:p>
    <w:p w:rsidR="00F408A2" w:rsidRPr="008064BE" w:rsidRDefault="007405E6">
      <w:pPr>
        <w:pStyle w:val="Plattetekst"/>
        <w:spacing w:before="143"/>
        <w:ind w:left="1104"/>
        <w:rPr>
          <w:lang w:val="nl-NL"/>
        </w:rPr>
      </w:pPr>
      <w:r>
        <w:rPr>
          <w:noProof/>
          <w:lang w:val="nl-NL" w:eastAsia="nl-NL"/>
        </w:rPr>
        <w:drawing>
          <wp:anchor distT="0" distB="0" distL="0" distR="0" simplePos="0" relativeHeight="251653632" behindDoc="0" locked="0" layoutInCell="1" allowOverlap="1">
            <wp:simplePos x="0" y="0"/>
            <wp:positionH relativeFrom="page">
              <wp:posOffset>3518918</wp:posOffset>
            </wp:positionH>
            <wp:positionV relativeFrom="paragraph">
              <wp:posOffset>-166366</wp:posOffset>
            </wp:positionV>
            <wp:extent cx="298179" cy="89153"/>
            <wp:effectExtent l="0" t="0" r="0" b="0"/>
            <wp:wrapNone/>
            <wp:docPr id="49" name="image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48.png"/>
                    <pic:cNvPicPr/>
                  </pic:nvPicPr>
                  <pic:blipFill>
                    <a:blip r:embed="rId60" cstate="print"/>
                    <a:stretch>
                      <a:fillRect/>
                    </a:stretch>
                  </pic:blipFill>
                  <pic:spPr>
                    <a:xfrm>
                      <a:off x="0" y="0"/>
                      <a:ext cx="298179" cy="89153"/>
                    </a:xfrm>
                    <a:prstGeom prst="rect">
                      <a:avLst/>
                    </a:prstGeom>
                  </pic:spPr>
                </pic:pic>
              </a:graphicData>
            </a:graphic>
          </wp:anchor>
        </w:drawing>
      </w:r>
      <w:r w:rsidRPr="008064BE">
        <w:rPr>
          <w:spacing w:val="4"/>
          <w:lang w:val="nl-NL"/>
        </w:rPr>
        <w:t xml:space="preserve">Reactie </w:t>
      </w:r>
      <w:r w:rsidRPr="008064BE">
        <w:rPr>
          <w:lang w:val="nl-NL"/>
        </w:rPr>
        <w:t xml:space="preserve">1 </w:t>
      </w:r>
      <w:r w:rsidRPr="008064BE">
        <w:rPr>
          <w:spacing w:val="3"/>
          <w:lang w:val="nl-NL"/>
        </w:rPr>
        <w:t xml:space="preserve">kan </w:t>
      </w:r>
      <w:r w:rsidRPr="008064BE">
        <w:rPr>
          <w:spacing w:val="4"/>
          <w:lang w:val="nl-NL"/>
        </w:rPr>
        <w:t xml:space="preserve">worden </w:t>
      </w:r>
      <w:r w:rsidRPr="008064BE">
        <w:rPr>
          <w:spacing w:val="5"/>
          <w:lang w:val="nl-NL"/>
        </w:rPr>
        <w:t xml:space="preserve">opgevat </w:t>
      </w:r>
      <w:r w:rsidRPr="008064BE">
        <w:rPr>
          <w:spacing w:val="4"/>
          <w:lang w:val="nl-NL"/>
        </w:rPr>
        <w:t xml:space="preserve">als </w:t>
      </w:r>
      <w:r w:rsidRPr="008064BE">
        <w:rPr>
          <w:spacing w:val="3"/>
          <w:lang w:val="nl-NL"/>
        </w:rPr>
        <w:t>een</w:t>
      </w:r>
      <w:r w:rsidRPr="008064BE">
        <w:rPr>
          <w:spacing w:val="63"/>
          <w:lang w:val="nl-NL"/>
        </w:rPr>
        <w:t xml:space="preserve"> </w:t>
      </w:r>
      <w:r w:rsidRPr="008064BE">
        <w:rPr>
          <w:spacing w:val="5"/>
          <w:lang w:val="nl-NL"/>
        </w:rPr>
        <w:t>additiereactie.</w:t>
      </w:r>
    </w:p>
    <w:p w:rsidR="00F408A2" w:rsidRPr="008064BE" w:rsidRDefault="00F408A2">
      <w:pPr>
        <w:pStyle w:val="Plattetekst"/>
        <w:spacing w:before="2"/>
        <w:rPr>
          <w:sz w:val="28"/>
          <w:lang w:val="nl-NL"/>
        </w:rPr>
      </w:pPr>
    </w:p>
    <w:p w:rsidR="00F408A2" w:rsidRPr="008064BE" w:rsidRDefault="007405E6">
      <w:pPr>
        <w:pStyle w:val="Plattetekst"/>
        <w:tabs>
          <w:tab w:val="left" w:pos="590"/>
          <w:tab w:val="left" w:pos="1103"/>
        </w:tabs>
        <w:spacing w:before="1"/>
        <w:ind w:left="139"/>
        <w:rPr>
          <w:lang w:val="nl-NL"/>
        </w:rPr>
      </w:pPr>
      <w:r w:rsidRPr="008064BE">
        <w:rPr>
          <w:spacing w:val="3"/>
          <w:sz w:val="16"/>
          <w:lang w:val="nl-NL"/>
        </w:rPr>
        <w:t>2p</w:t>
      </w:r>
      <w:r w:rsidRPr="008064BE">
        <w:rPr>
          <w:spacing w:val="3"/>
          <w:sz w:val="16"/>
          <w:lang w:val="nl-NL"/>
        </w:rPr>
        <w:tab/>
      </w:r>
      <w:r w:rsidRPr="008064BE">
        <w:rPr>
          <w:b/>
          <w:spacing w:val="3"/>
          <w:sz w:val="20"/>
          <w:lang w:val="nl-NL"/>
        </w:rPr>
        <w:t>23</w:t>
      </w:r>
      <w:r w:rsidRPr="008064BE">
        <w:rPr>
          <w:b/>
          <w:spacing w:val="3"/>
          <w:sz w:val="20"/>
          <w:lang w:val="nl-NL"/>
        </w:rPr>
        <w:tab/>
      </w:r>
      <w:r w:rsidRPr="008064BE">
        <w:rPr>
          <w:spacing w:val="4"/>
          <w:lang w:val="nl-NL"/>
        </w:rPr>
        <w:t xml:space="preserve">Geef </w:t>
      </w:r>
      <w:r w:rsidRPr="008064BE">
        <w:rPr>
          <w:spacing w:val="2"/>
          <w:lang w:val="nl-NL"/>
        </w:rPr>
        <w:t xml:space="preserve">de </w:t>
      </w:r>
      <w:r w:rsidRPr="008064BE">
        <w:rPr>
          <w:spacing w:val="5"/>
          <w:lang w:val="nl-NL"/>
        </w:rPr>
        <w:t xml:space="preserve">structuurformule </w:t>
      </w:r>
      <w:r w:rsidRPr="008064BE">
        <w:rPr>
          <w:spacing w:val="3"/>
          <w:lang w:val="nl-NL"/>
        </w:rPr>
        <w:t>van stof</w:t>
      </w:r>
      <w:r w:rsidRPr="008064BE">
        <w:rPr>
          <w:spacing w:val="51"/>
          <w:lang w:val="nl-NL"/>
        </w:rPr>
        <w:t xml:space="preserve"> </w:t>
      </w:r>
      <w:r w:rsidRPr="008064BE">
        <w:rPr>
          <w:lang w:val="nl-NL"/>
        </w:rPr>
        <w:t>X.</w:t>
      </w:r>
    </w:p>
    <w:p w:rsidR="00F408A2" w:rsidRPr="008064BE" w:rsidRDefault="00F408A2">
      <w:pPr>
        <w:pStyle w:val="Plattetekst"/>
        <w:spacing w:before="1"/>
        <w:rPr>
          <w:sz w:val="28"/>
          <w:lang w:val="nl-NL"/>
        </w:rPr>
      </w:pPr>
    </w:p>
    <w:p w:rsidR="00F408A2" w:rsidRPr="008064BE" w:rsidRDefault="007405E6">
      <w:pPr>
        <w:pStyle w:val="Plattetekst"/>
        <w:spacing w:before="1" w:line="261" w:lineRule="auto"/>
        <w:ind w:left="1104" w:right="635"/>
        <w:rPr>
          <w:lang w:val="nl-NL"/>
        </w:rPr>
      </w:pPr>
      <w:r w:rsidRPr="008064BE">
        <w:rPr>
          <w:lang w:val="nl-NL"/>
        </w:rPr>
        <w:t>In reactie 2 wordt stof A vervolgens omgezet tot stof B. Het mechanisme van reactie 2 is op de uitwerkbijlage in twee stappen onvolledig weergegeven.</w:t>
      </w:r>
    </w:p>
    <w:p w:rsidR="00F408A2" w:rsidRPr="008064BE" w:rsidRDefault="007405E6">
      <w:pPr>
        <w:pStyle w:val="Plattetekst"/>
        <w:spacing w:line="270" w:lineRule="exact"/>
        <w:ind w:left="1104"/>
        <w:rPr>
          <w:lang w:val="nl-NL"/>
        </w:rPr>
      </w:pPr>
      <w:r w:rsidRPr="008064BE">
        <w:rPr>
          <w:lang w:val="nl-NL"/>
        </w:rPr>
        <w:t xml:space="preserve">Behalve stof B en </w:t>
      </w:r>
      <w:r w:rsidRPr="008064BE">
        <w:rPr>
          <w:rFonts w:ascii="Times New Roman" w:hAnsi="Times New Roman"/>
          <w:sz w:val="26"/>
          <w:lang w:val="nl-NL"/>
        </w:rPr>
        <w:t>H</w:t>
      </w:r>
      <w:r w:rsidRPr="008064BE">
        <w:rPr>
          <w:rFonts w:ascii="Times New Roman" w:hAnsi="Times New Roman"/>
          <w:sz w:val="26"/>
          <w:vertAlign w:val="superscript"/>
          <w:lang w:val="nl-NL"/>
        </w:rPr>
        <w:t>+</w:t>
      </w:r>
      <w:r w:rsidRPr="008064BE">
        <w:rPr>
          <w:rFonts w:ascii="Times New Roman" w:hAnsi="Times New Roman"/>
          <w:sz w:val="26"/>
          <w:lang w:val="nl-NL"/>
        </w:rPr>
        <w:t xml:space="preserve"> </w:t>
      </w:r>
      <w:r w:rsidRPr="008064BE">
        <w:rPr>
          <w:lang w:val="nl-NL"/>
        </w:rPr>
        <w:t>wordt in stap 2 nog één andere stof gevormd.</w:t>
      </w:r>
    </w:p>
    <w:p w:rsidR="00F408A2" w:rsidRPr="008064BE" w:rsidRDefault="00F408A2">
      <w:pPr>
        <w:pStyle w:val="Plattetekst"/>
        <w:spacing w:before="6"/>
        <w:rPr>
          <w:sz w:val="28"/>
          <w:lang w:val="nl-NL"/>
        </w:rPr>
      </w:pPr>
    </w:p>
    <w:p w:rsidR="00F408A2" w:rsidRPr="008064BE" w:rsidRDefault="007405E6">
      <w:pPr>
        <w:pStyle w:val="Plattetekst"/>
        <w:tabs>
          <w:tab w:val="left" w:pos="590"/>
          <w:tab w:val="left" w:pos="1103"/>
        </w:tabs>
        <w:spacing w:line="261" w:lineRule="auto"/>
        <w:ind w:left="1103" w:right="718" w:hanging="965"/>
        <w:rPr>
          <w:lang w:val="nl-NL"/>
        </w:rPr>
      </w:pPr>
      <w:r w:rsidRPr="008064BE">
        <w:rPr>
          <w:spacing w:val="3"/>
          <w:sz w:val="16"/>
          <w:lang w:val="nl-NL"/>
        </w:rPr>
        <w:t>3p</w:t>
      </w:r>
      <w:r w:rsidRPr="008064BE">
        <w:rPr>
          <w:spacing w:val="3"/>
          <w:sz w:val="16"/>
          <w:lang w:val="nl-NL"/>
        </w:rPr>
        <w:tab/>
      </w:r>
      <w:r w:rsidRPr="008064BE">
        <w:rPr>
          <w:b/>
          <w:spacing w:val="3"/>
          <w:sz w:val="20"/>
          <w:lang w:val="nl-NL"/>
        </w:rPr>
        <w:t>24</w:t>
      </w:r>
      <w:r w:rsidRPr="008064BE">
        <w:rPr>
          <w:b/>
          <w:spacing w:val="3"/>
          <w:sz w:val="20"/>
          <w:lang w:val="nl-NL"/>
        </w:rPr>
        <w:tab/>
      </w:r>
      <w:r w:rsidRPr="008064BE">
        <w:rPr>
          <w:spacing w:val="4"/>
          <w:lang w:val="nl-NL"/>
        </w:rPr>
        <w:t xml:space="preserve">Geef </w:t>
      </w:r>
      <w:r w:rsidRPr="008064BE">
        <w:rPr>
          <w:spacing w:val="2"/>
          <w:lang w:val="nl-NL"/>
        </w:rPr>
        <w:t xml:space="preserve">op de </w:t>
      </w:r>
      <w:r w:rsidRPr="008064BE">
        <w:rPr>
          <w:spacing w:val="5"/>
          <w:lang w:val="nl-NL"/>
        </w:rPr>
        <w:t xml:space="preserve">uitwerkbijlage </w:t>
      </w:r>
      <w:r w:rsidRPr="008064BE">
        <w:rPr>
          <w:spacing w:val="2"/>
          <w:lang w:val="nl-NL"/>
        </w:rPr>
        <w:t xml:space="preserve">de </w:t>
      </w:r>
      <w:r w:rsidRPr="008064BE">
        <w:rPr>
          <w:spacing w:val="4"/>
          <w:lang w:val="nl-NL"/>
        </w:rPr>
        <w:t xml:space="preserve">tweede stap </w:t>
      </w:r>
      <w:r w:rsidRPr="008064BE">
        <w:rPr>
          <w:spacing w:val="3"/>
          <w:lang w:val="nl-NL"/>
        </w:rPr>
        <w:t xml:space="preserve">van het </w:t>
      </w:r>
      <w:r w:rsidRPr="008064BE">
        <w:rPr>
          <w:spacing w:val="5"/>
          <w:lang w:val="nl-NL"/>
        </w:rPr>
        <w:t xml:space="preserve">mechanisme </w:t>
      </w:r>
      <w:r w:rsidRPr="008064BE">
        <w:rPr>
          <w:spacing w:val="2"/>
          <w:lang w:val="nl-NL"/>
        </w:rPr>
        <w:t xml:space="preserve">van </w:t>
      </w:r>
      <w:r w:rsidRPr="008064BE">
        <w:rPr>
          <w:spacing w:val="4"/>
          <w:lang w:val="nl-NL"/>
        </w:rPr>
        <w:t xml:space="preserve">reactie </w:t>
      </w:r>
      <w:r w:rsidRPr="008064BE">
        <w:rPr>
          <w:lang w:val="nl-NL"/>
        </w:rPr>
        <w:t xml:space="preserve">2 </w:t>
      </w:r>
      <w:r w:rsidRPr="008064BE">
        <w:rPr>
          <w:spacing w:val="5"/>
          <w:lang w:val="nl-NL"/>
        </w:rPr>
        <w:t xml:space="preserve">weer </w:t>
      </w:r>
      <w:r w:rsidRPr="008064BE">
        <w:rPr>
          <w:spacing w:val="3"/>
          <w:lang w:val="nl-NL"/>
        </w:rPr>
        <w:t xml:space="preserve">met </w:t>
      </w:r>
      <w:r w:rsidRPr="008064BE">
        <w:rPr>
          <w:spacing w:val="4"/>
          <w:lang w:val="nl-NL"/>
        </w:rPr>
        <w:t xml:space="preserve">behulp </w:t>
      </w:r>
      <w:r w:rsidRPr="008064BE">
        <w:rPr>
          <w:spacing w:val="3"/>
          <w:lang w:val="nl-NL"/>
        </w:rPr>
        <w:t>van</w:t>
      </w:r>
      <w:r w:rsidRPr="008064BE">
        <w:rPr>
          <w:spacing w:val="34"/>
          <w:lang w:val="nl-NL"/>
        </w:rPr>
        <w:t xml:space="preserve"> </w:t>
      </w:r>
      <w:r w:rsidRPr="008064BE">
        <w:rPr>
          <w:spacing w:val="5"/>
          <w:lang w:val="nl-NL"/>
        </w:rPr>
        <w:t>Lewisstructuren.</w:t>
      </w:r>
    </w:p>
    <w:p w:rsidR="00F408A2" w:rsidRPr="008064BE" w:rsidRDefault="007405E6">
      <w:pPr>
        <w:pStyle w:val="Lijstalinea"/>
        <w:numPr>
          <w:ilvl w:val="0"/>
          <w:numId w:val="1"/>
        </w:numPr>
        <w:tabs>
          <w:tab w:val="left" w:pos="1499"/>
          <w:tab w:val="left" w:pos="1500"/>
        </w:tabs>
        <w:spacing w:line="276" w:lineRule="exact"/>
        <w:rPr>
          <w:sz w:val="24"/>
          <w:lang w:val="nl-NL"/>
        </w:rPr>
      </w:pPr>
      <w:r w:rsidRPr="008064BE">
        <w:rPr>
          <w:spacing w:val="4"/>
          <w:sz w:val="24"/>
          <w:lang w:val="nl-NL"/>
        </w:rPr>
        <w:t xml:space="preserve">Geef </w:t>
      </w:r>
      <w:r w:rsidRPr="008064BE">
        <w:rPr>
          <w:spacing w:val="3"/>
          <w:sz w:val="24"/>
          <w:lang w:val="nl-NL"/>
        </w:rPr>
        <w:t xml:space="preserve">met </w:t>
      </w:r>
      <w:r w:rsidRPr="008064BE">
        <w:rPr>
          <w:spacing w:val="4"/>
          <w:sz w:val="24"/>
          <w:lang w:val="nl-NL"/>
        </w:rPr>
        <w:t xml:space="preserve">pijlen weer </w:t>
      </w:r>
      <w:r w:rsidRPr="008064BE">
        <w:rPr>
          <w:spacing w:val="3"/>
          <w:sz w:val="24"/>
          <w:lang w:val="nl-NL"/>
        </w:rPr>
        <w:t xml:space="preserve">hoe </w:t>
      </w:r>
      <w:r w:rsidRPr="008064BE">
        <w:rPr>
          <w:spacing w:val="5"/>
          <w:sz w:val="24"/>
          <w:lang w:val="nl-NL"/>
        </w:rPr>
        <w:t xml:space="preserve">elektronenparen </w:t>
      </w:r>
      <w:r w:rsidRPr="008064BE">
        <w:rPr>
          <w:spacing w:val="4"/>
          <w:sz w:val="24"/>
          <w:lang w:val="nl-NL"/>
        </w:rPr>
        <w:t xml:space="preserve">worden verplaatst </w:t>
      </w:r>
      <w:r w:rsidRPr="008064BE">
        <w:rPr>
          <w:spacing w:val="5"/>
          <w:sz w:val="24"/>
          <w:lang w:val="nl-NL"/>
        </w:rPr>
        <w:t>tijdens</w:t>
      </w:r>
      <w:r w:rsidRPr="008064BE">
        <w:rPr>
          <w:spacing w:val="8"/>
          <w:sz w:val="24"/>
          <w:lang w:val="nl-NL"/>
        </w:rPr>
        <w:t xml:space="preserve"> </w:t>
      </w:r>
      <w:r w:rsidRPr="008064BE">
        <w:rPr>
          <w:spacing w:val="5"/>
          <w:sz w:val="24"/>
          <w:lang w:val="nl-NL"/>
        </w:rPr>
        <w:t>de</w:t>
      </w:r>
    </w:p>
    <w:p w:rsidR="00F408A2" w:rsidRDefault="007405E6">
      <w:pPr>
        <w:pStyle w:val="Plattetekst"/>
        <w:spacing w:before="22"/>
        <w:ind w:left="1500"/>
      </w:pPr>
      <w:r>
        <w:t>reactie;</w:t>
      </w:r>
    </w:p>
    <w:p w:rsidR="00F408A2" w:rsidRPr="008064BE" w:rsidRDefault="007405E6">
      <w:pPr>
        <w:pStyle w:val="Lijstalinea"/>
        <w:numPr>
          <w:ilvl w:val="0"/>
          <w:numId w:val="1"/>
        </w:numPr>
        <w:tabs>
          <w:tab w:val="left" w:pos="1499"/>
          <w:tab w:val="left" w:pos="1500"/>
        </w:tabs>
        <w:spacing w:before="8" w:line="259" w:lineRule="auto"/>
        <w:ind w:right="210"/>
        <w:rPr>
          <w:sz w:val="24"/>
          <w:lang w:val="nl-NL"/>
        </w:rPr>
      </w:pPr>
      <w:r w:rsidRPr="008064BE">
        <w:rPr>
          <w:spacing w:val="3"/>
          <w:sz w:val="24"/>
          <w:lang w:val="nl-NL"/>
        </w:rPr>
        <w:t xml:space="preserve">geef </w:t>
      </w:r>
      <w:r w:rsidRPr="008064BE">
        <w:rPr>
          <w:spacing w:val="2"/>
          <w:sz w:val="24"/>
          <w:lang w:val="nl-NL"/>
        </w:rPr>
        <w:t xml:space="preserve">de </w:t>
      </w:r>
      <w:r w:rsidRPr="008064BE">
        <w:rPr>
          <w:spacing w:val="5"/>
          <w:sz w:val="24"/>
          <w:lang w:val="nl-NL"/>
        </w:rPr>
        <w:t xml:space="preserve">Lewisstructuur </w:t>
      </w:r>
      <w:r w:rsidRPr="008064BE">
        <w:rPr>
          <w:spacing w:val="3"/>
          <w:sz w:val="24"/>
          <w:lang w:val="nl-NL"/>
        </w:rPr>
        <w:t xml:space="preserve">van </w:t>
      </w:r>
      <w:r w:rsidRPr="008064BE">
        <w:rPr>
          <w:spacing w:val="4"/>
          <w:sz w:val="24"/>
          <w:lang w:val="nl-NL"/>
        </w:rPr>
        <w:t xml:space="preserve">het deeltje </w:t>
      </w:r>
      <w:r w:rsidRPr="008064BE">
        <w:rPr>
          <w:spacing w:val="3"/>
          <w:sz w:val="24"/>
          <w:lang w:val="nl-NL"/>
        </w:rPr>
        <w:t xml:space="preserve">dat </w:t>
      </w:r>
      <w:r w:rsidRPr="008064BE">
        <w:rPr>
          <w:spacing w:val="4"/>
          <w:sz w:val="24"/>
          <w:lang w:val="nl-NL"/>
        </w:rPr>
        <w:t xml:space="preserve">ook vrijkomt </w:t>
      </w:r>
      <w:r w:rsidRPr="008064BE">
        <w:rPr>
          <w:sz w:val="24"/>
          <w:lang w:val="nl-NL"/>
        </w:rPr>
        <w:t xml:space="preserve">in </w:t>
      </w:r>
      <w:r w:rsidRPr="008064BE">
        <w:rPr>
          <w:spacing w:val="2"/>
          <w:sz w:val="24"/>
          <w:lang w:val="nl-NL"/>
        </w:rPr>
        <w:t xml:space="preserve">de </w:t>
      </w:r>
      <w:r w:rsidRPr="008064BE">
        <w:rPr>
          <w:spacing w:val="4"/>
          <w:sz w:val="24"/>
          <w:lang w:val="nl-NL"/>
        </w:rPr>
        <w:t>tweede stap van het</w:t>
      </w:r>
      <w:r w:rsidRPr="008064BE">
        <w:rPr>
          <w:spacing w:val="10"/>
          <w:sz w:val="24"/>
          <w:lang w:val="nl-NL"/>
        </w:rPr>
        <w:t xml:space="preserve"> </w:t>
      </w:r>
      <w:r w:rsidRPr="008064BE">
        <w:rPr>
          <w:spacing w:val="5"/>
          <w:sz w:val="24"/>
          <w:lang w:val="nl-NL"/>
        </w:rPr>
        <w:t>mechanisme.</w:t>
      </w:r>
    </w:p>
    <w:p w:rsidR="00F408A2" w:rsidRPr="008064BE" w:rsidRDefault="00F408A2">
      <w:pPr>
        <w:spacing w:line="259" w:lineRule="auto"/>
        <w:rPr>
          <w:sz w:val="24"/>
          <w:lang w:val="nl-NL"/>
        </w:rPr>
        <w:sectPr w:rsidR="00F408A2" w:rsidRPr="008064BE">
          <w:pgSz w:w="11910" w:h="16840"/>
          <w:pgMar w:top="760" w:right="1000" w:bottom="1160" w:left="540" w:header="0" w:footer="969" w:gutter="0"/>
          <w:cols w:space="708"/>
        </w:sectPr>
      </w:pPr>
    </w:p>
    <w:p w:rsidR="00F408A2" w:rsidRPr="008064BE" w:rsidRDefault="007405E6">
      <w:pPr>
        <w:pStyle w:val="Plattetekst"/>
        <w:spacing w:before="73" w:line="261" w:lineRule="auto"/>
        <w:ind w:left="1104" w:right="635"/>
        <w:rPr>
          <w:lang w:val="nl-NL"/>
        </w:rPr>
      </w:pPr>
      <w:r w:rsidRPr="008064BE">
        <w:rPr>
          <w:lang w:val="nl-NL"/>
        </w:rPr>
        <w:lastRenderedPageBreak/>
        <w:t>Stof B wordt in reactie 3 vervolgens omgezet tot stof C. Deze omzetting verloopt volgens een mechanisme zoals hieronder is weergegeven. De beide dubbele bindingen van hetzelfde molecuul komen bij elkaar in de buurt. In de zo</w:t>
      </w:r>
    </w:p>
    <w:p w:rsidR="00F408A2" w:rsidRPr="008064BE" w:rsidRDefault="007405E6">
      <w:pPr>
        <w:pStyle w:val="Plattetekst"/>
        <w:spacing w:line="274" w:lineRule="exact"/>
        <w:ind w:left="1104"/>
        <w:rPr>
          <w:lang w:val="nl-NL"/>
        </w:rPr>
      </w:pPr>
      <w:r w:rsidRPr="008064BE">
        <w:rPr>
          <w:lang w:val="nl-NL"/>
        </w:rPr>
        <w:t>gevormde zeshoek verplaatsen elektronenparen zich.</w:t>
      </w:r>
    </w:p>
    <w:p w:rsidR="00F408A2" w:rsidRPr="008064BE" w:rsidRDefault="007405E6">
      <w:pPr>
        <w:pStyle w:val="Plattetekst"/>
        <w:spacing w:before="4"/>
        <w:rPr>
          <w:sz w:val="11"/>
          <w:lang w:val="nl-NL"/>
        </w:rPr>
      </w:pPr>
      <w:r>
        <w:rPr>
          <w:noProof/>
          <w:lang w:val="nl-NL" w:eastAsia="nl-NL"/>
        </w:rPr>
        <w:drawing>
          <wp:anchor distT="0" distB="0" distL="0" distR="0" simplePos="0" relativeHeight="251647488" behindDoc="0" locked="0" layoutInCell="1" allowOverlap="1">
            <wp:simplePos x="0" y="0"/>
            <wp:positionH relativeFrom="page">
              <wp:posOffset>1046991</wp:posOffset>
            </wp:positionH>
            <wp:positionV relativeFrom="paragraph">
              <wp:posOffset>108111</wp:posOffset>
            </wp:positionV>
            <wp:extent cx="847535" cy="838200"/>
            <wp:effectExtent l="0" t="0" r="0" b="0"/>
            <wp:wrapTopAndBottom/>
            <wp:docPr id="51" name="image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49.png"/>
                    <pic:cNvPicPr/>
                  </pic:nvPicPr>
                  <pic:blipFill>
                    <a:blip r:embed="rId61" cstate="print"/>
                    <a:stretch>
                      <a:fillRect/>
                    </a:stretch>
                  </pic:blipFill>
                  <pic:spPr>
                    <a:xfrm>
                      <a:off x="0" y="0"/>
                      <a:ext cx="847535" cy="838200"/>
                    </a:xfrm>
                    <a:prstGeom prst="rect">
                      <a:avLst/>
                    </a:prstGeom>
                  </pic:spPr>
                </pic:pic>
              </a:graphicData>
            </a:graphic>
          </wp:anchor>
        </w:drawing>
      </w:r>
    </w:p>
    <w:p w:rsidR="00F408A2" w:rsidRPr="008064BE" w:rsidRDefault="007405E6">
      <w:pPr>
        <w:pStyle w:val="Plattetekst"/>
        <w:tabs>
          <w:tab w:val="left" w:pos="590"/>
          <w:tab w:val="left" w:pos="1103"/>
        </w:tabs>
        <w:spacing w:before="185"/>
        <w:ind w:left="139"/>
        <w:rPr>
          <w:lang w:val="nl-NL"/>
        </w:rPr>
      </w:pPr>
      <w:r w:rsidRPr="008064BE">
        <w:rPr>
          <w:spacing w:val="3"/>
          <w:sz w:val="16"/>
          <w:lang w:val="nl-NL"/>
        </w:rPr>
        <w:t>3p</w:t>
      </w:r>
      <w:r w:rsidRPr="008064BE">
        <w:rPr>
          <w:spacing w:val="3"/>
          <w:sz w:val="16"/>
          <w:lang w:val="nl-NL"/>
        </w:rPr>
        <w:tab/>
      </w:r>
      <w:r w:rsidRPr="008064BE">
        <w:rPr>
          <w:b/>
          <w:spacing w:val="3"/>
          <w:sz w:val="20"/>
          <w:lang w:val="nl-NL"/>
        </w:rPr>
        <w:t>25</w:t>
      </w:r>
      <w:r w:rsidRPr="008064BE">
        <w:rPr>
          <w:b/>
          <w:spacing w:val="3"/>
          <w:sz w:val="20"/>
          <w:lang w:val="nl-NL"/>
        </w:rPr>
        <w:tab/>
      </w:r>
      <w:r w:rsidRPr="008064BE">
        <w:rPr>
          <w:spacing w:val="4"/>
          <w:lang w:val="nl-NL"/>
        </w:rPr>
        <w:t xml:space="preserve">Geef </w:t>
      </w:r>
      <w:r w:rsidRPr="008064BE">
        <w:rPr>
          <w:spacing w:val="2"/>
          <w:lang w:val="nl-NL"/>
        </w:rPr>
        <w:t xml:space="preserve">de </w:t>
      </w:r>
      <w:r w:rsidRPr="008064BE">
        <w:rPr>
          <w:spacing w:val="5"/>
          <w:lang w:val="nl-NL"/>
        </w:rPr>
        <w:t xml:space="preserve">structuurformule </w:t>
      </w:r>
      <w:r w:rsidRPr="008064BE">
        <w:rPr>
          <w:spacing w:val="3"/>
          <w:lang w:val="nl-NL"/>
        </w:rPr>
        <w:t>van stof</w:t>
      </w:r>
      <w:r w:rsidRPr="008064BE">
        <w:rPr>
          <w:spacing w:val="49"/>
          <w:lang w:val="nl-NL"/>
        </w:rPr>
        <w:t xml:space="preserve"> </w:t>
      </w:r>
      <w:r w:rsidRPr="008064BE">
        <w:rPr>
          <w:spacing w:val="3"/>
          <w:lang w:val="nl-NL"/>
        </w:rPr>
        <w:t>C.</w:t>
      </w:r>
    </w:p>
    <w:p w:rsidR="00F408A2" w:rsidRPr="008064BE" w:rsidRDefault="00F408A2">
      <w:pPr>
        <w:pStyle w:val="Plattetekst"/>
        <w:spacing w:before="2"/>
        <w:rPr>
          <w:sz w:val="28"/>
          <w:lang w:val="nl-NL"/>
        </w:rPr>
      </w:pPr>
    </w:p>
    <w:p w:rsidR="00F408A2" w:rsidRPr="008064BE" w:rsidRDefault="007405E6">
      <w:pPr>
        <w:pStyle w:val="Plattetekst"/>
        <w:spacing w:line="261" w:lineRule="auto"/>
        <w:ind w:left="1104" w:right="635"/>
        <w:rPr>
          <w:lang w:val="nl-NL"/>
        </w:rPr>
      </w:pPr>
      <w:r w:rsidRPr="008064BE">
        <w:rPr>
          <w:spacing w:val="4"/>
          <w:lang w:val="nl-NL"/>
        </w:rPr>
        <w:t xml:space="preserve">Door </w:t>
      </w:r>
      <w:r w:rsidRPr="008064BE">
        <w:rPr>
          <w:spacing w:val="2"/>
          <w:lang w:val="nl-NL"/>
        </w:rPr>
        <w:t xml:space="preserve">de </w:t>
      </w:r>
      <w:r w:rsidRPr="008064BE">
        <w:rPr>
          <w:spacing w:val="4"/>
          <w:lang w:val="nl-NL"/>
        </w:rPr>
        <w:t xml:space="preserve">verbeterde syntheses </w:t>
      </w:r>
      <w:r w:rsidRPr="008064BE">
        <w:rPr>
          <w:spacing w:val="3"/>
          <w:lang w:val="nl-NL"/>
        </w:rPr>
        <w:t xml:space="preserve">is </w:t>
      </w:r>
      <w:r w:rsidRPr="008064BE">
        <w:rPr>
          <w:spacing w:val="4"/>
          <w:lang w:val="nl-NL"/>
        </w:rPr>
        <w:t xml:space="preserve">vitamine </w:t>
      </w:r>
      <w:r w:rsidRPr="008064BE">
        <w:rPr>
          <w:lang w:val="nl-NL"/>
        </w:rPr>
        <w:t xml:space="preserve">A </w:t>
      </w:r>
      <w:r w:rsidRPr="008064BE">
        <w:rPr>
          <w:spacing w:val="2"/>
          <w:lang w:val="nl-NL"/>
        </w:rPr>
        <w:t xml:space="preserve">op </w:t>
      </w:r>
      <w:r w:rsidRPr="008064BE">
        <w:rPr>
          <w:spacing w:val="3"/>
          <w:lang w:val="nl-NL"/>
        </w:rPr>
        <w:t xml:space="preserve">grote </w:t>
      </w:r>
      <w:r w:rsidRPr="008064BE">
        <w:rPr>
          <w:spacing w:val="4"/>
          <w:lang w:val="nl-NL"/>
        </w:rPr>
        <w:t xml:space="preserve">schaal </w:t>
      </w:r>
      <w:r w:rsidRPr="008064BE">
        <w:rPr>
          <w:spacing w:val="5"/>
          <w:lang w:val="nl-NL"/>
        </w:rPr>
        <w:t xml:space="preserve">beschikbaar. </w:t>
      </w:r>
      <w:r w:rsidRPr="008064BE">
        <w:rPr>
          <w:spacing w:val="4"/>
          <w:lang w:val="nl-NL"/>
        </w:rPr>
        <w:t>Het kan daarom goedkoop worden toegevoegd aan</w:t>
      </w:r>
      <w:r w:rsidRPr="008064BE">
        <w:rPr>
          <w:spacing w:val="61"/>
          <w:lang w:val="nl-NL"/>
        </w:rPr>
        <w:t xml:space="preserve"> </w:t>
      </w:r>
      <w:r w:rsidRPr="008064BE">
        <w:rPr>
          <w:spacing w:val="5"/>
          <w:lang w:val="nl-NL"/>
        </w:rPr>
        <w:t>voedingsmiddelen.</w:t>
      </w:r>
    </w:p>
    <w:p w:rsidR="00F408A2" w:rsidRPr="008064BE" w:rsidRDefault="007405E6">
      <w:pPr>
        <w:pStyle w:val="Plattetekst"/>
        <w:spacing w:line="261" w:lineRule="auto"/>
        <w:ind w:left="1104" w:right="534"/>
        <w:rPr>
          <w:lang w:val="nl-NL"/>
        </w:rPr>
      </w:pPr>
      <w:r w:rsidRPr="008064BE">
        <w:rPr>
          <w:lang w:val="nl-NL"/>
        </w:rPr>
        <w:t>Een hoeveelheid poedermelk bevat 3,0 µg vitamine A per gram. Vanuit een voedselproject wordt een hoeveelheid poedermelk naar Afrika verscheept. Na aankomst blijft de vracht nog drie maanden in de haven in het volle zonlicht staan, voordat het verder getransporteerd wordt. Omdat men vermoedt dat de</w:t>
      </w:r>
    </w:p>
    <w:p w:rsidR="00F408A2" w:rsidRPr="008064BE" w:rsidRDefault="007405E6">
      <w:pPr>
        <w:pStyle w:val="Plattetekst"/>
        <w:spacing w:line="261" w:lineRule="auto"/>
        <w:ind w:left="1103"/>
        <w:rPr>
          <w:lang w:val="nl-NL"/>
        </w:rPr>
      </w:pPr>
      <w:r w:rsidRPr="008064BE">
        <w:rPr>
          <w:lang w:val="nl-NL"/>
        </w:rPr>
        <w:t>vitamine A gedurende de opslag voor een deel afgebroken is, wordt voor verder transport het gehalte vitamine A in de poedermelk bepaald.</w:t>
      </w:r>
    </w:p>
    <w:p w:rsidR="00F408A2" w:rsidRPr="008064BE" w:rsidRDefault="00F408A2">
      <w:pPr>
        <w:pStyle w:val="Plattetekst"/>
        <w:spacing w:before="6"/>
        <w:rPr>
          <w:sz w:val="25"/>
          <w:lang w:val="nl-NL"/>
        </w:rPr>
      </w:pPr>
    </w:p>
    <w:p w:rsidR="00F408A2" w:rsidRPr="008064BE" w:rsidRDefault="007405E6">
      <w:pPr>
        <w:pStyle w:val="Plattetekst"/>
        <w:tabs>
          <w:tab w:val="left" w:pos="590"/>
          <w:tab w:val="left" w:pos="1103"/>
        </w:tabs>
        <w:spacing w:line="261" w:lineRule="auto"/>
        <w:ind w:left="1104" w:right="290" w:hanging="965"/>
        <w:rPr>
          <w:lang w:val="nl-NL"/>
        </w:rPr>
      </w:pPr>
      <w:r w:rsidRPr="008064BE">
        <w:rPr>
          <w:spacing w:val="3"/>
          <w:sz w:val="16"/>
          <w:lang w:val="nl-NL"/>
        </w:rPr>
        <w:t>1p</w:t>
      </w:r>
      <w:r w:rsidRPr="008064BE">
        <w:rPr>
          <w:spacing w:val="3"/>
          <w:sz w:val="16"/>
          <w:lang w:val="nl-NL"/>
        </w:rPr>
        <w:tab/>
      </w:r>
      <w:r w:rsidRPr="008064BE">
        <w:rPr>
          <w:b/>
          <w:spacing w:val="3"/>
          <w:sz w:val="20"/>
          <w:lang w:val="nl-NL"/>
        </w:rPr>
        <w:t>26</w:t>
      </w:r>
      <w:r w:rsidRPr="008064BE">
        <w:rPr>
          <w:b/>
          <w:spacing w:val="3"/>
          <w:sz w:val="20"/>
          <w:lang w:val="nl-NL"/>
        </w:rPr>
        <w:tab/>
      </w:r>
      <w:r w:rsidRPr="008064BE">
        <w:rPr>
          <w:spacing w:val="4"/>
          <w:lang w:val="nl-NL"/>
        </w:rPr>
        <w:t xml:space="preserve">Geef </w:t>
      </w:r>
      <w:r w:rsidRPr="008064BE">
        <w:rPr>
          <w:spacing w:val="3"/>
          <w:lang w:val="nl-NL"/>
        </w:rPr>
        <w:t xml:space="preserve">aan </w:t>
      </w:r>
      <w:r w:rsidRPr="008064BE">
        <w:rPr>
          <w:spacing w:val="2"/>
          <w:lang w:val="nl-NL"/>
        </w:rPr>
        <w:t xml:space="preserve">op </w:t>
      </w:r>
      <w:r w:rsidRPr="008064BE">
        <w:rPr>
          <w:spacing w:val="4"/>
          <w:lang w:val="nl-NL"/>
        </w:rPr>
        <w:t xml:space="preserve">grond </w:t>
      </w:r>
      <w:r w:rsidRPr="008064BE">
        <w:rPr>
          <w:spacing w:val="2"/>
          <w:lang w:val="nl-NL"/>
        </w:rPr>
        <w:t xml:space="preserve">van </w:t>
      </w:r>
      <w:r w:rsidRPr="008064BE">
        <w:rPr>
          <w:spacing w:val="4"/>
          <w:lang w:val="nl-NL"/>
        </w:rPr>
        <w:t xml:space="preserve">welke chemische kennis </w:t>
      </w:r>
      <w:r w:rsidRPr="008064BE">
        <w:rPr>
          <w:spacing w:val="3"/>
          <w:lang w:val="nl-NL"/>
        </w:rPr>
        <w:t xml:space="preserve">men </w:t>
      </w:r>
      <w:r w:rsidRPr="008064BE">
        <w:rPr>
          <w:spacing w:val="4"/>
          <w:lang w:val="nl-NL"/>
        </w:rPr>
        <w:t xml:space="preserve">vermoedt dat </w:t>
      </w:r>
      <w:r w:rsidRPr="008064BE">
        <w:rPr>
          <w:spacing w:val="3"/>
          <w:lang w:val="nl-NL"/>
        </w:rPr>
        <w:t xml:space="preserve">een </w:t>
      </w:r>
      <w:r w:rsidRPr="008064BE">
        <w:rPr>
          <w:spacing w:val="4"/>
          <w:lang w:val="nl-NL"/>
        </w:rPr>
        <w:t xml:space="preserve">deel </w:t>
      </w:r>
      <w:r w:rsidRPr="008064BE">
        <w:rPr>
          <w:spacing w:val="3"/>
          <w:lang w:val="nl-NL"/>
        </w:rPr>
        <w:t xml:space="preserve">van </w:t>
      </w:r>
      <w:r w:rsidRPr="008064BE">
        <w:rPr>
          <w:spacing w:val="4"/>
          <w:lang w:val="nl-NL"/>
        </w:rPr>
        <w:t xml:space="preserve">het vitamine </w:t>
      </w:r>
      <w:r w:rsidRPr="008064BE">
        <w:rPr>
          <w:lang w:val="nl-NL"/>
        </w:rPr>
        <w:t xml:space="preserve">A is </w:t>
      </w:r>
      <w:r w:rsidRPr="008064BE">
        <w:rPr>
          <w:spacing w:val="4"/>
          <w:lang w:val="nl-NL"/>
        </w:rPr>
        <w:t>omgezet gedurende de</w:t>
      </w:r>
      <w:r w:rsidRPr="008064BE">
        <w:rPr>
          <w:spacing w:val="72"/>
          <w:lang w:val="nl-NL"/>
        </w:rPr>
        <w:t xml:space="preserve"> </w:t>
      </w:r>
      <w:r w:rsidRPr="008064BE">
        <w:rPr>
          <w:spacing w:val="5"/>
          <w:lang w:val="nl-NL"/>
        </w:rPr>
        <w:t>opslag.</w:t>
      </w:r>
    </w:p>
    <w:p w:rsidR="00F408A2" w:rsidRPr="008064BE" w:rsidRDefault="00F408A2">
      <w:pPr>
        <w:pStyle w:val="Plattetekst"/>
        <w:spacing w:before="11"/>
        <w:rPr>
          <w:sz w:val="25"/>
          <w:lang w:val="nl-NL"/>
        </w:rPr>
      </w:pPr>
    </w:p>
    <w:p w:rsidR="00F408A2" w:rsidRPr="008064BE" w:rsidRDefault="007405E6">
      <w:pPr>
        <w:pStyle w:val="Plattetekst"/>
        <w:spacing w:line="261" w:lineRule="auto"/>
        <w:ind w:left="1104" w:right="954"/>
        <w:rPr>
          <w:lang w:val="nl-NL"/>
        </w:rPr>
      </w:pPr>
      <w:r w:rsidRPr="008064BE">
        <w:rPr>
          <w:lang w:val="nl-NL"/>
        </w:rPr>
        <w:t>Bij de bepaling wordt 140 g poedermelk gemengd met water tot het volume 1,00 L bedraagt. Het verkregen mengsel wordt met hexaan geëxtraheerd,</w:t>
      </w:r>
    </w:p>
    <w:p w:rsidR="00F408A2" w:rsidRPr="008064BE" w:rsidRDefault="007405E6">
      <w:pPr>
        <w:pStyle w:val="Plattetekst"/>
        <w:spacing w:line="261" w:lineRule="auto"/>
        <w:ind w:left="1103" w:right="254"/>
        <w:rPr>
          <w:lang w:val="nl-NL"/>
        </w:rPr>
      </w:pPr>
      <w:r w:rsidRPr="008064BE">
        <w:rPr>
          <w:lang w:val="nl-NL"/>
        </w:rPr>
        <w:t>waardoor alle vitamine A in het hexaan oplost. De hexaanlaag wordt gescheiden van de waterlaag en met hexaan aangevuld tot 750 mL. Met behulp van</w:t>
      </w:r>
    </w:p>
    <w:p w:rsidR="00F408A2" w:rsidRPr="008064BE" w:rsidRDefault="007405E6">
      <w:pPr>
        <w:pStyle w:val="Plattetekst"/>
        <w:spacing w:line="261" w:lineRule="auto"/>
        <w:ind w:left="1103" w:right="635"/>
        <w:rPr>
          <w:lang w:val="nl-NL"/>
        </w:rPr>
      </w:pPr>
      <w:r w:rsidRPr="008064BE">
        <w:rPr>
          <w:lang w:val="nl-NL"/>
        </w:rPr>
        <w:t>gaschromatografie wordt het mengsel geanalyseerd. Het piekoppervlak van vitamine A bedraagt 89. Onder dezelfde omstandigheden wordt ook van een standaardoplossing die 1996 µg L</w:t>
      </w:r>
      <w:r w:rsidRPr="008064BE">
        <w:rPr>
          <w:vertAlign w:val="superscript"/>
          <w:lang w:val="nl-NL"/>
        </w:rPr>
        <w:t>–1</w:t>
      </w:r>
      <w:r w:rsidRPr="008064BE">
        <w:rPr>
          <w:lang w:val="nl-NL"/>
        </w:rPr>
        <w:t xml:space="preserve"> vitamine A bevat een chromatogram</w:t>
      </w:r>
    </w:p>
    <w:p w:rsidR="00F408A2" w:rsidRPr="008064BE" w:rsidRDefault="007405E6">
      <w:pPr>
        <w:pStyle w:val="Plattetekst"/>
        <w:spacing w:line="274" w:lineRule="exact"/>
        <w:ind w:left="1103"/>
        <w:rPr>
          <w:lang w:val="nl-NL"/>
        </w:rPr>
      </w:pPr>
      <w:r w:rsidRPr="008064BE">
        <w:rPr>
          <w:lang w:val="nl-NL"/>
        </w:rPr>
        <w:t>gemaakt. Het piekoppervlak bedraagt nu 934.</w:t>
      </w:r>
    </w:p>
    <w:p w:rsidR="00F408A2" w:rsidRPr="008064BE" w:rsidRDefault="00F408A2">
      <w:pPr>
        <w:pStyle w:val="Plattetekst"/>
        <w:spacing w:before="10"/>
        <w:rPr>
          <w:sz w:val="27"/>
          <w:lang w:val="nl-NL"/>
        </w:rPr>
      </w:pPr>
    </w:p>
    <w:p w:rsidR="00F408A2" w:rsidRPr="008064BE" w:rsidRDefault="007405E6">
      <w:pPr>
        <w:pStyle w:val="Plattetekst"/>
        <w:tabs>
          <w:tab w:val="left" w:pos="590"/>
          <w:tab w:val="left" w:pos="1103"/>
        </w:tabs>
        <w:ind w:left="139"/>
        <w:rPr>
          <w:lang w:val="nl-NL"/>
        </w:rPr>
      </w:pPr>
      <w:r w:rsidRPr="008064BE">
        <w:rPr>
          <w:spacing w:val="3"/>
          <w:sz w:val="16"/>
          <w:lang w:val="nl-NL"/>
        </w:rPr>
        <w:t>4p</w:t>
      </w:r>
      <w:r w:rsidRPr="008064BE">
        <w:rPr>
          <w:spacing w:val="3"/>
          <w:sz w:val="16"/>
          <w:lang w:val="nl-NL"/>
        </w:rPr>
        <w:tab/>
      </w:r>
      <w:r w:rsidRPr="008064BE">
        <w:rPr>
          <w:b/>
          <w:spacing w:val="3"/>
          <w:sz w:val="20"/>
          <w:lang w:val="nl-NL"/>
        </w:rPr>
        <w:t>27</w:t>
      </w:r>
      <w:r w:rsidRPr="008064BE">
        <w:rPr>
          <w:b/>
          <w:spacing w:val="3"/>
          <w:sz w:val="20"/>
          <w:lang w:val="nl-NL"/>
        </w:rPr>
        <w:tab/>
      </w:r>
      <w:r w:rsidRPr="008064BE">
        <w:rPr>
          <w:spacing w:val="4"/>
          <w:lang w:val="nl-NL"/>
        </w:rPr>
        <w:t>Bereken</w:t>
      </w:r>
      <w:r w:rsidRPr="008064BE">
        <w:rPr>
          <w:spacing w:val="12"/>
          <w:lang w:val="nl-NL"/>
        </w:rPr>
        <w:t xml:space="preserve"> </w:t>
      </w:r>
      <w:r w:rsidRPr="008064BE">
        <w:rPr>
          <w:spacing w:val="5"/>
          <w:lang w:val="nl-NL"/>
        </w:rPr>
        <w:t>hoeveel</w:t>
      </w:r>
      <w:r w:rsidRPr="008064BE">
        <w:rPr>
          <w:spacing w:val="13"/>
          <w:lang w:val="nl-NL"/>
        </w:rPr>
        <w:t xml:space="preserve"> </w:t>
      </w:r>
      <w:r w:rsidRPr="008064BE">
        <w:rPr>
          <w:spacing w:val="4"/>
          <w:lang w:val="nl-NL"/>
        </w:rPr>
        <w:t>procent</w:t>
      </w:r>
      <w:r w:rsidRPr="008064BE">
        <w:rPr>
          <w:spacing w:val="14"/>
          <w:lang w:val="nl-NL"/>
        </w:rPr>
        <w:t xml:space="preserve"> </w:t>
      </w:r>
      <w:r w:rsidRPr="008064BE">
        <w:rPr>
          <w:spacing w:val="3"/>
          <w:lang w:val="nl-NL"/>
        </w:rPr>
        <w:t>van</w:t>
      </w:r>
      <w:r w:rsidRPr="008064BE">
        <w:rPr>
          <w:spacing w:val="12"/>
          <w:lang w:val="nl-NL"/>
        </w:rPr>
        <w:t xml:space="preserve"> </w:t>
      </w:r>
      <w:r w:rsidRPr="008064BE">
        <w:rPr>
          <w:spacing w:val="3"/>
          <w:lang w:val="nl-NL"/>
        </w:rPr>
        <w:t>het</w:t>
      </w:r>
      <w:r w:rsidRPr="008064BE">
        <w:rPr>
          <w:spacing w:val="17"/>
          <w:lang w:val="nl-NL"/>
        </w:rPr>
        <w:t xml:space="preserve"> </w:t>
      </w:r>
      <w:r w:rsidRPr="008064BE">
        <w:rPr>
          <w:spacing w:val="4"/>
          <w:lang w:val="nl-NL"/>
        </w:rPr>
        <w:t>vitamine</w:t>
      </w:r>
      <w:r w:rsidRPr="008064BE">
        <w:rPr>
          <w:spacing w:val="12"/>
          <w:lang w:val="nl-NL"/>
        </w:rPr>
        <w:t xml:space="preserve"> </w:t>
      </w:r>
      <w:r w:rsidRPr="008064BE">
        <w:rPr>
          <w:lang w:val="nl-NL"/>
        </w:rPr>
        <w:t>A</w:t>
      </w:r>
      <w:r w:rsidRPr="008064BE">
        <w:rPr>
          <w:spacing w:val="14"/>
          <w:lang w:val="nl-NL"/>
        </w:rPr>
        <w:t xml:space="preserve"> </w:t>
      </w:r>
      <w:r w:rsidRPr="008064BE">
        <w:rPr>
          <w:lang w:val="nl-NL"/>
        </w:rPr>
        <w:t>in</w:t>
      </w:r>
      <w:r w:rsidRPr="008064BE">
        <w:rPr>
          <w:spacing w:val="14"/>
          <w:lang w:val="nl-NL"/>
        </w:rPr>
        <w:t xml:space="preserve"> </w:t>
      </w:r>
      <w:r w:rsidRPr="008064BE">
        <w:rPr>
          <w:spacing w:val="2"/>
          <w:lang w:val="nl-NL"/>
        </w:rPr>
        <w:t>de</w:t>
      </w:r>
      <w:r w:rsidRPr="008064BE">
        <w:rPr>
          <w:spacing w:val="12"/>
          <w:lang w:val="nl-NL"/>
        </w:rPr>
        <w:t xml:space="preserve"> </w:t>
      </w:r>
      <w:r w:rsidRPr="008064BE">
        <w:rPr>
          <w:spacing w:val="5"/>
          <w:lang w:val="nl-NL"/>
        </w:rPr>
        <w:t>poedermelk</w:t>
      </w:r>
      <w:r w:rsidRPr="008064BE">
        <w:rPr>
          <w:spacing w:val="14"/>
          <w:lang w:val="nl-NL"/>
        </w:rPr>
        <w:t xml:space="preserve"> </w:t>
      </w:r>
      <w:r w:rsidRPr="008064BE">
        <w:rPr>
          <w:lang w:val="nl-NL"/>
        </w:rPr>
        <w:t>is</w:t>
      </w:r>
      <w:r w:rsidRPr="008064BE">
        <w:rPr>
          <w:spacing w:val="11"/>
          <w:lang w:val="nl-NL"/>
        </w:rPr>
        <w:t xml:space="preserve"> </w:t>
      </w:r>
      <w:r w:rsidRPr="008064BE">
        <w:rPr>
          <w:spacing w:val="5"/>
          <w:lang w:val="nl-NL"/>
        </w:rPr>
        <w:t>omgezet.</w:t>
      </w:r>
    </w:p>
    <w:p w:rsidR="00F408A2" w:rsidRPr="008064BE" w:rsidRDefault="00F408A2">
      <w:pPr>
        <w:pStyle w:val="Plattetekst"/>
        <w:rPr>
          <w:sz w:val="20"/>
          <w:lang w:val="nl-NL"/>
        </w:rPr>
      </w:pPr>
    </w:p>
    <w:p w:rsidR="00F408A2" w:rsidRPr="008064BE" w:rsidRDefault="00F408A2">
      <w:pPr>
        <w:pStyle w:val="Plattetekst"/>
        <w:rPr>
          <w:sz w:val="20"/>
          <w:lang w:val="nl-NL"/>
        </w:rPr>
      </w:pPr>
    </w:p>
    <w:p w:rsidR="00F408A2" w:rsidRPr="008064BE" w:rsidRDefault="00F408A2">
      <w:pPr>
        <w:pStyle w:val="Plattetekst"/>
        <w:rPr>
          <w:sz w:val="20"/>
          <w:lang w:val="nl-NL"/>
        </w:rPr>
      </w:pPr>
    </w:p>
    <w:p w:rsidR="00F408A2" w:rsidRPr="008064BE" w:rsidRDefault="00F408A2">
      <w:pPr>
        <w:pStyle w:val="Plattetekst"/>
        <w:rPr>
          <w:sz w:val="20"/>
          <w:lang w:val="nl-NL"/>
        </w:rPr>
      </w:pPr>
    </w:p>
    <w:p w:rsidR="00F408A2" w:rsidRPr="008064BE" w:rsidRDefault="00F408A2">
      <w:pPr>
        <w:pStyle w:val="Plattetekst"/>
        <w:rPr>
          <w:sz w:val="20"/>
          <w:lang w:val="nl-NL"/>
        </w:rPr>
      </w:pPr>
    </w:p>
    <w:p w:rsidR="00F408A2" w:rsidRPr="008064BE" w:rsidRDefault="00F408A2">
      <w:pPr>
        <w:pStyle w:val="Plattetekst"/>
        <w:rPr>
          <w:sz w:val="20"/>
          <w:lang w:val="nl-NL"/>
        </w:rPr>
      </w:pPr>
    </w:p>
    <w:p w:rsidR="00F408A2" w:rsidRPr="008064BE" w:rsidRDefault="00F408A2">
      <w:pPr>
        <w:pStyle w:val="Plattetekst"/>
        <w:rPr>
          <w:sz w:val="20"/>
          <w:lang w:val="nl-NL"/>
        </w:rPr>
      </w:pPr>
    </w:p>
    <w:p w:rsidR="00F408A2" w:rsidRPr="008064BE" w:rsidRDefault="00F408A2">
      <w:pPr>
        <w:pStyle w:val="Plattetekst"/>
        <w:rPr>
          <w:sz w:val="20"/>
          <w:lang w:val="nl-NL"/>
        </w:rPr>
      </w:pPr>
    </w:p>
    <w:p w:rsidR="00F408A2" w:rsidRPr="008064BE" w:rsidRDefault="00F408A2">
      <w:pPr>
        <w:pStyle w:val="Plattetekst"/>
        <w:rPr>
          <w:sz w:val="20"/>
          <w:lang w:val="nl-NL"/>
        </w:rPr>
      </w:pPr>
    </w:p>
    <w:p w:rsidR="00F408A2" w:rsidRPr="008064BE" w:rsidRDefault="00F408A2">
      <w:pPr>
        <w:pStyle w:val="Plattetekst"/>
        <w:rPr>
          <w:sz w:val="20"/>
          <w:lang w:val="nl-NL"/>
        </w:rPr>
      </w:pPr>
    </w:p>
    <w:p w:rsidR="00F408A2" w:rsidRPr="008064BE" w:rsidRDefault="00F408A2">
      <w:pPr>
        <w:pStyle w:val="Plattetekst"/>
        <w:rPr>
          <w:sz w:val="20"/>
          <w:lang w:val="nl-NL"/>
        </w:rPr>
      </w:pPr>
    </w:p>
    <w:p w:rsidR="00F408A2" w:rsidRPr="008064BE" w:rsidRDefault="00F408A2">
      <w:pPr>
        <w:pStyle w:val="Plattetekst"/>
        <w:rPr>
          <w:sz w:val="20"/>
          <w:lang w:val="nl-NL"/>
        </w:rPr>
      </w:pPr>
    </w:p>
    <w:p w:rsidR="00F408A2" w:rsidRPr="008064BE" w:rsidRDefault="00F408A2">
      <w:pPr>
        <w:pStyle w:val="Plattetekst"/>
        <w:rPr>
          <w:sz w:val="20"/>
          <w:lang w:val="nl-NL"/>
        </w:rPr>
      </w:pPr>
    </w:p>
    <w:p w:rsidR="00F408A2" w:rsidRPr="008064BE" w:rsidRDefault="00F408A2">
      <w:pPr>
        <w:pStyle w:val="Plattetekst"/>
        <w:rPr>
          <w:sz w:val="20"/>
          <w:lang w:val="nl-NL"/>
        </w:rPr>
      </w:pPr>
    </w:p>
    <w:p w:rsidR="00F408A2" w:rsidRPr="008064BE" w:rsidRDefault="00F408A2">
      <w:pPr>
        <w:pStyle w:val="Plattetekst"/>
        <w:rPr>
          <w:sz w:val="20"/>
          <w:lang w:val="nl-NL"/>
        </w:rPr>
      </w:pPr>
    </w:p>
    <w:p w:rsidR="00F408A2" w:rsidRPr="008064BE" w:rsidRDefault="00F408A2">
      <w:pPr>
        <w:pStyle w:val="Plattetekst"/>
        <w:rPr>
          <w:sz w:val="20"/>
          <w:lang w:val="nl-NL"/>
        </w:rPr>
      </w:pPr>
    </w:p>
    <w:p w:rsidR="00F408A2" w:rsidRPr="008064BE" w:rsidRDefault="00F408A2">
      <w:pPr>
        <w:pStyle w:val="Plattetekst"/>
        <w:rPr>
          <w:sz w:val="20"/>
          <w:lang w:val="nl-NL"/>
        </w:rPr>
      </w:pPr>
    </w:p>
    <w:p w:rsidR="00F408A2" w:rsidRPr="008064BE" w:rsidRDefault="00F408A2">
      <w:pPr>
        <w:pStyle w:val="Plattetekst"/>
        <w:rPr>
          <w:sz w:val="20"/>
          <w:lang w:val="nl-NL"/>
        </w:rPr>
      </w:pPr>
    </w:p>
    <w:p w:rsidR="00F408A2" w:rsidRPr="008064BE" w:rsidRDefault="00F408A2">
      <w:pPr>
        <w:pStyle w:val="Plattetekst"/>
        <w:rPr>
          <w:sz w:val="20"/>
          <w:lang w:val="nl-NL"/>
        </w:rPr>
      </w:pPr>
    </w:p>
    <w:p w:rsidR="00F408A2" w:rsidRPr="008064BE" w:rsidRDefault="00F408A2">
      <w:pPr>
        <w:pStyle w:val="Plattetekst"/>
        <w:rPr>
          <w:sz w:val="22"/>
          <w:lang w:val="nl-NL"/>
        </w:rPr>
      </w:pPr>
    </w:p>
    <w:p w:rsidR="00F408A2" w:rsidRDefault="008064BE">
      <w:pPr>
        <w:tabs>
          <w:tab w:val="left" w:pos="5085"/>
        </w:tabs>
        <w:spacing w:before="112"/>
        <w:ind w:left="592"/>
        <w:rPr>
          <w:sz w:val="20"/>
        </w:rPr>
      </w:pPr>
      <w:r>
        <w:pict>
          <v:shapetype id="_x0000_t202" coordsize="21600,21600" o:spt="202" path="m,l,21600r21600,l21600,xe">
            <v:stroke joinstyle="miter"/>
            <v:path gradientshapeok="t" o:connecttype="rect"/>
          </v:shapetype>
          <v:shape id="_x0000_s2053" type="#_x0000_t202" style="position:absolute;left:0;text-align:left;margin-left:471.5pt;margin-top:7.7pt;width:66.8pt;height:9pt;z-index:-251650560;mso-position-horizontal-relative:page" filled="f" stroked="f">
            <v:textbox inset="0,0,0,0">
              <w:txbxContent>
                <w:p w:rsidR="008064BE" w:rsidRDefault="008064BE">
                  <w:pPr>
                    <w:spacing w:line="179" w:lineRule="exact"/>
                    <w:rPr>
                      <w:sz w:val="14"/>
                    </w:rPr>
                  </w:pPr>
                  <w:r>
                    <w:rPr>
                      <w:sz w:val="16"/>
                    </w:rPr>
                    <w:t xml:space="preserve">lees verder </w:t>
                  </w:r>
                  <w:r>
                    <w:rPr>
                      <w:sz w:val="14"/>
                    </w:rPr>
                    <w:t>►►►</w:t>
                  </w:r>
                </w:p>
              </w:txbxContent>
            </v:textbox>
            <w10:wrap anchorx="page"/>
          </v:shape>
        </w:pict>
      </w:r>
      <w:r>
        <w:pict>
          <v:group id="_x0000_s2050" style="position:absolute;left:0;text-align:left;margin-left:370.25pt;margin-top:-.15pt;width:180pt;height:27pt;z-index:251663872;mso-position-horizontal-relative:page" coordorigin="7405,-3" coordsize="3600,540">
            <v:rect id="_x0000_s2052" style="position:absolute;left:7405;top:-3;width:3600;height:540" stroked="f"/>
            <v:shape id="_x0000_s2051" type="#_x0000_t202" style="position:absolute;left:7405;top:-3;width:3600;height:540" filled="f" stroked="f">
              <v:textbox inset="0,0,0,0">
                <w:txbxContent>
                  <w:p w:rsidR="008064BE" w:rsidRDefault="008064BE">
                    <w:pPr>
                      <w:spacing w:before="103"/>
                      <w:ind w:right="148"/>
                      <w:jc w:val="right"/>
                      <w:rPr>
                        <w:rFonts w:ascii="Wingdings" w:hAnsi="Wingdings"/>
                        <w:sz w:val="24"/>
                      </w:rPr>
                    </w:pPr>
                    <w:r>
                      <w:rPr>
                        <w:position w:val="2"/>
                        <w:sz w:val="16"/>
                      </w:rPr>
                      <w:t xml:space="preserve">einde </w:t>
                    </w:r>
                    <w:r>
                      <w:rPr>
                        <w:rFonts w:ascii="Wingdings" w:hAnsi="Wingdings"/>
                        <w:sz w:val="24"/>
                      </w:rPr>
                      <w:t></w:t>
                    </w:r>
                  </w:p>
                </w:txbxContent>
              </v:textbox>
            </v:shape>
            <w10:wrap anchorx="page"/>
          </v:group>
        </w:pict>
      </w:r>
      <w:r w:rsidR="007405E6">
        <w:rPr>
          <w:spacing w:val="3"/>
          <w:sz w:val="14"/>
        </w:rPr>
        <w:t>VW-1028-vb-16-o</w:t>
      </w:r>
      <w:r w:rsidR="007405E6">
        <w:rPr>
          <w:spacing w:val="3"/>
          <w:sz w:val="14"/>
        </w:rPr>
        <w:tab/>
      </w:r>
      <w:r w:rsidR="007405E6">
        <w:rPr>
          <w:spacing w:val="3"/>
          <w:sz w:val="20"/>
        </w:rPr>
        <w:t xml:space="preserve">11 </w:t>
      </w:r>
      <w:r w:rsidR="007405E6">
        <w:rPr>
          <w:sz w:val="20"/>
        </w:rPr>
        <w:t>/</w:t>
      </w:r>
      <w:r w:rsidR="007405E6">
        <w:rPr>
          <w:spacing w:val="22"/>
          <w:sz w:val="20"/>
        </w:rPr>
        <w:t xml:space="preserve"> </w:t>
      </w:r>
      <w:r w:rsidR="007405E6">
        <w:rPr>
          <w:spacing w:val="4"/>
          <w:sz w:val="20"/>
        </w:rPr>
        <w:t>11</w:t>
      </w:r>
    </w:p>
    <w:sectPr w:rsidR="00F408A2">
      <w:footerReference w:type="default" r:id="rId62"/>
      <w:pgSz w:w="11910" w:h="16840"/>
      <w:pgMar w:top="780" w:right="1000" w:bottom="280" w:left="54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4BE" w:rsidRDefault="008064BE">
      <w:r>
        <w:separator/>
      </w:r>
    </w:p>
  </w:endnote>
  <w:endnote w:type="continuationSeparator" w:id="0">
    <w:p w:rsidR="008064BE" w:rsidRDefault="00806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4BE" w:rsidRDefault="008064BE">
    <w:pPr>
      <w:pStyle w:val="Plattetekst"/>
      <w:spacing w:line="14" w:lineRule="auto"/>
      <w:rPr>
        <w:sz w:val="20"/>
      </w:rPr>
    </w:pPr>
    <w:r>
      <w:pict>
        <v:shapetype id="_x0000_t202" coordsize="21600,21600" o:spt="202" path="m,l,21600r21600,l21600,xe">
          <v:stroke joinstyle="miter"/>
          <v:path gradientshapeok="t" o:connecttype="rect"/>
        </v:shapetype>
        <v:shape id="_x0000_s1028" type="#_x0000_t202" style="position:absolute;margin-left:55.65pt;margin-top:784.8pt;width:60pt;height:9.8pt;z-index:-25504;mso-position-horizontal-relative:page;mso-position-vertical-relative:page" filled="f" stroked="f">
          <v:textbox inset="0,0,0,0">
            <w:txbxContent>
              <w:p w:rsidR="008064BE" w:rsidRDefault="008064BE">
                <w:pPr>
                  <w:spacing w:before="14"/>
                  <w:ind w:left="20"/>
                  <w:rPr>
                    <w:sz w:val="14"/>
                  </w:rPr>
                </w:pPr>
                <w:r>
                  <w:rPr>
                    <w:sz w:val="14"/>
                  </w:rPr>
                  <w:t>VW-1028-vb-16-o</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4BE" w:rsidRDefault="008064BE">
    <w:pPr>
      <w:pStyle w:val="Plattetekst"/>
      <w:spacing w:line="14" w:lineRule="auto"/>
      <w:rPr>
        <w:sz w:val="20"/>
      </w:rPr>
    </w:pPr>
    <w:r>
      <w:pict>
        <v:shapetype id="_x0000_t202" coordsize="21600,21600" o:spt="202" path="m,l,21600r21600,l21600,xe">
          <v:stroke joinstyle="miter"/>
          <v:path gradientshapeok="t" o:connecttype="rect"/>
        </v:shapetype>
        <v:shape id="_x0000_s1027" type="#_x0000_t202" style="position:absolute;margin-left:279.3pt;margin-top:782.45pt;width:35.65pt;height:13.15pt;z-index:-25480;mso-position-horizontal-relative:page;mso-position-vertical-relative:page" filled="f" stroked="f">
          <v:textbox inset="0,0,0,0">
            <w:txbxContent>
              <w:p w:rsidR="008064BE" w:rsidRDefault="008064BE">
                <w:pPr>
                  <w:spacing w:before="12"/>
                  <w:ind w:left="40"/>
                  <w:rPr>
                    <w:sz w:val="20"/>
                  </w:rPr>
                </w:pPr>
                <w:r>
                  <w:fldChar w:fldCharType="begin"/>
                </w:r>
                <w:r>
                  <w:rPr>
                    <w:sz w:val="20"/>
                  </w:rPr>
                  <w:instrText xml:space="preserve"> PAGE </w:instrText>
                </w:r>
                <w:r>
                  <w:fldChar w:fldCharType="separate"/>
                </w:r>
                <w:r w:rsidR="00FB6BDF">
                  <w:rPr>
                    <w:noProof/>
                    <w:sz w:val="20"/>
                  </w:rPr>
                  <w:t>2</w:t>
                </w:r>
                <w:r>
                  <w:fldChar w:fldCharType="end"/>
                </w:r>
                <w:r>
                  <w:rPr>
                    <w:sz w:val="20"/>
                  </w:rPr>
                  <w:t xml:space="preserve"> / 11</w:t>
                </w:r>
              </w:p>
            </w:txbxContent>
          </v:textbox>
          <w10:wrap anchorx="page" anchory="page"/>
        </v:shape>
      </w:pict>
    </w:r>
    <w:r>
      <w:pict>
        <v:shape id="_x0000_s1026" type="#_x0000_t202" style="position:absolute;margin-left:470.5pt;margin-top:784.2pt;width:68.8pt;height:11pt;z-index:-25456;mso-position-horizontal-relative:page;mso-position-vertical-relative:page" filled="f" stroked="f">
          <v:textbox inset="0,0,0,0">
            <w:txbxContent>
              <w:p w:rsidR="008064BE" w:rsidRDefault="008064BE">
                <w:pPr>
                  <w:spacing w:before="15"/>
                  <w:ind w:left="20"/>
                  <w:rPr>
                    <w:sz w:val="14"/>
                  </w:rPr>
                </w:pPr>
                <w:r>
                  <w:rPr>
                    <w:sz w:val="16"/>
                  </w:rPr>
                  <w:t xml:space="preserve">lees verder </w:t>
                </w:r>
                <w:r>
                  <w:rPr>
                    <w:sz w:val="14"/>
                  </w:rPr>
                  <w:t>►►►</w:t>
                </w:r>
              </w:p>
            </w:txbxContent>
          </v:textbox>
          <w10:wrap anchorx="page" anchory="page"/>
        </v:shape>
      </w:pict>
    </w:r>
    <w:r>
      <w:pict>
        <v:shape id="_x0000_s1025" type="#_x0000_t202" style="position:absolute;margin-left:55.65pt;margin-top:785.2pt;width:60pt;height:9.8pt;z-index:-25432;mso-position-horizontal-relative:page;mso-position-vertical-relative:page" filled="f" stroked="f">
          <v:textbox inset="0,0,0,0">
            <w:txbxContent>
              <w:p w:rsidR="008064BE" w:rsidRDefault="008064BE">
                <w:pPr>
                  <w:spacing w:before="14"/>
                  <w:ind w:left="20"/>
                  <w:rPr>
                    <w:sz w:val="14"/>
                  </w:rPr>
                </w:pPr>
                <w:r>
                  <w:rPr>
                    <w:sz w:val="14"/>
                  </w:rPr>
                  <w:t>VW-1028-vb-16-o</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4BE" w:rsidRDefault="008064BE">
    <w:pPr>
      <w:pStyle w:val="Platteteks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4BE" w:rsidRDefault="008064BE">
      <w:r>
        <w:separator/>
      </w:r>
    </w:p>
  </w:footnote>
  <w:footnote w:type="continuationSeparator" w:id="0">
    <w:p w:rsidR="008064BE" w:rsidRDefault="00806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FB0"/>
    <w:multiLevelType w:val="hybridMultilevel"/>
    <w:tmpl w:val="6004E6D0"/>
    <w:lvl w:ilvl="0" w:tplc="7A349886">
      <w:start w:val="1"/>
      <w:numFmt w:val="decimal"/>
      <w:lvlText w:val="%1"/>
      <w:lvlJc w:val="left"/>
      <w:pPr>
        <w:ind w:left="1500" w:hanging="396"/>
        <w:jc w:val="left"/>
      </w:pPr>
      <w:rPr>
        <w:rFonts w:ascii="Arial" w:eastAsia="Arial" w:hAnsi="Arial" w:cs="Arial" w:hint="default"/>
        <w:w w:val="99"/>
        <w:sz w:val="24"/>
        <w:szCs w:val="24"/>
      </w:rPr>
    </w:lvl>
    <w:lvl w:ilvl="1" w:tplc="F3DAAB8C">
      <w:numFmt w:val="bullet"/>
      <w:lvlText w:val="•"/>
      <w:lvlJc w:val="left"/>
      <w:pPr>
        <w:ind w:left="2386" w:hanging="396"/>
      </w:pPr>
      <w:rPr>
        <w:rFonts w:hint="default"/>
      </w:rPr>
    </w:lvl>
    <w:lvl w:ilvl="2" w:tplc="993AC864">
      <w:numFmt w:val="bullet"/>
      <w:lvlText w:val="•"/>
      <w:lvlJc w:val="left"/>
      <w:pPr>
        <w:ind w:left="3273" w:hanging="396"/>
      </w:pPr>
      <w:rPr>
        <w:rFonts w:hint="default"/>
      </w:rPr>
    </w:lvl>
    <w:lvl w:ilvl="3" w:tplc="61C402E0">
      <w:numFmt w:val="bullet"/>
      <w:lvlText w:val="•"/>
      <w:lvlJc w:val="left"/>
      <w:pPr>
        <w:ind w:left="4159" w:hanging="396"/>
      </w:pPr>
      <w:rPr>
        <w:rFonts w:hint="default"/>
      </w:rPr>
    </w:lvl>
    <w:lvl w:ilvl="4" w:tplc="8968BACE">
      <w:numFmt w:val="bullet"/>
      <w:lvlText w:val="•"/>
      <w:lvlJc w:val="left"/>
      <w:pPr>
        <w:ind w:left="5046" w:hanging="396"/>
      </w:pPr>
      <w:rPr>
        <w:rFonts w:hint="default"/>
      </w:rPr>
    </w:lvl>
    <w:lvl w:ilvl="5" w:tplc="1CA8C456">
      <w:numFmt w:val="bullet"/>
      <w:lvlText w:val="•"/>
      <w:lvlJc w:val="left"/>
      <w:pPr>
        <w:ind w:left="5933" w:hanging="396"/>
      </w:pPr>
      <w:rPr>
        <w:rFonts w:hint="default"/>
      </w:rPr>
    </w:lvl>
    <w:lvl w:ilvl="6" w:tplc="BFEA1DC0">
      <w:numFmt w:val="bullet"/>
      <w:lvlText w:val="•"/>
      <w:lvlJc w:val="left"/>
      <w:pPr>
        <w:ind w:left="6819" w:hanging="396"/>
      </w:pPr>
      <w:rPr>
        <w:rFonts w:hint="default"/>
      </w:rPr>
    </w:lvl>
    <w:lvl w:ilvl="7" w:tplc="A4B2C0B2">
      <w:numFmt w:val="bullet"/>
      <w:lvlText w:val="•"/>
      <w:lvlJc w:val="left"/>
      <w:pPr>
        <w:ind w:left="7706" w:hanging="396"/>
      </w:pPr>
      <w:rPr>
        <w:rFonts w:hint="default"/>
      </w:rPr>
    </w:lvl>
    <w:lvl w:ilvl="8" w:tplc="22B60764">
      <w:numFmt w:val="bullet"/>
      <w:lvlText w:val="•"/>
      <w:lvlJc w:val="left"/>
      <w:pPr>
        <w:ind w:left="8593" w:hanging="396"/>
      </w:pPr>
      <w:rPr>
        <w:rFonts w:hint="default"/>
      </w:rPr>
    </w:lvl>
  </w:abstractNum>
  <w:abstractNum w:abstractNumId="1" w15:restartNumberingAfterBreak="0">
    <w:nsid w:val="1F4852D3"/>
    <w:multiLevelType w:val="hybridMultilevel"/>
    <w:tmpl w:val="3EF4A360"/>
    <w:lvl w:ilvl="0" w:tplc="3690AB00">
      <w:numFmt w:val="bullet"/>
      <w:lvlText w:val=""/>
      <w:lvlJc w:val="left"/>
      <w:pPr>
        <w:ind w:left="1500" w:hanging="396"/>
      </w:pPr>
      <w:rPr>
        <w:rFonts w:ascii="Symbol" w:eastAsia="Symbol" w:hAnsi="Symbol" w:cs="Symbol" w:hint="default"/>
        <w:w w:val="100"/>
        <w:sz w:val="24"/>
        <w:szCs w:val="24"/>
      </w:rPr>
    </w:lvl>
    <w:lvl w:ilvl="1" w:tplc="BA643B6E">
      <w:numFmt w:val="bullet"/>
      <w:lvlText w:val="•"/>
      <w:lvlJc w:val="left"/>
      <w:pPr>
        <w:ind w:left="2386" w:hanging="396"/>
      </w:pPr>
      <w:rPr>
        <w:rFonts w:hint="default"/>
      </w:rPr>
    </w:lvl>
    <w:lvl w:ilvl="2" w:tplc="40406788">
      <w:numFmt w:val="bullet"/>
      <w:lvlText w:val="•"/>
      <w:lvlJc w:val="left"/>
      <w:pPr>
        <w:ind w:left="3273" w:hanging="396"/>
      </w:pPr>
      <w:rPr>
        <w:rFonts w:hint="default"/>
      </w:rPr>
    </w:lvl>
    <w:lvl w:ilvl="3" w:tplc="5B90185C">
      <w:numFmt w:val="bullet"/>
      <w:lvlText w:val="•"/>
      <w:lvlJc w:val="left"/>
      <w:pPr>
        <w:ind w:left="4159" w:hanging="396"/>
      </w:pPr>
      <w:rPr>
        <w:rFonts w:hint="default"/>
      </w:rPr>
    </w:lvl>
    <w:lvl w:ilvl="4" w:tplc="0A164D3C">
      <w:numFmt w:val="bullet"/>
      <w:lvlText w:val="•"/>
      <w:lvlJc w:val="left"/>
      <w:pPr>
        <w:ind w:left="5046" w:hanging="396"/>
      </w:pPr>
      <w:rPr>
        <w:rFonts w:hint="default"/>
      </w:rPr>
    </w:lvl>
    <w:lvl w:ilvl="5" w:tplc="5C5E1E2E">
      <w:numFmt w:val="bullet"/>
      <w:lvlText w:val="•"/>
      <w:lvlJc w:val="left"/>
      <w:pPr>
        <w:ind w:left="5933" w:hanging="396"/>
      </w:pPr>
      <w:rPr>
        <w:rFonts w:hint="default"/>
      </w:rPr>
    </w:lvl>
    <w:lvl w:ilvl="6" w:tplc="0E08C27A">
      <w:numFmt w:val="bullet"/>
      <w:lvlText w:val="•"/>
      <w:lvlJc w:val="left"/>
      <w:pPr>
        <w:ind w:left="6819" w:hanging="396"/>
      </w:pPr>
      <w:rPr>
        <w:rFonts w:hint="default"/>
      </w:rPr>
    </w:lvl>
    <w:lvl w:ilvl="7" w:tplc="688067C0">
      <w:numFmt w:val="bullet"/>
      <w:lvlText w:val="•"/>
      <w:lvlJc w:val="left"/>
      <w:pPr>
        <w:ind w:left="7706" w:hanging="396"/>
      </w:pPr>
      <w:rPr>
        <w:rFonts w:hint="default"/>
      </w:rPr>
    </w:lvl>
    <w:lvl w:ilvl="8" w:tplc="98FA3948">
      <w:numFmt w:val="bullet"/>
      <w:lvlText w:val="•"/>
      <w:lvlJc w:val="left"/>
      <w:pPr>
        <w:ind w:left="8593" w:hanging="396"/>
      </w:pPr>
      <w:rPr>
        <w:rFonts w:hint="default"/>
      </w:rPr>
    </w:lvl>
  </w:abstractNum>
  <w:abstractNum w:abstractNumId="2" w15:restartNumberingAfterBreak="0">
    <w:nsid w:val="72236CFA"/>
    <w:multiLevelType w:val="hybridMultilevel"/>
    <w:tmpl w:val="0DAA7FDC"/>
    <w:lvl w:ilvl="0" w:tplc="8182C368">
      <w:start w:val="1"/>
      <w:numFmt w:val="decimal"/>
      <w:lvlText w:val="%1"/>
      <w:lvlJc w:val="left"/>
      <w:pPr>
        <w:ind w:left="1104" w:hanging="212"/>
        <w:jc w:val="left"/>
      </w:pPr>
      <w:rPr>
        <w:rFonts w:ascii="Arial" w:eastAsia="Arial" w:hAnsi="Arial" w:cs="Arial" w:hint="default"/>
        <w:w w:val="99"/>
        <w:sz w:val="24"/>
        <w:szCs w:val="24"/>
      </w:rPr>
    </w:lvl>
    <w:lvl w:ilvl="1" w:tplc="F0E2C64E">
      <w:numFmt w:val="bullet"/>
      <w:lvlText w:val="•"/>
      <w:lvlJc w:val="left"/>
      <w:pPr>
        <w:ind w:left="2026" w:hanging="212"/>
      </w:pPr>
      <w:rPr>
        <w:rFonts w:hint="default"/>
      </w:rPr>
    </w:lvl>
    <w:lvl w:ilvl="2" w:tplc="32541D0E">
      <w:numFmt w:val="bullet"/>
      <w:lvlText w:val="•"/>
      <w:lvlJc w:val="left"/>
      <w:pPr>
        <w:ind w:left="2953" w:hanging="212"/>
      </w:pPr>
      <w:rPr>
        <w:rFonts w:hint="default"/>
      </w:rPr>
    </w:lvl>
    <w:lvl w:ilvl="3" w:tplc="EA52EFD0">
      <w:numFmt w:val="bullet"/>
      <w:lvlText w:val="•"/>
      <w:lvlJc w:val="left"/>
      <w:pPr>
        <w:ind w:left="3879" w:hanging="212"/>
      </w:pPr>
      <w:rPr>
        <w:rFonts w:hint="default"/>
      </w:rPr>
    </w:lvl>
    <w:lvl w:ilvl="4" w:tplc="9C9A611C">
      <w:numFmt w:val="bullet"/>
      <w:lvlText w:val="•"/>
      <w:lvlJc w:val="left"/>
      <w:pPr>
        <w:ind w:left="4806" w:hanging="212"/>
      </w:pPr>
      <w:rPr>
        <w:rFonts w:hint="default"/>
      </w:rPr>
    </w:lvl>
    <w:lvl w:ilvl="5" w:tplc="D076C976">
      <w:numFmt w:val="bullet"/>
      <w:lvlText w:val="•"/>
      <w:lvlJc w:val="left"/>
      <w:pPr>
        <w:ind w:left="5733" w:hanging="212"/>
      </w:pPr>
      <w:rPr>
        <w:rFonts w:hint="default"/>
      </w:rPr>
    </w:lvl>
    <w:lvl w:ilvl="6" w:tplc="5FBAC4BC">
      <w:numFmt w:val="bullet"/>
      <w:lvlText w:val="•"/>
      <w:lvlJc w:val="left"/>
      <w:pPr>
        <w:ind w:left="6659" w:hanging="212"/>
      </w:pPr>
      <w:rPr>
        <w:rFonts w:hint="default"/>
      </w:rPr>
    </w:lvl>
    <w:lvl w:ilvl="7" w:tplc="0EC85B18">
      <w:numFmt w:val="bullet"/>
      <w:lvlText w:val="•"/>
      <w:lvlJc w:val="left"/>
      <w:pPr>
        <w:ind w:left="7586" w:hanging="212"/>
      </w:pPr>
      <w:rPr>
        <w:rFonts w:hint="default"/>
      </w:rPr>
    </w:lvl>
    <w:lvl w:ilvl="8" w:tplc="20D6F9D8">
      <w:numFmt w:val="bullet"/>
      <w:lvlText w:val="•"/>
      <w:lvlJc w:val="left"/>
      <w:pPr>
        <w:ind w:left="8513" w:hanging="212"/>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639"/>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F408A2"/>
    <w:rsid w:val="00195E72"/>
    <w:rsid w:val="00451315"/>
    <w:rsid w:val="004C2454"/>
    <w:rsid w:val="007405E6"/>
    <w:rsid w:val="008064BE"/>
    <w:rsid w:val="00AC36B4"/>
    <w:rsid w:val="00F408A2"/>
    <w:rsid w:val="00FB6B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639"/>
    <o:shapelayout v:ext="edit">
      <o:idmap v:ext="edit" data="2"/>
    </o:shapelayout>
  </w:shapeDefaults>
  <w:decimalSymbol w:val=","/>
  <w:listSeparator w:val=";"/>
  <w14:docId w14:val="6A99C054"/>
  <w15:docId w15:val="{D54DE3FF-1595-449D-B4B1-3CA55E23C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rPr>
      <w:rFonts w:ascii="Arial" w:eastAsia="Arial" w:hAnsi="Arial" w:cs="Arial"/>
    </w:rPr>
  </w:style>
  <w:style w:type="paragraph" w:styleId="Kop1">
    <w:name w:val="heading 1"/>
    <w:basedOn w:val="Standaard"/>
    <w:uiPriority w:val="1"/>
    <w:qFormat/>
    <w:pPr>
      <w:spacing w:before="70"/>
      <w:ind w:left="650"/>
      <w:outlineLvl w:val="0"/>
    </w:pPr>
    <w:rPr>
      <w:b/>
      <w:bCs/>
      <w:sz w:val="28"/>
      <w:szCs w:val="28"/>
    </w:rPr>
  </w:style>
  <w:style w:type="paragraph" w:styleId="Kop2">
    <w:name w:val="heading 2"/>
    <w:basedOn w:val="Standaard"/>
    <w:uiPriority w:val="1"/>
    <w:qFormat/>
    <w:pPr>
      <w:ind w:left="1103"/>
      <w:outlineLvl w:val="1"/>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4"/>
      <w:szCs w:val="24"/>
    </w:rPr>
  </w:style>
  <w:style w:type="paragraph" w:styleId="Lijstalinea">
    <w:name w:val="List Paragraph"/>
    <w:basedOn w:val="Standaard"/>
    <w:uiPriority w:val="1"/>
    <w:qFormat/>
    <w:pPr>
      <w:ind w:left="1104" w:hanging="396"/>
    </w:pPr>
  </w:style>
  <w:style w:type="paragraph" w:customStyle="1" w:styleId="TableParagraph">
    <w:name w:val="Table Paragraph"/>
    <w:basedOn w:val="Standaard"/>
    <w:uiPriority w:val="1"/>
    <w:qFormat/>
  </w:style>
  <w:style w:type="paragraph" w:styleId="Ballontekst">
    <w:name w:val="Balloon Text"/>
    <w:basedOn w:val="Standaard"/>
    <w:link w:val="BallontekstChar"/>
    <w:uiPriority w:val="99"/>
    <w:semiHidden/>
    <w:unhideWhenUsed/>
    <w:rsid w:val="008064BE"/>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064BE"/>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footer" Target="footer2.xml"/><Relationship Id="rId26" Type="http://schemas.openxmlformats.org/officeDocument/2006/relationships/image" Target="media/image18.png"/><Relationship Id="rId39" Type="http://schemas.openxmlformats.org/officeDocument/2006/relationships/image" Target="media/image31.png"/><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image" Target="media/image39.png"/><Relationship Id="rId50" Type="http://schemas.openxmlformats.org/officeDocument/2006/relationships/image" Target="media/image42.png"/><Relationship Id="rId55" Type="http://schemas.openxmlformats.org/officeDocument/2006/relationships/image" Target="media/image47.png"/><Relationship Id="rId63" Type="http://schemas.openxmlformats.org/officeDocument/2006/relationships/fontTable" Target="fontTable.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png"/><Relationship Id="rId29" Type="http://schemas.openxmlformats.org/officeDocument/2006/relationships/image" Target="media/image21.png"/><Relationship Id="rId11" Type="http://schemas.openxmlformats.org/officeDocument/2006/relationships/image" Target="media/image4.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png"/><Relationship Id="rId53" Type="http://schemas.openxmlformats.org/officeDocument/2006/relationships/image" Target="media/image45.png"/><Relationship Id="rId58" Type="http://schemas.openxmlformats.org/officeDocument/2006/relationships/image" Target="media/image50.png"/><Relationship Id="rId5" Type="http://schemas.openxmlformats.org/officeDocument/2006/relationships/footnotes" Target="footnotes.xml"/><Relationship Id="rId61" Type="http://schemas.openxmlformats.org/officeDocument/2006/relationships/image" Target="media/image53.png"/><Relationship Id="rId19" Type="http://schemas.openxmlformats.org/officeDocument/2006/relationships/image" Target="media/image11.png"/><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image" Target="media/image40.png"/><Relationship Id="rId56" Type="http://schemas.openxmlformats.org/officeDocument/2006/relationships/image" Target="media/image48.png"/><Relationship Id="rId64"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image" Target="media/image43.png"/><Relationship Id="rId3" Type="http://schemas.openxmlformats.org/officeDocument/2006/relationships/settings" Target="setting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8.png"/><Relationship Id="rId59" Type="http://schemas.openxmlformats.org/officeDocument/2006/relationships/image" Target="media/image51.png"/><Relationship Id="rId20" Type="http://schemas.openxmlformats.org/officeDocument/2006/relationships/image" Target="media/image12.png"/><Relationship Id="rId41" Type="http://schemas.openxmlformats.org/officeDocument/2006/relationships/image" Target="media/image33.png"/><Relationship Id="rId54" Type="http://schemas.openxmlformats.org/officeDocument/2006/relationships/image" Target="media/image46.png"/><Relationship Id="rId62"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8.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image" Target="media/image41.png"/><Relationship Id="rId57" Type="http://schemas.openxmlformats.org/officeDocument/2006/relationships/image" Target="media/image49.png"/><Relationship Id="rId10" Type="http://schemas.openxmlformats.org/officeDocument/2006/relationships/image" Target="media/image3.png"/><Relationship Id="rId31" Type="http://schemas.openxmlformats.org/officeDocument/2006/relationships/image" Target="media/image23.png"/><Relationship Id="rId44" Type="http://schemas.openxmlformats.org/officeDocument/2006/relationships/image" Target="media/image36.png"/><Relationship Id="rId52" Type="http://schemas.openxmlformats.org/officeDocument/2006/relationships/image" Target="media/image44.png"/><Relationship Id="rId60" Type="http://schemas.openxmlformats.org/officeDocument/2006/relationships/image" Target="media/image52.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991E51D6</Template>
  <TotalTime>188</TotalTime>
  <Pages>11</Pages>
  <Words>2889</Words>
  <Characters>15893</Characters>
  <Application>Microsoft Office Word</Application>
  <DocSecurity>0</DocSecurity>
  <Lines>132</Lines>
  <Paragraphs>37</Paragraphs>
  <ScaleCrop>false</ScaleCrop>
  <HeadingPairs>
    <vt:vector size="2" baseType="variant">
      <vt:variant>
        <vt:lpstr>Titel</vt:lpstr>
      </vt:variant>
      <vt:variant>
        <vt:i4>1</vt:i4>
      </vt:variant>
    </vt:vector>
  </HeadingPairs>
  <TitlesOfParts>
    <vt:vector size="1" baseType="lpstr">
      <vt:lpstr>Opgaven / minitoets / (uitwerk)bijlage</vt:lpstr>
    </vt:vector>
  </TitlesOfParts>
  <Company>Eemsdeltacollege</Company>
  <LinksUpToDate>false</LinksUpToDate>
  <CharactersWithSpaces>18745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Opgaven / minitoets / (uitwerk)bijlage</dc:title>
  <dc:subject>VO-sjabloon</dc:subject>
  <dc:creator>keesbeer</dc:creator>
  <cp:lastModifiedBy>Wouter Renkema</cp:lastModifiedBy>
  <cp:revision>6</cp:revision>
  <cp:lastPrinted>2019-01-31T07:10:00Z</cp:lastPrinted>
  <dcterms:created xsi:type="dcterms:W3CDTF">2019-01-30T20:44:00Z</dcterms:created>
  <dcterms:modified xsi:type="dcterms:W3CDTF">2019-01-31T10:08:00Z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2013-11-01T00:00:00Z</vt:filetime>
  </property>
  <property fmtid="{D5CDD505-2E9C-101B-9397-08002B2CF9AE}" pid="3" name="Creator">
    <vt:lpwstr>Acrobat PDFMaker 10.0 voor Word</vt:lpwstr>
  </property>
  <property fmtid="{D5CDD505-2E9C-101B-9397-08002B2CF9AE}" pid="4" name="LastSaved">
    <vt:filetime>2019-01-30T00:00:00Z</vt:filetime>
  </property>
</Properties>
</file>