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7E14" w:rsidRPr="00B05F8E" w:rsidRDefault="003D508B">
      <w:pPr>
        <w:spacing w:before="68"/>
        <w:ind w:right="129"/>
        <w:jc w:val="right"/>
        <w:rPr>
          <w:b/>
          <w:sz w:val="32"/>
          <w:lang w:val="nl-NL"/>
        </w:rPr>
      </w:pPr>
      <w:r w:rsidRPr="00B05F8E">
        <w:rPr>
          <w:b/>
          <w:color w:val="231F20"/>
          <w:spacing w:val="5"/>
          <w:sz w:val="32"/>
          <w:lang w:val="nl-NL"/>
        </w:rPr>
        <w:t>Examen</w:t>
      </w:r>
      <w:r w:rsidRPr="00B05F8E">
        <w:rPr>
          <w:b/>
          <w:color w:val="231F20"/>
          <w:spacing w:val="23"/>
          <w:sz w:val="32"/>
          <w:lang w:val="nl-NL"/>
        </w:rPr>
        <w:t xml:space="preserve"> </w:t>
      </w:r>
      <w:r w:rsidRPr="00B05F8E">
        <w:rPr>
          <w:b/>
          <w:color w:val="231F20"/>
          <w:spacing w:val="7"/>
          <w:sz w:val="32"/>
          <w:lang w:val="nl-NL"/>
        </w:rPr>
        <w:t>VWO</w:t>
      </w:r>
    </w:p>
    <w:p w:rsidR="00017E14" w:rsidRPr="00B05F8E" w:rsidRDefault="003D508B">
      <w:pPr>
        <w:spacing w:before="61"/>
        <w:ind w:right="130"/>
        <w:jc w:val="right"/>
        <w:rPr>
          <w:b/>
          <w:sz w:val="72"/>
          <w:lang w:val="nl-NL"/>
        </w:rPr>
      </w:pPr>
      <w:r w:rsidRPr="00B05F8E">
        <w:rPr>
          <w:b/>
          <w:color w:val="231F20"/>
          <w:spacing w:val="18"/>
          <w:sz w:val="72"/>
          <w:lang w:val="nl-NL"/>
        </w:rPr>
        <w:t>2018</w:t>
      </w:r>
    </w:p>
    <w:p w:rsidR="00017E14" w:rsidRPr="00B05F8E" w:rsidRDefault="00017E14">
      <w:pPr>
        <w:pStyle w:val="Plattetekst"/>
        <w:ind w:left="0"/>
        <w:rPr>
          <w:b/>
          <w:sz w:val="20"/>
          <w:lang w:val="nl-NL"/>
        </w:rPr>
      </w:pPr>
    </w:p>
    <w:p w:rsidR="00017E14" w:rsidRPr="00B05F8E" w:rsidRDefault="00017E14">
      <w:pPr>
        <w:pStyle w:val="Plattetekst"/>
        <w:spacing w:before="7"/>
        <w:ind w:left="0"/>
        <w:rPr>
          <w:b/>
          <w:sz w:val="17"/>
          <w:lang w:val="nl-NL"/>
        </w:rPr>
      </w:pPr>
    </w:p>
    <w:p w:rsidR="00017E14" w:rsidRPr="00B05F8E" w:rsidRDefault="003D508B">
      <w:pPr>
        <w:pStyle w:val="Plattetekst"/>
        <w:spacing w:before="92"/>
        <w:ind w:left="0" w:right="161"/>
        <w:jc w:val="right"/>
        <w:rPr>
          <w:lang w:val="nl-NL"/>
        </w:rPr>
      </w:pPr>
      <w:r w:rsidRPr="00B05F8E">
        <w:rPr>
          <w:color w:val="231F20"/>
          <w:spacing w:val="5"/>
          <w:lang w:val="nl-NL"/>
        </w:rPr>
        <w:t>tijdvak</w:t>
      </w:r>
      <w:r w:rsidRPr="00B05F8E">
        <w:rPr>
          <w:color w:val="231F20"/>
          <w:spacing w:val="13"/>
          <w:lang w:val="nl-NL"/>
        </w:rPr>
        <w:t xml:space="preserve"> </w:t>
      </w:r>
      <w:r w:rsidRPr="00B05F8E">
        <w:rPr>
          <w:color w:val="231F20"/>
          <w:lang w:val="nl-NL"/>
        </w:rPr>
        <w:t>1</w:t>
      </w:r>
    </w:p>
    <w:p w:rsidR="00017E14" w:rsidRPr="00B05F8E" w:rsidRDefault="003D508B">
      <w:pPr>
        <w:pStyle w:val="Plattetekst"/>
        <w:spacing w:before="24"/>
        <w:ind w:left="0" w:right="156"/>
        <w:jc w:val="right"/>
        <w:rPr>
          <w:lang w:val="nl-NL"/>
        </w:rPr>
      </w:pPr>
      <w:r w:rsidRPr="00B05F8E">
        <w:rPr>
          <w:color w:val="231F20"/>
          <w:spacing w:val="4"/>
          <w:lang w:val="nl-NL"/>
        </w:rPr>
        <w:t xml:space="preserve">donderdag </w:t>
      </w:r>
      <w:r w:rsidRPr="00B05F8E">
        <w:rPr>
          <w:color w:val="231F20"/>
          <w:spacing w:val="2"/>
          <w:lang w:val="nl-NL"/>
        </w:rPr>
        <w:t>17</w:t>
      </w:r>
      <w:r w:rsidRPr="00B05F8E">
        <w:rPr>
          <w:color w:val="231F20"/>
          <w:spacing w:val="25"/>
          <w:lang w:val="nl-NL"/>
        </w:rPr>
        <w:t xml:space="preserve"> </w:t>
      </w:r>
      <w:r w:rsidRPr="00B05F8E">
        <w:rPr>
          <w:color w:val="231F20"/>
          <w:spacing w:val="5"/>
          <w:lang w:val="nl-NL"/>
        </w:rPr>
        <w:t>mei</w:t>
      </w:r>
    </w:p>
    <w:p w:rsidR="00017E14" w:rsidRPr="00B05F8E" w:rsidRDefault="003D508B">
      <w:pPr>
        <w:pStyle w:val="Plattetekst"/>
        <w:spacing w:before="24"/>
        <w:ind w:left="0" w:right="157"/>
        <w:jc w:val="right"/>
        <w:rPr>
          <w:lang w:val="nl-NL"/>
        </w:rPr>
      </w:pPr>
      <w:r w:rsidRPr="00B05F8E">
        <w:rPr>
          <w:color w:val="231F20"/>
          <w:spacing w:val="4"/>
          <w:lang w:val="nl-NL"/>
        </w:rPr>
        <w:t xml:space="preserve">13.30 </w:t>
      </w:r>
      <w:r w:rsidRPr="00B05F8E">
        <w:rPr>
          <w:color w:val="231F20"/>
          <w:lang w:val="nl-NL"/>
        </w:rPr>
        <w:t xml:space="preserve">- </w:t>
      </w:r>
      <w:r w:rsidRPr="00B05F8E">
        <w:rPr>
          <w:color w:val="231F20"/>
          <w:spacing w:val="4"/>
          <w:lang w:val="nl-NL"/>
        </w:rPr>
        <w:t>16.30</w:t>
      </w:r>
      <w:r w:rsidRPr="00B05F8E">
        <w:rPr>
          <w:color w:val="231F20"/>
          <w:spacing w:val="32"/>
          <w:lang w:val="nl-NL"/>
        </w:rPr>
        <w:t xml:space="preserve"> </w:t>
      </w:r>
      <w:r w:rsidRPr="00B05F8E">
        <w:rPr>
          <w:color w:val="231F20"/>
          <w:spacing w:val="5"/>
          <w:lang w:val="nl-NL"/>
        </w:rPr>
        <w:t>uur</w:t>
      </w:r>
    </w:p>
    <w:p w:rsidR="00017E14" w:rsidRPr="00B05F8E" w:rsidRDefault="00017E14">
      <w:pPr>
        <w:pStyle w:val="Plattetekst"/>
        <w:ind w:left="0"/>
        <w:rPr>
          <w:sz w:val="20"/>
          <w:lang w:val="nl-NL"/>
        </w:rPr>
      </w:pPr>
    </w:p>
    <w:p w:rsidR="00017E14" w:rsidRPr="00B05F8E" w:rsidRDefault="00017E14">
      <w:pPr>
        <w:pStyle w:val="Plattetekst"/>
        <w:spacing w:before="3"/>
        <w:ind w:left="0"/>
        <w:rPr>
          <w:sz w:val="19"/>
          <w:lang w:val="nl-NL"/>
        </w:rPr>
      </w:pPr>
    </w:p>
    <w:p w:rsidR="00017E14" w:rsidRPr="00B05F8E" w:rsidRDefault="003D508B">
      <w:pPr>
        <w:pStyle w:val="Kop1"/>
        <w:tabs>
          <w:tab w:val="left" w:pos="7998"/>
        </w:tabs>
        <w:spacing w:before="91"/>
        <w:ind w:left="104"/>
        <w:rPr>
          <w:lang w:val="nl-NL"/>
        </w:rPr>
      </w:pPr>
      <w:r w:rsidRPr="00B05F8E">
        <w:rPr>
          <w:color w:val="FFFFFF"/>
          <w:w w:val="99"/>
          <w:shd w:val="clear" w:color="auto" w:fill="000000"/>
          <w:lang w:val="nl-NL"/>
        </w:rPr>
        <w:t xml:space="preserve"> </w:t>
      </w:r>
      <w:r w:rsidRPr="00B05F8E">
        <w:rPr>
          <w:color w:val="FFFFFF"/>
          <w:shd w:val="clear" w:color="auto" w:fill="000000"/>
          <w:lang w:val="nl-NL"/>
        </w:rPr>
        <w:tab/>
      </w:r>
      <w:r w:rsidRPr="00B05F8E">
        <w:rPr>
          <w:color w:val="FFFFFF"/>
          <w:spacing w:val="9"/>
          <w:shd w:val="clear" w:color="auto" w:fill="000000"/>
          <w:lang w:val="nl-NL"/>
        </w:rPr>
        <w:t>scheikunde</w:t>
      </w:r>
      <w:r w:rsidRPr="00B05F8E">
        <w:rPr>
          <w:color w:val="FFFFFF"/>
          <w:spacing w:val="1"/>
          <w:shd w:val="clear" w:color="auto" w:fill="000000"/>
          <w:lang w:val="nl-NL"/>
        </w:rPr>
        <w:t xml:space="preserve"> </w:t>
      </w:r>
    </w:p>
    <w:p w:rsidR="00017E14" w:rsidRPr="00B05F8E" w:rsidRDefault="00017E14">
      <w:pPr>
        <w:pStyle w:val="Plattetekst"/>
        <w:ind w:left="0"/>
        <w:rPr>
          <w:b/>
          <w:sz w:val="30"/>
          <w:lang w:val="nl-NL"/>
        </w:rPr>
      </w:pPr>
    </w:p>
    <w:p w:rsidR="00017E14" w:rsidRPr="00B05F8E" w:rsidRDefault="00017E14">
      <w:pPr>
        <w:pStyle w:val="Plattetekst"/>
        <w:ind w:left="0"/>
        <w:rPr>
          <w:b/>
          <w:sz w:val="30"/>
          <w:lang w:val="nl-NL"/>
        </w:rPr>
      </w:pPr>
    </w:p>
    <w:p w:rsidR="00017E14" w:rsidRPr="00B05F8E" w:rsidRDefault="00017E14">
      <w:pPr>
        <w:pStyle w:val="Plattetekst"/>
        <w:ind w:left="0"/>
        <w:rPr>
          <w:b/>
          <w:sz w:val="30"/>
          <w:lang w:val="nl-NL"/>
        </w:rPr>
      </w:pPr>
    </w:p>
    <w:p w:rsidR="00017E14" w:rsidRPr="00B05F8E" w:rsidRDefault="00017E14">
      <w:pPr>
        <w:pStyle w:val="Plattetekst"/>
        <w:ind w:left="0"/>
        <w:rPr>
          <w:b/>
          <w:sz w:val="30"/>
          <w:lang w:val="nl-NL"/>
        </w:rPr>
      </w:pPr>
    </w:p>
    <w:p w:rsidR="00017E14" w:rsidRPr="00B05F8E" w:rsidRDefault="00017E14">
      <w:pPr>
        <w:pStyle w:val="Plattetekst"/>
        <w:ind w:left="0"/>
        <w:rPr>
          <w:b/>
          <w:sz w:val="30"/>
          <w:lang w:val="nl-NL"/>
        </w:rPr>
      </w:pPr>
    </w:p>
    <w:p w:rsidR="00017E14" w:rsidRPr="00B05F8E" w:rsidRDefault="00017E14">
      <w:pPr>
        <w:pStyle w:val="Plattetekst"/>
        <w:ind w:left="0"/>
        <w:rPr>
          <w:b/>
          <w:sz w:val="30"/>
          <w:lang w:val="nl-NL"/>
        </w:rPr>
      </w:pPr>
    </w:p>
    <w:p w:rsidR="00017E14" w:rsidRPr="00B05F8E" w:rsidRDefault="00017E14">
      <w:pPr>
        <w:pStyle w:val="Plattetekst"/>
        <w:ind w:left="0"/>
        <w:rPr>
          <w:b/>
          <w:sz w:val="30"/>
          <w:lang w:val="nl-NL"/>
        </w:rPr>
      </w:pPr>
    </w:p>
    <w:p w:rsidR="00017E14" w:rsidRPr="00B05F8E" w:rsidRDefault="00017E14">
      <w:pPr>
        <w:pStyle w:val="Plattetekst"/>
        <w:spacing w:before="1"/>
        <w:ind w:left="0"/>
        <w:rPr>
          <w:b/>
          <w:sz w:val="33"/>
          <w:lang w:val="nl-NL"/>
        </w:rPr>
      </w:pPr>
    </w:p>
    <w:p w:rsidR="00017E14" w:rsidRPr="00B05F8E" w:rsidRDefault="003D508B">
      <w:pPr>
        <w:pStyle w:val="Plattetekst"/>
        <w:ind w:left="107"/>
        <w:rPr>
          <w:lang w:val="nl-NL"/>
        </w:rPr>
      </w:pPr>
      <w:r w:rsidRPr="00B05F8E">
        <w:rPr>
          <w:color w:val="231F20"/>
          <w:lang w:val="nl-NL"/>
        </w:rPr>
        <w:t>Bij dit examen hoort een uitwerkbijlage.</w:t>
      </w:r>
    </w:p>
    <w:p w:rsidR="00017E14" w:rsidRPr="00B05F8E" w:rsidRDefault="00017E14">
      <w:pPr>
        <w:pStyle w:val="Plattetekst"/>
        <w:spacing w:before="2"/>
        <w:ind w:left="0"/>
        <w:rPr>
          <w:sz w:val="28"/>
          <w:lang w:val="nl-NL"/>
        </w:rPr>
      </w:pPr>
    </w:p>
    <w:p w:rsidR="00017E14" w:rsidRPr="00B05F8E" w:rsidRDefault="003D508B">
      <w:pPr>
        <w:pStyle w:val="Plattetekst"/>
        <w:ind w:left="107"/>
        <w:rPr>
          <w:lang w:val="nl-NL"/>
        </w:rPr>
      </w:pPr>
      <w:r w:rsidRPr="00B05F8E">
        <w:rPr>
          <w:color w:val="231F20"/>
          <w:spacing w:val="3"/>
          <w:lang w:val="nl-NL"/>
        </w:rPr>
        <w:t xml:space="preserve">Maak </w:t>
      </w:r>
      <w:r w:rsidRPr="00B05F8E">
        <w:rPr>
          <w:color w:val="231F20"/>
          <w:spacing w:val="2"/>
          <w:lang w:val="nl-NL"/>
        </w:rPr>
        <w:t xml:space="preserve">zo </w:t>
      </w:r>
      <w:r w:rsidRPr="00B05F8E">
        <w:rPr>
          <w:color w:val="231F20"/>
          <w:spacing w:val="4"/>
          <w:lang w:val="nl-NL"/>
        </w:rPr>
        <w:t xml:space="preserve">nodig gebruik </w:t>
      </w:r>
      <w:r w:rsidRPr="00B05F8E">
        <w:rPr>
          <w:color w:val="231F20"/>
          <w:spacing w:val="3"/>
          <w:lang w:val="nl-NL"/>
        </w:rPr>
        <w:t xml:space="preserve">van </w:t>
      </w:r>
      <w:proofErr w:type="spellStart"/>
      <w:r w:rsidRPr="00B05F8E">
        <w:rPr>
          <w:color w:val="231F20"/>
          <w:spacing w:val="4"/>
          <w:lang w:val="nl-NL"/>
        </w:rPr>
        <w:t>Binas</w:t>
      </w:r>
      <w:proofErr w:type="spellEnd"/>
      <w:r w:rsidRPr="00B05F8E">
        <w:rPr>
          <w:color w:val="231F20"/>
          <w:spacing w:val="4"/>
          <w:lang w:val="nl-NL"/>
        </w:rPr>
        <w:t xml:space="preserve"> </w:t>
      </w:r>
      <w:r w:rsidRPr="00B05F8E">
        <w:rPr>
          <w:color w:val="231F20"/>
          <w:spacing w:val="2"/>
          <w:lang w:val="nl-NL"/>
        </w:rPr>
        <w:t>of</w:t>
      </w:r>
      <w:r w:rsidRPr="00B05F8E">
        <w:rPr>
          <w:color w:val="231F20"/>
          <w:spacing w:val="64"/>
          <w:lang w:val="nl-NL"/>
        </w:rPr>
        <w:t xml:space="preserve"> </w:t>
      </w:r>
      <w:proofErr w:type="spellStart"/>
      <w:r w:rsidRPr="00B05F8E">
        <w:rPr>
          <w:color w:val="231F20"/>
          <w:spacing w:val="5"/>
          <w:lang w:val="nl-NL"/>
        </w:rPr>
        <w:t>ScienceData</w:t>
      </w:r>
      <w:proofErr w:type="spellEnd"/>
      <w:r w:rsidRPr="00B05F8E">
        <w:rPr>
          <w:color w:val="231F20"/>
          <w:spacing w:val="5"/>
          <w:lang w:val="nl-NL"/>
        </w:rPr>
        <w:t>.</w:t>
      </w:r>
    </w:p>
    <w:p w:rsidR="00017E14" w:rsidRPr="00B05F8E" w:rsidRDefault="00017E14">
      <w:pPr>
        <w:pStyle w:val="Plattetekst"/>
        <w:ind w:left="0"/>
        <w:rPr>
          <w:sz w:val="26"/>
          <w:lang w:val="nl-NL"/>
        </w:rPr>
      </w:pPr>
    </w:p>
    <w:p w:rsidR="00017E14" w:rsidRPr="00B05F8E" w:rsidRDefault="00017E14">
      <w:pPr>
        <w:pStyle w:val="Plattetekst"/>
        <w:ind w:left="0"/>
        <w:rPr>
          <w:sz w:val="26"/>
          <w:lang w:val="nl-NL"/>
        </w:rPr>
      </w:pPr>
    </w:p>
    <w:p w:rsidR="00017E14" w:rsidRPr="00B05F8E" w:rsidRDefault="00017E14">
      <w:pPr>
        <w:pStyle w:val="Plattetekst"/>
        <w:ind w:left="0"/>
        <w:rPr>
          <w:sz w:val="26"/>
          <w:lang w:val="nl-NL"/>
        </w:rPr>
      </w:pPr>
    </w:p>
    <w:p w:rsidR="00017E14" w:rsidRPr="00B05F8E" w:rsidRDefault="00017E14">
      <w:pPr>
        <w:pStyle w:val="Plattetekst"/>
        <w:ind w:left="0"/>
        <w:rPr>
          <w:sz w:val="26"/>
          <w:lang w:val="nl-NL"/>
        </w:rPr>
      </w:pPr>
    </w:p>
    <w:p w:rsidR="00017E14" w:rsidRPr="00B05F8E" w:rsidRDefault="00017E14">
      <w:pPr>
        <w:pStyle w:val="Plattetekst"/>
        <w:ind w:left="0"/>
        <w:rPr>
          <w:sz w:val="26"/>
          <w:lang w:val="nl-NL"/>
        </w:rPr>
      </w:pPr>
    </w:p>
    <w:p w:rsidR="00017E14" w:rsidRPr="00B05F8E" w:rsidRDefault="00017E14">
      <w:pPr>
        <w:pStyle w:val="Plattetekst"/>
        <w:ind w:left="0"/>
        <w:rPr>
          <w:sz w:val="26"/>
          <w:lang w:val="nl-NL"/>
        </w:rPr>
      </w:pPr>
    </w:p>
    <w:p w:rsidR="00017E14" w:rsidRPr="00B05F8E" w:rsidRDefault="00017E14">
      <w:pPr>
        <w:pStyle w:val="Plattetekst"/>
        <w:ind w:left="0"/>
        <w:rPr>
          <w:sz w:val="26"/>
          <w:lang w:val="nl-NL"/>
        </w:rPr>
      </w:pPr>
    </w:p>
    <w:p w:rsidR="00017E14" w:rsidRPr="00B05F8E" w:rsidRDefault="00017E14">
      <w:pPr>
        <w:pStyle w:val="Plattetekst"/>
        <w:ind w:left="0"/>
        <w:rPr>
          <w:sz w:val="26"/>
          <w:lang w:val="nl-NL"/>
        </w:rPr>
      </w:pPr>
    </w:p>
    <w:p w:rsidR="00017E14" w:rsidRPr="00B05F8E" w:rsidRDefault="00017E14">
      <w:pPr>
        <w:pStyle w:val="Plattetekst"/>
        <w:ind w:left="0"/>
        <w:rPr>
          <w:sz w:val="26"/>
          <w:lang w:val="nl-NL"/>
        </w:rPr>
      </w:pPr>
    </w:p>
    <w:p w:rsidR="00017E14" w:rsidRPr="00B05F8E" w:rsidRDefault="00017E14">
      <w:pPr>
        <w:pStyle w:val="Plattetekst"/>
        <w:ind w:left="0"/>
        <w:rPr>
          <w:sz w:val="26"/>
          <w:lang w:val="nl-NL"/>
        </w:rPr>
      </w:pPr>
    </w:p>
    <w:p w:rsidR="00017E14" w:rsidRPr="00B05F8E" w:rsidRDefault="00017E14">
      <w:pPr>
        <w:pStyle w:val="Plattetekst"/>
        <w:spacing w:before="4"/>
        <w:ind w:left="0"/>
        <w:rPr>
          <w:sz w:val="21"/>
          <w:lang w:val="nl-NL"/>
        </w:rPr>
      </w:pPr>
    </w:p>
    <w:p w:rsidR="00017E14" w:rsidRPr="00B05F8E" w:rsidRDefault="003D508B">
      <w:pPr>
        <w:pStyle w:val="Plattetekst"/>
        <w:ind w:left="107"/>
        <w:rPr>
          <w:lang w:val="nl-NL"/>
        </w:rPr>
      </w:pPr>
      <w:r w:rsidRPr="00B05F8E">
        <w:rPr>
          <w:color w:val="231F20"/>
          <w:lang w:val="nl-NL"/>
        </w:rPr>
        <w:t>Dit examen bestaat uit 27 vragen.</w:t>
      </w:r>
    </w:p>
    <w:p w:rsidR="00017E14" w:rsidRPr="00B05F8E" w:rsidRDefault="003D508B">
      <w:pPr>
        <w:pStyle w:val="Plattetekst"/>
        <w:spacing w:before="24"/>
        <w:ind w:left="107"/>
        <w:rPr>
          <w:lang w:val="nl-NL"/>
        </w:rPr>
      </w:pPr>
      <w:r w:rsidRPr="00B05F8E">
        <w:rPr>
          <w:color w:val="231F20"/>
          <w:lang w:val="nl-NL"/>
        </w:rPr>
        <w:t>Voor dit examen zijn maximaal 67 punten te behalen.</w:t>
      </w:r>
    </w:p>
    <w:p w:rsidR="00017E14" w:rsidRPr="00B05F8E" w:rsidRDefault="003D508B">
      <w:pPr>
        <w:pStyle w:val="Plattetekst"/>
        <w:spacing w:before="24" w:line="261" w:lineRule="auto"/>
        <w:ind w:left="107" w:right="848"/>
        <w:rPr>
          <w:lang w:val="nl-NL"/>
        </w:rPr>
      </w:pPr>
      <w:r w:rsidRPr="00B05F8E">
        <w:rPr>
          <w:color w:val="231F20"/>
          <w:lang w:val="nl-NL"/>
        </w:rPr>
        <w:t>Voor elk vraagnummer staat hoeveel punten met een goed antwoord behaald kunnen worden.</w:t>
      </w:r>
    </w:p>
    <w:p w:rsidR="00017E14" w:rsidRPr="00B05F8E" w:rsidRDefault="00017E14">
      <w:pPr>
        <w:pStyle w:val="Plattetekst"/>
        <w:ind w:left="0"/>
        <w:rPr>
          <w:sz w:val="26"/>
          <w:lang w:val="nl-NL"/>
        </w:rPr>
      </w:pPr>
    </w:p>
    <w:p w:rsidR="00017E14" w:rsidRPr="00B05F8E" w:rsidRDefault="003D508B">
      <w:pPr>
        <w:pStyle w:val="Plattetekst"/>
        <w:spacing w:line="261" w:lineRule="auto"/>
        <w:ind w:left="107" w:right="848"/>
        <w:rPr>
          <w:lang w:val="nl-NL"/>
        </w:rPr>
      </w:pPr>
      <w:r w:rsidRPr="00B05F8E">
        <w:rPr>
          <w:color w:val="231F20"/>
          <w:lang w:val="nl-NL"/>
        </w:rPr>
        <w:t>Als bij een vraag een verklaring, uitleg, berekening of afleiding gevraagd wordt, worden aan het antwoord meestal geen punten toegekend als deze verklaring, uitleg, berekening of afleiding ontbreekt.</w:t>
      </w:r>
    </w:p>
    <w:p w:rsidR="00017E14" w:rsidRPr="00B05F8E" w:rsidRDefault="00017E14">
      <w:pPr>
        <w:pStyle w:val="Plattetekst"/>
        <w:spacing w:before="10"/>
        <w:ind w:left="0"/>
        <w:rPr>
          <w:sz w:val="25"/>
          <w:lang w:val="nl-NL"/>
        </w:rPr>
      </w:pPr>
    </w:p>
    <w:p w:rsidR="00017E14" w:rsidRPr="00B05F8E" w:rsidRDefault="003D508B">
      <w:pPr>
        <w:pStyle w:val="Plattetekst"/>
        <w:ind w:left="107"/>
        <w:rPr>
          <w:lang w:val="nl-NL"/>
        </w:rPr>
      </w:pPr>
      <w:r w:rsidRPr="00B05F8E">
        <w:rPr>
          <w:color w:val="231F20"/>
          <w:lang w:val="nl-NL"/>
        </w:rPr>
        <w:t>Geef niet meer antwoorden (redenen, voorbeelden e.d.) dan er worden gevraagd.</w:t>
      </w:r>
    </w:p>
    <w:p w:rsidR="00017E14" w:rsidRPr="00B05F8E" w:rsidRDefault="003D508B">
      <w:pPr>
        <w:pStyle w:val="Plattetekst"/>
        <w:spacing w:before="24" w:line="261" w:lineRule="auto"/>
        <w:ind w:left="107" w:right="848"/>
        <w:rPr>
          <w:lang w:val="nl-NL"/>
        </w:rPr>
      </w:pPr>
      <w:r w:rsidRPr="00B05F8E">
        <w:rPr>
          <w:color w:val="231F20"/>
          <w:lang w:val="nl-NL"/>
        </w:rPr>
        <w:t>Als er bijvoorbeeld twee redenen worden gevraagd en je geeft meer dan twee redenen, dan worden alleen de eerste twee in de beoordeling meegeteld.</w:t>
      </w:r>
    </w:p>
    <w:p w:rsidR="00017E14" w:rsidRPr="00B05F8E" w:rsidRDefault="00017E14">
      <w:pPr>
        <w:pStyle w:val="Plattetekst"/>
        <w:ind w:left="0"/>
        <w:rPr>
          <w:sz w:val="20"/>
          <w:lang w:val="nl-NL"/>
        </w:rPr>
      </w:pPr>
    </w:p>
    <w:p w:rsidR="00017E14" w:rsidRPr="00B05F8E" w:rsidRDefault="00017E14">
      <w:pPr>
        <w:pStyle w:val="Plattetekst"/>
        <w:spacing w:before="9"/>
        <w:ind w:left="0"/>
        <w:rPr>
          <w:lang w:val="nl-NL"/>
        </w:rPr>
      </w:pPr>
    </w:p>
    <w:p w:rsidR="00017E14" w:rsidRPr="00B05F8E" w:rsidRDefault="003D508B">
      <w:pPr>
        <w:spacing w:before="96"/>
        <w:ind w:left="134"/>
        <w:rPr>
          <w:sz w:val="14"/>
          <w:lang w:val="nl-NL"/>
        </w:rPr>
      </w:pPr>
      <w:r w:rsidRPr="00B05F8E">
        <w:rPr>
          <w:color w:val="231F20"/>
          <w:sz w:val="14"/>
          <w:lang w:val="nl-NL"/>
        </w:rPr>
        <w:t>VW-1028-a-18-1-o</w:t>
      </w:r>
    </w:p>
    <w:p w:rsidR="00017E14" w:rsidRPr="00B05F8E" w:rsidRDefault="00017E14">
      <w:pPr>
        <w:rPr>
          <w:sz w:val="14"/>
          <w:lang w:val="nl-NL"/>
        </w:rPr>
        <w:sectPr w:rsidR="00017E14" w:rsidRPr="00B05F8E">
          <w:type w:val="continuous"/>
          <w:pgSz w:w="11910" w:h="16840"/>
          <w:pgMar w:top="1020" w:right="1000" w:bottom="280" w:left="1000" w:header="708" w:footer="708" w:gutter="0"/>
          <w:cols w:space="708"/>
        </w:sectPr>
      </w:pPr>
    </w:p>
    <w:p w:rsidR="00017E14" w:rsidRPr="00B05F8E" w:rsidRDefault="00B05F8E">
      <w:pPr>
        <w:pStyle w:val="Kop1"/>
        <w:spacing w:before="69"/>
        <w:rPr>
          <w:lang w:val="nl-NL"/>
        </w:rPr>
      </w:pPr>
      <w:r>
        <w:rPr>
          <w:noProof/>
          <w:color w:val="231F20"/>
        </w:rPr>
        <w:lastRenderedPageBreak/>
        <w:drawing>
          <wp:anchor distT="0" distB="0" distL="114300" distR="114300" simplePos="0" relativeHeight="251656192" behindDoc="0" locked="0" layoutInCell="1" allowOverlap="1">
            <wp:simplePos x="0" y="0"/>
            <wp:positionH relativeFrom="column">
              <wp:posOffset>4919345</wp:posOffset>
            </wp:positionH>
            <wp:positionV relativeFrom="paragraph">
              <wp:posOffset>133350</wp:posOffset>
            </wp:positionV>
            <wp:extent cx="1370330" cy="1320800"/>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70330" cy="1320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F5398">
        <w:pict>
          <v:line id="_x0000_s1770" style="position:absolute;left:0;text-align:left;z-index:-251647488;mso-wrap-distance-left:0;mso-wrap-distance-right:0;mso-position-horizontal-relative:page;mso-position-vertical-relative:text" from="55.2pt,24.85pt" to="540.05pt,24.85pt" strokecolor="silver" strokeweight="4.5pt">
            <w10:wrap type="topAndBottom" anchorx="page"/>
          </v:line>
        </w:pict>
      </w:r>
      <w:hyperlink r:id="rId8" w:history="1">
        <w:r w:rsidR="003D508B" w:rsidRPr="00542D57">
          <w:rPr>
            <w:rStyle w:val="Hyperlink"/>
            <w:lang w:val="nl-NL"/>
          </w:rPr>
          <w:t>De PEF-fles</w:t>
        </w:r>
      </w:hyperlink>
    </w:p>
    <w:p w:rsidR="00017E14" w:rsidRPr="00B05F8E" w:rsidRDefault="00017E14">
      <w:pPr>
        <w:pStyle w:val="Plattetekst"/>
        <w:spacing w:before="5"/>
        <w:ind w:left="0"/>
        <w:rPr>
          <w:b/>
          <w:sz w:val="17"/>
          <w:lang w:val="nl-NL"/>
        </w:rPr>
      </w:pPr>
    </w:p>
    <w:p w:rsidR="00017E14" w:rsidRPr="00B05F8E" w:rsidRDefault="003D508B">
      <w:pPr>
        <w:pStyle w:val="Plattetekst"/>
        <w:spacing w:before="92"/>
        <w:rPr>
          <w:lang w:val="nl-NL"/>
        </w:rPr>
      </w:pPr>
      <w:r w:rsidRPr="00B05F8E">
        <w:rPr>
          <w:color w:val="231F20"/>
          <w:lang w:val="nl-NL"/>
        </w:rPr>
        <w:t>Ieder jaar worden grote hoeveelheden PET-frisdrankflessen</w:t>
      </w:r>
    </w:p>
    <w:p w:rsidR="00017E14" w:rsidRPr="00B05F8E" w:rsidRDefault="003D508B">
      <w:pPr>
        <w:pStyle w:val="Plattetekst"/>
        <w:spacing w:before="24"/>
        <w:rPr>
          <w:lang w:val="nl-NL"/>
        </w:rPr>
      </w:pPr>
      <w:r w:rsidRPr="00B05F8E">
        <w:rPr>
          <w:color w:val="231F20"/>
          <w:spacing w:val="4"/>
          <w:lang w:val="nl-NL"/>
        </w:rPr>
        <w:t xml:space="preserve">geproduceerd. </w:t>
      </w:r>
      <w:r w:rsidRPr="00B05F8E">
        <w:rPr>
          <w:color w:val="231F20"/>
          <w:spacing w:val="3"/>
          <w:lang w:val="nl-NL"/>
        </w:rPr>
        <w:t xml:space="preserve">Het </w:t>
      </w:r>
      <w:r w:rsidRPr="00B05F8E">
        <w:rPr>
          <w:color w:val="231F20"/>
          <w:spacing w:val="4"/>
          <w:lang w:val="nl-NL"/>
        </w:rPr>
        <w:t xml:space="preserve">Nederlandse bedrijf </w:t>
      </w:r>
      <w:proofErr w:type="spellStart"/>
      <w:r w:rsidRPr="00B05F8E">
        <w:rPr>
          <w:color w:val="231F20"/>
          <w:spacing w:val="4"/>
          <w:lang w:val="nl-NL"/>
        </w:rPr>
        <w:t>Avantium</w:t>
      </w:r>
      <w:proofErr w:type="spellEnd"/>
      <w:r w:rsidRPr="00B05F8E">
        <w:rPr>
          <w:color w:val="231F20"/>
          <w:spacing w:val="4"/>
          <w:lang w:val="nl-NL"/>
        </w:rPr>
        <w:t xml:space="preserve"> heeft </w:t>
      </w:r>
      <w:r w:rsidRPr="00B05F8E">
        <w:rPr>
          <w:color w:val="231F20"/>
          <w:spacing w:val="3"/>
          <w:lang w:val="nl-NL"/>
        </w:rPr>
        <w:t>een</w:t>
      </w:r>
      <w:r w:rsidRPr="00B05F8E">
        <w:rPr>
          <w:color w:val="231F20"/>
          <w:spacing w:val="66"/>
          <w:lang w:val="nl-NL"/>
        </w:rPr>
        <w:t xml:space="preserve"> </w:t>
      </w:r>
      <w:r w:rsidRPr="00B05F8E">
        <w:rPr>
          <w:color w:val="231F20"/>
          <w:spacing w:val="5"/>
          <w:lang w:val="nl-NL"/>
        </w:rPr>
        <w:t>proces</w:t>
      </w:r>
    </w:p>
    <w:p w:rsidR="00017E14" w:rsidRPr="00B05F8E" w:rsidRDefault="003D508B">
      <w:pPr>
        <w:pStyle w:val="Plattetekst"/>
        <w:spacing w:before="24" w:line="261" w:lineRule="auto"/>
        <w:ind w:right="848"/>
        <w:rPr>
          <w:lang w:val="nl-NL"/>
        </w:rPr>
      </w:pPr>
      <w:r w:rsidRPr="00B05F8E">
        <w:rPr>
          <w:color w:val="231F20"/>
          <w:lang w:val="nl-NL"/>
        </w:rPr>
        <w:t>ontwikkeld om de kunststof PEF als alternatief voor PET te produceren. Bij de productie van PEF wordt biomassa als grondstof gebruikt, terwijl PET wordt geproduceerd uit aardolie.</w:t>
      </w:r>
    </w:p>
    <w:p w:rsidR="00017E14" w:rsidRPr="00B05F8E" w:rsidRDefault="003D508B">
      <w:pPr>
        <w:pStyle w:val="Plattetekst"/>
        <w:spacing w:line="261" w:lineRule="auto"/>
        <w:ind w:right="848"/>
        <w:rPr>
          <w:lang w:val="nl-NL"/>
        </w:rPr>
      </w:pPr>
      <w:r w:rsidRPr="00B05F8E">
        <w:rPr>
          <w:color w:val="231F20"/>
          <w:lang w:val="nl-NL"/>
        </w:rPr>
        <w:t>Voor de productie van PEF worden plantaardige monosachariden zoals glucose gebruikt. Glucose wordt in een eerste proces omgezet tot HMF.</w:t>
      </w:r>
    </w:p>
    <w:p w:rsidR="00017E14" w:rsidRPr="00B05F8E" w:rsidRDefault="003D508B">
      <w:pPr>
        <w:pStyle w:val="Plattetekst"/>
        <w:spacing w:line="274" w:lineRule="exact"/>
        <w:rPr>
          <w:lang w:val="nl-NL"/>
        </w:rPr>
      </w:pPr>
      <w:r w:rsidRPr="00B05F8E">
        <w:rPr>
          <w:color w:val="231F20"/>
          <w:lang w:val="nl-NL"/>
        </w:rPr>
        <w:t>Uit HMF kunnen verschillende stoffen worden gemaakt die voor de</w:t>
      </w:r>
    </w:p>
    <w:p w:rsidR="00017E14" w:rsidRPr="00B05F8E" w:rsidRDefault="003D508B">
      <w:pPr>
        <w:pStyle w:val="Plattetekst"/>
        <w:spacing w:before="22" w:line="261" w:lineRule="auto"/>
        <w:ind w:right="1257"/>
        <w:rPr>
          <w:lang w:val="nl-NL"/>
        </w:rPr>
      </w:pPr>
      <w:r w:rsidRPr="00B05F8E">
        <w:rPr>
          <w:color w:val="231F20"/>
          <w:lang w:val="nl-NL"/>
        </w:rPr>
        <w:t>chemische industrie bruikbaar zijn. In onderstaand schema zijn enkele van deze stoffen schematisch weergegeven.</w:t>
      </w:r>
    </w:p>
    <w:p w:rsidR="00017E14" w:rsidRPr="00B05F8E" w:rsidRDefault="00017E14">
      <w:pPr>
        <w:pStyle w:val="Plattetekst"/>
        <w:ind w:left="0"/>
        <w:rPr>
          <w:sz w:val="26"/>
          <w:lang w:val="nl-NL"/>
        </w:rPr>
      </w:pPr>
    </w:p>
    <w:p w:rsidR="00017E14" w:rsidRPr="00B05F8E" w:rsidRDefault="003D508B">
      <w:pPr>
        <w:pStyle w:val="Kop2"/>
        <w:spacing w:before="1"/>
        <w:rPr>
          <w:lang w:val="nl-NL"/>
        </w:rPr>
      </w:pPr>
      <w:r w:rsidRPr="00B05F8E">
        <w:rPr>
          <w:color w:val="231F20"/>
          <w:lang w:val="nl-NL"/>
        </w:rPr>
        <w:t>schema</w:t>
      </w:r>
    </w:p>
    <w:p w:rsidR="00017E14" w:rsidRPr="00B05F8E" w:rsidRDefault="00FF5398">
      <w:pPr>
        <w:pStyle w:val="Plattetekst"/>
        <w:spacing w:before="9"/>
        <w:ind w:left="0"/>
        <w:rPr>
          <w:b/>
          <w:sz w:val="22"/>
          <w:lang w:val="nl-NL"/>
        </w:rPr>
      </w:pPr>
      <w:r>
        <w:pict>
          <v:group id="_x0000_s1654" style="position:absolute;margin-left:104.9pt;margin-top:15.05pt;width:416pt;height:178.15pt;z-index:-251646464;mso-wrap-distance-left:0;mso-wrap-distance-right:0;mso-position-horizontal-relative:page" coordorigin="2098,301" coordsize="8320,3563">
            <v:shape id="_x0000_s1769" style="position:absolute;left:3190;top:3097;width:547;height:515" coordorigin="3191,3098" coordsize="547,515" path="m3294,3613l3191,3295r273,-197l3737,3295r-108,318l3294,3613xe" filled="f" strokeweight=".20425mm">
              <v:path arrowok="t"/>
            </v:shape>
            <v:line id="_x0000_s1768" style="position:absolute" from="3594,3550" to="3678,3332" strokeweight=".20425mm"/>
            <v:line id="_x0000_s1767" style="position:absolute" from="3321,3550" to="3248,3332" strokeweight=".20425m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766" type="#_x0000_t75" style="position:absolute;left:3352;top:2987;width:219;height:219">
              <v:imagedata r:id="rId9" o:title=""/>
            </v:shape>
            <v:shape id="_x0000_s1765" style="position:absolute;left:3729;top:3136;width:524;height:153" coordorigin="3730,3136" coordsize="524,153" path="m4253,3286l3992,3136r-262,153l3730,3288e" filled="f" strokeweight=".20425mm">
              <v:path arrowok="t"/>
            </v:shape>
            <v:shape id="_x0000_s1764" style="position:absolute;left:2658;top:3149;width:524;height:153" coordorigin="2658,3150" coordsize="524,153" path="m3182,3299l2921,3150r-263,152l2658,3302e" filled="f" strokeweight=".20425mm">
              <v:path arrowok="t"/>
            </v:shape>
            <v:line id="_x0000_s1763" style="position:absolute" from="2941,3153" to="2941,2990" strokeweight=".19261mm"/>
            <v:line id="_x0000_s1762" style="position:absolute" from="2903,3153" to="2903,2990" strokeweight=".19261mm"/>
            <v:shape id="_x0000_s1761" style="position:absolute;left:5910;top:3088;width:547;height:515" coordorigin="5911,3089" coordsize="547,515" path="m6014,3604l5911,3286r273,-197l6457,3286r-107,318l6014,3604xe" filled="f" strokeweight=".20425mm">
              <v:path arrowok="t"/>
            </v:shape>
            <v:line id="_x0000_s1760" style="position:absolute" from="6315,3541" to="6398,3323" strokeweight=".20425mm"/>
            <v:line id="_x0000_s1759" style="position:absolute" from="6041,3541" to="5968,3323" strokeweight=".20425mm"/>
            <v:shape id="_x0000_s1758" type="#_x0000_t75" style="position:absolute;left:6073;top:2978;width:219;height:219">
              <v:imagedata r:id="rId9" o:title=""/>
            </v:shape>
            <v:shape id="_x0000_s1757" style="position:absolute;left:6461;top:3121;width:524;height:153" coordorigin="6461,3122" coordsize="524,153" path="m6984,3271l6723,3122r-262,152l6461,3274e" filled="f" strokeweight=".20425mm">
              <v:path arrowok="t"/>
            </v:shape>
            <v:shape id="_x0000_s1756" style="position:absolute;left:5378;top:3141;width:524;height:153" coordorigin="5379,3141" coordsize="524,153" path="m5902,3290l5641,3141r-262,152l5379,3293e" filled="f" strokeweight=".20425mm">
              <v:path arrowok="t"/>
            </v:shape>
            <v:shape id="_x0000_s1755" style="position:absolute;left:8909;top:3088;width:547;height:515" coordorigin="8909,3089" coordsize="547,515" path="m9012,3604l8909,3286r273,-197l9455,3286r-107,318l9012,3604xe" filled="f" strokeweight=".20425mm">
              <v:path arrowok="t"/>
            </v:shape>
            <v:line id="_x0000_s1754" style="position:absolute" from="9313,3541" to="9396,3323" strokeweight=".20425mm"/>
            <v:line id="_x0000_s1753" style="position:absolute" from="9040,3541" to="8966,3323" strokeweight=".20425mm"/>
            <v:shape id="_x0000_s1752" type="#_x0000_t75" style="position:absolute;left:9071;top:2978;width:219;height:219">
              <v:imagedata r:id="rId10" o:title=""/>
            </v:shape>
            <v:line id="_x0000_s1751" style="position:absolute" from="8900,3290" to="8639,3141" strokeweight=".20425mm"/>
            <v:shape id="_x0000_s1750" style="position:absolute;left:9459;top:3141;width:263;height:153" coordorigin="9459,3141" coordsize="263,153" path="m9722,3141r-263,152l9459,3293e" filled="f" strokeweight=".20425mm">
              <v:path arrowok="t"/>
            </v:shape>
            <v:shape id="_x0000_s1749" style="position:absolute;left:8391;top:1914;width:524;height:153" coordorigin="8391,1914" coordsize="524,153" path="m8915,2064l8654,1914r-263,153l8391,2066e" filled="f" strokeweight=".20425mm">
              <v:path arrowok="t"/>
            </v:shape>
            <v:shape id="_x0000_s1748" style="position:absolute;left:8915;top:1914;width:524;height:153" coordorigin="8916,1914" coordsize="524,153" path="m9439,2064l9178,1914r-262,153l8916,2066e" filled="f" strokeweight=".20425mm">
              <v:path arrowok="t"/>
            </v:shape>
            <v:shape id="_x0000_s1747" style="position:absolute;left:9445;top:1914;width:524;height:153" coordorigin="9446,1914" coordsize="524,153" path="m9969,2064l9708,1914r-262,153l9446,2066e" filled="f" strokeweight=".20425mm">
              <v:path arrowok="t"/>
            </v:shape>
            <v:line id="_x0000_s1746" style="position:absolute" from="9729,1918" to="9729,1754" strokeweight=".19261mm"/>
            <v:line id="_x0000_s1745" style="position:absolute" from="9690,1918" to="9690,1754" strokeweight=".19261mm"/>
            <v:line id="_x0000_s1744" style="position:absolute" from="8415,2226" to="8415,2062" strokeweight=".19261mm"/>
            <v:line id="_x0000_s1743" style="position:absolute" from="8377,2226" to="8377,2062" strokeweight=".19261mm"/>
            <v:line id="_x0000_s1742" style="position:absolute" from="8384,2065" to="8123,1916" strokeweight=".20425mm"/>
            <v:shape id="_x0000_s1741" style="position:absolute;left:8391;top:720;width:524;height:153" coordorigin="8391,720" coordsize="524,153" path="m8915,870l8654,720,8391,873r1,-1e" filled="f" strokeweight=".20425mm">
              <v:path arrowok="t"/>
            </v:shape>
            <v:shape id="_x0000_s1740" style="position:absolute;left:8915;top:720;width:524;height:153" coordorigin="8916,720" coordsize="524,153" path="m9439,870l9178,720,8916,873r,-1e" filled="f" strokeweight=".20425mm">
              <v:path arrowok="t"/>
            </v:shape>
            <v:shape id="_x0000_s1739" style="position:absolute;left:9445;top:720;width:524;height:153" coordorigin="9446,720" coordsize="524,153" path="m9969,870l9708,720,9446,873r,-1e" filled="f" strokeweight=".20425mm">
              <v:path arrowok="t"/>
            </v:shape>
            <v:line id="_x0000_s1738" style="position:absolute" from="8384,871" to="8123,722" strokeweight=".20425mm"/>
            <v:shape id="_x0000_s1737" style="position:absolute;left:5868;top:708;width:576;height:561" coordorigin="5869,709" coordsize="576,561" path="m6028,1269l5869,1069r56,-249l6156,709r231,111l6444,1069r-160,200l6028,1269xe" filled="f" strokeweight=".19261mm">
              <v:path arrowok="t"/>
            </v:shape>
            <v:shape id="_x0000_s1736" type="#_x0000_t75" style="position:absolute;left:6048;top:617;width:219;height:219">
              <v:imagedata r:id="rId9" o:title=""/>
            </v:shape>
            <v:line id="_x0000_s1735" style="position:absolute" from="6392,844" to="6523,746" strokeweight=".19261mm"/>
            <v:line id="_x0000_s1734" style="position:absolute" from="6369,813" to="6500,715" strokeweight=".19261mm"/>
            <v:shape id="_x0000_s1733" style="position:absolute;left:5878;top:1858;width:547;height:515" coordorigin="5879,1859" coordsize="547,515" path="m5982,2374l5879,2056r273,-197l6425,2056r-107,318l5982,2374xe" filled="f" strokeweight=".20425mm">
              <v:path arrowok="t"/>
            </v:shape>
            <v:line id="_x0000_s1732" style="position:absolute" from="6282,2311" to="6366,2093" strokeweight=".20425mm"/>
            <v:line id="_x0000_s1731" style="position:absolute" from="6009,2311" to="5936,2093" strokeweight=".20425mm"/>
            <v:shape id="_x0000_s1730" type="#_x0000_t75" style="position:absolute;left:6041;top:1748;width:219;height:219">
              <v:imagedata r:id="rId11" o:title=""/>
            </v:shape>
            <v:shape id="_x0000_s1729" style="position:absolute;left:6418;top:1910;width:524;height:153" coordorigin="6419,1911" coordsize="524,153" path="m6942,2060l6681,1911r-262,152l6419,2063e" filled="f" strokeweight=".20425mm">
              <v:path arrowok="t"/>
            </v:shape>
            <v:line id="_x0000_s1728" style="position:absolute" from="6702,1915" to="6702,1751" strokeweight=".19261mm"/>
            <v:line id="_x0000_s1727" style="position:absolute" from="6663,1915" to="6663,1751" strokeweight=".19261mm"/>
            <v:shape id="_x0000_s1726" style="position:absolute;left:5346;top:1910;width:524;height:153" coordorigin="5346,1911" coordsize="524,153" path="m5870,2060l5609,1911r-263,152l5347,2063e" filled="f" strokeweight=".20425mm">
              <v:path arrowok="t"/>
            </v:shape>
            <v:rect id="_x0000_s1725" style="position:absolute;left:2104;top:308;width:8307;height:3549" filled="f" strokeweight=".24094mm"/>
            <v:line id="_x0000_s1724" style="position:absolute" from="7264,2271" to="7772,2271" strokecolor="#1e1e1e" strokeweight=".20392mm"/>
            <v:shape id="_x0000_s1723" style="position:absolute;left:7747;top:2240;width:94;height:57" coordorigin="7747,2240" coordsize="94,57" path="m7748,2240r-1,1l7764,2269r-17,27l7748,2297r45,-18l7841,2269r-48,-11l7748,2240xe" fillcolor="#1e1e1e" stroked="f">
              <v:path arrowok="t"/>
            </v:shape>
            <v:line id="_x0000_s1722" style="position:absolute" from="7219,2407" to="7633,2701" strokecolor="#1e1e1e" strokeweight=".20392mm"/>
            <v:shape id="_x0000_s1721" style="position:absolute;left:7598;top:2661;width:93;height:77" coordorigin="7599,2662" coordsize="93,77" path="m7631,2662r-2,32l7599,2707r,1l7646,2719r45,19l7659,2702r-27,-40l7631,2662xe" fillcolor="#1e1e1e" stroked="f">
              <v:path arrowok="t"/>
            </v:shape>
            <v:line id="_x0000_s1720" style="position:absolute" from="5185,2407" to="4771,2701" strokecolor="#1e1e1e" strokeweight=".20392mm"/>
            <v:shape id="_x0000_s1719" style="position:absolute;left:4713;top:2661;width:93;height:77" coordorigin="4713,2662" coordsize="93,77" path="m4774,2662r-2,l4746,2702r-33,36l4758,2719r47,-11l4806,2707r-30,-13l4774,2662xe" fillcolor="#1e1e1e" stroked="f">
              <v:path arrowok="t"/>
            </v:shape>
            <v:line id="_x0000_s1718" style="position:absolute" from="7219,1641" to="7633,1347" strokecolor="#1e1e1e" strokeweight=".20392mm"/>
            <v:shape id="_x0000_s1717" style="position:absolute;left:7598;top:1309;width:93;height:77" coordorigin="7599,1309" coordsize="93,77" path="m7691,1309r-45,19l7599,1340r,1l7629,1354r2,32l7632,1386r27,-41l7691,1309xe" fillcolor="#1e1e1e" stroked="f">
              <v:path arrowok="t"/>
            </v:shape>
            <v:line id="_x0000_s1716" style="position:absolute" from="5185,1641" to="4771,1347" strokecolor="#1e1e1e" strokeweight=".20392mm"/>
            <v:shape id="_x0000_s1715" style="position:absolute;left:4713;top:1309;width:93;height:77" coordorigin="4713,1309" coordsize="93,77" path="m4713,1309r33,36l4772,1386r2,l4776,1354r30,-13l4805,1340r-47,-12l4713,1309xe" fillcolor="#1e1e1e" stroked="f">
              <v:path arrowok="t"/>
            </v:shape>
            <v:line id="_x0000_s1714" style="position:absolute" from="5180,2271" to="4673,2271" strokecolor="#1e1e1e" strokeweight=".20392mm"/>
            <v:shape id="_x0000_s1713" style="position:absolute;left:4603;top:2240;width:94;height:57" coordorigin="4604,2240" coordsize="94,57" path="m4697,2240r-46,18l4604,2269r47,10l4697,2297r1,-1l4681,2269r17,-28l4697,2240xe" fillcolor="#1e1e1e" stroked="f">
              <v:path arrowok="t"/>
            </v:shape>
            <v:line id="_x0000_s1712" style="position:absolute" from="6148,1713" to="6148,1440" strokecolor="#1e1e1e" strokeweight=".20392mm"/>
            <v:shape id="_x0000_s1711" style="position:absolute;left:6116;top:1402;width:57;height:51" coordorigin="6117,1403" coordsize="57,51" o:spt="100" adj="0,,0" path="m6145,1403r-10,25l6117,1453r,l6145,1444r22,l6156,1428r-4,-8l6149,1411r-4,-8xm6167,1444r-22,l6173,1453r1,l6167,1444xe" fillcolor="#1e1e1e" stroked="f">
              <v:stroke joinstyle="round"/>
              <v:formulas/>
              <v:path arrowok="t" o:connecttype="segments"/>
            </v:shape>
            <v:line id="_x0000_s1710" style="position:absolute" from="6142,2597" to="6142,2870" strokecolor="#1e1e1e" strokeweight=".20392mm"/>
            <v:shape id="_x0000_s1709" style="position:absolute;left:6116;top:2856;width:57;height:51" coordorigin="6117,2856" coordsize="57,51" o:spt="100" adj="0,,0" path="m6117,2856r,1l6135,2881r3,9l6142,2898r3,9l6156,2881r11,-16l6145,2865r-28,-9xm6173,2856r-28,9l6167,2865r7,-8l6173,2856xe" fillcolor="#1e1e1e" stroked="f">
              <v:stroke joinstyle="round"/>
              <v:formulas/>
              <v:path arrowok="t" o:connecttype="segments"/>
            </v:shape>
            <v:shape id="_x0000_s1708" style="position:absolute;left:3190;top:1877;width:547;height:515" coordorigin="3191,1878" coordsize="547,515" path="m3294,2393l3191,2075r273,-197l3737,2075r-108,318l3294,2393xe" filled="f" strokeweight=".20425mm">
              <v:path arrowok="t"/>
            </v:shape>
            <v:line id="_x0000_s1707" style="position:absolute" from="3594,2330" to="3678,2112" strokeweight=".20425mm"/>
            <v:line id="_x0000_s1706" style="position:absolute" from="3321,2330" to="3248,2112" strokeweight=".20425mm"/>
            <v:shape id="_x0000_s1705" type="#_x0000_t75" style="position:absolute;left:3352;top:1767;width:219;height:219">
              <v:imagedata r:id="rId9" o:title=""/>
            </v:shape>
            <v:shape id="_x0000_s1704" style="position:absolute;left:3748;top:1925;width:524;height:153" coordorigin="3748,1925" coordsize="524,153" path="m4271,2075l4010,1925r-262,153l3748,2077e" filled="f" strokeweight=".20425mm">
              <v:path arrowok="t"/>
            </v:shape>
            <v:line id="_x0000_s1703" style="position:absolute" from="4031,1929" to="4031,1765" strokeweight=".19261mm"/>
            <v:line id="_x0000_s1702" style="position:absolute" from="3993,1929" to="3993,1765" strokeweight=".19261mm"/>
            <v:shape id="_x0000_s1701" style="position:absolute;left:2666;top:1925;width:524;height:153" coordorigin="2666,1925" coordsize="524,153" path="m3190,2075l2928,1925r-262,153l2666,2077e" filled="f" strokeweight=".20425mm">
              <v:path arrowok="t"/>
            </v:shape>
            <v:line id="_x0000_s1700" style="position:absolute" from="2949,1929" to="2949,1765" strokeweight=".19261mm"/>
            <v:line id="_x0000_s1699" style="position:absolute" from="2911,1929" to="2911,1765" strokeweight=".19261mm"/>
            <v:shape id="_x0000_s1698" style="position:absolute;left:3190;top:689;width:547;height:515" coordorigin="3191,689" coordsize="547,515" path="m3294,1204l3191,887,3464,689r273,198l3629,1204r-335,xe" filled="f" strokeweight=".20425mm">
              <v:path arrowok="t"/>
            </v:shape>
            <v:line id="_x0000_s1697" style="position:absolute" from="3594,1142" to="3678,923" strokeweight=".20425mm"/>
            <v:line id="_x0000_s1696" style="position:absolute" from="3321,1142" to="3248,923" strokeweight=".20425mm"/>
            <v:shape id="_x0000_s1695" type="#_x0000_t75" style="position:absolute;left:3352;top:578;width:219;height:219">
              <v:imagedata r:id="rId9" o:title=""/>
            </v:shape>
            <v:line id="_x0000_s1694" style="position:absolute" from="3194,891" to="2933,742" strokeweight=".20425mm"/>
            <v:shape id="_x0000_s1693" style="position:absolute;left:3730;top:741;width:524;height:153" coordorigin="3731,742" coordsize="524,153" path="m4254,891l3993,742,3731,894r,e" filled="f" strokeweight=".20425mm">
              <v:path arrowok="t"/>
            </v:shape>
            <v:line id="_x0000_s1692" style="position:absolute" from="4014,745" to="4014,581" strokeweight=".19261mm"/>
            <v:line id="_x0000_s1691" style="position:absolute" from="3975,745" to="3975,581" strokeweight=".19261mm"/>
            <v:shapetype id="_x0000_t202" coordsize="21600,21600" o:spt="202" path="m,l,21600r21600,l21600,xe">
              <v:stroke joinstyle="miter"/>
              <v:path gradientshapeok="t" o:connecttype="rect"/>
            </v:shapetype>
            <v:shape id="_x0000_s1690" type="#_x0000_t202" style="position:absolute;left:8708;top:3362;width:127;height:283" filled="f" stroked="f">
              <v:textbox inset="0,0,0,0">
                <w:txbxContent>
                  <w:p w:rsidR="00FF5398" w:rsidRDefault="00FF5398">
                    <w:pPr>
                      <w:spacing w:before="21"/>
                      <w:rPr>
                        <w:rFonts w:ascii="Times New Roman"/>
                        <w:b/>
                        <w:sz w:val="21"/>
                      </w:rPr>
                    </w:pPr>
                    <w:r>
                      <w:rPr>
                        <w:rFonts w:ascii="Times New Roman"/>
                        <w:b/>
                        <w:color w:val="231F20"/>
                        <w:sz w:val="21"/>
                      </w:rPr>
                      <w:t>5</w:t>
                    </w:r>
                  </w:p>
                </w:txbxContent>
              </v:textbox>
            </v:shape>
            <v:shape id="_x0000_s1689" type="#_x0000_t202" style="position:absolute;left:9761;top:2969;width:383;height:313" filled="f" stroked="f">
              <v:textbox inset="0,0,0,0">
                <w:txbxContent>
                  <w:p w:rsidR="00FF5398" w:rsidRDefault="00FF5398">
                    <w:pPr>
                      <w:spacing w:before="17"/>
                      <w:rPr>
                        <w:rFonts w:ascii="Times New Roman"/>
                        <w:sz w:val="13"/>
                      </w:rPr>
                    </w:pPr>
                    <w:r>
                      <w:rPr>
                        <w:rFonts w:ascii="Times New Roman"/>
                        <w:color w:val="231F20"/>
                        <w:sz w:val="21"/>
                      </w:rPr>
                      <w:t>CH</w:t>
                    </w:r>
                    <w:r>
                      <w:rPr>
                        <w:rFonts w:ascii="Times New Roman"/>
                        <w:color w:val="231F20"/>
                        <w:position w:val="-5"/>
                        <w:sz w:val="13"/>
                      </w:rPr>
                      <w:t>3</w:t>
                    </w:r>
                  </w:p>
                </w:txbxContent>
              </v:textbox>
            </v:shape>
            <v:shape id="_x0000_s1688" type="#_x0000_t202" style="position:absolute;left:9106;top:2949;width:174;height:279" filled="f" stroked="f">
              <v:textbox inset="0,0,0,0">
                <w:txbxContent>
                  <w:p w:rsidR="00FF5398" w:rsidRDefault="00FF5398">
                    <w:pPr>
                      <w:spacing w:before="17"/>
                      <w:rPr>
                        <w:rFonts w:ascii="Times New Roman"/>
                        <w:sz w:val="21"/>
                      </w:rPr>
                    </w:pPr>
                    <w:r>
                      <w:rPr>
                        <w:rFonts w:ascii="Times New Roman"/>
                        <w:color w:val="231F20"/>
                        <w:sz w:val="21"/>
                      </w:rPr>
                      <w:t>O</w:t>
                    </w:r>
                  </w:p>
                </w:txbxContent>
              </v:textbox>
            </v:shape>
            <v:shape id="_x0000_s1687" type="#_x0000_t202" style="position:absolute;left:8225;top:2970;width:383;height:313" filled="f" stroked="f">
              <v:textbox inset="0,0,0,0">
                <w:txbxContent>
                  <w:p w:rsidR="00FF5398" w:rsidRDefault="00FF5398">
                    <w:pPr>
                      <w:spacing w:before="17"/>
                      <w:rPr>
                        <w:rFonts w:ascii="Times New Roman"/>
                        <w:sz w:val="21"/>
                      </w:rPr>
                    </w:pPr>
                    <w:r>
                      <w:rPr>
                        <w:rFonts w:ascii="Times New Roman"/>
                        <w:color w:val="231F20"/>
                        <w:sz w:val="21"/>
                      </w:rPr>
                      <w:t>H</w:t>
                    </w:r>
                    <w:r>
                      <w:rPr>
                        <w:rFonts w:ascii="Times New Roman"/>
                        <w:color w:val="231F20"/>
                        <w:position w:val="-5"/>
                        <w:sz w:val="13"/>
                      </w:rPr>
                      <w:t>3</w:t>
                    </w:r>
                    <w:r>
                      <w:rPr>
                        <w:rFonts w:ascii="Times New Roman"/>
                        <w:color w:val="231F20"/>
                        <w:sz w:val="21"/>
                      </w:rPr>
                      <w:t>C</w:t>
                    </w:r>
                  </w:p>
                </w:txbxContent>
              </v:textbox>
            </v:shape>
            <v:shape id="_x0000_s1686" type="#_x0000_t202" style="position:absolute;left:6993;top:3127;width:327;height:279" filled="f" stroked="f">
              <v:textbox inset="0,0,0,0">
                <w:txbxContent>
                  <w:p w:rsidR="00FF5398" w:rsidRDefault="00FF5398">
                    <w:pPr>
                      <w:spacing w:before="17"/>
                      <w:rPr>
                        <w:rFonts w:ascii="Times New Roman"/>
                        <w:sz w:val="21"/>
                      </w:rPr>
                    </w:pPr>
                    <w:r>
                      <w:rPr>
                        <w:rFonts w:ascii="Times New Roman"/>
                        <w:color w:val="231F20"/>
                        <w:sz w:val="21"/>
                      </w:rPr>
                      <w:t>OH</w:t>
                    </w:r>
                  </w:p>
                </w:txbxContent>
              </v:textbox>
            </v:shape>
            <v:shape id="_x0000_s1685" type="#_x0000_t202" style="position:absolute;left:6635;top:3362;width:127;height:283" filled="f" stroked="f">
              <v:textbox inset="0,0,0,0">
                <w:txbxContent>
                  <w:p w:rsidR="00FF5398" w:rsidRDefault="00FF5398">
                    <w:pPr>
                      <w:spacing w:before="21"/>
                      <w:rPr>
                        <w:rFonts w:ascii="Times New Roman"/>
                        <w:b/>
                        <w:sz w:val="21"/>
                      </w:rPr>
                    </w:pPr>
                    <w:r>
                      <w:rPr>
                        <w:rFonts w:ascii="Times New Roman"/>
                        <w:b/>
                        <w:color w:val="231F20"/>
                        <w:sz w:val="21"/>
                      </w:rPr>
                      <w:t>4</w:t>
                    </w:r>
                  </w:p>
                </w:txbxContent>
              </v:textbox>
            </v:shape>
            <v:shape id="_x0000_s1684" type="#_x0000_t202" style="position:absolute;left:6108;top:2949;width:174;height:279" filled="f" stroked="f">
              <v:textbox inset="0,0,0,0">
                <w:txbxContent>
                  <w:p w:rsidR="00FF5398" w:rsidRDefault="00FF5398">
                    <w:pPr>
                      <w:spacing w:before="17"/>
                      <w:rPr>
                        <w:rFonts w:ascii="Times New Roman"/>
                        <w:sz w:val="21"/>
                      </w:rPr>
                    </w:pPr>
                    <w:r>
                      <w:rPr>
                        <w:rFonts w:ascii="Times New Roman"/>
                        <w:color w:val="231F20"/>
                        <w:sz w:val="21"/>
                      </w:rPr>
                      <w:t>O</w:t>
                    </w:r>
                  </w:p>
                </w:txbxContent>
              </v:textbox>
            </v:shape>
            <v:shape id="_x0000_s1683" type="#_x0000_t202" style="position:absolute;left:5036;top:3165;width:327;height:279" filled="f" stroked="f">
              <v:textbox inset="0,0,0,0">
                <w:txbxContent>
                  <w:p w:rsidR="00FF5398" w:rsidRDefault="00FF5398">
                    <w:pPr>
                      <w:spacing w:before="17"/>
                      <w:rPr>
                        <w:rFonts w:ascii="Times New Roman"/>
                        <w:sz w:val="21"/>
                      </w:rPr>
                    </w:pPr>
                    <w:r>
                      <w:rPr>
                        <w:rFonts w:ascii="Times New Roman"/>
                        <w:color w:val="231F20"/>
                        <w:sz w:val="21"/>
                      </w:rPr>
                      <w:t>HO</w:t>
                    </w:r>
                  </w:p>
                </w:txbxContent>
              </v:textbox>
            </v:shape>
            <v:shape id="_x0000_s1682" type="#_x0000_t202" style="position:absolute;left:4262;top:3141;width:327;height:279" filled="f" stroked="f">
              <v:textbox inset="0,0,0,0">
                <w:txbxContent>
                  <w:p w:rsidR="00FF5398" w:rsidRDefault="00FF5398">
                    <w:pPr>
                      <w:spacing w:before="17"/>
                      <w:rPr>
                        <w:rFonts w:ascii="Times New Roman"/>
                        <w:sz w:val="21"/>
                      </w:rPr>
                    </w:pPr>
                    <w:r>
                      <w:rPr>
                        <w:rFonts w:ascii="Times New Roman"/>
                        <w:color w:val="231F20"/>
                        <w:sz w:val="21"/>
                      </w:rPr>
                      <w:t>OH</w:t>
                    </w:r>
                  </w:p>
                </w:txbxContent>
              </v:textbox>
            </v:shape>
            <v:shape id="_x0000_s1681" type="#_x0000_t202" style="position:absolute;left:2864;top:3362;width:127;height:283" filled="f" stroked="f">
              <v:textbox inset="0,0,0,0">
                <w:txbxContent>
                  <w:p w:rsidR="00FF5398" w:rsidRDefault="00FF5398">
                    <w:pPr>
                      <w:spacing w:before="21"/>
                      <w:rPr>
                        <w:rFonts w:ascii="Times New Roman"/>
                        <w:b/>
                        <w:sz w:val="21"/>
                      </w:rPr>
                    </w:pPr>
                    <w:r>
                      <w:rPr>
                        <w:rFonts w:ascii="Times New Roman"/>
                        <w:b/>
                        <w:color w:val="231F20"/>
                        <w:sz w:val="21"/>
                      </w:rPr>
                      <w:t>3</w:t>
                    </w:r>
                  </w:p>
                </w:txbxContent>
              </v:textbox>
            </v:shape>
            <v:shape id="_x0000_s1680" type="#_x0000_t202" style="position:absolute;left:3388;top:2958;width:174;height:279" filled="f" stroked="f">
              <v:textbox inset="0,0,0,0">
                <w:txbxContent>
                  <w:p w:rsidR="00FF5398" w:rsidRDefault="00FF5398">
                    <w:pPr>
                      <w:spacing w:before="17"/>
                      <w:rPr>
                        <w:rFonts w:ascii="Times New Roman"/>
                        <w:sz w:val="21"/>
                      </w:rPr>
                    </w:pPr>
                    <w:r>
                      <w:rPr>
                        <w:rFonts w:ascii="Times New Roman"/>
                        <w:color w:val="231F20"/>
                        <w:sz w:val="21"/>
                      </w:rPr>
                      <w:t>O</w:t>
                    </w:r>
                  </w:p>
                </w:txbxContent>
              </v:textbox>
            </v:shape>
            <v:shape id="_x0000_s1679" type="#_x0000_t202" style="position:absolute;left:2316;top:3174;width:327;height:279" filled="f" stroked="f">
              <v:textbox inset="0,0,0,0">
                <w:txbxContent>
                  <w:p w:rsidR="00FF5398" w:rsidRDefault="00FF5398">
                    <w:pPr>
                      <w:spacing w:before="17"/>
                      <w:rPr>
                        <w:rFonts w:ascii="Times New Roman"/>
                        <w:sz w:val="21"/>
                      </w:rPr>
                    </w:pPr>
                    <w:r>
                      <w:rPr>
                        <w:rFonts w:ascii="Times New Roman"/>
                        <w:color w:val="231F20"/>
                        <w:sz w:val="21"/>
                      </w:rPr>
                      <w:t>HO</w:t>
                    </w:r>
                  </w:p>
                </w:txbxContent>
              </v:textbox>
            </v:shape>
            <v:shape id="_x0000_s1678" type="#_x0000_t202" style="position:absolute;left:2846;top:2731;width:174;height:279" filled="f" stroked="f">
              <v:textbox inset="0,0,0,0">
                <w:txbxContent>
                  <w:p w:rsidR="00FF5398" w:rsidRDefault="00FF5398">
                    <w:pPr>
                      <w:spacing w:before="17"/>
                      <w:rPr>
                        <w:rFonts w:ascii="Times New Roman"/>
                        <w:sz w:val="21"/>
                      </w:rPr>
                    </w:pPr>
                    <w:r>
                      <w:rPr>
                        <w:rFonts w:ascii="Times New Roman"/>
                        <w:color w:val="231F20"/>
                        <w:sz w:val="21"/>
                      </w:rPr>
                      <w:t>O</w:t>
                    </w:r>
                  </w:p>
                </w:txbxContent>
              </v:textbox>
            </v:shape>
            <v:shape id="_x0000_s1677" type="#_x0000_t202" style="position:absolute;left:8708;top:2161;width:127;height:283" filled="f" stroked="f">
              <v:textbox inset="0,0,0,0">
                <w:txbxContent>
                  <w:p w:rsidR="00FF5398" w:rsidRDefault="00FF5398">
                    <w:pPr>
                      <w:spacing w:before="21"/>
                      <w:rPr>
                        <w:rFonts w:ascii="Times New Roman"/>
                        <w:b/>
                        <w:sz w:val="21"/>
                      </w:rPr>
                    </w:pPr>
                    <w:r>
                      <w:rPr>
                        <w:rFonts w:ascii="Times New Roman"/>
                        <w:b/>
                        <w:color w:val="231F20"/>
                        <w:sz w:val="21"/>
                      </w:rPr>
                      <w:t>6</w:t>
                    </w:r>
                  </w:p>
                </w:txbxContent>
              </v:textbox>
            </v:shape>
            <v:shape id="_x0000_s1676" type="#_x0000_t202" style="position:absolute;left:8317;top:2189;width:174;height:279" filled="f" stroked="f">
              <v:textbox inset="0,0,0,0">
                <w:txbxContent>
                  <w:p w:rsidR="00FF5398" w:rsidRDefault="00FF5398">
                    <w:pPr>
                      <w:spacing w:before="17"/>
                      <w:rPr>
                        <w:rFonts w:ascii="Times New Roman"/>
                        <w:sz w:val="21"/>
                      </w:rPr>
                    </w:pPr>
                    <w:r>
                      <w:rPr>
                        <w:rFonts w:ascii="Times New Roman"/>
                        <w:color w:val="231F20"/>
                        <w:sz w:val="21"/>
                      </w:rPr>
                      <w:t>O</w:t>
                    </w:r>
                  </w:p>
                </w:txbxContent>
              </v:textbox>
            </v:shape>
            <v:shape id="_x0000_s1675" type="#_x0000_t202" style="position:absolute;left:6466;top:2203;width:470;height:257" filled="f" stroked="f">
              <v:textbox inset="0,0,0,0">
                <w:txbxContent>
                  <w:p w:rsidR="00FF5398" w:rsidRDefault="00FF5398">
                    <w:pPr>
                      <w:spacing w:before="20"/>
                      <w:rPr>
                        <w:rFonts w:ascii="Times New Roman"/>
                        <w:b/>
                        <w:sz w:val="19"/>
                      </w:rPr>
                    </w:pPr>
                    <w:r>
                      <w:rPr>
                        <w:rFonts w:ascii="Times New Roman"/>
                        <w:b/>
                        <w:color w:val="231F20"/>
                        <w:sz w:val="19"/>
                      </w:rPr>
                      <w:t>HMF</w:t>
                    </w:r>
                  </w:p>
                </w:txbxContent>
              </v:textbox>
            </v:shape>
            <v:shape id="_x0000_s1674" type="#_x0000_t202" style="position:absolute;left:9998;top:1920;width:327;height:279" filled="f" stroked="f">
              <v:textbox inset="0,0,0,0">
                <w:txbxContent>
                  <w:p w:rsidR="00FF5398" w:rsidRDefault="00FF5398">
                    <w:pPr>
                      <w:spacing w:before="17"/>
                      <w:rPr>
                        <w:rFonts w:ascii="Times New Roman"/>
                        <w:sz w:val="21"/>
                      </w:rPr>
                    </w:pPr>
                    <w:r>
                      <w:rPr>
                        <w:rFonts w:ascii="Times New Roman"/>
                        <w:color w:val="231F20"/>
                        <w:sz w:val="21"/>
                      </w:rPr>
                      <w:t>OH</w:t>
                    </w:r>
                  </w:p>
                </w:txbxContent>
              </v:textbox>
            </v:shape>
            <v:shape id="_x0000_s1673" type="#_x0000_t202" style="position:absolute;left:7781;top:1746;width:327;height:279" filled="f" stroked="f">
              <v:textbox inset="0,0,0,0">
                <w:txbxContent>
                  <w:p w:rsidR="00FF5398" w:rsidRDefault="00FF5398">
                    <w:pPr>
                      <w:spacing w:before="17"/>
                      <w:rPr>
                        <w:rFonts w:ascii="Times New Roman"/>
                        <w:sz w:val="21"/>
                      </w:rPr>
                    </w:pPr>
                    <w:r>
                      <w:rPr>
                        <w:rFonts w:ascii="Times New Roman"/>
                        <w:color w:val="231F20"/>
                        <w:sz w:val="21"/>
                      </w:rPr>
                      <w:t>HO</w:t>
                    </w:r>
                  </w:p>
                </w:txbxContent>
              </v:textbox>
            </v:shape>
            <v:shape id="_x0000_s1672" type="#_x0000_t202" style="position:absolute;left:6971;top:1935;width:174;height:279" filled="f" stroked="f">
              <v:textbox inset="0,0,0,0">
                <w:txbxContent>
                  <w:p w:rsidR="00FF5398" w:rsidRDefault="00FF5398">
                    <w:pPr>
                      <w:spacing w:before="17"/>
                      <w:rPr>
                        <w:rFonts w:ascii="Times New Roman"/>
                        <w:sz w:val="21"/>
                      </w:rPr>
                    </w:pPr>
                    <w:r>
                      <w:rPr>
                        <w:rFonts w:ascii="Times New Roman"/>
                        <w:color w:val="231F20"/>
                        <w:sz w:val="21"/>
                      </w:rPr>
                      <w:t>H</w:t>
                    </w:r>
                  </w:p>
                </w:txbxContent>
              </v:textbox>
            </v:shape>
            <v:shape id="_x0000_s1671" type="#_x0000_t202" style="position:absolute;left:9633;top:1496;width:174;height:279" filled="f" stroked="f">
              <v:textbox inset="0,0,0,0">
                <w:txbxContent>
                  <w:p w:rsidR="00FF5398" w:rsidRDefault="00FF5398">
                    <w:pPr>
                      <w:spacing w:before="17"/>
                      <w:rPr>
                        <w:rFonts w:ascii="Times New Roman"/>
                        <w:sz w:val="21"/>
                      </w:rPr>
                    </w:pPr>
                    <w:r>
                      <w:rPr>
                        <w:rFonts w:ascii="Times New Roman"/>
                        <w:color w:val="231F20"/>
                        <w:sz w:val="21"/>
                      </w:rPr>
                      <w:t>O</w:t>
                    </w:r>
                  </w:p>
                </w:txbxContent>
              </v:textbox>
            </v:shape>
            <v:shape id="_x0000_s1670" type="#_x0000_t202" style="position:absolute;left:6606;top:1492;width:174;height:279" filled="f" stroked="f">
              <v:textbox inset="0,0,0,0">
                <w:txbxContent>
                  <w:p w:rsidR="00FF5398" w:rsidRDefault="00FF5398">
                    <w:pPr>
                      <w:spacing w:before="17"/>
                      <w:rPr>
                        <w:rFonts w:ascii="Times New Roman"/>
                        <w:sz w:val="21"/>
                      </w:rPr>
                    </w:pPr>
                    <w:r>
                      <w:rPr>
                        <w:rFonts w:ascii="Times New Roman"/>
                        <w:color w:val="231F20"/>
                        <w:sz w:val="21"/>
                      </w:rPr>
                      <w:t>O</w:t>
                    </w:r>
                  </w:p>
                </w:txbxContent>
              </v:textbox>
            </v:shape>
            <v:shape id="_x0000_s1669" type="#_x0000_t202" style="position:absolute;left:6076;top:1719;width:174;height:279" filled="f" stroked="f">
              <v:textbox inset="0,0,0,0">
                <w:txbxContent>
                  <w:p w:rsidR="00FF5398" w:rsidRDefault="00FF5398">
                    <w:pPr>
                      <w:spacing w:before="17"/>
                      <w:rPr>
                        <w:rFonts w:ascii="Times New Roman"/>
                        <w:sz w:val="21"/>
                      </w:rPr>
                    </w:pPr>
                    <w:r>
                      <w:rPr>
                        <w:rFonts w:ascii="Times New Roman"/>
                        <w:color w:val="231F20"/>
                        <w:sz w:val="21"/>
                      </w:rPr>
                      <w:t>O</w:t>
                    </w:r>
                  </w:p>
                </w:txbxContent>
              </v:textbox>
            </v:shape>
            <v:shape id="_x0000_s1668" type="#_x0000_t202" style="position:absolute;left:5004;top:1935;width:327;height:279" filled="f" stroked="f">
              <v:textbox inset="0,0,0,0">
                <w:txbxContent>
                  <w:p w:rsidR="00FF5398" w:rsidRDefault="00FF5398">
                    <w:pPr>
                      <w:spacing w:before="17"/>
                      <w:rPr>
                        <w:rFonts w:ascii="Times New Roman"/>
                        <w:sz w:val="21"/>
                      </w:rPr>
                    </w:pPr>
                    <w:r>
                      <w:rPr>
                        <w:rFonts w:ascii="Times New Roman"/>
                        <w:color w:val="231F20"/>
                        <w:sz w:val="21"/>
                      </w:rPr>
                      <w:t>HO</w:t>
                    </w:r>
                  </w:p>
                </w:txbxContent>
              </v:textbox>
            </v:shape>
            <v:shape id="_x0000_s1667" type="#_x0000_t202" style="position:absolute;left:4282;top:1955;width:327;height:279" filled="f" stroked="f">
              <v:textbox inset="0,0,0,0">
                <w:txbxContent>
                  <w:p w:rsidR="00FF5398" w:rsidRDefault="00FF5398">
                    <w:pPr>
                      <w:spacing w:before="17"/>
                      <w:rPr>
                        <w:rFonts w:ascii="Times New Roman"/>
                        <w:sz w:val="21"/>
                      </w:rPr>
                    </w:pPr>
                    <w:r>
                      <w:rPr>
                        <w:rFonts w:ascii="Times New Roman"/>
                        <w:color w:val="231F20"/>
                        <w:sz w:val="21"/>
                      </w:rPr>
                      <w:t>OH</w:t>
                    </w:r>
                  </w:p>
                </w:txbxContent>
              </v:textbox>
            </v:shape>
            <v:shape id="_x0000_s1666" type="#_x0000_t202" style="position:absolute;left:3935;top:1507;width:174;height:279" filled="f" stroked="f">
              <v:textbox inset="0,0,0,0">
                <w:txbxContent>
                  <w:p w:rsidR="00FF5398" w:rsidRDefault="00FF5398">
                    <w:pPr>
                      <w:spacing w:before="17"/>
                      <w:rPr>
                        <w:rFonts w:ascii="Times New Roman"/>
                        <w:sz w:val="21"/>
                      </w:rPr>
                    </w:pPr>
                    <w:r>
                      <w:rPr>
                        <w:rFonts w:ascii="Times New Roman"/>
                        <w:color w:val="231F20"/>
                        <w:sz w:val="21"/>
                      </w:rPr>
                      <w:t>O</w:t>
                    </w:r>
                  </w:p>
                </w:txbxContent>
              </v:textbox>
            </v:shape>
            <v:shape id="_x0000_s1665" type="#_x0000_t202" style="position:absolute;left:3388;top:1738;width:174;height:279" filled="f" stroked="f">
              <v:textbox inset="0,0,0,0">
                <w:txbxContent>
                  <w:p w:rsidR="00FF5398" w:rsidRDefault="00FF5398">
                    <w:pPr>
                      <w:spacing w:before="17"/>
                      <w:rPr>
                        <w:rFonts w:ascii="Times New Roman"/>
                        <w:sz w:val="21"/>
                      </w:rPr>
                    </w:pPr>
                    <w:r>
                      <w:rPr>
                        <w:rFonts w:ascii="Times New Roman"/>
                        <w:color w:val="231F20"/>
                        <w:sz w:val="21"/>
                      </w:rPr>
                      <w:t>O</w:t>
                    </w:r>
                  </w:p>
                </w:txbxContent>
              </v:textbox>
            </v:shape>
            <v:shape id="_x0000_s1664" type="#_x0000_t202" style="position:absolute;left:2316;top:1507;width:815;height:953" filled="f" stroked="f">
              <v:textbox inset="0,0,0,0">
                <w:txbxContent>
                  <w:p w:rsidR="00FF5398" w:rsidRDefault="00FF5398">
                    <w:pPr>
                      <w:spacing w:before="17"/>
                      <w:ind w:left="412"/>
                      <w:jc w:val="center"/>
                      <w:rPr>
                        <w:rFonts w:ascii="Times New Roman"/>
                        <w:sz w:val="21"/>
                      </w:rPr>
                    </w:pPr>
                    <w:r>
                      <w:rPr>
                        <w:rFonts w:ascii="Times New Roman"/>
                        <w:color w:val="231F20"/>
                        <w:sz w:val="21"/>
                      </w:rPr>
                      <w:t>O</w:t>
                    </w:r>
                  </w:p>
                  <w:p w:rsidR="00FF5398" w:rsidRDefault="00FF5398">
                    <w:pPr>
                      <w:spacing w:before="206"/>
                      <w:rPr>
                        <w:rFonts w:ascii="Times New Roman"/>
                        <w:sz w:val="21"/>
                      </w:rPr>
                    </w:pPr>
                    <w:r>
                      <w:rPr>
                        <w:rFonts w:ascii="Times New Roman"/>
                        <w:color w:val="231F20"/>
                        <w:sz w:val="21"/>
                      </w:rPr>
                      <w:t>HO</w:t>
                    </w:r>
                  </w:p>
                  <w:p w:rsidR="00FF5398" w:rsidRDefault="00FF5398">
                    <w:pPr>
                      <w:spacing w:before="10"/>
                      <w:ind w:left="243" w:right="4"/>
                      <w:jc w:val="center"/>
                      <w:rPr>
                        <w:rFonts w:ascii="Times New Roman"/>
                        <w:b/>
                        <w:sz w:val="19"/>
                      </w:rPr>
                    </w:pPr>
                    <w:r>
                      <w:rPr>
                        <w:rFonts w:ascii="Times New Roman"/>
                        <w:b/>
                        <w:color w:val="231F20"/>
                        <w:sz w:val="19"/>
                      </w:rPr>
                      <w:t>FDCA</w:t>
                    </w:r>
                  </w:p>
                </w:txbxContent>
              </v:textbox>
            </v:shape>
            <v:shape id="_x0000_s1663" type="#_x0000_t202" style="position:absolute;left:9998;top:725;width:327;height:279" filled="f" stroked="f">
              <v:textbox inset="0,0,0,0">
                <w:txbxContent>
                  <w:p w:rsidR="00FF5398" w:rsidRDefault="00FF5398">
                    <w:pPr>
                      <w:spacing w:before="17"/>
                      <w:rPr>
                        <w:rFonts w:ascii="Times New Roman"/>
                        <w:sz w:val="21"/>
                      </w:rPr>
                    </w:pPr>
                    <w:r>
                      <w:rPr>
                        <w:rFonts w:ascii="Times New Roman"/>
                        <w:color w:val="231F20"/>
                        <w:sz w:val="21"/>
                      </w:rPr>
                      <w:t>OH</w:t>
                    </w:r>
                  </w:p>
                </w:txbxContent>
              </v:textbox>
            </v:shape>
            <v:shape id="_x0000_s1662" type="#_x0000_t202" style="position:absolute;left:8708;top:960;width:127;height:283" filled="f" stroked="f">
              <v:textbox inset="0,0,0,0">
                <w:txbxContent>
                  <w:p w:rsidR="00FF5398" w:rsidRDefault="00FF5398">
                    <w:pPr>
                      <w:spacing w:before="21"/>
                      <w:rPr>
                        <w:rFonts w:ascii="Times New Roman"/>
                        <w:b/>
                        <w:sz w:val="21"/>
                      </w:rPr>
                    </w:pPr>
                    <w:r>
                      <w:rPr>
                        <w:rFonts w:ascii="Times New Roman"/>
                        <w:b/>
                        <w:color w:val="231F20"/>
                        <w:sz w:val="21"/>
                      </w:rPr>
                      <w:t>7</w:t>
                    </w:r>
                  </w:p>
                </w:txbxContent>
              </v:textbox>
            </v:shape>
            <v:shape id="_x0000_s1661" type="#_x0000_t202" style="position:absolute;left:7781;top:552;width:327;height:279" filled="f" stroked="f">
              <v:textbox inset="0,0,0,0">
                <w:txbxContent>
                  <w:p w:rsidR="00FF5398" w:rsidRDefault="00FF5398">
                    <w:pPr>
                      <w:spacing w:before="17"/>
                      <w:rPr>
                        <w:rFonts w:ascii="Times New Roman"/>
                        <w:sz w:val="21"/>
                      </w:rPr>
                    </w:pPr>
                    <w:r>
                      <w:rPr>
                        <w:rFonts w:ascii="Times New Roman"/>
                        <w:color w:val="231F20"/>
                        <w:sz w:val="21"/>
                      </w:rPr>
                      <w:t>HO</w:t>
                    </w:r>
                  </w:p>
                </w:txbxContent>
              </v:textbox>
            </v:shape>
            <v:shape id="_x0000_s1660" type="#_x0000_t202" style="position:absolute;left:6522;top:510;width:239;height:733" filled="f" stroked="f">
              <v:textbox inset="0,0,0,0">
                <w:txbxContent>
                  <w:p w:rsidR="00FF5398" w:rsidRDefault="00FF5398">
                    <w:pPr>
                      <w:spacing w:before="17"/>
                      <w:ind w:right="83"/>
                      <w:jc w:val="center"/>
                      <w:rPr>
                        <w:rFonts w:ascii="Times New Roman"/>
                        <w:sz w:val="21"/>
                      </w:rPr>
                    </w:pPr>
                    <w:r>
                      <w:rPr>
                        <w:rFonts w:ascii="Times New Roman"/>
                        <w:color w:val="231F20"/>
                        <w:sz w:val="21"/>
                      </w:rPr>
                      <w:t>O</w:t>
                    </w:r>
                  </w:p>
                  <w:p w:rsidR="00FF5398" w:rsidRDefault="00FF5398">
                    <w:pPr>
                      <w:spacing w:before="213"/>
                      <w:ind w:left="92"/>
                      <w:jc w:val="center"/>
                      <w:rPr>
                        <w:rFonts w:ascii="Times New Roman"/>
                        <w:b/>
                        <w:sz w:val="21"/>
                      </w:rPr>
                    </w:pPr>
                    <w:r>
                      <w:rPr>
                        <w:rFonts w:ascii="Times New Roman"/>
                        <w:b/>
                        <w:color w:val="231F20"/>
                        <w:sz w:val="21"/>
                      </w:rPr>
                      <w:t>1</w:t>
                    </w:r>
                  </w:p>
                </w:txbxContent>
              </v:textbox>
            </v:shape>
            <v:shape id="_x0000_s1659" type="#_x0000_t202" style="position:absolute;left:6084;top:589;width:174;height:279" filled="f" stroked="f">
              <v:textbox inset="0,0,0,0">
                <w:txbxContent>
                  <w:p w:rsidR="00FF5398" w:rsidRDefault="00FF5398">
                    <w:pPr>
                      <w:spacing w:before="17"/>
                      <w:rPr>
                        <w:rFonts w:ascii="Times New Roman"/>
                        <w:sz w:val="21"/>
                      </w:rPr>
                    </w:pPr>
                    <w:r>
                      <w:rPr>
                        <w:rFonts w:ascii="Times New Roman"/>
                        <w:color w:val="231F20"/>
                        <w:sz w:val="21"/>
                      </w:rPr>
                      <w:t>O</w:t>
                    </w:r>
                  </w:p>
                </w:txbxContent>
              </v:textbox>
            </v:shape>
            <v:shape id="_x0000_s1658" type="#_x0000_t202" style="position:absolute;left:4282;top:766;width:174;height:279" filled="f" stroked="f">
              <v:textbox inset="0,0,0,0">
                <w:txbxContent>
                  <w:p w:rsidR="00FF5398" w:rsidRDefault="00FF5398">
                    <w:pPr>
                      <w:spacing w:before="17"/>
                      <w:rPr>
                        <w:rFonts w:ascii="Times New Roman"/>
                        <w:sz w:val="21"/>
                      </w:rPr>
                    </w:pPr>
                    <w:r>
                      <w:rPr>
                        <w:rFonts w:ascii="Times New Roman"/>
                        <w:color w:val="231F20"/>
                        <w:sz w:val="21"/>
                      </w:rPr>
                      <w:t>H</w:t>
                    </w:r>
                  </w:p>
                </w:txbxContent>
              </v:textbox>
            </v:shape>
            <v:shape id="_x0000_s1657" type="#_x0000_t202" style="position:absolute;left:3917;top:323;width:174;height:279" filled="f" stroked="f">
              <v:textbox inset="0,0,0,0">
                <w:txbxContent>
                  <w:p w:rsidR="00FF5398" w:rsidRDefault="00FF5398">
                    <w:pPr>
                      <w:spacing w:before="17"/>
                      <w:rPr>
                        <w:rFonts w:ascii="Times New Roman"/>
                        <w:sz w:val="21"/>
                      </w:rPr>
                    </w:pPr>
                    <w:r>
                      <w:rPr>
                        <w:rFonts w:ascii="Times New Roman"/>
                        <w:color w:val="231F20"/>
                        <w:sz w:val="21"/>
                      </w:rPr>
                      <w:t>O</w:t>
                    </w:r>
                  </w:p>
                </w:txbxContent>
              </v:textbox>
            </v:shape>
            <v:shape id="_x0000_s1656" type="#_x0000_t202" style="position:absolute;left:3388;top:550;width:174;height:279" filled="f" stroked="f">
              <v:textbox inset="0,0,0,0">
                <w:txbxContent>
                  <w:p w:rsidR="00FF5398" w:rsidRDefault="00FF5398">
                    <w:pPr>
                      <w:spacing w:before="17"/>
                      <w:rPr>
                        <w:rFonts w:ascii="Times New Roman"/>
                        <w:sz w:val="21"/>
                      </w:rPr>
                    </w:pPr>
                    <w:r>
                      <w:rPr>
                        <w:rFonts w:ascii="Times New Roman"/>
                        <w:color w:val="231F20"/>
                        <w:sz w:val="21"/>
                      </w:rPr>
                      <w:t>O</w:t>
                    </w:r>
                  </w:p>
                </w:txbxContent>
              </v:textbox>
            </v:shape>
            <v:shape id="_x0000_s1655" type="#_x0000_t202" style="position:absolute;left:2519;top:582;width:472;height:661" filled="f" stroked="f">
              <v:textbox inset="0,0,0,0">
                <w:txbxContent>
                  <w:p w:rsidR="00FF5398" w:rsidRDefault="00FF5398">
                    <w:pPr>
                      <w:spacing w:before="17"/>
                      <w:ind w:right="107"/>
                      <w:jc w:val="right"/>
                      <w:rPr>
                        <w:rFonts w:ascii="Times New Roman"/>
                        <w:sz w:val="21"/>
                      </w:rPr>
                    </w:pPr>
                    <w:r>
                      <w:rPr>
                        <w:rFonts w:ascii="Times New Roman"/>
                        <w:color w:val="231F20"/>
                        <w:sz w:val="21"/>
                      </w:rPr>
                      <w:t>H</w:t>
                    </w:r>
                    <w:r>
                      <w:rPr>
                        <w:rFonts w:ascii="Times New Roman"/>
                        <w:color w:val="231F20"/>
                        <w:position w:val="-5"/>
                        <w:sz w:val="13"/>
                      </w:rPr>
                      <w:t>3</w:t>
                    </w:r>
                    <w:r>
                      <w:rPr>
                        <w:rFonts w:ascii="Times New Roman"/>
                        <w:color w:val="231F20"/>
                        <w:sz w:val="21"/>
                      </w:rPr>
                      <w:t>C</w:t>
                    </w:r>
                  </w:p>
                  <w:p w:rsidR="00FF5398" w:rsidRDefault="00FF5398">
                    <w:pPr>
                      <w:spacing w:before="98"/>
                      <w:ind w:right="18"/>
                      <w:jc w:val="right"/>
                      <w:rPr>
                        <w:rFonts w:ascii="Times New Roman"/>
                        <w:b/>
                        <w:sz w:val="21"/>
                      </w:rPr>
                    </w:pPr>
                    <w:r>
                      <w:rPr>
                        <w:rFonts w:ascii="Times New Roman"/>
                        <w:b/>
                        <w:color w:val="231F20"/>
                        <w:sz w:val="21"/>
                      </w:rPr>
                      <w:t>2</w:t>
                    </w:r>
                  </w:p>
                </w:txbxContent>
              </v:textbox>
            </v:shape>
            <w10:wrap type="topAndBottom" anchorx="page"/>
          </v:group>
        </w:pict>
      </w:r>
    </w:p>
    <w:p w:rsidR="00017E14" w:rsidRPr="00B05F8E" w:rsidRDefault="00017E14">
      <w:pPr>
        <w:pStyle w:val="Plattetekst"/>
        <w:spacing w:before="10"/>
        <w:ind w:left="0"/>
        <w:rPr>
          <w:b/>
          <w:sz w:val="17"/>
          <w:lang w:val="nl-NL"/>
        </w:rPr>
      </w:pPr>
    </w:p>
    <w:p w:rsidR="00017E14" w:rsidRPr="00B05F8E" w:rsidRDefault="003D508B">
      <w:pPr>
        <w:pStyle w:val="Plattetekst"/>
        <w:spacing w:before="92" w:line="261" w:lineRule="auto"/>
        <w:ind w:right="848"/>
        <w:rPr>
          <w:lang w:val="nl-NL"/>
        </w:rPr>
      </w:pPr>
      <w:r w:rsidRPr="00B05F8E">
        <w:rPr>
          <w:color w:val="231F20"/>
          <w:spacing w:val="3"/>
          <w:lang w:val="nl-NL"/>
        </w:rPr>
        <w:t xml:space="preserve">Bij </w:t>
      </w:r>
      <w:r w:rsidRPr="00B05F8E">
        <w:rPr>
          <w:color w:val="231F20"/>
          <w:spacing w:val="2"/>
          <w:lang w:val="nl-NL"/>
        </w:rPr>
        <w:t xml:space="preserve">de </w:t>
      </w:r>
      <w:r w:rsidRPr="00B05F8E">
        <w:rPr>
          <w:color w:val="231F20"/>
          <w:spacing w:val="4"/>
          <w:lang w:val="nl-NL"/>
        </w:rPr>
        <w:t xml:space="preserve">omzettingen </w:t>
      </w:r>
      <w:r w:rsidRPr="00B05F8E">
        <w:rPr>
          <w:color w:val="231F20"/>
          <w:spacing w:val="3"/>
          <w:lang w:val="nl-NL"/>
        </w:rPr>
        <w:t xml:space="preserve">van </w:t>
      </w:r>
      <w:r w:rsidRPr="00B05F8E">
        <w:rPr>
          <w:color w:val="231F20"/>
          <w:spacing w:val="4"/>
          <w:lang w:val="nl-NL"/>
        </w:rPr>
        <w:t xml:space="preserve">glucose tot </w:t>
      </w:r>
      <w:r w:rsidRPr="00B05F8E">
        <w:rPr>
          <w:color w:val="231F20"/>
          <w:spacing w:val="2"/>
          <w:lang w:val="nl-NL"/>
        </w:rPr>
        <w:t xml:space="preserve">de </w:t>
      </w:r>
      <w:r w:rsidRPr="00B05F8E">
        <w:rPr>
          <w:color w:val="231F20"/>
          <w:spacing w:val="4"/>
          <w:lang w:val="nl-NL"/>
        </w:rPr>
        <w:t xml:space="preserve">bovenstaande </w:t>
      </w:r>
      <w:r w:rsidRPr="00B05F8E">
        <w:rPr>
          <w:color w:val="231F20"/>
          <w:spacing w:val="5"/>
          <w:lang w:val="nl-NL"/>
        </w:rPr>
        <w:t xml:space="preserve">reactieproducten </w:t>
      </w:r>
      <w:r w:rsidRPr="00B05F8E">
        <w:rPr>
          <w:color w:val="231F20"/>
          <w:spacing w:val="3"/>
          <w:lang w:val="nl-NL"/>
        </w:rPr>
        <w:t xml:space="preserve">komt geen </w:t>
      </w:r>
      <w:r w:rsidRPr="00B05F8E">
        <w:rPr>
          <w:color w:val="231F20"/>
          <w:spacing w:val="4"/>
          <w:lang w:val="nl-NL"/>
        </w:rPr>
        <w:t xml:space="preserve">koolstofdioxide </w:t>
      </w:r>
      <w:r w:rsidRPr="00B05F8E">
        <w:rPr>
          <w:color w:val="231F20"/>
          <w:spacing w:val="3"/>
          <w:lang w:val="nl-NL"/>
        </w:rPr>
        <w:t xml:space="preserve">vrij </w:t>
      </w:r>
      <w:r w:rsidRPr="00B05F8E">
        <w:rPr>
          <w:color w:val="231F20"/>
          <w:spacing w:val="2"/>
          <w:lang w:val="nl-NL"/>
        </w:rPr>
        <w:t xml:space="preserve">in de </w:t>
      </w:r>
      <w:r w:rsidRPr="00B05F8E">
        <w:rPr>
          <w:color w:val="231F20"/>
          <w:spacing w:val="4"/>
          <w:lang w:val="nl-NL"/>
        </w:rPr>
        <w:t>chemische</w:t>
      </w:r>
      <w:r w:rsidRPr="00B05F8E">
        <w:rPr>
          <w:color w:val="231F20"/>
          <w:spacing w:val="73"/>
          <w:lang w:val="nl-NL"/>
        </w:rPr>
        <w:t xml:space="preserve"> </w:t>
      </w:r>
      <w:r w:rsidRPr="00B05F8E">
        <w:rPr>
          <w:color w:val="231F20"/>
          <w:spacing w:val="5"/>
          <w:lang w:val="nl-NL"/>
        </w:rPr>
        <w:t>reacties.</w:t>
      </w:r>
    </w:p>
    <w:p w:rsidR="00017E14" w:rsidRPr="00B05F8E" w:rsidRDefault="00017E14">
      <w:pPr>
        <w:pStyle w:val="Plattetekst"/>
        <w:spacing w:before="11"/>
        <w:ind w:left="0"/>
        <w:rPr>
          <w:sz w:val="25"/>
          <w:lang w:val="nl-NL"/>
        </w:rPr>
      </w:pPr>
    </w:p>
    <w:p w:rsidR="00017E14" w:rsidRPr="00B05F8E" w:rsidRDefault="003D508B">
      <w:pPr>
        <w:pStyle w:val="Plattetekst"/>
        <w:tabs>
          <w:tab w:val="left" w:pos="641"/>
          <w:tab w:val="left" w:pos="1097"/>
        </w:tabs>
        <w:ind w:left="134"/>
        <w:rPr>
          <w:lang w:val="nl-NL"/>
        </w:rPr>
      </w:pPr>
      <w:r w:rsidRPr="00B05F8E">
        <w:rPr>
          <w:color w:val="231F20"/>
          <w:spacing w:val="2"/>
          <w:sz w:val="16"/>
          <w:lang w:val="nl-NL"/>
        </w:rPr>
        <w:t>2p</w:t>
      </w:r>
      <w:r w:rsidRPr="00B05F8E">
        <w:rPr>
          <w:color w:val="231F20"/>
          <w:spacing w:val="2"/>
          <w:sz w:val="16"/>
          <w:lang w:val="nl-NL"/>
        </w:rPr>
        <w:tab/>
      </w:r>
      <w:r w:rsidRPr="00B05F8E">
        <w:rPr>
          <w:b/>
          <w:color w:val="231F20"/>
          <w:sz w:val="20"/>
          <w:lang w:val="nl-NL"/>
        </w:rPr>
        <w:t>1</w:t>
      </w:r>
      <w:r w:rsidRPr="00B05F8E">
        <w:rPr>
          <w:b/>
          <w:color w:val="231F20"/>
          <w:sz w:val="20"/>
          <w:lang w:val="nl-NL"/>
        </w:rPr>
        <w:tab/>
      </w:r>
      <w:r w:rsidRPr="00B05F8E">
        <w:rPr>
          <w:color w:val="231F20"/>
          <w:spacing w:val="3"/>
          <w:lang w:val="nl-NL"/>
        </w:rPr>
        <w:t xml:space="preserve">Laat dit zien aan </w:t>
      </w:r>
      <w:r w:rsidRPr="00B05F8E">
        <w:rPr>
          <w:color w:val="231F20"/>
          <w:spacing w:val="2"/>
          <w:lang w:val="nl-NL"/>
        </w:rPr>
        <w:t xml:space="preserve">de </w:t>
      </w:r>
      <w:r w:rsidRPr="00B05F8E">
        <w:rPr>
          <w:color w:val="231F20"/>
          <w:spacing w:val="3"/>
          <w:lang w:val="nl-NL"/>
        </w:rPr>
        <w:t>hand van het</w:t>
      </w:r>
      <w:r w:rsidRPr="00B05F8E">
        <w:rPr>
          <w:color w:val="231F20"/>
          <w:spacing w:val="8"/>
          <w:lang w:val="nl-NL"/>
        </w:rPr>
        <w:t xml:space="preserve"> </w:t>
      </w:r>
      <w:r w:rsidRPr="00B05F8E">
        <w:rPr>
          <w:color w:val="231F20"/>
          <w:spacing w:val="5"/>
          <w:lang w:val="nl-NL"/>
        </w:rPr>
        <w:t>schema.</w:t>
      </w:r>
    </w:p>
    <w:p w:rsidR="00017E14" w:rsidRPr="00B05F8E" w:rsidRDefault="00017E14">
      <w:pPr>
        <w:pStyle w:val="Plattetekst"/>
        <w:spacing w:before="2"/>
        <w:ind w:left="0"/>
        <w:rPr>
          <w:sz w:val="28"/>
          <w:lang w:val="nl-NL"/>
        </w:rPr>
      </w:pPr>
    </w:p>
    <w:p w:rsidR="00017E14" w:rsidRPr="00B05F8E" w:rsidRDefault="003D508B">
      <w:pPr>
        <w:pStyle w:val="Plattetekst"/>
        <w:spacing w:line="261" w:lineRule="auto"/>
        <w:ind w:right="848"/>
        <w:rPr>
          <w:lang w:val="nl-NL"/>
        </w:rPr>
      </w:pPr>
      <w:r w:rsidRPr="00B05F8E">
        <w:rPr>
          <w:color w:val="231F20"/>
          <w:spacing w:val="3"/>
          <w:lang w:val="nl-NL"/>
        </w:rPr>
        <w:t xml:space="preserve">Een </w:t>
      </w:r>
      <w:r w:rsidRPr="00B05F8E">
        <w:rPr>
          <w:color w:val="231F20"/>
          <w:spacing w:val="4"/>
          <w:lang w:val="nl-NL"/>
        </w:rPr>
        <w:t xml:space="preserve">ander gebruik </w:t>
      </w:r>
      <w:r w:rsidRPr="00B05F8E">
        <w:rPr>
          <w:color w:val="231F20"/>
          <w:spacing w:val="3"/>
          <w:lang w:val="nl-NL"/>
        </w:rPr>
        <w:t xml:space="preserve">van </w:t>
      </w:r>
      <w:r w:rsidRPr="00B05F8E">
        <w:rPr>
          <w:color w:val="231F20"/>
          <w:spacing w:val="4"/>
          <w:lang w:val="nl-NL"/>
        </w:rPr>
        <w:t xml:space="preserve">glucose </w:t>
      </w:r>
      <w:r w:rsidRPr="00B05F8E">
        <w:rPr>
          <w:color w:val="231F20"/>
          <w:spacing w:val="2"/>
          <w:lang w:val="nl-NL"/>
        </w:rPr>
        <w:t xml:space="preserve">is </w:t>
      </w:r>
      <w:r w:rsidRPr="00B05F8E">
        <w:rPr>
          <w:color w:val="231F20"/>
          <w:spacing w:val="4"/>
          <w:lang w:val="nl-NL"/>
        </w:rPr>
        <w:t xml:space="preserve">vergisting </w:t>
      </w:r>
      <w:r w:rsidRPr="00B05F8E">
        <w:rPr>
          <w:color w:val="231F20"/>
          <w:spacing w:val="3"/>
          <w:lang w:val="nl-NL"/>
        </w:rPr>
        <w:t xml:space="preserve">tot </w:t>
      </w:r>
      <w:r w:rsidRPr="00B05F8E">
        <w:rPr>
          <w:color w:val="231F20"/>
          <w:spacing w:val="4"/>
          <w:lang w:val="nl-NL"/>
        </w:rPr>
        <w:t xml:space="preserve">bio-ethanol, </w:t>
      </w:r>
      <w:r w:rsidRPr="00B05F8E">
        <w:rPr>
          <w:color w:val="231F20"/>
          <w:spacing w:val="3"/>
          <w:lang w:val="nl-NL"/>
        </w:rPr>
        <w:t xml:space="preserve">een </w:t>
      </w:r>
      <w:r w:rsidRPr="00B05F8E">
        <w:rPr>
          <w:color w:val="231F20"/>
          <w:spacing w:val="5"/>
          <w:lang w:val="nl-NL"/>
        </w:rPr>
        <w:t xml:space="preserve">proces </w:t>
      </w:r>
      <w:r w:rsidRPr="00B05F8E">
        <w:rPr>
          <w:color w:val="231F20"/>
          <w:spacing w:val="3"/>
          <w:lang w:val="nl-NL"/>
        </w:rPr>
        <w:t xml:space="preserve">dat kan </w:t>
      </w:r>
      <w:r w:rsidRPr="00B05F8E">
        <w:rPr>
          <w:color w:val="231F20"/>
          <w:spacing w:val="4"/>
          <w:lang w:val="nl-NL"/>
        </w:rPr>
        <w:t xml:space="preserve">worden weergegeven </w:t>
      </w:r>
      <w:r w:rsidRPr="00B05F8E">
        <w:rPr>
          <w:color w:val="231F20"/>
          <w:spacing w:val="3"/>
          <w:lang w:val="nl-NL"/>
        </w:rPr>
        <w:t xml:space="preserve">met </w:t>
      </w:r>
      <w:r w:rsidRPr="00B05F8E">
        <w:rPr>
          <w:color w:val="231F20"/>
          <w:spacing w:val="4"/>
          <w:lang w:val="nl-NL"/>
        </w:rPr>
        <w:t>onderstaande</w:t>
      </w:r>
      <w:r w:rsidRPr="00B05F8E">
        <w:rPr>
          <w:color w:val="231F20"/>
          <w:spacing w:val="64"/>
          <w:lang w:val="nl-NL"/>
        </w:rPr>
        <w:t xml:space="preserve"> </w:t>
      </w:r>
      <w:r w:rsidRPr="00B05F8E">
        <w:rPr>
          <w:color w:val="231F20"/>
          <w:spacing w:val="5"/>
          <w:lang w:val="nl-NL"/>
        </w:rPr>
        <w:t>reactievergelijking.</w:t>
      </w:r>
    </w:p>
    <w:p w:rsidR="00017E14" w:rsidRPr="00B05F8E" w:rsidRDefault="003D508B">
      <w:pPr>
        <w:spacing w:before="35"/>
        <w:ind w:left="1097"/>
        <w:rPr>
          <w:rFonts w:ascii="Times New Roman" w:hAnsi="Times New Roman"/>
          <w:sz w:val="17"/>
          <w:lang w:val="nl-NL"/>
        </w:rPr>
      </w:pPr>
      <w:r w:rsidRPr="00B05F8E">
        <w:rPr>
          <w:rFonts w:ascii="Times New Roman" w:hAnsi="Times New Roman"/>
          <w:color w:val="231F20"/>
          <w:sz w:val="26"/>
          <w:lang w:val="nl-NL"/>
        </w:rPr>
        <w:t>C</w:t>
      </w:r>
      <w:r w:rsidRPr="00B05F8E">
        <w:rPr>
          <w:rFonts w:ascii="Times New Roman" w:hAnsi="Times New Roman"/>
          <w:color w:val="231F20"/>
          <w:position w:val="-7"/>
          <w:sz w:val="17"/>
          <w:lang w:val="nl-NL"/>
        </w:rPr>
        <w:t>6</w:t>
      </w:r>
      <w:r w:rsidRPr="00B05F8E">
        <w:rPr>
          <w:rFonts w:ascii="Times New Roman" w:hAnsi="Times New Roman"/>
          <w:color w:val="231F20"/>
          <w:sz w:val="26"/>
          <w:lang w:val="nl-NL"/>
        </w:rPr>
        <w:t>H</w:t>
      </w:r>
      <w:r w:rsidRPr="00B05F8E">
        <w:rPr>
          <w:rFonts w:ascii="Times New Roman" w:hAnsi="Times New Roman"/>
          <w:color w:val="231F20"/>
          <w:position w:val="-7"/>
          <w:sz w:val="17"/>
          <w:lang w:val="nl-NL"/>
        </w:rPr>
        <w:t>12</w:t>
      </w:r>
      <w:r w:rsidRPr="00B05F8E">
        <w:rPr>
          <w:rFonts w:ascii="Times New Roman" w:hAnsi="Times New Roman"/>
          <w:color w:val="231F20"/>
          <w:sz w:val="26"/>
          <w:lang w:val="nl-NL"/>
        </w:rPr>
        <w:t>O</w:t>
      </w:r>
      <w:r w:rsidRPr="00B05F8E">
        <w:rPr>
          <w:rFonts w:ascii="Times New Roman" w:hAnsi="Times New Roman"/>
          <w:color w:val="231F20"/>
          <w:position w:val="-7"/>
          <w:sz w:val="17"/>
          <w:lang w:val="nl-NL"/>
        </w:rPr>
        <w:t xml:space="preserve">6 </w:t>
      </w:r>
      <w:r>
        <w:rPr>
          <w:rFonts w:ascii="Symbol" w:hAnsi="Symbol"/>
          <w:color w:val="231F20"/>
          <w:position w:val="6"/>
          <w:sz w:val="24"/>
        </w:rPr>
        <w:t></w:t>
      </w:r>
      <w:r w:rsidRPr="00B05F8E">
        <w:rPr>
          <w:rFonts w:ascii="Times New Roman" w:hAnsi="Times New Roman"/>
          <w:color w:val="231F20"/>
          <w:position w:val="6"/>
          <w:sz w:val="24"/>
          <w:lang w:val="nl-NL"/>
        </w:rPr>
        <w:t xml:space="preserve"> </w:t>
      </w:r>
      <w:r w:rsidRPr="00B05F8E">
        <w:rPr>
          <w:rFonts w:ascii="Times New Roman" w:hAnsi="Times New Roman"/>
          <w:color w:val="231F20"/>
          <w:sz w:val="26"/>
          <w:lang w:val="nl-NL"/>
        </w:rPr>
        <w:t>2 C</w:t>
      </w:r>
      <w:r w:rsidRPr="00B05F8E">
        <w:rPr>
          <w:rFonts w:ascii="Times New Roman" w:hAnsi="Times New Roman"/>
          <w:color w:val="231F20"/>
          <w:position w:val="-7"/>
          <w:sz w:val="17"/>
          <w:lang w:val="nl-NL"/>
        </w:rPr>
        <w:t>2</w:t>
      </w:r>
      <w:r w:rsidRPr="00B05F8E">
        <w:rPr>
          <w:rFonts w:ascii="Times New Roman" w:hAnsi="Times New Roman"/>
          <w:color w:val="231F20"/>
          <w:sz w:val="26"/>
          <w:lang w:val="nl-NL"/>
        </w:rPr>
        <w:t>H</w:t>
      </w:r>
      <w:r w:rsidRPr="00B05F8E">
        <w:rPr>
          <w:rFonts w:ascii="Times New Roman" w:hAnsi="Times New Roman"/>
          <w:color w:val="231F20"/>
          <w:position w:val="-7"/>
          <w:sz w:val="17"/>
          <w:lang w:val="nl-NL"/>
        </w:rPr>
        <w:t>6</w:t>
      </w:r>
      <w:r w:rsidRPr="00B05F8E">
        <w:rPr>
          <w:rFonts w:ascii="Times New Roman" w:hAnsi="Times New Roman"/>
          <w:color w:val="231F20"/>
          <w:sz w:val="26"/>
          <w:lang w:val="nl-NL"/>
        </w:rPr>
        <w:t>O + 2 CO</w:t>
      </w:r>
      <w:r w:rsidRPr="00B05F8E">
        <w:rPr>
          <w:rFonts w:ascii="Times New Roman" w:hAnsi="Times New Roman"/>
          <w:color w:val="231F20"/>
          <w:position w:val="-7"/>
          <w:sz w:val="17"/>
          <w:lang w:val="nl-NL"/>
        </w:rPr>
        <w:t>2</w:t>
      </w:r>
    </w:p>
    <w:p w:rsidR="00017E14" w:rsidRPr="00B05F8E" w:rsidRDefault="003D508B">
      <w:pPr>
        <w:pStyle w:val="Plattetekst"/>
        <w:spacing w:before="85" w:line="261" w:lineRule="auto"/>
        <w:rPr>
          <w:lang w:val="nl-NL"/>
        </w:rPr>
      </w:pPr>
      <w:r w:rsidRPr="00B05F8E">
        <w:rPr>
          <w:color w:val="231F20"/>
          <w:lang w:val="nl-NL"/>
        </w:rPr>
        <w:t>De atoomeconomie van de vergisting van glucose is minder gunstig dan de atoomeconomie van de productie van HMF uit glucose. Voor de</w:t>
      </w:r>
    </w:p>
    <w:p w:rsidR="00017E14" w:rsidRPr="00B05F8E" w:rsidRDefault="003D508B">
      <w:pPr>
        <w:pStyle w:val="Plattetekst"/>
        <w:spacing w:line="274" w:lineRule="exact"/>
        <w:rPr>
          <w:lang w:val="nl-NL"/>
        </w:rPr>
      </w:pPr>
      <w:r w:rsidRPr="00B05F8E">
        <w:rPr>
          <w:color w:val="231F20"/>
          <w:lang w:val="nl-NL"/>
        </w:rPr>
        <w:t>productie van HMF is geen andere beginstof dan glucose nodig.</w:t>
      </w:r>
    </w:p>
    <w:p w:rsidR="00017E14" w:rsidRPr="00B05F8E" w:rsidRDefault="00017E14">
      <w:pPr>
        <w:pStyle w:val="Plattetekst"/>
        <w:spacing w:before="2"/>
        <w:ind w:left="0"/>
        <w:rPr>
          <w:sz w:val="28"/>
          <w:lang w:val="nl-NL"/>
        </w:rPr>
      </w:pPr>
    </w:p>
    <w:p w:rsidR="00017E14" w:rsidRPr="00B05F8E" w:rsidRDefault="003D508B">
      <w:pPr>
        <w:pStyle w:val="Plattetekst"/>
        <w:tabs>
          <w:tab w:val="left" w:pos="641"/>
          <w:tab w:val="left" w:pos="1097"/>
        </w:tabs>
        <w:spacing w:line="261" w:lineRule="auto"/>
        <w:ind w:right="701" w:hanging="964"/>
        <w:rPr>
          <w:lang w:val="nl-NL"/>
        </w:rPr>
      </w:pPr>
      <w:r w:rsidRPr="00B05F8E">
        <w:rPr>
          <w:color w:val="231F20"/>
          <w:spacing w:val="2"/>
          <w:sz w:val="16"/>
          <w:lang w:val="nl-NL"/>
        </w:rPr>
        <w:t>3p</w:t>
      </w:r>
      <w:r w:rsidRPr="00B05F8E">
        <w:rPr>
          <w:color w:val="231F20"/>
          <w:spacing w:val="2"/>
          <w:sz w:val="16"/>
          <w:lang w:val="nl-NL"/>
        </w:rPr>
        <w:tab/>
      </w:r>
      <w:r w:rsidRPr="00B05F8E">
        <w:rPr>
          <w:b/>
          <w:color w:val="231F20"/>
          <w:sz w:val="20"/>
          <w:lang w:val="nl-NL"/>
        </w:rPr>
        <w:t>2</w:t>
      </w:r>
      <w:r w:rsidRPr="00B05F8E">
        <w:rPr>
          <w:b/>
          <w:color w:val="231F20"/>
          <w:sz w:val="20"/>
          <w:lang w:val="nl-NL"/>
        </w:rPr>
        <w:tab/>
      </w:r>
      <w:r w:rsidRPr="00B05F8E">
        <w:rPr>
          <w:color w:val="231F20"/>
          <w:spacing w:val="4"/>
          <w:lang w:val="nl-NL"/>
        </w:rPr>
        <w:t xml:space="preserve">Bereken </w:t>
      </w:r>
      <w:r w:rsidRPr="00B05F8E">
        <w:rPr>
          <w:color w:val="231F20"/>
          <w:spacing w:val="2"/>
          <w:lang w:val="nl-NL"/>
        </w:rPr>
        <w:t xml:space="preserve">de </w:t>
      </w:r>
      <w:r w:rsidRPr="00B05F8E">
        <w:rPr>
          <w:color w:val="231F20"/>
          <w:spacing w:val="4"/>
          <w:lang w:val="nl-NL"/>
        </w:rPr>
        <w:t xml:space="preserve">atoomeconomie </w:t>
      </w:r>
      <w:r w:rsidRPr="00B05F8E">
        <w:rPr>
          <w:color w:val="231F20"/>
          <w:spacing w:val="3"/>
          <w:lang w:val="nl-NL"/>
        </w:rPr>
        <w:t xml:space="preserve">van </w:t>
      </w:r>
      <w:r w:rsidRPr="00B05F8E">
        <w:rPr>
          <w:color w:val="231F20"/>
          <w:spacing w:val="2"/>
          <w:lang w:val="nl-NL"/>
        </w:rPr>
        <w:t xml:space="preserve">de </w:t>
      </w:r>
      <w:r w:rsidRPr="00B05F8E">
        <w:rPr>
          <w:color w:val="231F20"/>
          <w:spacing w:val="4"/>
          <w:lang w:val="nl-NL"/>
        </w:rPr>
        <w:t xml:space="preserve">productie </w:t>
      </w:r>
      <w:r w:rsidRPr="00B05F8E">
        <w:rPr>
          <w:color w:val="231F20"/>
          <w:spacing w:val="3"/>
          <w:lang w:val="nl-NL"/>
        </w:rPr>
        <w:t xml:space="preserve">van </w:t>
      </w:r>
      <w:r w:rsidRPr="00B05F8E">
        <w:rPr>
          <w:color w:val="231F20"/>
          <w:spacing w:val="4"/>
          <w:lang w:val="nl-NL"/>
        </w:rPr>
        <w:t xml:space="preserve">ethanol </w:t>
      </w:r>
      <w:r w:rsidRPr="00B05F8E">
        <w:rPr>
          <w:color w:val="231F20"/>
          <w:spacing w:val="3"/>
          <w:lang w:val="nl-NL"/>
        </w:rPr>
        <w:t xml:space="preserve">uit </w:t>
      </w:r>
      <w:r w:rsidRPr="00B05F8E">
        <w:rPr>
          <w:color w:val="231F20"/>
          <w:spacing w:val="4"/>
          <w:lang w:val="nl-NL"/>
        </w:rPr>
        <w:t xml:space="preserve">glucose </w:t>
      </w:r>
      <w:r w:rsidRPr="00B05F8E">
        <w:rPr>
          <w:color w:val="231F20"/>
          <w:spacing w:val="5"/>
          <w:lang w:val="nl-NL"/>
        </w:rPr>
        <w:t xml:space="preserve">en </w:t>
      </w:r>
      <w:r w:rsidRPr="00B05F8E">
        <w:rPr>
          <w:color w:val="231F20"/>
          <w:spacing w:val="2"/>
          <w:lang w:val="nl-NL"/>
        </w:rPr>
        <w:t xml:space="preserve">de </w:t>
      </w:r>
      <w:r w:rsidRPr="00B05F8E">
        <w:rPr>
          <w:color w:val="231F20"/>
          <w:spacing w:val="4"/>
          <w:lang w:val="nl-NL"/>
        </w:rPr>
        <w:t xml:space="preserve">atoomeconomie </w:t>
      </w:r>
      <w:r w:rsidRPr="00B05F8E">
        <w:rPr>
          <w:color w:val="231F20"/>
          <w:spacing w:val="3"/>
          <w:lang w:val="nl-NL"/>
        </w:rPr>
        <w:t xml:space="preserve">van </w:t>
      </w:r>
      <w:r w:rsidRPr="00B05F8E">
        <w:rPr>
          <w:color w:val="231F20"/>
          <w:spacing w:val="2"/>
          <w:lang w:val="nl-NL"/>
        </w:rPr>
        <w:t xml:space="preserve">de </w:t>
      </w:r>
      <w:r w:rsidRPr="00B05F8E">
        <w:rPr>
          <w:color w:val="231F20"/>
          <w:spacing w:val="4"/>
          <w:lang w:val="nl-NL"/>
        </w:rPr>
        <w:t xml:space="preserve">productie </w:t>
      </w:r>
      <w:r w:rsidRPr="00B05F8E">
        <w:rPr>
          <w:color w:val="231F20"/>
          <w:spacing w:val="3"/>
          <w:lang w:val="nl-NL"/>
        </w:rPr>
        <w:t>van HMF uit</w:t>
      </w:r>
      <w:r w:rsidRPr="00B05F8E">
        <w:rPr>
          <w:color w:val="231F20"/>
          <w:spacing w:val="10"/>
          <w:lang w:val="nl-NL"/>
        </w:rPr>
        <w:t xml:space="preserve"> </w:t>
      </w:r>
      <w:r w:rsidRPr="00B05F8E">
        <w:rPr>
          <w:color w:val="231F20"/>
          <w:spacing w:val="5"/>
          <w:lang w:val="nl-NL"/>
        </w:rPr>
        <w:t>glucose.</w:t>
      </w:r>
    </w:p>
    <w:p w:rsidR="00017E14" w:rsidRPr="00B05F8E" w:rsidRDefault="003D508B">
      <w:pPr>
        <w:pStyle w:val="Plattetekst"/>
        <w:spacing w:line="274" w:lineRule="exact"/>
        <w:rPr>
          <w:lang w:val="nl-NL"/>
        </w:rPr>
      </w:pPr>
      <w:r w:rsidRPr="00B05F8E">
        <w:rPr>
          <w:color w:val="231F20"/>
          <w:lang w:val="nl-NL"/>
        </w:rPr>
        <w:t xml:space="preserve">Gebruik </w:t>
      </w:r>
      <w:proofErr w:type="spellStart"/>
      <w:r w:rsidRPr="00B05F8E">
        <w:rPr>
          <w:color w:val="231F20"/>
          <w:lang w:val="nl-NL"/>
        </w:rPr>
        <w:t>Binas</w:t>
      </w:r>
      <w:proofErr w:type="spellEnd"/>
      <w:r w:rsidRPr="00B05F8E">
        <w:rPr>
          <w:color w:val="231F20"/>
          <w:lang w:val="nl-NL"/>
        </w:rPr>
        <w:t xml:space="preserve">-tabel 37H of </w:t>
      </w:r>
      <w:proofErr w:type="spellStart"/>
      <w:r w:rsidRPr="00B05F8E">
        <w:rPr>
          <w:color w:val="231F20"/>
          <w:lang w:val="nl-NL"/>
        </w:rPr>
        <w:t>ScienceData</w:t>
      </w:r>
      <w:proofErr w:type="spellEnd"/>
      <w:r w:rsidRPr="00B05F8E">
        <w:rPr>
          <w:color w:val="231F20"/>
          <w:lang w:val="nl-NL"/>
        </w:rPr>
        <w:t>-tabel 1.7.7.</w:t>
      </w:r>
    </w:p>
    <w:p w:rsidR="00017E14" w:rsidRPr="00B05F8E" w:rsidRDefault="00017E14">
      <w:pPr>
        <w:spacing w:line="274" w:lineRule="exact"/>
        <w:rPr>
          <w:lang w:val="nl-NL"/>
        </w:rPr>
        <w:sectPr w:rsidR="00017E14" w:rsidRPr="00B05F8E">
          <w:footerReference w:type="default" r:id="rId12"/>
          <w:pgSz w:w="11910" w:h="16840"/>
          <w:pgMar w:top="780" w:right="1000" w:bottom="1160" w:left="1000" w:header="0" w:footer="974" w:gutter="0"/>
          <w:pgNumType w:start="2"/>
          <w:cols w:space="708"/>
        </w:sectPr>
      </w:pPr>
    </w:p>
    <w:p w:rsidR="00017E14" w:rsidRPr="00B05F8E" w:rsidRDefault="003D508B">
      <w:pPr>
        <w:pStyle w:val="Plattetekst"/>
        <w:spacing w:before="71" w:line="261" w:lineRule="auto"/>
        <w:ind w:right="1708"/>
        <w:rPr>
          <w:lang w:val="nl-NL"/>
        </w:rPr>
      </w:pPr>
      <w:r w:rsidRPr="00B05F8E">
        <w:rPr>
          <w:color w:val="231F20"/>
          <w:lang w:val="nl-NL"/>
        </w:rPr>
        <w:lastRenderedPageBreak/>
        <w:t>Zowel PET als PEF zijn polyesters. PEF is een copolymeer van ethaan-1,2-diol en FDCA (zie schema).</w:t>
      </w:r>
    </w:p>
    <w:p w:rsidR="00017E14" w:rsidRPr="00B05F8E" w:rsidRDefault="00017E14">
      <w:pPr>
        <w:pStyle w:val="Plattetekst"/>
        <w:ind w:left="0"/>
        <w:rPr>
          <w:sz w:val="26"/>
          <w:lang w:val="nl-NL"/>
        </w:rPr>
      </w:pPr>
    </w:p>
    <w:p w:rsidR="00017E14" w:rsidRPr="00B05F8E" w:rsidRDefault="003D508B">
      <w:pPr>
        <w:pStyle w:val="Plattetekst"/>
        <w:tabs>
          <w:tab w:val="left" w:pos="641"/>
          <w:tab w:val="left" w:pos="1097"/>
        </w:tabs>
        <w:spacing w:line="261" w:lineRule="auto"/>
        <w:ind w:right="1257" w:hanging="964"/>
        <w:rPr>
          <w:lang w:val="nl-NL"/>
        </w:rPr>
      </w:pPr>
      <w:r w:rsidRPr="00B05F8E">
        <w:rPr>
          <w:color w:val="231F20"/>
          <w:spacing w:val="2"/>
          <w:sz w:val="16"/>
          <w:lang w:val="nl-NL"/>
        </w:rPr>
        <w:t>3p</w:t>
      </w:r>
      <w:r w:rsidRPr="00B05F8E">
        <w:rPr>
          <w:color w:val="231F20"/>
          <w:spacing w:val="2"/>
          <w:sz w:val="16"/>
          <w:lang w:val="nl-NL"/>
        </w:rPr>
        <w:tab/>
      </w:r>
      <w:r w:rsidRPr="00B05F8E">
        <w:rPr>
          <w:b/>
          <w:color w:val="231F20"/>
          <w:sz w:val="20"/>
          <w:lang w:val="nl-NL"/>
        </w:rPr>
        <w:t>3</w:t>
      </w:r>
      <w:r w:rsidRPr="00B05F8E">
        <w:rPr>
          <w:b/>
          <w:color w:val="231F20"/>
          <w:sz w:val="20"/>
          <w:lang w:val="nl-NL"/>
        </w:rPr>
        <w:tab/>
      </w:r>
      <w:r w:rsidRPr="00B05F8E">
        <w:rPr>
          <w:color w:val="231F20"/>
          <w:spacing w:val="3"/>
          <w:lang w:val="nl-NL"/>
        </w:rPr>
        <w:t xml:space="preserve">Geef een </w:t>
      </w:r>
      <w:r w:rsidRPr="00B05F8E">
        <w:rPr>
          <w:color w:val="231F20"/>
          <w:spacing w:val="4"/>
          <w:lang w:val="nl-NL"/>
        </w:rPr>
        <w:t xml:space="preserve">gedeelte </w:t>
      </w:r>
      <w:r w:rsidRPr="00B05F8E">
        <w:rPr>
          <w:color w:val="231F20"/>
          <w:spacing w:val="3"/>
          <w:lang w:val="nl-NL"/>
        </w:rPr>
        <w:t xml:space="preserve">van een </w:t>
      </w:r>
      <w:r w:rsidRPr="00B05F8E">
        <w:rPr>
          <w:color w:val="231F20"/>
          <w:spacing w:val="4"/>
          <w:lang w:val="nl-NL"/>
        </w:rPr>
        <w:t xml:space="preserve">molecuul </w:t>
      </w:r>
      <w:r w:rsidRPr="00B05F8E">
        <w:rPr>
          <w:color w:val="231F20"/>
          <w:spacing w:val="3"/>
          <w:lang w:val="nl-NL"/>
        </w:rPr>
        <w:t xml:space="preserve">PEF </w:t>
      </w:r>
      <w:r w:rsidRPr="00B05F8E">
        <w:rPr>
          <w:color w:val="231F20"/>
          <w:spacing w:val="2"/>
          <w:lang w:val="nl-NL"/>
        </w:rPr>
        <w:t xml:space="preserve">in </w:t>
      </w:r>
      <w:r w:rsidRPr="00B05F8E">
        <w:rPr>
          <w:color w:val="231F20"/>
          <w:spacing w:val="4"/>
          <w:lang w:val="nl-NL"/>
        </w:rPr>
        <w:t xml:space="preserve">structuurformule </w:t>
      </w:r>
      <w:r w:rsidRPr="00B05F8E">
        <w:rPr>
          <w:color w:val="231F20"/>
          <w:spacing w:val="5"/>
          <w:lang w:val="nl-NL"/>
        </w:rPr>
        <w:t xml:space="preserve">weer. </w:t>
      </w:r>
      <w:r w:rsidRPr="00B05F8E">
        <w:rPr>
          <w:color w:val="231F20"/>
          <w:spacing w:val="3"/>
          <w:lang w:val="nl-NL"/>
        </w:rPr>
        <w:t xml:space="preserve">Dit </w:t>
      </w:r>
      <w:r w:rsidRPr="00B05F8E">
        <w:rPr>
          <w:color w:val="231F20"/>
          <w:spacing w:val="4"/>
          <w:lang w:val="nl-NL"/>
        </w:rPr>
        <w:t xml:space="preserve">gedeelte </w:t>
      </w:r>
      <w:r w:rsidRPr="00B05F8E">
        <w:rPr>
          <w:color w:val="231F20"/>
          <w:spacing w:val="3"/>
          <w:lang w:val="nl-NL"/>
        </w:rPr>
        <w:t xml:space="preserve">moet </w:t>
      </w:r>
      <w:r w:rsidRPr="00B05F8E">
        <w:rPr>
          <w:color w:val="231F20"/>
          <w:spacing w:val="4"/>
          <w:lang w:val="nl-NL"/>
        </w:rPr>
        <w:t xml:space="preserve">komen </w:t>
      </w:r>
      <w:r w:rsidRPr="00B05F8E">
        <w:rPr>
          <w:color w:val="231F20"/>
          <w:spacing w:val="3"/>
          <w:lang w:val="nl-NL"/>
        </w:rPr>
        <w:t xml:space="preserve">uit het </w:t>
      </w:r>
      <w:r w:rsidRPr="00B05F8E">
        <w:rPr>
          <w:color w:val="231F20"/>
          <w:spacing w:val="4"/>
          <w:lang w:val="nl-NL"/>
        </w:rPr>
        <w:t xml:space="preserve">midden </w:t>
      </w:r>
      <w:r w:rsidRPr="00B05F8E">
        <w:rPr>
          <w:color w:val="231F20"/>
          <w:spacing w:val="3"/>
          <w:lang w:val="nl-NL"/>
        </w:rPr>
        <w:t xml:space="preserve">van het </w:t>
      </w:r>
      <w:r w:rsidRPr="00B05F8E">
        <w:rPr>
          <w:color w:val="231F20"/>
          <w:spacing w:val="4"/>
          <w:lang w:val="nl-NL"/>
        </w:rPr>
        <w:t xml:space="preserve">molecuul </w:t>
      </w:r>
      <w:r w:rsidRPr="00B05F8E">
        <w:rPr>
          <w:color w:val="231F20"/>
          <w:spacing w:val="2"/>
          <w:lang w:val="nl-NL"/>
        </w:rPr>
        <w:t xml:space="preserve">en </w:t>
      </w:r>
      <w:r w:rsidRPr="00B05F8E">
        <w:rPr>
          <w:color w:val="231F20"/>
          <w:spacing w:val="5"/>
          <w:lang w:val="nl-NL"/>
        </w:rPr>
        <w:t xml:space="preserve">moet </w:t>
      </w:r>
      <w:r w:rsidRPr="00B05F8E">
        <w:rPr>
          <w:color w:val="231F20"/>
          <w:spacing w:val="4"/>
          <w:lang w:val="nl-NL"/>
        </w:rPr>
        <w:t xml:space="preserve">bestaan </w:t>
      </w:r>
      <w:r w:rsidRPr="00B05F8E">
        <w:rPr>
          <w:color w:val="231F20"/>
          <w:spacing w:val="3"/>
          <w:lang w:val="nl-NL"/>
        </w:rPr>
        <w:t xml:space="preserve">uit </w:t>
      </w:r>
      <w:r w:rsidRPr="00B05F8E">
        <w:rPr>
          <w:color w:val="231F20"/>
          <w:spacing w:val="4"/>
          <w:lang w:val="nl-NL"/>
        </w:rPr>
        <w:t xml:space="preserve">twee eenheden </w:t>
      </w:r>
      <w:r w:rsidRPr="00B05F8E">
        <w:rPr>
          <w:color w:val="231F20"/>
          <w:spacing w:val="3"/>
          <w:lang w:val="nl-NL"/>
        </w:rPr>
        <w:t xml:space="preserve">van </w:t>
      </w:r>
      <w:r w:rsidRPr="00B05F8E">
        <w:rPr>
          <w:color w:val="231F20"/>
          <w:spacing w:val="4"/>
          <w:lang w:val="nl-NL"/>
        </w:rPr>
        <w:t>beide</w:t>
      </w:r>
      <w:r w:rsidRPr="00B05F8E">
        <w:rPr>
          <w:color w:val="231F20"/>
          <w:spacing w:val="55"/>
          <w:lang w:val="nl-NL"/>
        </w:rPr>
        <w:t xml:space="preserve"> </w:t>
      </w:r>
      <w:r w:rsidRPr="00B05F8E">
        <w:rPr>
          <w:color w:val="231F20"/>
          <w:spacing w:val="5"/>
          <w:lang w:val="nl-NL"/>
        </w:rPr>
        <w:t>monomeren.</w:t>
      </w:r>
    </w:p>
    <w:p w:rsidR="00017E14" w:rsidRPr="00B05F8E" w:rsidRDefault="00017E14">
      <w:pPr>
        <w:pStyle w:val="Plattetekst"/>
        <w:spacing w:before="10"/>
        <w:ind w:left="0"/>
        <w:rPr>
          <w:sz w:val="25"/>
          <w:lang w:val="nl-NL"/>
        </w:rPr>
      </w:pPr>
    </w:p>
    <w:p w:rsidR="00017E14" w:rsidRPr="00B05F8E" w:rsidRDefault="003D508B">
      <w:pPr>
        <w:pStyle w:val="Plattetekst"/>
        <w:spacing w:line="261" w:lineRule="auto"/>
        <w:ind w:right="848"/>
        <w:rPr>
          <w:lang w:val="nl-NL"/>
        </w:rPr>
      </w:pPr>
      <w:r w:rsidRPr="00B05F8E">
        <w:rPr>
          <w:color w:val="231F20"/>
          <w:lang w:val="nl-NL"/>
        </w:rPr>
        <w:t xml:space="preserve">Sommige andere stoffen uit het schema kunnen ook worden gebruikt als monomeren voor polyesters. De polymeren zijn dan meestal </w:t>
      </w:r>
      <w:proofErr w:type="spellStart"/>
      <w:r w:rsidRPr="00B05F8E">
        <w:rPr>
          <w:color w:val="231F20"/>
          <w:lang w:val="nl-NL"/>
        </w:rPr>
        <w:t>copolymeren</w:t>
      </w:r>
      <w:proofErr w:type="spellEnd"/>
      <w:r w:rsidRPr="00B05F8E">
        <w:rPr>
          <w:color w:val="231F20"/>
          <w:lang w:val="nl-NL"/>
        </w:rPr>
        <w:t xml:space="preserve"> van twee monomeren. Eén stof uit het schema kan echter zonder een</w:t>
      </w:r>
    </w:p>
    <w:p w:rsidR="00017E14" w:rsidRPr="00B05F8E" w:rsidRDefault="003D508B">
      <w:pPr>
        <w:pStyle w:val="Plattetekst"/>
        <w:spacing w:line="274" w:lineRule="exact"/>
        <w:rPr>
          <w:lang w:val="nl-NL"/>
        </w:rPr>
      </w:pPr>
      <w:r w:rsidRPr="00B05F8E">
        <w:rPr>
          <w:color w:val="231F20"/>
          <w:spacing w:val="4"/>
          <w:lang w:val="nl-NL"/>
        </w:rPr>
        <w:t xml:space="preserve">ander </w:t>
      </w:r>
      <w:r w:rsidRPr="00B05F8E">
        <w:rPr>
          <w:color w:val="231F20"/>
          <w:spacing w:val="5"/>
          <w:lang w:val="nl-NL"/>
        </w:rPr>
        <w:t xml:space="preserve">monomeer </w:t>
      </w:r>
      <w:r w:rsidRPr="00B05F8E">
        <w:rPr>
          <w:color w:val="231F20"/>
          <w:spacing w:val="3"/>
          <w:lang w:val="nl-NL"/>
        </w:rPr>
        <w:t xml:space="preserve">als </w:t>
      </w:r>
      <w:r w:rsidRPr="00B05F8E">
        <w:rPr>
          <w:color w:val="231F20"/>
          <w:spacing w:val="4"/>
          <w:lang w:val="nl-NL"/>
        </w:rPr>
        <w:t xml:space="preserve">grondstof dienen </w:t>
      </w:r>
      <w:r w:rsidRPr="00B05F8E">
        <w:rPr>
          <w:color w:val="231F20"/>
          <w:spacing w:val="3"/>
          <w:lang w:val="nl-NL"/>
        </w:rPr>
        <w:t>voor een</w:t>
      </w:r>
      <w:r w:rsidRPr="00B05F8E">
        <w:rPr>
          <w:color w:val="231F20"/>
          <w:spacing w:val="62"/>
          <w:lang w:val="nl-NL"/>
        </w:rPr>
        <w:t xml:space="preserve"> </w:t>
      </w:r>
      <w:r w:rsidRPr="00B05F8E">
        <w:rPr>
          <w:color w:val="231F20"/>
          <w:spacing w:val="5"/>
          <w:lang w:val="nl-NL"/>
        </w:rPr>
        <w:t>polyester.</w:t>
      </w:r>
    </w:p>
    <w:p w:rsidR="00017E14" w:rsidRPr="00B05F8E" w:rsidRDefault="00017E14">
      <w:pPr>
        <w:pStyle w:val="Plattetekst"/>
        <w:spacing w:before="2"/>
        <w:ind w:left="0"/>
        <w:rPr>
          <w:sz w:val="28"/>
          <w:lang w:val="nl-NL"/>
        </w:rPr>
      </w:pPr>
    </w:p>
    <w:p w:rsidR="00017E14" w:rsidRPr="00B05F8E" w:rsidRDefault="003D508B">
      <w:pPr>
        <w:pStyle w:val="Plattetekst"/>
        <w:tabs>
          <w:tab w:val="left" w:pos="641"/>
          <w:tab w:val="left" w:pos="1097"/>
        </w:tabs>
        <w:spacing w:line="261" w:lineRule="auto"/>
        <w:ind w:right="701" w:hanging="964"/>
        <w:rPr>
          <w:lang w:val="nl-NL"/>
        </w:rPr>
      </w:pPr>
      <w:r w:rsidRPr="00B05F8E">
        <w:rPr>
          <w:color w:val="231F20"/>
          <w:spacing w:val="2"/>
          <w:sz w:val="16"/>
          <w:lang w:val="nl-NL"/>
        </w:rPr>
        <w:t>1p</w:t>
      </w:r>
      <w:r w:rsidRPr="00B05F8E">
        <w:rPr>
          <w:color w:val="231F20"/>
          <w:spacing w:val="2"/>
          <w:sz w:val="16"/>
          <w:lang w:val="nl-NL"/>
        </w:rPr>
        <w:tab/>
      </w:r>
      <w:r w:rsidRPr="00B05F8E">
        <w:rPr>
          <w:b/>
          <w:color w:val="231F20"/>
          <w:sz w:val="20"/>
          <w:lang w:val="nl-NL"/>
        </w:rPr>
        <w:t>4</w:t>
      </w:r>
      <w:r w:rsidRPr="00B05F8E">
        <w:rPr>
          <w:b/>
          <w:color w:val="231F20"/>
          <w:sz w:val="20"/>
          <w:lang w:val="nl-NL"/>
        </w:rPr>
        <w:tab/>
      </w:r>
      <w:r w:rsidRPr="00B05F8E">
        <w:rPr>
          <w:color w:val="231F20"/>
          <w:spacing w:val="4"/>
          <w:lang w:val="nl-NL"/>
        </w:rPr>
        <w:t xml:space="preserve">Geef </w:t>
      </w:r>
      <w:r w:rsidRPr="00B05F8E">
        <w:rPr>
          <w:color w:val="231F20"/>
          <w:spacing w:val="3"/>
          <w:lang w:val="nl-NL"/>
        </w:rPr>
        <w:t xml:space="preserve">het </w:t>
      </w:r>
      <w:r w:rsidRPr="00B05F8E">
        <w:rPr>
          <w:color w:val="231F20"/>
          <w:spacing w:val="4"/>
          <w:lang w:val="nl-NL"/>
        </w:rPr>
        <w:t xml:space="preserve">nummer </w:t>
      </w:r>
      <w:r w:rsidRPr="00B05F8E">
        <w:rPr>
          <w:color w:val="231F20"/>
          <w:spacing w:val="3"/>
          <w:lang w:val="nl-NL"/>
        </w:rPr>
        <w:t xml:space="preserve">van </w:t>
      </w:r>
      <w:r w:rsidRPr="00B05F8E">
        <w:rPr>
          <w:color w:val="231F20"/>
          <w:spacing w:val="2"/>
          <w:lang w:val="nl-NL"/>
        </w:rPr>
        <w:t xml:space="preserve">de </w:t>
      </w:r>
      <w:r w:rsidRPr="00B05F8E">
        <w:rPr>
          <w:color w:val="231F20"/>
          <w:spacing w:val="3"/>
          <w:lang w:val="nl-NL"/>
        </w:rPr>
        <w:t xml:space="preserve">stof uit het </w:t>
      </w:r>
      <w:r w:rsidRPr="00B05F8E">
        <w:rPr>
          <w:color w:val="231F20"/>
          <w:spacing w:val="4"/>
          <w:lang w:val="nl-NL"/>
        </w:rPr>
        <w:t xml:space="preserve">schema </w:t>
      </w:r>
      <w:r w:rsidRPr="00B05F8E">
        <w:rPr>
          <w:color w:val="231F20"/>
          <w:spacing w:val="3"/>
          <w:lang w:val="nl-NL"/>
        </w:rPr>
        <w:t xml:space="preserve">die </w:t>
      </w:r>
      <w:r w:rsidRPr="00B05F8E">
        <w:rPr>
          <w:color w:val="231F20"/>
          <w:spacing w:val="4"/>
          <w:lang w:val="nl-NL"/>
        </w:rPr>
        <w:t xml:space="preserve">zonder gebruik </w:t>
      </w:r>
      <w:r w:rsidRPr="00B05F8E">
        <w:rPr>
          <w:color w:val="231F20"/>
          <w:spacing w:val="3"/>
          <w:lang w:val="nl-NL"/>
        </w:rPr>
        <w:t xml:space="preserve">van </w:t>
      </w:r>
      <w:r w:rsidRPr="00B05F8E">
        <w:rPr>
          <w:color w:val="231F20"/>
          <w:spacing w:val="5"/>
          <w:lang w:val="nl-NL"/>
        </w:rPr>
        <w:t xml:space="preserve">een </w:t>
      </w:r>
      <w:r w:rsidRPr="00B05F8E">
        <w:rPr>
          <w:color w:val="231F20"/>
          <w:spacing w:val="4"/>
          <w:lang w:val="nl-NL"/>
        </w:rPr>
        <w:t xml:space="preserve">ander monomeer </w:t>
      </w:r>
      <w:r w:rsidRPr="00B05F8E">
        <w:rPr>
          <w:color w:val="231F20"/>
          <w:spacing w:val="3"/>
          <w:lang w:val="nl-NL"/>
        </w:rPr>
        <w:t xml:space="preserve">een </w:t>
      </w:r>
      <w:r w:rsidRPr="00B05F8E">
        <w:rPr>
          <w:color w:val="231F20"/>
          <w:spacing w:val="4"/>
          <w:lang w:val="nl-NL"/>
        </w:rPr>
        <w:t xml:space="preserve">polyester </w:t>
      </w:r>
      <w:r w:rsidRPr="00B05F8E">
        <w:rPr>
          <w:color w:val="231F20"/>
          <w:spacing w:val="3"/>
          <w:lang w:val="nl-NL"/>
        </w:rPr>
        <w:t>kan</w:t>
      </w:r>
      <w:r w:rsidRPr="00B05F8E">
        <w:rPr>
          <w:color w:val="231F20"/>
          <w:spacing w:val="45"/>
          <w:lang w:val="nl-NL"/>
        </w:rPr>
        <w:t xml:space="preserve"> </w:t>
      </w:r>
      <w:r w:rsidRPr="00B05F8E">
        <w:rPr>
          <w:color w:val="231F20"/>
          <w:spacing w:val="5"/>
          <w:lang w:val="nl-NL"/>
        </w:rPr>
        <w:t>vormen.</w:t>
      </w:r>
    </w:p>
    <w:p w:rsidR="00017E14" w:rsidRPr="00B05F8E" w:rsidRDefault="00017E14">
      <w:pPr>
        <w:pStyle w:val="Plattetekst"/>
        <w:spacing w:before="11"/>
        <w:ind w:left="0"/>
        <w:rPr>
          <w:sz w:val="25"/>
          <w:lang w:val="nl-NL"/>
        </w:rPr>
      </w:pPr>
    </w:p>
    <w:p w:rsidR="00017E14" w:rsidRPr="00B05F8E" w:rsidRDefault="003D508B">
      <w:pPr>
        <w:pStyle w:val="Plattetekst"/>
        <w:spacing w:line="261" w:lineRule="auto"/>
        <w:ind w:right="870"/>
        <w:jc w:val="both"/>
        <w:rPr>
          <w:lang w:val="nl-NL"/>
        </w:rPr>
      </w:pPr>
      <w:proofErr w:type="spellStart"/>
      <w:r w:rsidRPr="00B05F8E">
        <w:rPr>
          <w:color w:val="231F20"/>
          <w:lang w:val="nl-NL"/>
        </w:rPr>
        <w:t>Avantium</w:t>
      </w:r>
      <w:proofErr w:type="spellEnd"/>
      <w:r w:rsidRPr="00B05F8E">
        <w:rPr>
          <w:color w:val="231F20"/>
          <w:lang w:val="nl-NL"/>
        </w:rPr>
        <w:t xml:space="preserve"> heeft een productieproces ontwikkeld waarbij FDCA met een hoog rendement geproduceerd kan worden uit HMF. De productie start met de reactie van HMF met methanol waarbij de stof MMF ontstaat.</w:t>
      </w:r>
    </w:p>
    <w:p w:rsidR="00017E14" w:rsidRPr="00B05F8E" w:rsidRDefault="003D508B">
      <w:pPr>
        <w:pStyle w:val="Plattetekst"/>
        <w:spacing w:line="274" w:lineRule="exact"/>
        <w:rPr>
          <w:lang w:val="nl-NL"/>
        </w:rPr>
      </w:pPr>
      <w:r w:rsidRPr="00B05F8E">
        <w:rPr>
          <w:color w:val="231F20"/>
          <w:lang w:val="nl-NL"/>
        </w:rPr>
        <w:t>MMF is een ether.</w:t>
      </w:r>
    </w:p>
    <w:p w:rsidR="00017E14" w:rsidRPr="00B05F8E" w:rsidRDefault="003D508B">
      <w:pPr>
        <w:pStyle w:val="Plattetekst"/>
        <w:tabs>
          <w:tab w:val="left" w:pos="8187"/>
        </w:tabs>
        <w:spacing w:before="60" w:line="285" w:lineRule="auto"/>
        <w:ind w:right="528" w:firstLine="397"/>
        <w:rPr>
          <w:lang w:val="nl-NL"/>
        </w:rPr>
      </w:pPr>
      <w:r w:rsidRPr="00B05F8E">
        <w:rPr>
          <w:color w:val="231F20"/>
          <w:spacing w:val="3"/>
          <w:lang w:val="nl-NL"/>
        </w:rPr>
        <w:t xml:space="preserve">HMF  </w:t>
      </w:r>
      <w:r w:rsidRPr="00B05F8E">
        <w:rPr>
          <w:rFonts w:ascii="Times New Roman" w:hAnsi="Times New Roman"/>
          <w:color w:val="231F20"/>
          <w:sz w:val="26"/>
          <w:lang w:val="nl-NL"/>
        </w:rPr>
        <w:t xml:space="preserve">+   </w:t>
      </w:r>
      <w:r w:rsidRPr="00B05F8E">
        <w:rPr>
          <w:color w:val="231F20"/>
          <w:spacing w:val="4"/>
          <w:lang w:val="nl-NL"/>
        </w:rPr>
        <w:t xml:space="preserve">methanol   </w:t>
      </w:r>
      <w:r>
        <w:rPr>
          <w:rFonts w:ascii="Symbol" w:hAnsi="Symbol"/>
          <w:color w:val="231F20"/>
          <w:position w:val="6"/>
        </w:rPr>
        <w:t></w:t>
      </w:r>
      <w:r w:rsidRPr="00B05F8E">
        <w:rPr>
          <w:rFonts w:ascii="Times New Roman" w:hAnsi="Times New Roman"/>
          <w:color w:val="231F20"/>
          <w:position w:val="6"/>
          <w:lang w:val="nl-NL"/>
        </w:rPr>
        <w:t xml:space="preserve">   </w:t>
      </w:r>
      <w:r w:rsidRPr="00B05F8E">
        <w:rPr>
          <w:color w:val="231F20"/>
          <w:spacing w:val="4"/>
          <w:lang w:val="nl-NL"/>
        </w:rPr>
        <w:t>MMF</w:t>
      </w:r>
      <w:r w:rsidRPr="00B05F8E">
        <w:rPr>
          <w:color w:val="231F20"/>
          <w:spacing w:val="25"/>
          <w:lang w:val="nl-NL"/>
        </w:rPr>
        <w:t xml:space="preserve"> </w:t>
      </w:r>
      <w:r w:rsidRPr="00B05F8E">
        <w:rPr>
          <w:rFonts w:ascii="Times New Roman" w:hAnsi="Times New Roman"/>
          <w:color w:val="231F20"/>
          <w:sz w:val="26"/>
          <w:lang w:val="nl-NL"/>
        </w:rPr>
        <w:t xml:space="preserve">+ </w:t>
      </w:r>
      <w:r w:rsidRPr="00B05F8E">
        <w:rPr>
          <w:rFonts w:ascii="Times New Roman" w:hAnsi="Times New Roman"/>
          <w:color w:val="231F20"/>
          <w:spacing w:val="21"/>
          <w:sz w:val="26"/>
          <w:lang w:val="nl-NL"/>
        </w:rPr>
        <w:t xml:space="preserve"> </w:t>
      </w:r>
      <w:r w:rsidRPr="00B05F8E">
        <w:rPr>
          <w:rFonts w:ascii="Times New Roman" w:hAnsi="Times New Roman"/>
          <w:color w:val="231F20"/>
          <w:spacing w:val="3"/>
          <w:sz w:val="26"/>
          <w:lang w:val="nl-NL"/>
        </w:rPr>
        <w:t>H</w:t>
      </w:r>
      <w:r w:rsidRPr="00B05F8E">
        <w:rPr>
          <w:rFonts w:ascii="Times New Roman" w:hAnsi="Times New Roman"/>
          <w:color w:val="231F20"/>
          <w:spacing w:val="3"/>
          <w:position w:val="-7"/>
          <w:sz w:val="17"/>
          <w:lang w:val="nl-NL"/>
        </w:rPr>
        <w:t>2</w:t>
      </w:r>
      <w:r w:rsidRPr="00B05F8E">
        <w:rPr>
          <w:rFonts w:ascii="Times New Roman" w:hAnsi="Times New Roman"/>
          <w:color w:val="231F20"/>
          <w:spacing w:val="3"/>
          <w:sz w:val="26"/>
          <w:lang w:val="nl-NL"/>
        </w:rPr>
        <w:t>O</w:t>
      </w:r>
      <w:r w:rsidRPr="00B05F8E">
        <w:rPr>
          <w:rFonts w:ascii="Times New Roman" w:hAnsi="Times New Roman"/>
          <w:color w:val="231F20"/>
          <w:spacing w:val="3"/>
          <w:sz w:val="26"/>
          <w:lang w:val="nl-NL"/>
        </w:rPr>
        <w:tab/>
      </w:r>
      <w:r w:rsidRPr="00B05F8E">
        <w:rPr>
          <w:color w:val="231F20"/>
          <w:spacing w:val="4"/>
          <w:lang w:val="nl-NL"/>
        </w:rPr>
        <w:t xml:space="preserve">(reactie </w:t>
      </w:r>
      <w:r w:rsidRPr="00B05F8E">
        <w:rPr>
          <w:color w:val="231F20"/>
          <w:spacing w:val="5"/>
          <w:lang w:val="nl-NL"/>
        </w:rPr>
        <w:t xml:space="preserve">1) </w:t>
      </w:r>
      <w:r w:rsidRPr="00B05F8E">
        <w:rPr>
          <w:color w:val="231F20"/>
          <w:spacing w:val="3"/>
          <w:lang w:val="nl-NL"/>
        </w:rPr>
        <w:t xml:space="preserve">In </w:t>
      </w:r>
      <w:r w:rsidRPr="00B05F8E">
        <w:rPr>
          <w:color w:val="231F20"/>
          <w:spacing w:val="4"/>
          <w:lang w:val="nl-NL"/>
        </w:rPr>
        <w:t xml:space="preserve">het </w:t>
      </w:r>
      <w:proofErr w:type="spellStart"/>
      <w:r w:rsidRPr="00B05F8E">
        <w:rPr>
          <w:color w:val="231F20"/>
          <w:spacing w:val="5"/>
          <w:lang w:val="nl-NL"/>
        </w:rPr>
        <w:t>Avantium</w:t>
      </w:r>
      <w:proofErr w:type="spellEnd"/>
      <w:r w:rsidRPr="00B05F8E">
        <w:rPr>
          <w:color w:val="231F20"/>
          <w:spacing w:val="5"/>
          <w:lang w:val="nl-NL"/>
        </w:rPr>
        <w:t xml:space="preserve">-proces </w:t>
      </w:r>
      <w:r w:rsidRPr="00B05F8E">
        <w:rPr>
          <w:color w:val="231F20"/>
          <w:spacing w:val="4"/>
          <w:lang w:val="nl-NL"/>
        </w:rPr>
        <w:t xml:space="preserve">wordt MMF vervolgens omgezet tot FDCA </w:t>
      </w:r>
      <w:r w:rsidRPr="00B05F8E">
        <w:rPr>
          <w:color w:val="231F20"/>
          <w:spacing w:val="5"/>
          <w:lang w:val="nl-NL"/>
        </w:rPr>
        <w:t xml:space="preserve">volgens </w:t>
      </w:r>
      <w:r w:rsidRPr="00B05F8E">
        <w:rPr>
          <w:color w:val="231F20"/>
          <w:spacing w:val="4"/>
          <w:lang w:val="nl-NL"/>
        </w:rPr>
        <w:t>reactie</w:t>
      </w:r>
      <w:r w:rsidRPr="00B05F8E">
        <w:rPr>
          <w:color w:val="231F20"/>
          <w:spacing w:val="12"/>
          <w:lang w:val="nl-NL"/>
        </w:rPr>
        <w:t xml:space="preserve"> </w:t>
      </w:r>
      <w:r w:rsidRPr="00B05F8E">
        <w:rPr>
          <w:color w:val="231F20"/>
          <w:spacing w:val="5"/>
          <w:lang w:val="nl-NL"/>
        </w:rPr>
        <w:t>2.</w:t>
      </w:r>
    </w:p>
    <w:p w:rsidR="00017E14" w:rsidRPr="00B05F8E" w:rsidRDefault="003D508B">
      <w:pPr>
        <w:pStyle w:val="Plattetekst"/>
        <w:tabs>
          <w:tab w:val="left" w:pos="8187"/>
        </w:tabs>
        <w:spacing w:before="9"/>
        <w:ind w:left="1494"/>
        <w:rPr>
          <w:lang w:val="nl-NL"/>
        </w:rPr>
      </w:pPr>
      <w:r w:rsidRPr="00B05F8E">
        <w:rPr>
          <w:color w:val="231F20"/>
          <w:spacing w:val="4"/>
          <w:lang w:val="nl-NL"/>
        </w:rPr>
        <w:t xml:space="preserve">MMF  </w:t>
      </w:r>
      <w:r w:rsidRPr="00B05F8E">
        <w:rPr>
          <w:rFonts w:ascii="Times New Roman" w:hAnsi="Times New Roman"/>
          <w:color w:val="231F20"/>
          <w:sz w:val="26"/>
          <w:lang w:val="nl-NL"/>
        </w:rPr>
        <w:t xml:space="preserve">+   </w:t>
      </w:r>
      <w:r w:rsidRPr="00B05F8E">
        <w:rPr>
          <w:color w:val="231F20"/>
          <w:spacing w:val="5"/>
          <w:lang w:val="nl-NL"/>
        </w:rPr>
        <w:t xml:space="preserve">zuurstof   </w:t>
      </w:r>
      <w:r>
        <w:rPr>
          <w:rFonts w:ascii="Symbol" w:hAnsi="Symbol"/>
          <w:color w:val="231F20"/>
          <w:position w:val="6"/>
        </w:rPr>
        <w:t></w:t>
      </w:r>
      <w:r w:rsidRPr="00B05F8E">
        <w:rPr>
          <w:rFonts w:ascii="Times New Roman" w:hAnsi="Times New Roman"/>
          <w:color w:val="231F20"/>
          <w:position w:val="6"/>
          <w:lang w:val="nl-NL"/>
        </w:rPr>
        <w:t xml:space="preserve">   </w:t>
      </w:r>
      <w:r w:rsidRPr="00B05F8E">
        <w:rPr>
          <w:color w:val="231F20"/>
          <w:spacing w:val="3"/>
          <w:lang w:val="nl-NL"/>
        </w:rPr>
        <w:t>FDCA</w:t>
      </w:r>
      <w:r w:rsidRPr="00B05F8E">
        <w:rPr>
          <w:color w:val="231F20"/>
          <w:spacing w:val="19"/>
          <w:lang w:val="nl-NL"/>
        </w:rPr>
        <w:t xml:space="preserve"> </w:t>
      </w:r>
      <w:r w:rsidRPr="00B05F8E">
        <w:rPr>
          <w:rFonts w:ascii="Times New Roman" w:hAnsi="Times New Roman"/>
          <w:color w:val="231F20"/>
          <w:sz w:val="26"/>
          <w:lang w:val="nl-NL"/>
        </w:rPr>
        <w:t xml:space="preserve">+ </w:t>
      </w:r>
      <w:r w:rsidRPr="00B05F8E">
        <w:rPr>
          <w:rFonts w:ascii="Times New Roman" w:hAnsi="Times New Roman"/>
          <w:color w:val="231F20"/>
          <w:spacing w:val="23"/>
          <w:sz w:val="26"/>
          <w:lang w:val="nl-NL"/>
        </w:rPr>
        <w:t xml:space="preserve"> </w:t>
      </w:r>
      <w:r w:rsidRPr="00B05F8E">
        <w:rPr>
          <w:color w:val="231F20"/>
          <w:spacing w:val="4"/>
          <w:lang w:val="nl-NL"/>
        </w:rPr>
        <w:t>methanol</w:t>
      </w:r>
      <w:r w:rsidRPr="00B05F8E">
        <w:rPr>
          <w:color w:val="231F20"/>
          <w:spacing w:val="4"/>
          <w:lang w:val="nl-NL"/>
        </w:rPr>
        <w:tab/>
        <w:t>(reactie</w:t>
      </w:r>
      <w:r w:rsidRPr="00B05F8E">
        <w:rPr>
          <w:color w:val="231F20"/>
          <w:spacing w:val="12"/>
          <w:lang w:val="nl-NL"/>
        </w:rPr>
        <w:t xml:space="preserve"> </w:t>
      </w:r>
      <w:r w:rsidRPr="00B05F8E">
        <w:rPr>
          <w:color w:val="231F20"/>
          <w:spacing w:val="5"/>
          <w:lang w:val="nl-NL"/>
        </w:rPr>
        <w:t>2)</w:t>
      </w:r>
    </w:p>
    <w:p w:rsidR="00017E14" w:rsidRPr="00B05F8E" w:rsidRDefault="003D508B">
      <w:pPr>
        <w:pStyle w:val="Plattetekst"/>
        <w:tabs>
          <w:tab w:val="left" w:pos="641"/>
          <w:tab w:val="left" w:pos="1097"/>
        </w:tabs>
        <w:spacing w:before="146" w:line="261" w:lineRule="auto"/>
        <w:ind w:right="1067" w:hanging="964"/>
        <w:rPr>
          <w:lang w:val="nl-NL"/>
        </w:rPr>
      </w:pPr>
      <w:r w:rsidRPr="00B05F8E">
        <w:rPr>
          <w:color w:val="231F20"/>
          <w:spacing w:val="2"/>
          <w:sz w:val="16"/>
          <w:lang w:val="nl-NL"/>
        </w:rPr>
        <w:t>3p</w:t>
      </w:r>
      <w:r w:rsidRPr="00B05F8E">
        <w:rPr>
          <w:color w:val="231F20"/>
          <w:spacing w:val="2"/>
          <w:sz w:val="16"/>
          <w:lang w:val="nl-NL"/>
        </w:rPr>
        <w:tab/>
      </w:r>
      <w:r w:rsidRPr="00B05F8E">
        <w:rPr>
          <w:b/>
          <w:color w:val="231F20"/>
          <w:sz w:val="20"/>
          <w:lang w:val="nl-NL"/>
        </w:rPr>
        <w:t>5</w:t>
      </w:r>
      <w:r w:rsidRPr="00B05F8E">
        <w:rPr>
          <w:b/>
          <w:color w:val="231F20"/>
          <w:sz w:val="20"/>
          <w:lang w:val="nl-NL"/>
        </w:rPr>
        <w:tab/>
      </w:r>
      <w:r w:rsidRPr="00B05F8E">
        <w:rPr>
          <w:color w:val="231F20"/>
          <w:spacing w:val="3"/>
          <w:lang w:val="nl-NL"/>
        </w:rPr>
        <w:t xml:space="preserve">Geef </w:t>
      </w:r>
      <w:r w:rsidRPr="00B05F8E">
        <w:rPr>
          <w:color w:val="231F20"/>
          <w:spacing w:val="2"/>
          <w:lang w:val="nl-NL"/>
        </w:rPr>
        <w:t xml:space="preserve">de </w:t>
      </w:r>
      <w:r w:rsidRPr="00B05F8E">
        <w:rPr>
          <w:color w:val="231F20"/>
          <w:spacing w:val="4"/>
          <w:lang w:val="nl-NL"/>
        </w:rPr>
        <w:t xml:space="preserve">vergelijking </w:t>
      </w:r>
      <w:r w:rsidRPr="00B05F8E">
        <w:rPr>
          <w:color w:val="231F20"/>
          <w:spacing w:val="3"/>
          <w:lang w:val="nl-NL"/>
        </w:rPr>
        <w:t xml:space="preserve">van </w:t>
      </w:r>
      <w:r w:rsidRPr="00B05F8E">
        <w:rPr>
          <w:color w:val="231F20"/>
          <w:spacing w:val="4"/>
          <w:lang w:val="nl-NL"/>
        </w:rPr>
        <w:t xml:space="preserve">reactie </w:t>
      </w:r>
      <w:r w:rsidRPr="00B05F8E">
        <w:rPr>
          <w:color w:val="231F20"/>
          <w:spacing w:val="2"/>
          <w:lang w:val="nl-NL"/>
        </w:rPr>
        <w:t xml:space="preserve">2. </w:t>
      </w:r>
      <w:r w:rsidRPr="00B05F8E">
        <w:rPr>
          <w:color w:val="231F20"/>
          <w:spacing w:val="5"/>
          <w:lang w:val="nl-NL"/>
        </w:rPr>
        <w:t xml:space="preserve">Gebruik </w:t>
      </w:r>
      <w:r w:rsidRPr="00B05F8E">
        <w:rPr>
          <w:color w:val="231F20"/>
          <w:spacing w:val="4"/>
          <w:lang w:val="nl-NL"/>
        </w:rPr>
        <w:t xml:space="preserve">structuurformules </w:t>
      </w:r>
      <w:r w:rsidRPr="00B05F8E">
        <w:rPr>
          <w:color w:val="231F20"/>
          <w:spacing w:val="3"/>
          <w:lang w:val="nl-NL"/>
        </w:rPr>
        <w:t xml:space="preserve">voor </w:t>
      </w:r>
      <w:r w:rsidRPr="00B05F8E">
        <w:rPr>
          <w:color w:val="231F20"/>
          <w:spacing w:val="5"/>
          <w:lang w:val="nl-NL"/>
        </w:rPr>
        <w:t xml:space="preserve">de </w:t>
      </w:r>
      <w:r w:rsidRPr="00B05F8E">
        <w:rPr>
          <w:color w:val="231F20"/>
          <w:spacing w:val="4"/>
          <w:lang w:val="nl-NL"/>
        </w:rPr>
        <w:t xml:space="preserve">ether MMF, FDCA </w:t>
      </w:r>
      <w:r w:rsidRPr="00B05F8E">
        <w:rPr>
          <w:color w:val="231F20"/>
          <w:spacing w:val="2"/>
          <w:lang w:val="nl-NL"/>
        </w:rPr>
        <w:t>en</w:t>
      </w:r>
      <w:r w:rsidRPr="00B05F8E">
        <w:rPr>
          <w:color w:val="231F20"/>
          <w:spacing w:val="36"/>
          <w:lang w:val="nl-NL"/>
        </w:rPr>
        <w:t xml:space="preserve"> </w:t>
      </w:r>
      <w:r w:rsidRPr="00B05F8E">
        <w:rPr>
          <w:color w:val="231F20"/>
          <w:spacing w:val="6"/>
          <w:lang w:val="nl-NL"/>
        </w:rPr>
        <w:t>methanol.</w:t>
      </w:r>
    </w:p>
    <w:p w:rsidR="00017E14" w:rsidRPr="00B05F8E" w:rsidRDefault="00017E14">
      <w:pPr>
        <w:pStyle w:val="Plattetekst"/>
        <w:spacing w:before="3"/>
        <w:ind w:left="0"/>
        <w:rPr>
          <w:sz w:val="25"/>
          <w:lang w:val="nl-NL"/>
        </w:rPr>
      </w:pPr>
    </w:p>
    <w:p w:rsidR="00017E14" w:rsidRPr="00B05F8E" w:rsidRDefault="003D508B">
      <w:pPr>
        <w:pStyle w:val="Plattetekst"/>
        <w:spacing w:line="261" w:lineRule="auto"/>
        <w:ind w:right="848"/>
        <w:rPr>
          <w:lang w:val="nl-NL"/>
        </w:rPr>
      </w:pPr>
      <w:r w:rsidRPr="00B05F8E">
        <w:rPr>
          <w:color w:val="231F20"/>
          <w:lang w:val="nl-NL"/>
        </w:rPr>
        <w:t>Een al langer bekend proces om MMF om te zetten tot FDCA is weergegeven in reactie 3.</w:t>
      </w:r>
    </w:p>
    <w:p w:rsidR="00017E14" w:rsidRPr="00B05F8E" w:rsidRDefault="003D508B">
      <w:pPr>
        <w:tabs>
          <w:tab w:val="left" w:pos="8187"/>
        </w:tabs>
        <w:spacing w:before="42"/>
        <w:ind w:left="1494"/>
        <w:rPr>
          <w:sz w:val="24"/>
          <w:lang w:val="nl-NL"/>
        </w:rPr>
      </w:pPr>
      <w:r w:rsidRPr="00B05F8E">
        <w:rPr>
          <w:color w:val="231F20"/>
          <w:spacing w:val="4"/>
          <w:sz w:val="24"/>
          <w:lang w:val="nl-NL"/>
        </w:rPr>
        <w:t xml:space="preserve">MMF  </w:t>
      </w:r>
      <w:r w:rsidRPr="00B05F8E">
        <w:rPr>
          <w:rFonts w:ascii="Times New Roman" w:hAnsi="Times New Roman"/>
          <w:color w:val="231F20"/>
          <w:sz w:val="26"/>
          <w:lang w:val="nl-NL"/>
        </w:rPr>
        <w:t xml:space="preserve">+   </w:t>
      </w:r>
      <w:r w:rsidRPr="00B05F8E">
        <w:rPr>
          <w:color w:val="231F20"/>
          <w:spacing w:val="5"/>
          <w:sz w:val="24"/>
          <w:lang w:val="nl-NL"/>
        </w:rPr>
        <w:t xml:space="preserve">zuurstof   </w:t>
      </w:r>
      <w:r>
        <w:rPr>
          <w:rFonts w:ascii="Symbol" w:hAnsi="Symbol"/>
          <w:color w:val="231F20"/>
          <w:position w:val="6"/>
          <w:sz w:val="24"/>
        </w:rPr>
        <w:t></w:t>
      </w:r>
      <w:r w:rsidRPr="00B05F8E">
        <w:rPr>
          <w:rFonts w:ascii="Times New Roman" w:hAnsi="Times New Roman"/>
          <w:color w:val="231F20"/>
          <w:position w:val="6"/>
          <w:sz w:val="24"/>
          <w:lang w:val="nl-NL"/>
        </w:rPr>
        <w:t xml:space="preserve">   </w:t>
      </w:r>
      <w:r w:rsidRPr="00B05F8E">
        <w:rPr>
          <w:color w:val="231F20"/>
          <w:spacing w:val="3"/>
          <w:sz w:val="24"/>
          <w:lang w:val="nl-NL"/>
        </w:rPr>
        <w:t xml:space="preserve">FDCA  </w:t>
      </w:r>
      <w:r w:rsidRPr="00B05F8E">
        <w:rPr>
          <w:rFonts w:ascii="Times New Roman" w:hAnsi="Times New Roman"/>
          <w:color w:val="231F20"/>
          <w:sz w:val="26"/>
          <w:lang w:val="nl-NL"/>
        </w:rPr>
        <w:t xml:space="preserve">+   </w:t>
      </w:r>
      <w:r w:rsidRPr="00B05F8E">
        <w:rPr>
          <w:rFonts w:ascii="Times New Roman" w:hAnsi="Times New Roman"/>
          <w:color w:val="231F20"/>
          <w:spacing w:val="3"/>
          <w:sz w:val="26"/>
          <w:lang w:val="nl-NL"/>
        </w:rPr>
        <w:t>H</w:t>
      </w:r>
      <w:r w:rsidRPr="00B05F8E">
        <w:rPr>
          <w:rFonts w:ascii="Times New Roman" w:hAnsi="Times New Roman"/>
          <w:color w:val="231F20"/>
          <w:spacing w:val="3"/>
          <w:position w:val="-7"/>
          <w:sz w:val="17"/>
          <w:lang w:val="nl-NL"/>
        </w:rPr>
        <w:t>2</w:t>
      </w:r>
      <w:r w:rsidRPr="00B05F8E">
        <w:rPr>
          <w:rFonts w:ascii="Times New Roman" w:hAnsi="Times New Roman"/>
          <w:color w:val="231F20"/>
          <w:spacing w:val="3"/>
          <w:sz w:val="26"/>
          <w:lang w:val="nl-NL"/>
        </w:rPr>
        <w:t>O</w:t>
      </w:r>
      <w:r w:rsidRPr="00B05F8E">
        <w:rPr>
          <w:rFonts w:ascii="Times New Roman" w:hAnsi="Times New Roman"/>
          <w:color w:val="231F20"/>
          <w:spacing w:val="-11"/>
          <w:sz w:val="26"/>
          <w:lang w:val="nl-NL"/>
        </w:rPr>
        <w:t xml:space="preserve"> </w:t>
      </w:r>
      <w:r w:rsidRPr="00B05F8E">
        <w:rPr>
          <w:rFonts w:ascii="Times New Roman" w:hAnsi="Times New Roman"/>
          <w:color w:val="231F20"/>
          <w:sz w:val="26"/>
          <w:lang w:val="nl-NL"/>
        </w:rPr>
        <w:t xml:space="preserve">+ </w:t>
      </w:r>
      <w:r w:rsidRPr="00B05F8E">
        <w:rPr>
          <w:rFonts w:ascii="Times New Roman" w:hAnsi="Times New Roman"/>
          <w:color w:val="231F20"/>
          <w:spacing w:val="21"/>
          <w:sz w:val="26"/>
          <w:lang w:val="nl-NL"/>
        </w:rPr>
        <w:t xml:space="preserve"> </w:t>
      </w:r>
      <w:r w:rsidRPr="00B05F8E">
        <w:rPr>
          <w:rFonts w:ascii="Times New Roman" w:hAnsi="Times New Roman"/>
          <w:color w:val="231F20"/>
          <w:spacing w:val="4"/>
          <w:sz w:val="26"/>
          <w:lang w:val="nl-NL"/>
        </w:rPr>
        <w:t>CO</w:t>
      </w:r>
      <w:r w:rsidRPr="00B05F8E">
        <w:rPr>
          <w:rFonts w:ascii="Times New Roman" w:hAnsi="Times New Roman"/>
          <w:color w:val="231F20"/>
          <w:spacing w:val="4"/>
          <w:position w:val="-7"/>
          <w:sz w:val="17"/>
          <w:lang w:val="nl-NL"/>
        </w:rPr>
        <w:t>2</w:t>
      </w:r>
      <w:r w:rsidRPr="00B05F8E">
        <w:rPr>
          <w:rFonts w:ascii="Times New Roman" w:hAnsi="Times New Roman"/>
          <w:color w:val="231F20"/>
          <w:spacing w:val="4"/>
          <w:position w:val="-7"/>
          <w:sz w:val="17"/>
          <w:lang w:val="nl-NL"/>
        </w:rPr>
        <w:tab/>
      </w:r>
      <w:r w:rsidRPr="00B05F8E">
        <w:rPr>
          <w:color w:val="231F20"/>
          <w:spacing w:val="4"/>
          <w:sz w:val="24"/>
          <w:lang w:val="nl-NL"/>
        </w:rPr>
        <w:t>(reactie</w:t>
      </w:r>
      <w:r w:rsidRPr="00B05F8E">
        <w:rPr>
          <w:color w:val="231F20"/>
          <w:spacing w:val="12"/>
          <w:sz w:val="24"/>
          <w:lang w:val="nl-NL"/>
        </w:rPr>
        <w:t xml:space="preserve"> </w:t>
      </w:r>
      <w:r w:rsidRPr="00B05F8E">
        <w:rPr>
          <w:color w:val="231F20"/>
          <w:spacing w:val="5"/>
          <w:sz w:val="24"/>
          <w:lang w:val="nl-NL"/>
        </w:rPr>
        <w:t>3)</w:t>
      </w:r>
    </w:p>
    <w:p w:rsidR="00017E14" w:rsidRPr="00B05F8E" w:rsidRDefault="003D508B">
      <w:pPr>
        <w:pStyle w:val="Plattetekst"/>
        <w:spacing w:before="86" w:line="261" w:lineRule="auto"/>
        <w:ind w:right="848"/>
        <w:rPr>
          <w:lang w:val="nl-NL"/>
        </w:rPr>
      </w:pPr>
      <w:r w:rsidRPr="00B05F8E">
        <w:rPr>
          <w:color w:val="231F20"/>
          <w:spacing w:val="2"/>
          <w:lang w:val="nl-NL"/>
        </w:rPr>
        <w:t xml:space="preserve">De </w:t>
      </w:r>
      <w:r w:rsidRPr="00B05F8E">
        <w:rPr>
          <w:color w:val="231F20"/>
          <w:spacing w:val="4"/>
          <w:lang w:val="nl-NL"/>
        </w:rPr>
        <w:t xml:space="preserve">productie </w:t>
      </w:r>
      <w:r w:rsidRPr="00B05F8E">
        <w:rPr>
          <w:color w:val="231F20"/>
          <w:spacing w:val="3"/>
          <w:lang w:val="nl-NL"/>
        </w:rPr>
        <w:t xml:space="preserve">van FDCA </w:t>
      </w:r>
      <w:r w:rsidRPr="00B05F8E">
        <w:rPr>
          <w:color w:val="231F20"/>
          <w:spacing w:val="4"/>
          <w:lang w:val="nl-NL"/>
        </w:rPr>
        <w:t xml:space="preserve">volgens reacties </w:t>
      </w:r>
      <w:r w:rsidRPr="00B05F8E">
        <w:rPr>
          <w:color w:val="231F20"/>
          <w:lang w:val="nl-NL"/>
        </w:rPr>
        <w:t xml:space="preserve">1 </w:t>
      </w:r>
      <w:r w:rsidRPr="00B05F8E">
        <w:rPr>
          <w:color w:val="231F20"/>
          <w:spacing w:val="2"/>
          <w:lang w:val="nl-NL"/>
        </w:rPr>
        <w:t xml:space="preserve">en </w:t>
      </w:r>
      <w:r w:rsidRPr="00B05F8E">
        <w:rPr>
          <w:color w:val="231F20"/>
          <w:lang w:val="nl-NL"/>
        </w:rPr>
        <w:t xml:space="preserve">2 </w:t>
      </w:r>
      <w:r w:rsidRPr="00B05F8E">
        <w:rPr>
          <w:color w:val="231F20"/>
          <w:spacing w:val="4"/>
          <w:lang w:val="nl-NL"/>
        </w:rPr>
        <w:t xml:space="preserve">heeft </w:t>
      </w:r>
      <w:r w:rsidRPr="00B05F8E">
        <w:rPr>
          <w:color w:val="231F20"/>
          <w:spacing w:val="3"/>
          <w:lang w:val="nl-NL"/>
        </w:rPr>
        <w:t xml:space="preserve">een </w:t>
      </w:r>
      <w:r w:rsidRPr="00B05F8E">
        <w:rPr>
          <w:color w:val="231F20"/>
          <w:spacing w:val="5"/>
          <w:lang w:val="nl-NL"/>
        </w:rPr>
        <w:t xml:space="preserve">hoger </w:t>
      </w:r>
      <w:r w:rsidRPr="00B05F8E">
        <w:rPr>
          <w:color w:val="231F20"/>
          <w:spacing w:val="4"/>
          <w:lang w:val="nl-NL"/>
        </w:rPr>
        <w:t xml:space="preserve">rendement </w:t>
      </w:r>
      <w:r w:rsidRPr="00B05F8E">
        <w:rPr>
          <w:color w:val="231F20"/>
          <w:spacing w:val="3"/>
          <w:lang w:val="nl-NL"/>
        </w:rPr>
        <w:t xml:space="preserve">dan </w:t>
      </w:r>
      <w:r w:rsidRPr="00B05F8E">
        <w:rPr>
          <w:color w:val="231F20"/>
          <w:spacing w:val="4"/>
          <w:lang w:val="nl-NL"/>
        </w:rPr>
        <w:t xml:space="preserve">volgens reacties </w:t>
      </w:r>
      <w:r w:rsidRPr="00B05F8E">
        <w:rPr>
          <w:color w:val="231F20"/>
          <w:lang w:val="nl-NL"/>
        </w:rPr>
        <w:t xml:space="preserve">1 </w:t>
      </w:r>
      <w:r w:rsidRPr="00B05F8E">
        <w:rPr>
          <w:color w:val="231F20"/>
          <w:spacing w:val="2"/>
          <w:lang w:val="nl-NL"/>
        </w:rPr>
        <w:t>en</w:t>
      </w:r>
      <w:r w:rsidRPr="00B05F8E">
        <w:rPr>
          <w:color w:val="231F20"/>
          <w:spacing w:val="58"/>
          <w:lang w:val="nl-NL"/>
        </w:rPr>
        <w:t xml:space="preserve"> </w:t>
      </w:r>
      <w:r w:rsidRPr="00B05F8E">
        <w:rPr>
          <w:color w:val="231F20"/>
          <w:spacing w:val="5"/>
          <w:lang w:val="nl-NL"/>
        </w:rPr>
        <w:t>3.</w:t>
      </w:r>
    </w:p>
    <w:p w:rsidR="00017E14" w:rsidRPr="00B05F8E" w:rsidRDefault="003D508B">
      <w:pPr>
        <w:pStyle w:val="Plattetekst"/>
        <w:spacing w:line="261" w:lineRule="auto"/>
        <w:rPr>
          <w:lang w:val="nl-NL"/>
        </w:rPr>
      </w:pPr>
      <w:r w:rsidRPr="00B05F8E">
        <w:rPr>
          <w:color w:val="231F20"/>
          <w:spacing w:val="3"/>
          <w:lang w:val="nl-NL"/>
        </w:rPr>
        <w:t xml:space="preserve">Ook </w:t>
      </w:r>
      <w:r w:rsidRPr="00B05F8E">
        <w:rPr>
          <w:color w:val="231F20"/>
          <w:spacing w:val="2"/>
          <w:lang w:val="nl-NL"/>
        </w:rPr>
        <w:t xml:space="preserve">is de </w:t>
      </w:r>
      <w:r w:rsidRPr="00B05F8E">
        <w:rPr>
          <w:color w:val="231F20"/>
          <w:spacing w:val="4"/>
          <w:lang w:val="nl-NL"/>
        </w:rPr>
        <w:t xml:space="preserve">productiemethode </w:t>
      </w:r>
      <w:r w:rsidRPr="00B05F8E">
        <w:rPr>
          <w:color w:val="231F20"/>
          <w:spacing w:val="3"/>
          <w:lang w:val="nl-NL"/>
        </w:rPr>
        <w:t xml:space="preserve">van </w:t>
      </w:r>
      <w:proofErr w:type="spellStart"/>
      <w:r w:rsidRPr="00B05F8E">
        <w:rPr>
          <w:color w:val="231F20"/>
          <w:spacing w:val="4"/>
          <w:lang w:val="nl-NL"/>
        </w:rPr>
        <w:t>Avantium</w:t>
      </w:r>
      <w:proofErr w:type="spellEnd"/>
      <w:r w:rsidRPr="00B05F8E">
        <w:rPr>
          <w:color w:val="231F20"/>
          <w:spacing w:val="4"/>
          <w:lang w:val="nl-NL"/>
        </w:rPr>
        <w:t xml:space="preserve"> duurzamer </w:t>
      </w:r>
      <w:r w:rsidRPr="00B05F8E">
        <w:rPr>
          <w:color w:val="231F20"/>
          <w:spacing w:val="3"/>
          <w:lang w:val="nl-NL"/>
        </w:rPr>
        <w:t xml:space="preserve">als </w:t>
      </w:r>
      <w:r w:rsidRPr="00B05F8E">
        <w:rPr>
          <w:color w:val="231F20"/>
          <w:spacing w:val="2"/>
          <w:lang w:val="nl-NL"/>
        </w:rPr>
        <w:t xml:space="preserve">je </w:t>
      </w:r>
      <w:r w:rsidRPr="00B05F8E">
        <w:rPr>
          <w:color w:val="231F20"/>
          <w:spacing w:val="3"/>
          <w:lang w:val="nl-NL"/>
        </w:rPr>
        <w:t xml:space="preserve">let </w:t>
      </w:r>
      <w:r w:rsidRPr="00B05F8E">
        <w:rPr>
          <w:color w:val="231F20"/>
          <w:spacing w:val="2"/>
          <w:lang w:val="nl-NL"/>
        </w:rPr>
        <w:t xml:space="preserve">op </w:t>
      </w:r>
      <w:r w:rsidRPr="00B05F8E">
        <w:rPr>
          <w:color w:val="231F20"/>
          <w:spacing w:val="5"/>
          <w:lang w:val="nl-NL"/>
        </w:rPr>
        <w:t xml:space="preserve">de </w:t>
      </w:r>
      <w:r w:rsidRPr="00B05F8E">
        <w:rPr>
          <w:color w:val="231F20"/>
          <w:spacing w:val="4"/>
          <w:lang w:val="nl-NL"/>
        </w:rPr>
        <w:t xml:space="preserve">uitgangspunten </w:t>
      </w:r>
      <w:r w:rsidRPr="00B05F8E">
        <w:rPr>
          <w:color w:val="231F20"/>
          <w:spacing w:val="3"/>
          <w:lang w:val="nl-NL"/>
        </w:rPr>
        <w:t xml:space="preserve">van </w:t>
      </w:r>
      <w:r w:rsidRPr="00B05F8E">
        <w:rPr>
          <w:color w:val="231F20"/>
          <w:spacing w:val="2"/>
          <w:lang w:val="nl-NL"/>
        </w:rPr>
        <w:t xml:space="preserve">de </w:t>
      </w:r>
      <w:r w:rsidRPr="00B05F8E">
        <w:rPr>
          <w:color w:val="231F20"/>
          <w:spacing w:val="4"/>
          <w:lang w:val="nl-NL"/>
        </w:rPr>
        <w:t>Groene</w:t>
      </w:r>
      <w:r w:rsidRPr="00B05F8E">
        <w:rPr>
          <w:color w:val="231F20"/>
          <w:spacing w:val="40"/>
          <w:lang w:val="nl-NL"/>
        </w:rPr>
        <w:t xml:space="preserve"> </w:t>
      </w:r>
      <w:r w:rsidRPr="00B05F8E">
        <w:rPr>
          <w:color w:val="231F20"/>
          <w:spacing w:val="5"/>
          <w:lang w:val="nl-NL"/>
        </w:rPr>
        <w:t>Chemie.</w:t>
      </w:r>
    </w:p>
    <w:p w:rsidR="00017E14" w:rsidRPr="00B05F8E" w:rsidRDefault="003D508B">
      <w:pPr>
        <w:pStyle w:val="Plattetekst"/>
        <w:spacing w:line="274" w:lineRule="exact"/>
        <w:rPr>
          <w:lang w:val="nl-NL"/>
        </w:rPr>
      </w:pPr>
      <w:r w:rsidRPr="00B05F8E">
        <w:rPr>
          <w:color w:val="231F20"/>
          <w:lang w:val="nl-NL"/>
        </w:rPr>
        <w:t xml:space="preserve">Een medewerker van </w:t>
      </w:r>
      <w:proofErr w:type="spellStart"/>
      <w:r w:rsidRPr="00B05F8E">
        <w:rPr>
          <w:color w:val="231F20"/>
          <w:lang w:val="nl-NL"/>
        </w:rPr>
        <w:t>Avantium</w:t>
      </w:r>
      <w:proofErr w:type="spellEnd"/>
      <w:r w:rsidRPr="00B05F8E">
        <w:rPr>
          <w:color w:val="231F20"/>
          <w:lang w:val="nl-NL"/>
        </w:rPr>
        <w:t xml:space="preserve"> schrijft een artikel voor een breed publiek.</w:t>
      </w:r>
    </w:p>
    <w:p w:rsidR="00017E14" w:rsidRPr="00B05F8E" w:rsidRDefault="003D508B">
      <w:pPr>
        <w:pStyle w:val="Plattetekst"/>
        <w:spacing w:before="22"/>
        <w:rPr>
          <w:lang w:val="nl-NL"/>
        </w:rPr>
      </w:pPr>
      <w:r w:rsidRPr="00B05F8E">
        <w:rPr>
          <w:color w:val="231F20"/>
          <w:lang w:val="nl-NL"/>
        </w:rPr>
        <w:t>In het artikel verwerkt de medewerker twee argumenten op basis van</w:t>
      </w:r>
    </w:p>
    <w:p w:rsidR="00017E14" w:rsidRPr="00B05F8E" w:rsidRDefault="003D508B">
      <w:pPr>
        <w:pStyle w:val="Plattetekst"/>
        <w:spacing w:before="24" w:line="261" w:lineRule="auto"/>
        <w:rPr>
          <w:lang w:val="nl-NL"/>
        </w:rPr>
      </w:pPr>
      <w:r w:rsidRPr="00B05F8E">
        <w:rPr>
          <w:color w:val="231F20"/>
          <w:lang w:val="nl-NL"/>
        </w:rPr>
        <w:t xml:space="preserve">uitgangspunten 1 en 2 van de Groene Chemie, zodat duidelijk wordt dat het productieproces van </w:t>
      </w:r>
      <w:proofErr w:type="spellStart"/>
      <w:r w:rsidRPr="00B05F8E">
        <w:rPr>
          <w:color w:val="231F20"/>
          <w:lang w:val="nl-NL"/>
        </w:rPr>
        <w:t>Avantium</w:t>
      </w:r>
      <w:proofErr w:type="spellEnd"/>
      <w:r w:rsidRPr="00B05F8E">
        <w:rPr>
          <w:color w:val="231F20"/>
          <w:lang w:val="nl-NL"/>
        </w:rPr>
        <w:t xml:space="preserve"> duurzamer is dan het oude proces.</w:t>
      </w:r>
    </w:p>
    <w:p w:rsidR="00017E14" w:rsidRPr="00B05F8E" w:rsidRDefault="00017E14">
      <w:pPr>
        <w:pStyle w:val="Plattetekst"/>
        <w:spacing w:before="11"/>
        <w:ind w:left="0"/>
        <w:rPr>
          <w:sz w:val="25"/>
          <w:lang w:val="nl-NL"/>
        </w:rPr>
      </w:pPr>
    </w:p>
    <w:p w:rsidR="00017E14" w:rsidRPr="00B05F8E" w:rsidRDefault="003D508B">
      <w:pPr>
        <w:pStyle w:val="Plattetekst"/>
        <w:tabs>
          <w:tab w:val="left" w:pos="641"/>
          <w:tab w:val="left" w:pos="1097"/>
        </w:tabs>
        <w:ind w:left="134"/>
        <w:rPr>
          <w:lang w:val="nl-NL"/>
        </w:rPr>
      </w:pPr>
      <w:r w:rsidRPr="00B05F8E">
        <w:rPr>
          <w:color w:val="231F20"/>
          <w:spacing w:val="2"/>
          <w:sz w:val="16"/>
          <w:lang w:val="nl-NL"/>
        </w:rPr>
        <w:t>2p</w:t>
      </w:r>
      <w:r w:rsidRPr="00B05F8E">
        <w:rPr>
          <w:color w:val="231F20"/>
          <w:spacing w:val="2"/>
          <w:sz w:val="16"/>
          <w:lang w:val="nl-NL"/>
        </w:rPr>
        <w:tab/>
      </w:r>
      <w:r w:rsidRPr="00B05F8E">
        <w:rPr>
          <w:b/>
          <w:color w:val="231F20"/>
          <w:sz w:val="20"/>
          <w:lang w:val="nl-NL"/>
        </w:rPr>
        <w:t>6</w:t>
      </w:r>
      <w:r w:rsidRPr="00B05F8E">
        <w:rPr>
          <w:b/>
          <w:color w:val="231F20"/>
          <w:sz w:val="20"/>
          <w:lang w:val="nl-NL"/>
        </w:rPr>
        <w:tab/>
      </w:r>
      <w:r w:rsidRPr="00B05F8E">
        <w:rPr>
          <w:color w:val="231F20"/>
          <w:spacing w:val="3"/>
          <w:lang w:val="nl-NL"/>
        </w:rPr>
        <w:t>Geef</w:t>
      </w:r>
      <w:r w:rsidRPr="00B05F8E">
        <w:rPr>
          <w:color w:val="231F20"/>
          <w:spacing w:val="13"/>
          <w:lang w:val="nl-NL"/>
        </w:rPr>
        <w:t xml:space="preserve"> </w:t>
      </w:r>
      <w:r w:rsidRPr="00B05F8E">
        <w:rPr>
          <w:color w:val="231F20"/>
          <w:spacing w:val="3"/>
          <w:lang w:val="nl-NL"/>
        </w:rPr>
        <w:t>twee</w:t>
      </w:r>
      <w:r w:rsidRPr="00B05F8E">
        <w:rPr>
          <w:color w:val="231F20"/>
          <w:spacing w:val="13"/>
          <w:lang w:val="nl-NL"/>
        </w:rPr>
        <w:t xml:space="preserve"> </w:t>
      </w:r>
      <w:r w:rsidRPr="00B05F8E">
        <w:rPr>
          <w:color w:val="231F20"/>
          <w:spacing w:val="4"/>
          <w:lang w:val="nl-NL"/>
        </w:rPr>
        <w:t>argumenten</w:t>
      </w:r>
      <w:r w:rsidRPr="00B05F8E">
        <w:rPr>
          <w:color w:val="231F20"/>
          <w:spacing w:val="13"/>
          <w:lang w:val="nl-NL"/>
        </w:rPr>
        <w:t xml:space="preserve"> </w:t>
      </w:r>
      <w:r w:rsidRPr="00B05F8E">
        <w:rPr>
          <w:color w:val="231F20"/>
          <w:spacing w:val="3"/>
          <w:lang w:val="nl-NL"/>
        </w:rPr>
        <w:t>die</w:t>
      </w:r>
      <w:r w:rsidRPr="00B05F8E">
        <w:rPr>
          <w:color w:val="231F20"/>
          <w:spacing w:val="13"/>
          <w:lang w:val="nl-NL"/>
        </w:rPr>
        <w:t xml:space="preserve"> </w:t>
      </w:r>
      <w:r w:rsidRPr="00B05F8E">
        <w:rPr>
          <w:color w:val="231F20"/>
          <w:spacing w:val="2"/>
          <w:lang w:val="nl-NL"/>
        </w:rPr>
        <w:t>de</w:t>
      </w:r>
      <w:r w:rsidRPr="00B05F8E">
        <w:rPr>
          <w:color w:val="231F20"/>
          <w:spacing w:val="13"/>
          <w:lang w:val="nl-NL"/>
        </w:rPr>
        <w:t xml:space="preserve"> </w:t>
      </w:r>
      <w:r w:rsidRPr="00B05F8E">
        <w:rPr>
          <w:color w:val="231F20"/>
          <w:spacing w:val="4"/>
          <w:lang w:val="nl-NL"/>
        </w:rPr>
        <w:t>medewerker</w:t>
      </w:r>
      <w:r w:rsidRPr="00B05F8E">
        <w:rPr>
          <w:color w:val="231F20"/>
          <w:spacing w:val="15"/>
          <w:lang w:val="nl-NL"/>
        </w:rPr>
        <w:t xml:space="preserve"> </w:t>
      </w:r>
      <w:r w:rsidRPr="00B05F8E">
        <w:rPr>
          <w:color w:val="231F20"/>
          <w:spacing w:val="2"/>
          <w:lang w:val="nl-NL"/>
        </w:rPr>
        <w:t>in</w:t>
      </w:r>
      <w:r w:rsidRPr="00B05F8E">
        <w:rPr>
          <w:color w:val="231F20"/>
          <w:spacing w:val="13"/>
          <w:lang w:val="nl-NL"/>
        </w:rPr>
        <w:t xml:space="preserve"> </w:t>
      </w:r>
      <w:r w:rsidRPr="00B05F8E">
        <w:rPr>
          <w:color w:val="231F20"/>
          <w:spacing w:val="3"/>
          <w:lang w:val="nl-NL"/>
        </w:rPr>
        <w:t>het</w:t>
      </w:r>
      <w:r w:rsidRPr="00B05F8E">
        <w:rPr>
          <w:color w:val="231F20"/>
          <w:spacing w:val="13"/>
          <w:lang w:val="nl-NL"/>
        </w:rPr>
        <w:t xml:space="preserve"> </w:t>
      </w:r>
      <w:r w:rsidRPr="00B05F8E">
        <w:rPr>
          <w:color w:val="231F20"/>
          <w:spacing w:val="4"/>
          <w:lang w:val="nl-NL"/>
        </w:rPr>
        <w:t>artikel</w:t>
      </w:r>
      <w:r w:rsidRPr="00B05F8E">
        <w:rPr>
          <w:color w:val="231F20"/>
          <w:spacing w:val="13"/>
          <w:lang w:val="nl-NL"/>
        </w:rPr>
        <w:t xml:space="preserve"> </w:t>
      </w:r>
      <w:r w:rsidRPr="00B05F8E">
        <w:rPr>
          <w:color w:val="231F20"/>
          <w:spacing w:val="3"/>
          <w:lang w:val="nl-NL"/>
        </w:rPr>
        <w:t>kan</w:t>
      </w:r>
      <w:r w:rsidRPr="00B05F8E">
        <w:rPr>
          <w:color w:val="231F20"/>
          <w:spacing w:val="13"/>
          <w:lang w:val="nl-NL"/>
        </w:rPr>
        <w:t xml:space="preserve"> </w:t>
      </w:r>
      <w:r w:rsidRPr="00B05F8E">
        <w:rPr>
          <w:color w:val="231F20"/>
          <w:spacing w:val="5"/>
          <w:lang w:val="nl-NL"/>
        </w:rPr>
        <w:t>opnemen.</w:t>
      </w:r>
    </w:p>
    <w:p w:rsidR="00017E14" w:rsidRPr="00B05F8E" w:rsidRDefault="003D508B">
      <w:pPr>
        <w:pStyle w:val="Plattetekst"/>
        <w:spacing w:before="24" w:line="261" w:lineRule="auto"/>
        <w:ind w:right="1708"/>
        <w:rPr>
          <w:lang w:val="nl-NL"/>
        </w:rPr>
      </w:pPr>
      <w:r w:rsidRPr="00B05F8E">
        <w:rPr>
          <w:color w:val="231F20"/>
          <w:lang w:val="nl-NL"/>
        </w:rPr>
        <w:t xml:space="preserve">Maak gebruik van </w:t>
      </w:r>
      <w:proofErr w:type="spellStart"/>
      <w:r w:rsidRPr="00B05F8E">
        <w:rPr>
          <w:color w:val="231F20"/>
          <w:lang w:val="nl-NL"/>
        </w:rPr>
        <w:t>Binas</w:t>
      </w:r>
      <w:proofErr w:type="spellEnd"/>
      <w:r w:rsidRPr="00B05F8E">
        <w:rPr>
          <w:color w:val="231F20"/>
          <w:lang w:val="nl-NL"/>
        </w:rPr>
        <w:t xml:space="preserve">-tabel 97F of </w:t>
      </w:r>
      <w:proofErr w:type="spellStart"/>
      <w:r w:rsidRPr="00B05F8E">
        <w:rPr>
          <w:color w:val="231F20"/>
          <w:lang w:val="nl-NL"/>
        </w:rPr>
        <w:t>ScienceData</w:t>
      </w:r>
      <w:proofErr w:type="spellEnd"/>
      <w:r w:rsidRPr="00B05F8E">
        <w:rPr>
          <w:color w:val="231F20"/>
          <w:lang w:val="nl-NL"/>
        </w:rPr>
        <w:t>-tabel 38.6. Noteer je antwoord als volgt:</w:t>
      </w:r>
    </w:p>
    <w:p w:rsidR="00017E14" w:rsidRDefault="003D508B">
      <w:pPr>
        <w:pStyle w:val="Lijstalinea"/>
        <w:numPr>
          <w:ilvl w:val="0"/>
          <w:numId w:val="3"/>
        </w:numPr>
        <w:tabs>
          <w:tab w:val="left" w:pos="1494"/>
          <w:tab w:val="left" w:pos="1495"/>
        </w:tabs>
        <w:spacing w:line="276" w:lineRule="exact"/>
        <w:ind w:hanging="397"/>
        <w:rPr>
          <w:sz w:val="24"/>
        </w:rPr>
      </w:pPr>
      <w:r>
        <w:rPr>
          <w:color w:val="231F20"/>
          <w:spacing w:val="3"/>
          <w:sz w:val="24"/>
        </w:rPr>
        <w:t xml:space="preserve">Op </w:t>
      </w:r>
      <w:r>
        <w:rPr>
          <w:color w:val="231F20"/>
          <w:spacing w:val="4"/>
          <w:sz w:val="24"/>
        </w:rPr>
        <w:t xml:space="preserve">basis </w:t>
      </w:r>
      <w:r>
        <w:rPr>
          <w:color w:val="231F20"/>
          <w:spacing w:val="3"/>
          <w:sz w:val="24"/>
        </w:rPr>
        <w:t xml:space="preserve">van </w:t>
      </w:r>
      <w:proofErr w:type="spellStart"/>
      <w:r>
        <w:rPr>
          <w:color w:val="231F20"/>
          <w:spacing w:val="4"/>
          <w:sz w:val="24"/>
        </w:rPr>
        <w:t>uitgangspunt</w:t>
      </w:r>
      <w:proofErr w:type="spellEnd"/>
      <w:r>
        <w:rPr>
          <w:color w:val="231F20"/>
          <w:spacing w:val="46"/>
          <w:sz w:val="24"/>
        </w:rPr>
        <w:t xml:space="preserve"> </w:t>
      </w:r>
      <w:r>
        <w:rPr>
          <w:color w:val="231F20"/>
          <w:spacing w:val="5"/>
          <w:sz w:val="24"/>
        </w:rPr>
        <w:t>1:</w:t>
      </w:r>
    </w:p>
    <w:p w:rsidR="00017E14" w:rsidRDefault="003D508B">
      <w:pPr>
        <w:pStyle w:val="Lijstalinea"/>
        <w:numPr>
          <w:ilvl w:val="0"/>
          <w:numId w:val="3"/>
        </w:numPr>
        <w:tabs>
          <w:tab w:val="left" w:pos="1494"/>
          <w:tab w:val="left" w:pos="1495"/>
        </w:tabs>
        <w:spacing w:before="6"/>
        <w:ind w:hanging="397"/>
        <w:rPr>
          <w:sz w:val="24"/>
        </w:rPr>
      </w:pPr>
      <w:r>
        <w:rPr>
          <w:color w:val="231F20"/>
          <w:spacing w:val="3"/>
          <w:sz w:val="24"/>
        </w:rPr>
        <w:t xml:space="preserve">Op </w:t>
      </w:r>
      <w:r>
        <w:rPr>
          <w:color w:val="231F20"/>
          <w:spacing w:val="4"/>
          <w:sz w:val="24"/>
        </w:rPr>
        <w:t xml:space="preserve">basis </w:t>
      </w:r>
      <w:r>
        <w:rPr>
          <w:color w:val="231F20"/>
          <w:spacing w:val="3"/>
          <w:sz w:val="24"/>
        </w:rPr>
        <w:t xml:space="preserve">van </w:t>
      </w:r>
      <w:proofErr w:type="spellStart"/>
      <w:r>
        <w:rPr>
          <w:color w:val="231F20"/>
          <w:spacing w:val="4"/>
          <w:sz w:val="24"/>
        </w:rPr>
        <w:t>uitgangspunt</w:t>
      </w:r>
      <w:proofErr w:type="spellEnd"/>
      <w:r>
        <w:rPr>
          <w:color w:val="231F20"/>
          <w:spacing w:val="46"/>
          <w:sz w:val="24"/>
        </w:rPr>
        <w:t xml:space="preserve"> </w:t>
      </w:r>
      <w:r>
        <w:rPr>
          <w:color w:val="231F20"/>
          <w:spacing w:val="5"/>
          <w:sz w:val="24"/>
        </w:rPr>
        <w:t>2:</w:t>
      </w:r>
    </w:p>
    <w:p w:rsidR="00017E14" w:rsidRDefault="00017E14">
      <w:pPr>
        <w:rPr>
          <w:sz w:val="24"/>
        </w:rPr>
        <w:sectPr w:rsidR="00017E14">
          <w:pgSz w:w="11910" w:h="16840"/>
          <w:pgMar w:top="800" w:right="1000" w:bottom="1160" w:left="1000" w:header="0" w:footer="974" w:gutter="0"/>
          <w:cols w:space="708"/>
        </w:sectPr>
      </w:pPr>
    </w:p>
    <w:p w:rsidR="00017E14" w:rsidRPr="00B05F8E" w:rsidRDefault="003D508B">
      <w:pPr>
        <w:pStyle w:val="Plattetekst"/>
        <w:spacing w:before="67" w:line="339" w:lineRule="exact"/>
        <w:rPr>
          <w:lang w:val="nl-NL"/>
        </w:rPr>
      </w:pPr>
      <w:r w:rsidRPr="00B05F8E">
        <w:rPr>
          <w:color w:val="231F20"/>
          <w:spacing w:val="5"/>
          <w:lang w:val="nl-NL"/>
        </w:rPr>
        <w:lastRenderedPageBreak/>
        <w:t xml:space="preserve">Wetenschappers </w:t>
      </w:r>
      <w:r w:rsidRPr="00B05F8E">
        <w:rPr>
          <w:color w:val="231F20"/>
          <w:spacing w:val="4"/>
          <w:lang w:val="nl-NL"/>
        </w:rPr>
        <w:t xml:space="preserve">hebben </w:t>
      </w:r>
      <w:r w:rsidRPr="00B05F8E">
        <w:rPr>
          <w:color w:val="231F20"/>
          <w:spacing w:val="3"/>
          <w:lang w:val="nl-NL"/>
        </w:rPr>
        <w:t xml:space="preserve">met </w:t>
      </w:r>
      <w:r w:rsidRPr="00B05F8E">
        <w:rPr>
          <w:color w:val="231F20"/>
          <w:spacing w:val="4"/>
          <w:lang w:val="nl-NL"/>
        </w:rPr>
        <w:t xml:space="preserve">behulp </w:t>
      </w:r>
      <w:r w:rsidRPr="00B05F8E">
        <w:rPr>
          <w:color w:val="231F20"/>
          <w:spacing w:val="3"/>
          <w:lang w:val="nl-NL"/>
        </w:rPr>
        <w:t xml:space="preserve">van </w:t>
      </w:r>
      <w:r w:rsidRPr="00B05F8E">
        <w:rPr>
          <w:color w:val="231F20"/>
          <w:spacing w:val="4"/>
          <w:lang w:val="nl-NL"/>
        </w:rPr>
        <w:t xml:space="preserve">modellen </w:t>
      </w:r>
      <w:r w:rsidRPr="00B05F8E">
        <w:rPr>
          <w:color w:val="231F20"/>
          <w:spacing w:val="2"/>
          <w:lang w:val="nl-NL"/>
        </w:rPr>
        <w:t>de</w:t>
      </w:r>
      <w:r w:rsidRPr="00B05F8E">
        <w:rPr>
          <w:color w:val="231F20"/>
          <w:spacing w:val="65"/>
          <w:lang w:val="nl-NL"/>
        </w:rPr>
        <w:t xml:space="preserve"> </w:t>
      </w:r>
      <w:r w:rsidRPr="00B05F8E">
        <w:rPr>
          <w:rFonts w:ascii="Times New Roman"/>
          <w:color w:val="231F20"/>
          <w:spacing w:val="5"/>
          <w:sz w:val="26"/>
          <w:lang w:val="nl-NL"/>
        </w:rPr>
        <w:t>CO</w:t>
      </w:r>
      <w:r w:rsidRPr="00B05F8E">
        <w:rPr>
          <w:rFonts w:ascii="Times New Roman"/>
          <w:color w:val="231F20"/>
          <w:spacing w:val="5"/>
          <w:position w:val="-7"/>
          <w:sz w:val="17"/>
          <w:lang w:val="nl-NL"/>
        </w:rPr>
        <w:t>2</w:t>
      </w:r>
      <w:r w:rsidRPr="00B05F8E">
        <w:rPr>
          <w:color w:val="231F20"/>
          <w:spacing w:val="5"/>
          <w:lang w:val="nl-NL"/>
        </w:rPr>
        <w:t>-uitstoot</w:t>
      </w:r>
    </w:p>
    <w:p w:rsidR="00017E14" w:rsidRPr="00B05F8E" w:rsidRDefault="003D508B">
      <w:pPr>
        <w:pStyle w:val="Plattetekst"/>
        <w:spacing w:line="255" w:lineRule="exact"/>
        <w:rPr>
          <w:lang w:val="nl-NL"/>
        </w:rPr>
      </w:pPr>
      <w:r w:rsidRPr="00B05F8E">
        <w:rPr>
          <w:color w:val="231F20"/>
          <w:lang w:val="nl-NL"/>
        </w:rPr>
        <w:t>berekend tijdens de zogeheten levenscyclus van zowel PET als PEF.</w:t>
      </w:r>
    </w:p>
    <w:p w:rsidR="00017E14" w:rsidRPr="00B05F8E" w:rsidRDefault="003D508B">
      <w:pPr>
        <w:pStyle w:val="Plattetekst"/>
        <w:spacing w:before="28" w:line="211" w:lineRule="auto"/>
        <w:rPr>
          <w:lang w:val="nl-NL"/>
        </w:rPr>
      </w:pPr>
      <w:r w:rsidRPr="00B05F8E">
        <w:rPr>
          <w:color w:val="231F20"/>
          <w:lang w:val="nl-NL"/>
        </w:rPr>
        <w:t xml:space="preserve">In de berekening van deze </w:t>
      </w:r>
      <w:r w:rsidRPr="00B05F8E">
        <w:rPr>
          <w:rFonts w:ascii="Times New Roman"/>
          <w:color w:val="231F20"/>
          <w:sz w:val="26"/>
          <w:lang w:val="nl-NL"/>
        </w:rPr>
        <w:t>CO</w:t>
      </w:r>
      <w:r w:rsidRPr="00B05F8E">
        <w:rPr>
          <w:rFonts w:ascii="Times New Roman"/>
          <w:color w:val="231F20"/>
          <w:position w:val="-7"/>
          <w:sz w:val="17"/>
          <w:lang w:val="nl-NL"/>
        </w:rPr>
        <w:t>2</w:t>
      </w:r>
      <w:r w:rsidRPr="00B05F8E">
        <w:rPr>
          <w:color w:val="231F20"/>
          <w:lang w:val="nl-NL"/>
        </w:rPr>
        <w:t>-levenscyclus-uitstoot wordt uitgegaan van de volgende punten:</w:t>
      </w:r>
    </w:p>
    <w:p w:rsidR="00017E14" w:rsidRPr="00B05F8E" w:rsidRDefault="003D508B">
      <w:pPr>
        <w:pStyle w:val="Lijstalinea"/>
        <w:numPr>
          <w:ilvl w:val="0"/>
          <w:numId w:val="2"/>
        </w:numPr>
        <w:tabs>
          <w:tab w:val="left" w:pos="1494"/>
          <w:tab w:val="left" w:pos="1495"/>
        </w:tabs>
        <w:spacing w:before="131" w:line="342" w:lineRule="exact"/>
        <w:ind w:hanging="397"/>
        <w:rPr>
          <w:sz w:val="24"/>
          <w:lang w:val="nl-NL"/>
        </w:rPr>
      </w:pPr>
      <w:r w:rsidRPr="00B05F8E">
        <w:rPr>
          <w:color w:val="231F20"/>
          <w:spacing w:val="2"/>
          <w:sz w:val="24"/>
          <w:lang w:val="nl-NL"/>
        </w:rPr>
        <w:t xml:space="preserve">de </w:t>
      </w:r>
      <w:r w:rsidRPr="00B05F8E">
        <w:rPr>
          <w:rFonts w:ascii="Times New Roman"/>
          <w:color w:val="231F20"/>
          <w:spacing w:val="5"/>
          <w:sz w:val="26"/>
          <w:lang w:val="nl-NL"/>
        </w:rPr>
        <w:t>CO</w:t>
      </w:r>
      <w:r w:rsidRPr="00B05F8E">
        <w:rPr>
          <w:rFonts w:ascii="Times New Roman"/>
          <w:color w:val="231F20"/>
          <w:spacing w:val="5"/>
          <w:position w:val="-7"/>
          <w:sz w:val="17"/>
          <w:lang w:val="nl-NL"/>
        </w:rPr>
        <w:t>2</w:t>
      </w:r>
      <w:r w:rsidRPr="00B05F8E">
        <w:rPr>
          <w:color w:val="231F20"/>
          <w:spacing w:val="5"/>
          <w:sz w:val="24"/>
          <w:lang w:val="nl-NL"/>
        </w:rPr>
        <w:t xml:space="preserve">-uitstoot </w:t>
      </w:r>
      <w:r w:rsidRPr="00B05F8E">
        <w:rPr>
          <w:color w:val="231F20"/>
          <w:spacing w:val="4"/>
          <w:sz w:val="24"/>
          <w:lang w:val="nl-NL"/>
        </w:rPr>
        <w:t xml:space="preserve">van </w:t>
      </w:r>
      <w:r w:rsidRPr="00B05F8E">
        <w:rPr>
          <w:color w:val="231F20"/>
          <w:spacing w:val="3"/>
          <w:sz w:val="24"/>
          <w:lang w:val="nl-NL"/>
        </w:rPr>
        <w:t xml:space="preserve">het </w:t>
      </w:r>
      <w:r w:rsidRPr="00B05F8E">
        <w:rPr>
          <w:color w:val="231F20"/>
          <w:spacing w:val="4"/>
          <w:sz w:val="24"/>
          <w:lang w:val="nl-NL"/>
        </w:rPr>
        <w:t xml:space="preserve">productieproces </w:t>
      </w:r>
      <w:r w:rsidRPr="00B05F8E">
        <w:rPr>
          <w:color w:val="231F20"/>
          <w:spacing w:val="2"/>
          <w:sz w:val="24"/>
          <w:lang w:val="nl-NL"/>
        </w:rPr>
        <w:t xml:space="preserve">en </w:t>
      </w:r>
      <w:r w:rsidRPr="00B05F8E">
        <w:rPr>
          <w:color w:val="231F20"/>
          <w:spacing w:val="3"/>
          <w:sz w:val="24"/>
          <w:lang w:val="nl-NL"/>
        </w:rPr>
        <w:t xml:space="preserve">het </w:t>
      </w:r>
      <w:r w:rsidRPr="00B05F8E">
        <w:rPr>
          <w:color w:val="231F20"/>
          <w:spacing w:val="5"/>
          <w:sz w:val="24"/>
          <w:lang w:val="nl-NL"/>
        </w:rPr>
        <w:t xml:space="preserve">transport </w:t>
      </w:r>
      <w:r w:rsidRPr="00B05F8E">
        <w:rPr>
          <w:color w:val="231F20"/>
          <w:spacing w:val="4"/>
          <w:sz w:val="24"/>
          <w:lang w:val="nl-NL"/>
        </w:rPr>
        <w:t>van</w:t>
      </w:r>
      <w:r w:rsidRPr="00B05F8E">
        <w:rPr>
          <w:color w:val="231F20"/>
          <w:spacing w:val="20"/>
          <w:sz w:val="24"/>
          <w:lang w:val="nl-NL"/>
        </w:rPr>
        <w:t xml:space="preserve"> </w:t>
      </w:r>
      <w:r w:rsidRPr="00B05F8E">
        <w:rPr>
          <w:color w:val="231F20"/>
          <w:spacing w:val="6"/>
          <w:sz w:val="24"/>
          <w:lang w:val="nl-NL"/>
        </w:rPr>
        <w:t>stoffen.</w:t>
      </w:r>
    </w:p>
    <w:p w:rsidR="00017E14" w:rsidRPr="00B05F8E" w:rsidRDefault="003D508B">
      <w:pPr>
        <w:pStyle w:val="Lijstalinea"/>
        <w:numPr>
          <w:ilvl w:val="0"/>
          <w:numId w:val="2"/>
        </w:numPr>
        <w:tabs>
          <w:tab w:val="left" w:pos="1494"/>
          <w:tab w:val="left" w:pos="1495"/>
        </w:tabs>
        <w:spacing w:line="258" w:lineRule="exact"/>
        <w:ind w:hanging="397"/>
        <w:rPr>
          <w:sz w:val="24"/>
          <w:lang w:val="nl-NL"/>
        </w:rPr>
      </w:pPr>
      <w:r w:rsidRPr="00B05F8E">
        <w:rPr>
          <w:color w:val="231F20"/>
          <w:spacing w:val="3"/>
          <w:sz w:val="24"/>
          <w:lang w:val="nl-NL"/>
        </w:rPr>
        <w:t xml:space="preserve">PET </w:t>
      </w:r>
      <w:r w:rsidRPr="00B05F8E">
        <w:rPr>
          <w:color w:val="231F20"/>
          <w:spacing w:val="2"/>
          <w:sz w:val="24"/>
          <w:lang w:val="nl-NL"/>
        </w:rPr>
        <w:t xml:space="preserve">en </w:t>
      </w:r>
      <w:r w:rsidRPr="00B05F8E">
        <w:rPr>
          <w:color w:val="231F20"/>
          <w:spacing w:val="3"/>
          <w:sz w:val="24"/>
          <w:lang w:val="nl-NL"/>
        </w:rPr>
        <w:t xml:space="preserve">PEF </w:t>
      </w:r>
      <w:r w:rsidRPr="00B05F8E">
        <w:rPr>
          <w:color w:val="231F20"/>
          <w:spacing w:val="4"/>
          <w:sz w:val="24"/>
          <w:lang w:val="nl-NL"/>
        </w:rPr>
        <w:t xml:space="preserve">worden </w:t>
      </w:r>
      <w:r w:rsidRPr="00B05F8E">
        <w:rPr>
          <w:color w:val="231F20"/>
          <w:spacing w:val="3"/>
          <w:sz w:val="24"/>
          <w:lang w:val="nl-NL"/>
        </w:rPr>
        <w:t>even vaak</w:t>
      </w:r>
      <w:r w:rsidRPr="00B05F8E">
        <w:rPr>
          <w:color w:val="231F20"/>
          <w:spacing w:val="58"/>
          <w:sz w:val="24"/>
          <w:lang w:val="nl-NL"/>
        </w:rPr>
        <w:t xml:space="preserve"> </w:t>
      </w:r>
      <w:r w:rsidRPr="00B05F8E">
        <w:rPr>
          <w:color w:val="231F20"/>
          <w:spacing w:val="5"/>
          <w:sz w:val="24"/>
          <w:lang w:val="nl-NL"/>
        </w:rPr>
        <w:t>gerecycled.</w:t>
      </w:r>
    </w:p>
    <w:p w:rsidR="00017E14" w:rsidRPr="00B05F8E" w:rsidRDefault="003D508B">
      <w:pPr>
        <w:pStyle w:val="Lijstalinea"/>
        <w:numPr>
          <w:ilvl w:val="0"/>
          <w:numId w:val="2"/>
        </w:numPr>
        <w:tabs>
          <w:tab w:val="left" w:pos="1494"/>
          <w:tab w:val="left" w:pos="1495"/>
        </w:tabs>
        <w:spacing w:line="359" w:lineRule="exact"/>
        <w:ind w:hanging="397"/>
        <w:rPr>
          <w:sz w:val="24"/>
          <w:lang w:val="nl-NL"/>
        </w:rPr>
      </w:pPr>
      <w:r w:rsidRPr="00B05F8E">
        <w:rPr>
          <w:color w:val="231F20"/>
          <w:spacing w:val="2"/>
          <w:sz w:val="24"/>
          <w:lang w:val="nl-NL"/>
        </w:rPr>
        <w:t xml:space="preserve">de </w:t>
      </w:r>
      <w:r w:rsidRPr="00B05F8E">
        <w:rPr>
          <w:rFonts w:ascii="Times New Roman"/>
          <w:color w:val="231F20"/>
          <w:spacing w:val="5"/>
          <w:sz w:val="26"/>
          <w:lang w:val="nl-NL"/>
        </w:rPr>
        <w:t>CO</w:t>
      </w:r>
      <w:r w:rsidRPr="00B05F8E">
        <w:rPr>
          <w:rFonts w:ascii="Times New Roman"/>
          <w:color w:val="231F20"/>
          <w:spacing w:val="5"/>
          <w:position w:val="-7"/>
          <w:sz w:val="17"/>
          <w:lang w:val="nl-NL"/>
        </w:rPr>
        <w:t>2</w:t>
      </w:r>
      <w:r w:rsidRPr="00B05F8E">
        <w:rPr>
          <w:color w:val="231F20"/>
          <w:spacing w:val="5"/>
          <w:sz w:val="24"/>
          <w:lang w:val="nl-NL"/>
        </w:rPr>
        <w:t xml:space="preserve">-uitstoot </w:t>
      </w:r>
      <w:r w:rsidRPr="00B05F8E">
        <w:rPr>
          <w:color w:val="231F20"/>
          <w:spacing w:val="4"/>
          <w:sz w:val="24"/>
          <w:lang w:val="nl-NL"/>
        </w:rPr>
        <w:t xml:space="preserve">van het verbranden </w:t>
      </w:r>
      <w:r w:rsidRPr="00B05F8E">
        <w:rPr>
          <w:color w:val="231F20"/>
          <w:spacing w:val="3"/>
          <w:sz w:val="24"/>
          <w:lang w:val="nl-NL"/>
        </w:rPr>
        <w:t xml:space="preserve">van PET- </w:t>
      </w:r>
      <w:r w:rsidRPr="00B05F8E">
        <w:rPr>
          <w:color w:val="231F20"/>
          <w:spacing w:val="2"/>
          <w:sz w:val="24"/>
          <w:lang w:val="nl-NL"/>
        </w:rPr>
        <w:t>en</w:t>
      </w:r>
      <w:r w:rsidRPr="00B05F8E">
        <w:rPr>
          <w:color w:val="231F20"/>
          <w:spacing w:val="7"/>
          <w:sz w:val="24"/>
          <w:lang w:val="nl-NL"/>
        </w:rPr>
        <w:t xml:space="preserve"> </w:t>
      </w:r>
      <w:r w:rsidRPr="00B05F8E">
        <w:rPr>
          <w:color w:val="231F20"/>
          <w:spacing w:val="5"/>
          <w:sz w:val="24"/>
          <w:lang w:val="nl-NL"/>
        </w:rPr>
        <w:t>PEF-afval.</w:t>
      </w:r>
    </w:p>
    <w:p w:rsidR="00017E14" w:rsidRPr="00B05F8E" w:rsidRDefault="003D508B">
      <w:pPr>
        <w:pStyle w:val="Plattetekst"/>
        <w:spacing w:before="61" w:line="339" w:lineRule="exact"/>
        <w:rPr>
          <w:lang w:val="nl-NL"/>
        </w:rPr>
      </w:pPr>
      <w:r w:rsidRPr="00B05F8E">
        <w:rPr>
          <w:color w:val="231F20"/>
          <w:lang w:val="nl-NL"/>
        </w:rPr>
        <w:t xml:space="preserve">De </w:t>
      </w:r>
      <w:r w:rsidRPr="00B05F8E">
        <w:rPr>
          <w:rFonts w:ascii="Times New Roman"/>
          <w:color w:val="231F20"/>
          <w:sz w:val="26"/>
          <w:lang w:val="nl-NL"/>
        </w:rPr>
        <w:t>CO</w:t>
      </w:r>
      <w:r w:rsidRPr="00B05F8E">
        <w:rPr>
          <w:rFonts w:ascii="Times New Roman"/>
          <w:color w:val="231F20"/>
          <w:position w:val="-7"/>
          <w:sz w:val="17"/>
          <w:lang w:val="nl-NL"/>
        </w:rPr>
        <w:t>2</w:t>
      </w:r>
      <w:r w:rsidRPr="00B05F8E">
        <w:rPr>
          <w:color w:val="231F20"/>
          <w:lang w:val="nl-NL"/>
        </w:rPr>
        <w:t>-uitstoot van de verbranding van PEF (punt 3) wordt buiten</w:t>
      </w:r>
    </w:p>
    <w:p w:rsidR="00017E14" w:rsidRPr="00B05F8E" w:rsidRDefault="003D508B">
      <w:pPr>
        <w:pStyle w:val="Plattetekst"/>
        <w:spacing w:line="255" w:lineRule="exact"/>
        <w:rPr>
          <w:lang w:val="nl-NL"/>
        </w:rPr>
      </w:pPr>
      <w:r w:rsidRPr="00B05F8E">
        <w:rPr>
          <w:color w:val="231F20"/>
          <w:lang w:val="nl-NL"/>
        </w:rPr>
        <w:t>beschouwing gelaten als FDCA en ethaan-1,2-diol geheel uit biomassa</w:t>
      </w:r>
    </w:p>
    <w:p w:rsidR="00017E14" w:rsidRPr="00B05F8E" w:rsidRDefault="003D508B">
      <w:pPr>
        <w:pStyle w:val="Plattetekst"/>
        <w:spacing w:before="24"/>
        <w:rPr>
          <w:lang w:val="nl-NL"/>
        </w:rPr>
      </w:pPr>
      <w:r w:rsidRPr="00B05F8E">
        <w:rPr>
          <w:color w:val="231F20"/>
          <w:lang w:val="nl-NL"/>
        </w:rPr>
        <w:t>worden gemaakt.</w:t>
      </w:r>
    </w:p>
    <w:p w:rsidR="00017E14" w:rsidRPr="00B05F8E" w:rsidRDefault="003D508B">
      <w:pPr>
        <w:pStyle w:val="Plattetekst"/>
        <w:spacing w:before="28" w:line="211" w:lineRule="auto"/>
        <w:ind w:right="848"/>
        <w:rPr>
          <w:lang w:val="nl-NL"/>
        </w:rPr>
      </w:pPr>
      <w:r w:rsidRPr="00B05F8E">
        <w:rPr>
          <w:color w:val="231F20"/>
          <w:lang w:val="nl-NL"/>
        </w:rPr>
        <w:t xml:space="preserve">De </w:t>
      </w:r>
      <w:r w:rsidRPr="00B05F8E">
        <w:rPr>
          <w:rFonts w:ascii="Times New Roman"/>
          <w:color w:val="231F20"/>
          <w:sz w:val="26"/>
          <w:lang w:val="nl-NL"/>
        </w:rPr>
        <w:t>CO</w:t>
      </w:r>
      <w:r w:rsidRPr="00B05F8E">
        <w:rPr>
          <w:rFonts w:ascii="Times New Roman"/>
          <w:color w:val="231F20"/>
          <w:position w:val="-7"/>
          <w:sz w:val="17"/>
          <w:lang w:val="nl-NL"/>
        </w:rPr>
        <w:t>2</w:t>
      </w:r>
      <w:r w:rsidRPr="00B05F8E">
        <w:rPr>
          <w:color w:val="231F20"/>
          <w:lang w:val="nl-NL"/>
        </w:rPr>
        <w:t>-uitstoot van de verbranding van PET wordt niet buiten beschouwing gelaten.</w:t>
      </w:r>
    </w:p>
    <w:p w:rsidR="00017E14" w:rsidRPr="00B05F8E" w:rsidRDefault="00017E14">
      <w:pPr>
        <w:pStyle w:val="Plattetekst"/>
        <w:spacing w:before="9"/>
        <w:ind w:left="0"/>
        <w:rPr>
          <w:sz w:val="29"/>
          <w:lang w:val="nl-NL"/>
        </w:rPr>
      </w:pPr>
    </w:p>
    <w:p w:rsidR="00017E14" w:rsidRPr="00B05F8E" w:rsidRDefault="003D508B">
      <w:pPr>
        <w:pStyle w:val="Plattetekst"/>
        <w:tabs>
          <w:tab w:val="left" w:pos="641"/>
          <w:tab w:val="left" w:pos="1097"/>
        </w:tabs>
        <w:spacing w:line="199" w:lineRule="auto"/>
        <w:ind w:right="701" w:hanging="964"/>
        <w:rPr>
          <w:lang w:val="nl-NL"/>
        </w:rPr>
      </w:pPr>
      <w:r w:rsidRPr="00B05F8E">
        <w:rPr>
          <w:color w:val="231F20"/>
          <w:spacing w:val="2"/>
          <w:sz w:val="16"/>
          <w:lang w:val="nl-NL"/>
        </w:rPr>
        <w:t>2p</w:t>
      </w:r>
      <w:r w:rsidRPr="00B05F8E">
        <w:rPr>
          <w:color w:val="231F20"/>
          <w:spacing w:val="2"/>
          <w:sz w:val="16"/>
          <w:lang w:val="nl-NL"/>
        </w:rPr>
        <w:tab/>
      </w:r>
      <w:r w:rsidRPr="00B05F8E">
        <w:rPr>
          <w:b/>
          <w:color w:val="231F20"/>
          <w:sz w:val="20"/>
          <w:lang w:val="nl-NL"/>
        </w:rPr>
        <w:t>7</w:t>
      </w:r>
      <w:r w:rsidRPr="00B05F8E">
        <w:rPr>
          <w:b/>
          <w:color w:val="231F20"/>
          <w:sz w:val="20"/>
          <w:lang w:val="nl-NL"/>
        </w:rPr>
        <w:tab/>
      </w:r>
      <w:r w:rsidRPr="00B05F8E">
        <w:rPr>
          <w:color w:val="231F20"/>
          <w:spacing w:val="3"/>
          <w:lang w:val="nl-NL"/>
        </w:rPr>
        <w:t xml:space="preserve">Leg uit </w:t>
      </w:r>
      <w:r w:rsidRPr="00B05F8E">
        <w:rPr>
          <w:color w:val="231F20"/>
          <w:spacing w:val="4"/>
          <w:lang w:val="nl-NL"/>
        </w:rPr>
        <w:t xml:space="preserve">waarom </w:t>
      </w:r>
      <w:r w:rsidRPr="00B05F8E">
        <w:rPr>
          <w:color w:val="231F20"/>
          <w:spacing w:val="2"/>
          <w:lang w:val="nl-NL"/>
        </w:rPr>
        <w:t xml:space="preserve">de </w:t>
      </w:r>
      <w:r w:rsidRPr="00B05F8E">
        <w:rPr>
          <w:rFonts w:ascii="Times New Roman"/>
          <w:color w:val="231F20"/>
          <w:spacing w:val="4"/>
          <w:sz w:val="26"/>
          <w:lang w:val="nl-NL"/>
        </w:rPr>
        <w:t>CO</w:t>
      </w:r>
      <w:r w:rsidRPr="00B05F8E">
        <w:rPr>
          <w:rFonts w:ascii="Times New Roman"/>
          <w:color w:val="231F20"/>
          <w:spacing w:val="4"/>
          <w:position w:val="-7"/>
          <w:sz w:val="17"/>
          <w:lang w:val="nl-NL"/>
        </w:rPr>
        <w:t>2</w:t>
      </w:r>
      <w:r w:rsidRPr="00B05F8E">
        <w:rPr>
          <w:color w:val="231F20"/>
          <w:spacing w:val="4"/>
          <w:lang w:val="nl-NL"/>
        </w:rPr>
        <w:t xml:space="preserve">-uitstoot </w:t>
      </w:r>
      <w:r w:rsidRPr="00B05F8E">
        <w:rPr>
          <w:color w:val="231F20"/>
          <w:spacing w:val="3"/>
          <w:lang w:val="nl-NL"/>
        </w:rPr>
        <w:t xml:space="preserve">van </w:t>
      </w:r>
      <w:r w:rsidRPr="00B05F8E">
        <w:rPr>
          <w:color w:val="231F20"/>
          <w:spacing w:val="2"/>
          <w:lang w:val="nl-NL"/>
        </w:rPr>
        <w:t xml:space="preserve">de </w:t>
      </w:r>
      <w:r w:rsidRPr="00B05F8E">
        <w:rPr>
          <w:color w:val="231F20"/>
          <w:spacing w:val="4"/>
          <w:lang w:val="nl-NL"/>
        </w:rPr>
        <w:t xml:space="preserve">verbranding </w:t>
      </w:r>
      <w:r w:rsidRPr="00B05F8E">
        <w:rPr>
          <w:color w:val="231F20"/>
          <w:spacing w:val="3"/>
          <w:lang w:val="nl-NL"/>
        </w:rPr>
        <w:t xml:space="preserve">van </w:t>
      </w:r>
      <w:r w:rsidRPr="00B05F8E">
        <w:rPr>
          <w:color w:val="231F20"/>
          <w:spacing w:val="4"/>
          <w:lang w:val="nl-NL"/>
        </w:rPr>
        <w:t xml:space="preserve">PEF-afval </w:t>
      </w:r>
      <w:r w:rsidRPr="00B05F8E">
        <w:rPr>
          <w:color w:val="231F20"/>
          <w:spacing w:val="5"/>
          <w:lang w:val="nl-NL"/>
        </w:rPr>
        <w:t xml:space="preserve">buiten </w:t>
      </w:r>
      <w:r w:rsidRPr="00B05F8E">
        <w:rPr>
          <w:color w:val="231F20"/>
          <w:spacing w:val="4"/>
          <w:lang w:val="nl-NL"/>
        </w:rPr>
        <w:t xml:space="preserve">beschouwing wordt gelaten </w:t>
      </w:r>
      <w:r w:rsidRPr="00B05F8E">
        <w:rPr>
          <w:color w:val="231F20"/>
          <w:spacing w:val="2"/>
          <w:lang w:val="nl-NL"/>
        </w:rPr>
        <w:t xml:space="preserve">in de </w:t>
      </w:r>
      <w:r w:rsidRPr="00B05F8E">
        <w:rPr>
          <w:color w:val="231F20"/>
          <w:spacing w:val="4"/>
          <w:lang w:val="nl-NL"/>
        </w:rPr>
        <w:t xml:space="preserve">berekening </w:t>
      </w:r>
      <w:r w:rsidRPr="00B05F8E">
        <w:rPr>
          <w:color w:val="231F20"/>
          <w:spacing w:val="3"/>
          <w:lang w:val="nl-NL"/>
        </w:rPr>
        <w:t xml:space="preserve">van </w:t>
      </w:r>
      <w:r w:rsidRPr="00B05F8E">
        <w:rPr>
          <w:color w:val="231F20"/>
          <w:spacing w:val="2"/>
          <w:lang w:val="nl-NL"/>
        </w:rPr>
        <w:t>de</w:t>
      </w:r>
      <w:r w:rsidRPr="00B05F8E">
        <w:rPr>
          <w:color w:val="231F20"/>
          <w:spacing w:val="19"/>
          <w:lang w:val="nl-NL"/>
        </w:rPr>
        <w:t xml:space="preserve"> </w:t>
      </w:r>
      <w:r w:rsidRPr="00B05F8E">
        <w:rPr>
          <w:rFonts w:ascii="Times New Roman"/>
          <w:color w:val="231F20"/>
          <w:spacing w:val="5"/>
          <w:sz w:val="26"/>
          <w:lang w:val="nl-NL"/>
        </w:rPr>
        <w:t>CO</w:t>
      </w:r>
      <w:r w:rsidRPr="00B05F8E">
        <w:rPr>
          <w:rFonts w:ascii="Times New Roman"/>
          <w:color w:val="231F20"/>
          <w:spacing w:val="5"/>
          <w:position w:val="-7"/>
          <w:sz w:val="17"/>
          <w:lang w:val="nl-NL"/>
        </w:rPr>
        <w:t>2</w:t>
      </w:r>
      <w:r w:rsidRPr="00B05F8E">
        <w:rPr>
          <w:color w:val="231F20"/>
          <w:spacing w:val="5"/>
          <w:lang w:val="nl-NL"/>
        </w:rPr>
        <w:t>-levenscyclus-</w:t>
      </w:r>
    </w:p>
    <w:p w:rsidR="00017E14" w:rsidRPr="00B05F8E" w:rsidRDefault="003D508B">
      <w:pPr>
        <w:pStyle w:val="Plattetekst"/>
        <w:spacing w:line="245" w:lineRule="exact"/>
        <w:rPr>
          <w:lang w:val="nl-NL"/>
        </w:rPr>
      </w:pPr>
      <w:r w:rsidRPr="00B05F8E">
        <w:rPr>
          <w:color w:val="231F20"/>
          <w:lang w:val="nl-NL"/>
        </w:rPr>
        <w:t>uitstoot als FDCA en ethaan-1,2-diol geheel uit biomassa zijn gemaakt en</w:t>
      </w:r>
    </w:p>
    <w:p w:rsidR="00017E14" w:rsidRPr="00B05F8E" w:rsidRDefault="003D508B">
      <w:pPr>
        <w:pStyle w:val="Plattetekst"/>
        <w:spacing w:before="24"/>
        <w:rPr>
          <w:lang w:val="nl-NL"/>
        </w:rPr>
      </w:pPr>
      <w:r w:rsidRPr="00B05F8E">
        <w:rPr>
          <w:color w:val="231F20"/>
          <w:lang w:val="nl-NL"/>
        </w:rPr>
        <w:t>waarom die bij PET niet buiten beschouwing wordt gelaten.</w:t>
      </w:r>
    </w:p>
    <w:p w:rsidR="00017E14" w:rsidRPr="00B05F8E" w:rsidRDefault="00017E14">
      <w:pPr>
        <w:pStyle w:val="Plattetekst"/>
        <w:spacing w:before="4"/>
        <w:ind w:left="0"/>
        <w:rPr>
          <w:sz w:val="29"/>
          <w:lang w:val="nl-NL"/>
        </w:rPr>
      </w:pPr>
    </w:p>
    <w:p w:rsidR="00017E14" w:rsidRPr="00B05F8E" w:rsidRDefault="003D508B">
      <w:pPr>
        <w:pStyle w:val="Plattetekst"/>
        <w:spacing w:line="199" w:lineRule="auto"/>
        <w:ind w:right="848"/>
        <w:rPr>
          <w:lang w:val="nl-NL"/>
        </w:rPr>
      </w:pPr>
      <w:r w:rsidRPr="00B05F8E">
        <w:rPr>
          <w:color w:val="231F20"/>
          <w:lang w:val="nl-NL"/>
        </w:rPr>
        <w:t xml:space="preserve">De berekende waarde van de </w:t>
      </w:r>
      <w:r w:rsidRPr="00B05F8E">
        <w:rPr>
          <w:rFonts w:ascii="Times New Roman"/>
          <w:color w:val="231F20"/>
          <w:sz w:val="26"/>
          <w:lang w:val="nl-NL"/>
        </w:rPr>
        <w:t>CO</w:t>
      </w:r>
      <w:r w:rsidRPr="00B05F8E">
        <w:rPr>
          <w:rFonts w:ascii="Times New Roman"/>
          <w:color w:val="231F20"/>
          <w:position w:val="-7"/>
          <w:sz w:val="17"/>
          <w:lang w:val="nl-NL"/>
        </w:rPr>
        <w:t>2</w:t>
      </w:r>
      <w:r w:rsidRPr="00B05F8E">
        <w:rPr>
          <w:color w:val="231F20"/>
          <w:lang w:val="nl-NL"/>
        </w:rPr>
        <w:t xml:space="preserve">-uitstoot tijdens de levenscyclus van geheel uit biomassa gemaakt PEF is 0,8 ton </w:t>
      </w:r>
      <w:r w:rsidRPr="00B05F8E">
        <w:rPr>
          <w:rFonts w:ascii="Times New Roman"/>
          <w:color w:val="231F20"/>
          <w:sz w:val="26"/>
          <w:lang w:val="nl-NL"/>
        </w:rPr>
        <w:t>CO</w:t>
      </w:r>
      <w:r w:rsidRPr="00B05F8E">
        <w:rPr>
          <w:rFonts w:ascii="Times New Roman"/>
          <w:color w:val="231F20"/>
          <w:position w:val="-7"/>
          <w:sz w:val="17"/>
          <w:lang w:val="nl-NL"/>
        </w:rPr>
        <w:t xml:space="preserve">2 </w:t>
      </w:r>
      <w:r w:rsidRPr="00B05F8E">
        <w:rPr>
          <w:color w:val="231F20"/>
          <w:lang w:val="nl-NL"/>
        </w:rPr>
        <w:t>per ton polymeer.</w:t>
      </w:r>
    </w:p>
    <w:p w:rsidR="00017E14" w:rsidRPr="00B05F8E" w:rsidRDefault="003D508B">
      <w:pPr>
        <w:pStyle w:val="Plattetekst"/>
        <w:spacing w:line="177" w:lineRule="auto"/>
        <w:rPr>
          <w:lang w:val="nl-NL"/>
        </w:rPr>
      </w:pPr>
      <w:r w:rsidRPr="00B05F8E">
        <w:rPr>
          <w:color w:val="231F20"/>
          <w:lang w:val="nl-NL"/>
        </w:rPr>
        <w:t xml:space="preserve">De berekende waarde van de </w:t>
      </w:r>
      <w:r w:rsidRPr="00B05F8E">
        <w:rPr>
          <w:rFonts w:ascii="Times New Roman"/>
          <w:color w:val="231F20"/>
          <w:sz w:val="26"/>
          <w:lang w:val="nl-NL"/>
        </w:rPr>
        <w:t>CO</w:t>
      </w:r>
      <w:r w:rsidRPr="00B05F8E">
        <w:rPr>
          <w:rFonts w:ascii="Times New Roman"/>
          <w:color w:val="231F20"/>
          <w:position w:val="-7"/>
          <w:sz w:val="17"/>
          <w:lang w:val="nl-NL"/>
        </w:rPr>
        <w:t>2</w:t>
      </w:r>
      <w:r w:rsidRPr="00B05F8E">
        <w:rPr>
          <w:color w:val="231F20"/>
          <w:lang w:val="nl-NL"/>
        </w:rPr>
        <w:t>-uitstoot tijdens de levenscyclus van</w:t>
      </w:r>
    </w:p>
    <w:p w:rsidR="00017E14" w:rsidRPr="00B05F8E" w:rsidRDefault="003D508B">
      <w:pPr>
        <w:pStyle w:val="Plattetekst"/>
        <w:spacing w:line="208" w:lineRule="auto"/>
        <w:rPr>
          <w:lang w:val="nl-NL"/>
        </w:rPr>
      </w:pPr>
      <w:r w:rsidRPr="00B05F8E">
        <w:rPr>
          <w:color w:val="231F20"/>
          <w:lang w:val="nl-NL"/>
        </w:rPr>
        <w:t xml:space="preserve">PET is 4,4 ton </w:t>
      </w:r>
      <w:r w:rsidRPr="00B05F8E">
        <w:rPr>
          <w:rFonts w:ascii="Times New Roman"/>
          <w:color w:val="231F20"/>
          <w:sz w:val="26"/>
          <w:lang w:val="nl-NL"/>
        </w:rPr>
        <w:t>CO</w:t>
      </w:r>
      <w:r w:rsidRPr="00B05F8E">
        <w:rPr>
          <w:rFonts w:ascii="Times New Roman"/>
          <w:color w:val="231F20"/>
          <w:position w:val="-7"/>
          <w:sz w:val="17"/>
          <w:lang w:val="nl-NL"/>
        </w:rPr>
        <w:t xml:space="preserve">2 </w:t>
      </w:r>
      <w:r w:rsidRPr="00B05F8E">
        <w:rPr>
          <w:color w:val="231F20"/>
          <w:lang w:val="nl-NL"/>
        </w:rPr>
        <w:t>per ton polymeer.</w:t>
      </w:r>
    </w:p>
    <w:p w:rsidR="00017E14" w:rsidRPr="00B05F8E" w:rsidRDefault="003D508B">
      <w:pPr>
        <w:pStyle w:val="Plattetekst"/>
        <w:tabs>
          <w:tab w:val="left" w:pos="641"/>
          <w:tab w:val="left" w:pos="1097"/>
        </w:tabs>
        <w:spacing w:before="265" w:line="211" w:lineRule="auto"/>
        <w:ind w:right="1529" w:hanging="964"/>
        <w:rPr>
          <w:lang w:val="nl-NL"/>
        </w:rPr>
      </w:pPr>
      <w:r w:rsidRPr="00B05F8E">
        <w:rPr>
          <w:color w:val="231F20"/>
          <w:spacing w:val="2"/>
          <w:sz w:val="16"/>
          <w:lang w:val="nl-NL"/>
        </w:rPr>
        <w:t>3p</w:t>
      </w:r>
      <w:r w:rsidRPr="00B05F8E">
        <w:rPr>
          <w:color w:val="231F20"/>
          <w:spacing w:val="2"/>
          <w:sz w:val="16"/>
          <w:lang w:val="nl-NL"/>
        </w:rPr>
        <w:tab/>
      </w:r>
      <w:r w:rsidRPr="00B05F8E">
        <w:rPr>
          <w:b/>
          <w:color w:val="231F20"/>
          <w:sz w:val="20"/>
          <w:lang w:val="nl-NL"/>
        </w:rPr>
        <w:t>8</w:t>
      </w:r>
      <w:r w:rsidRPr="00B05F8E">
        <w:rPr>
          <w:b/>
          <w:color w:val="231F20"/>
          <w:sz w:val="20"/>
          <w:lang w:val="nl-NL"/>
        </w:rPr>
        <w:tab/>
      </w:r>
      <w:r w:rsidRPr="00B05F8E">
        <w:rPr>
          <w:color w:val="231F20"/>
          <w:spacing w:val="5"/>
          <w:lang w:val="nl-NL"/>
        </w:rPr>
        <w:t xml:space="preserve">Bereken </w:t>
      </w:r>
      <w:r w:rsidRPr="00B05F8E">
        <w:rPr>
          <w:color w:val="231F20"/>
          <w:spacing w:val="4"/>
          <w:lang w:val="nl-NL"/>
        </w:rPr>
        <w:t xml:space="preserve">hoeveel ton </w:t>
      </w:r>
      <w:r w:rsidRPr="00B05F8E">
        <w:rPr>
          <w:rFonts w:ascii="Times New Roman"/>
          <w:color w:val="231F20"/>
          <w:spacing w:val="3"/>
          <w:sz w:val="26"/>
          <w:lang w:val="nl-NL"/>
        </w:rPr>
        <w:t>CO</w:t>
      </w:r>
      <w:r w:rsidRPr="00B05F8E">
        <w:rPr>
          <w:rFonts w:ascii="Times New Roman"/>
          <w:color w:val="231F20"/>
          <w:spacing w:val="3"/>
          <w:position w:val="-7"/>
          <w:sz w:val="17"/>
          <w:lang w:val="nl-NL"/>
        </w:rPr>
        <w:t xml:space="preserve">2 </w:t>
      </w:r>
      <w:r w:rsidRPr="00B05F8E">
        <w:rPr>
          <w:color w:val="231F20"/>
          <w:spacing w:val="3"/>
          <w:lang w:val="nl-NL"/>
        </w:rPr>
        <w:t xml:space="preserve">per </w:t>
      </w:r>
      <w:r w:rsidRPr="00B05F8E">
        <w:rPr>
          <w:color w:val="231F20"/>
          <w:spacing w:val="4"/>
          <w:lang w:val="nl-NL"/>
        </w:rPr>
        <w:t xml:space="preserve">ton </w:t>
      </w:r>
      <w:r w:rsidRPr="00B05F8E">
        <w:rPr>
          <w:color w:val="231F20"/>
          <w:spacing w:val="3"/>
          <w:lang w:val="nl-NL"/>
        </w:rPr>
        <w:t xml:space="preserve">PET </w:t>
      </w:r>
      <w:r w:rsidRPr="00B05F8E">
        <w:rPr>
          <w:color w:val="231F20"/>
          <w:spacing w:val="4"/>
          <w:lang w:val="nl-NL"/>
        </w:rPr>
        <w:t xml:space="preserve">wordt uitgestoten </w:t>
      </w:r>
      <w:r w:rsidRPr="00B05F8E">
        <w:rPr>
          <w:color w:val="231F20"/>
          <w:spacing w:val="3"/>
          <w:lang w:val="nl-NL"/>
        </w:rPr>
        <w:t xml:space="preserve">door </w:t>
      </w:r>
      <w:r w:rsidRPr="00B05F8E">
        <w:rPr>
          <w:color w:val="231F20"/>
          <w:spacing w:val="5"/>
          <w:lang w:val="nl-NL"/>
        </w:rPr>
        <w:t xml:space="preserve">het </w:t>
      </w:r>
      <w:r w:rsidRPr="00B05F8E">
        <w:rPr>
          <w:color w:val="231F20"/>
          <w:spacing w:val="4"/>
          <w:lang w:val="nl-NL"/>
        </w:rPr>
        <w:t xml:space="preserve">productieproces </w:t>
      </w:r>
      <w:r w:rsidRPr="00B05F8E">
        <w:rPr>
          <w:color w:val="231F20"/>
          <w:spacing w:val="2"/>
          <w:lang w:val="nl-NL"/>
        </w:rPr>
        <w:t xml:space="preserve">en </w:t>
      </w:r>
      <w:r w:rsidRPr="00B05F8E">
        <w:rPr>
          <w:color w:val="231F20"/>
          <w:spacing w:val="3"/>
          <w:lang w:val="nl-NL"/>
        </w:rPr>
        <w:t xml:space="preserve">het </w:t>
      </w:r>
      <w:r w:rsidRPr="00B05F8E">
        <w:rPr>
          <w:color w:val="231F20"/>
          <w:spacing w:val="5"/>
          <w:lang w:val="nl-NL"/>
        </w:rPr>
        <w:t xml:space="preserve">transport </w:t>
      </w:r>
      <w:r w:rsidRPr="00B05F8E">
        <w:rPr>
          <w:color w:val="231F20"/>
          <w:spacing w:val="3"/>
          <w:lang w:val="nl-NL"/>
        </w:rPr>
        <w:t>van</w:t>
      </w:r>
      <w:r w:rsidRPr="00B05F8E">
        <w:rPr>
          <w:color w:val="231F20"/>
          <w:spacing w:val="48"/>
          <w:lang w:val="nl-NL"/>
        </w:rPr>
        <w:t xml:space="preserve"> </w:t>
      </w:r>
      <w:r w:rsidRPr="00B05F8E">
        <w:rPr>
          <w:color w:val="231F20"/>
          <w:spacing w:val="5"/>
          <w:lang w:val="nl-NL"/>
        </w:rPr>
        <w:t>stoffen.</w:t>
      </w:r>
    </w:p>
    <w:p w:rsidR="00017E14" w:rsidRPr="00B05F8E" w:rsidRDefault="003D508B">
      <w:pPr>
        <w:pStyle w:val="Plattetekst"/>
        <w:spacing w:before="12"/>
        <w:rPr>
          <w:lang w:val="nl-NL"/>
        </w:rPr>
      </w:pPr>
      <w:r w:rsidRPr="00B05F8E">
        <w:rPr>
          <w:color w:val="231F20"/>
          <w:spacing w:val="5"/>
          <w:lang w:val="nl-NL"/>
        </w:rPr>
        <w:t xml:space="preserve">Gebruik </w:t>
      </w:r>
      <w:r w:rsidRPr="00B05F8E">
        <w:rPr>
          <w:rFonts w:ascii="Times New Roman"/>
          <w:color w:val="231F20"/>
          <w:spacing w:val="4"/>
          <w:sz w:val="26"/>
          <w:lang w:val="nl-NL"/>
        </w:rPr>
        <w:t>C</w:t>
      </w:r>
      <w:r w:rsidRPr="00B05F8E">
        <w:rPr>
          <w:rFonts w:ascii="Times New Roman"/>
          <w:color w:val="231F20"/>
          <w:spacing w:val="4"/>
          <w:position w:val="-7"/>
          <w:sz w:val="17"/>
          <w:lang w:val="nl-NL"/>
        </w:rPr>
        <w:t>10</w:t>
      </w:r>
      <w:r w:rsidRPr="00B05F8E">
        <w:rPr>
          <w:rFonts w:ascii="Times New Roman"/>
          <w:color w:val="231F20"/>
          <w:spacing w:val="4"/>
          <w:sz w:val="26"/>
          <w:lang w:val="nl-NL"/>
        </w:rPr>
        <w:t>H</w:t>
      </w:r>
      <w:r w:rsidRPr="00B05F8E">
        <w:rPr>
          <w:rFonts w:ascii="Times New Roman"/>
          <w:color w:val="231F20"/>
          <w:spacing w:val="4"/>
          <w:position w:val="-7"/>
          <w:sz w:val="17"/>
          <w:lang w:val="nl-NL"/>
        </w:rPr>
        <w:t>8</w:t>
      </w:r>
      <w:r w:rsidRPr="00B05F8E">
        <w:rPr>
          <w:rFonts w:ascii="Times New Roman"/>
          <w:color w:val="231F20"/>
          <w:spacing w:val="4"/>
          <w:sz w:val="26"/>
          <w:lang w:val="nl-NL"/>
        </w:rPr>
        <w:t>O</w:t>
      </w:r>
      <w:r w:rsidRPr="00B05F8E">
        <w:rPr>
          <w:rFonts w:ascii="Times New Roman"/>
          <w:color w:val="231F20"/>
          <w:spacing w:val="4"/>
          <w:position w:val="-7"/>
          <w:sz w:val="17"/>
          <w:lang w:val="nl-NL"/>
        </w:rPr>
        <w:t xml:space="preserve">4 </w:t>
      </w:r>
      <w:r w:rsidRPr="00B05F8E">
        <w:rPr>
          <w:color w:val="231F20"/>
          <w:spacing w:val="3"/>
          <w:lang w:val="nl-NL"/>
        </w:rPr>
        <w:t xml:space="preserve">als </w:t>
      </w:r>
      <w:r w:rsidRPr="00B05F8E">
        <w:rPr>
          <w:color w:val="231F20"/>
          <w:spacing w:val="5"/>
          <w:lang w:val="nl-NL"/>
        </w:rPr>
        <w:t xml:space="preserve">formule </w:t>
      </w:r>
      <w:r w:rsidRPr="00B05F8E">
        <w:rPr>
          <w:color w:val="231F20"/>
          <w:spacing w:val="3"/>
          <w:lang w:val="nl-NL"/>
        </w:rPr>
        <w:t xml:space="preserve">voor (de </w:t>
      </w:r>
      <w:r w:rsidRPr="00B05F8E">
        <w:rPr>
          <w:color w:val="231F20"/>
          <w:spacing w:val="4"/>
          <w:lang w:val="nl-NL"/>
        </w:rPr>
        <w:t xml:space="preserve">repeterende eenheid </w:t>
      </w:r>
      <w:r w:rsidRPr="00B05F8E">
        <w:rPr>
          <w:color w:val="231F20"/>
          <w:spacing w:val="3"/>
          <w:lang w:val="nl-NL"/>
        </w:rPr>
        <w:t>van)</w:t>
      </w:r>
      <w:r w:rsidRPr="00B05F8E">
        <w:rPr>
          <w:color w:val="231F20"/>
          <w:spacing w:val="64"/>
          <w:lang w:val="nl-NL"/>
        </w:rPr>
        <w:t xml:space="preserve"> </w:t>
      </w:r>
      <w:r w:rsidRPr="00B05F8E">
        <w:rPr>
          <w:color w:val="231F20"/>
          <w:spacing w:val="5"/>
          <w:lang w:val="nl-NL"/>
        </w:rPr>
        <w:t>PET.</w:t>
      </w:r>
    </w:p>
    <w:p w:rsidR="00017E14" w:rsidRPr="00B05F8E" w:rsidRDefault="00017E14">
      <w:pPr>
        <w:rPr>
          <w:lang w:val="nl-NL"/>
        </w:rPr>
        <w:sectPr w:rsidR="00017E14" w:rsidRPr="00B05F8E">
          <w:pgSz w:w="11910" w:h="16840"/>
          <w:pgMar w:top="780" w:right="1000" w:bottom="1160" w:left="1000" w:header="0" w:footer="974" w:gutter="0"/>
          <w:cols w:space="708"/>
        </w:sectPr>
      </w:pPr>
    </w:p>
    <w:p w:rsidR="00017E14" w:rsidRPr="00B05F8E" w:rsidRDefault="003D508B">
      <w:pPr>
        <w:pStyle w:val="Kop1"/>
        <w:rPr>
          <w:lang w:val="nl-NL"/>
        </w:rPr>
      </w:pPr>
      <w:r w:rsidRPr="003D508B">
        <w:rPr>
          <w:noProof/>
          <w:color w:val="231F20"/>
          <w:lang w:val="nl-NL" w:eastAsia="nl-NL"/>
        </w:rPr>
        <w:lastRenderedPageBreak/>
        <w:drawing>
          <wp:anchor distT="0" distB="0" distL="114300" distR="114300" simplePos="0" relativeHeight="251639296" behindDoc="0" locked="0" layoutInCell="1" allowOverlap="1">
            <wp:simplePos x="0" y="0"/>
            <wp:positionH relativeFrom="column">
              <wp:posOffset>4495800</wp:posOffset>
            </wp:positionH>
            <wp:positionV relativeFrom="paragraph">
              <wp:posOffset>254000</wp:posOffset>
            </wp:positionV>
            <wp:extent cx="1320800" cy="1320800"/>
            <wp:effectExtent l="0" t="0" r="0" b="0"/>
            <wp:wrapSquare wrapText="bothSides"/>
            <wp:docPr id="1" name="Afbeelding 1" descr="C:\Users\w.renkema\AppData\Local\Microsoft\Windows\INetCache\IE\0ELRD7R7\24da53f7c034c352b6415f8815f217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w.renkema\AppData\Local\Microsoft\Windows\INetCache\IE\0ELRD7R7\24da53f7c034c352b6415f8815f21722.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0800" cy="1320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F5398">
        <w:pict>
          <v:line id="_x0000_s1653" style="position:absolute;left:0;text-align:left;z-index:-251645440;mso-wrap-distance-left:0;mso-wrap-distance-right:0;mso-position-horizontal-relative:page;mso-position-vertical-relative:text" from="55.2pt,24.65pt" to="540.05pt,24.65pt" strokecolor="silver" strokeweight="4.5pt">
            <w10:wrap type="topAndBottom" anchorx="page"/>
          </v:line>
        </w:pict>
      </w:r>
      <w:hyperlink r:id="rId14" w:history="1">
        <w:r w:rsidRPr="00AF503E">
          <w:rPr>
            <w:rStyle w:val="Hyperlink"/>
            <w:lang w:val="nl-NL"/>
          </w:rPr>
          <w:t>Zijde verven</w:t>
        </w:r>
      </w:hyperlink>
    </w:p>
    <w:p w:rsidR="00017E14" w:rsidRPr="00B05F8E" w:rsidRDefault="00017E14">
      <w:pPr>
        <w:pStyle w:val="Plattetekst"/>
        <w:spacing w:before="5"/>
        <w:ind w:left="0"/>
        <w:rPr>
          <w:b/>
          <w:sz w:val="17"/>
          <w:lang w:val="nl-NL"/>
        </w:rPr>
      </w:pPr>
    </w:p>
    <w:p w:rsidR="00017E14" w:rsidRPr="00B05F8E" w:rsidRDefault="003D508B">
      <w:pPr>
        <w:pStyle w:val="Plattetekst"/>
        <w:spacing w:before="92"/>
        <w:rPr>
          <w:lang w:val="nl-NL"/>
        </w:rPr>
      </w:pPr>
      <w:r w:rsidRPr="00B05F8E">
        <w:rPr>
          <w:color w:val="231F20"/>
          <w:lang w:val="nl-NL"/>
        </w:rPr>
        <w:t>Zijderupsen spinnen een cocon van zijdevezels waarin ze verpoppen.</w:t>
      </w:r>
    </w:p>
    <w:p w:rsidR="00017E14" w:rsidRPr="00B05F8E" w:rsidRDefault="003D508B">
      <w:pPr>
        <w:pStyle w:val="Plattetekst"/>
        <w:spacing w:before="24" w:line="261" w:lineRule="auto"/>
        <w:ind w:right="528"/>
        <w:rPr>
          <w:lang w:val="nl-NL"/>
        </w:rPr>
      </w:pPr>
      <w:r w:rsidRPr="00B05F8E">
        <w:rPr>
          <w:color w:val="231F20"/>
          <w:spacing w:val="3"/>
          <w:lang w:val="nl-NL"/>
        </w:rPr>
        <w:t xml:space="preserve">Deze </w:t>
      </w:r>
      <w:r w:rsidRPr="00B05F8E">
        <w:rPr>
          <w:color w:val="231F20"/>
          <w:spacing w:val="4"/>
          <w:lang w:val="nl-NL"/>
        </w:rPr>
        <w:t xml:space="preserve">vezels worden </w:t>
      </w:r>
      <w:r w:rsidRPr="00B05F8E">
        <w:rPr>
          <w:color w:val="231F20"/>
          <w:spacing w:val="2"/>
          <w:lang w:val="nl-NL"/>
        </w:rPr>
        <w:t xml:space="preserve">al </w:t>
      </w:r>
      <w:r w:rsidRPr="00B05F8E">
        <w:rPr>
          <w:color w:val="231F20"/>
          <w:spacing w:val="4"/>
          <w:lang w:val="nl-NL"/>
        </w:rPr>
        <w:t xml:space="preserve">eeuwen gebruikt </w:t>
      </w:r>
      <w:r w:rsidRPr="00B05F8E">
        <w:rPr>
          <w:color w:val="231F20"/>
          <w:spacing w:val="2"/>
          <w:lang w:val="nl-NL"/>
        </w:rPr>
        <w:t xml:space="preserve">om er </w:t>
      </w:r>
      <w:r w:rsidRPr="00B05F8E">
        <w:rPr>
          <w:color w:val="231F20"/>
          <w:spacing w:val="4"/>
          <w:lang w:val="nl-NL"/>
        </w:rPr>
        <w:t xml:space="preserve">kleding </w:t>
      </w:r>
      <w:r w:rsidRPr="00B05F8E">
        <w:rPr>
          <w:color w:val="231F20"/>
          <w:spacing w:val="3"/>
          <w:lang w:val="nl-NL"/>
        </w:rPr>
        <w:t xml:space="preserve">van te </w:t>
      </w:r>
      <w:r w:rsidRPr="00B05F8E">
        <w:rPr>
          <w:color w:val="231F20"/>
          <w:spacing w:val="5"/>
          <w:lang w:val="nl-NL"/>
        </w:rPr>
        <w:t xml:space="preserve">produceren. </w:t>
      </w:r>
      <w:r w:rsidRPr="00B05F8E">
        <w:rPr>
          <w:color w:val="231F20"/>
          <w:spacing w:val="3"/>
          <w:lang w:val="nl-NL"/>
        </w:rPr>
        <w:t>In</w:t>
      </w:r>
      <w:r w:rsidRPr="00B05F8E">
        <w:rPr>
          <w:color w:val="231F20"/>
          <w:spacing w:val="14"/>
          <w:lang w:val="nl-NL"/>
        </w:rPr>
        <w:t xml:space="preserve"> </w:t>
      </w:r>
      <w:r w:rsidRPr="00B05F8E">
        <w:rPr>
          <w:color w:val="231F20"/>
          <w:spacing w:val="2"/>
          <w:lang w:val="nl-NL"/>
        </w:rPr>
        <w:t>de</w:t>
      </w:r>
      <w:r w:rsidRPr="00B05F8E">
        <w:rPr>
          <w:color w:val="231F20"/>
          <w:spacing w:val="15"/>
          <w:lang w:val="nl-NL"/>
        </w:rPr>
        <w:t xml:space="preserve"> </w:t>
      </w:r>
      <w:r w:rsidRPr="00B05F8E">
        <w:rPr>
          <w:color w:val="231F20"/>
          <w:spacing w:val="4"/>
          <w:lang w:val="nl-NL"/>
        </w:rPr>
        <w:t>zijdevezels</w:t>
      </w:r>
      <w:r w:rsidRPr="00B05F8E">
        <w:rPr>
          <w:color w:val="231F20"/>
          <w:spacing w:val="14"/>
          <w:lang w:val="nl-NL"/>
        </w:rPr>
        <w:t xml:space="preserve"> </w:t>
      </w:r>
      <w:r w:rsidRPr="00B05F8E">
        <w:rPr>
          <w:color w:val="231F20"/>
          <w:spacing w:val="3"/>
          <w:lang w:val="nl-NL"/>
        </w:rPr>
        <w:t>zijn</w:t>
      </w:r>
      <w:r w:rsidRPr="00B05F8E">
        <w:rPr>
          <w:color w:val="231F20"/>
          <w:spacing w:val="15"/>
          <w:lang w:val="nl-NL"/>
        </w:rPr>
        <w:t xml:space="preserve"> </w:t>
      </w:r>
      <w:r w:rsidRPr="00B05F8E">
        <w:rPr>
          <w:color w:val="231F20"/>
          <w:spacing w:val="4"/>
          <w:lang w:val="nl-NL"/>
        </w:rPr>
        <w:t>twee</w:t>
      </w:r>
      <w:r w:rsidRPr="00B05F8E">
        <w:rPr>
          <w:color w:val="231F20"/>
          <w:spacing w:val="14"/>
          <w:lang w:val="nl-NL"/>
        </w:rPr>
        <w:t xml:space="preserve"> </w:t>
      </w:r>
      <w:r w:rsidRPr="00B05F8E">
        <w:rPr>
          <w:color w:val="231F20"/>
          <w:spacing w:val="4"/>
          <w:lang w:val="nl-NL"/>
        </w:rPr>
        <w:t>soorten</w:t>
      </w:r>
      <w:r w:rsidRPr="00B05F8E">
        <w:rPr>
          <w:color w:val="231F20"/>
          <w:spacing w:val="14"/>
          <w:lang w:val="nl-NL"/>
        </w:rPr>
        <w:t xml:space="preserve"> </w:t>
      </w:r>
      <w:r w:rsidRPr="00B05F8E">
        <w:rPr>
          <w:color w:val="231F20"/>
          <w:spacing w:val="4"/>
          <w:lang w:val="nl-NL"/>
        </w:rPr>
        <w:t>eiwitten</w:t>
      </w:r>
      <w:r w:rsidRPr="00B05F8E">
        <w:rPr>
          <w:color w:val="231F20"/>
          <w:spacing w:val="14"/>
          <w:lang w:val="nl-NL"/>
        </w:rPr>
        <w:t xml:space="preserve"> </w:t>
      </w:r>
      <w:r w:rsidRPr="00B05F8E">
        <w:rPr>
          <w:color w:val="231F20"/>
          <w:spacing w:val="4"/>
          <w:lang w:val="nl-NL"/>
        </w:rPr>
        <w:t>aanwezig:</w:t>
      </w:r>
      <w:r w:rsidRPr="00B05F8E">
        <w:rPr>
          <w:color w:val="231F20"/>
          <w:spacing w:val="15"/>
          <w:lang w:val="nl-NL"/>
        </w:rPr>
        <w:t xml:space="preserve"> </w:t>
      </w:r>
      <w:proofErr w:type="spellStart"/>
      <w:r w:rsidRPr="00B05F8E">
        <w:rPr>
          <w:color w:val="231F20"/>
          <w:spacing w:val="4"/>
          <w:lang w:val="nl-NL"/>
        </w:rPr>
        <w:t>sericine</w:t>
      </w:r>
      <w:proofErr w:type="spellEnd"/>
      <w:r w:rsidRPr="00B05F8E">
        <w:rPr>
          <w:color w:val="231F20"/>
          <w:spacing w:val="14"/>
          <w:lang w:val="nl-NL"/>
        </w:rPr>
        <w:t xml:space="preserve"> </w:t>
      </w:r>
      <w:r w:rsidRPr="00B05F8E">
        <w:rPr>
          <w:color w:val="231F20"/>
          <w:spacing w:val="2"/>
          <w:lang w:val="nl-NL"/>
        </w:rPr>
        <w:t>en</w:t>
      </w:r>
      <w:r w:rsidRPr="00B05F8E">
        <w:rPr>
          <w:color w:val="231F20"/>
          <w:spacing w:val="15"/>
          <w:lang w:val="nl-NL"/>
        </w:rPr>
        <w:t xml:space="preserve"> </w:t>
      </w:r>
      <w:proofErr w:type="spellStart"/>
      <w:r w:rsidRPr="00B05F8E">
        <w:rPr>
          <w:color w:val="231F20"/>
          <w:spacing w:val="5"/>
          <w:lang w:val="nl-NL"/>
        </w:rPr>
        <w:t>fibroïne</w:t>
      </w:r>
      <w:proofErr w:type="spellEnd"/>
      <w:r w:rsidRPr="00B05F8E">
        <w:rPr>
          <w:color w:val="231F20"/>
          <w:spacing w:val="5"/>
          <w:lang w:val="nl-NL"/>
        </w:rPr>
        <w:t>.</w:t>
      </w:r>
    </w:p>
    <w:p w:rsidR="00017E14" w:rsidRPr="00B05F8E" w:rsidRDefault="003D508B">
      <w:pPr>
        <w:pStyle w:val="Plattetekst"/>
        <w:spacing w:line="261" w:lineRule="auto"/>
        <w:ind w:right="848"/>
        <w:rPr>
          <w:lang w:val="nl-NL"/>
        </w:rPr>
      </w:pPr>
      <w:r w:rsidRPr="00B05F8E">
        <w:rPr>
          <w:color w:val="231F20"/>
          <w:lang w:val="nl-NL"/>
        </w:rPr>
        <w:t xml:space="preserve">De </w:t>
      </w:r>
      <w:proofErr w:type="spellStart"/>
      <w:r w:rsidRPr="00B05F8E">
        <w:rPr>
          <w:color w:val="231F20"/>
          <w:lang w:val="nl-NL"/>
        </w:rPr>
        <w:t>sericine</w:t>
      </w:r>
      <w:proofErr w:type="spellEnd"/>
      <w:r w:rsidRPr="00B05F8E">
        <w:rPr>
          <w:color w:val="231F20"/>
          <w:lang w:val="nl-NL"/>
        </w:rPr>
        <w:t xml:space="preserve"> vormt de buitenste laag van de vezels. Bij de productie van </w:t>
      </w:r>
      <w:bookmarkStart w:id="0" w:name="_GoBack"/>
      <w:bookmarkEnd w:id="0"/>
      <w:r w:rsidRPr="00B05F8E">
        <w:rPr>
          <w:color w:val="231F20"/>
          <w:lang w:val="nl-NL"/>
        </w:rPr>
        <w:t xml:space="preserve">zijdegaren voor kleding wordt de </w:t>
      </w:r>
      <w:proofErr w:type="spellStart"/>
      <w:r w:rsidRPr="00B05F8E">
        <w:rPr>
          <w:color w:val="231F20"/>
          <w:lang w:val="nl-NL"/>
        </w:rPr>
        <w:t>sericine</w:t>
      </w:r>
      <w:proofErr w:type="spellEnd"/>
      <w:r w:rsidRPr="00B05F8E">
        <w:rPr>
          <w:color w:val="231F20"/>
          <w:lang w:val="nl-NL"/>
        </w:rPr>
        <w:t xml:space="preserve"> voor een groot deel verwijderd.</w:t>
      </w:r>
    </w:p>
    <w:p w:rsidR="00017E14" w:rsidRPr="00B05F8E" w:rsidRDefault="003D508B">
      <w:pPr>
        <w:pStyle w:val="Plattetekst"/>
        <w:spacing w:line="261" w:lineRule="auto"/>
        <w:ind w:right="900"/>
        <w:jc w:val="both"/>
        <w:rPr>
          <w:lang w:val="nl-NL"/>
        </w:rPr>
      </w:pPr>
      <w:r w:rsidRPr="00B05F8E">
        <w:rPr>
          <w:color w:val="231F20"/>
          <w:lang w:val="nl-NL"/>
        </w:rPr>
        <w:t xml:space="preserve">De </w:t>
      </w:r>
      <w:proofErr w:type="spellStart"/>
      <w:r w:rsidRPr="00B05F8E">
        <w:rPr>
          <w:color w:val="231F20"/>
          <w:lang w:val="nl-NL"/>
        </w:rPr>
        <w:t>fibroïne</w:t>
      </w:r>
      <w:proofErr w:type="spellEnd"/>
      <w:r w:rsidRPr="00B05F8E">
        <w:rPr>
          <w:color w:val="231F20"/>
          <w:lang w:val="nl-NL"/>
        </w:rPr>
        <w:t xml:space="preserve"> komt voor in de vorm van vezels die niet alleen zacht maar ook sterk zijn. Een aantal structuurkenmerken van </w:t>
      </w:r>
      <w:proofErr w:type="spellStart"/>
      <w:r w:rsidRPr="00B05F8E">
        <w:rPr>
          <w:color w:val="231F20"/>
          <w:lang w:val="nl-NL"/>
        </w:rPr>
        <w:t>fibroïne</w:t>
      </w:r>
      <w:proofErr w:type="spellEnd"/>
      <w:r w:rsidRPr="00B05F8E">
        <w:rPr>
          <w:color w:val="231F20"/>
          <w:lang w:val="nl-NL"/>
        </w:rPr>
        <w:t>-vezels is in figuur 1 weergegeven.</w:t>
      </w:r>
    </w:p>
    <w:p w:rsidR="00017E14" w:rsidRPr="00B05F8E" w:rsidRDefault="00017E14">
      <w:pPr>
        <w:pStyle w:val="Plattetekst"/>
        <w:spacing w:before="8"/>
        <w:ind w:left="0"/>
        <w:rPr>
          <w:sz w:val="25"/>
          <w:lang w:val="nl-NL"/>
        </w:rPr>
      </w:pPr>
    </w:p>
    <w:p w:rsidR="00017E14" w:rsidRPr="00B05F8E" w:rsidRDefault="00FF5398">
      <w:pPr>
        <w:pStyle w:val="Kop2"/>
        <w:jc w:val="both"/>
        <w:rPr>
          <w:lang w:val="nl-NL"/>
        </w:rPr>
      </w:pPr>
      <w:r>
        <w:pict>
          <v:group id="_x0000_s1330" style="position:absolute;left:0;text-align:left;margin-left:104.9pt;margin-top:20.45pt;width:398.15pt;height:156.3pt;z-index:-251644416;mso-wrap-distance-left:0;mso-wrap-distance-right:0;mso-position-horizontal-relative:page" coordorigin="2098,409" coordsize="7963,3126">
            <v:shape id="_x0000_s1652" style="position:absolute;left:4521;top:1594;width:628;height:271" coordorigin="4521,1594" coordsize="628,271" path="m4521,1594r13,26l4551,1635r23,9l4603,1647r36,-6l4671,1625r30,-14l4734,1608r6,43l4761,1689r32,24l4837,1714r11,-6l4856,1699r9,-6l4879,1692r4,1l4891,1717r8,4l4931,1726r19,-15l4965,1693r20,-8l4958,1655r-10,2l4944,1707r14,37l4989,1773r46,26l5060,1809r31,12l5115,1837r6,21l5141,1864r,-8l5148,1845e" filled="f" strokeweight=".25011mm">
              <v:path arrowok="t"/>
            </v:shape>
            <v:shape id="_x0000_s1651" style="position:absolute;left:3457;top:1791;width:237;height:444" coordorigin="3457,1791" coordsize="237,444" path="m3457,2223r32,12l3527,2218r32,-32l3571,2154r-4,-16l3558,2124r-10,-14l3539,2096r-11,-27l3517,2039r-7,-31l3507,1979r4,-25l3520,1936r12,-17l3544,1898r3,-17l3546,1862r-1,-18l3548,1828r24,-26l3609,1792r44,-1l3694,1792e" filled="f" strokeweight=".25011mm">
              <v:path arrowok="t"/>
            </v:shape>
            <v:shape id="_x0000_s1650" style="position:absolute;left:3452;top:2368;width:523;height:150" coordorigin="3453,2369" coordsize="523,150" path="m3453,2369r72,23l3550,2437r6,9l3571,2452r21,2l3610,2448r18,-9l3646,2431r19,-6l3675,2425r8,5l3696,2440r21,23l3736,2489r20,21l3785,2518r19,-5l3824,2500r19,-16l3859,2470r26,-23l3912,2431r29,-5l3976,2439e" filled="f" strokeweight=".25011mm">
              <v:path arrowok="t"/>
            </v:shape>
            <v:shape id="_x0000_s1649" type="#_x0000_t75" style="position:absolute;left:4814;top:2136;width:306;height:210">
              <v:imagedata r:id="rId15" o:title=""/>
            </v:shape>
            <v:shape id="_x0000_s1648" type="#_x0000_t75" style="position:absolute;left:2373;top:1996;width:224;height:116">
              <v:imagedata r:id="rId16" o:title=""/>
            </v:shape>
            <v:shape id="_x0000_s1647" style="position:absolute;left:2583;top:1312;width:1083;height:150" coordorigin="2584,1313" coordsize="1083,150" path="m3667,1462r-25,-39l3602,1388r-45,-27l3513,1348r-42,3l3431,1363r-39,12l3353,1379r-39,-13l3280,1343r-36,-21l3200,1313r-54,13l3101,1355r-44,30l3004,1402r-58,-4l2887,1388r-59,-6l2771,1393r-22,13l2730,1422r-21,13l2682,1440r-27,-6l2633,1422r-22,-11l2584,1406e" filled="f" strokeweight=".25011mm">
              <v:path arrowok="t"/>
            </v:shape>
            <v:line id="_x0000_s1646" style="position:absolute" from="3322,721" to="3842,1244" strokeweight=".5pt"/>
            <v:shape id="_x0000_s1645" style="position:absolute;left:3777;top:1179;width:85;height:85" coordorigin="3778,1179" coordsize="85,85" o:spt="100" adj="0,,0" path="m3782,1215r-4,9l3862,1264r-10,-21l3841,1243r-59,-28xm3823,1179r-9,4l3841,1243r11,l3823,1179xe" fillcolor="black" stroked="f">
              <v:stroke joinstyle="round"/>
              <v:formulas/>
              <v:path arrowok="t" o:connecttype="segments"/>
            </v:shape>
            <v:shape id="_x0000_s1644" style="position:absolute;left:4822;top:2574;width:773;height:157" coordorigin="4822,2574" coordsize="773,157" path="m4822,2578r45,36l4933,2630r54,-11l4998,2574r-27,12l5019,2660r89,8l5151,2660r18,-22l5188,2650r6,17l5202,2683r26,10l5255,2689r24,-18l5296,2645r4,-29l5317,2621r-7,-38l5282,2600r-24,42l5262,2683r25,31l5329,2730r59,l5461,2716r63,-30l5552,2641r10,4l5573,2650r12,5l5595,2660e" filled="f" strokeweight=".25011mm">
              <v:path arrowok="t"/>
            </v:shape>
            <v:shape id="_x0000_s1643" style="position:absolute;left:2191;top:2314;width:432;height:100" coordorigin="2192,2314" coordsize="432,100" path="m2192,2320r38,-4l2276,2314r37,11l2329,2358r26,3l2377,2360r22,-3l2424,2353r4,-11l2426,2325r-4,-10l2404,2316r-13,9l2386,2339r5,19l2406,2370r20,4l2447,2374r19,2l2490,2385r18,6l2527,2395r27,2l2574,2397r19,l2610,2402r13,12e" filled="f" strokeweight=".25011mm">
              <v:path arrowok="t"/>
            </v:shape>
            <v:shape id="_x0000_s1642" type="#_x0000_t75" style="position:absolute;left:8154;top:1454;width:192;height:335">
              <v:imagedata r:id="rId17" o:title=""/>
            </v:shape>
            <v:shape id="_x0000_s1641" type="#_x0000_t75" style="position:absolute;left:8111;top:2754;width:293;height:279">
              <v:imagedata r:id="rId18" o:title=""/>
            </v:shape>
            <v:line id="_x0000_s1640" style="position:absolute" from="6082,3530" to="6082,414" strokeweight=".5pt"/>
            <v:rect id="_x0000_s1639" style="position:absolute;left:2102;top:413;width:7953;height:3116" filled="f" strokeweight=".5pt"/>
            <v:shape id="_x0000_s1638" style="position:absolute;left:6537;top:1967;width:3243;height:110" coordorigin="6537,1968" coordsize="3243,110" path="m6537,2077r269,-109l7076,2077r268,-109l7613,2077r268,-109l8150,2077r268,-109l8688,2077r268,-109l9225,2077r268,-109l9780,2074e" filled="f" strokeweight=".25011mm">
              <v:path arrowok="t"/>
            </v:shape>
            <v:shape id="_x0000_s1637" style="position:absolute;left:6497;top:2147;width:3223;height:110" coordorigin="6497,2148" coordsize="3223,110" path="m6497,2257r269,-109l7036,2257r268,-109l7573,2257r268,-109l8110,2257r268,-109l8648,2257r268,-109l9185,2257r268,-109l9720,2254e" filled="f" strokeweight=".25011mm">
              <v:path arrowok="t"/>
            </v:shape>
            <v:shape id="_x0000_s1636" style="position:absolute;left:6480;top:2320;width:3223;height:110" coordorigin="6481,2320" coordsize="3223,110" path="m6481,2430r268,-110l7019,2430r268,-110l7556,2430r268,-110l8094,2430r268,-110l8631,2430r268,-110l9169,2430r268,-110l9703,2407e" filled="f" strokeweight=".25011mm">
              <v:path arrowok="t"/>
            </v:shape>
            <v:shape id="_x0000_s1635" style="position:absolute;left:6429;top:2500;width:3223;height:110" coordorigin="6429,2500" coordsize="3223,110" path="m6429,2610r269,-110l6968,2610r267,-110l7505,2610r268,-110l8042,2610r268,-110l8580,2610r268,-110l9117,2610r268,-110l9652,2607e" filled="f" strokeweight=".25011mm">
              <v:path arrowok="t"/>
            </v:shape>
            <v:line id="_x0000_s1634" style="position:absolute" from="9489,1968" to="9489,1890" strokeweight=".25011mm"/>
            <v:shape id="_x0000_s1633" style="position:absolute;left:9457;top:1849;width:54;height:54" coordorigin="9458,1850" coordsize="54,54" path="m9499,1850r-29,l9458,1862r,29l9470,1903r29,l9511,1891r,-29l9499,1850xe" fillcolor="black" stroked="f">
              <v:path arrowok="t"/>
            </v:shape>
            <v:shape id="_x0000_s1632" style="position:absolute;left:9457;top:1849;width:54;height:54" coordorigin="9458,1850" coordsize="54,54" path="m9458,1876r,-14l9470,1850r14,l9499,1850r12,12l9511,1876r,15l9499,1903r-15,l9470,1903r-12,-12l9458,1876xe" filled="f" strokeweight=".25011mm">
              <v:path arrowok="t"/>
            </v:shape>
            <v:line id="_x0000_s1631" style="position:absolute" from="8952,1968" to="8952,1890" strokeweight=".25011mm"/>
            <v:shape id="_x0000_s1630" style="position:absolute;left:8920;top:1849;width:54;height:54" coordorigin="8920,1850" coordsize="54,54" path="m8962,1850r-30,l8920,1862r,29l8932,1903r30,l8974,1891r,-29l8962,1850xe" fillcolor="black" stroked="f">
              <v:path arrowok="t"/>
            </v:shape>
            <v:shape id="_x0000_s1629" style="position:absolute;left:8920;top:1849;width:54;height:54" coordorigin="8920,1850" coordsize="54,54" path="m8920,1876r,-14l8932,1850r15,l8962,1850r12,12l8974,1876r,15l8962,1903r-15,l8932,1903r-12,-12l8920,1876xe" filled="f" strokeweight=".25011mm">
              <v:path arrowok="t"/>
            </v:shape>
            <v:line id="_x0000_s1628" style="position:absolute" from="8414,1968" to="8414,1890" strokeweight=".25011mm"/>
            <v:shape id="_x0000_s1627" style="position:absolute;left:8383;top:1849;width:54;height:54" coordorigin="8383,1850" coordsize="54,54" path="m8424,1850r-29,l8383,1862r,29l8395,1903r29,l8436,1891r,-29l8424,1850xe" fillcolor="black" stroked="f">
              <v:path arrowok="t"/>
            </v:shape>
            <v:shape id="_x0000_s1626" style="position:absolute;left:8383;top:1849;width:54;height:54" coordorigin="8383,1850" coordsize="54,54" path="m8383,1876r,-14l8395,1850r15,l8424,1850r12,12l8436,1876r,15l8424,1903r-14,l8395,1903r-12,-12l8383,1876xe" filled="f" strokeweight=".25011mm">
              <v:path arrowok="t"/>
            </v:shape>
            <v:line id="_x0000_s1625" style="position:absolute" from="7877,1968" to="7877,1890" strokeweight=".25011mm"/>
            <v:shape id="_x0000_s1624" style="position:absolute;left:7845;top:1849;width:54;height:54" coordorigin="7846,1850" coordsize="54,54" path="m7887,1850r-30,l7846,1862r,29l7857,1903r30,l7899,1891r,-29l7887,1850xe" fillcolor="black" stroked="f">
              <v:path arrowok="t"/>
            </v:shape>
            <v:shape id="_x0000_s1623" style="position:absolute;left:7845;top:1849;width:54;height:54" coordorigin="7846,1850" coordsize="54,54" path="m7846,1876r,-14l7857,1850r15,l7887,1850r12,12l7899,1876r,15l7887,1903r-15,l7857,1903r-11,-12l7846,1876xe" filled="f" strokeweight=".25011mm">
              <v:path arrowok="t"/>
            </v:shape>
            <v:line id="_x0000_s1622" style="position:absolute" from="7339,1968" to="7339,1890" strokeweight=".25011mm"/>
            <v:shape id="_x0000_s1621" style="position:absolute;left:7308;top:1849;width:54;height:54" coordorigin="7308,1850" coordsize="54,54" path="m7349,1850r-29,l7308,1862r,29l7320,1903r29,l7361,1891r,-29l7349,1850xe" fillcolor="black" stroked="f">
              <v:path arrowok="t"/>
            </v:shape>
            <v:shape id="_x0000_s1620" style="position:absolute;left:7308;top:1849;width:54;height:54" coordorigin="7308,1850" coordsize="54,54" path="m7308,1876r,-14l7320,1850r15,l7349,1850r12,12l7361,1876r,15l7349,1903r-14,l7320,1903r-12,-12l7308,1876xe" filled="f" strokeweight=".25011mm">
              <v:path arrowok="t"/>
            </v:shape>
            <v:line id="_x0000_s1619" style="position:absolute" from="8922,2150" to="8922,2072" strokeweight=".25011mm"/>
            <v:shape id="_x0000_s1618" style="position:absolute;left:8891;top:2030;width:54;height:54" coordorigin="8891,2031" coordsize="54,54" path="m8932,2031r-29,l8891,2043r,29l8903,2084r29,l8944,2072r,-29l8932,2031xe" fillcolor="black" stroked="f">
              <v:path arrowok="t"/>
            </v:shape>
            <v:shape id="_x0000_s1617" style="position:absolute;left:8891;top:2030;width:54;height:54" coordorigin="8891,2031" coordsize="54,54" path="m8891,2058r,-15l8903,2031r15,l8932,2031r12,12l8944,2058r,14l8932,2084r-14,l8903,2084r-12,-12l8891,2058xe" filled="f" strokeweight=".25011mm">
              <v:path arrowok="t"/>
            </v:shape>
            <v:line id="_x0000_s1616" style="position:absolute" from="8385,2150" to="8385,2072" strokeweight=".25011mm"/>
            <v:shape id="_x0000_s1615" style="position:absolute;left:8353;top:2030;width:54;height:54" coordorigin="8354,2031" coordsize="54,54" path="m8395,2031r-29,l8354,2043r,29l8366,2084r29,l8407,2072r,-29l8395,2031xe" fillcolor="black" stroked="f">
              <v:path arrowok="t"/>
            </v:shape>
            <v:shape id="_x0000_s1614" style="position:absolute;left:8353;top:2030;width:54;height:54" coordorigin="8354,2031" coordsize="54,54" path="m8354,2058r,-15l8366,2031r14,l8395,2031r12,12l8407,2058r,14l8395,2084r-15,l8366,2084r-12,-12l8354,2058xe" filled="f" strokeweight=".25011mm">
              <v:path arrowok="t"/>
            </v:shape>
            <v:line id="_x0000_s1613" style="position:absolute" from="7847,2150" to="7847,2072" strokeweight=".25011mm"/>
            <v:shape id="_x0000_s1612" style="position:absolute;left:7816;top:2030;width:54;height:54" coordorigin="7816,2031" coordsize="54,54" path="m7857,2031r-29,l7816,2043r,29l7828,2084r29,l7869,2072r,-29l7857,2031xe" fillcolor="black" stroked="f">
              <v:path arrowok="t"/>
            </v:shape>
            <v:shape id="_x0000_s1611" style="position:absolute;left:7816;top:2030;width:54;height:54" coordorigin="7816,2031" coordsize="54,54" path="m7816,2058r,-15l7828,2031r15,l7857,2031r12,12l7869,2058r,14l7857,2084r-14,l7828,2084r-12,-12l7816,2058xe" filled="f" strokeweight=".25011mm">
              <v:path arrowok="t"/>
            </v:shape>
            <v:line id="_x0000_s1610" style="position:absolute" from="7310,2150" to="7310,2072" strokeweight=".25011mm"/>
            <v:shape id="_x0000_s1609" style="position:absolute;left:7278;top:2030;width:54;height:54" coordorigin="7279,2031" coordsize="54,54" path="m7320,2031r-29,l7279,2043r,29l7291,2084r29,l7332,2072r,-29l7320,2031xe" fillcolor="black" stroked="f">
              <v:path arrowok="t"/>
            </v:shape>
            <v:shape id="_x0000_s1608" style="position:absolute;left:7278;top:2030;width:54;height:54" coordorigin="7279,2031" coordsize="54,54" path="m7279,2058r,-15l7291,2031r14,l7320,2031r12,12l7332,2058r,14l7320,2084r-15,l7291,2084r-12,-12l7279,2058xe" filled="f" strokeweight=".25011mm">
              <v:path arrowok="t"/>
            </v:shape>
            <v:line id="_x0000_s1607" style="position:absolute" from="6773,2150" to="6773,2072" strokeweight=".25011mm"/>
            <v:shape id="_x0000_s1606" style="position:absolute;left:6741;top:2030;width:54;height:54" coordorigin="6741,2031" coordsize="54,54" path="m6783,2031r-30,l6741,2043r,29l6753,2084r30,l6795,2072r,-29l6783,2031xe" fillcolor="black" stroked="f">
              <v:path arrowok="t"/>
            </v:shape>
            <v:shape id="_x0000_s1605" style="position:absolute;left:6741;top:2030;width:54;height:54" coordorigin="6741,2031" coordsize="54,54" path="m6741,2058r,-15l6753,2031r15,l6783,2031r12,12l6795,2058r,14l6783,2084r-15,l6753,2084r-12,-12l6741,2058xe" filled="f" strokeweight=".25011mm">
              <v:path arrowok="t"/>
            </v:shape>
            <v:line id="_x0000_s1604" style="position:absolute" from="9432,2320" to="9432,2242" strokeweight=".25011mm"/>
            <v:shape id="_x0000_s1603" style="position:absolute;left:9401;top:2201;width:54;height:54" coordorigin="9401,2201" coordsize="54,54" path="m9442,2201r-29,l9401,2213r,29l9413,2254r29,l9454,2242r,-29l9442,2201xe" fillcolor="black" stroked="f">
              <v:path arrowok="t"/>
            </v:shape>
            <v:shape id="_x0000_s1602" style="position:absolute;left:9401;top:2201;width:54;height:54" coordorigin="9401,2201" coordsize="54,54" path="m9401,2228r,-15l9413,2201r15,l9442,2201r12,12l9454,2228r,14l9442,2254r-14,l9413,2254r-12,-12l9401,2228xe" filled="f" strokeweight=".25011mm">
              <v:path arrowok="t"/>
            </v:shape>
            <v:line id="_x0000_s1601" style="position:absolute" from="8895,2320" to="8895,2242" strokeweight=".25011mm"/>
            <v:shape id="_x0000_s1600" style="position:absolute;left:8863;top:2201;width:54;height:54" coordorigin="8864,2201" coordsize="54,54" path="m8905,2201r-29,l8864,2213r,29l8876,2254r29,l8917,2242r,-29l8905,2201xe" fillcolor="black" stroked="f">
              <v:path arrowok="t"/>
            </v:shape>
            <v:shape id="_x0000_s1599" style="position:absolute;left:8863;top:2201;width:54;height:54" coordorigin="8864,2201" coordsize="54,54" path="m8864,2228r,-15l8876,2201r14,l8905,2201r12,12l8917,2228r,14l8905,2254r-15,l8876,2254r-12,-12l8864,2228xe" filled="f" strokeweight=".25011mm">
              <v:path arrowok="t"/>
            </v:shape>
            <v:line id="_x0000_s1598" style="position:absolute" from="8358,2320" to="8358,2242" strokeweight=".25011mm"/>
            <v:shape id="_x0000_s1597" style="position:absolute;left:8326;top:2201;width:54;height:54" coordorigin="8326,2201" coordsize="54,54" path="m8368,2201r-30,l8326,2213r,29l8338,2254r30,l8379,2242r,-29l8368,2201xe" fillcolor="black" stroked="f">
              <v:path arrowok="t"/>
            </v:shape>
            <v:shape id="_x0000_s1596" style="position:absolute;left:8326;top:2201;width:54;height:54" coordorigin="8326,2201" coordsize="54,54" path="m8326,2228r,-15l8338,2201r15,l8368,2201r11,12l8379,2228r,14l8368,2254r-15,l8338,2254r-12,-12l8326,2228xe" filled="f" strokeweight=".25011mm">
              <v:path arrowok="t"/>
            </v:shape>
            <v:line id="_x0000_s1595" style="position:absolute" from="7820,2320" to="7820,2242" strokeweight=".25011mm"/>
            <v:shape id="_x0000_s1594" style="position:absolute;left:7788;top:2201;width:54;height:54" coordorigin="7789,2201" coordsize="54,54" path="m7830,2201r-29,l7789,2213r,29l7801,2254r29,l7842,2242r,-29l7830,2201xe" fillcolor="black" stroked="f">
              <v:path arrowok="t"/>
            </v:shape>
            <v:shape id="_x0000_s1593" style="position:absolute;left:7788;top:2201;width:54;height:54" coordorigin="7789,2201" coordsize="54,54" path="m7789,2228r,-15l7801,2201r14,l7830,2201r12,12l7842,2228r,14l7830,2254r-15,l7801,2254r-12,-12l7789,2228xe" filled="f" strokeweight=".25011mm">
              <v:path arrowok="t"/>
            </v:shape>
            <v:line id="_x0000_s1592" style="position:absolute" from="7283,2320" to="7283,2242" strokeweight=".25011mm"/>
            <v:shape id="_x0000_s1591" style="position:absolute;left:7251;top:2201;width:54;height:54" coordorigin="7251,2201" coordsize="54,54" path="m7293,2201r-30,l7251,2213r,29l7263,2254r30,l7305,2242r,-29l7293,2201xe" fillcolor="black" stroked="f">
              <v:path arrowok="t"/>
            </v:shape>
            <v:shape id="_x0000_s1590" style="position:absolute;left:7251;top:2201;width:54;height:54" coordorigin="7251,2201" coordsize="54,54" path="m7251,2228r,-15l7263,2201r15,l7293,2201r12,12l7305,2228r,14l7293,2254r-15,l7263,2254r-12,-12l7251,2228xe" filled="f" strokeweight=".25011mm">
              <v:path arrowok="t"/>
            </v:shape>
            <v:line id="_x0000_s1589" style="position:absolute" from="8843,2501" to="8843,2423" strokeweight=".25011mm"/>
            <v:shape id="_x0000_s1588" style="position:absolute;left:8811;top:2382;width:54;height:54" coordorigin="8812,2382" coordsize="54,54" path="m8853,2382r-30,l8812,2394r,30l8823,2436r30,l8865,2424r,-30l8853,2382xe" fillcolor="black" stroked="f">
              <v:path arrowok="t"/>
            </v:shape>
            <v:shape id="_x0000_s1587" style="position:absolute;left:8811;top:2382;width:54;height:54" coordorigin="8812,2382" coordsize="54,54" path="m8812,2409r,-15l8823,2382r15,l8853,2382r12,12l8865,2409r,15l8853,2436r-15,l8823,2436r-11,-12l8812,2409xe" filled="f" strokeweight=".25011mm">
              <v:path arrowok="t"/>
            </v:shape>
            <v:line id="_x0000_s1586" style="position:absolute" from="8305,2501" to="8305,2423" strokeweight=".25011mm"/>
            <v:shape id="_x0000_s1585" style="position:absolute;left:8274;top:2382;width:54;height:54" coordorigin="8274,2382" coordsize="54,54" path="m8315,2382r-29,l8274,2394r,30l8286,2436r29,l8327,2424r,-30l8315,2382xe" fillcolor="black" stroked="f">
              <v:path arrowok="t"/>
            </v:shape>
            <v:shape id="_x0000_s1584" style="position:absolute;left:8274;top:2382;width:54;height:54" coordorigin="8274,2382" coordsize="54,54" path="m8274,2409r,-15l8286,2382r15,l8315,2382r12,12l8327,2409r,15l8315,2436r-14,l8286,2436r-12,-12l8274,2409xe" filled="f" strokeweight=".25011mm">
              <v:path arrowok="t"/>
            </v:shape>
            <v:line id="_x0000_s1583" style="position:absolute" from="7768,2501" to="7768,2423" strokeweight=".25011mm"/>
            <v:shape id="_x0000_s1582" style="position:absolute;left:7736;top:2382;width:54;height:54" coordorigin="7737,2382" coordsize="54,54" path="m7778,2382r-29,l7737,2394r,30l7749,2436r29,l7790,2424r,-30l7778,2382xe" fillcolor="black" stroked="f">
              <v:path arrowok="t"/>
            </v:shape>
            <v:shape id="_x0000_s1581" style="position:absolute;left:7736;top:2382;width:54;height:54" coordorigin="7737,2382" coordsize="54,54" path="m7737,2409r,-15l7749,2382r14,l7778,2382r12,12l7790,2409r,15l7778,2436r-15,l7749,2436r-12,-12l7737,2409xe" filled="f" strokeweight=".25011mm">
              <v:path arrowok="t"/>
            </v:shape>
            <v:line id="_x0000_s1580" style="position:absolute" from="7231,2501" to="7231,2423" strokeweight=".25011mm"/>
            <v:shape id="_x0000_s1579" style="position:absolute;left:7199;top:2382;width:54;height:54" coordorigin="7199,2382" coordsize="54,54" path="m7241,2382r-30,l7199,2394r,30l7211,2436r30,l7253,2424r,-30l7241,2382xe" fillcolor="black" stroked="f">
              <v:path arrowok="t"/>
            </v:shape>
            <v:shape id="_x0000_s1578" style="position:absolute;left:7199;top:2382;width:54;height:54" coordorigin="7199,2382" coordsize="54,54" path="m7199,2409r,-15l7211,2382r15,l7241,2382r12,12l7253,2409r,15l7241,2436r-15,l7211,2436r-12,-12l7199,2409xe" filled="f" strokeweight=".25011mm">
              <v:path arrowok="t"/>
            </v:shape>
            <v:line id="_x0000_s1577" style="position:absolute" from="6693,2501" to="6693,2423" strokeweight=".25011mm"/>
            <v:shape id="_x0000_s1576" style="position:absolute;left:6661;top:2382;width:54;height:54" coordorigin="6662,2382" coordsize="54,54" path="m6703,2382r-29,l6662,2394r,30l6674,2436r29,l6715,2424r,-30l6703,2382xe" fillcolor="black" stroked="f">
              <v:path arrowok="t"/>
            </v:shape>
            <v:shape id="_x0000_s1575" style="position:absolute;left:6661;top:2382;width:54;height:54" coordorigin="6662,2382" coordsize="54,54" path="m6662,2409r,-15l6674,2382r15,l6703,2382r12,12l6715,2409r,15l6703,2436r-14,l6674,2436r-12,-12l6662,2409xe" filled="f" strokeweight=".25011mm">
              <v:path arrowok="t"/>
            </v:shape>
            <v:line id="_x0000_s1574" style="position:absolute" from="9455,2150" to="9455,2072" strokeweight=".25011mm"/>
            <v:shape id="_x0000_s1573" style="position:absolute;left:9423;top:2031;width:54;height:54" coordorigin="9424,2031" coordsize="54,54" path="m9465,2031r-29,l9424,2043r,29l9436,2084r29,l9477,2072r,-29l9465,2031xe" fillcolor="black" stroked="f">
              <v:path arrowok="t"/>
            </v:shape>
            <v:shape id="_x0000_s1572" style="position:absolute;left:9423;top:2031;width:54;height:54" coordorigin="9424,2031" coordsize="54,54" path="m9424,2058r,-15l9436,2031r14,l9465,2031r12,12l9477,2058r,14l9465,2084r-15,l9436,2084r-12,-12l9424,2058xe" filled="f" strokeweight=".25011mm">
              <v:path arrowok="t"/>
            </v:shape>
            <v:line id="_x0000_s1571" style="position:absolute" from="9394,2501" to="9394,2423" strokeweight=".25011mm"/>
            <v:shape id="_x0000_s1570" style="position:absolute;left:9362;top:2382;width:54;height:54" coordorigin="9362,2382" coordsize="54,54" path="m9404,2382r-30,l9362,2394r,30l9374,2436r30,l9416,2424r,-30l9404,2382xe" fillcolor="black" stroked="f">
              <v:path arrowok="t"/>
            </v:shape>
            <v:shape id="_x0000_s1569" style="position:absolute;left:9362;top:2382;width:54;height:54" coordorigin="9362,2382" coordsize="54,54" path="m9362,2409r,-15l9374,2382r15,l9404,2382r12,12l9416,2409r,15l9404,2436r-15,l9374,2436r-12,-12l9362,2409xe" filled="f" strokeweight=".25011mm">
              <v:path arrowok="t"/>
            </v:shape>
            <v:line id="_x0000_s1568" style="position:absolute" from="6812,1958" to="6812,1880" strokeweight=".25011mm"/>
            <v:shape id="_x0000_s1567" style="position:absolute;left:6780;top:1839;width:54;height:54" coordorigin="6781,1840" coordsize="54,54" path="m6822,1840r-29,l6781,1851r,30l6793,1893r29,l6834,1881r,-30l6822,1840xe" fillcolor="black" stroked="f">
              <v:path arrowok="t"/>
            </v:shape>
            <v:shape id="_x0000_s1566" style="position:absolute;left:6780;top:1839;width:54;height:54" coordorigin="6781,1840" coordsize="54,54" path="m6781,1866r,-15l6793,1840r14,l6822,1840r12,11l6834,1866r,15l6822,1893r-15,l6793,1893r-12,-12l6781,1866xe" filled="f" strokeweight=".25011mm">
              <v:path arrowok="t"/>
            </v:shape>
            <v:line id="_x0000_s1565" style="position:absolute" from="6750,2322" to="6750,2244" strokeweight=".25011mm"/>
            <v:shape id="_x0000_s1564" style="position:absolute;left:6718;top:2203;width:54;height:54" coordorigin="6718,2204" coordsize="54,54" path="m6760,2204r-30,l6718,2216r,29l6730,2257r30,l6771,2245r,-29l6760,2204xe" fillcolor="black" stroked="f">
              <v:path arrowok="t"/>
            </v:shape>
            <v:shape id="_x0000_s1563" style="position:absolute;left:6718;top:2203;width:54;height:54" coordorigin="6718,2204" coordsize="54,54" path="m6718,2230r,-14l6730,2204r15,l6760,2204r11,12l6771,2230r,15l6760,2257r-15,l6730,2257r-12,-12l6718,2230xe" filled="f" strokeweight=".25011mm">
              <v:path arrowok="t"/>
            </v:shape>
            <v:line id="_x0000_s1562" style="position:absolute" from="6966,2685" to="6966,2607" strokeweight=".25011mm"/>
            <v:line id="_x0000_s1561" style="position:absolute" from="7506,2685" to="7506,2607" strokeweight=".25011mm"/>
            <v:line id="_x0000_s1560" style="position:absolute" from="8040,2685" to="8040,2607" strokeweight=".25011mm"/>
            <v:line id="_x0000_s1559" style="position:absolute" from="8579,2685" to="8579,2607" strokeweight=".25011mm"/>
            <v:line id="_x0000_s1558" style="position:absolute" from="9117,2685" to="9117,2607" strokeweight=".25011mm"/>
            <v:line id="_x0000_s1557" style="position:absolute" from="9652,2685" to="9652,2607" strokeweight=".25011mm"/>
            <v:line id="_x0000_s1556" style="position:absolute" from="6489,2501" to="6489,2423" strokeweight=".25011mm"/>
            <v:line id="_x0000_s1555" style="position:absolute" from="7018,2512" to="7018,2434" strokeweight=".25011mm"/>
            <v:line id="_x0000_s1554" style="position:absolute" from="7553,2512" to="7553,2434" strokeweight=".25011mm"/>
            <v:line id="_x0000_s1553" style="position:absolute" from="8091,2512" to="8091,2434" strokeweight=".25011mm"/>
            <v:line id="_x0000_s1552" style="position:absolute" from="8629,2512" to="8629,2434" strokeweight=".25011mm"/>
            <v:line id="_x0000_s1551" style="position:absolute" from="9164,2512" to="9164,2434" strokeweight=".25011mm"/>
            <v:line id="_x0000_s1550" style="position:absolute" from="7041,2331" to="7041,2253" strokeweight=".25011mm"/>
            <v:line id="_x0000_s1549" style="position:absolute" from="7575,2331" to="7575,2253" strokeweight=".25011mm"/>
            <v:line id="_x0000_s1548" style="position:absolute" from="8114,2331" to="8114,2253" strokeweight=".25011mm"/>
            <v:line id="_x0000_s1547" style="position:absolute" from="8652,2331" to="8652,2253" strokeweight=".25011mm"/>
            <v:line id="_x0000_s1546" style="position:absolute" from="9187,2331" to="9187,2253" strokeweight=".25011mm"/>
            <v:line id="_x0000_s1545" style="position:absolute" from="7075,2161" to="7075,2083" strokeweight=".25011mm"/>
            <v:line id="_x0000_s1544" style="position:absolute" from="7609,2161" to="7609,2083" strokeweight=".25011mm"/>
            <v:line id="_x0000_s1543" style="position:absolute" from="8148,2161" to="8148,2083" strokeweight=".25011mm"/>
            <v:line id="_x0000_s1542" style="position:absolute" from="8686,2161" to="8686,2083" strokeweight=".25011mm"/>
            <v:line id="_x0000_s1541" style="position:absolute" from="9221,2161" to="9221,2083" strokeweight=".25011mm"/>
            <v:shape id="_x0000_s1540" style="position:absolute;left:6394;top:2249;width:101;height:180" coordorigin="6395,2250" coordsize="101,180" path="m6495,2250r-29,22l6428,2292r-29,26l6395,2355r14,19l6433,2393r27,19l6480,2430e" filled="f" strokeweight=".25011mm">
              <v:path arrowok="t"/>
            </v:shape>
            <v:shape id="_x0000_s1539" type="#_x0000_t75" style="position:absolute;left:9701;top:2074;width:194;height:204">
              <v:imagedata r:id="rId19" o:title=""/>
            </v:shape>
            <v:shape id="_x0000_s1538" style="position:absolute;left:9603;top:2408;width:202;height:208" coordorigin="9604,2408" coordsize="202,208" path="m9684,2408r74,20l9799,2472r6,55l9777,2581r-14,12l9747,2599r-16,5l9713,2611r-21,5l9665,2612r-30,-8l9604,2594e" filled="f" strokeweight=".25011mm">
              <v:path arrowok="t"/>
            </v:shape>
            <v:line id="_x0000_s1537" style="position:absolute" from="3980,2204" to="3980,2785" strokecolor="#e7e7e7" strokeweight="1.4pt"/>
            <v:shape id="_x0000_s1536" style="position:absolute;left:3966;top:2203;width:28;height:582" coordorigin="3966,2204" coordsize="28,582" path="m3994,2785r-28,-216l3966,2204r28,205l3994,2785xe" filled="f" strokeweight=".25011mm">
              <v:path arrowok="t"/>
            </v:shape>
            <v:shape id="_x0000_s1535" style="position:absolute;left:4206;top:2741;width:136;height:37" coordorigin="4206,2742" coordsize="136,37" path="m4341,2742r-135,1l4272,2779r69,-37xe" fillcolor="#e7e7e7" stroked="f">
              <v:path arrowok="t"/>
            </v:shape>
            <v:shape id="_x0000_s1534" style="position:absolute;left:4345;top:2741;width:136;height:38" coordorigin="4346,2742" coordsize="136,38" path="m4481,2742r-135,1l4412,2779r69,-37xe" fillcolor="#e7e7e7" stroked="f">
              <v:path arrowok="t"/>
            </v:shape>
            <v:shape id="_x0000_s1533" style="position:absolute;left:4480;top:2741;width:136;height:38" coordorigin="4480,2742" coordsize="136,38" path="m4615,2742r-135,1l4546,2779r69,-37xe" fillcolor="#e7e7e7" stroked="f">
              <v:path arrowok="t"/>
            </v:shape>
            <v:shape id="_x0000_s1532" style="position:absolute;left:4067;top:2741;width:136;height:38" coordorigin="4067,2742" coordsize="136,38" path="m4202,2742r-135,1l4133,2779r69,-37xe" fillcolor="#e7e7e7" stroked="f">
              <v:path arrowok="t"/>
            </v:shape>
            <v:shape id="_x0000_s1531" style="position:absolute;left:3976;top:2229;width:823;height:39" coordorigin="3976,2230" coordsize="823,39" path="m4799,2268r-68,-38l4662,2268r-69,-38l4525,2268r-69,-38l4387,2268r-68,-38l4250,2268r-68,-38l4113,2268r-69,-38l3976,2267e" filled="f" strokeweight=".25011mm">
              <v:path arrowok="t"/>
            </v:shape>
            <v:shape id="_x0000_s1530" style="position:absolute;left:3986;top:2292;width:823;height:39" coordorigin="3987,2292" coordsize="823,39" path="m4809,2330r-68,-38l4672,2330r-68,-38l4535,2330r-69,-38l4398,2330r-69,-38l4260,2330r-68,-38l4123,2330r-68,-38l3987,2329e" filled="f" strokeweight=".25011mm">
              <v:path arrowok="t"/>
            </v:shape>
            <v:shape id="_x0000_s1529" style="position:absolute;left:3994;top:2364;width:828;height:420" coordorigin="3994,2364" coordsize="828,420" o:spt="100" adj="0,,0" path="m3994,2364r,419l4066,2746r755,l4821,2418r-10,-51l3994,2364xm4821,2746r-755,l4821,2783r,-37xe" fillcolor="#e7e7e7" stroked="f">
              <v:stroke joinstyle="round"/>
              <v:formulas/>
              <v:path arrowok="t" o:connecttype="segments"/>
            </v:shape>
            <v:shape id="_x0000_s1528" style="position:absolute;left:3994;top:2364;width:828;height:420" coordorigin="3994,2364" coordsize="828,420" path="m4066,2746r-72,37l3994,2364r817,3l4821,2418r,365e" filled="f" strokeweight=".25011mm">
              <v:path arrowok="t"/>
            </v:shape>
            <v:line id="_x0000_s1527" style="position:absolute" from="4134,2783" to="4065,2746" strokeweight=".25011mm"/>
            <v:line id="_x0000_s1526" style="position:absolute" from="4135,2783" to="4204,2746" strokeweight=".25011mm"/>
            <v:line id="_x0000_s1525" style="position:absolute" from="4272,2783" to="4203,2746" strokeweight=".25011mm"/>
            <v:line id="_x0000_s1524" style="position:absolute" from="4273,2783" to="4342,2746" strokeweight=".25011mm"/>
            <v:line id="_x0000_s1523" style="position:absolute" from="4410,2783" to="4341,2746" strokeweight=".25011mm"/>
            <v:line id="_x0000_s1522" style="position:absolute" from="4410,2785" to="4480,2748" strokeweight=".25011mm"/>
            <v:line id="_x0000_s1521" style="position:absolute" from="4548,2785" to="4478,2748" strokeweight=".25011mm"/>
            <v:line id="_x0000_s1520" style="position:absolute" from="4548,2783" to="4618,2746" strokeweight=".25011mm"/>
            <v:line id="_x0000_s1519" style="position:absolute" from="4686,2783" to="4616,2746" strokeweight=".25011mm"/>
            <v:line id="_x0000_s1518" style="position:absolute" from="4684,2783" to="4753,2746" strokeweight=".25011mm"/>
            <v:line id="_x0000_s1517" style="position:absolute" from="4821,2783" to="4752,2746" strokeweight=".25011mm"/>
            <v:shape id="_x0000_s1516" style="position:absolute;left:4034;top:2159;width:101;height:253" coordorigin="4034,2160" coordsize="101,253" path="m4034,2160r32,215l4135,2413r-32,-215l4034,2160xe" fillcolor="#e7e7e7" stroked="f">
              <v:path arrowok="t"/>
            </v:shape>
            <v:shape id="_x0000_s1515" style="position:absolute;left:4034;top:2159;width:101;height:253" coordorigin="4034,2160" coordsize="101,253" path="m4135,2413r-69,-38l4034,2160r69,38l4135,2413xe" filled="f" strokeweight=".25011mm">
              <v:path arrowok="t"/>
            </v:shape>
            <v:shape id="_x0000_s1514" style="position:absolute;left:3965;top:2159;width:101;height:253" coordorigin="3965,2160" coordsize="101,253" path="m4034,2160r-69,38l3994,2413r72,-38l4034,2160xe" fillcolor="#737373" stroked="f">
              <v:path arrowok="t"/>
            </v:shape>
            <v:shape id="_x0000_s1513" style="position:absolute;left:3965;top:2159;width:101;height:253" coordorigin="3965,2160" coordsize="101,253" path="m3994,2413r72,-38l4034,2160r-69,38l3994,2413xe" filled="f" strokeweight=".25011mm">
              <v:path arrowok="t"/>
            </v:shape>
            <v:shape id="_x0000_s1512" style="position:absolute;left:4171;top:2159;width:101;height:253" coordorigin="4171,2160" coordsize="101,253" path="m4171,2160r32,215l4272,2413r-32,-215l4171,2160xe" fillcolor="#e7e7e7" stroked="f">
              <v:path arrowok="t"/>
            </v:shape>
            <v:shape id="_x0000_s1511" style="position:absolute;left:4171;top:2159;width:101;height:253" coordorigin="4171,2160" coordsize="101,253" path="m4272,2413r-69,-38l4171,2160r69,38l4272,2413xe" filled="f" strokeweight=".25011mm">
              <v:path arrowok="t"/>
            </v:shape>
            <v:shape id="_x0000_s1510" style="position:absolute;left:4102;top:2159;width:101;height:253" coordorigin="4103,2160" coordsize="101,253" path="m4171,2160r-68,38l4135,2413r68,-38l4171,2160xe" fillcolor="#737373" stroked="f">
              <v:path arrowok="t"/>
            </v:shape>
            <v:shape id="_x0000_s1509" style="position:absolute;left:4102;top:2159;width:101;height:253" coordorigin="4103,2160" coordsize="101,253" path="m4135,2413r68,-38l4171,2160r-68,38l4135,2413xe" filled="f" strokeweight=".25011mm">
              <v:path arrowok="t"/>
            </v:shape>
            <v:shape id="_x0000_s1508" style="position:absolute;left:4308;top:2159;width:101;height:253" coordorigin="4309,2160" coordsize="101,253" path="m4309,2160r31,215l4409,2413r-32,-215l4309,2160xe" fillcolor="#e7e7e7" stroked="f">
              <v:path arrowok="t"/>
            </v:shape>
            <v:shape id="_x0000_s1507" style="position:absolute;left:4308;top:2159;width:101;height:253" coordorigin="4309,2160" coordsize="101,253" path="m4409,2413r-69,-38l4309,2160r68,38l4409,2413xe" filled="f" strokeweight=".25011mm">
              <v:path arrowok="t"/>
            </v:shape>
            <v:shape id="_x0000_s1506" style="position:absolute;left:4239;top:2159;width:101;height:253" coordorigin="4240,2160" coordsize="101,253" path="m4309,2160r-69,38l4272,2413r69,-38l4309,2160xe" fillcolor="#737373" stroked="f">
              <v:path arrowok="t"/>
            </v:shape>
            <v:shape id="_x0000_s1505" style="position:absolute;left:4239;top:2159;width:101;height:253" coordorigin="4240,2160" coordsize="101,253" path="m4272,2413r69,-38l4309,2160r-69,38l4272,2413xe" filled="f" strokeweight=".25011mm">
              <v:path arrowok="t"/>
            </v:shape>
            <v:shape id="_x0000_s1504" style="position:absolute;left:4445;top:2159;width:101;height:253" coordorigin="4446,2160" coordsize="101,253" path="m4446,2160r32,215l4547,2413r-32,-215l4446,2160xe" fillcolor="#e7e7e7" stroked="f">
              <v:path arrowok="t"/>
            </v:shape>
            <v:shape id="_x0000_s1503" style="position:absolute;left:4445;top:2159;width:101;height:253" coordorigin="4446,2160" coordsize="101,253" path="m4547,2413r-69,-38l4446,2160r69,38l4547,2413xe" filled="f" strokeweight=".25011mm">
              <v:path arrowok="t"/>
            </v:shape>
            <v:shape id="_x0000_s1502" style="position:absolute;left:4377;top:2159;width:101;height:253" coordorigin="4377,2160" coordsize="101,253" path="m4446,2160r-69,38l4409,2413r69,-38l4446,2160xe" fillcolor="#737373" stroked="f">
              <v:path arrowok="t"/>
            </v:shape>
            <v:shape id="_x0000_s1501" style="position:absolute;left:4377;top:2159;width:101;height:253" coordorigin="4377,2160" coordsize="101,253" path="m4409,2413r69,-38l4446,2160r-69,38l4409,2413xe" filled="f" strokeweight=".25011mm">
              <v:path arrowok="t"/>
            </v:shape>
            <v:shape id="_x0000_s1500" style="position:absolute;left:4583;top:2159;width:101;height:253" coordorigin="4583,2160" coordsize="101,253" path="m4583,2160r32,215l4684,2413r-32,-215l4583,2160xe" fillcolor="#e7e7e7" stroked="f">
              <v:path arrowok="t"/>
            </v:shape>
            <v:shape id="_x0000_s1499" style="position:absolute;left:4583;top:2159;width:101;height:253" coordorigin="4583,2160" coordsize="101,253" path="m4684,2413r-69,-38l4583,2160r69,38l4684,2413xe" filled="f" strokeweight=".25011mm">
              <v:path arrowok="t"/>
            </v:shape>
            <v:shape id="_x0000_s1498" style="position:absolute;left:4514;top:2159;width:101;height:253" coordorigin="4514,2160" coordsize="101,253" path="m4583,2160r-69,38l4546,2413r69,-38l4583,2160xe" fillcolor="#737373" stroked="f">
              <v:path arrowok="t"/>
            </v:shape>
            <v:shape id="_x0000_s1497" style="position:absolute;left:4514;top:2159;width:101;height:253" coordorigin="4514,2160" coordsize="101,253" path="m4546,2413r69,-38l4583,2160r-69,38l4546,2413xe" filled="f" strokeweight=".25011mm">
              <v:path arrowok="t"/>
            </v:shape>
            <v:shape id="_x0000_s1496" style="position:absolute;left:4720;top:2159;width:101;height:253" coordorigin="4720,2160" coordsize="101,253" path="m4720,2160r32,215l4821,2413r-32,-215l4720,2160xe" fillcolor="#e7e7e7" stroked="f">
              <v:path arrowok="t"/>
            </v:shape>
            <v:shape id="_x0000_s1495" style="position:absolute;left:4720;top:2159;width:101;height:253" coordorigin="4720,2160" coordsize="101,253" path="m4821,2413r-69,-38l4720,2160r69,38l4821,2413xe" filled="f" strokeweight=".25011mm">
              <v:path arrowok="t"/>
            </v:shape>
            <v:shape id="_x0000_s1494" style="position:absolute;left:4651;top:2159;width:101;height:253" coordorigin="4652,2160" coordsize="101,253" path="m4720,2160r-68,38l4684,2413r68,-38l4720,2160xe" fillcolor="#737373" stroked="f">
              <v:path arrowok="t"/>
            </v:shape>
            <v:shape id="_x0000_s1493" style="position:absolute;left:4651;top:2159;width:101;height:253" coordorigin="4652,2160" coordsize="101,253" path="m4684,2413r68,-38l4720,2160r-68,38l4684,2413xe" filled="f" strokeweight=".25011mm">
              <v:path arrowok="t"/>
            </v:shape>
            <v:shape id="_x0000_s1492" type="#_x0000_t75" style="position:absolute;left:4020;top:2520;width:768;height:105">
              <v:imagedata r:id="rId20" o:title=""/>
            </v:shape>
            <v:line id="_x0000_s1491" style="position:absolute" from="4104,2728" to="4034,2691" strokeweight=".09983mm"/>
            <v:line id="_x0000_s1490" style="position:absolute" from="4104,2728" to="4174,2691" strokeweight=".09983mm"/>
            <v:line id="_x0000_s1489" style="position:absolute" from="4242,2728" to="4173,2691" strokeweight=".09983mm"/>
            <v:line id="_x0000_s1488" style="position:absolute" from="4242,2728" to="4312,2691" strokeweight=".09983mm"/>
            <v:line id="_x0000_s1487" style="position:absolute" from="4380,2728" to="4310,2691" strokeweight=".09983mm"/>
            <v:line id="_x0000_s1486" style="position:absolute" from="4380,2730" to="4450,2693" strokeweight=".09983mm"/>
            <v:line id="_x0000_s1485" style="position:absolute" from="4518,2730" to="4448,2693" strokeweight=".09983mm"/>
            <v:line id="_x0000_s1484" style="position:absolute" from="4518,2728" to="4587,2691" strokeweight=".09983mm"/>
            <v:line id="_x0000_s1483" style="position:absolute" from="4656,2728" to="4586,2691" strokeweight=".09983mm"/>
            <v:line id="_x0000_s1482" style="position:absolute" from="4654,2728" to="4723,2691" strokeweight=".09983mm"/>
            <v:line id="_x0000_s1481" style="position:absolute" from="4791,2728" to="4721,2691" strokeweight=".09983mm"/>
            <v:line id="_x0000_s1480" style="position:absolute" from="4118,2460" to="4049,2423" strokeweight=".09983mm"/>
            <v:line id="_x0000_s1479" style="position:absolute" from="4119,2460" to="4188,2423" strokeweight=".09983mm"/>
            <v:line id="_x0000_s1478" style="position:absolute" from="4256,2460" to="4187,2423" strokeweight=".09983mm"/>
            <v:line id="_x0000_s1477" style="position:absolute" from="4257,2460" to="4326,2423" strokeweight=".09983mm"/>
            <v:line id="_x0000_s1476" style="position:absolute" from="4394,2460" to="4325,2423" strokeweight=".09983mm"/>
            <v:line id="_x0000_s1475" style="position:absolute" from="4394,2462" to="4464,2425" strokeweight=".09983mm"/>
            <v:line id="_x0000_s1474" style="position:absolute" from="4532,2462" to="4462,2425" strokeweight=".09983mm"/>
            <v:line id="_x0000_s1473" style="position:absolute" from="4532,2460" to="4602,2423" strokeweight=".09983mm"/>
            <v:line id="_x0000_s1472" style="position:absolute" from="4670,2460" to="4600,2423" strokeweight=".09983mm"/>
            <v:line id="_x0000_s1471" style="position:absolute" from="4668,2460" to="4737,2423" strokeweight=".09983mm"/>
            <v:line id="_x0000_s1470" style="position:absolute" from="4805,2460" to="4736,2423" strokeweight=".09983mm"/>
            <v:line id="_x0000_s1469" style="position:absolute" from="3680,1364" to="3680,1945" strokecolor="#e7e7e7" strokeweight="1.4pt"/>
            <v:shape id="_x0000_s1468" style="position:absolute;left:3666;top:1364;width:28;height:582" coordorigin="3666,1364" coordsize="28,582" path="m3694,1945r-28,-215l3666,1364r28,205l3694,1945xe" filled="f" strokeweight=".25011mm">
              <v:path arrowok="t"/>
            </v:shape>
            <v:shape id="_x0000_s1467" style="position:absolute;left:3906;top:1902;width:136;height:37" coordorigin="3906,1902" coordsize="136,37" path="m4041,1902r-135,1l3972,1939r69,-37xe" fillcolor="#e7e7e7" stroked="f">
              <v:path arrowok="t"/>
            </v:shape>
            <v:shape id="_x0000_s1466" style="position:absolute;left:4046;top:1902;width:136;height:38" coordorigin="4046,1902" coordsize="136,38" path="m4181,1902r-135,1l4112,1939r69,-37xe" fillcolor="#e7e7e7" stroked="f">
              <v:path arrowok="t"/>
            </v:shape>
            <v:shape id="_x0000_s1465" style="position:absolute;left:4180;top:1902;width:136;height:38" coordorigin="4180,1902" coordsize="136,38" path="m4315,1902r-135,1l4246,1939r69,-37xe" fillcolor="#e7e7e7" stroked="f">
              <v:path arrowok="t"/>
            </v:shape>
            <v:shape id="_x0000_s1464" style="position:absolute;left:3767;top:1902;width:136;height:38" coordorigin="3767,1902" coordsize="136,38" path="m3902,1902r-135,1l3833,1939r69,-37xe" fillcolor="#e7e7e7" stroked="f">
              <v:path arrowok="t"/>
            </v:shape>
            <v:shape id="_x0000_s1463" style="position:absolute;left:3676;top:1389;width:823;height:39" coordorigin="3676,1390" coordsize="823,39" path="m4499,1428r-68,-38l4362,1428r-69,-38l4225,1428r-69,-38l4087,1428r-68,-38l3950,1428r-68,-38l3813,1428r-69,-38l3676,1427e" filled="f" strokeweight=".25011mm">
              <v:path arrowok="t"/>
            </v:shape>
            <v:shape id="_x0000_s1462" style="position:absolute;left:3686;top:1452;width:823;height:39" coordorigin="3687,1452" coordsize="823,39" path="m4510,1490r-69,-38l4372,1490r-68,-38l4235,1490r-69,-38l4098,1490r-69,-38l3960,1490r-68,-38l3823,1490r-68,-38l3687,1489e" filled="f" strokeweight=".25011mm">
              <v:path arrowok="t"/>
            </v:shape>
            <v:shape id="_x0000_s1461" style="position:absolute;left:3694;top:1524;width:828;height:420" coordorigin="3694,1524" coordsize="828,420" o:spt="100" adj="0,,0" path="m3694,1524r,419l3766,1906r755,l4521,1578r-10,-50l3694,1524xm4521,1906r-755,l4521,1943r,-37xe" fillcolor="#e7e7e7" stroked="f">
              <v:stroke joinstyle="round"/>
              <v:formulas/>
              <v:path arrowok="t" o:connecttype="segments"/>
            </v:shape>
            <v:shape id="_x0000_s1460" style="position:absolute;left:3694;top:1524;width:828;height:420" coordorigin="3694,1524" coordsize="828,420" path="m3766,1906r-72,37l3694,1524r817,4l4521,1578r,365e" filled="f" strokeweight=".25011mm">
              <v:path arrowok="t"/>
            </v:shape>
            <v:line id="_x0000_s1459" style="position:absolute" from="3834,1943" to="3765,1906" strokeweight=".25011mm"/>
            <v:line id="_x0000_s1458" style="position:absolute" from="3835,1943" to="3904,1906" strokeweight=".25011mm"/>
            <v:line id="_x0000_s1457" style="position:absolute" from="3973,1943" to="3903,1906" strokeweight=".25011mm"/>
            <v:line id="_x0000_s1456" style="position:absolute" from="3973,1943" to="4042,1906" strokeweight=".25011mm"/>
            <v:line id="_x0000_s1455" style="position:absolute" from="4110,1943" to="4041,1906" strokeweight=".25011mm"/>
            <v:line id="_x0000_s1454" style="position:absolute" from="4110,1946" to="4180,1909" strokeweight=".25011mm"/>
            <v:line id="_x0000_s1453" style="position:absolute" from="4248,1946" to="4178,1909" strokeweight=".25011mm"/>
            <v:line id="_x0000_s1452" style="position:absolute" from="4248,1943" to="4318,1906" strokeweight=".25011mm"/>
            <v:line id="_x0000_s1451" style="position:absolute" from="4386,1943" to="4316,1906" strokeweight=".25011mm"/>
            <v:line id="_x0000_s1450" style="position:absolute" from="4384,1943" to="4453,1906" strokeweight=".25011mm"/>
            <v:line id="_x0000_s1449" style="position:absolute" from="4521,1943" to="4452,1906" strokeweight=".25011mm"/>
            <v:shape id="_x0000_s1448" style="position:absolute;left:3734;top:1320;width:101;height:253" coordorigin="3734,1320" coordsize="101,253" path="m3734,1320r32,215l3835,1573r-32,-215l3734,1320xe" fillcolor="#e7e7e7" stroked="f">
              <v:path arrowok="t"/>
            </v:shape>
            <v:shape id="_x0000_s1447" style="position:absolute;left:3734;top:1320;width:101;height:253" coordorigin="3734,1320" coordsize="101,253" path="m3835,1573r-69,-38l3734,1320r69,38l3835,1573xe" filled="f" strokeweight=".25011mm">
              <v:path arrowok="t"/>
            </v:shape>
            <v:shape id="_x0000_s1446" style="position:absolute;left:3665;top:1320;width:101;height:253" coordorigin="3665,1320" coordsize="101,253" path="m3734,1320r-69,38l3694,1573r72,-38l3734,1320xe" fillcolor="#737373" stroked="f">
              <v:path arrowok="t"/>
            </v:shape>
            <v:shape id="_x0000_s1445" style="position:absolute;left:3665;top:1320;width:101;height:253" coordorigin="3665,1320" coordsize="101,253" path="m3694,1573r72,-38l3734,1320r-69,38l3694,1573xe" filled="f" strokeweight=".25011mm">
              <v:path arrowok="t"/>
            </v:shape>
            <v:shape id="_x0000_s1444" style="position:absolute;left:3871;top:1320;width:101;height:253" coordorigin="3871,1320" coordsize="101,253" path="m3871,1320r32,215l3972,1573r-32,-215l3871,1320xe" fillcolor="#e7e7e7" stroked="f">
              <v:path arrowok="t"/>
            </v:shape>
            <v:shape id="_x0000_s1443" style="position:absolute;left:3871;top:1320;width:101;height:253" coordorigin="3871,1320" coordsize="101,253" path="m3972,1573r-69,-38l3871,1320r69,38l3972,1573xe" filled="f" strokeweight=".25011mm">
              <v:path arrowok="t"/>
            </v:shape>
            <v:shape id="_x0000_s1442" style="position:absolute;left:3802;top:1320;width:101;height:253" coordorigin="3803,1320" coordsize="101,253" path="m3871,1320r-68,38l3835,1573r68,-38l3871,1320xe" fillcolor="#737373" stroked="f">
              <v:path arrowok="t"/>
            </v:shape>
            <v:shape id="_x0000_s1441" style="position:absolute;left:3802;top:1320;width:101;height:253" coordorigin="3803,1320" coordsize="101,253" path="m3835,1573r68,-38l3871,1320r-68,38l3835,1573xe" filled="f" strokeweight=".25011mm">
              <v:path arrowok="t"/>
            </v:shape>
            <v:shape id="_x0000_s1440" style="position:absolute;left:4008;top:1320;width:101;height:253" coordorigin="4009,1320" coordsize="101,253" path="m4009,1320r31,215l4109,1573r-32,-215l4009,1320xe" fillcolor="#e7e7e7" stroked="f">
              <v:path arrowok="t"/>
            </v:shape>
            <v:shape id="_x0000_s1439" style="position:absolute;left:4008;top:1320;width:101;height:253" coordorigin="4009,1320" coordsize="101,253" path="m4109,1573r-69,-38l4009,1320r68,38l4109,1573xe" filled="f" strokeweight=".25011mm">
              <v:path arrowok="t"/>
            </v:shape>
            <v:shape id="_x0000_s1438" style="position:absolute;left:3939;top:1320;width:101;height:253" coordorigin="3940,1320" coordsize="101,253" path="m4009,1320r-69,38l3972,1573r69,-38l4009,1320xe" fillcolor="#737373" stroked="f">
              <v:path arrowok="t"/>
            </v:shape>
            <v:shape id="_x0000_s1437" style="position:absolute;left:3939;top:1320;width:101;height:253" coordorigin="3940,1320" coordsize="101,253" path="m3972,1573r69,-38l4009,1320r-69,38l3972,1573xe" filled="f" strokeweight=".25011mm">
              <v:path arrowok="t"/>
            </v:shape>
            <v:shape id="_x0000_s1436" style="position:absolute;left:4145;top:1320;width:101;height:253" coordorigin="4146,1320" coordsize="101,253" path="m4146,1320r32,215l4247,1573r-32,-215l4146,1320xe" fillcolor="#e7e7e7" stroked="f">
              <v:path arrowok="t"/>
            </v:shape>
            <v:shape id="_x0000_s1435" style="position:absolute;left:4145;top:1320;width:101;height:253" coordorigin="4146,1320" coordsize="101,253" path="m4247,1573r-69,-38l4146,1320r69,38l4247,1573xe" filled="f" strokeweight=".25011mm">
              <v:path arrowok="t"/>
            </v:shape>
            <v:shape id="_x0000_s1434" style="position:absolute;left:4077;top:1320;width:101;height:253" coordorigin="4077,1320" coordsize="101,253" path="m4146,1320r-69,38l4109,1573r69,-38l4146,1320xe" fillcolor="#737373" stroked="f">
              <v:path arrowok="t"/>
            </v:shape>
            <v:shape id="_x0000_s1433" style="position:absolute;left:4077;top:1320;width:101;height:253" coordorigin="4077,1320" coordsize="101,253" path="m4109,1573r69,-38l4146,1320r-69,38l4109,1573xe" filled="f" strokeweight=".25011mm">
              <v:path arrowok="t"/>
            </v:shape>
            <v:shape id="_x0000_s1432" style="position:absolute;left:4283;top:1320;width:101;height:253" coordorigin="4283,1320" coordsize="101,253" path="m4283,1320r32,215l4384,1573r-32,-215l4283,1320xe" fillcolor="#e7e7e7" stroked="f">
              <v:path arrowok="t"/>
            </v:shape>
            <v:shape id="_x0000_s1431" style="position:absolute;left:4283;top:1320;width:101;height:253" coordorigin="4283,1320" coordsize="101,253" path="m4384,1573r-69,-38l4283,1320r69,38l4384,1573xe" filled="f" strokeweight=".25011mm">
              <v:path arrowok="t"/>
            </v:shape>
            <v:shape id="_x0000_s1430" style="position:absolute;left:4214;top:1320;width:101;height:253" coordorigin="4214,1320" coordsize="101,253" path="m4283,1320r-69,38l4246,1573r69,-38l4283,1320xe" fillcolor="#737373" stroked="f">
              <v:path arrowok="t"/>
            </v:shape>
            <v:shape id="_x0000_s1429" style="position:absolute;left:4214;top:1320;width:101;height:253" coordorigin="4214,1320" coordsize="101,253" path="m4246,1573r69,-38l4283,1320r-69,38l4246,1573xe" filled="f" strokeweight=".25011mm">
              <v:path arrowok="t"/>
            </v:shape>
            <v:shape id="_x0000_s1428" style="position:absolute;left:4420;top:1320;width:101;height:253" coordorigin="4420,1320" coordsize="101,253" path="m4420,1320r32,215l4521,1573r-32,-215l4420,1320xe" fillcolor="#e7e7e7" stroked="f">
              <v:path arrowok="t"/>
            </v:shape>
            <v:shape id="_x0000_s1427" style="position:absolute;left:4420;top:1320;width:101;height:253" coordorigin="4420,1320" coordsize="101,253" path="m4521,1573r-69,-38l4420,1320r69,38l4521,1573xe" filled="f" strokeweight=".25011mm">
              <v:path arrowok="t"/>
            </v:shape>
            <v:shape id="_x0000_s1426" style="position:absolute;left:4351;top:1320;width:101;height:253" coordorigin="4352,1320" coordsize="101,253" path="m4420,1320r-68,38l4384,1573r68,-38l4420,1320xe" fillcolor="#737373" stroked="f">
              <v:path arrowok="t"/>
            </v:shape>
            <v:shape id="_x0000_s1425" style="position:absolute;left:4351;top:1320;width:101;height:253" coordorigin="4352,1320" coordsize="101,253" path="m4384,1573r68,-38l4420,1320r-68,38l4384,1573xe" filled="f" strokeweight=".25011mm">
              <v:path arrowok="t"/>
            </v:shape>
            <v:shape id="_x0000_s1424" type="#_x0000_t75" style="position:absolute;left:3720;top:1680;width:768;height:105">
              <v:imagedata r:id="rId21" o:title=""/>
            </v:shape>
            <v:line id="_x0000_s1423" style="position:absolute" from="3804,1888" to="3734,1851" strokeweight=".09983mm"/>
            <v:line id="_x0000_s1422" style="position:absolute" from="3804,1888" to="3874,1851" strokeweight=".09983mm"/>
            <v:line id="_x0000_s1421" style="position:absolute" from="3942,1888" to="3873,1851" strokeweight=".09983mm"/>
            <v:line id="_x0000_s1420" style="position:absolute" from="3942,1888" to="4012,1851" strokeweight=".09983mm"/>
            <v:line id="_x0000_s1419" style="position:absolute" from="4080,1888" to="4010,1851" strokeweight=".09983mm"/>
            <v:line id="_x0000_s1418" style="position:absolute" from="4080,1890" to="4150,1853" strokeweight=".09983mm"/>
            <v:line id="_x0000_s1417" style="position:absolute" from="4218,1890" to="4148,1853" strokeweight=".09983mm"/>
            <v:line id="_x0000_s1416" style="position:absolute" from="4218,1888" to="4288,1851" strokeweight=".09983mm"/>
            <v:line id="_x0000_s1415" style="position:absolute" from="4356,1888" to="4286,1851" strokeweight=".09983mm"/>
            <v:line id="_x0000_s1414" style="position:absolute" from="4354,1888" to="4423,1851" strokeweight=".09983mm"/>
            <v:line id="_x0000_s1413" style="position:absolute" from="4491,1888" to="4421,1851" strokeweight=".09983mm"/>
            <v:line id="_x0000_s1412" style="position:absolute" from="3818,1620" to="3749,1583" strokeweight=".09983mm"/>
            <v:line id="_x0000_s1411" style="position:absolute" from="3819,1620" to="3888,1583" strokeweight=".09983mm"/>
            <v:line id="_x0000_s1410" style="position:absolute" from="3957,1620" to="3887,1583" strokeweight=".09983mm"/>
            <v:line id="_x0000_s1409" style="position:absolute" from="3957,1620" to="4026,1583" strokeweight=".09983mm"/>
            <v:line id="_x0000_s1408" style="position:absolute" from="4094,1620" to="4025,1583" strokeweight=".09983mm"/>
            <v:line id="_x0000_s1407" style="position:absolute" from="4094,1623" to="4164,1586" strokeweight=".09983mm"/>
            <v:line id="_x0000_s1406" style="position:absolute" from="4232,1623" to="4162,1586" strokeweight=".09983mm"/>
            <v:line id="_x0000_s1405" style="position:absolute" from="4232,1620" to="4302,1583" strokeweight=".09983mm"/>
            <v:line id="_x0000_s1404" style="position:absolute" from="4370,1620" to="4300,1583" strokeweight=".09983mm"/>
            <v:line id="_x0000_s1403" style="position:absolute" from="4368,1620" to="4437,1583" strokeweight=".09983mm"/>
            <v:line id="_x0000_s1402" style="position:absolute" from="4505,1620" to="4436,1583" strokeweight=".09983mm"/>
            <v:line id="_x0000_s1401" style="position:absolute" from="2620,1984" to="2620,2565" strokecolor="#e7e7e7" strokeweight="1.4pt"/>
            <v:shape id="_x0000_s1400" style="position:absolute;left:2606;top:1983;width:28;height:582" coordorigin="2606,1984" coordsize="28,582" path="m2634,2565r-28,-216l2606,1984r28,205l2634,2565xe" filled="f" strokeweight=".25011mm">
              <v:path arrowok="t"/>
            </v:shape>
            <v:shape id="_x0000_s1399" style="position:absolute;left:2846;top:2521;width:136;height:37" coordorigin="2846,2522" coordsize="136,37" path="m2982,2522r-136,1l2912,2559r70,-37xe" fillcolor="#e7e7e7" stroked="f">
              <v:path arrowok="t"/>
            </v:shape>
            <v:shape id="_x0000_s1398" style="position:absolute;left:2986;top:2521;width:136;height:38" coordorigin="2986,2522" coordsize="136,38" path="m3121,2522r-135,1l3052,2559r69,-37xe" fillcolor="#e7e7e7" stroked="f">
              <v:path arrowok="t"/>
            </v:shape>
            <v:shape id="_x0000_s1397" style="position:absolute;left:3120;top:2521;width:136;height:38" coordorigin="3120,2522" coordsize="136,38" path="m3255,2522r-135,1l3186,2559r69,-37xe" fillcolor="#e7e7e7" stroked="f">
              <v:path arrowok="t"/>
            </v:shape>
            <v:shape id="_x0000_s1396" style="position:absolute;left:2707;top:2521;width:136;height:38" coordorigin="2707,2522" coordsize="136,38" path="m2842,2522r-135,1l2773,2559r69,-37xe" fillcolor="#e7e7e7" stroked="f">
              <v:path arrowok="t"/>
            </v:shape>
            <v:shape id="_x0000_s1395" style="position:absolute;left:2616;top:2009;width:823;height:39" coordorigin="2617,2010" coordsize="823,39" path="m3439,2048r-68,-38l3302,2048r-68,-38l3165,2048r-69,-38l3028,2048r-69,-38l2890,2048r-68,-38l2753,2048r-68,-38l2617,2047e" filled="f" strokeweight=".25011mm">
              <v:path arrowok="t"/>
            </v:shape>
            <v:shape id="_x0000_s1394" style="position:absolute;left:2626;top:2072;width:823;height:39" coordorigin="2627,2072" coordsize="823,39" path="m3450,2110r-69,-38l3312,2110r-68,-38l3175,2110r-68,-38l3038,2110r-69,-38l2900,2110r-68,-38l2763,2110r-68,-38l2627,2109e" filled="f" strokeweight=".25011mm">
              <v:path arrowok="t"/>
            </v:shape>
            <v:shape id="_x0000_s1393" style="position:absolute;left:2634;top:2144;width:828;height:420" coordorigin="2634,2144" coordsize="828,420" o:spt="100" adj="0,,0" path="m2634,2144r,419l2706,2526r755,l3461,2198r-10,-50l2634,2144xm3461,2526r-755,l3461,2563r,-37xe" fillcolor="#e7e7e7" stroked="f">
              <v:stroke joinstyle="round"/>
              <v:formulas/>
              <v:path arrowok="t" o:connecttype="segments"/>
            </v:shape>
            <v:shape id="_x0000_s1392" style="position:absolute;left:2634;top:2144;width:828;height:420" coordorigin="2634,2144" coordsize="828,420" path="m2706,2526r-72,37l2634,2144r817,4l3461,2198r,365e" filled="f" strokeweight=".25011mm">
              <v:path arrowok="t"/>
            </v:shape>
            <v:line id="_x0000_s1391" style="position:absolute" from="2775,2563" to="2705,2526" strokeweight=".25011mm"/>
            <v:line id="_x0000_s1390" style="position:absolute" from="2775,2563" to="2845,2526" strokeweight=".25011mm"/>
            <v:line id="_x0000_s1389" style="position:absolute" from="2913,2563" to="2843,2526" strokeweight=".25011mm"/>
            <v:line id="_x0000_s1388" style="position:absolute" from="2913,2563" to="2982,2526" strokeweight=".25011mm"/>
            <v:line id="_x0000_s1387" style="position:absolute" from="3051,2563" to="2981,2526" strokeweight=".25011mm"/>
            <v:line id="_x0000_s1386" style="position:absolute" from="3051,2565" to="3120,2528" strokeweight=".25011mm"/>
            <v:line id="_x0000_s1385" style="position:absolute" from="3188,2565" to="3119,2528" strokeweight=".25011mm"/>
            <v:line id="_x0000_s1384" style="position:absolute" from="3188,2563" to="3258,2526" strokeweight=".25011mm"/>
            <v:line id="_x0000_s1383" style="position:absolute" from="3326,2563" to="3256,2526" strokeweight=".25011mm"/>
            <v:line id="_x0000_s1382" style="position:absolute" from="3324,2563" to="3394,2526" strokeweight=".25011mm"/>
            <v:line id="_x0000_s1381" style="position:absolute" from="3461,2563" to="3392,2526" strokeweight=".25011mm"/>
            <v:shape id="_x0000_s1380" style="position:absolute;left:2674;top:1939;width:101;height:253" coordorigin="2674,1940" coordsize="101,253" path="m2674,1940r32,215l2775,2193r-32,-215l2674,1940xe" fillcolor="#e7e7e7" stroked="f">
              <v:path arrowok="t"/>
            </v:shape>
            <v:shape id="_x0000_s1379" style="position:absolute;left:2674;top:1939;width:101;height:253" coordorigin="2674,1940" coordsize="101,253" path="m2775,2193r-69,-38l2674,1940r69,38l2775,2193xe" filled="f" strokeweight=".25011mm">
              <v:path arrowok="t"/>
            </v:shape>
            <v:shape id="_x0000_s1378" style="position:absolute;left:2605;top:1939;width:101;height:253" coordorigin="2606,1940" coordsize="101,253" path="m2674,1940r-68,38l2634,2193r72,-38l2674,1940xe" fillcolor="#737373" stroked="f">
              <v:path arrowok="t"/>
            </v:shape>
            <v:shape id="_x0000_s1377" style="position:absolute;left:2605;top:1939;width:101;height:253" coordorigin="2606,1940" coordsize="101,253" path="m2634,2193r72,-38l2674,1940r-68,38l2634,2193xe" filled="f" strokeweight=".25011mm">
              <v:path arrowok="t"/>
            </v:shape>
            <v:shape id="_x0000_s1376" style="position:absolute;left:2811;top:1939;width:101;height:253" coordorigin="2811,1940" coordsize="101,253" path="m2811,1940r32,215l2912,2193r-32,-215l2811,1940xe" fillcolor="#e7e7e7" stroked="f">
              <v:path arrowok="t"/>
            </v:shape>
            <v:shape id="_x0000_s1375" style="position:absolute;left:2811;top:1939;width:101;height:253" coordorigin="2811,1940" coordsize="101,253" path="m2912,2193r-69,-38l2811,1940r69,38l2912,2193xe" filled="f" strokeweight=".25011mm">
              <v:path arrowok="t"/>
            </v:shape>
            <v:shape id="_x0000_s1374" style="position:absolute;left:2742;top:1939;width:101;height:253" coordorigin="2743,1940" coordsize="101,253" path="m2812,1940r-69,38l2775,2193r69,-38l2812,1940xe" fillcolor="#737373" stroked="f">
              <v:path arrowok="t"/>
            </v:shape>
            <v:shape id="_x0000_s1373" style="position:absolute;left:2742;top:1939;width:101;height:253" coordorigin="2743,1940" coordsize="101,253" path="m2775,2193r69,-38l2812,1940r-69,38l2775,2193xe" filled="f" strokeweight=".25011mm">
              <v:path arrowok="t"/>
            </v:shape>
            <v:shape id="_x0000_s1372" style="position:absolute;left:2948;top:1939;width:101;height:253" coordorigin="2949,1940" coordsize="101,253" path="m2949,1940r32,215l3049,2193r-31,-215l2949,1940xe" fillcolor="#e7e7e7" stroked="f">
              <v:path arrowok="t"/>
            </v:shape>
            <v:shape id="_x0000_s1371" style="position:absolute;left:2948;top:1939;width:101;height:253" coordorigin="2949,1940" coordsize="101,253" path="m3049,2193r-68,-38l2949,1940r69,38l3049,2193xe" filled="f" strokeweight=".25011mm">
              <v:path arrowok="t"/>
            </v:shape>
            <v:shape id="_x0000_s1370" style="position:absolute;left:2880;top:1939;width:101;height:253" coordorigin="2880,1940" coordsize="101,253" path="m2949,1940r-69,38l2912,2193r69,-38l2949,1940xe" fillcolor="#737373" stroked="f">
              <v:path arrowok="t"/>
            </v:shape>
            <v:shape id="_x0000_s1369" style="position:absolute;left:2880;top:1939;width:101;height:253" coordorigin="2880,1940" coordsize="101,253" path="m2912,2193r69,-38l2949,1940r-69,38l2912,2193xe" filled="f" strokeweight=".25011mm">
              <v:path arrowok="t"/>
            </v:shape>
            <v:shape id="_x0000_s1368" style="position:absolute;left:3085;top:1939;width:101;height:253" coordorigin="3086,1940" coordsize="101,253" path="m3086,1940r32,215l3187,2193r-32,-215l3086,1940xe" fillcolor="#e7e7e7" stroked="f">
              <v:path arrowok="t"/>
            </v:shape>
            <v:shape id="_x0000_s1367" style="position:absolute;left:3085;top:1939;width:101;height:253" coordorigin="3086,1940" coordsize="101,253" path="m3187,2193r-69,-38l3086,1940r69,38l3187,2193xe" filled="f" strokeweight=".25011mm">
              <v:path arrowok="t"/>
            </v:shape>
            <v:shape id="_x0000_s1366" style="position:absolute;left:3017;top:1939;width:101;height:253" coordorigin="3017,1940" coordsize="101,253" path="m3086,1940r-69,38l3049,2193r69,-38l3086,1940xe" fillcolor="#737373" stroked="f">
              <v:path arrowok="t"/>
            </v:shape>
            <v:shape id="_x0000_s1365" style="position:absolute;left:3017;top:1939;width:101;height:253" coordorigin="3017,1940" coordsize="101,253" path="m3049,2193r69,-38l3086,1940r-69,38l3049,2193xe" filled="f" strokeweight=".25011mm">
              <v:path arrowok="t"/>
            </v:shape>
            <v:shape id="_x0000_s1364" style="position:absolute;left:3223;top:1939;width:101;height:253" coordorigin="3223,1940" coordsize="101,253" path="m3223,1940r32,215l3324,2193r-32,-215l3223,1940xe" fillcolor="#e7e7e7" stroked="f">
              <v:path arrowok="t"/>
            </v:shape>
            <v:shape id="_x0000_s1363" style="position:absolute;left:3223;top:1939;width:101;height:253" coordorigin="3223,1940" coordsize="101,253" path="m3324,2193r-69,-38l3223,1940r69,38l3324,2193xe" filled="f" strokeweight=".25011mm">
              <v:path arrowok="t"/>
            </v:shape>
            <v:shape id="_x0000_s1362" style="position:absolute;left:3154;top:1939;width:101;height:253" coordorigin="3155,1940" coordsize="101,253" path="m3223,1940r-68,38l3186,2193r69,-38l3223,1940xe" fillcolor="#737373" stroked="f">
              <v:path arrowok="t"/>
            </v:shape>
            <v:shape id="_x0000_s1361" style="position:absolute;left:3154;top:1939;width:101;height:253" coordorigin="3155,1940" coordsize="101,253" path="m3186,2193r69,-38l3223,1940r-68,38l3186,2193xe" filled="f" strokeweight=".25011mm">
              <v:path arrowok="t"/>
            </v:shape>
            <v:shape id="_x0000_s1360" style="position:absolute;left:3360;top:1939;width:101;height:253" coordorigin="3360,1940" coordsize="101,253" path="m3360,1940r32,215l3461,2193r-32,-215l3360,1940xe" fillcolor="#e7e7e7" stroked="f">
              <v:path arrowok="t"/>
            </v:shape>
            <v:shape id="_x0000_s1359" style="position:absolute;left:3360;top:1939;width:101;height:253" coordorigin="3360,1940" coordsize="101,253" path="m3461,2193r-69,-38l3360,1940r69,38l3461,2193xe" filled="f" strokeweight=".25011mm">
              <v:path arrowok="t"/>
            </v:shape>
            <v:shape id="_x0000_s1358" style="position:absolute;left:3291;top:1939;width:101;height:253" coordorigin="3292,1940" coordsize="101,253" path="m3361,1940r-69,38l3324,2193r69,-38l3361,1940xe" fillcolor="#737373" stroked="f">
              <v:path arrowok="t"/>
            </v:shape>
            <v:shape id="_x0000_s1357" style="position:absolute;left:3291;top:1939;width:101;height:253" coordorigin="3292,1940" coordsize="101,253" path="m3324,2193r69,-38l3361,1940r-69,38l3324,2193xe" filled="f" strokeweight=".25011mm">
              <v:path arrowok="t"/>
            </v:shape>
            <v:shape id="_x0000_s1356" type="#_x0000_t75" style="position:absolute;left:2660;top:2300;width:768;height:105">
              <v:imagedata r:id="rId22" o:title=""/>
            </v:shape>
            <v:line id="_x0000_s1355" style="position:absolute" from="2744,2508" to="2675,2471" strokeweight=".09983mm"/>
            <v:line id="_x0000_s1354" style="position:absolute" from="2745,2508" to="2814,2471" strokeweight=".09983mm"/>
            <v:line id="_x0000_s1353" style="position:absolute" from="2882,2508" to="2813,2471" strokeweight=".09983mm"/>
            <v:line id="_x0000_s1352" style="position:absolute" from="2882,2508" to="2952,2471" strokeweight=".09983mm"/>
            <v:line id="_x0000_s1351" style="position:absolute" from="3020,2508" to="2951,2471" strokeweight=".09983mm"/>
            <v:line id="_x0000_s1350" style="position:absolute" from="3020,2510" to="3090,2473" strokeweight=".09983mm"/>
            <v:line id="_x0000_s1349" style="position:absolute" from="3158,2510" to="3088,2473" strokeweight=".09983mm"/>
            <v:line id="_x0000_s1348" style="position:absolute" from="3158,2508" to="3228,2471" strokeweight=".09983mm"/>
            <v:line id="_x0000_s1347" style="position:absolute" from="3296,2508" to="3226,2471" strokeweight=".09983mm"/>
            <v:line id="_x0000_s1346" style="position:absolute" from="3294,2508" to="3363,2471" strokeweight=".09983mm"/>
            <v:line id="_x0000_s1345" style="position:absolute" from="3431,2508" to="3362,2471" strokeweight=".09983mm"/>
            <v:line id="_x0000_s1344" style="position:absolute" from="2759,2240" to="2689,2203" strokeweight=".09983mm"/>
            <v:line id="_x0000_s1343" style="position:absolute" from="2759,2240" to="2829,2203" strokeweight=".09983mm"/>
            <v:line id="_x0000_s1342" style="position:absolute" from="2897,2240" to="2827,2203" strokeweight=".09983mm"/>
            <v:line id="_x0000_s1341" style="position:absolute" from="2897,2240" to="2966,2203" strokeweight=".09983mm"/>
            <v:line id="_x0000_s1340" style="position:absolute" from="3035,2240" to="2965,2203" strokeweight=".09983mm"/>
            <v:line id="_x0000_s1339" style="position:absolute" from="3035,2242" to="3104,2205" strokeweight=".09983mm"/>
            <v:line id="_x0000_s1338" style="position:absolute" from="3172,2242" to="3103,2205" strokeweight=".09983mm"/>
            <v:line id="_x0000_s1337" style="position:absolute" from="3172,2240" to="3242,2203" strokeweight=".09983mm"/>
            <v:line id="_x0000_s1336" style="position:absolute" from="3310,2240" to="3240,2203" strokeweight=".09983mm"/>
            <v:line id="_x0000_s1335" style="position:absolute" from="3308,2240" to="3378,2203" strokeweight=".09983mm"/>
            <v:line id="_x0000_s1334" style="position:absolute" from="3445,2240" to="3376,2203" strokeweight=".09983mm"/>
            <v:shape id="_x0000_s1333" type="#_x0000_t202" style="position:absolute;left:7166;top:3013;width:2336;height:263" filled="f" stroked="f">
              <v:textbox inset="0,0,0,0">
                <w:txbxContent>
                  <w:p w:rsidR="00FF5398" w:rsidRDefault="00FF5398">
                    <w:pPr>
                      <w:spacing w:before="14"/>
                      <w:rPr>
                        <w:rFonts w:ascii="Times New Roman"/>
                        <w:sz w:val="20"/>
                      </w:rPr>
                    </w:pPr>
                    <w:proofErr w:type="spellStart"/>
                    <w:r>
                      <w:rPr>
                        <w:rFonts w:ascii="Times New Roman"/>
                        <w:color w:val="231F20"/>
                        <w:sz w:val="20"/>
                      </w:rPr>
                      <w:t>restgroepen</w:t>
                    </w:r>
                    <w:proofErr w:type="spellEnd"/>
                    <w:r>
                      <w:rPr>
                        <w:rFonts w:ascii="Times New Roman"/>
                        <w:color w:val="231F20"/>
                        <w:sz w:val="20"/>
                      </w:rPr>
                      <w:t xml:space="preserve"> </w:t>
                    </w:r>
                    <w:proofErr w:type="spellStart"/>
                    <w:r>
                      <w:rPr>
                        <w:rFonts w:ascii="Times New Roman"/>
                        <w:color w:val="231F20"/>
                        <w:sz w:val="20"/>
                      </w:rPr>
                      <w:t>Gly</w:t>
                    </w:r>
                    <w:proofErr w:type="spellEnd"/>
                    <w:r>
                      <w:rPr>
                        <w:rFonts w:ascii="Times New Roman"/>
                        <w:color w:val="231F20"/>
                        <w:sz w:val="20"/>
                      </w:rPr>
                      <w:t xml:space="preserve"> (</w:t>
                    </w:r>
                    <w:proofErr w:type="spellStart"/>
                    <w:r>
                      <w:rPr>
                        <w:rFonts w:ascii="Times New Roman"/>
                        <w:color w:val="231F20"/>
                        <w:sz w:val="20"/>
                      </w:rPr>
                      <w:t>onder</w:t>
                    </w:r>
                    <w:proofErr w:type="spellEnd"/>
                    <w:r>
                      <w:rPr>
                        <w:rFonts w:ascii="Times New Roman"/>
                        <w:color w:val="231F20"/>
                        <w:sz w:val="20"/>
                      </w:rPr>
                      <w:t xml:space="preserve"> </w:t>
                    </w:r>
                    <w:proofErr w:type="spellStart"/>
                    <w:r>
                      <w:rPr>
                        <w:rFonts w:ascii="Times New Roman"/>
                        <w:color w:val="231F20"/>
                        <w:sz w:val="20"/>
                      </w:rPr>
                      <w:t>vlak</w:t>
                    </w:r>
                    <w:proofErr w:type="spellEnd"/>
                    <w:r>
                      <w:rPr>
                        <w:rFonts w:ascii="Times New Roman"/>
                        <w:color w:val="231F20"/>
                        <w:sz w:val="20"/>
                      </w:rPr>
                      <w:t>)</w:t>
                    </w:r>
                  </w:p>
                </w:txbxContent>
              </v:textbox>
            </v:shape>
            <v:shape id="_x0000_s1332" type="#_x0000_t202" style="position:absolute;left:6357;top:500;width:3096;height:956" filled="f" stroked="f">
              <v:textbox inset="0,0,0,0">
                <w:txbxContent>
                  <w:p w:rsidR="00FF5398" w:rsidRPr="00542D57" w:rsidRDefault="00FF5398">
                    <w:pPr>
                      <w:spacing w:before="14" w:line="249" w:lineRule="auto"/>
                      <w:ind w:left="299" w:right="572" w:hanging="300"/>
                      <w:rPr>
                        <w:rFonts w:ascii="Times New Roman" w:hAnsi="Times New Roman"/>
                        <w:sz w:val="20"/>
                        <w:lang w:val="nl-NL"/>
                      </w:rPr>
                    </w:pPr>
                    <w:r w:rsidRPr="00542D57">
                      <w:rPr>
                        <w:rFonts w:ascii="Times New Roman" w:hAnsi="Times New Roman"/>
                        <w:color w:val="231F20"/>
                        <w:sz w:val="20"/>
                        <w:lang w:val="nl-NL"/>
                      </w:rPr>
                      <w:t>1.2 heen en weer slingerende eiwitketen in één bèta-plaat</w:t>
                    </w:r>
                  </w:p>
                  <w:p w:rsidR="00FF5398" w:rsidRDefault="00FF5398">
                    <w:pPr>
                      <w:spacing w:before="215"/>
                      <w:ind w:left="748"/>
                      <w:rPr>
                        <w:rFonts w:ascii="Times New Roman"/>
                        <w:sz w:val="20"/>
                      </w:rPr>
                    </w:pPr>
                    <w:proofErr w:type="spellStart"/>
                    <w:r>
                      <w:rPr>
                        <w:rFonts w:ascii="Times New Roman"/>
                        <w:color w:val="231F20"/>
                        <w:sz w:val="20"/>
                      </w:rPr>
                      <w:t>restgroepen</w:t>
                    </w:r>
                    <w:proofErr w:type="spellEnd"/>
                    <w:r>
                      <w:rPr>
                        <w:rFonts w:ascii="Times New Roman"/>
                        <w:color w:val="231F20"/>
                        <w:sz w:val="20"/>
                      </w:rPr>
                      <w:t xml:space="preserve"> Ala (</w:t>
                    </w:r>
                    <w:proofErr w:type="spellStart"/>
                    <w:r>
                      <w:rPr>
                        <w:rFonts w:ascii="Times New Roman"/>
                        <w:color w:val="231F20"/>
                        <w:sz w:val="20"/>
                      </w:rPr>
                      <w:t>boven</w:t>
                    </w:r>
                    <w:proofErr w:type="spellEnd"/>
                    <w:r>
                      <w:rPr>
                        <w:rFonts w:ascii="Times New Roman"/>
                        <w:color w:val="231F20"/>
                        <w:sz w:val="20"/>
                      </w:rPr>
                      <w:t xml:space="preserve"> </w:t>
                    </w:r>
                    <w:proofErr w:type="spellStart"/>
                    <w:r>
                      <w:rPr>
                        <w:rFonts w:ascii="Times New Roman"/>
                        <w:color w:val="231F20"/>
                        <w:sz w:val="20"/>
                      </w:rPr>
                      <w:t>vlak</w:t>
                    </w:r>
                    <w:proofErr w:type="spellEnd"/>
                    <w:r>
                      <w:rPr>
                        <w:rFonts w:ascii="Times New Roman"/>
                        <w:color w:val="231F20"/>
                        <w:sz w:val="20"/>
                      </w:rPr>
                      <w:t>)</w:t>
                    </w:r>
                  </w:p>
                </w:txbxContent>
              </v:textbox>
            </v:shape>
            <v:shape id="_x0000_s1331" type="#_x0000_t202" style="position:absolute;left:2102;top:413;width:3980;height:3116" filled="f" strokeweight=".5pt">
              <v:textbox inset="0,0,0,0">
                <w:txbxContent>
                  <w:p w:rsidR="00FF5398" w:rsidRDefault="00FF5398">
                    <w:pPr>
                      <w:spacing w:before="83"/>
                      <w:ind w:left="296"/>
                      <w:rPr>
                        <w:rFonts w:ascii="Times New Roman" w:hAnsi="Times New Roman"/>
                        <w:sz w:val="20"/>
                      </w:rPr>
                    </w:pPr>
                    <w:r>
                      <w:rPr>
                        <w:rFonts w:ascii="Times New Roman" w:hAnsi="Times New Roman"/>
                        <w:color w:val="231F20"/>
                        <w:sz w:val="20"/>
                      </w:rPr>
                      <w:t xml:space="preserve">1.1 </w:t>
                    </w:r>
                    <w:proofErr w:type="spellStart"/>
                    <w:r>
                      <w:rPr>
                        <w:rFonts w:ascii="Times New Roman" w:hAnsi="Times New Roman"/>
                        <w:color w:val="231F20"/>
                        <w:sz w:val="20"/>
                      </w:rPr>
                      <w:t>gebieden</w:t>
                    </w:r>
                    <w:proofErr w:type="spellEnd"/>
                    <w:r>
                      <w:rPr>
                        <w:rFonts w:ascii="Times New Roman" w:hAnsi="Times New Roman"/>
                        <w:color w:val="231F20"/>
                        <w:sz w:val="20"/>
                      </w:rPr>
                      <w:t xml:space="preserve"> met </w:t>
                    </w:r>
                    <w:proofErr w:type="spellStart"/>
                    <w:r>
                      <w:rPr>
                        <w:rFonts w:ascii="Times New Roman" w:hAnsi="Times New Roman"/>
                        <w:color w:val="231F20"/>
                        <w:sz w:val="20"/>
                      </w:rPr>
                      <w:t>gestapelde</w:t>
                    </w:r>
                    <w:proofErr w:type="spellEnd"/>
                    <w:r>
                      <w:rPr>
                        <w:rFonts w:ascii="Times New Roman" w:hAnsi="Times New Roman"/>
                        <w:color w:val="231F20"/>
                        <w:sz w:val="20"/>
                      </w:rPr>
                      <w:t xml:space="preserve"> </w:t>
                    </w:r>
                    <w:proofErr w:type="spellStart"/>
                    <w:r>
                      <w:rPr>
                        <w:rFonts w:ascii="Times New Roman" w:hAnsi="Times New Roman"/>
                        <w:color w:val="231F20"/>
                        <w:sz w:val="20"/>
                      </w:rPr>
                      <w:t>bèta</w:t>
                    </w:r>
                    <w:proofErr w:type="spellEnd"/>
                    <w:r>
                      <w:rPr>
                        <w:rFonts w:ascii="Times New Roman" w:hAnsi="Times New Roman"/>
                        <w:color w:val="231F20"/>
                        <w:sz w:val="20"/>
                      </w:rPr>
                      <w:t>-platen</w:t>
                    </w:r>
                  </w:p>
                </w:txbxContent>
              </v:textbox>
            </v:shape>
            <w10:wrap type="topAndBottom" anchorx="page"/>
          </v:group>
        </w:pict>
      </w:r>
      <w:r w:rsidR="003D508B" w:rsidRPr="00B05F8E">
        <w:rPr>
          <w:color w:val="231F20"/>
          <w:lang w:val="nl-NL"/>
        </w:rPr>
        <w:t>figuur 1</w:t>
      </w:r>
    </w:p>
    <w:p w:rsidR="00017E14" w:rsidRPr="00B05F8E" w:rsidRDefault="003D508B">
      <w:pPr>
        <w:pStyle w:val="Plattetekst"/>
        <w:spacing w:before="115" w:line="254" w:lineRule="auto"/>
        <w:ind w:right="1065"/>
        <w:jc w:val="both"/>
        <w:rPr>
          <w:lang w:val="nl-NL"/>
        </w:rPr>
      </w:pPr>
      <w:r w:rsidRPr="00B05F8E">
        <w:rPr>
          <w:color w:val="231F20"/>
          <w:lang w:val="nl-NL"/>
        </w:rPr>
        <w:t xml:space="preserve">In figuur 1.1 is te zien dat in </w:t>
      </w:r>
      <w:proofErr w:type="spellStart"/>
      <w:r w:rsidRPr="00B05F8E">
        <w:rPr>
          <w:color w:val="231F20"/>
          <w:lang w:val="nl-NL"/>
        </w:rPr>
        <w:t>fibroïne</w:t>
      </w:r>
      <w:proofErr w:type="spellEnd"/>
      <w:r w:rsidRPr="00B05F8E">
        <w:rPr>
          <w:color w:val="231F20"/>
          <w:lang w:val="nl-NL"/>
        </w:rPr>
        <w:t xml:space="preserve"> ongeordende stukken eiwitketen worden afgewisseld met sterk geordende gebieden. In de geordende gebieden zijn telkens ongeveer tien </w:t>
      </w:r>
      <w:r>
        <w:rPr>
          <w:rFonts w:ascii="Symbol" w:hAnsi="Symbol"/>
          <w:color w:val="231F20"/>
        </w:rPr>
        <w:t></w:t>
      </w:r>
      <w:r w:rsidRPr="00B05F8E">
        <w:rPr>
          <w:color w:val="231F20"/>
          <w:lang w:val="nl-NL"/>
        </w:rPr>
        <w:t>-platen op elkaar gestapeld.</w:t>
      </w:r>
    </w:p>
    <w:p w:rsidR="00017E14" w:rsidRPr="00B05F8E" w:rsidRDefault="003D508B">
      <w:pPr>
        <w:pStyle w:val="Plattetekst"/>
        <w:ind w:right="848"/>
        <w:rPr>
          <w:lang w:val="nl-NL"/>
        </w:rPr>
      </w:pPr>
      <w:r w:rsidRPr="00B05F8E">
        <w:rPr>
          <w:color w:val="231F20"/>
          <w:lang w:val="nl-NL"/>
        </w:rPr>
        <w:t xml:space="preserve">De primaire structuur van de eiwitketen in een </w:t>
      </w:r>
      <w:r>
        <w:rPr>
          <w:rFonts w:ascii="Symbol" w:hAnsi="Symbol"/>
          <w:color w:val="231F20"/>
        </w:rPr>
        <w:t></w:t>
      </w:r>
      <w:r w:rsidRPr="00B05F8E">
        <w:rPr>
          <w:color w:val="231F20"/>
          <w:lang w:val="nl-NL"/>
        </w:rPr>
        <w:t xml:space="preserve">-plaat in </w:t>
      </w:r>
      <w:proofErr w:type="spellStart"/>
      <w:r w:rsidRPr="00B05F8E">
        <w:rPr>
          <w:color w:val="231F20"/>
          <w:lang w:val="nl-NL"/>
        </w:rPr>
        <w:t>fibroïne</w:t>
      </w:r>
      <w:proofErr w:type="spellEnd"/>
      <w:r w:rsidRPr="00B05F8E">
        <w:rPr>
          <w:color w:val="231F20"/>
          <w:lang w:val="nl-NL"/>
        </w:rPr>
        <w:t xml:space="preserve"> kan vereenvoudigd worden weergegeven als </w:t>
      </w:r>
      <w:r w:rsidRPr="00B05F8E">
        <w:rPr>
          <w:rFonts w:ascii="Times New Roman" w:hAnsi="Times New Roman"/>
          <w:color w:val="231F20"/>
          <w:sz w:val="26"/>
          <w:lang w:val="nl-NL"/>
        </w:rPr>
        <w:t xml:space="preserve">~ ( </w:t>
      </w:r>
      <w:proofErr w:type="spellStart"/>
      <w:r w:rsidRPr="00B05F8E">
        <w:rPr>
          <w:rFonts w:ascii="Times New Roman" w:hAnsi="Times New Roman"/>
          <w:color w:val="231F20"/>
          <w:sz w:val="26"/>
          <w:lang w:val="nl-NL"/>
        </w:rPr>
        <w:t>Gly</w:t>
      </w:r>
      <w:proofErr w:type="spellEnd"/>
      <w:r w:rsidRPr="00B05F8E">
        <w:rPr>
          <w:rFonts w:ascii="Times New Roman" w:hAnsi="Times New Roman"/>
          <w:color w:val="231F20"/>
          <w:sz w:val="26"/>
          <w:lang w:val="nl-NL"/>
        </w:rPr>
        <w:t xml:space="preserve"> – </w:t>
      </w:r>
      <w:proofErr w:type="spellStart"/>
      <w:r w:rsidRPr="00B05F8E">
        <w:rPr>
          <w:rFonts w:ascii="Times New Roman" w:hAnsi="Times New Roman"/>
          <w:color w:val="231F20"/>
          <w:sz w:val="26"/>
          <w:lang w:val="nl-NL"/>
        </w:rPr>
        <w:t>Ala</w:t>
      </w:r>
      <w:proofErr w:type="spellEnd"/>
      <w:r w:rsidRPr="00B05F8E">
        <w:rPr>
          <w:rFonts w:ascii="Times New Roman" w:hAnsi="Times New Roman"/>
          <w:color w:val="231F20"/>
          <w:sz w:val="26"/>
          <w:lang w:val="nl-NL"/>
        </w:rPr>
        <w:t xml:space="preserve"> )</w:t>
      </w:r>
      <w:r w:rsidRPr="00B05F8E">
        <w:rPr>
          <w:rFonts w:ascii="Times New Roman" w:hAnsi="Times New Roman"/>
          <w:i/>
          <w:color w:val="231F20"/>
          <w:sz w:val="26"/>
          <w:vertAlign w:val="subscript"/>
          <w:lang w:val="nl-NL"/>
        </w:rPr>
        <w:t>n</w:t>
      </w:r>
      <w:r w:rsidRPr="00B05F8E">
        <w:rPr>
          <w:rFonts w:ascii="Times New Roman" w:hAnsi="Times New Roman"/>
          <w:i/>
          <w:color w:val="231F20"/>
          <w:sz w:val="26"/>
          <w:lang w:val="nl-NL"/>
        </w:rPr>
        <w:t xml:space="preserve"> </w:t>
      </w:r>
      <w:r w:rsidRPr="00B05F8E">
        <w:rPr>
          <w:rFonts w:ascii="Times New Roman" w:hAnsi="Times New Roman"/>
          <w:color w:val="231F20"/>
          <w:sz w:val="26"/>
          <w:lang w:val="nl-NL"/>
        </w:rPr>
        <w:t>~</w:t>
      </w:r>
      <w:r w:rsidRPr="00B05F8E">
        <w:rPr>
          <w:color w:val="231F20"/>
          <w:lang w:val="nl-NL"/>
        </w:rPr>
        <w:t>.</w:t>
      </w:r>
    </w:p>
    <w:p w:rsidR="00017E14" w:rsidRPr="00B05F8E" w:rsidRDefault="003D508B">
      <w:pPr>
        <w:pStyle w:val="Plattetekst"/>
        <w:spacing w:before="10"/>
        <w:rPr>
          <w:lang w:val="nl-NL"/>
        </w:rPr>
      </w:pPr>
      <w:r w:rsidRPr="00B05F8E">
        <w:rPr>
          <w:color w:val="231F20"/>
          <w:lang w:val="nl-NL"/>
        </w:rPr>
        <w:t xml:space="preserve">In figuur 1.2 is schematisch met streepjes en bolletjes weergegeven dat de restgroepen van </w:t>
      </w:r>
      <w:proofErr w:type="spellStart"/>
      <w:r w:rsidRPr="00B05F8E">
        <w:rPr>
          <w:rFonts w:ascii="Times New Roman" w:hAnsi="Times New Roman"/>
          <w:color w:val="231F20"/>
          <w:sz w:val="26"/>
          <w:lang w:val="nl-NL"/>
        </w:rPr>
        <w:t>Ala</w:t>
      </w:r>
      <w:proofErr w:type="spellEnd"/>
      <w:r w:rsidRPr="00B05F8E">
        <w:rPr>
          <w:rFonts w:ascii="Times New Roman" w:hAnsi="Times New Roman"/>
          <w:color w:val="231F20"/>
          <w:sz w:val="26"/>
          <w:lang w:val="nl-NL"/>
        </w:rPr>
        <w:t xml:space="preserve"> </w:t>
      </w:r>
      <w:r w:rsidRPr="00B05F8E">
        <w:rPr>
          <w:color w:val="231F20"/>
          <w:lang w:val="nl-NL"/>
        </w:rPr>
        <w:t xml:space="preserve">zich steeds aan de ene zijde van een </w:t>
      </w:r>
      <w:r>
        <w:rPr>
          <w:rFonts w:ascii="Symbol" w:hAnsi="Symbol"/>
          <w:color w:val="231F20"/>
        </w:rPr>
        <w:t></w:t>
      </w:r>
      <w:r w:rsidRPr="00B05F8E">
        <w:rPr>
          <w:color w:val="231F20"/>
          <w:lang w:val="nl-NL"/>
        </w:rPr>
        <w:t>-plaat</w:t>
      </w:r>
    </w:p>
    <w:p w:rsidR="00017E14" w:rsidRPr="00B05F8E" w:rsidRDefault="003D508B">
      <w:pPr>
        <w:pStyle w:val="Plattetekst"/>
        <w:spacing w:before="2"/>
        <w:rPr>
          <w:lang w:val="nl-NL"/>
        </w:rPr>
      </w:pPr>
      <w:r w:rsidRPr="00B05F8E">
        <w:rPr>
          <w:color w:val="231F20"/>
          <w:lang w:val="nl-NL"/>
        </w:rPr>
        <w:t xml:space="preserve">bevinden, terwijl de restgroepen van </w:t>
      </w:r>
      <w:proofErr w:type="spellStart"/>
      <w:r w:rsidRPr="00B05F8E">
        <w:rPr>
          <w:rFonts w:ascii="Times New Roman"/>
          <w:color w:val="231F20"/>
          <w:sz w:val="26"/>
          <w:lang w:val="nl-NL"/>
        </w:rPr>
        <w:t>Gly</w:t>
      </w:r>
      <w:proofErr w:type="spellEnd"/>
      <w:r w:rsidRPr="00B05F8E">
        <w:rPr>
          <w:rFonts w:ascii="Times New Roman"/>
          <w:color w:val="231F20"/>
          <w:sz w:val="26"/>
          <w:lang w:val="nl-NL"/>
        </w:rPr>
        <w:t xml:space="preserve"> </w:t>
      </w:r>
      <w:r w:rsidRPr="00B05F8E">
        <w:rPr>
          <w:color w:val="231F20"/>
          <w:lang w:val="nl-NL"/>
        </w:rPr>
        <w:t>zich aan de andere zijde</w:t>
      </w:r>
    </w:p>
    <w:p w:rsidR="00017E14" w:rsidRPr="00B05F8E" w:rsidRDefault="003D508B">
      <w:pPr>
        <w:pStyle w:val="Plattetekst"/>
        <w:spacing w:before="25"/>
        <w:ind w:right="848"/>
        <w:rPr>
          <w:lang w:val="nl-NL"/>
        </w:rPr>
      </w:pPr>
      <w:r w:rsidRPr="00B05F8E">
        <w:rPr>
          <w:color w:val="231F20"/>
          <w:lang w:val="nl-NL"/>
        </w:rPr>
        <w:t xml:space="preserve">bevinden. Uit figuur 1.2 is op te maken dat de eiwitketen heen en weer slingert in een </w:t>
      </w:r>
      <w:r>
        <w:rPr>
          <w:rFonts w:ascii="Symbol" w:hAnsi="Symbol"/>
          <w:color w:val="231F20"/>
        </w:rPr>
        <w:t></w:t>
      </w:r>
      <w:r w:rsidRPr="00B05F8E">
        <w:rPr>
          <w:color w:val="231F20"/>
          <w:lang w:val="nl-NL"/>
        </w:rPr>
        <w:t xml:space="preserve">-plaat. De </w:t>
      </w:r>
      <w:r w:rsidRPr="00B05F8E">
        <w:rPr>
          <w:rFonts w:ascii="Times New Roman" w:hAnsi="Times New Roman"/>
          <w:color w:val="231F20"/>
          <w:sz w:val="26"/>
          <w:lang w:val="nl-NL"/>
        </w:rPr>
        <w:t xml:space="preserve">C=O </w:t>
      </w:r>
      <w:r w:rsidRPr="00B05F8E">
        <w:rPr>
          <w:color w:val="231F20"/>
          <w:lang w:val="nl-NL"/>
        </w:rPr>
        <w:t xml:space="preserve">groepen en de </w:t>
      </w:r>
      <w:r w:rsidRPr="00B05F8E">
        <w:rPr>
          <w:rFonts w:ascii="Times New Roman" w:hAnsi="Times New Roman"/>
          <w:color w:val="231F20"/>
          <w:sz w:val="26"/>
          <w:lang w:val="nl-NL"/>
        </w:rPr>
        <w:t xml:space="preserve">N–H </w:t>
      </w:r>
      <w:r w:rsidRPr="00B05F8E">
        <w:rPr>
          <w:color w:val="231F20"/>
          <w:lang w:val="nl-NL"/>
        </w:rPr>
        <w:t>groepen van de</w:t>
      </w:r>
    </w:p>
    <w:p w:rsidR="00017E14" w:rsidRPr="00B05F8E" w:rsidRDefault="003D508B">
      <w:pPr>
        <w:pStyle w:val="Plattetekst"/>
        <w:spacing w:before="25"/>
        <w:rPr>
          <w:lang w:val="nl-NL"/>
        </w:rPr>
      </w:pPr>
      <w:r w:rsidRPr="00B05F8E">
        <w:rPr>
          <w:color w:val="231F20"/>
          <w:spacing w:val="4"/>
          <w:lang w:val="nl-NL"/>
        </w:rPr>
        <w:t xml:space="preserve">aminozuureenheden </w:t>
      </w:r>
      <w:r w:rsidRPr="00B05F8E">
        <w:rPr>
          <w:color w:val="231F20"/>
          <w:spacing w:val="2"/>
          <w:lang w:val="nl-NL"/>
        </w:rPr>
        <w:t xml:space="preserve">in de </w:t>
      </w:r>
      <w:r w:rsidRPr="00B05F8E">
        <w:rPr>
          <w:color w:val="231F20"/>
          <w:spacing w:val="4"/>
          <w:lang w:val="nl-NL"/>
        </w:rPr>
        <w:t>eiwitketen liggen tegenover elkaar.</w:t>
      </w:r>
      <w:r w:rsidRPr="00B05F8E">
        <w:rPr>
          <w:color w:val="231F20"/>
          <w:spacing w:val="73"/>
          <w:lang w:val="nl-NL"/>
        </w:rPr>
        <w:t xml:space="preserve"> </w:t>
      </w:r>
      <w:r w:rsidRPr="00B05F8E">
        <w:rPr>
          <w:color w:val="231F20"/>
          <w:spacing w:val="5"/>
          <w:lang w:val="nl-NL"/>
        </w:rPr>
        <w:t>Deze</w:t>
      </w:r>
    </w:p>
    <w:p w:rsidR="00017E14" w:rsidRPr="00B05F8E" w:rsidRDefault="003D508B">
      <w:pPr>
        <w:pStyle w:val="Plattetekst"/>
        <w:spacing w:before="7"/>
        <w:rPr>
          <w:lang w:val="nl-NL"/>
        </w:rPr>
      </w:pPr>
      <w:r w:rsidRPr="00B05F8E">
        <w:rPr>
          <w:color w:val="231F20"/>
          <w:lang w:val="nl-NL"/>
        </w:rPr>
        <w:t xml:space="preserve">groepen vormen uitsluitend </w:t>
      </w:r>
      <w:r w:rsidRPr="00B05F8E">
        <w:rPr>
          <w:b/>
          <w:color w:val="231F20"/>
          <w:lang w:val="nl-NL"/>
        </w:rPr>
        <w:t xml:space="preserve">in </w:t>
      </w:r>
      <w:r w:rsidRPr="00B05F8E">
        <w:rPr>
          <w:color w:val="231F20"/>
          <w:lang w:val="nl-NL"/>
        </w:rPr>
        <w:t xml:space="preserve">het vlak van de </w:t>
      </w:r>
      <w:r>
        <w:rPr>
          <w:rFonts w:ascii="Symbol" w:hAnsi="Symbol"/>
          <w:color w:val="231F20"/>
        </w:rPr>
        <w:t></w:t>
      </w:r>
      <w:r w:rsidRPr="00B05F8E">
        <w:rPr>
          <w:color w:val="231F20"/>
          <w:lang w:val="nl-NL"/>
        </w:rPr>
        <w:t>-plaat waterstofbruggen.</w:t>
      </w:r>
    </w:p>
    <w:p w:rsidR="00017E14" w:rsidRPr="00B05F8E" w:rsidRDefault="003D508B">
      <w:pPr>
        <w:pStyle w:val="Plattetekst"/>
        <w:spacing w:before="6" w:line="259" w:lineRule="auto"/>
        <w:ind w:right="848"/>
        <w:rPr>
          <w:lang w:val="nl-NL"/>
        </w:rPr>
      </w:pPr>
      <w:r w:rsidRPr="00B05F8E">
        <w:rPr>
          <w:color w:val="231F20"/>
          <w:lang w:val="nl-NL"/>
        </w:rPr>
        <w:t xml:space="preserve">Op de uitwerkbijlage is een fragment van een </w:t>
      </w:r>
      <w:r>
        <w:rPr>
          <w:rFonts w:ascii="Symbol" w:hAnsi="Symbol"/>
          <w:color w:val="231F20"/>
        </w:rPr>
        <w:t></w:t>
      </w:r>
      <w:r w:rsidRPr="00B05F8E">
        <w:rPr>
          <w:color w:val="231F20"/>
          <w:lang w:val="nl-NL"/>
        </w:rPr>
        <w:t>-plaat onvolledig weergegeven. De eiwitketen in het fragment begint linksboven.</w:t>
      </w:r>
    </w:p>
    <w:p w:rsidR="00017E14" w:rsidRPr="00B05F8E" w:rsidRDefault="00FF5398">
      <w:pPr>
        <w:pStyle w:val="Plattetekst"/>
        <w:tabs>
          <w:tab w:val="left" w:pos="2171"/>
          <w:tab w:val="left" w:pos="8457"/>
        </w:tabs>
        <w:spacing w:line="218" w:lineRule="auto"/>
        <w:ind w:left="1104" w:right="1082" w:hanging="7"/>
        <w:rPr>
          <w:lang w:val="nl-NL"/>
        </w:rPr>
      </w:pPr>
      <w:r>
        <w:pict>
          <v:group id="_x0000_s1323" style="position:absolute;left:0;text-align:left;margin-left:452.25pt;margin-top:4.65pt;width:15.85pt;height:3.3pt;z-index:-251665920;mso-position-horizontal-relative:page" coordorigin="9045,93" coordsize="317,66">
            <v:line id="_x0000_s1329" style="position:absolute" from="9045,125" to="9061,125" strokeweight=".33025mm"/>
            <v:line id="_x0000_s1328" style="position:absolute" from="9106,125" to="9121,125" strokeweight=".49433mm"/>
            <v:line id="_x0000_s1327" style="position:absolute" from="9174,107" to="9174,144" strokeweight=".27083mm"/>
            <v:line id="_x0000_s1326" style="position:absolute" from="9234,102" to="9234,149" strokeweight=".27083mm"/>
            <v:line id="_x0000_s1325" style="position:absolute" from="9294,97" to="9294,154" strokeweight=".27083mm"/>
            <v:line id="_x0000_s1324" style="position:absolute" from="9354,93" to="9355,159" strokeweight=".27083mm"/>
            <w10:wrap anchorx="page"/>
          </v:group>
        </w:pict>
      </w:r>
      <w:r>
        <w:pict>
          <v:shape id="_x0000_s1322" style="position:absolute;left:0;text-align:left;margin-left:130.5pt;margin-top:4.85pt;width:20.3pt;height:2.9pt;z-index:-251664896;mso-position-horizontal-relative:page" coordorigin="2610,97" coordsize="406,58" path="m3016,97r-406,31l3016,154r,-57xe" fillcolor="black" stroked="f">
            <v:path arrowok="t"/>
            <w10:wrap anchorx="page"/>
          </v:shape>
        </w:pict>
      </w:r>
      <w:r w:rsidR="003D508B" w:rsidRPr="00B05F8E">
        <w:rPr>
          <w:color w:val="231F20"/>
          <w:lang w:val="nl-NL"/>
        </w:rPr>
        <w:t>Met</w:t>
      </w:r>
      <w:r w:rsidR="003D508B" w:rsidRPr="00B05F8E">
        <w:rPr>
          <w:color w:val="231F20"/>
          <w:lang w:val="nl-NL"/>
        </w:rPr>
        <w:tab/>
        <w:t>zijn bindingen aangegeven die omhoog wijzen</w:t>
      </w:r>
      <w:r w:rsidR="003D508B" w:rsidRPr="00B05F8E">
        <w:rPr>
          <w:color w:val="231F20"/>
          <w:spacing w:val="22"/>
          <w:lang w:val="nl-NL"/>
        </w:rPr>
        <w:t xml:space="preserve"> </w:t>
      </w:r>
      <w:r w:rsidR="003D508B" w:rsidRPr="00B05F8E">
        <w:rPr>
          <w:color w:val="231F20"/>
          <w:lang w:val="nl-NL"/>
        </w:rPr>
        <w:t>en</w:t>
      </w:r>
      <w:r w:rsidR="003D508B" w:rsidRPr="00B05F8E">
        <w:rPr>
          <w:color w:val="231F20"/>
          <w:spacing w:val="4"/>
          <w:lang w:val="nl-NL"/>
        </w:rPr>
        <w:t xml:space="preserve"> </w:t>
      </w:r>
      <w:r w:rsidR="003D508B" w:rsidRPr="00B05F8E">
        <w:rPr>
          <w:color w:val="231F20"/>
          <w:lang w:val="nl-NL"/>
        </w:rPr>
        <w:t>met</w:t>
      </w:r>
      <w:r w:rsidR="003D508B" w:rsidRPr="00B05F8E">
        <w:rPr>
          <w:color w:val="231F20"/>
          <w:lang w:val="nl-NL"/>
        </w:rPr>
        <w:tab/>
      </w:r>
      <w:r w:rsidR="003D508B" w:rsidRPr="00B05F8E">
        <w:rPr>
          <w:color w:val="231F20"/>
          <w:spacing w:val="-5"/>
          <w:lang w:val="nl-NL"/>
        </w:rPr>
        <w:t xml:space="preserve">zijn </w:t>
      </w:r>
      <w:r w:rsidR="003D508B" w:rsidRPr="00B05F8E">
        <w:rPr>
          <w:color w:val="231F20"/>
          <w:lang w:val="nl-NL"/>
        </w:rPr>
        <w:t>bindingen aangegeven die naar beneden</w:t>
      </w:r>
      <w:r w:rsidR="003D508B" w:rsidRPr="00B05F8E">
        <w:rPr>
          <w:color w:val="231F20"/>
          <w:spacing w:val="3"/>
          <w:lang w:val="nl-NL"/>
        </w:rPr>
        <w:t xml:space="preserve"> </w:t>
      </w:r>
      <w:r w:rsidR="003D508B" w:rsidRPr="00B05F8E">
        <w:rPr>
          <w:color w:val="231F20"/>
          <w:lang w:val="nl-NL"/>
        </w:rPr>
        <w:t>wijzen.</w:t>
      </w:r>
    </w:p>
    <w:p w:rsidR="00017E14" w:rsidRPr="00B05F8E" w:rsidRDefault="003D508B">
      <w:pPr>
        <w:pStyle w:val="Plattetekst"/>
        <w:spacing w:before="49" w:line="247" w:lineRule="auto"/>
        <w:ind w:right="848"/>
        <w:rPr>
          <w:lang w:val="nl-NL"/>
        </w:rPr>
      </w:pPr>
      <w:r w:rsidRPr="00B05F8E">
        <w:rPr>
          <w:color w:val="231F20"/>
          <w:spacing w:val="4"/>
          <w:lang w:val="nl-NL"/>
        </w:rPr>
        <w:t xml:space="preserve">Onder </w:t>
      </w:r>
      <w:r w:rsidRPr="00B05F8E">
        <w:rPr>
          <w:color w:val="231F20"/>
          <w:spacing w:val="3"/>
          <w:lang w:val="nl-NL"/>
        </w:rPr>
        <w:t xml:space="preserve">het </w:t>
      </w:r>
      <w:r w:rsidRPr="00B05F8E">
        <w:rPr>
          <w:color w:val="231F20"/>
          <w:spacing w:val="5"/>
          <w:lang w:val="nl-NL"/>
        </w:rPr>
        <w:t xml:space="preserve">fragment </w:t>
      </w:r>
      <w:r w:rsidRPr="00B05F8E">
        <w:rPr>
          <w:color w:val="231F20"/>
          <w:lang w:val="nl-NL"/>
        </w:rPr>
        <w:t xml:space="preserve">is </w:t>
      </w:r>
      <w:r w:rsidRPr="00B05F8E">
        <w:rPr>
          <w:color w:val="231F20"/>
          <w:spacing w:val="5"/>
          <w:lang w:val="nl-NL"/>
        </w:rPr>
        <w:t xml:space="preserve">schematisch </w:t>
      </w:r>
      <w:r w:rsidRPr="00B05F8E">
        <w:rPr>
          <w:color w:val="231F20"/>
          <w:spacing w:val="4"/>
          <w:lang w:val="nl-NL"/>
        </w:rPr>
        <w:t xml:space="preserve">ruimtelijk weergegeven </w:t>
      </w:r>
      <w:r w:rsidRPr="00B05F8E">
        <w:rPr>
          <w:color w:val="231F20"/>
          <w:spacing w:val="3"/>
          <w:lang w:val="nl-NL"/>
        </w:rPr>
        <w:t xml:space="preserve">hoe </w:t>
      </w:r>
      <w:r w:rsidRPr="00B05F8E">
        <w:rPr>
          <w:color w:val="231F20"/>
          <w:spacing w:val="5"/>
          <w:lang w:val="nl-NL"/>
        </w:rPr>
        <w:t xml:space="preserve">de </w:t>
      </w:r>
      <w:r w:rsidRPr="00B05F8E">
        <w:rPr>
          <w:color w:val="231F20"/>
          <w:spacing w:val="4"/>
          <w:lang w:val="nl-NL"/>
        </w:rPr>
        <w:t xml:space="preserve">eiwitketen </w:t>
      </w:r>
      <w:r w:rsidRPr="00B05F8E">
        <w:rPr>
          <w:color w:val="231F20"/>
          <w:spacing w:val="2"/>
          <w:lang w:val="nl-NL"/>
        </w:rPr>
        <w:t xml:space="preserve">op en </w:t>
      </w:r>
      <w:r w:rsidRPr="00B05F8E">
        <w:rPr>
          <w:color w:val="231F20"/>
          <w:spacing w:val="3"/>
          <w:lang w:val="nl-NL"/>
        </w:rPr>
        <w:t xml:space="preserve">neer gaat </w:t>
      </w:r>
      <w:r w:rsidRPr="00B05F8E">
        <w:rPr>
          <w:color w:val="231F20"/>
          <w:spacing w:val="2"/>
          <w:lang w:val="nl-NL"/>
        </w:rPr>
        <w:t xml:space="preserve">in </w:t>
      </w:r>
      <w:r w:rsidRPr="00B05F8E">
        <w:rPr>
          <w:color w:val="231F20"/>
          <w:spacing w:val="3"/>
          <w:lang w:val="nl-NL"/>
        </w:rPr>
        <w:t>een</w:t>
      </w:r>
      <w:r w:rsidRPr="00B05F8E">
        <w:rPr>
          <w:color w:val="231F20"/>
          <w:spacing w:val="70"/>
          <w:lang w:val="nl-NL"/>
        </w:rPr>
        <w:t xml:space="preserve"> </w:t>
      </w:r>
      <w:r>
        <w:rPr>
          <w:rFonts w:ascii="Symbol" w:hAnsi="Symbol"/>
          <w:color w:val="231F20"/>
          <w:spacing w:val="5"/>
        </w:rPr>
        <w:t></w:t>
      </w:r>
      <w:r w:rsidRPr="00B05F8E">
        <w:rPr>
          <w:color w:val="231F20"/>
          <w:spacing w:val="5"/>
          <w:lang w:val="nl-NL"/>
        </w:rPr>
        <w:t>-plaat.</w:t>
      </w:r>
    </w:p>
    <w:p w:rsidR="00017E14" w:rsidRPr="00B05F8E" w:rsidRDefault="00017E14">
      <w:pPr>
        <w:pStyle w:val="Plattetekst"/>
        <w:spacing w:before="3"/>
        <w:ind w:left="0"/>
        <w:rPr>
          <w:sz w:val="27"/>
          <w:lang w:val="nl-NL"/>
        </w:rPr>
      </w:pPr>
    </w:p>
    <w:p w:rsidR="00017E14" w:rsidRPr="00B05F8E" w:rsidRDefault="003D508B">
      <w:pPr>
        <w:pStyle w:val="Plattetekst"/>
        <w:tabs>
          <w:tab w:val="left" w:pos="641"/>
          <w:tab w:val="left" w:pos="1097"/>
        </w:tabs>
        <w:spacing w:line="261" w:lineRule="auto"/>
        <w:ind w:right="1067" w:hanging="964"/>
        <w:rPr>
          <w:lang w:val="nl-NL"/>
        </w:rPr>
      </w:pPr>
      <w:r w:rsidRPr="00B05F8E">
        <w:rPr>
          <w:color w:val="231F20"/>
          <w:spacing w:val="2"/>
          <w:sz w:val="16"/>
          <w:lang w:val="nl-NL"/>
        </w:rPr>
        <w:t>4p</w:t>
      </w:r>
      <w:r w:rsidRPr="00B05F8E">
        <w:rPr>
          <w:color w:val="231F20"/>
          <w:spacing w:val="2"/>
          <w:sz w:val="16"/>
          <w:lang w:val="nl-NL"/>
        </w:rPr>
        <w:tab/>
      </w:r>
      <w:r w:rsidRPr="00B05F8E">
        <w:rPr>
          <w:b/>
          <w:color w:val="231F20"/>
          <w:sz w:val="20"/>
          <w:lang w:val="nl-NL"/>
        </w:rPr>
        <w:t>9</w:t>
      </w:r>
      <w:r w:rsidRPr="00B05F8E">
        <w:rPr>
          <w:b/>
          <w:color w:val="231F20"/>
          <w:sz w:val="20"/>
          <w:lang w:val="nl-NL"/>
        </w:rPr>
        <w:tab/>
      </w:r>
      <w:r w:rsidRPr="00B05F8E">
        <w:rPr>
          <w:color w:val="231F20"/>
          <w:spacing w:val="4"/>
          <w:lang w:val="nl-NL"/>
        </w:rPr>
        <w:t xml:space="preserve">Maak </w:t>
      </w:r>
      <w:r w:rsidRPr="00B05F8E">
        <w:rPr>
          <w:color w:val="231F20"/>
          <w:spacing w:val="3"/>
          <w:lang w:val="nl-NL"/>
        </w:rPr>
        <w:t xml:space="preserve">het </w:t>
      </w:r>
      <w:r w:rsidRPr="00B05F8E">
        <w:rPr>
          <w:color w:val="231F20"/>
          <w:spacing w:val="5"/>
          <w:lang w:val="nl-NL"/>
        </w:rPr>
        <w:t xml:space="preserve">fragment </w:t>
      </w:r>
      <w:r w:rsidRPr="00B05F8E">
        <w:rPr>
          <w:color w:val="231F20"/>
          <w:spacing w:val="2"/>
          <w:lang w:val="nl-NL"/>
        </w:rPr>
        <w:t xml:space="preserve">op de </w:t>
      </w:r>
      <w:r w:rsidRPr="00B05F8E">
        <w:rPr>
          <w:color w:val="231F20"/>
          <w:spacing w:val="4"/>
          <w:lang w:val="nl-NL"/>
        </w:rPr>
        <w:t xml:space="preserve">uitwerkbijlage compleet </w:t>
      </w:r>
      <w:r w:rsidRPr="00B05F8E">
        <w:rPr>
          <w:color w:val="231F20"/>
          <w:spacing w:val="3"/>
          <w:lang w:val="nl-NL"/>
        </w:rPr>
        <w:t xml:space="preserve">met </w:t>
      </w:r>
      <w:r w:rsidRPr="00B05F8E">
        <w:rPr>
          <w:color w:val="231F20"/>
          <w:spacing w:val="2"/>
          <w:lang w:val="nl-NL"/>
        </w:rPr>
        <w:t xml:space="preserve">de </w:t>
      </w:r>
      <w:r w:rsidRPr="00B05F8E">
        <w:rPr>
          <w:color w:val="231F20"/>
          <w:spacing w:val="5"/>
          <w:lang w:val="nl-NL"/>
        </w:rPr>
        <w:t xml:space="preserve">ontbrekende </w:t>
      </w:r>
      <w:r w:rsidRPr="00B05F8E">
        <w:rPr>
          <w:color w:val="231F20"/>
          <w:spacing w:val="4"/>
          <w:lang w:val="nl-NL"/>
        </w:rPr>
        <w:t xml:space="preserve">atomen </w:t>
      </w:r>
      <w:r w:rsidRPr="00B05F8E">
        <w:rPr>
          <w:color w:val="231F20"/>
          <w:spacing w:val="2"/>
          <w:lang w:val="nl-NL"/>
        </w:rPr>
        <w:t xml:space="preserve">en </w:t>
      </w:r>
      <w:r w:rsidRPr="00B05F8E">
        <w:rPr>
          <w:color w:val="231F20"/>
          <w:spacing w:val="4"/>
          <w:lang w:val="nl-NL"/>
        </w:rPr>
        <w:t xml:space="preserve">atoombindingen. Geef waterstofbruggen </w:t>
      </w:r>
      <w:r w:rsidRPr="00B05F8E">
        <w:rPr>
          <w:color w:val="231F20"/>
          <w:spacing w:val="3"/>
          <w:lang w:val="nl-NL"/>
        </w:rPr>
        <w:t>aan</w:t>
      </w:r>
      <w:r w:rsidRPr="00B05F8E">
        <w:rPr>
          <w:color w:val="231F20"/>
          <w:spacing w:val="61"/>
          <w:lang w:val="nl-NL"/>
        </w:rPr>
        <w:t xml:space="preserve"> </w:t>
      </w:r>
      <w:r w:rsidRPr="00B05F8E">
        <w:rPr>
          <w:color w:val="231F20"/>
          <w:spacing w:val="6"/>
          <w:lang w:val="nl-NL"/>
        </w:rPr>
        <w:t>met</w:t>
      </w:r>
    </w:p>
    <w:p w:rsidR="00017E14" w:rsidRPr="00B05F8E" w:rsidRDefault="003D508B">
      <w:pPr>
        <w:pStyle w:val="Plattetekst"/>
        <w:spacing w:line="274" w:lineRule="exact"/>
        <w:rPr>
          <w:lang w:val="nl-NL"/>
        </w:rPr>
      </w:pPr>
      <w:r w:rsidRPr="00B05F8E">
        <w:rPr>
          <w:color w:val="231F20"/>
          <w:lang w:val="nl-NL"/>
        </w:rPr>
        <w:t>stippellijntjes.</w:t>
      </w:r>
    </w:p>
    <w:p w:rsidR="00017E14" w:rsidRPr="00B05F8E" w:rsidRDefault="00017E14">
      <w:pPr>
        <w:spacing w:line="274" w:lineRule="exact"/>
        <w:rPr>
          <w:lang w:val="nl-NL"/>
        </w:rPr>
        <w:sectPr w:rsidR="00017E14" w:rsidRPr="00B05F8E">
          <w:pgSz w:w="11910" w:h="16840"/>
          <w:pgMar w:top="800" w:right="1000" w:bottom="1160" w:left="1000" w:header="0" w:footer="974" w:gutter="0"/>
          <w:cols w:space="708"/>
        </w:sectPr>
      </w:pPr>
    </w:p>
    <w:p w:rsidR="00017E14" w:rsidRPr="00B05F8E" w:rsidRDefault="003D508B">
      <w:pPr>
        <w:pStyle w:val="Plattetekst"/>
        <w:spacing w:before="69"/>
        <w:rPr>
          <w:lang w:val="nl-NL"/>
        </w:rPr>
      </w:pPr>
      <w:r w:rsidRPr="00B05F8E">
        <w:rPr>
          <w:color w:val="231F20"/>
          <w:spacing w:val="4"/>
          <w:lang w:val="nl-NL"/>
        </w:rPr>
        <w:lastRenderedPageBreak/>
        <w:t xml:space="preserve">Binnen </w:t>
      </w:r>
      <w:r w:rsidRPr="00B05F8E">
        <w:rPr>
          <w:color w:val="231F20"/>
          <w:spacing w:val="2"/>
          <w:lang w:val="nl-NL"/>
        </w:rPr>
        <w:t xml:space="preserve">de </w:t>
      </w:r>
      <w:proofErr w:type="spellStart"/>
      <w:r w:rsidRPr="00B05F8E">
        <w:rPr>
          <w:color w:val="231F20"/>
          <w:spacing w:val="5"/>
          <w:lang w:val="nl-NL"/>
        </w:rPr>
        <w:t>fibroïne</w:t>
      </w:r>
      <w:proofErr w:type="spellEnd"/>
      <w:r w:rsidRPr="00B05F8E">
        <w:rPr>
          <w:color w:val="231F20"/>
          <w:spacing w:val="5"/>
          <w:lang w:val="nl-NL"/>
        </w:rPr>
        <w:t xml:space="preserve">-vezels </w:t>
      </w:r>
      <w:r w:rsidRPr="00B05F8E">
        <w:rPr>
          <w:color w:val="231F20"/>
          <w:spacing w:val="3"/>
          <w:lang w:val="nl-NL"/>
        </w:rPr>
        <w:t xml:space="preserve">zijn </w:t>
      </w:r>
      <w:r w:rsidRPr="00B05F8E">
        <w:rPr>
          <w:color w:val="231F20"/>
          <w:spacing w:val="2"/>
          <w:lang w:val="nl-NL"/>
        </w:rPr>
        <w:t xml:space="preserve">de </w:t>
      </w:r>
      <w:r w:rsidRPr="00B05F8E">
        <w:rPr>
          <w:color w:val="231F20"/>
          <w:spacing w:val="4"/>
          <w:lang w:val="nl-NL"/>
        </w:rPr>
        <w:t>ongeordende stukken</w:t>
      </w:r>
      <w:r w:rsidRPr="00B05F8E">
        <w:rPr>
          <w:color w:val="231F20"/>
          <w:spacing w:val="68"/>
          <w:lang w:val="nl-NL"/>
        </w:rPr>
        <w:t xml:space="preserve"> </w:t>
      </w:r>
      <w:r w:rsidRPr="00B05F8E">
        <w:rPr>
          <w:color w:val="231F20"/>
          <w:spacing w:val="5"/>
          <w:lang w:val="nl-NL"/>
        </w:rPr>
        <w:t>eiwitketen</w:t>
      </w:r>
    </w:p>
    <w:p w:rsidR="00017E14" w:rsidRPr="00B05F8E" w:rsidRDefault="003D508B">
      <w:pPr>
        <w:pStyle w:val="Plattetekst"/>
        <w:spacing w:before="24" w:line="261" w:lineRule="auto"/>
        <w:ind w:right="848"/>
        <w:rPr>
          <w:lang w:val="nl-NL"/>
        </w:rPr>
      </w:pPr>
      <w:r w:rsidRPr="00B05F8E">
        <w:rPr>
          <w:color w:val="231F20"/>
          <w:lang w:val="nl-NL"/>
        </w:rPr>
        <w:t>gemakkelijk te vervormen. Hiermee kunnen de elastische eigenschappen van zijde worden verklaard.</w:t>
      </w:r>
    </w:p>
    <w:p w:rsidR="00017E14" w:rsidRPr="00B05F8E" w:rsidRDefault="003D508B">
      <w:pPr>
        <w:pStyle w:val="Plattetekst"/>
        <w:spacing w:line="254" w:lineRule="auto"/>
        <w:ind w:right="528"/>
        <w:rPr>
          <w:lang w:val="nl-NL"/>
        </w:rPr>
      </w:pPr>
      <w:r w:rsidRPr="00B05F8E">
        <w:rPr>
          <w:color w:val="231F20"/>
          <w:spacing w:val="2"/>
          <w:lang w:val="nl-NL"/>
        </w:rPr>
        <w:t xml:space="preserve">De </w:t>
      </w:r>
      <w:r w:rsidRPr="00B05F8E">
        <w:rPr>
          <w:color w:val="231F20"/>
          <w:spacing w:val="4"/>
          <w:lang w:val="nl-NL"/>
        </w:rPr>
        <w:t xml:space="preserve">geordende gebieden vertonen daarentegen </w:t>
      </w:r>
      <w:r w:rsidRPr="00B05F8E">
        <w:rPr>
          <w:color w:val="231F20"/>
          <w:spacing w:val="3"/>
          <w:lang w:val="nl-NL"/>
        </w:rPr>
        <w:t xml:space="preserve">een </w:t>
      </w:r>
      <w:r w:rsidRPr="00B05F8E">
        <w:rPr>
          <w:color w:val="231F20"/>
          <w:spacing w:val="4"/>
          <w:lang w:val="nl-NL"/>
        </w:rPr>
        <w:t xml:space="preserve">grote weerstand </w:t>
      </w:r>
      <w:r w:rsidRPr="00B05F8E">
        <w:rPr>
          <w:color w:val="231F20"/>
          <w:spacing w:val="5"/>
          <w:lang w:val="nl-NL"/>
        </w:rPr>
        <w:t xml:space="preserve">tegen </w:t>
      </w:r>
      <w:r w:rsidRPr="00B05F8E">
        <w:rPr>
          <w:color w:val="231F20"/>
          <w:spacing w:val="4"/>
          <w:lang w:val="nl-NL"/>
        </w:rPr>
        <w:t xml:space="preserve">vervormen. </w:t>
      </w:r>
      <w:r w:rsidRPr="00B05F8E">
        <w:rPr>
          <w:color w:val="231F20"/>
          <w:spacing w:val="3"/>
          <w:lang w:val="nl-NL"/>
        </w:rPr>
        <w:t xml:space="preserve">Dit kan </w:t>
      </w:r>
      <w:r w:rsidRPr="00B05F8E">
        <w:rPr>
          <w:color w:val="231F20"/>
          <w:spacing w:val="4"/>
          <w:lang w:val="nl-NL"/>
        </w:rPr>
        <w:t xml:space="preserve">worden verklaard </w:t>
      </w:r>
      <w:r w:rsidRPr="00B05F8E">
        <w:rPr>
          <w:color w:val="231F20"/>
          <w:spacing w:val="3"/>
          <w:lang w:val="nl-NL"/>
        </w:rPr>
        <w:t xml:space="preserve">door </w:t>
      </w:r>
      <w:r w:rsidRPr="00B05F8E">
        <w:rPr>
          <w:color w:val="231F20"/>
          <w:spacing w:val="2"/>
          <w:lang w:val="nl-NL"/>
        </w:rPr>
        <w:t xml:space="preserve">de </w:t>
      </w:r>
      <w:r w:rsidRPr="00B05F8E">
        <w:rPr>
          <w:color w:val="231F20"/>
          <w:spacing w:val="4"/>
          <w:lang w:val="nl-NL"/>
        </w:rPr>
        <w:t xml:space="preserve">sterke </w:t>
      </w:r>
      <w:proofErr w:type="spellStart"/>
      <w:r w:rsidRPr="00B05F8E">
        <w:rPr>
          <w:color w:val="231F20"/>
          <w:spacing w:val="5"/>
          <w:lang w:val="nl-NL"/>
        </w:rPr>
        <w:t>vanderwaalsbinding</w:t>
      </w:r>
      <w:proofErr w:type="spellEnd"/>
      <w:r w:rsidRPr="00B05F8E">
        <w:rPr>
          <w:color w:val="231F20"/>
          <w:spacing w:val="5"/>
          <w:lang w:val="nl-NL"/>
        </w:rPr>
        <w:t xml:space="preserve"> </w:t>
      </w:r>
      <w:r w:rsidRPr="00B05F8E">
        <w:rPr>
          <w:color w:val="231F20"/>
          <w:spacing w:val="3"/>
          <w:lang w:val="nl-NL"/>
        </w:rPr>
        <w:t xml:space="preserve">die </w:t>
      </w:r>
      <w:r w:rsidRPr="00B05F8E">
        <w:rPr>
          <w:color w:val="231F20"/>
          <w:spacing w:val="4"/>
          <w:lang w:val="nl-NL"/>
        </w:rPr>
        <w:t xml:space="preserve">tussen </w:t>
      </w:r>
      <w:r w:rsidRPr="00B05F8E">
        <w:rPr>
          <w:color w:val="231F20"/>
          <w:spacing w:val="2"/>
          <w:lang w:val="nl-NL"/>
        </w:rPr>
        <w:t xml:space="preserve">de </w:t>
      </w:r>
      <w:r>
        <w:rPr>
          <w:rFonts w:ascii="Symbol" w:hAnsi="Symbol"/>
          <w:color w:val="231F20"/>
          <w:spacing w:val="4"/>
        </w:rPr>
        <w:t></w:t>
      </w:r>
      <w:r w:rsidRPr="00B05F8E">
        <w:rPr>
          <w:color w:val="231F20"/>
          <w:spacing w:val="4"/>
          <w:lang w:val="nl-NL"/>
        </w:rPr>
        <w:t>-platen</w:t>
      </w:r>
      <w:r w:rsidRPr="00B05F8E">
        <w:rPr>
          <w:color w:val="231F20"/>
          <w:spacing w:val="39"/>
          <w:lang w:val="nl-NL"/>
        </w:rPr>
        <w:t xml:space="preserve"> </w:t>
      </w:r>
      <w:r w:rsidRPr="00B05F8E">
        <w:rPr>
          <w:color w:val="231F20"/>
          <w:spacing w:val="5"/>
          <w:lang w:val="nl-NL"/>
        </w:rPr>
        <w:t>heerst.</w:t>
      </w:r>
    </w:p>
    <w:p w:rsidR="00017E14" w:rsidRPr="00B05F8E" w:rsidRDefault="00017E14">
      <w:pPr>
        <w:pStyle w:val="Plattetekst"/>
        <w:spacing w:before="10"/>
        <w:ind w:left="0"/>
        <w:rPr>
          <w:lang w:val="nl-NL"/>
        </w:rPr>
      </w:pPr>
    </w:p>
    <w:p w:rsidR="00017E14" w:rsidRPr="00B05F8E" w:rsidRDefault="003D508B">
      <w:pPr>
        <w:pStyle w:val="Plattetekst"/>
        <w:tabs>
          <w:tab w:val="left" w:pos="582"/>
          <w:tab w:val="left" w:pos="1097"/>
        </w:tabs>
        <w:spacing w:line="259" w:lineRule="auto"/>
        <w:ind w:right="528" w:hanging="964"/>
        <w:rPr>
          <w:lang w:val="nl-NL"/>
        </w:rPr>
      </w:pPr>
      <w:r w:rsidRPr="00B05F8E">
        <w:rPr>
          <w:color w:val="231F20"/>
          <w:spacing w:val="2"/>
          <w:sz w:val="16"/>
          <w:lang w:val="nl-NL"/>
        </w:rPr>
        <w:t>2p</w:t>
      </w:r>
      <w:r w:rsidRPr="00B05F8E">
        <w:rPr>
          <w:color w:val="231F20"/>
          <w:spacing w:val="2"/>
          <w:sz w:val="16"/>
          <w:lang w:val="nl-NL"/>
        </w:rPr>
        <w:tab/>
      </w:r>
      <w:r w:rsidRPr="00B05F8E">
        <w:rPr>
          <w:b/>
          <w:color w:val="231F20"/>
          <w:spacing w:val="3"/>
          <w:sz w:val="20"/>
          <w:lang w:val="nl-NL"/>
        </w:rPr>
        <w:t>10</w:t>
      </w:r>
      <w:r w:rsidRPr="00B05F8E">
        <w:rPr>
          <w:b/>
          <w:color w:val="231F20"/>
          <w:spacing w:val="3"/>
          <w:sz w:val="20"/>
          <w:lang w:val="nl-NL"/>
        </w:rPr>
        <w:tab/>
      </w:r>
      <w:r w:rsidRPr="00B05F8E">
        <w:rPr>
          <w:color w:val="231F20"/>
          <w:spacing w:val="4"/>
          <w:lang w:val="nl-NL"/>
        </w:rPr>
        <w:t xml:space="preserve">Geef twee </w:t>
      </w:r>
      <w:r w:rsidRPr="00B05F8E">
        <w:rPr>
          <w:color w:val="231F20"/>
          <w:spacing w:val="5"/>
          <w:lang w:val="nl-NL"/>
        </w:rPr>
        <w:t xml:space="preserve">redenen </w:t>
      </w:r>
      <w:r w:rsidRPr="00B05F8E">
        <w:rPr>
          <w:color w:val="231F20"/>
          <w:spacing w:val="2"/>
          <w:lang w:val="nl-NL"/>
        </w:rPr>
        <w:t xml:space="preserve">op </w:t>
      </w:r>
      <w:r w:rsidRPr="00B05F8E">
        <w:rPr>
          <w:color w:val="231F20"/>
          <w:spacing w:val="4"/>
          <w:lang w:val="nl-NL"/>
        </w:rPr>
        <w:t xml:space="preserve">microniveau waarom tussen </w:t>
      </w:r>
      <w:r w:rsidRPr="00B05F8E">
        <w:rPr>
          <w:color w:val="231F20"/>
          <w:spacing w:val="2"/>
          <w:lang w:val="nl-NL"/>
        </w:rPr>
        <w:t xml:space="preserve">de </w:t>
      </w:r>
      <w:r>
        <w:rPr>
          <w:rFonts w:ascii="Symbol" w:hAnsi="Symbol"/>
          <w:color w:val="231F20"/>
          <w:spacing w:val="4"/>
        </w:rPr>
        <w:t></w:t>
      </w:r>
      <w:r w:rsidRPr="00B05F8E">
        <w:rPr>
          <w:color w:val="231F20"/>
          <w:spacing w:val="4"/>
          <w:lang w:val="nl-NL"/>
        </w:rPr>
        <w:t xml:space="preserve">-platen </w:t>
      </w:r>
      <w:r w:rsidRPr="00B05F8E">
        <w:rPr>
          <w:color w:val="231F20"/>
          <w:spacing w:val="3"/>
          <w:lang w:val="nl-NL"/>
        </w:rPr>
        <w:t xml:space="preserve">een </w:t>
      </w:r>
      <w:r w:rsidRPr="00B05F8E">
        <w:rPr>
          <w:color w:val="231F20"/>
          <w:spacing w:val="5"/>
          <w:lang w:val="nl-NL"/>
        </w:rPr>
        <w:t xml:space="preserve">sterke </w:t>
      </w:r>
      <w:proofErr w:type="spellStart"/>
      <w:r w:rsidRPr="00B05F8E">
        <w:rPr>
          <w:color w:val="231F20"/>
          <w:spacing w:val="4"/>
          <w:lang w:val="nl-NL"/>
        </w:rPr>
        <w:t>vanderwaalsbinding</w:t>
      </w:r>
      <w:proofErr w:type="spellEnd"/>
      <w:r w:rsidRPr="00B05F8E">
        <w:rPr>
          <w:color w:val="231F20"/>
          <w:spacing w:val="12"/>
          <w:lang w:val="nl-NL"/>
        </w:rPr>
        <w:t xml:space="preserve"> </w:t>
      </w:r>
      <w:r w:rsidRPr="00B05F8E">
        <w:rPr>
          <w:color w:val="231F20"/>
          <w:spacing w:val="5"/>
          <w:lang w:val="nl-NL"/>
        </w:rPr>
        <w:t>heerst.</w:t>
      </w:r>
    </w:p>
    <w:p w:rsidR="00017E14" w:rsidRPr="00B05F8E" w:rsidRDefault="00017E14">
      <w:pPr>
        <w:pStyle w:val="Plattetekst"/>
        <w:spacing w:before="8"/>
        <w:ind w:left="0"/>
        <w:rPr>
          <w:lang w:val="nl-NL"/>
        </w:rPr>
      </w:pPr>
    </w:p>
    <w:p w:rsidR="00017E14" w:rsidRPr="00B05F8E" w:rsidRDefault="003D508B">
      <w:pPr>
        <w:pStyle w:val="Plattetekst"/>
        <w:rPr>
          <w:lang w:val="nl-NL"/>
        </w:rPr>
      </w:pPr>
      <w:r w:rsidRPr="00B05F8E">
        <w:rPr>
          <w:color w:val="231F20"/>
          <w:lang w:val="nl-NL"/>
        </w:rPr>
        <w:t xml:space="preserve">Uit metingen blijkt dat de </w:t>
      </w:r>
      <w:r>
        <w:rPr>
          <w:rFonts w:ascii="Symbol" w:hAnsi="Symbol"/>
          <w:color w:val="231F20"/>
        </w:rPr>
        <w:t></w:t>
      </w:r>
      <w:r w:rsidRPr="00B05F8E">
        <w:rPr>
          <w:color w:val="231F20"/>
          <w:lang w:val="nl-NL"/>
        </w:rPr>
        <w:t>-platen in de geordende gebieden een</w:t>
      </w:r>
    </w:p>
    <w:p w:rsidR="00017E14" w:rsidRPr="00B05F8E" w:rsidRDefault="003D508B">
      <w:pPr>
        <w:pStyle w:val="Plattetekst"/>
        <w:spacing w:before="22" w:line="247" w:lineRule="auto"/>
        <w:ind w:right="848"/>
        <w:rPr>
          <w:lang w:val="nl-NL"/>
        </w:rPr>
      </w:pPr>
      <w:r w:rsidRPr="00B05F8E">
        <w:rPr>
          <w:color w:val="231F20"/>
          <w:lang w:val="nl-NL"/>
        </w:rPr>
        <w:t xml:space="preserve">regelmatige tussenafstand van afwisselend 0,35 nm en 0,57 nm vertonen. Dat er tussen de </w:t>
      </w:r>
      <w:r>
        <w:rPr>
          <w:rFonts w:ascii="Symbol" w:hAnsi="Symbol"/>
          <w:color w:val="231F20"/>
        </w:rPr>
        <w:t></w:t>
      </w:r>
      <w:r w:rsidRPr="00B05F8E">
        <w:rPr>
          <w:color w:val="231F20"/>
          <w:lang w:val="nl-NL"/>
        </w:rPr>
        <w:t>-platen twee verschillende tussenafstanden bestaan,</w:t>
      </w:r>
    </w:p>
    <w:p w:rsidR="00017E14" w:rsidRPr="00B05F8E" w:rsidRDefault="003D508B">
      <w:pPr>
        <w:pStyle w:val="Plattetekst"/>
        <w:spacing w:line="291" w:lineRule="exact"/>
        <w:rPr>
          <w:lang w:val="nl-NL"/>
        </w:rPr>
      </w:pPr>
      <w:r w:rsidRPr="00B05F8E">
        <w:rPr>
          <w:color w:val="231F20"/>
          <w:lang w:val="nl-NL"/>
        </w:rPr>
        <w:t xml:space="preserve">komt door de manier waarop de </w:t>
      </w:r>
      <w:r>
        <w:rPr>
          <w:rFonts w:ascii="Symbol" w:hAnsi="Symbol"/>
          <w:color w:val="231F20"/>
        </w:rPr>
        <w:t></w:t>
      </w:r>
      <w:r w:rsidRPr="00B05F8E">
        <w:rPr>
          <w:color w:val="231F20"/>
          <w:lang w:val="nl-NL"/>
        </w:rPr>
        <w:t>-platen zijn gestapeld.</w:t>
      </w:r>
    </w:p>
    <w:p w:rsidR="00017E14" w:rsidRPr="00B05F8E" w:rsidRDefault="00017E14">
      <w:pPr>
        <w:pStyle w:val="Plattetekst"/>
        <w:spacing w:before="7"/>
        <w:ind w:left="0"/>
        <w:rPr>
          <w:sz w:val="26"/>
          <w:lang w:val="nl-NL"/>
        </w:rPr>
      </w:pPr>
    </w:p>
    <w:p w:rsidR="00017E14" w:rsidRPr="00B05F8E" w:rsidRDefault="003D508B">
      <w:pPr>
        <w:pStyle w:val="Plattetekst"/>
        <w:spacing w:line="259" w:lineRule="auto"/>
        <w:ind w:right="830" w:hanging="964"/>
        <w:jc w:val="both"/>
        <w:rPr>
          <w:lang w:val="nl-NL"/>
        </w:rPr>
      </w:pPr>
      <w:r w:rsidRPr="00B05F8E">
        <w:rPr>
          <w:color w:val="231F20"/>
          <w:spacing w:val="2"/>
          <w:sz w:val="16"/>
          <w:lang w:val="nl-NL"/>
        </w:rPr>
        <w:t xml:space="preserve">2p  </w:t>
      </w:r>
      <w:r w:rsidRPr="00B05F8E">
        <w:rPr>
          <w:b/>
          <w:color w:val="231F20"/>
          <w:spacing w:val="3"/>
          <w:sz w:val="20"/>
          <w:lang w:val="nl-NL"/>
        </w:rPr>
        <w:t xml:space="preserve">11  </w:t>
      </w:r>
      <w:r w:rsidRPr="00B05F8E">
        <w:rPr>
          <w:color w:val="231F20"/>
          <w:spacing w:val="3"/>
          <w:lang w:val="nl-NL"/>
        </w:rPr>
        <w:t xml:space="preserve">Leg uit </w:t>
      </w:r>
      <w:r w:rsidRPr="00B05F8E">
        <w:rPr>
          <w:color w:val="231F20"/>
          <w:spacing w:val="2"/>
          <w:lang w:val="nl-NL"/>
        </w:rPr>
        <w:t xml:space="preserve">op </w:t>
      </w:r>
      <w:r w:rsidRPr="00B05F8E">
        <w:rPr>
          <w:color w:val="231F20"/>
          <w:spacing w:val="4"/>
          <w:lang w:val="nl-NL"/>
        </w:rPr>
        <w:t xml:space="preserve">welke manier </w:t>
      </w:r>
      <w:r w:rsidRPr="00B05F8E">
        <w:rPr>
          <w:color w:val="231F20"/>
          <w:spacing w:val="2"/>
          <w:lang w:val="nl-NL"/>
        </w:rPr>
        <w:t xml:space="preserve">de </w:t>
      </w:r>
      <w:r>
        <w:rPr>
          <w:rFonts w:ascii="Symbol" w:hAnsi="Symbol"/>
          <w:color w:val="231F20"/>
          <w:spacing w:val="4"/>
        </w:rPr>
        <w:t></w:t>
      </w:r>
      <w:r w:rsidRPr="00B05F8E">
        <w:rPr>
          <w:color w:val="231F20"/>
          <w:spacing w:val="4"/>
          <w:lang w:val="nl-NL"/>
        </w:rPr>
        <w:t xml:space="preserve">-platen </w:t>
      </w:r>
      <w:r w:rsidRPr="00B05F8E">
        <w:rPr>
          <w:color w:val="231F20"/>
          <w:spacing w:val="3"/>
          <w:lang w:val="nl-NL"/>
        </w:rPr>
        <w:t xml:space="preserve">zijn </w:t>
      </w:r>
      <w:r w:rsidRPr="00B05F8E">
        <w:rPr>
          <w:color w:val="231F20"/>
          <w:spacing w:val="4"/>
          <w:lang w:val="nl-NL"/>
        </w:rPr>
        <w:t xml:space="preserve">gestapeld. Geef </w:t>
      </w:r>
      <w:r w:rsidRPr="00B05F8E">
        <w:rPr>
          <w:color w:val="231F20"/>
          <w:spacing w:val="2"/>
          <w:lang w:val="nl-NL"/>
        </w:rPr>
        <w:t xml:space="preserve">in je </w:t>
      </w:r>
      <w:r w:rsidRPr="00B05F8E">
        <w:rPr>
          <w:color w:val="231F20"/>
          <w:spacing w:val="5"/>
          <w:lang w:val="nl-NL"/>
        </w:rPr>
        <w:t xml:space="preserve">antwoord  </w:t>
      </w:r>
      <w:r w:rsidRPr="00B05F8E">
        <w:rPr>
          <w:color w:val="231F20"/>
          <w:spacing w:val="3"/>
          <w:lang w:val="nl-NL"/>
        </w:rPr>
        <w:t xml:space="preserve">aan hoe met deze </w:t>
      </w:r>
      <w:r w:rsidRPr="00B05F8E">
        <w:rPr>
          <w:color w:val="231F20"/>
          <w:spacing w:val="4"/>
          <w:lang w:val="nl-NL"/>
        </w:rPr>
        <w:t xml:space="preserve">stapeling </w:t>
      </w:r>
      <w:r w:rsidRPr="00B05F8E">
        <w:rPr>
          <w:color w:val="231F20"/>
          <w:spacing w:val="3"/>
          <w:lang w:val="nl-NL"/>
        </w:rPr>
        <w:t xml:space="preserve">kan </w:t>
      </w:r>
      <w:r w:rsidRPr="00B05F8E">
        <w:rPr>
          <w:color w:val="231F20"/>
          <w:spacing w:val="4"/>
          <w:lang w:val="nl-NL"/>
        </w:rPr>
        <w:t xml:space="preserve">worden verklaard </w:t>
      </w:r>
      <w:r w:rsidRPr="00B05F8E">
        <w:rPr>
          <w:color w:val="231F20"/>
          <w:spacing w:val="3"/>
          <w:lang w:val="nl-NL"/>
        </w:rPr>
        <w:t xml:space="preserve">dat </w:t>
      </w:r>
      <w:r w:rsidRPr="00B05F8E">
        <w:rPr>
          <w:color w:val="231F20"/>
          <w:spacing w:val="2"/>
          <w:lang w:val="nl-NL"/>
        </w:rPr>
        <w:t xml:space="preserve">in de </w:t>
      </w:r>
      <w:r w:rsidRPr="00B05F8E">
        <w:rPr>
          <w:color w:val="231F20"/>
          <w:spacing w:val="5"/>
          <w:lang w:val="nl-NL"/>
        </w:rPr>
        <w:t xml:space="preserve">geordende </w:t>
      </w:r>
      <w:r w:rsidRPr="00B05F8E">
        <w:rPr>
          <w:color w:val="231F20"/>
          <w:spacing w:val="4"/>
          <w:lang w:val="nl-NL"/>
        </w:rPr>
        <w:t xml:space="preserve">gebieden </w:t>
      </w:r>
      <w:r w:rsidRPr="00B05F8E">
        <w:rPr>
          <w:color w:val="231F20"/>
          <w:spacing w:val="3"/>
          <w:lang w:val="nl-NL"/>
        </w:rPr>
        <w:t xml:space="preserve">twee </w:t>
      </w:r>
      <w:r w:rsidRPr="00B05F8E">
        <w:rPr>
          <w:color w:val="231F20"/>
          <w:spacing w:val="4"/>
          <w:lang w:val="nl-NL"/>
        </w:rPr>
        <w:t xml:space="preserve">verschillende </w:t>
      </w:r>
      <w:r w:rsidRPr="00B05F8E">
        <w:rPr>
          <w:color w:val="231F20"/>
          <w:spacing w:val="5"/>
          <w:lang w:val="nl-NL"/>
        </w:rPr>
        <w:t>tussenafstanden</w:t>
      </w:r>
      <w:r w:rsidRPr="00B05F8E">
        <w:rPr>
          <w:color w:val="231F20"/>
          <w:spacing w:val="40"/>
          <w:lang w:val="nl-NL"/>
        </w:rPr>
        <w:t xml:space="preserve"> </w:t>
      </w:r>
      <w:r w:rsidRPr="00B05F8E">
        <w:rPr>
          <w:color w:val="231F20"/>
          <w:spacing w:val="5"/>
          <w:lang w:val="nl-NL"/>
        </w:rPr>
        <w:t>bestaan.</w:t>
      </w:r>
    </w:p>
    <w:p w:rsidR="00017E14" w:rsidRPr="00B05F8E" w:rsidRDefault="003D508B">
      <w:pPr>
        <w:pStyle w:val="Plattetekst"/>
        <w:spacing w:before="3"/>
        <w:rPr>
          <w:lang w:val="nl-NL"/>
        </w:rPr>
      </w:pPr>
      <w:r w:rsidRPr="00B05F8E">
        <w:rPr>
          <w:color w:val="231F20"/>
          <w:lang w:val="nl-NL"/>
        </w:rPr>
        <w:t>Maak gebruik van figuur 1.</w:t>
      </w:r>
    </w:p>
    <w:p w:rsidR="00017E14" w:rsidRPr="00B05F8E" w:rsidRDefault="00017E14">
      <w:pPr>
        <w:pStyle w:val="Plattetekst"/>
        <w:spacing w:before="2"/>
        <w:ind w:left="0"/>
        <w:rPr>
          <w:sz w:val="28"/>
          <w:lang w:val="nl-NL"/>
        </w:rPr>
      </w:pPr>
    </w:p>
    <w:p w:rsidR="00017E14" w:rsidRPr="00B05F8E" w:rsidRDefault="003D508B">
      <w:pPr>
        <w:pStyle w:val="Plattetekst"/>
        <w:spacing w:line="261" w:lineRule="auto"/>
        <w:ind w:right="701"/>
        <w:rPr>
          <w:lang w:val="nl-NL"/>
        </w:rPr>
      </w:pPr>
      <w:r w:rsidRPr="00B05F8E">
        <w:rPr>
          <w:color w:val="231F20"/>
          <w:lang w:val="nl-NL"/>
        </w:rPr>
        <w:t>Zijde verven is erg milieubelastend, omdat veel water wordt verbruikt dat na gebruik vervuild is met resten van de kleurstoffen. Een groep Indiase onderzoekers heeft onderzocht of het mogelijk is de zijderupsen</w:t>
      </w:r>
    </w:p>
    <w:p w:rsidR="00017E14" w:rsidRPr="00B05F8E" w:rsidRDefault="003D508B">
      <w:pPr>
        <w:pStyle w:val="Plattetekst"/>
        <w:spacing w:line="261" w:lineRule="auto"/>
        <w:rPr>
          <w:lang w:val="nl-NL"/>
        </w:rPr>
      </w:pPr>
      <w:r w:rsidRPr="00B05F8E">
        <w:rPr>
          <w:color w:val="231F20"/>
          <w:lang w:val="nl-NL"/>
        </w:rPr>
        <w:t>gekleurde zijde te laten produceren door hun voedsel te besprenkelen met kleurstoffen.</w:t>
      </w:r>
    </w:p>
    <w:p w:rsidR="00017E14" w:rsidRPr="00B05F8E" w:rsidRDefault="003D508B">
      <w:pPr>
        <w:pStyle w:val="Plattetekst"/>
        <w:spacing w:line="247" w:lineRule="auto"/>
        <w:ind w:right="658"/>
        <w:rPr>
          <w:lang w:val="nl-NL"/>
        </w:rPr>
      </w:pPr>
      <w:r w:rsidRPr="00B05F8E">
        <w:rPr>
          <w:color w:val="231F20"/>
          <w:lang w:val="nl-NL"/>
        </w:rPr>
        <w:t xml:space="preserve">De gekozen kleurstoffen behoren tot de zogeheten azoverbindingen. In azoverbindingen komt het structuurelement </w:t>
      </w:r>
      <w:r w:rsidRPr="00B05F8E">
        <w:rPr>
          <w:rFonts w:ascii="Times New Roman" w:hAnsi="Times New Roman"/>
          <w:color w:val="231F20"/>
          <w:sz w:val="26"/>
          <w:lang w:val="nl-NL"/>
        </w:rPr>
        <w:t xml:space="preserve">R–N=N–R </w:t>
      </w:r>
      <w:r w:rsidRPr="00B05F8E">
        <w:rPr>
          <w:color w:val="231F20"/>
          <w:lang w:val="nl-NL"/>
        </w:rPr>
        <w:t xml:space="preserve">voor. Hierbij staat </w:t>
      </w:r>
      <w:r w:rsidRPr="00B05F8E">
        <w:rPr>
          <w:rFonts w:ascii="Times New Roman" w:hAnsi="Times New Roman"/>
          <w:color w:val="231F20"/>
          <w:sz w:val="26"/>
          <w:lang w:val="nl-NL"/>
        </w:rPr>
        <w:t xml:space="preserve">R </w:t>
      </w:r>
      <w:r w:rsidRPr="00B05F8E">
        <w:rPr>
          <w:color w:val="231F20"/>
          <w:lang w:val="nl-NL"/>
        </w:rPr>
        <w:t xml:space="preserve">voor een </w:t>
      </w:r>
      <w:proofErr w:type="spellStart"/>
      <w:r w:rsidRPr="00B05F8E">
        <w:rPr>
          <w:color w:val="231F20"/>
          <w:lang w:val="nl-NL"/>
        </w:rPr>
        <w:t>fenylgroep</w:t>
      </w:r>
      <w:proofErr w:type="spellEnd"/>
      <w:r w:rsidRPr="00B05F8E">
        <w:rPr>
          <w:color w:val="231F20"/>
          <w:lang w:val="nl-NL"/>
        </w:rPr>
        <w:t xml:space="preserve">. Azoverbindingen kunnen zowel in een </w:t>
      </w:r>
      <w:r w:rsidRPr="00B05F8E">
        <w:rPr>
          <w:i/>
          <w:color w:val="231F20"/>
          <w:lang w:val="nl-NL"/>
        </w:rPr>
        <w:t>cis</w:t>
      </w:r>
      <w:r w:rsidRPr="00B05F8E">
        <w:rPr>
          <w:color w:val="231F20"/>
          <w:lang w:val="nl-NL"/>
        </w:rPr>
        <w:t xml:space="preserve">- als in een </w:t>
      </w:r>
      <w:r w:rsidRPr="00B05F8E">
        <w:rPr>
          <w:i/>
          <w:color w:val="231F20"/>
          <w:lang w:val="nl-NL"/>
        </w:rPr>
        <w:t>trans</w:t>
      </w:r>
      <w:r w:rsidRPr="00B05F8E">
        <w:rPr>
          <w:color w:val="231F20"/>
          <w:lang w:val="nl-NL"/>
        </w:rPr>
        <w:t>-vorm voorkomen.</w:t>
      </w:r>
    </w:p>
    <w:p w:rsidR="00017E14" w:rsidRPr="00B05F8E" w:rsidRDefault="00017E14">
      <w:pPr>
        <w:pStyle w:val="Plattetekst"/>
        <w:spacing w:before="1"/>
        <w:ind w:left="0"/>
        <w:rPr>
          <w:sz w:val="27"/>
          <w:lang w:val="nl-NL"/>
        </w:rPr>
      </w:pPr>
    </w:p>
    <w:p w:rsidR="00017E14" w:rsidRPr="00B05F8E" w:rsidRDefault="003D508B">
      <w:pPr>
        <w:tabs>
          <w:tab w:val="left" w:pos="582"/>
          <w:tab w:val="left" w:pos="1097"/>
        </w:tabs>
        <w:ind w:left="134"/>
        <w:rPr>
          <w:sz w:val="24"/>
          <w:lang w:val="nl-NL"/>
        </w:rPr>
      </w:pPr>
      <w:r w:rsidRPr="00B05F8E">
        <w:rPr>
          <w:color w:val="231F20"/>
          <w:spacing w:val="2"/>
          <w:sz w:val="16"/>
          <w:lang w:val="nl-NL"/>
        </w:rPr>
        <w:t>3p</w:t>
      </w:r>
      <w:r w:rsidRPr="00B05F8E">
        <w:rPr>
          <w:color w:val="231F20"/>
          <w:spacing w:val="2"/>
          <w:sz w:val="16"/>
          <w:lang w:val="nl-NL"/>
        </w:rPr>
        <w:tab/>
      </w:r>
      <w:r w:rsidRPr="00B05F8E">
        <w:rPr>
          <w:b/>
          <w:color w:val="231F20"/>
          <w:spacing w:val="3"/>
          <w:sz w:val="20"/>
          <w:lang w:val="nl-NL"/>
        </w:rPr>
        <w:t>12</w:t>
      </w:r>
      <w:r w:rsidRPr="00B05F8E">
        <w:rPr>
          <w:b/>
          <w:color w:val="231F20"/>
          <w:spacing w:val="3"/>
          <w:sz w:val="20"/>
          <w:lang w:val="nl-NL"/>
        </w:rPr>
        <w:tab/>
      </w:r>
      <w:r w:rsidRPr="00B05F8E">
        <w:rPr>
          <w:color w:val="231F20"/>
          <w:spacing w:val="3"/>
          <w:sz w:val="24"/>
          <w:lang w:val="nl-NL"/>
        </w:rPr>
        <w:t>Geef</w:t>
      </w:r>
      <w:r w:rsidRPr="00B05F8E">
        <w:rPr>
          <w:color w:val="231F20"/>
          <w:spacing w:val="12"/>
          <w:sz w:val="24"/>
          <w:lang w:val="nl-NL"/>
        </w:rPr>
        <w:t xml:space="preserve"> </w:t>
      </w:r>
      <w:r w:rsidRPr="00B05F8E">
        <w:rPr>
          <w:color w:val="231F20"/>
          <w:spacing w:val="2"/>
          <w:sz w:val="24"/>
          <w:lang w:val="nl-NL"/>
        </w:rPr>
        <w:t>de</w:t>
      </w:r>
      <w:r w:rsidRPr="00B05F8E">
        <w:rPr>
          <w:color w:val="231F20"/>
          <w:spacing w:val="13"/>
          <w:sz w:val="24"/>
          <w:lang w:val="nl-NL"/>
        </w:rPr>
        <w:t xml:space="preserve"> </w:t>
      </w:r>
      <w:r w:rsidRPr="00B05F8E">
        <w:rPr>
          <w:color w:val="231F20"/>
          <w:spacing w:val="4"/>
          <w:sz w:val="24"/>
          <w:lang w:val="nl-NL"/>
        </w:rPr>
        <w:t>Lewisstructuren</w:t>
      </w:r>
      <w:r w:rsidRPr="00B05F8E">
        <w:rPr>
          <w:color w:val="231F20"/>
          <w:spacing w:val="12"/>
          <w:sz w:val="24"/>
          <w:lang w:val="nl-NL"/>
        </w:rPr>
        <w:t xml:space="preserve"> </w:t>
      </w:r>
      <w:r w:rsidRPr="00B05F8E">
        <w:rPr>
          <w:color w:val="231F20"/>
          <w:spacing w:val="3"/>
          <w:sz w:val="24"/>
          <w:lang w:val="nl-NL"/>
        </w:rPr>
        <w:t>van</w:t>
      </w:r>
      <w:r w:rsidRPr="00B05F8E">
        <w:rPr>
          <w:color w:val="231F20"/>
          <w:spacing w:val="13"/>
          <w:sz w:val="24"/>
          <w:lang w:val="nl-NL"/>
        </w:rPr>
        <w:t xml:space="preserve"> </w:t>
      </w:r>
      <w:r w:rsidRPr="00B05F8E">
        <w:rPr>
          <w:color w:val="231F20"/>
          <w:spacing w:val="2"/>
          <w:sz w:val="24"/>
          <w:lang w:val="nl-NL"/>
        </w:rPr>
        <w:t>de</w:t>
      </w:r>
      <w:r w:rsidRPr="00B05F8E">
        <w:rPr>
          <w:color w:val="231F20"/>
          <w:spacing w:val="14"/>
          <w:sz w:val="24"/>
          <w:lang w:val="nl-NL"/>
        </w:rPr>
        <w:t xml:space="preserve"> </w:t>
      </w:r>
      <w:r w:rsidRPr="00B05F8E">
        <w:rPr>
          <w:i/>
          <w:color w:val="231F20"/>
          <w:spacing w:val="3"/>
          <w:sz w:val="24"/>
          <w:lang w:val="nl-NL"/>
        </w:rPr>
        <w:t>cis-</w:t>
      </w:r>
      <w:r w:rsidRPr="00B05F8E">
        <w:rPr>
          <w:i/>
          <w:color w:val="231F20"/>
          <w:spacing w:val="12"/>
          <w:sz w:val="24"/>
          <w:lang w:val="nl-NL"/>
        </w:rPr>
        <w:t xml:space="preserve"> </w:t>
      </w:r>
      <w:r w:rsidRPr="00B05F8E">
        <w:rPr>
          <w:color w:val="231F20"/>
          <w:spacing w:val="2"/>
          <w:sz w:val="24"/>
          <w:lang w:val="nl-NL"/>
        </w:rPr>
        <w:t>en</w:t>
      </w:r>
      <w:r w:rsidRPr="00B05F8E">
        <w:rPr>
          <w:color w:val="231F20"/>
          <w:spacing w:val="13"/>
          <w:sz w:val="24"/>
          <w:lang w:val="nl-NL"/>
        </w:rPr>
        <w:t xml:space="preserve"> </w:t>
      </w:r>
      <w:r w:rsidRPr="00B05F8E">
        <w:rPr>
          <w:color w:val="231F20"/>
          <w:spacing w:val="2"/>
          <w:sz w:val="24"/>
          <w:lang w:val="nl-NL"/>
        </w:rPr>
        <w:t>de</w:t>
      </w:r>
      <w:r w:rsidRPr="00B05F8E">
        <w:rPr>
          <w:color w:val="231F20"/>
          <w:spacing w:val="13"/>
          <w:sz w:val="24"/>
          <w:lang w:val="nl-NL"/>
        </w:rPr>
        <w:t xml:space="preserve"> </w:t>
      </w:r>
      <w:r w:rsidRPr="00B05F8E">
        <w:rPr>
          <w:i/>
          <w:color w:val="231F20"/>
          <w:spacing w:val="5"/>
          <w:sz w:val="24"/>
          <w:lang w:val="nl-NL"/>
        </w:rPr>
        <w:t>trans</w:t>
      </w:r>
      <w:r w:rsidRPr="00B05F8E">
        <w:rPr>
          <w:color w:val="231F20"/>
          <w:spacing w:val="5"/>
          <w:sz w:val="24"/>
          <w:lang w:val="nl-NL"/>
        </w:rPr>
        <w:t>-vorm</w:t>
      </w:r>
      <w:r w:rsidRPr="00B05F8E">
        <w:rPr>
          <w:color w:val="231F20"/>
          <w:spacing w:val="12"/>
          <w:sz w:val="24"/>
          <w:lang w:val="nl-NL"/>
        </w:rPr>
        <w:t xml:space="preserve"> </w:t>
      </w:r>
      <w:r w:rsidRPr="00B05F8E">
        <w:rPr>
          <w:color w:val="231F20"/>
          <w:spacing w:val="3"/>
          <w:sz w:val="24"/>
          <w:lang w:val="nl-NL"/>
        </w:rPr>
        <w:t>van</w:t>
      </w:r>
      <w:r w:rsidRPr="00B05F8E">
        <w:rPr>
          <w:color w:val="231F20"/>
          <w:spacing w:val="13"/>
          <w:sz w:val="24"/>
          <w:lang w:val="nl-NL"/>
        </w:rPr>
        <w:t xml:space="preserve"> </w:t>
      </w:r>
      <w:r w:rsidRPr="00B05F8E">
        <w:rPr>
          <w:color w:val="231F20"/>
          <w:spacing w:val="5"/>
          <w:sz w:val="24"/>
          <w:lang w:val="nl-NL"/>
        </w:rPr>
        <w:t>een</w:t>
      </w:r>
    </w:p>
    <w:p w:rsidR="00017E14" w:rsidRPr="00B05F8E" w:rsidRDefault="003D508B">
      <w:pPr>
        <w:pStyle w:val="Plattetekst"/>
        <w:spacing w:before="24"/>
        <w:ind w:right="848"/>
        <w:rPr>
          <w:lang w:val="nl-NL"/>
        </w:rPr>
      </w:pPr>
      <w:r w:rsidRPr="00B05F8E">
        <w:rPr>
          <w:color w:val="231F20"/>
          <w:lang w:val="nl-NL"/>
        </w:rPr>
        <w:t xml:space="preserve">azoverbinding en leg uit waarom van een azoverbinding zowel een </w:t>
      </w:r>
      <w:r w:rsidRPr="00B05F8E">
        <w:rPr>
          <w:i/>
          <w:color w:val="231F20"/>
          <w:lang w:val="nl-NL"/>
        </w:rPr>
        <w:t xml:space="preserve">cis- </w:t>
      </w:r>
      <w:r w:rsidRPr="00B05F8E">
        <w:rPr>
          <w:color w:val="231F20"/>
          <w:lang w:val="nl-NL"/>
        </w:rPr>
        <w:t xml:space="preserve">als een </w:t>
      </w:r>
      <w:r w:rsidRPr="00B05F8E">
        <w:rPr>
          <w:i/>
          <w:color w:val="231F20"/>
          <w:lang w:val="nl-NL"/>
        </w:rPr>
        <w:t>trans</w:t>
      </w:r>
      <w:r w:rsidRPr="00B05F8E">
        <w:rPr>
          <w:color w:val="231F20"/>
          <w:lang w:val="nl-NL"/>
        </w:rPr>
        <w:t xml:space="preserve">-vorm voorkomt. Gebruik </w:t>
      </w:r>
      <w:r w:rsidRPr="00B05F8E">
        <w:rPr>
          <w:rFonts w:ascii="Times New Roman" w:hAnsi="Times New Roman"/>
          <w:color w:val="231F20"/>
          <w:sz w:val="26"/>
          <w:lang w:val="nl-NL"/>
        </w:rPr>
        <w:t xml:space="preserve">R–N=N–R </w:t>
      </w:r>
      <w:r w:rsidRPr="00B05F8E">
        <w:rPr>
          <w:color w:val="231F20"/>
          <w:lang w:val="nl-NL"/>
        </w:rPr>
        <w:t>als notatie voor een</w:t>
      </w:r>
    </w:p>
    <w:p w:rsidR="00017E14" w:rsidRPr="00B05F8E" w:rsidRDefault="003D508B">
      <w:pPr>
        <w:pStyle w:val="Plattetekst"/>
        <w:spacing w:before="25"/>
        <w:rPr>
          <w:lang w:val="nl-NL"/>
        </w:rPr>
      </w:pPr>
      <w:r w:rsidRPr="00B05F8E">
        <w:rPr>
          <w:color w:val="231F20"/>
          <w:lang w:val="nl-NL"/>
        </w:rPr>
        <w:t>azoverbinding.</w:t>
      </w:r>
    </w:p>
    <w:p w:rsidR="00017E14" w:rsidRPr="00B05F8E" w:rsidRDefault="00017E14">
      <w:pPr>
        <w:pStyle w:val="Plattetekst"/>
        <w:spacing w:before="2"/>
        <w:ind w:left="0"/>
        <w:rPr>
          <w:sz w:val="28"/>
          <w:lang w:val="nl-NL"/>
        </w:rPr>
      </w:pPr>
    </w:p>
    <w:p w:rsidR="00017E14" w:rsidRPr="00B05F8E" w:rsidRDefault="003D508B">
      <w:pPr>
        <w:pStyle w:val="Plattetekst"/>
        <w:rPr>
          <w:lang w:val="nl-NL"/>
        </w:rPr>
      </w:pPr>
      <w:r w:rsidRPr="00B05F8E">
        <w:rPr>
          <w:color w:val="231F20"/>
          <w:lang w:val="nl-NL"/>
        </w:rPr>
        <w:t>Als een rups de kleurstof heeft opgenomen, zal de kleurstof zich in het</w:t>
      </w:r>
    </w:p>
    <w:p w:rsidR="00017E14" w:rsidRPr="00B05F8E" w:rsidRDefault="003D508B">
      <w:pPr>
        <w:pStyle w:val="Plattetekst"/>
        <w:spacing w:before="24" w:line="261" w:lineRule="auto"/>
        <w:ind w:right="701"/>
        <w:rPr>
          <w:lang w:val="nl-NL"/>
        </w:rPr>
      </w:pPr>
      <w:r w:rsidRPr="00B05F8E">
        <w:rPr>
          <w:color w:val="231F20"/>
          <w:lang w:val="nl-NL"/>
        </w:rPr>
        <w:t xml:space="preserve">zijdespinsel verdelen over de relatief hydrofiele </w:t>
      </w:r>
      <w:proofErr w:type="spellStart"/>
      <w:r w:rsidRPr="00B05F8E">
        <w:rPr>
          <w:color w:val="231F20"/>
          <w:lang w:val="nl-NL"/>
        </w:rPr>
        <w:t>sericine</w:t>
      </w:r>
      <w:proofErr w:type="spellEnd"/>
      <w:r w:rsidRPr="00B05F8E">
        <w:rPr>
          <w:color w:val="231F20"/>
          <w:lang w:val="nl-NL"/>
        </w:rPr>
        <w:t xml:space="preserve"> en de hydrofobe </w:t>
      </w:r>
      <w:proofErr w:type="spellStart"/>
      <w:r w:rsidRPr="00B05F8E">
        <w:rPr>
          <w:color w:val="231F20"/>
          <w:lang w:val="nl-NL"/>
        </w:rPr>
        <w:t>fibroïne</w:t>
      </w:r>
      <w:proofErr w:type="spellEnd"/>
      <w:r w:rsidRPr="00B05F8E">
        <w:rPr>
          <w:color w:val="231F20"/>
          <w:lang w:val="nl-NL"/>
        </w:rPr>
        <w:t xml:space="preserve">. Om vooraf te bepalen of een kleurstof overwegend in de </w:t>
      </w:r>
      <w:proofErr w:type="spellStart"/>
      <w:r w:rsidRPr="00B05F8E">
        <w:rPr>
          <w:color w:val="231F20"/>
          <w:lang w:val="nl-NL"/>
        </w:rPr>
        <w:t>sericine</w:t>
      </w:r>
      <w:proofErr w:type="spellEnd"/>
      <w:r w:rsidRPr="00B05F8E">
        <w:rPr>
          <w:color w:val="231F20"/>
          <w:lang w:val="nl-NL"/>
        </w:rPr>
        <w:t xml:space="preserve"> of in de </w:t>
      </w:r>
      <w:proofErr w:type="spellStart"/>
      <w:r w:rsidRPr="00B05F8E">
        <w:rPr>
          <w:color w:val="231F20"/>
          <w:lang w:val="nl-NL"/>
        </w:rPr>
        <w:t>fibroïne</w:t>
      </w:r>
      <w:proofErr w:type="spellEnd"/>
      <w:r w:rsidRPr="00B05F8E">
        <w:rPr>
          <w:color w:val="231F20"/>
          <w:lang w:val="nl-NL"/>
        </w:rPr>
        <w:t xml:space="preserve"> zal worden opgenomen, hebben de onderzoekers van</w:t>
      </w:r>
    </w:p>
    <w:p w:rsidR="00017E14" w:rsidRPr="00B05F8E" w:rsidRDefault="003D508B">
      <w:pPr>
        <w:pStyle w:val="Plattetekst"/>
        <w:spacing w:line="261" w:lineRule="auto"/>
        <w:rPr>
          <w:lang w:val="nl-NL"/>
        </w:rPr>
      </w:pPr>
      <w:r w:rsidRPr="00B05F8E">
        <w:rPr>
          <w:color w:val="231F20"/>
          <w:spacing w:val="3"/>
          <w:lang w:val="nl-NL"/>
        </w:rPr>
        <w:t xml:space="preserve">een </w:t>
      </w:r>
      <w:r w:rsidRPr="00B05F8E">
        <w:rPr>
          <w:color w:val="231F20"/>
          <w:spacing w:val="4"/>
          <w:lang w:val="nl-NL"/>
        </w:rPr>
        <w:t xml:space="preserve">aantal kleurstoffen </w:t>
      </w:r>
      <w:r w:rsidRPr="00B05F8E">
        <w:rPr>
          <w:color w:val="231F20"/>
          <w:spacing w:val="2"/>
          <w:lang w:val="nl-NL"/>
        </w:rPr>
        <w:t xml:space="preserve">de </w:t>
      </w:r>
      <w:r w:rsidRPr="00B05F8E">
        <w:rPr>
          <w:color w:val="231F20"/>
          <w:spacing w:val="4"/>
          <w:lang w:val="nl-NL"/>
        </w:rPr>
        <w:t xml:space="preserve">verdelingscoëfficiënt bepaald </w:t>
      </w:r>
      <w:r w:rsidRPr="00B05F8E">
        <w:rPr>
          <w:color w:val="231F20"/>
          <w:spacing w:val="2"/>
          <w:lang w:val="nl-NL"/>
        </w:rPr>
        <w:t xml:space="preserve">in </w:t>
      </w:r>
      <w:r w:rsidRPr="00B05F8E">
        <w:rPr>
          <w:color w:val="231F20"/>
          <w:spacing w:val="3"/>
          <w:lang w:val="nl-NL"/>
        </w:rPr>
        <w:t xml:space="preserve">een </w:t>
      </w:r>
      <w:r w:rsidRPr="00B05F8E">
        <w:rPr>
          <w:color w:val="231F20"/>
          <w:spacing w:val="5"/>
          <w:lang w:val="nl-NL"/>
        </w:rPr>
        <w:t xml:space="preserve">tweelagen- </w:t>
      </w:r>
      <w:r w:rsidRPr="00B05F8E">
        <w:rPr>
          <w:color w:val="231F20"/>
          <w:spacing w:val="4"/>
          <w:lang w:val="nl-NL"/>
        </w:rPr>
        <w:t xml:space="preserve">systeem </w:t>
      </w:r>
      <w:r w:rsidRPr="00B05F8E">
        <w:rPr>
          <w:color w:val="231F20"/>
          <w:spacing w:val="3"/>
          <w:lang w:val="nl-NL"/>
        </w:rPr>
        <w:t xml:space="preserve">van </w:t>
      </w:r>
      <w:r w:rsidRPr="00B05F8E">
        <w:rPr>
          <w:color w:val="231F20"/>
          <w:spacing w:val="4"/>
          <w:lang w:val="nl-NL"/>
        </w:rPr>
        <w:t xml:space="preserve">water </w:t>
      </w:r>
      <w:r w:rsidRPr="00B05F8E">
        <w:rPr>
          <w:color w:val="231F20"/>
          <w:spacing w:val="2"/>
          <w:lang w:val="nl-NL"/>
        </w:rPr>
        <w:t xml:space="preserve">en de </w:t>
      </w:r>
      <w:r w:rsidRPr="00B05F8E">
        <w:rPr>
          <w:color w:val="231F20"/>
          <w:spacing w:val="4"/>
          <w:lang w:val="nl-NL"/>
        </w:rPr>
        <w:t>hydrofobe vloeistof</w:t>
      </w:r>
      <w:r w:rsidRPr="00B05F8E">
        <w:rPr>
          <w:color w:val="231F20"/>
          <w:spacing w:val="68"/>
          <w:lang w:val="nl-NL"/>
        </w:rPr>
        <w:t xml:space="preserve"> </w:t>
      </w:r>
      <w:r w:rsidRPr="00B05F8E">
        <w:rPr>
          <w:color w:val="231F20"/>
          <w:spacing w:val="5"/>
          <w:lang w:val="nl-NL"/>
        </w:rPr>
        <w:t>octaan-1-ol.</w:t>
      </w:r>
    </w:p>
    <w:p w:rsidR="00017E14" w:rsidRPr="00B05F8E" w:rsidRDefault="00017E14">
      <w:pPr>
        <w:spacing w:line="261" w:lineRule="auto"/>
        <w:rPr>
          <w:lang w:val="nl-NL"/>
        </w:rPr>
        <w:sectPr w:rsidR="00017E14" w:rsidRPr="00B05F8E">
          <w:pgSz w:w="11910" w:h="16840"/>
          <w:pgMar w:top="820" w:right="1000" w:bottom="1160" w:left="1000" w:header="0" w:footer="974" w:gutter="0"/>
          <w:cols w:space="708"/>
        </w:sectPr>
      </w:pPr>
    </w:p>
    <w:p w:rsidR="00017E14" w:rsidRPr="00B05F8E" w:rsidRDefault="003D508B">
      <w:pPr>
        <w:pStyle w:val="Plattetekst"/>
        <w:spacing w:before="69" w:line="261" w:lineRule="auto"/>
        <w:ind w:right="848"/>
        <w:rPr>
          <w:lang w:val="nl-NL"/>
        </w:rPr>
      </w:pPr>
      <w:r w:rsidRPr="00B05F8E">
        <w:rPr>
          <w:color w:val="231F20"/>
          <w:lang w:val="nl-NL"/>
        </w:rPr>
        <w:lastRenderedPageBreak/>
        <w:t xml:space="preserve">Hierbij was de hypothese dat deze verdelingscoëfficiënt een relatie heeft met de mate van kleuring van beide vezelsoorten </w:t>
      </w:r>
      <w:proofErr w:type="spellStart"/>
      <w:r w:rsidRPr="00B05F8E">
        <w:rPr>
          <w:color w:val="231F20"/>
          <w:lang w:val="nl-NL"/>
        </w:rPr>
        <w:t>sericine</w:t>
      </w:r>
      <w:proofErr w:type="spellEnd"/>
      <w:r w:rsidRPr="00B05F8E">
        <w:rPr>
          <w:color w:val="231F20"/>
          <w:lang w:val="nl-NL"/>
        </w:rPr>
        <w:t xml:space="preserve"> en </w:t>
      </w:r>
      <w:proofErr w:type="spellStart"/>
      <w:r w:rsidRPr="00B05F8E">
        <w:rPr>
          <w:color w:val="231F20"/>
          <w:lang w:val="nl-NL"/>
        </w:rPr>
        <w:t>fibroïne</w:t>
      </w:r>
      <w:proofErr w:type="spellEnd"/>
      <w:r w:rsidRPr="00B05F8E">
        <w:rPr>
          <w:color w:val="231F20"/>
          <w:lang w:val="nl-NL"/>
        </w:rPr>
        <w:t>.</w:t>
      </w:r>
    </w:p>
    <w:p w:rsidR="00017E14" w:rsidRPr="00B05F8E" w:rsidRDefault="003D508B">
      <w:pPr>
        <w:pStyle w:val="Plattetekst"/>
        <w:spacing w:line="276" w:lineRule="exact"/>
        <w:rPr>
          <w:lang w:val="nl-NL"/>
        </w:rPr>
      </w:pPr>
      <w:r w:rsidRPr="00B05F8E">
        <w:rPr>
          <w:color w:val="231F20"/>
          <w:lang w:val="nl-NL"/>
        </w:rPr>
        <w:t xml:space="preserve">Deze verdelingscoëfficiënt </w:t>
      </w:r>
      <w:proofErr w:type="spellStart"/>
      <w:r w:rsidRPr="00B05F8E">
        <w:rPr>
          <w:rFonts w:ascii="Times New Roman" w:hAnsi="Times New Roman"/>
          <w:i/>
          <w:color w:val="231F20"/>
          <w:sz w:val="26"/>
          <w:lang w:val="nl-NL"/>
        </w:rPr>
        <w:t>K</w:t>
      </w:r>
      <w:r w:rsidRPr="00B05F8E">
        <w:rPr>
          <w:color w:val="231F20"/>
          <w:sz w:val="26"/>
          <w:vertAlign w:val="subscript"/>
          <w:lang w:val="nl-NL"/>
        </w:rPr>
        <w:t>v</w:t>
      </w:r>
      <w:proofErr w:type="spellEnd"/>
      <w:r w:rsidRPr="00B05F8E">
        <w:rPr>
          <w:color w:val="231F20"/>
          <w:sz w:val="26"/>
          <w:lang w:val="nl-NL"/>
        </w:rPr>
        <w:t xml:space="preserve"> </w:t>
      </w:r>
      <w:r w:rsidRPr="00B05F8E">
        <w:rPr>
          <w:color w:val="231F20"/>
          <w:lang w:val="nl-NL"/>
        </w:rPr>
        <w:t>kan worden weergegeven als:</w:t>
      </w:r>
    </w:p>
    <w:p w:rsidR="00017E14" w:rsidRPr="00B05F8E" w:rsidRDefault="003D508B">
      <w:pPr>
        <w:pStyle w:val="Plattetekst"/>
        <w:spacing w:before="72" w:line="327" w:lineRule="exact"/>
        <w:ind w:left="1603" w:right="7139"/>
        <w:jc w:val="center"/>
        <w:rPr>
          <w:rFonts w:ascii="Symbol" w:hAnsi="Symbol"/>
          <w:sz w:val="32"/>
          <w:lang w:val="nl-NL"/>
        </w:rPr>
      </w:pPr>
      <w:r>
        <w:rPr>
          <w:rFonts w:ascii="Symbol" w:hAnsi="Symbol"/>
          <w:color w:val="231F20"/>
          <w:sz w:val="32"/>
        </w:rPr>
        <w:t></w:t>
      </w:r>
      <w:r w:rsidRPr="00B05F8E">
        <w:rPr>
          <w:rFonts w:ascii="Times New Roman" w:hAnsi="Times New Roman"/>
          <w:color w:val="231F20"/>
          <w:position w:val="2"/>
          <w:lang w:val="nl-NL"/>
        </w:rPr>
        <w:t xml:space="preserve">kleurstof </w:t>
      </w:r>
      <w:r>
        <w:rPr>
          <w:rFonts w:ascii="Symbol" w:hAnsi="Symbol"/>
          <w:color w:val="231F20"/>
          <w:sz w:val="32"/>
        </w:rPr>
        <w:t></w:t>
      </w:r>
    </w:p>
    <w:p w:rsidR="00017E14" w:rsidRPr="00B05F8E" w:rsidRDefault="00FF5398">
      <w:pPr>
        <w:tabs>
          <w:tab w:val="left" w:pos="2709"/>
        </w:tabs>
        <w:spacing w:before="1" w:line="72" w:lineRule="auto"/>
        <w:ind w:left="1141"/>
        <w:rPr>
          <w:rFonts w:ascii="Times New Roman"/>
          <w:sz w:val="14"/>
          <w:lang w:val="nl-NL"/>
        </w:rPr>
      </w:pPr>
      <w:r>
        <w:pict>
          <v:shape id="_x0000_s1321" type="#_x0000_t202" style="position:absolute;left:0;text-align:left;margin-left:140.35pt;margin-top:2pt;width:53.05pt;height:19.95pt;z-index:-251655680;mso-position-horizontal-relative:page" filled="f" stroked="f">
            <v:textbox inset="0,0,0,0">
              <w:txbxContent>
                <w:p w:rsidR="00FF5398" w:rsidRDefault="00FF5398">
                  <w:pPr>
                    <w:pStyle w:val="Plattetekst"/>
                    <w:spacing w:before="5"/>
                    <w:ind w:left="0"/>
                    <w:rPr>
                      <w:rFonts w:ascii="Symbol" w:hAnsi="Symbol"/>
                      <w:sz w:val="32"/>
                    </w:rPr>
                  </w:pPr>
                  <w:r>
                    <w:rPr>
                      <w:rFonts w:ascii="Symbol" w:hAnsi="Symbol"/>
                      <w:color w:val="231F20"/>
                      <w:w w:val="95"/>
                      <w:sz w:val="32"/>
                    </w:rPr>
                    <w:t></w:t>
                  </w:r>
                  <w:proofErr w:type="spellStart"/>
                  <w:r>
                    <w:rPr>
                      <w:rFonts w:ascii="Times New Roman" w:hAnsi="Times New Roman"/>
                      <w:color w:val="231F20"/>
                      <w:w w:val="95"/>
                      <w:position w:val="2"/>
                    </w:rPr>
                    <w:t>kleurstof</w:t>
                  </w:r>
                  <w:proofErr w:type="spellEnd"/>
                  <w:r>
                    <w:rPr>
                      <w:rFonts w:ascii="Times New Roman" w:hAnsi="Times New Roman"/>
                      <w:color w:val="231F20"/>
                      <w:w w:val="95"/>
                      <w:position w:val="2"/>
                    </w:rPr>
                    <w:t xml:space="preserve"> </w:t>
                  </w:r>
                  <w:r>
                    <w:rPr>
                      <w:rFonts w:ascii="Symbol" w:hAnsi="Symbol"/>
                      <w:color w:val="231F20"/>
                      <w:spacing w:val="-18"/>
                      <w:w w:val="95"/>
                      <w:sz w:val="32"/>
                    </w:rPr>
                    <w:t></w:t>
                  </w:r>
                </w:p>
              </w:txbxContent>
            </v:textbox>
            <w10:wrap anchorx="page"/>
          </v:shape>
        </w:pict>
      </w:r>
      <w:r w:rsidR="003D508B" w:rsidRPr="00B05F8E">
        <w:rPr>
          <w:rFonts w:ascii="Times New Roman"/>
          <w:i/>
          <w:color w:val="231F20"/>
          <w:spacing w:val="7"/>
          <w:position w:val="-8"/>
          <w:sz w:val="24"/>
          <w:lang w:val="nl-NL"/>
        </w:rPr>
        <w:t>K</w:t>
      </w:r>
      <w:r w:rsidR="003D508B" w:rsidRPr="00B05F8E">
        <w:rPr>
          <w:rFonts w:ascii="Times New Roman"/>
          <w:color w:val="231F20"/>
          <w:spacing w:val="7"/>
          <w:position w:val="-14"/>
          <w:sz w:val="14"/>
          <w:lang w:val="nl-NL"/>
        </w:rPr>
        <w:t>v</w:t>
      </w:r>
      <w:r w:rsidR="003D508B" w:rsidRPr="00B05F8E">
        <w:rPr>
          <w:rFonts w:ascii="Times New Roman"/>
          <w:color w:val="231F20"/>
          <w:spacing w:val="26"/>
          <w:position w:val="-14"/>
          <w:sz w:val="14"/>
          <w:lang w:val="nl-NL"/>
        </w:rPr>
        <w:t xml:space="preserve"> </w:t>
      </w:r>
      <w:r w:rsidR="003D508B" w:rsidRPr="00B05F8E">
        <w:rPr>
          <w:rFonts w:ascii="Times New Roman"/>
          <w:color w:val="231F20"/>
          <w:position w:val="-8"/>
          <w:sz w:val="24"/>
          <w:lang w:val="nl-NL"/>
        </w:rPr>
        <w:t>=</w:t>
      </w:r>
      <w:r w:rsidR="003D508B" w:rsidRPr="00B05F8E">
        <w:rPr>
          <w:rFonts w:ascii="Times New Roman"/>
          <w:color w:val="231F20"/>
          <w:sz w:val="24"/>
          <w:u w:val="single" w:color="000000"/>
          <w:lang w:val="nl-NL"/>
        </w:rPr>
        <w:t xml:space="preserve"> </w:t>
      </w:r>
      <w:r w:rsidR="003D508B" w:rsidRPr="00B05F8E">
        <w:rPr>
          <w:rFonts w:ascii="Times New Roman"/>
          <w:color w:val="231F20"/>
          <w:sz w:val="24"/>
          <w:u w:val="single" w:color="000000"/>
          <w:lang w:val="nl-NL"/>
        </w:rPr>
        <w:tab/>
      </w:r>
      <w:r w:rsidR="003D508B" w:rsidRPr="00B05F8E">
        <w:rPr>
          <w:rFonts w:ascii="Times New Roman"/>
          <w:color w:val="231F20"/>
          <w:sz w:val="14"/>
          <w:u w:val="single" w:color="000000"/>
          <w:lang w:val="nl-NL"/>
        </w:rPr>
        <w:t xml:space="preserve">octaan-1-ol </w:t>
      </w:r>
    </w:p>
    <w:p w:rsidR="00017E14" w:rsidRPr="00B05F8E" w:rsidRDefault="003D508B">
      <w:pPr>
        <w:spacing w:before="187"/>
        <w:ind w:left="2866"/>
        <w:rPr>
          <w:rFonts w:ascii="Times New Roman"/>
          <w:sz w:val="14"/>
          <w:lang w:val="nl-NL"/>
        </w:rPr>
      </w:pPr>
      <w:r w:rsidRPr="00B05F8E">
        <w:rPr>
          <w:rFonts w:ascii="Times New Roman"/>
          <w:color w:val="231F20"/>
          <w:sz w:val="14"/>
          <w:lang w:val="nl-NL"/>
        </w:rPr>
        <w:t>water</w:t>
      </w:r>
    </w:p>
    <w:p w:rsidR="00017E14" w:rsidRPr="00B05F8E" w:rsidRDefault="00017E14">
      <w:pPr>
        <w:pStyle w:val="Plattetekst"/>
        <w:spacing w:before="9"/>
        <w:ind w:left="0"/>
        <w:rPr>
          <w:rFonts w:ascii="Times New Roman"/>
          <w:sz w:val="14"/>
          <w:lang w:val="nl-NL"/>
        </w:rPr>
      </w:pPr>
    </w:p>
    <w:p w:rsidR="00017E14" w:rsidRPr="00B05F8E" w:rsidRDefault="003D508B">
      <w:pPr>
        <w:pStyle w:val="Plattetekst"/>
        <w:spacing w:before="1"/>
        <w:rPr>
          <w:lang w:val="nl-NL"/>
        </w:rPr>
      </w:pPr>
      <w:r w:rsidRPr="00B05F8E">
        <w:rPr>
          <w:color w:val="231F20"/>
          <w:lang w:val="nl-NL"/>
        </w:rPr>
        <w:t>De resultaten van de onderzoekers zijn in onderstaande tabel</w:t>
      </w:r>
    </w:p>
    <w:p w:rsidR="00017E14" w:rsidRPr="00B05F8E" w:rsidRDefault="003D508B">
      <w:pPr>
        <w:pStyle w:val="Plattetekst"/>
        <w:spacing w:before="24" w:line="261" w:lineRule="auto"/>
        <w:ind w:right="701"/>
        <w:rPr>
          <w:lang w:val="nl-NL"/>
        </w:rPr>
      </w:pPr>
      <w:r w:rsidRPr="00B05F8E">
        <w:rPr>
          <w:color w:val="231F20"/>
          <w:spacing w:val="4"/>
          <w:lang w:val="nl-NL"/>
        </w:rPr>
        <w:t xml:space="preserve">samengevat. </w:t>
      </w:r>
      <w:r w:rsidRPr="00B05F8E">
        <w:rPr>
          <w:color w:val="231F20"/>
          <w:spacing w:val="3"/>
          <w:lang w:val="nl-NL"/>
        </w:rPr>
        <w:t xml:space="preserve">In </w:t>
      </w:r>
      <w:r w:rsidRPr="00B05F8E">
        <w:rPr>
          <w:color w:val="231F20"/>
          <w:spacing w:val="2"/>
          <w:lang w:val="nl-NL"/>
        </w:rPr>
        <w:t xml:space="preserve">de </w:t>
      </w:r>
      <w:r w:rsidRPr="00B05F8E">
        <w:rPr>
          <w:color w:val="231F20"/>
          <w:spacing w:val="4"/>
          <w:lang w:val="nl-NL"/>
        </w:rPr>
        <w:t xml:space="preserve">tabel staan </w:t>
      </w:r>
      <w:r w:rsidRPr="00B05F8E">
        <w:rPr>
          <w:color w:val="231F20"/>
          <w:spacing w:val="2"/>
          <w:lang w:val="nl-NL"/>
        </w:rPr>
        <w:t xml:space="preserve">de </w:t>
      </w:r>
      <w:r w:rsidRPr="00B05F8E">
        <w:rPr>
          <w:color w:val="231F20"/>
          <w:spacing w:val="4"/>
          <w:lang w:val="nl-NL"/>
        </w:rPr>
        <w:t xml:space="preserve">structuurformules </w:t>
      </w:r>
      <w:r w:rsidRPr="00B05F8E">
        <w:rPr>
          <w:color w:val="231F20"/>
          <w:spacing w:val="3"/>
          <w:lang w:val="nl-NL"/>
        </w:rPr>
        <w:t xml:space="preserve">van </w:t>
      </w:r>
      <w:r w:rsidRPr="00B05F8E">
        <w:rPr>
          <w:color w:val="231F20"/>
          <w:spacing w:val="2"/>
          <w:lang w:val="nl-NL"/>
        </w:rPr>
        <w:t xml:space="preserve">de </w:t>
      </w:r>
      <w:r w:rsidRPr="00B05F8E">
        <w:rPr>
          <w:color w:val="231F20"/>
          <w:spacing w:val="4"/>
          <w:lang w:val="nl-NL"/>
        </w:rPr>
        <w:t xml:space="preserve">deeltjes </w:t>
      </w:r>
      <w:r w:rsidRPr="00B05F8E">
        <w:rPr>
          <w:color w:val="231F20"/>
          <w:spacing w:val="5"/>
          <w:lang w:val="nl-NL"/>
        </w:rPr>
        <w:t xml:space="preserve">zoals </w:t>
      </w:r>
      <w:r w:rsidRPr="00B05F8E">
        <w:rPr>
          <w:color w:val="231F20"/>
          <w:spacing w:val="3"/>
          <w:lang w:val="nl-NL"/>
        </w:rPr>
        <w:t xml:space="preserve">die </w:t>
      </w:r>
      <w:r w:rsidRPr="00B05F8E">
        <w:rPr>
          <w:color w:val="231F20"/>
          <w:spacing w:val="2"/>
          <w:lang w:val="nl-NL"/>
        </w:rPr>
        <w:t xml:space="preserve">in </w:t>
      </w:r>
      <w:r w:rsidRPr="00B05F8E">
        <w:rPr>
          <w:color w:val="231F20"/>
          <w:spacing w:val="3"/>
          <w:lang w:val="nl-NL"/>
        </w:rPr>
        <w:t xml:space="preserve">een </w:t>
      </w:r>
      <w:r w:rsidRPr="00B05F8E">
        <w:rPr>
          <w:color w:val="231F20"/>
          <w:spacing w:val="4"/>
          <w:lang w:val="nl-NL"/>
        </w:rPr>
        <w:t xml:space="preserve">oplossing </w:t>
      </w:r>
      <w:r w:rsidRPr="00B05F8E">
        <w:rPr>
          <w:color w:val="231F20"/>
          <w:spacing w:val="2"/>
          <w:lang w:val="nl-NL"/>
        </w:rPr>
        <w:t xml:space="preserve">in </w:t>
      </w:r>
      <w:r w:rsidRPr="00B05F8E">
        <w:rPr>
          <w:color w:val="231F20"/>
          <w:spacing w:val="4"/>
          <w:lang w:val="nl-NL"/>
        </w:rPr>
        <w:t>water</w:t>
      </w:r>
      <w:r w:rsidRPr="00B05F8E">
        <w:rPr>
          <w:color w:val="231F20"/>
          <w:spacing w:val="59"/>
          <w:lang w:val="nl-NL"/>
        </w:rPr>
        <w:t xml:space="preserve"> </w:t>
      </w:r>
      <w:r w:rsidRPr="00B05F8E">
        <w:rPr>
          <w:color w:val="231F20"/>
          <w:spacing w:val="5"/>
          <w:lang w:val="nl-NL"/>
        </w:rPr>
        <w:t>voorkomen.</w:t>
      </w:r>
    </w:p>
    <w:p w:rsidR="00017E14" w:rsidRPr="00B05F8E" w:rsidRDefault="003D508B">
      <w:pPr>
        <w:pStyle w:val="Plattetekst"/>
        <w:spacing w:line="276" w:lineRule="exact"/>
        <w:rPr>
          <w:lang w:val="nl-NL"/>
        </w:rPr>
      </w:pPr>
      <w:r w:rsidRPr="00B05F8E">
        <w:rPr>
          <w:color w:val="231F20"/>
          <w:spacing w:val="2"/>
          <w:lang w:val="nl-NL"/>
        </w:rPr>
        <w:t xml:space="preserve">De </w:t>
      </w:r>
      <w:r w:rsidRPr="00B05F8E">
        <w:rPr>
          <w:color w:val="231F20"/>
          <w:spacing w:val="4"/>
          <w:lang w:val="nl-NL"/>
        </w:rPr>
        <w:t xml:space="preserve">onderzochte kleurstoffen </w:t>
      </w:r>
      <w:r w:rsidRPr="00B05F8E">
        <w:rPr>
          <w:color w:val="231F20"/>
          <w:spacing w:val="3"/>
          <w:lang w:val="nl-NL"/>
        </w:rPr>
        <w:t xml:space="preserve">zijn </w:t>
      </w:r>
      <w:r w:rsidRPr="00B05F8E">
        <w:rPr>
          <w:color w:val="231F20"/>
          <w:spacing w:val="4"/>
          <w:lang w:val="nl-NL"/>
        </w:rPr>
        <w:t xml:space="preserve">gerangschikt </w:t>
      </w:r>
      <w:r w:rsidRPr="00B05F8E">
        <w:rPr>
          <w:color w:val="231F20"/>
          <w:spacing w:val="2"/>
          <w:lang w:val="nl-NL"/>
        </w:rPr>
        <w:t xml:space="preserve">op </w:t>
      </w:r>
      <w:r w:rsidRPr="00B05F8E">
        <w:rPr>
          <w:color w:val="231F20"/>
          <w:spacing w:val="5"/>
          <w:lang w:val="nl-NL"/>
        </w:rPr>
        <w:t>toenemende</w:t>
      </w:r>
      <w:r w:rsidRPr="00B05F8E">
        <w:rPr>
          <w:color w:val="231F20"/>
          <w:spacing w:val="75"/>
          <w:lang w:val="nl-NL"/>
        </w:rPr>
        <w:t xml:space="preserve"> </w:t>
      </w:r>
      <w:proofErr w:type="spellStart"/>
      <w:r w:rsidRPr="00B05F8E">
        <w:rPr>
          <w:rFonts w:ascii="Times New Roman"/>
          <w:i/>
          <w:color w:val="231F20"/>
          <w:spacing w:val="3"/>
          <w:sz w:val="26"/>
          <w:lang w:val="nl-NL"/>
        </w:rPr>
        <w:t>K</w:t>
      </w:r>
      <w:r w:rsidRPr="00B05F8E">
        <w:rPr>
          <w:color w:val="231F20"/>
          <w:spacing w:val="3"/>
          <w:sz w:val="26"/>
          <w:vertAlign w:val="subscript"/>
          <w:lang w:val="nl-NL"/>
        </w:rPr>
        <w:t>v</w:t>
      </w:r>
      <w:proofErr w:type="spellEnd"/>
      <w:r w:rsidRPr="00B05F8E">
        <w:rPr>
          <w:color w:val="231F20"/>
          <w:spacing w:val="3"/>
          <w:lang w:val="nl-NL"/>
        </w:rPr>
        <w:t>.</w:t>
      </w:r>
    </w:p>
    <w:p w:rsidR="00017E14" w:rsidRDefault="00FF5398">
      <w:pPr>
        <w:pStyle w:val="Kop2"/>
        <w:spacing w:before="222"/>
      </w:pPr>
      <w:r>
        <w:pict>
          <v:group id="_x0000_s1283" style="position:absolute;left:0;text-align:left;margin-left:169.3pt;margin-top:54.25pt;width:133.45pt;height:33.9pt;z-index:-251663872;mso-position-horizontal-relative:page" coordorigin="3386,1085" coordsize="2669,678">
            <v:line id="_x0000_s1320" style="position:absolute" from="5213,1631" to="5355,1705" strokeweight=".1245mm"/>
            <v:line id="_x0000_s1319" style="position:absolute" from="5494,1630" to="5364,1708" strokeweight=".1245mm"/>
            <v:line id="_x0000_s1318" style="position:absolute" from="5374,1678" to="5464,1626" strokeweight=".09947mm"/>
            <v:shape id="_x0000_s1317" style="position:absolute;left:4940;top:1395;width:271;height:311" coordorigin="4940,1396" coordsize="271,311" path="m5076,1706r135,-78l5211,1629r,-156l5076,1396r-136,78l4940,1474r,155l4940,1628r136,78xe" filled="f" strokeweight=".1055mm">
              <v:path arrowok="t"/>
            </v:shape>
            <v:line id="_x0000_s1316" style="position:absolute" from="5186,1495" to="5071,1428" strokeweight=".1055mm"/>
            <v:line id="_x0000_s1315" style="position:absolute" from="4970,1486" to="4970,1618" strokeweight=".1055mm"/>
            <v:line id="_x0000_s1314" style="position:absolute" from="5070,1677" to="5185,1610" strokeweight=".1055mm"/>
            <v:shape id="_x0000_s1313" style="position:absolute;left:4242;top:1160;width:271;height:311" coordorigin="4243,1161" coordsize="271,311" path="m4379,1471r135,-78l4513,1394r,-156l4379,1161r-136,79l4243,1239r,155l4243,1393r136,78xe" filled="f" strokeweight=".1055mm">
              <v:path arrowok="t"/>
            </v:shape>
            <v:line id="_x0000_s1312" style="position:absolute" from="4488,1260" to="4373,1194" strokeweight=".1055mm"/>
            <v:line id="_x0000_s1311" style="position:absolute" from="4273,1251" to="4273,1384" strokeweight=".1055mm"/>
            <v:line id="_x0000_s1310" style="position:absolute" from="4373,1442" to="4488,1375" strokeweight=".1055mm"/>
            <v:line id="_x0000_s1309" style="position:absolute" from="4516,1395" to="4658,1470" strokeweight=".1245mm"/>
            <v:line id="_x0000_s1308" style="position:absolute" from="4787,1394" to="4657,1473" strokeweight=".1245mm"/>
            <v:line id="_x0000_s1307" style="position:absolute" from="4789,1393" to="4939,1472" strokeweight=".1245mm"/>
            <v:line id="_x0000_s1306" style="position:absolute" from="4667,1443" to="4757,1390" strokeweight=".09947mm"/>
            <v:shape id="_x0000_s1305" style="position:absolute;left:5450;top:1571;width:113;height:113" coordorigin="5451,1572" coordsize="113,113" path="m5507,1572r-22,4l5467,1588r-12,18l5451,1628r4,22l5467,1668r18,12l5507,1684r22,-4l5547,1668r12,-18l5564,1628r-5,-22l5547,1588r-18,-12l5507,1572xe" fillcolor="#fefefe" stroked="f">
              <v:path arrowok="t"/>
            </v:shape>
            <v:shape id="_x0000_s1304" style="position:absolute;left:5291;top:1641;width:113;height:113" coordorigin="5291,1641" coordsize="113,113" path="m5348,1641r-22,5l5308,1658r-12,18l5291,1698r5,22l5308,1737r18,13l5348,1754r22,-4l5388,1737r12,-17l5404,1698r-4,-22l5388,1658r-18,-12l5348,1641xe" fillcolor="#fefefe" stroked="f">
              <v:path arrowok="t"/>
            </v:shape>
            <v:line id="_x0000_s1303" style="position:absolute" from="4070,1155" to="3940,1234" strokeweight=".1245mm"/>
            <v:line id="_x0000_s1302" style="position:absolute" from="4092,1155" to="4242,1233" strokeweight=".1245mm"/>
            <v:line id="_x0000_s1301" style="position:absolute" from="3950,1204" to="4040,1152" strokeweight=".09947mm"/>
            <v:shape id="_x0000_s1300" style="position:absolute;left:4026;top:1084;width:113;height:113" coordorigin="4027,1085" coordsize="113,113" path="m4083,1085r-22,4l4043,1101r-12,18l4027,1141r4,22l4043,1181r18,12l4083,1197r22,-4l4123,1181r12,-18l4140,1141r-5,-22l4123,1101r-18,-12l4083,1085xe" fillcolor="#fefefe" stroked="f">
              <v:path arrowok="t"/>
            </v:shape>
            <v:shape id="_x0000_s1299" style="position:absolute;left:3867;top:1174;width:113;height:113" coordorigin="3867,1174" coordsize="113,113" path="m3924,1174r-22,4l3884,1191r-12,17l3867,1230r5,22l3884,1270r18,12l3924,1287r22,-5l3964,1270r12,-18l3980,1230r-4,-22l3964,1191r-18,-13l3924,1174xe" fillcolor="#fefefe" stroked="f">
              <v:path arrowok="t"/>
            </v:shape>
            <v:line id="_x0000_s1298" style="position:absolute" from="4826,1102" to="4882,1102" strokecolor="#1e1e1e" strokeweight=".1316mm"/>
            <v:line id="_x0000_s1297" style="position:absolute" from="4569,1684" to="4626,1684" strokecolor="#1e1e1e" strokeweight=".1316mm"/>
            <v:line id="_x0000_s1296" style="position:absolute" from="4644,1155" to="4514,1234" strokeweight=".1245mm"/>
            <v:line id="_x0000_s1295" style="position:absolute" from="4943,1623" to="4812,1701" strokeweight=".1245mm"/>
            <v:shape id="_x0000_s1294" style="position:absolute;left:5663;top:1488;width:311;height:271" coordorigin="5664,1489" coordsize="311,271" path="m5975,1623r-79,-134l5897,1489r-156,l5664,1624r79,135l5742,1759r156,l5897,1759r78,-136xe" filled="f" strokeweight=".1055mm">
              <v:path arrowok="t"/>
            </v:shape>
            <v:line id="_x0000_s1293" style="position:absolute" from="5763,1514" to="5697,1629" strokeweight=".1055mm"/>
            <v:line id="_x0000_s1292" style="position:absolute" from="5945,1629" to="5879,1514" strokeweight=".1055mm"/>
            <v:line id="_x0000_s1291" style="position:absolute" from="5970,1621" to="6054,1621" strokeweight=".1245mm"/>
            <v:line id="_x0000_s1290" style="position:absolute" from="5577,1621" to="5662,1621" strokeweight=".1245mm"/>
            <v:shape id="_x0000_s1289" style="position:absolute;left:3473;top:1091;width:311;height:271" coordorigin="3473,1091" coordsize="311,271" path="m3784,1226r-78,-135l3707,1091r-157,1l3473,1226r79,135l3552,1361r155,l3706,1362r78,-136xe" filled="f" strokeweight=".1055mm">
              <v:path arrowok="t"/>
            </v:shape>
            <v:line id="_x0000_s1288" style="position:absolute" from="3572,1116" to="3506,1231" strokeweight=".1055mm"/>
            <v:line id="_x0000_s1287" style="position:absolute" from="3563,1332" to="3696,1332" strokeweight=".1055mm"/>
            <v:line id="_x0000_s1286" style="position:absolute" from="3754,1232" to="3688,1117" strokeweight=".1055mm"/>
            <v:line id="_x0000_s1285" style="position:absolute" from="3779,1224" to="3864,1224" strokeweight=".1245mm"/>
            <v:line id="_x0000_s1284" style="position:absolute" from="3386,1224" to="3471,1224" strokeweight=".1245mm"/>
            <w10:wrap anchorx="page"/>
          </v:group>
        </w:pict>
      </w:r>
      <w:r>
        <w:pict>
          <v:group id="_x0000_s1260" style="position:absolute;left:0;text-align:left;margin-left:172.5pt;margin-top:96.25pt;width:58.4pt;height:34.05pt;z-index:-251662848;mso-position-horizontal-relative:page" coordorigin="3450,1925" coordsize="1168,681">
            <v:line id="_x0000_s1282" style="position:absolute" from="3694,2295" to="3694,2210" strokeweight=".1249mm"/>
            <v:line id="_x0000_s1281" style="position:absolute" from="3454,2582" to="3559,2523" strokeweight=".1249mm"/>
            <v:shape id="_x0000_s1280" style="position:absolute;left:3556;top:2290;width:272;height:312" coordorigin="3557,2291" coordsize="272,312" path="m3693,2602r135,-78l3828,2525r,-157l3693,2291r-136,79l3557,2525r,-1l3693,2602xe" filled="f" strokeweight=".3pt">
              <v:path arrowok="t"/>
            </v:shape>
            <v:line id="_x0000_s1279" style="position:absolute" from="3803,2390" to="3688,2324" strokeweight=".3pt"/>
            <v:line id="_x0000_s1278" style="position:absolute" from="3587,2381" to="3587,2515" strokeweight=".3pt"/>
            <v:line id="_x0000_s1277" style="position:absolute" from="3688,2573" to="3803,2506" strokeweight=".3pt"/>
            <v:shape id="_x0000_s1276" style="position:absolute;left:3826;top:2290;width:272;height:312" coordorigin="3826,2291" coordsize="272,312" path="m3963,2602r135,-78l4098,2525r,-157l3963,2291r-136,79l3827,2525r-1,-1l3963,2602xe" filled="f" strokeweight=".3pt">
              <v:path arrowok="t"/>
            </v:shape>
            <v:line id="_x0000_s1275" style="position:absolute" from="4073,2390" to="3957,2324" strokeweight=".3pt"/>
            <v:line id="_x0000_s1274" style="position:absolute" from="3957,2573" to="4073,2506" strokeweight=".3pt"/>
            <v:line id="_x0000_s1273" style="position:absolute" from="3986,2150" to="4117,2071" strokeweight=".1249mm"/>
            <v:line id="_x0000_s1272" style="position:absolute" from="4107,2101" to="4017,2153" strokeweight=".09983mm"/>
            <v:line id="_x0000_s1271" style="position:absolute" from="4220,2061" to="4305,2061" strokeweight=".1249mm"/>
            <v:shape id="_x0000_s1270" style="position:absolute;left:4302;top:1927;width:312;height:272" coordorigin="4303,1928" coordsize="312,272" path="m4614,2063r-78,-135l4537,1928r-157,l4303,2063r79,136l4381,2199r156,l4536,2199r78,-136xe" filled="f" strokeweight=".3pt">
              <v:path arrowok="t"/>
            </v:shape>
            <v:line id="_x0000_s1269" style="position:absolute" from="4402,1953" to="4335,2068" strokeweight=".3pt"/>
            <v:line id="_x0000_s1268" style="position:absolute" from="4585,2069" to="4518,1953" strokeweight=".3pt"/>
            <v:shape id="_x0000_s1267" style="position:absolute;left:4086;top:2010;width:114;height:114" coordorigin="4086,2011" coordsize="114,114" path="m4143,2011r-22,4l4103,2027r-12,18l4086,2067r5,22l4103,2107r18,13l4143,2124r22,-4l4183,2107r12,-18l4200,2067r-5,-22l4183,2027r-18,-12l4143,2011xe" fillcolor="#fefefe" stroked="f">
              <v:path arrowok="t"/>
            </v:shape>
            <v:shape id="_x0000_s1266" style="position:absolute;left:3916;top:2090;width:114;height:114" coordorigin="3917,2091" coordsize="114,114" path="m3973,2091r-22,4l3933,2107r-12,18l3917,2147r4,22l3933,2187r18,12l3973,2204r22,-5l4013,2187r12,-18l4030,2147r-5,-22l4013,2107r-18,-12l3973,2091xe" fillcolor="#fefefe" stroked="f">
              <v:path arrowok="t"/>
            </v:shape>
            <v:line id="_x0000_s1265" style="position:absolute" from="3961,2290" to="3961,2205" strokeweight=".1249mm"/>
            <v:shape id="_x0000_s1264" style="position:absolute;left:4099;top:2348;width:35;height:24" coordorigin="4100,2348" coordsize="35,24" path="m4130,2348r-30,18l4103,2372r31,-18l4130,2348xe" fillcolor="black" stroked="f">
              <v:path arrowok="t"/>
            </v:shape>
            <v:shape id="_x0000_s1263" style="position:absolute;left:4099;top:2348;width:35;height:24" coordorigin="4100,2348" coordsize="35,24" path="m4134,2354r-4,-6l4100,2366r3,6l4134,2354xe" filled="f" strokeweight=".035mm">
              <v:path arrowok="t"/>
            </v:shape>
            <v:shape id="_x0000_s1262" style="position:absolute;left:4117;top:2359;width:2;height:2" coordorigin="4118,2359" coordsize="0,0" path="m4118,2359r,e" fillcolor="black" stroked="f">
              <v:path arrowok="t"/>
            </v:shape>
            <v:line id="_x0000_s1261" style="position:absolute" from="3485,2113" to="3541,2113" strokecolor="#1e1e1e" strokeweight=".1319mm"/>
            <w10:wrap anchorx="page"/>
          </v:group>
        </w:pict>
      </w:r>
      <w:r>
        <w:pict>
          <v:group id="_x0000_s1239" style="position:absolute;left:0;text-align:left;margin-left:160.35pt;margin-top:146.65pt;width:39.05pt;height:39.3pt;z-index:-251656704;mso-position-horizontal-relative:page" coordorigin="3207,2933" coordsize="781,786">
            <v:shape id="_x0000_s1259" style="position:absolute;left:3712;top:3318;width:273;height:314" coordorigin="3713,3318" coordsize="273,314" path="m3849,3631r136,-79l3985,3553r,-157l3849,3318r-136,80l3713,3397r,157l3713,3553r136,78xe" filled="f" strokeweight=".1062mm">
              <v:path arrowok="t"/>
            </v:shape>
            <v:line id="_x0000_s1258" style="position:absolute" from="3959,3418" to="3844,3351" strokeweight=".10625mm"/>
            <v:line id="_x0000_s1257" style="position:absolute" from="3743,3409" to="3743,3543" strokeweight=".1061mm"/>
            <v:line id="_x0000_s1256" style="position:absolute" from="3844,3602" to="3959,3535" strokeweight=".10625mm"/>
            <v:line id="_x0000_s1255" style="position:absolute" from="3827,3168" to="3696,3089" strokeweight=".1253mm"/>
            <v:line id="_x0000_s1254" style="position:absolute" from="3706,3119" to="3796,3172" strokeweight=".10025mm"/>
            <v:shape id="_x0000_s1253" style="position:absolute;left:3792;top:3114;width:114;height:114" coordorigin="3793,3115" coordsize="114,114" path="m3850,3115r-22,4l3810,3131r-13,18l3793,3172r4,22l3810,3212r18,12l3850,3228r22,-4l3890,3212r12,-18l3906,3172r-4,-23l3890,3131r-18,-12l3850,3115xe" fillcolor="#fefefe" stroked="f">
              <v:path arrowok="t"/>
            </v:shape>
            <v:shape id="_x0000_s1252" style="position:absolute;left:3612;top:3044;width:114;height:114" coordorigin="3613,3044" coordsize="114,114" path="m3670,3044r-23,5l3629,3061r-12,18l3613,3101r4,22l3629,3141r18,13l3670,3158r22,-4l3710,3141r12,-18l3726,3101r-4,-22l3710,3061r-18,-12l3670,3044xe" fillcolor="#fefefe" stroked="f">
              <v:path arrowok="t"/>
            </v:shape>
            <v:line id="_x0000_s1251" style="position:absolute" from="3529,3105" to="3614,3105" strokeweight=".1254mm"/>
            <v:shape id="_x0000_s1250" style="position:absolute;left:3210;top:3240;width:314;height:272" coordorigin="3210,3240" coordsize="314,272" path="m3290,3512r156,-1l3446,3512r78,-136l3446,3240r-158,1l3210,3376r,-1l3290,3512xe" filled="f" strokeweight=".1062mm">
              <v:path arrowok="t"/>
            </v:shape>
            <v:line id="_x0000_s1249" style="position:absolute" from="3491,3382" to="3425,3266" strokeweight=".1061mm"/>
            <v:line id="_x0000_s1248" style="position:absolute" from="3308,3266" to="3242,3382" strokeweight=".1061mm"/>
            <v:shape id="_x0000_s1247" style="position:absolute;left:3213;top:2971;width:314;height:272" coordorigin="3213,2971" coordsize="314,272" path="m3293,3243r156,-1l3449,3243r78,-136l3449,2971r-158,1l3213,3107r1,-1l3293,3243xe" filled="f" strokeweight=".1062mm">
              <v:path arrowok="t"/>
            </v:shape>
            <v:line id="_x0000_s1246" style="position:absolute" from="3494,3113" to="3428,2997" strokeweight=".1061mm"/>
            <v:line id="_x0000_s1245" style="position:absolute" from="3311,2997" to="3245,3113" strokeweight=".1061mm"/>
            <v:shape id="_x0000_s1244" style="position:absolute;left:3449;top:2934;width:26;height:38" coordorigin="3449,2934" coordsize="26,38" path="m3468,2934r-19,33l3456,2971r19,-33l3468,2934xe" fillcolor="black" stroked="f">
              <v:path arrowok="t"/>
            </v:shape>
            <v:shape id="_x0000_s1243" style="position:absolute;left:3449;top:2934;width:26;height:38" coordorigin="3449,2934" coordsize="26,38" path="m3475,2938r-7,-4l3449,2967r7,4l3475,2938xe" filled="f" strokeweight=".03497mm">
              <v:path arrowok="t"/>
            </v:shape>
            <v:shape id="_x0000_s1242" style="position:absolute;left:3467;top:2964;width:2;height:2" coordorigin="3467,2964" coordsize="0,0" path="m3463,2952r,e" fillcolor="black" stroked="f">
              <v:path arrowok="t"/>
            </v:shape>
            <v:line id="_x0000_s1241" style="position:absolute" from="3851,3318" to="3851,3233" strokeweight=".1251mm"/>
            <v:line id="_x0000_s1240" style="position:absolute" from="3851,3719" to="3851,3634" strokeweight=".1251mm"/>
            <w10:wrap anchorx="page"/>
          </v:group>
        </w:pict>
      </w:r>
      <w:proofErr w:type="spellStart"/>
      <w:r w:rsidR="003D508B">
        <w:rPr>
          <w:color w:val="231F20"/>
        </w:rPr>
        <w:t>tabel</w:t>
      </w:r>
      <w:proofErr w:type="spellEnd"/>
    </w:p>
    <w:p w:rsidR="00017E14" w:rsidRDefault="00017E14">
      <w:pPr>
        <w:pStyle w:val="Plattetekst"/>
        <w:spacing w:before="6"/>
        <w:ind w:left="0"/>
        <w:rPr>
          <w:b/>
          <w:sz w:val="17"/>
        </w:rPr>
      </w:pPr>
    </w:p>
    <w:tbl>
      <w:tblPr>
        <w:tblStyle w:val="TableNormal"/>
        <w:tblW w:w="0" w:type="auto"/>
        <w:tblInd w:w="1000" w:type="dxa"/>
        <w:tblBorders>
          <w:top w:val="single" w:sz="8" w:space="0" w:color="C0C0C0"/>
          <w:left w:val="single" w:sz="8" w:space="0" w:color="C0C0C0"/>
          <w:bottom w:val="single" w:sz="8" w:space="0" w:color="C0C0C0"/>
          <w:right w:val="single" w:sz="8" w:space="0" w:color="C0C0C0"/>
          <w:insideH w:val="single" w:sz="8" w:space="0" w:color="C0C0C0"/>
          <w:insideV w:val="single" w:sz="8" w:space="0" w:color="C0C0C0"/>
        </w:tblBorders>
        <w:tblLayout w:type="fixed"/>
        <w:tblLook w:val="01E0" w:firstRow="1" w:lastRow="1" w:firstColumn="1" w:lastColumn="1" w:noHBand="0" w:noVBand="0"/>
      </w:tblPr>
      <w:tblGrid>
        <w:gridCol w:w="1102"/>
        <w:gridCol w:w="365"/>
        <w:gridCol w:w="1108"/>
        <w:gridCol w:w="509"/>
        <w:gridCol w:w="579"/>
        <w:gridCol w:w="329"/>
        <w:gridCol w:w="371"/>
        <w:gridCol w:w="1134"/>
      </w:tblGrid>
      <w:tr w:rsidR="00017E14">
        <w:trPr>
          <w:trHeight w:val="300"/>
        </w:trPr>
        <w:tc>
          <w:tcPr>
            <w:tcW w:w="1102" w:type="dxa"/>
          </w:tcPr>
          <w:p w:rsidR="00017E14" w:rsidRDefault="003D508B">
            <w:pPr>
              <w:pStyle w:val="TableParagraph"/>
              <w:spacing w:before="23" w:line="258" w:lineRule="exact"/>
              <w:ind w:left="345"/>
              <w:rPr>
                <w:sz w:val="24"/>
              </w:rPr>
            </w:pPr>
            <w:proofErr w:type="spellStart"/>
            <w:r>
              <w:rPr>
                <w:color w:val="231F20"/>
                <w:sz w:val="24"/>
              </w:rPr>
              <w:t>stof</w:t>
            </w:r>
            <w:proofErr w:type="spellEnd"/>
          </w:p>
        </w:tc>
        <w:tc>
          <w:tcPr>
            <w:tcW w:w="3261" w:type="dxa"/>
            <w:gridSpan w:val="6"/>
          </w:tcPr>
          <w:p w:rsidR="00017E14" w:rsidRDefault="003D508B">
            <w:pPr>
              <w:pStyle w:val="TableParagraph"/>
              <w:spacing w:before="23" w:line="258" w:lineRule="exact"/>
              <w:ind w:left="715"/>
              <w:rPr>
                <w:sz w:val="24"/>
              </w:rPr>
            </w:pPr>
            <w:proofErr w:type="spellStart"/>
            <w:r>
              <w:rPr>
                <w:color w:val="231F20"/>
                <w:sz w:val="24"/>
              </w:rPr>
              <w:t>structuurformule</w:t>
            </w:r>
            <w:proofErr w:type="spellEnd"/>
          </w:p>
        </w:tc>
        <w:tc>
          <w:tcPr>
            <w:tcW w:w="1134" w:type="dxa"/>
          </w:tcPr>
          <w:p w:rsidR="00017E14" w:rsidRDefault="003D508B">
            <w:pPr>
              <w:pStyle w:val="TableParagraph"/>
              <w:spacing w:line="280" w:lineRule="exact"/>
              <w:ind w:left="212" w:right="203"/>
              <w:jc w:val="center"/>
              <w:rPr>
                <w:sz w:val="26"/>
              </w:rPr>
            </w:pPr>
            <w:proofErr w:type="spellStart"/>
            <w:r>
              <w:rPr>
                <w:rFonts w:ascii="Times New Roman"/>
                <w:i/>
                <w:color w:val="231F20"/>
                <w:w w:val="105"/>
                <w:sz w:val="26"/>
              </w:rPr>
              <w:t>K</w:t>
            </w:r>
            <w:r>
              <w:rPr>
                <w:color w:val="231F20"/>
                <w:w w:val="105"/>
                <w:sz w:val="26"/>
                <w:vertAlign w:val="subscript"/>
              </w:rPr>
              <w:t>v</w:t>
            </w:r>
            <w:proofErr w:type="spellEnd"/>
          </w:p>
        </w:tc>
      </w:tr>
      <w:tr w:rsidR="00017E14">
        <w:trPr>
          <w:trHeight w:val="816"/>
        </w:trPr>
        <w:tc>
          <w:tcPr>
            <w:tcW w:w="1102" w:type="dxa"/>
          </w:tcPr>
          <w:p w:rsidR="00017E14" w:rsidRDefault="00017E14">
            <w:pPr>
              <w:pStyle w:val="TableParagraph"/>
              <w:spacing w:before="4"/>
              <w:rPr>
                <w:b/>
                <w:sz w:val="24"/>
              </w:rPr>
            </w:pPr>
          </w:p>
          <w:p w:rsidR="00017E14" w:rsidRDefault="003D508B">
            <w:pPr>
              <w:pStyle w:val="TableParagraph"/>
              <w:spacing w:before="1"/>
              <w:ind w:left="390"/>
              <w:rPr>
                <w:sz w:val="24"/>
              </w:rPr>
            </w:pPr>
            <w:r>
              <w:rPr>
                <w:color w:val="231F20"/>
                <w:sz w:val="24"/>
              </w:rPr>
              <w:t>D1</w:t>
            </w:r>
          </w:p>
        </w:tc>
        <w:tc>
          <w:tcPr>
            <w:tcW w:w="365" w:type="dxa"/>
            <w:tcBorders>
              <w:right w:val="nil"/>
            </w:tcBorders>
          </w:tcPr>
          <w:p w:rsidR="00017E14" w:rsidRDefault="00017E14">
            <w:pPr>
              <w:pStyle w:val="TableParagraph"/>
              <w:spacing w:before="6"/>
              <w:rPr>
                <w:b/>
                <w:sz w:val="10"/>
              </w:rPr>
            </w:pPr>
          </w:p>
          <w:p w:rsidR="00017E14" w:rsidRDefault="003D508B">
            <w:pPr>
              <w:pStyle w:val="TableParagraph"/>
              <w:ind w:left="112"/>
              <w:rPr>
                <w:rFonts w:ascii="Times New Roman"/>
                <w:sz w:val="11"/>
              </w:rPr>
            </w:pPr>
            <w:r>
              <w:rPr>
                <w:rFonts w:ascii="Times New Roman"/>
                <w:color w:val="231F20"/>
                <w:sz w:val="11"/>
              </w:rPr>
              <w:t>HO</w:t>
            </w:r>
          </w:p>
        </w:tc>
        <w:tc>
          <w:tcPr>
            <w:tcW w:w="1108" w:type="dxa"/>
            <w:tcBorders>
              <w:left w:val="nil"/>
              <w:right w:val="nil"/>
            </w:tcBorders>
          </w:tcPr>
          <w:p w:rsidR="00017E14" w:rsidRDefault="003D508B">
            <w:pPr>
              <w:pStyle w:val="TableParagraph"/>
              <w:spacing w:before="38" w:line="108" w:lineRule="exact"/>
              <w:ind w:left="166"/>
              <w:jc w:val="center"/>
              <w:rPr>
                <w:rFonts w:ascii="Times New Roman"/>
                <w:b/>
                <w:sz w:val="11"/>
              </w:rPr>
            </w:pPr>
            <w:r>
              <w:rPr>
                <w:rFonts w:ascii="Times New Roman"/>
                <w:b/>
                <w:color w:val="231F20"/>
                <w:w w:val="99"/>
                <w:sz w:val="11"/>
              </w:rPr>
              <w:t>N</w:t>
            </w:r>
          </w:p>
          <w:p w:rsidR="00017E14" w:rsidRDefault="003D508B">
            <w:pPr>
              <w:pStyle w:val="TableParagraph"/>
              <w:spacing w:line="108" w:lineRule="exact"/>
              <w:ind w:right="149"/>
              <w:jc w:val="center"/>
              <w:rPr>
                <w:rFonts w:ascii="Times New Roman"/>
                <w:b/>
                <w:sz w:val="11"/>
              </w:rPr>
            </w:pPr>
            <w:r>
              <w:rPr>
                <w:rFonts w:ascii="Times New Roman"/>
                <w:b/>
                <w:color w:val="231F20"/>
                <w:w w:val="99"/>
                <w:sz w:val="11"/>
              </w:rPr>
              <w:t>N</w:t>
            </w:r>
          </w:p>
        </w:tc>
        <w:tc>
          <w:tcPr>
            <w:tcW w:w="509" w:type="dxa"/>
            <w:tcBorders>
              <w:left w:val="nil"/>
              <w:right w:val="nil"/>
            </w:tcBorders>
          </w:tcPr>
          <w:p w:rsidR="00017E14" w:rsidRDefault="003D508B">
            <w:pPr>
              <w:pStyle w:val="TableParagraph"/>
              <w:spacing w:before="32"/>
              <w:ind w:left="105"/>
              <w:rPr>
                <w:rFonts w:ascii="Times New Roman"/>
                <w:sz w:val="7"/>
              </w:rPr>
            </w:pPr>
            <w:r>
              <w:rPr>
                <w:rFonts w:ascii="Times New Roman"/>
                <w:color w:val="231F20"/>
                <w:sz w:val="11"/>
              </w:rPr>
              <w:t>SO</w:t>
            </w:r>
            <w:r>
              <w:rPr>
                <w:rFonts w:ascii="Times New Roman"/>
                <w:color w:val="231F20"/>
                <w:position w:val="-2"/>
                <w:sz w:val="7"/>
              </w:rPr>
              <w:t>3</w:t>
            </w:r>
          </w:p>
          <w:p w:rsidR="00017E14" w:rsidRDefault="00017E14">
            <w:pPr>
              <w:pStyle w:val="TableParagraph"/>
              <w:rPr>
                <w:b/>
                <w:sz w:val="14"/>
              </w:rPr>
            </w:pPr>
          </w:p>
          <w:p w:rsidR="00017E14" w:rsidRDefault="00017E14">
            <w:pPr>
              <w:pStyle w:val="TableParagraph"/>
              <w:rPr>
                <w:b/>
                <w:sz w:val="14"/>
              </w:rPr>
            </w:pPr>
          </w:p>
          <w:p w:rsidR="00017E14" w:rsidRDefault="003D508B">
            <w:pPr>
              <w:pStyle w:val="TableParagraph"/>
              <w:spacing w:before="112"/>
              <w:ind w:left="75"/>
              <w:rPr>
                <w:rFonts w:ascii="Times New Roman"/>
                <w:sz w:val="11"/>
              </w:rPr>
            </w:pPr>
            <w:r>
              <w:rPr>
                <w:rFonts w:ascii="Times New Roman"/>
                <w:color w:val="231F20"/>
                <w:sz w:val="11"/>
              </w:rPr>
              <w:t>O</w:t>
            </w:r>
            <w:r>
              <w:rPr>
                <w:rFonts w:ascii="Times New Roman"/>
                <w:color w:val="231F20"/>
                <w:position w:val="-2"/>
                <w:sz w:val="7"/>
              </w:rPr>
              <w:t>3</w:t>
            </w:r>
            <w:r>
              <w:rPr>
                <w:rFonts w:ascii="Times New Roman"/>
                <w:color w:val="231F20"/>
                <w:sz w:val="11"/>
              </w:rPr>
              <w:t>S</w:t>
            </w:r>
          </w:p>
        </w:tc>
        <w:tc>
          <w:tcPr>
            <w:tcW w:w="579" w:type="dxa"/>
            <w:tcBorders>
              <w:left w:val="nil"/>
              <w:right w:val="nil"/>
            </w:tcBorders>
          </w:tcPr>
          <w:p w:rsidR="00017E14" w:rsidRDefault="00017E14">
            <w:pPr>
              <w:pStyle w:val="TableParagraph"/>
              <w:rPr>
                <w:b/>
                <w:sz w:val="18"/>
              </w:rPr>
            </w:pPr>
          </w:p>
          <w:p w:rsidR="00017E14" w:rsidRDefault="00017E14">
            <w:pPr>
              <w:pStyle w:val="TableParagraph"/>
              <w:rPr>
                <w:b/>
                <w:sz w:val="18"/>
              </w:rPr>
            </w:pPr>
          </w:p>
          <w:p w:rsidR="00017E14" w:rsidRDefault="003D508B">
            <w:pPr>
              <w:pStyle w:val="TableParagraph"/>
              <w:spacing w:before="111"/>
              <w:ind w:left="245"/>
              <w:rPr>
                <w:rFonts w:ascii="Times New Roman"/>
                <w:b/>
                <w:sz w:val="11"/>
              </w:rPr>
            </w:pPr>
            <w:r>
              <w:rPr>
                <w:rFonts w:ascii="Times New Roman"/>
                <w:b/>
                <w:color w:val="231F20"/>
                <w:position w:val="-6"/>
                <w:sz w:val="11"/>
              </w:rPr>
              <w:t xml:space="preserve">N </w:t>
            </w:r>
            <w:proofErr w:type="spellStart"/>
            <w:r>
              <w:rPr>
                <w:rFonts w:ascii="Times New Roman"/>
                <w:b/>
                <w:color w:val="231F20"/>
                <w:sz w:val="11"/>
              </w:rPr>
              <w:t>N</w:t>
            </w:r>
            <w:proofErr w:type="spellEnd"/>
          </w:p>
        </w:tc>
        <w:tc>
          <w:tcPr>
            <w:tcW w:w="329" w:type="dxa"/>
            <w:tcBorders>
              <w:left w:val="nil"/>
              <w:right w:val="nil"/>
            </w:tcBorders>
          </w:tcPr>
          <w:p w:rsidR="00017E14" w:rsidRDefault="00017E14">
            <w:pPr>
              <w:pStyle w:val="TableParagraph"/>
              <w:rPr>
                <w:b/>
                <w:sz w:val="12"/>
              </w:rPr>
            </w:pPr>
          </w:p>
          <w:p w:rsidR="00017E14" w:rsidRDefault="00017E14">
            <w:pPr>
              <w:pStyle w:val="TableParagraph"/>
              <w:rPr>
                <w:b/>
                <w:sz w:val="12"/>
              </w:rPr>
            </w:pPr>
          </w:p>
          <w:p w:rsidR="00017E14" w:rsidRDefault="00017E14">
            <w:pPr>
              <w:pStyle w:val="TableParagraph"/>
              <w:rPr>
                <w:b/>
                <w:sz w:val="12"/>
              </w:rPr>
            </w:pPr>
          </w:p>
          <w:p w:rsidR="00017E14" w:rsidRDefault="00017E14">
            <w:pPr>
              <w:pStyle w:val="TableParagraph"/>
              <w:spacing w:before="7"/>
              <w:rPr>
                <w:b/>
                <w:sz w:val="9"/>
              </w:rPr>
            </w:pPr>
          </w:p>
          <w:p w:rsidR="00017E14" w:rsidRDefault="003D508B">
            <w:pPr>
              <w:pStyle w:val="TableParagraph"/>
              <w:spacing w:before="1"/>
              <w:ind w:left="111"/>
              <w:rPr>
                <w:rFonts w:ascii="Times New Roman"/>
                <w:b/>
                <w:sz w:val="11"/>
              </w:rPr>
            </w:pPr>
            <w:r>
              <w:rPr>
                <w:rFonts w:ascii="Times New Roman"/>
                <w:b/>
                <w:color w:val="231F20"/>
                <w:w w:val="99"/>
                <w:sz w:val="11"/>
                <w:u w:val="single" w:color="000000"/>
              </w:rPr>
              <w:t xml:space="preserve"> </w:t>
            </w:r>
            <w:r>
              <w:rPr>
                <w:rFonts w:ascii="Times New Roman"/>
                <w:b/>
                <w:color w:val="231F20"/>
                <w:spacing w:val="-5"/>
                <w:sz w:val="11"/>
                <w:u w:val="single" w:color="000000"/>
              </w:rPr>
              <w:t xml:space="preserve"> </w:t>
            </w:r>
          </w:p>
        </w:tc>
        <w:tc>
          <w:tcPr>
            <w:tcW w:w="371" w:type="dxa"/>
            <w:tcBorders>
              <w:left w:val="nil"/>
            </w:tcBorders>
          </w:tcPr>
          <w:p w:rsidR="00017E14" w:rsidRDefault="00017E14">
            <w:pPr>
              <w:pStyle w:val="TableParagraph"/>
              <w:rPr>
                <w:b/>
                <w:sz w:val="12"/>
              </w:rPr>
            </w:pPr>
          </w:p>
          <w:p w:rsidR="00017E14" w:rsidRDefault="00017E14">
            <w:pPr>
              <w:pStyle w:val="TableParagraph"/>
              <w:rPr>
                <w:b/>
                <w:sz w:val="12"/>
              </w:rPr>
            </w:pPr>
          </w:p>
          <w:p w:rsidR="00017E14" w:rsidRDefault="00017E14">
            <w:pPr>
              <w:pStyle w:val="TableParagraph"/>
              <w:rPr>
                <w:b/>
                <w:sz w:val="12"/>
              </w:rPr>
            </w:pPr>
          </w:p>
          <w:p w:rsidR="00017E14" w:rsidRDefault="003D508B">
            <w:pPr>
              <w:pStyle w:val="TableParagraph"/>
              <w:spacing w:before="105"/>
              <w:ind w:left="100"/>
              <w:rPr>
                <w:rFonts w:ascii="Times New Roman"/>
                <w:sz w:val="11"/>
              </w:rPr>
            </w:pPr>
            <w:r>
              <w:rPr>
                <w:rFonts w:ascii="Times New Roman"/>
                <w:color w:val="231F20"/>
                <w:sz w:val="11"/>
              </w:rPr>
              <w:t>OH</w:t>
            </w:r>
          </w:p>
        </w:tc>
        <w:tc>
          <w:tcPr>
            <w:tcW w:w="1134" w:type="dxa"/>
          </w:tcPr>
          <w:p w:rsidR="00017E14" w:rsidRDefault="00017E14">
            <w:pPr>
              <w:pStyle w:val="TableParagraph"/>
              <w:spacing w:before="4"/>
              <w:rPr>
                <w:b/>
                <w:sz w:val="24"/>
              </w:rPr>
            </w:pPr>
          </w:p>
          <w:p w:rsidR="00017E14" w:rsidRDefault="003D508B">
            <w:pPr>
              <w:pStyle w:val="TableParagraph"/>
              <w:spacing w:before="1"/>
              <w:ind w:left="216" w:right="203"/>
              <w:jc w:val="center"/>
              <w:rPr>
                <w:sz w:val="24"/>
              </w:rPr>
            </w:pPr>
            <w:r>
              <w:rPr>
                <w:color w:val="231F20"/>
                <w:sz w:val="24"/>
              </w:rPr>
              <w:t>2·10</w:t>
            </w:r>
            <w:r>
              <w:rPr>
                <w:color w:val="231F20"/>
                <w:sz w:val="24"/>
                <w:vertAlign w:val="superscript"/>
              </w:rPr>
              <w:t>–2</w:t>
            </w:r>
          </w:p>
        </w:tc>
      </w:tr>
      <w:tr w:rsidR="00017E14">
        <w:trPr>
          <w:trHeight w:val="875"/>
        </w:trPr>
        <w:tc>
          <w:tcPr>
            <w:tcW w:w="1102" w:type="dxa"/>
          </w:tcPr>
          <w:p w:rsidR="00017E14" w:rsidRDefault="00017E14">
            <w:pPr>
              <w:pStyle w:val="TableParagraph"/>
              <w:spacing w:before="10"/>
              <w:rPr>
                <w:b/>
                <w:sz w:val="26"/>
              </w:rPr>
            </w:pPr>
          </w:p>
          <w:p w:rsidR="00017E14" w:rsidRDefault="003D508B">
            <w:pPr>
              <w:pStyle w:val="TableParagraph"/>
              <w:ind w:left="390"/>
              <w:rPr>
                <w:sz w:val="24"/>
              </w:rPr>
            </w:pPr>
            <w:r>
              <w:rPr>
                <w:color w:val="231F20"/>
                <w:sz w:val="24"/>
              </w:rPr>
              <w:t>D2</w:t>
            </w:r>
          </w:p>
        </w:tc>
        <w:tc>
          <w:tcPr>
            <w:tcW w:w="3261" w:type="dxa"/>
            <w:gridSpan w:val="6"/>
          </w:tcPr>
          <w:p w:rsidR="00017E14" w:rsidRDefault="003D508B">
            <w:pPr>
              <w:pStyle w:val="TableParagraph"/>
              <w:tabs>
                <w:tab w:val="left" w:pos="842"/>
                <w:tab w:val="left" w:pos="1301"/>
              </w:tabs>
              <w:spacing w:before="128" w:line="176" w:lineRule="exact"/>
              <w:ind w:left="454"/>
              <w:rPr>
                <w:rFonts w:ascii="Times New Roman"/>
                <w:b/>
                <w:sz w:val="11"/>
              </w:rPr>
            </w:pPr>
            <w:r>
              <w:rPr>
                <w:rFonts w:ascii="Times New Roman"/>
                <w:color w:val="231F20"/>
                <w:sz w:val="11"/>
              </w:rPr>
              <w:t>O</w:t>
            </w:r>
            <w:r>
              <w:rPr>
                <w:rFonts w:ascii="Times New Roman"/>
                <w:color w:val="231F20"/>
                <w:spacing w:val="6"/>
                <w:sz w:val="11"/>
              </w:rPr>
              <w:t xml:space="preserve"> </w:t>
            </w:r>
            <w:r>
              <w:rPr>
                <w:rFonts w:ascii="Times New Roman"/>
                <w:color w:val="231F20"/>
                <w:sz w:val="11"/>
              </w:rPr>
              <w:t>S</w:t>
            </w:r>
            <w:r>
              <w:rPr>
                <w:rFonts w:ascii="Times New Roman"/>
                <w:color w:val="231F20"/>
                <w:sz w:val="11"/>
              </w:rPr>
              <w:tab/>
            </w:r>
            <w:r>
              <w:rPr>
                <w:rFonts w:ascii="Times New Roman"/>
                <w:b/>
                <w:color w:val="231F20"/>
                <w:sz w:val="11"/>
              </w:rPr>
              <w:t xml:space="preserve">N  </w:t>
            </w:r>
            <w:r>
              <w:rPr>
                <w:rFonts w:ascii="Times New Roman"/>
                <w:b/>
                <w:color w:val="231F20"/>
                <w:spacing w:val="7"/>
                <w:sz w:val="11"/>
              </w:rPr>
              <w:t xml:space="preserve"> </w:t>
            </w:r>
            <w:proofErr w:type="spellStart"/>
            <w:r>
              <w:rPr>
                <w:rFonts w:ascii="Times New Roman"/>
                <w:b/>
                <w:color w:val="231F20"/>
                <w:position w:val="8"/>
                <w:sz w:val="11"/>
              </w:rPr>
              <w:t>N</w:t>
            </w:r>
            <w:proofErr w:type="spellEnd"/>
            <w:r>
              <w:rPr>
                <w:rFonts w:ascii="Times New Roman"/>
                <w:b/>
                <w:color w:val="231F20"/>
                <w:position w:val="8"/>
                <w:sz w:val="11"/>
              </w:rPr>
              <w:tab/>
            </w:r>
            <w:r>
              <w:rPr>
                <w:rFonts w:ascii="Times New Roman"/>
                <w:b/>
                <w:color w:val="231F20"/>
                <w:w w:val="99"/>
                <w:position w:val="8"/>
                <w:sz w:val="11"/>
                <w:u w:val="single" w:color="000000"/>
              </w:rPr>
              <w:t xml:space="preserve"> </w:t>
            </w:r>
            <w:r>
              <w:rPr>
                <w:rFonts w:ascii="Times New Roman"/>
                <w:b/>
                <w:color w:val="231F20"/>
                <w:spacing w:val="-5"/>
                <w:position w:val="8"/>
                <w:sz w:val="11"/>
                <w:u w:val="single" w:color="000000"/>
              </w:rPr>
              <w:t xml:space="preserve"> </w:t>
            </w:r>
          </w:p>
          <w:p w:rsidR="00017E14" w:rsidRDefault="003D508B">
            <w:pPr>
              <w:pStyle w:val="TableParagraph"/>
              <w:spacing w:line="50" w:lineRule="exact"/>
              <w:ind w:left="533"/>
              <w:rPr>
                <w:rFonts w:ascii="Times New Roman"/>
                <w:sz w:val="7"/>
              </w:rPr>
            </w:pPr>
            <w:r>
              <w:rPr>
                <w:rFonts w:ascii="Times New Roman"/>
                <w:color w:val="231F20"/>
                <w:sz w:val="7"/>
              </w:rPr>
              <w:t>3</w:t>
            </w:r>
          </w:p>
          <w:p w:rsidR="00017E14" w:rsidRDefault="003D508B">
            <w:pPr>
              <w:pStyle w:val="TableParagraph"/>
              <w:spacing w:before="22"/>
              <w:ind w:left="1053"/>
              <w:rPr>
                <w:rFonts w:ascii="Times New Roman"/>
                <w:sz w:val="11"/>
              </w:rPr>
            </w:pPr>
            <w:r>
              <w:rPr>
                <w:rFonts w:ascii="Times New Roman"/>
                <w:color w:val="231F20"/>
                <w:sz w:val="11"/>
              </w:rPr>
              <w:t>OH</w:t>
            </w:r>
          </w:p>
          <w:p w:rsidR="00017E14" w:rsidRDefault="00017E14">
            <w:pPr>
              <w:pStyle w:val="TableParagraph"/>
              <w:spacing w:before="5"/>
              <w:rPr>
                <w:b/>
                <w:sz w:val="16"/>
              </w:rPr>
            </w:pPr>
          </w:p>
          <w:p w:rsidR="00017E14" w:rsidRDefault="00FF5398">
            <w:pPr>
              <w:pStyle w:val="TableParagraph"/>
              <w:spacing w:line="20" w:lineRule="exact"/>
              <w:ind w:left="109"/>
              <w:rPr>
                <w:sz w:val="2"/>
              </w:rPr>
            </w:pPr>
            <w:r>
              <w:rPr>
                <w:sz w:val="2"/>
              </w:rPr>
            </w:r>
            <w:r>
              <w:rPr>
                <w:sz w:val="2"/>
              </w:rPr>
              <w:pict>
                <v:group id="_x0000_s1237" style="width:2.85pt;height:.4pt;mso-position-horizontal-relative:char;mso-position-vertical-relative:line" coordsize="57,8">
                  <v:line id="_x0000_s1238" style="position:absolute" from="0,4" to="57,4" strokecolor="#1e1e1e" strokeweight=".1319mm"/>
                  <w10:anchorlock/>
                </v:group>
              </w:pict>
            </w:r>
          </w:p>
          <w:p w:rsidR="00017E14" w:rsidRDefault="003D508B">
            <w:pPr>
              <w:pStyle w:val="TableParagraph"/>
              <w:ind w:left="174"/>
              <w:rPr>
                <w:rFonts w:ascii="Times New Roman"/>
                <w:sz w:val="11"/>
              </w:rPr>
            </w:pPr>
            <w:r>
              <w:rPr>
                <w:rFonts w:ascii="Times New Roman"/>
                <w:color w:val="231F20"/>
                <w:sz w:val="11"/>
              </w:rPr>
              <w:t>O</w:t>
            </w:r>
            <w:r>
              <w:rPr>
                <w:rFonts w:ascii="Times New Roman"/>
                <w:color w:val="231F20"/>
                <w:position w:val="-2"/>
                <w:sz w:val="7"/>
              </w:rPr>
              <w:t>3</w:t>
            </w:r>
            <w:r>
              <w:rPr>
                <w:rFonts w:ascii="Times New Roman"/>
                <w:color w:val="231F20"/>
                <w:sz w:val="11"/>
              </w:rPr>
              <w:t>S</w:t>
            </w:r>
          </w:p>
        </w:tc>
        <w:tc>
          <w:tcPr>
            <w:tcW w:w="1134" w:type="dxa"/>
          </w:tcPr>
          <w:p w:rsidR="00017E14" w:rsidRDefault="00017E14">
            <w:pPr>
              <w:pStyle w:val="TableParagraph"/>
              <w:spacing w:before="10"/>
              <w:rPr>
                <w:b/>
                <w:sz w:val="26"/>
              </w:rPr>
            </w:pPr>
          </w:p>
          <w:p w:rsidR="00017E14" w:rsidRDefault="003D508B">
            <w:pPr>
              <w:pStyle w:val="TableParagraph"/>
              <w:ind w:left="216" w:right="203"/>
              <w:jc w:val="center"/>
              <w:rPr>
                <w:sz w:val="24"/>
              </w:rPr>
            </w:pPr>
            <w:r>
              <w:rPr>
                <w:color w:val="231F20"/>
                <w:sz w:val="24"/>
              </w:rPr>
              <w:t>2·10</w:t>
            </w:r>
            <w:r>
              <w:rPr>
                <w:color w:val="231F20"/>
                <w:sz w:val="24"/>
                <w:vertAlign w:val="superscript"/>
              </w:rPr>
              <w:t>–1</w:t>
            </w:r>
          </w:p>
        </w:tc>
      </w:tr>
      <w:tr w:rsidR="00017E14">
        <w:trPr>
          <w:trHeight w:val="1145"/>
        </w:trPr>
        <w:tc>
          <w:tcPr>
            <w:tcW w:w="1102" w:type="dxa"/>
          </w:tcPr>
          <w:p w:rsidR="00017E14" w:rsidRDefault="00017E14">
            <w:pPr>
              <w:pStyle w:val="TableParagraph"/>
              <w:spacing w:before="8"/>
              <w:rPr>
                <w:b/>
                <w:sz w:val="38"/>
              </w:rPr>
            </w:pPr>
          </w:p>
          <w:p w:rsidR="00017E14" w:rsidRDefault="003D508B">
            <w:pPr>
              <w:pStyle w:val="TableParagraph"/>
              <w:ind w:left="390"/>
              <w:rPr>
                <w:sz w:val="24"/>
              </w:rPr>
            </w:pPr>
            <w:r>
              <w:rPr>
                <w:color w:val="231F20"/>
                <w:sz w:val="24"/>
              </w:rPr>
              <w:t>D3</w:t>
            </w:r>
          </w:p>
        </w:tc>
        <w:tc>
          <w:tcPr>
            <w:tcW w:w="3261" w:type="dxa"/>
            <w:gridSpan w:val="6"/>
          </w:tcPr>
          <w:p w:rsidR="00017E14" w:rsidRDefault="003D508B">
            <w:pPr>
              <w:pStyle w:val="TableParagraph"/>
              <w:spacing w:before="33"/>
              <w:ind w:left="381"/>
              <w:rPr>
                <w:rFonts w:ascii="Times New Roman"/>
                <w:sz w:val="11"/>
              </w:rPr>
            </w:pPr>
            <w:r>
              <w:rPr>
                <w:rFonts w:ascii="Times New Roman"/>
                <w:color w:val="231F20"/>
                <w:sz w:val="11"/>
              </w:rPr>
              <w:t>OH</w:t>
            </w:r>
          </w:p>
          <w:p w:rsidR="00017E14" w:rsidRDefault="00017E14">
            <w:pPr>
              <w:pStyle w:val="TableParagraph"/>
              <w:spacing w:before="7"/>
              <w:rPr>
                <w:b/>
                <w:sz w:val="9"/>
              </w:rPr>
            </w:pPr>
          </w:p>
          <w:p w:rsidR="00017E14" w:rsidRDefault="003D508B">
            <w:pPr>
              <w:pStyle w:val="TableParagraph"/>
              <w:spacing w:line="216" w:lineRule="auto"/>
              <w:ind w:left="539"/>
              <w:rPr>
                <w:rFonts w:ascii="Times New Roman"/>
                <w:b/>
                <w:sz w:val="11"/>
              </w:rPr>
            </w:pPr>
            <w:r>
              <w:rPr>
                <w:rFonts w:ascii="Times New Roman"/>
                <w:b/>
                <w:color w:val="231F20"/>
                <w:sz w:val="11"/>
              </w:rPr>
              <w:t xml:space="preserve">N </w:t>
            </w:r>
            <w:proofErr w:type="spellStart"/>
            <w:r>
              <w:rPr>
                <w:rFonts w:ascii="Times New Roman"/>
                <w:b/>
                <w:color w:val="231F20"/>
                <w:position w:val="-6"/>
                <w:sz w:val="11"/>
              </w:rPr>
              <w:t>N</w:t>
            </w:r>
            <w:proofErr w:type="spellEnd"/>
          </w:p>
          <w:p w:rsidR="00017E14" w:rsidRDefault="003D508B">
            <w:pPr>
              <w:pStyle w:val="TableParagraph"/>
              <w:spacing w:line="267" w:lineRule="exact"/>
              <w:ind w:left="207"/>
              <w:rPr>
                <w:sz w:val="24"/>
              </w:rPr>
            </w:pPr>
            <w:r>
              <w:rPr>
                <w:color w:val="231F20"/>
                <w:sz w:val="24"/>
                <w:u w:val="single" w:color="000000"/>
              </w:rPr>
              <w:t xml:space="preserve">  </w:t>
            </w:r>
          </w:p>
          <w:p w:rsidR="00017E14" w:rsidRDefault="00017E14">
            <w:pPr>
              <w:pStyle w:val="TableParagraph"/>
              <w:spacing w:before="6"/>
              <w:rPr>
                <w:b/>
                <w:sz w:val="21"/>
              </w:rPr>
            </w:pPr>
          </w:p>
          <w:p w:rsidR="00017E14" w:rsidRDefault="00FF5398">
            <w:pPr>
              <w:pStyle w:val="TableParagraph"/>
              <w:spacing w:line="20" w:lineRule="exact"/>
              <w:ind w:left="897"/>
              <w:rPr>
                <w:sz w:val="2"/>
              </w:rPr>
            </w:pPr>
            <w:r>
              <w:rPr>
                <w:sz w:val="2"/>
              </w:rPr>
            </w:r>
            <w:r>
              <w:rPr>
                <w:sz w:val="2"/>
              </w:rPr>
              <w:pict>
                <v:group id="_x0000_s1235" style="width:2.85pt;height:.4pt;mso-position-horizontal-relative:char;mso-position-vertical-relative:line" coordsize="57,8">
                  <v:line id="_x0000_s1236" style="position:absolute" from="0,4" to="57,4" strokecolor="#1e1e1e" strokeweight=".1328mm"/>
                  <w10:anchorlock/>
                </v:group>
              </w:pict>
            </w:r>
          </w:p>
          <w:p w:rsidR="00017E14" w:rsidRDefault="003D508B">
            <w:pPr>
              <w:pStyle w:val="TableParagraph"/>
              <w:ind w:left="734"/>
              <w:rPr>
                <w:rFonts w:ascii="Times New Roman"/>
                <w:sz w:val="7"/>
              </w:rPr>
            </w:pPr>
            <w:r>
              <w:rPr>
                <w:rFonts w:ascii="Times New Roman"/>
                <w:color w:val="231F20"/>
                <w:sz w:val="11"/>
              </w:rPr>
              <w:t>SO</w:t>
            </w:r>
            <w:r>
              <w:rPr>
                <w:rFonts w:ascii="Times New Roman"/>
                <w:color w:val="231F20"/>
                <w:position w:val="-2"/>
                <w:sz w:val="7"/>
              </w:rPr>
              <w:t>3</w:t>
            </w:r>
          </w:p>
        </w:tc>
        <w:tc>
          <w:tcPr>
            <w:tcW w:w="1134" w:type="dxa"/>
          </w:tcPr>
          <w:p w:rsidR="00017E14" w:rsidRDefault="00017E14">
            <w:pPr>
              <w:pStyle w:val="TableParagraph"/>
              <w:spacing w:before="8"/>
              <w:rPr>
                <w:b/>
                <w:sz w:val="38"/>
              </w:rPr>
            </w:pPr>
          </w:p>
          <w:p w:rsidR="00017E14" w:rsidRDefault="003D508B">
            <w:pPr>
              <w:pStyle w:val="TableParagraph"/>
              <w:ind w:left="7"/>
              <w:jc w:val="center"/>
              <w:rPr>
                <w:sz w:val="24"/>
              </w:rPr>
            </w:pPr>
            <w:r>
              <w:rPr>
                <w:color w:val="231F20"/>
                <w:sz w:val="24"/>
              </w:rPr>
              <w:t>2</w:t>
            </w:r>
          </w:p>
        </w:tc>
      </w:tr>
      <w:tr w:rsidR="00017E14">
        <w:trPr>
          <w:trHeight w:val="851"/>
        </w:trPr>
        <w:tc>
          <w:tcPr>
            <w:tcW w:w="1102" w:type="dxa"/>
          </w:tcPr>
          <w:p w:rsidR="00017E14" w:rsidRDefault="00017E14">
            <w:pPr>
              <w:pStyle w:val="TableParagraph"/>
              <w:spacing w:before="10"/>
              <w:rPr>
                <w:b/>
                <w:sz w:val="25"/>
              </w:rPr>
            </w:pPr>
          </w:p>
          <w:p w:rsidR="00017E14" w:rsidRDefault="003D508B">
            <w:pPr>
              <w:pStyle w:val="TableParagraph"/>
              <w:ind w:left="390"/>
              <w:rPr>
                <w:sz w:val="24"/>
              </w:rPr>
            </w:pPr>
            <w:r>
              <w:rPr>
                <w:color w:val="231F20"/>
                <w:sz w:val="24"/>
              </w:rPr>
              <w:t>D4</w:t>
            </w:r>
          </w:p>
        </w:tc>
        <w:tc>
          <w:tcPr>
            <w:tcW w:w="3261" w:type="dxa"/>
            <w:gridSpan w:val="6"/>
          </w:tcPr>
          <w:p w:rsidR="00017E14" w:rsidRDefault="003D508B">
            <w:pPr>
              <w:pStyle w:val="TableParagraph"/>
              <w:tabs>
                <w:tab w:val="left" w:pos="795"/>
              </w:tabs>
              <w:spacing w:before="32" w:line="157" w:lineRule="exact"/>
              <w:ind w:left="381"/>
              <w:rPr>
                <w:rFonts w:ascii="Times New Roman"/>
                <w:sz w:val="11"/>
              </w:rPr>
            </w:pPr>
            <w:r>
              <w:rPr>
                <w:rFonts w:ascii="Times New Roman"/>
                <w:color w:val="231F20"/>
                <w:position w:val="6"/>
                <w:sz w:val="11"/>
              </w:rPr>
              <w:t>OH</w:t>
            </w:r>
            <w:r>
              <w:rPr>
                <w:rFonts w:ascii="Times New Roman"/>
                <w:color w:val="231F20"/>
                <w:position w:val="6"/>
                <w:sz w:val="11"/>
              </w:rPr>
              <w:tab/>
            </w:r>
            <w:r>
              <w:rPr>
                <w:rFonts w:ascii="Times New Roman"/>
                <w:color w:val="231F20"/>
                <w:sz w:val="11"/>
              </w:rPr>
              <w:t>HO</w:t>
            </w:r>
            <w:r>
              <w:rPr>
                <w:rFonts w:ascii="Times New Roman"/>
                <w:color w:val="231F20"/>
                <w:spacing w:val="23"/>
                <w:sz w:val="11"/>
              </w:rPr>
              <w:t xml:space="preserve"> </w:t>
            </w:r>
            <w:r>
              <w:rPr>
                <w:rFonts w:ascii="Times New Roman"/>
                <w:color w:val="231F20"/>
                <w:sz w:val="11"/>
              </w:rPr>
              <w:t>SO</w:t>
            </w:r>
          </w:p>
          <w:p w:rsidR="00017E14" w:rsidRDefault="003D508B">
            <w:pPr>
              <w:pStyle w:val="TableParagraph"/>
              <w:spacing w:line="51" w:lineRule="exact"/>
              <w:ind w:right="633"/>
              <w:jc w:val="center"/>
              <w:rPr>
                <w:rFonts w:ascii="Times New Roman"/>
                <w:sz w:val="7"/>
              </w:rPr>
            </w:pPr>
            <w:r>
              <w:rPr>
                <w:rFonts w:ascii="Times New Roman"/>
                <w:color w:val="231F20"/>
                <w:sz w:val="7"/>
              </w:rPr>
              <w:t>3</w:t>
            </w:r>
          </w:p>
          <w:p w:rsidR="00017E14" w:rsidRDefault="003D508B">
            <w:pPr>
              <w:pStyle w:val="TableParagraph"/>
              <w:spacing w:before="27"/>
              <w:ind w:left="539"/>
              <w:rPr>
                <w:rFonts w:ascii="Times New Roman"/>
                <w:b/>
                <w:sz w:val="11"/>
              </w:rPr>
            </w:pPr>
            <w:r>
              <w:rPr>
                <w:rFonts w:ascii="Times New Roman"/>
                <w:b/>
                <w:color w:val="231F20"/>
                <w:sz w:val="11"/>
              </w:rPr>
              <w:t xml:space="preserve">N </w:t>
            </w:r>
            <w:proofErr w:type="spellStart"/>
            <w:r>
              <w:rPr>
                <w:rFonts w:ascii="Times New Roman"/>
                <w:b/>
                <w:color w:val="231F20"/>
                <w:position w:val="-6"/>
                <w:sz w:val="11"/>
              </w:rPr>
              <w:t>N</w:t>
            </w:r>
            <w:proofErr w:type="spellEnd"/>
          </w:p>
        </w:tc>
        <w:tc>
          <w:tcPr>
            <w:tcW w:w="1134" w:type="dxa"/>
          </w:tcPr>
          <w:p w:rsidR="00017E14" w:rsidRDefault="00017E14">
            <w:pPr>
              <w:pStyle w:val="TableParagraph"/>
              <w:spacing w:before="10"/>
              <w:rPr>
                <w:b/>
                <w:sz w:val="25"/>
              </w:rPr>
            </w:pPr>
          </w:p>
          <w:p w:rsidR="00017E14" w:rsidRDefault="003D508B">
            <w:pPr>
              <w:pStyle w:val="TableParagraph"/>
              <w:ind w:left="7"/>
              <w:jc w:val="center"/>
              <w:rPr>
                <w:sz w:val="24"/>
              </w:rPr>
            </w:pPr>
            <w:r>
              <w:rPr>
                <w:color w:val="231F20"/>
                <w:sz w:val="24"/>
              </w:rPr>
              <w:t>3</w:t>
            </w:r>
          </w:p>
        </w:tc>
      </w:tr>
      <w:tr w:rsidR="00017E14">
        <w:trPr>
          <w:trHeight w:val="865"/>
        </w:trPr>
        <w:tc>
          <w:tcPr>
            <w:tcW w:w="1102" w:type="dxa"/>
          </w:tcPr>
          <w:p w:rsidR="00017E14" w:rsidRDefault="00017E14">
            <w:pPr>
              <w:pStyle w:val="TableParagraph"/>
              <w:spacing w:before="5"/>
              <w:rPr>
                <w:b/>
                <w:sz w:val="26"/>
              </w:rPr>
            </w:pPr>
          </w:p>
          <w:p w:rsidR="00017E14" w:rsidRDefault="003D508B">
            <w:pPr>
              <w:pStyle w:val="TableParagraph"/>
              <w:spacing w:before="1"/>
              <w:ind w:left="390"/>
              <w:rPr>
                <w:sz w:val="24"/>
              </w:rPr>
            </w:pPr>
            <w:r>
              <w:rPr>
                <w:color w:val="231F20"/>
                <w:sz w:val="24"/>
              </w:rPr>
              <w:t>D5</w:t>
            </w:r>
          </w:p>
        </w:tc>
        <w:tc>
          <w:tcPr>
            <w:tcW w:w="3261" w:type="dxa"/>
            <w:gridSpan w:val="6"/>
          </w:tcPr>
          <w:p w:rsidR="00017E14" w:rsidRDefault="003D508B">
            <w:pPr>
              <w:pStyle w:val="TableParagraph"/>
              <w:spacing w:before="39"/>
              <w:ind w:left="378"/>
              <w:rPr>
                <w:rFonts w:ascii="Times New Roman"/>
                <w:sz w:val="11"/>
              </w:rPr>
            </w:pPr>
            <w:r>
              <w:rPr>
                <w:rFonts w:ascii="Times New Roman"/>
                <w:color w:val="231F20"/>
                <w:sz w:val="11"/>
              </w:rPr>
              <w:t>OH</w:t>
            </w:r>
          </w:p>
          <w:p w:rsidR="00017E14" w:rsidRDefault="00017E14">
            <w:pPr>
              <w:pStyle w:val="TableParagraph"/>
              <w:spacing w:before="7"/>
              <w:rPr>
                <w:b/>
                <w:sz w:val="9"/>
              </w:rPr>
            </w:pPr>
          </w:p>
          <w:p w:rsidR="00017E14" w:rsidRDefault="003D508B">
            <w:pPr>
              <w:pStyle w:val="TableParagraph"/>
              <w:tabs>
                <w:tab w:val="left" w:pos="1289"/>
              </w:tabs>
              <w:spacing w:line="163" w:lineRule="exact"/>
              <w:ind w:left="535"/>
              <w:rPr>
                <w:rFonts w:ascii="Times New Roman"/>
                <w:sz w:val="11"/>
              </w:rPr>
            </w:pPr>
            <w:r>
              <w:rPr>
                <w:rFonts w:ascii="Times New Roman"/>
                <w:b/>
                <w:color w:val="231F20"/>
                <w:position w:val="7"/>
                <w:sz w:val="11"/>
              </w:rPr>
              <w:t xml:space="preserve">N  </w:t>
            </w:r>
            <w:r>
              <w:rPr>
                <w:rFonts w:ascii="Times New Roman"/>
                <w:b/>
                <w:color w:val="231F20"/>
                <w:spacing w:val="8"/>
                <w:position w:val="7"/>
                <w:sz w:val="11"/>
              </w:rPr>
              <w:t xml:space="preserve"> </w:t>
            </w:r>
            <w:proofErr w:type="spellStart"/>
            <w:r>
              <w:rPr>
                <w:rFonts w:ascii="Times New Roman"/>
                <w:b/>
                <w:color w:val="231F20"/>
                <w:sz w:val="11"/>
              </w:rPr>
              <w:t>N</w:t>
            </w:r>
            <w:proofErr w:type="spellEnd"/>
            <w:r>
              <w:rPr>
                <w:rFonts w:ascii="Times New Roman"/>
                <w:b/>
                <w:color w:val="231F20"/>
                <w:sz w:val="11"/>
              </w:rPr>
              <w:tab/>
            </w:r>
            <w:r>
              <w:rPr>
                <w:rFonts w:ascii="Times New Roman"/>
                <w:color w:val="231F20"/>
                <w:position w:val="1"/>
                <w:sz w:val="11"/>
              </w:rPr>
              <w:t>SO</w:t>
            </w:r>
          </w:p>
          <w:p w:rsidR="00017E14" w:rsidRDefault="003D508B">
            <w:pPr>
              <w:pStyle w:val="TableParagraph"/>
              <w:spacing w:line="47" w:lineRule="exact"/>
              <w:ind w:right="342"/>
              <w:jc w:val="center"/>
              <w:rPr>
                <w:rFonts w:ascii="Times New Roman"/>
                <w:sz w:val="7"/>
              </w:rPr>
            </w:pPr>
            <w:r>
              <w:rPr>
                <w:rFonts w:ascii="Times New Roman"/>
                <w:color w:val="231F20"/>
                <w:sz w:val="7"/>
              </w:rPr>
              <w:t>3</w:t>
            </w:r>
          </w:p>
        </w:tc>
        <w:tc>
          <w:tcPr>
            <w:tcW w:w="1134" w:type="dxa"/>
          </w:tcPr>
          <w:p w:rsidR="00017E14" w:rsidRDefault="00017E14">
            <w:pPr>
              <w:pStyle w:val="TableParagraph"/>
              <w:spacing w:before="5"/>
              <w:rPr>
                <w:b/>
                <w:sz w:val="26"/>
              </w:rPr>
            </w:pPr>
          </w:p>
          <w:p w:rsidR="00017E14" w:rsidRDefault="003D508B">
            <w:pPr>
              <w:pStyle w:val="TableParagraph"/>
              <w:spacing w:before="1"/>
              <w:ind w:left="7"/>
              <w:jc w:val="center"/>
              <w:rPr>
                <w:sz w:val="24"/>
              </w:rPr>
            </w:pPr>
            <w:r>
              <w:rPr>
                <w:color w:val="231F20"/>
                <w:sz w:val="24"/>
              </w:rPr>
              <w:t>4</w:t>
            </w:r>
          </w:p>
        </w:tc>
      </w:tr>
      <w:tr w:rsidR="00017E14">
        <w:trPr>
          <w:trHeight w:val="810"/>
        </w:trPr>
        <w:tc>
          <w:tcPr>
            <w:tcW w:w="1102" w:type="dxa"/>
          </w:tcPr>
          <w:p w:rsidR="00017E14" w:rsidRDefault="00017E14">
            <w:pPr>
              <w:pStyle w:val="TableParagraph"/>
              <w:spacing w:before="1"/>
              <w:rPr>
                <w:b/>
                <w:sz w:val="24"/>
              </w:rPr>
            </w:pPr>
          </w:p>
          <w:p w:rsidR="00017E14" w:rsidRDefault="003D508B">
            <w:pPr>
              <w:pStyle w:val="TableParagraph"/>
              <w:ind w:left="390"/>
              <w:rPr>
                <w:sz w:val="24"/>
              </w:rPr>
            </w:pPr>
            <w:r>
              <w:rPr>
                <w:color w:val="231F20"/>
                <w:sz w:val="24"/>
              </w:rPr>
              <w:t>D6</w:t>
            </w:r>
          </w:p>
        </w:tc>
        <w:tc>
          <w:tcPr>
            <w:tcW w:w="3261" w:type="dxa"/>
            <w:gridSpan w:val="6"/>
          </w:tcPr>
          <w:p w:rsidR="00017E14" w:rsidRDefault="003D508B">
            <w:pPr>
              <w:pStyle w:val="TableParagraph"/>
              <w:spacing w:before="33"/>
              <w:ind w:left="381"/>
              <w:rPr>
                <w:rFonts w:ascii="Times New Roman"/>
                <w:sz w:val="11"/>
              </w:rPr>
            </w:pPr>
            <w:r>
              <w:rPr>
                <w:rFonts w:ascii="Times New Roman"/>
                <w:color w:val="231F20"/>
                <w:sz w:val="11"/>
              </w:rPr>
              <w:t>OH</w:t>
            </w:r>
          </w:p>
          <w:p w:rsidR="00017E14" w:rsidRDefault="003D508B">
            <w:pPr>
              <w:pStyle w:val="TableParagraph"/>
              <w:spacing w:before="106" w:line="172" w:lineRule="exact"/>
              <w:ind w:left="538"/>
              <w:rPr>
                <w:rFonts w:ascii="Times New Roman"/>
                <w:b/>
                <w:sz w:val="11"/>
              </w:rPr>
            </w:pPr>
            <w:r>
              <w:rPr>
                <w:rFonts w:ascii="Times New Roman"/>
                <w:b/>
                <w:color w:val="231F20"/>
                <w:position w:val="7"/>
                <w:sz w:val="11"/>
              </w:rPr>
              <w:t xml:space="preserve">N </w:t>
            </w:r>
            <w:proofErr w:type="spellStart"/>
            <w:r>
              <w:rPr>
                <w:rFonts w:ascii="Times New Roman"/>
                <w:b/>
                <w:color w:val="231F20"/>
                <w:sz w:val="11"/>
              </w:rPr>
              <w:t>N</w:t>
            </w:r>
            <w:proofErr w:type="spellEnd"/>
            <w:r>
              <w:rPr>
                <w:rFonts w:ascii="Times New Roman"/>
                <w:b/>
                <w:color w:val="231F20"/>
                <w:sz w:val="11"/>
              </w:rPr>
              <w:t xml:space="preserve"> </w:t>
            </w:r>
            <w:proofErr w:type="spellStart"/>
            <w:r>
              <w:rPr>
                <w:rFonts w:ascii="Times New Roman"/>
                <w:b/>
                <w:color w:val="231F20"/>
                <w:sz w:val="11"/>
              </w:rPr>
              <w:t>N</w:t>
            </w:r>
            <w:proofErr w:type="spellEnd"/>
          </w:p>
          <w:p w:rsidR="00017E14" w:rsidRDefault="003D508B">
            <w:pPr>
              <w:pStyle w:val="TableParagraph"/>
              <w:spacing w:line="102" w:lineRule="exact"/>
              <w:ind w:right="203"/>
              <w:jc w:val="center"/>
              <w:rPr>
                <w:rFonts w:ascii="Times New Roman"/>
                <w:b/>
                <w:sz w:val="11"/>
              </w:rPr>
            </w:pPr>
            <w:r>
              <w:rPr>
                <w:rFonts w:ascii="Times New Roman"/>
                <w:b/>
                <w:color w:val="231F20"/>
                <w:sz w:val="11"/>
              </w:rPr>
              <w:t>N</w:t>
            </w:r>
          </w:p>
        </w:tc>
        <w:tc>
          <w:tcPr>
            <w:tcW w:w="1134" w:type="dxa"/>
          </w:tcPr>
          <w:p w:rsidR="00017E14" w:rsidRDefault="00017E14">
            <w:pPr>
              <w:pStyle w:val="TableParagraph"/>
              <w:spacing w:before="1"/>
              <w:rPr>
                <w:b/>
                <w:sz w:val="24"/>
              </w:rPr>
            </w:pPr>
          </w:p>
          <w:p w:rsidR="00017E14" w:rsidRDefault="003D508B">
            <w:pPr>
              <w:pStyle w:val="TableParagraph"/>
              <w:ind w:left="210" w:right="203"/>
              <w:jc w:val="center"/>
              <w:rPr>
                <w:sz w:val="24"/>
              </w:rPr>
            </w:pPr>
            <w:r>
              <w:rPr>
                <w:color w:val="231F20"/>
                <w:sz w:val="24"/>
              </w:rPr>
              <w:t>&gt; 10</w:t>
            </w:r>
            <w:r>
              <w:rPr>
                <w:color w:val="231F20"/>
                <w:sz w:val="24"/>
                <w:vertAlign w:val="superscript"/>
              </w:rPr>
              <w:t>2</w:t>
            </w:r>
          </w:p>
        </w:tc>
      </w:tr>
    </w:tbl>
    <w:p w:rsidR="00017E14" w:rsidRPr="00B05F8E" w:rsidRDefault="00FF5398">
      <w:pPr>
        <w:pStyle w:val="Plattetekst"/>
        <w:tabs>
          <w:tab w:val="left" w:pos="582"/>
          <w:tab w:val="left" w:pos="1097"/>
        </w:tabs>
        <w:spacing w:before="215" w:line="244" w:lineRule="auto"/>
        <w:ind w:right="1067" w:hanging="964"/>
        <w:rPr>
          <w:lang w:val="nl-NL"/>
        </w:rPr>
      </w:pPr>
      <w:r>
        <w:pict>
          <v:group id="_x0000_s1207" style="position:absolute;left:0;text-align:left;margin-left:160.35pt;margin-top:-121.25pt;width:54.75pt;height:32.05pt;z-index:-251661824;mso-position-horizontal-relative:page;mso-position-vertical-relative:text" coordorigin="3207,-2425" coordsize="1095,641">
            <v:line id="_x0000_s1234" style="position:absolute" from="3828,-2190" to="3696,-2269" strokeweight=".12525mm"/>
            <v:line id="_x0000_s1233" style="position:absolute" from="3707,-2239" to="3797,-2186" strokeweight=".1002mm"/>
            <v:shape id="_x0000_s1232" style="position:absolute;left:3793;top:-2244;width:114;height:114" coordorigin="3794,-2244" coordsize="114,114" path="m3851,-2244r-23,5l3810,-2227r-12,18l3794,-2187r4,22l3810,-2147r18,12l3851,-2130r22,-5l3891,-2147r12,-18l3907,-2187r-4,-22l3891,-2227r-18,-12l3851,-2244xe" fillcolor="#fefefe" stroked="f">
              <v:path arrowok="t"/>
            </v:shape>
            <v:shape id="_x0000_s1231" style="position:absolute;left:3613;top:-2314;width:114;height:114" coordorigin="3613,-2314" coordsize="114,114" path="m3670,-2314r-22,5l3630,-2297r-12,18l3613,-2257r5,22l3630,-2217r18,12l3670,-2201r22,-4l3710,-2217r13,-18l3727,-2257r-4,-22l3710,-2297r-18,-12l3670,-2314xe" fillcolor="#fefefe" stroked="f">
              <v:path arrowok="t"/>
            </v:shape>
            <v:line id="_x0000_s1230" style="position:absolute" from="3529,-2253" to="3614,-2253" strokeweight=".12525mm"/>
            <v:shape id="_x0000_s1229" style="position:absolute;left:3210;top:-2119;width:315;height:271" coordorigin="3210,-2118" coordsize="315,271" path="m3290,-1847r157,-1l3446,-1847r79,-136l3446,-2118r-158,l3210,-1983r,-1l3290,-1847xe" filled="f" strokeweight=".1062mm">
              <v:path arrowok="t"/>
            </v:shape>
            <v:line id="_x0000_s1228" style="position:absolute" from="3492,-1977" to="3425,-2092" strokeweight=".1062mm"/>
            <v:line id="_x0000_s1227" style="position:absolute" from="3308,-2093" to="3242,-1977" strokeweight=".1062mm"/>
            <v:line id="_x0000_s1226" style="position:absolute" from="3300,-1876" to="3433,-1876" strokeweight=".1062mm"/>
            <v:shape id="_x0000_s1225" style="position:absolute;left:3213;top:-2387;width:315;height:271" coordorigin="3213,-2387" coordsize="315,271" path="m3293,-2116r157,l3449,-2116r79,-136l3449,-2387r-158,1l3213,-2251r1,-1l3293,-2116xe" filled="f" strokeweight=".1062mm">
              <v:path arrowok="t"/>
            </v:shape>
            <v:line id="_x0000_s1224" style="position:absolute" from="3495,-2245" to="3428,-2361" strokeweight=".1062mm"/>
            <v:line id="_x0000_s1223" style="position:absolute" from="3312,-2361" to="3245,-2246" strokeweight=".1062mm"/>
            <v:shape id="_x0000_s1222" style="position:absolute;left:3449;top:-2424;width:26;height:38" coordorigin="3450,-2424" coordsize="26,38" path="m3469,-2424r-19,34l3456,-2387r19,-33l3469,-2424xe" fillcolor="black" stroked="f">
              <v:path arrowok="t"/>
            </v:shape>
            <v:shape id="_x0000_s1221" style="position:absolute;left:3449;top:-2424;width:26;height:38" coordorigin="3450,-2424" coordsize="26,38" path="m3475,-2420r-6,-4l3450,-2390r6,3l3475,-2420xe" filled="f" strokeweight=".035mm">
              <v:path arrowok="t"/>
            </v:shape>
            <v:shape id="_x0000_s1220" style="position:absolute;left:4039;top:-2362;width:26;height:38" coordorigin="4039,-2362" coordsize="26,38" path="m4065,-2328r-19,-34l4039,-2358r20,33l4065,-2328e" fillcolor="black" stroked="f">
              <v:path arrowok="t"/>
            </v:shape>
            <v:shape id="_x0000_s1219" style="position:absolute;left:4039;top:-2362;width:26;height:38" coordorigin="4039,-2362" coordsize="26,38" path="m4046,-2362r-7,4l4058,-2325r7,-3l4046,-2362xe" filled="f" strokeweight=".035mm">
              <v:path arrowok="t"/>
            </v:shape>
            <v:shape id="_x0000_s1218" style="position:absolute;left:4216;top:-2362;width:26;height:38" coordorigin="4217,-2362" coordsize="26,38" path="m4243,-2358r-7,-4l4217,-2328r6,3l4243,-2358e" fillcolor="black" stroked="f">
              <v:path arrowok="t"/>
            </v:shape>
            <v:shape id="_x0000_s1217" style="position:absolute;left:4216;top:-2362;width:26;height:38" coordorigin="4217,-2362" coordsize="26,38" path="m4243,-2358r-7,-4l4217,-2329r6,4l4243,-2358xe" filled="f" strokeweight=".035mm">
              <v:path arrowok="t"/>
            </v:shape>
            <v:shape id="_x0000_s1216" style="position:absolute;left:4230;top:-2345;width:2;height:2" coordorigin="4230,-2344" coordsize="0,0" path="m4230,-2344r,e" fillcolor="black" stroked="f">
              <v:path arrowok="t"/>
            </v:shape>
            <v:shape id="_x0000_s1215" style="position:absolute;left:3981;top:-2059;width:315;height:271" coordorigin="3982,-2058" coordsize="315,271" path="m4061,-1787r157,-1l4218,-1787r78,-136l4217,-2058r-157,l3982,-1923r,-1l4061,-1787xe" filled="f" strokeweight=".1062mm">
              <v:path arrowok="t"/>
            </v:shape>
            <v:line id="_x0000_s1214" style="position:absolute" from="4263,-1917" to="4196,-2032" strokeweight=".1062mm"/>
            <v:line id="_x0000_s1213" style="position:absolute" from="4080,-2033" to="4013,-1917" strokeweight=".1062mm"/>
            <v:line id="_x0000_s1212" style="position:absolute" from="4071,-1816" to="4205,-1816" strokeweight=".1062mm"/>
            <v:shape id="_x0000_s1211" style="position:absolute;left:3984;top:-2327;width:315;height:271" coordorigin="3985,-2327" coordsize="315,271" path="m4064,-2056r157,l4221,-2056r78,-136l4221,-2327r-158,1l3985,-2191r,-1l4064,-2056xe" filled="f" strokeweight=".1062mm">
              <v:path arrowok="t"/>
            </v:shape>
            <v:line id="_x0000_s1210" style="position:absolute" from="4266,-2185" to="4199,-2301" strokeweight=".1062mm"/>
            <v:line id="_x0000_s1209" style="position:absolute" from="4083,-2301" to="4016,-2185" strokeweight=".1062mm"/>
            <v:line id="_x0000_s1208" style="position:absolute" from="3900,-2193" to="3985,-2193" strokeweight=".12525mm"/>
            <w10:wrap anchorx="page"/>
          </v:group>
        </w:pict>
      </w:r>
      <w:r>
        <w:pict>
          <v:line id="_x0000_s1206" style="position:absolute;left:0;text-align:left;z-index:-251660800;mso-position-horizontal-relative:page;mso-position-vertical-relative:text" from="220.1pt,-123.25pt" to="222.95pt,-123.25pt" strokecolor="#1e1e1e" strokeweight=".1323mm">
            <w10:wrap anchorx="page"/>
          </v:line>
        </w:pict>
      </w:r>
      <w:r>
        <w:pict>
          <v:group id="_x0000_s1181" style="position:absolute;left:0;text-align:left;margin-left:160.15pt;margin-top:-77.35pt;width:58.7pt;height:32.7pt;z-index:-251659776;mso-position-horizontal-relative:page;mso-position-vertical-relative:text" coordorigin="3203,-1547" coordsize="1174,654">
            <v:line id="_x0000_s1205" style="position:absolute" from="3526,-1376" to="3611,-1376" strokeweight=".1256mm"/>
            <v:line id="_x0000_s1204" style="position:absolute" from="3814,-1309" to="3683,-1389" strokeweight=".1256mm"/>
            <v:line id="_x0000_s1203" style="position:absolute" from="3693,-1358" to="3783,-1306" strokeweight=".1006mm"/>
            <v:line id="_x0000_s1202" style="position:absolute" from="3897,-1308" to="3983,-1308" strokeweight=".1256mm"/>
            <v:shape id="_x0000_s1201" style="position:absolute;left:3780;top:-1364;width:114;height:114" coordorigin="3780,-1363" coordsize="114,114" path="m3837,-1363r-22,4l3797,-1347r-12,19l3780,-1306r5,22l3797,-1266r18,12l3837,-1249r22,-5l3877,-1266r13,-18l3894,-1306r-4,-22l3877,-1347r-18,-12l3837,-1363xe" fillcolor="#fefefe" stroked="f">
              <v:path arrowok="t"/>
            </v:shape>
            <v:shape id="_x0000_s1200" style="position:absolute;left:3609;top:-1434;width:114;height:114" coordorigin="3609,-1433" coordsize="114,114" path="m3666,-1433r-22,4l3626,-1417r-12,18l3609,-1377r5,23l3626,-1336r18,12l3666,-1320r22,-4l3707,-1336r12,-18l3723,-1377r-4,-22l3707,-1417r-19,-12l3666,-1433xe" fillcolor="#fefefe" stroked="f">
              <v:path arrowok="t"/>
            </v:shape>
            <v:shape id="_x0000_s1199" style="position:absolute;left:3206;top:-1241;width:316;height:272" coordorigin="3206,-1240" coordsize="316,272" path="m3286,-969r157,l3442,-969r79,-136l3442,-1240r-158,l3206,-1104r,-2l3286,-969xe" filled="f" strokeweight=".1065mm">
              <v:path arrowok="t"/>
            </v:shape>
            <v:line id="_x0000_s1198" style="position:absolute" from="3488,-1098" to="3421,-1214" strokeweight=".1065mm"/>
            <v:line id="_x0000_s1197" style="position:absolute" from="3304,-1215" to="3237,-1099" strokeweight=".1065mm"/>
            <v:line id="_x0000_s1196" style="position:absolute" from="3296,-998" to="3430,-998" strokeweight=".1065mm"/>
            <v:shape id="_x0000_s1195" style="position:absolute;left:3209;top:-1510;width:316;height:272" coordorigin="3209,-1509" coordsize="316,272" path="m3289,-1238r157,-1l3445,-1238r79,-136l3445,-1509r-158,l3209,-1374r,-1l3289,-1238xe" filled="f" strokeweight=".1065mm">
              <v:path arrowok="t"/>
            </v:shape>
            <v:line id="_x0000_s1194" style="position:absolute" from="3491,-1368" to="3424,-1484" strokeweight=".1065mm"/>
            <v:line id="_x0000_s1193" style="position:absolute" from="3308,-1484" to="3241,-1368" strokeweight=".1065mm"/>
            <v:shape id="_x0000_s1192" style="position:absolute;left:3978;top:-1169;width:316;height:272" coordorigin="3979,-1169" coordsize="316,272" path="m4059,-897r157,-1l4215,-897r79,-136l4215,-1169r-158,1l3979,-1033r,-1l4059,-897xe" filled="f" strokeweight=".1065mm">
              <v:path arrowok="t"/>
            </v:shape>
            <v:line id="_x0000_s1191" style="position:absolute" from="4261,-1027" to="4194,-1143" strokeweight=".1065mm"/>
            <v:line id="_x0000_s1190" style="position:absolute" from="4077,-1143" to="4010,-1027" strokeweight=".1065mm"/>
            <v:line id="_x0000_s1189" style="position:absolute" from="4068,-926" to="4202,-926" strokeweight=".1065mm"/>
            <v:shape id="_x0000_s1188" style="position:absolute;left:3981;top:-1438;width:316;height:272" coordorigin="3982,-1438" coordsize="316,272" path="m4062,-1166r157,-1l4218,-1166r79,-136l4218,-1438r-158,1l3982,-1302r,-1l4062,-1166xe" filled="f" strokeweight=".1065mm">
              <v:path arrowok="t"/>
            </v:shape>
            <v:line id="_x0000_s1187" style="position:absolute" from="4264,-1296" to="4197,-1412" strokeweight=".1065mm"/>
            <v:line id="_x0000_s1186" style="position:absolute" from="4080,-1412" to="4013,-1296" strokeweight=".1065mm"/>
            <v:line id="_x0000_s1185" style="position:absolute" from="4291,-1306" to="4377,-1306" strokeweight=".1256mm"/>
            <v:shape id="_x0000_s1184" style="position:absolute;left:3445;top:-1547;width:26;height:38" coordorigin="3446,-1546" coordsize="26,38" path="m3465,-1546r-19,33l3453,-1509r19,-34l3465,-1546xe" fillcolor="black" stroked="f">
              <v:path arrowok="t"/>
            </v:shape>
            <v:shape id="_x0000_s1183" style="position:absolute;left:3445;top:-1547;width:26;height:38" coordorigin="3446,-1546" coordsize="26,38" path="m3472,-1543r-7,-3l3446,-1513r7,4l3472,-1543xe" filled="f" strokeweight=".035mm">
              <v:path arrowok="t"/>
            </v:shape>
            <v:shape id="_x0000_s1182" style="position:absolute;left:3459;top:-1530;width:2;height:2" coordorigin="3460,-1529" coordsize="0,0" path="m3460,-1529r,e" fillcolor="black" stroked="f">
              <v:path arrowok="t"/>
            </v:shape>
            <w10:wrap anchorx="page"/>
          </v:group>
        </w:pict>
      </w:r>
      <w:r>
        <w:pict>
          <v:line id="_x0000_s1180" style="position:absolute;left:0;text-align:left;z-index:-251658752;mso-position-horizontal-relative:page;mso-position-vertical-relative:text" from="227.4pt,-67.45pt" to="230.25pt,-67.45pt" strokecolor="#1e1e1e" strokeweight=".1326mm">
            <w10:wrap anchorx="page"/>
          </v:line>
        </w:pict>
      </w:r>
      <w:r>
        <w:pict>
          <v:group id="_x0000_s1150" style="position:absolute;left:0;text-align:left;margin-left:160.35pt;margin-top:-33.4pt;width:92.45pt;height:29pt;z-index:-251657728;mso-position-horizontal-relative:page;mso-position-vertical-relative:text" coordorigin="3207,-668" coordsize="1849,580">
            <v:shape id="_x0000_s1179" style="position:absolute;left:3989;top:-566;width:314;height:271" coordorigin="3990,-566" coordsize="314,271" path="m4069,-296r157,l4225,-295r78,-136l4225,-566r-157,1l3990,-431r,-1l4069,-296xe" filled="f" strokeweight=".3pt">
              <v:path arrowok="t"/>
            </v:shape>
            <v:line id="_x0000_s1178" style="position:absolute" from="4271,-425" to="4204,-540" strokeweight=".3pt"/>
            <v:line id="_x0000_s1177" style="position:absolute" from="4088,-540" to="4021,-425" strokeweight=".3pt"/>
            <v:line id="_x0000_s1176" style="position:absolute" from="4299,-433" to="4383,-433" strokeweight=".1249mm"/>
            <v:line id="_x0000_s1175" style="position:absolute" from="4658,-355" to="4743,-355" strokeweight=".1249mm"/>
            <v:line id="_x0000_s1174" style="position:absolute" from="4595,-367" to="4465,-446" strokeweight=".1249mm"/>
            <v:line id="_x0000_s1173" style="position:absolute" from="4475,-415" to="4565,-363" strokeweight=".09983mm"/>
            <v:shape id="_x0000_s1172" style="position:absolute;left:4551;top:-411;width:114;height:114" coordorigin="4552,-410" coordsize="114,114" path="m4608,-410r-22,4l4568,-394r-12,18l4552,-354r4,22l4568,-314r18,13l4608,-297r22,-4l4648,-314r13,-18l4665,-354r-4,-22l4648,-394r-18,-12l4608,-410xe" fillcolor="#fefefe" stroked="f">
              <v:path arrowok="t"/>
            </v:shape>
            <v:shape id="_x0000_s1171" style="position:absolute;left:4381;top:-491;width:114;height:114" coordorigin="4382,-490" coordsize="114,114" path="m4439,-490r-23,4l4398,-474r-12,18l4382,-433r4,22l4398,-393r18,12l4439,-377r22,-4l4479,-393r12,-18l4495,-433r-4,-23l4479,-474r-18,-12l4439,-490xe" fillcolor="#fefefe" stroked="f">
              <v:path arrowok="t"/>
            </v:shape>
            <v:shape id="_x0000_s1170" style="position:absolute;left:4739;top:-489;width:314;height:271" coordorigin="4739,-489" coordsize="314,271" path="m4819,-219r156,l4975,-218r78,-136l4974,-489r-157,1l4739,-354r1,-1l4819,-219xe" filled="f" strokeweight=".3pt">
              <v:path arrowok="t"/>
            </v:shape>
            <v:line id="_x0000_s1169" style="position:absolute" from="5020,-348" to="4954,-463" strokeweight=".3pt"/>
            <v:line id="_x0000_s1168" style="position:absolute" from="4837,-463" to="4771,-348" strokeweight=".3pt"/>
            <v:line id="_x0000_s1167" style="position:absolute" from="4829,-247" to="4962,-247" strokeweight=".3pt"/>
            <v:line id="_x0000_s1166" style="position:absolute" from="3826,-434" to="3695,-513" strokeweight=".1249mm"/>
            <v:line id="_x0000_s1165" style="position:absolute" from="3705,-483" to="3795,-430" strokeweight=".09983mm"/>
            <v:shape id="_x0000_s1164" style="position:absolute;left:3792;top:-488;width:114;height:114" coordorigin="3792,-488" coordsize="114,114" path="m3849,-488r-22,5l3809,-471r-12,18l3792,-431r5,22l3809,-391r18,12l3849,-374r22,-5l3889,-391r12,-18l3906,-431r-5,-22l3889,-471r-18,-12l3849,-488xe" fillcolor="#fefefe" stroked="f">
              <v:path arrowok="t"/>
            </v:shape>
            <v:shape id="_x0000_s1163" style="position:absolute;left:3612;top:-558;width:114;height:114" coordorigin="3612,-558" coordsize="114,114" path="m3669,-558r-22,5l3629,-541r-12,18l3612,-501r5,22l3629,-461r18,12l3669,-444r22,-5l3709,-461r12,-18l3726,-501r-5,-22l3709,-541r-18,-12l3669,-558xe" fillcolor="#fefefe" stroked="f">
              <v:path arrowok="t"/>
            </v:shape>
            <v:line id="_x0000_s1162" style="position:absolute" from="3528,-497" to="3613,-497" strokeweight=".1249mm"/>
            <v:shape id="_x0000_s1161" style="position:absolute;left:3210;top:-363;width:314;height:271" coordorigin="3210,-362" coordsize="314,271" path="m3290,-92r156,l3445,-92r79,-135l3445,-362r-157,l3210,-227r,-1l3290,-92xe" filled="f" strokeweight=".3pt">
              <v:path arrowok="t"/>
            </v:shape>
            <v:line id="_x0000_s1160" style="position:absolute" from="3491,-221" to="3424,-336" strokeweight=".3pt"/>
            <v:line id="_x0000_s1159" style="position:absolute" from="3308,-337" to="3242,-221" strokeweight=".3pt"/>
            <v:line id="_x0000_s1158" style="position:absolute" from="3299,-120" to="3433,-120" strokeweight=".3pt"/>
            <v:shape id="_x0000_s1157" style="position:absolute;left:3213;top:-631;width:314;height:271" coordorigin="3213,-630" coordsize="314,271" path="m3293,-360r156,l3448,-360r79,-135l3448,-630r-157,l3213,-495r1,-1l3293,-360xe" filled="f" strokeweight=".3pt">
              <v:path arrowok="t"/>
            </v:shape>
            <v:line id="_x0000_s1156" style="position:absolute" from="3494,-489" to="3427,-604" strokeweight=".3pt"/>
            <v:line id="_x0000_s1155" style="position:absolute" from="3311,-605" to="3245,-489" strokeweight=".3pt"/>
            <v:shape id="_x0000_s1154" style="position:absolute;left:3448;top:-667;width:26;height:37" coordorigin="3449,-667" coordsize="26,37" path="m3468,-667r-19,33l3456,-630r19,-33l3468,-667xe" fillcolor="black" stroked="f">
              <v:path arrowok="t"/>
            </v:shape>
            <v:shape id="_x0000_s1153" style="position:absolute;left:3448;top:-667;width:26;height:37" coordorigin="3449,-667" coordsize="26,37" path="m3475,-663r-7,-4l3449,-634r7,4l3475,-663xe" filled="f" strokeweight=".035mm">
              <v:path arrowok="t"/>
            </v:shape>
            <v:shape id="_x0000_s1152" style="position:absolute;left:3462;top:-650;width:2;height:2" coordorigin="3463,-650" coordsize="0,0" path="m3463,-650r,e" fillcolor="black" stroked="f">
              <v:path arrowok="t"/>
            </v:shape>
            <v:line id="_x0000_s1151" style="position:absolute" from="3906,-435" to="3990,-435" strokeweight=".1249mm"/>
            <w10:wrap anchorx="page"/>
          </v:group>
        </w:pict>
      </w:r>
      <w:r w:rsidR="003D508B" w:rsidRPr="00B05F8E">
        <w:rPr>
          <w:color w:val="231F20"/>
          <w:spacing w:val="2"/>
          <w:sz w:val="16"/>
          <w:lang w:val="nl-NL"/>
        </w:rPr>
        <w:t>2p</w:t>
      </w:r>
      <w:r w:rsidR="003D508B" w:rsidRPr="00B05F8E">
        <w:rPr>
          <w:color w:val="231F20"/>
          <w:spacing w:val="2"/>
          <w:sz w:val="16"/>
          <w:lang w:val="nl-NL"/>
        </w:rPr>
        <w:tab/>
      </w:r>
      <w:r w:rsidR="003D508B" w:rsidRPr="00B05F8E">
        <w:rPr>
          <w:b/>
          <w:color w:val="231F20"/>
          <w:spacing w:val="3"/>
          <w:sz w:val="20"/>
          <w:lang w:val="nl-NL"/>
        </w:rPr>
        <w:t>13</w:t>
      </w:r>
      <w:r w:rsidR="003D508B" w:rsidRPr="00B05F8E">
        <w:rPr>
          <w:b/>
          <w:color w:val="231F20"/>
          <w:spacing w:val="3"/>
          <w:sz w:val="20"/>
          <w:lang w:val="nl-NL"/>
        </w:rPr>
        <w:tab/>
      </w:r>
      <w:r w:rsidR="003D508B" w:rsidRPr="00B05F8E">
        <w:rPr>
          <w:color w:val="231F20"/>
          <w:spacing w:val="3"/>
          <w:lang w:val="nl-NL"/>
        </w:rPr>
        <w:t xml:space="preserve">Geef een </w:t>
      </w:r>
      <w:r w:rsidR="003D508B" w:rsidRPr="00B05F8E">
        <w:rPr>
          <w:color w:val="231F20"/>
          <w:spacing w:val="4"/>
          <w:lang w:val="nl-NL"/>
        </w:rPr>
        <w:t xml:space="preserve">verklaring </w:t>
      </w:r>
      <w:r w:rsidR="003D508B" w:rsidRPr="00B05F8E">
        <w:rPr>
          <w:color w:val="231F20"/>
          <w:spacing w:val="3"/>
          <w:lang w:val="nl-NL"/>
        </w:rPr>
        <w:t xml:space="preserve">aan </w:t>
      </w:r>
      <w:r w:rsidR="003D508B" w:rsidRPr="00B05F8E">
        <w:rPr>
          <w:color w:val="231F20"/>
          <w:spacing w:val="2"/>
          <w:lang w:val="nl-NL"/>
        </w:rPr>
        <w:t xml:space="preserve">de </w:t>
      </w:r>
      <w:r w:rsidR="003D508B" w:rsidRPr="00B05F8E">
        <w:rPr>
          <w:color w:val="231F20"/>
          <w:spacing w:val="3"/>
          <w:lang w:val="nl-NL"/>
        </w:rPr>
        <w:t xml:space="preserve">hand van </w:t>
      </w:r>
      <w:r w:rsidR="003D508B" w:rsidRPr="00B05F8E">
        <w:rPr>
          <w:color w:val="231F20"/>
          <w:spacing w:val="2"/>
          <w:lang w:val="nl-NL"/>
        </w:rPr>
        <w:t xml:space="preserve">de </w:t>
      </w:r>
      <w:r w:rsidR="003D508B" w:rsidRPr="00B05F8E">
        <w:rPr>
          <w:color w:val="231F20"/>
          <w:spacing w:val="4"/>
          <w:lang w:val="nl-NL"/>
        </w:rPr>
        <w:t xml:space="preserve">structuurformules waarom </w:t>
      </w:r>
      <w:r w:rsidR="003D508B" w:rsidRPr="00B05F8E">
        <w:rPr>
          <w:color w:val="231F20"/>
          <w:spacing w:val="5"/>
          <w:lang w:val="nl-NL"/>
        </w:rPr>
        <w:t xml:space="preserve">de </w:t>
      </w:r>
      <w:r w:rsidR="003D508B" w:rsidRPr="00B05F8E">
        <w:rPr>
          <w:color w:val="231F20"/>
          <w:spacing w:val="4"/>
          <w:lang w:val="nl-NL"/>
        </w:rPr>
        <w:t xml:space="preserve">waarde </w:t>
      </w:r>
      <w:r w:rsidR="003D508B" w:rsidRPr="00B05F8E">
        <w:rPr>
          <w:color w:val="231F20"/>
          <w:spacing w:val="3"/>
          <w:lang w:val="nl-NL"/>
        </w:rPr>
        <w:t>van</w:t>
      </w:r>
      <w:r w:rsidR="003D508B" w:rsidRPr="00B05F8E">
        <w:rPr>
          <w:color w:val="231F20"/>
          <w:spacing w:val="22"/>
          <w:lang w:val="nl-NL"/>
        </w:rPr>
        <w:t xml:space="preserve"> </w:t>
      </w:r>
      <w:r w:rsidR="003D508B" w:rsidRPr="00B05F8E">
        <w:rPr>
          <w:rFonts w:ascii="Times New Roman"/>
          <w:i/>
          <w:color w:val="231F20"/>
          <w:spacing w:val="3"/>
          <w:sz w:val="26"/>
          <w:lang w:val="nl-NL"/>
        </w:rPr>
        <w:t>K</w:t>
      </w:r>
      <w:r w:rsidR="003D508B" w:rsidRPr="00B05F8E">
        <w:rPr>
          <w:color w:val="231F20"/>
          <w:spacing w:val="3"/>
          <w:position w:val="-6"/>
          <w:sz w:val="16"/>
          <w:lang w:val="nl-NL"/>
        </w:rPr>
        <w:t xml:space="preserve">v </w:t>
      </w:r>
      <w:r w:rsidR="003D508B" w:rsidRPr="00B05F8E">
        <w:rPr>
          <w:color w:val="231F20"/>
          <w:spacing w:val="3"/>
          <w:lang w:val="nl-NL"/>
        </w:rPr>
        <w:t xml:space="preserve">van stof </w:t>
      </w:r>
      <w:r w:rsidR="003D508B" w:rsidRPr="00B05F8E">
        <w:rPr>
          <w:color w:val="231F20"/>
          <w:spacing w:val="2"/>
          <w:lang w:val="nl-NL"/>
        </w:rPr>
        <w:t xml:space="preserve">D6 </w:t>
      </w:r>
      <w:r w:rsidR="003D508B" w:rsidRPr="00B05F8E">
        <w:rPr>
          <w:color w:val="231F20"/>
          <w:spacing w:val="4"/>
          <w:lang w:val="nl-NL"/>
        </w:rPr>
        <w:t xml:space="preserve">groter </w:t>
      </w:r>
      <w:r w:rsidR="003D508B" w:rsidRPr="00B05F8E">
        <w:rPr>
          <w:color w:val="231F20"/>
          <w:spacing w:val="2"/>
          <w:lang w:val="nl-NL"/>
        </w:rPr>
        <w:t xml:space="preserve">is </w:t>
      </w:r>
      <w:r w:rsidR="003D508B" w:rsidRPr="00B05F8E">
        <w:rPr>
          <w:color w:val="231F20"/>
          <w:spacing w:val="3"/>
          <w:lang w:val="nl-NL"/>
        </w:rPr>
        <w:t xml:space="preserve">dan die van stof </w:t>
      </w:r>
      <w:r w:rsidR="003D508B" w:rsidRPr="00B05F8E">
        <w:rPr>
          <w:color w:val="231F20"/>
          <w:spacing w:val="5"/>
          <w:lang w:val="nl-NL"/>
        </w:rPr>
        <w:t>D1.</w:t>
      </w:r>
    </w:p>
    <w:p w:rsidR="00017E14" w:rsidRPr="00542D57" w:rsidRDefault="003D508B">
      <w:pPr>
        <w:pStyle w:val="Plattetekst"/>
        <w:spacing w:line="249" w:lineRule="exact"/>
        <w:rPr>
          <w:lang w:val="nl-NL"/>
        </w:rPr>
      </w:pPr>
      <w:r w:rsidRPr="00542D57">
        <w:rPr>
          <w:color w:val="231F20"/>
          <w:lang w:val="nl-NL"/>
        </w:rPr>
        <w:t>Je hoeft hierbij geen rekening te houden met de molecuulmassa.</w:t>
      </w:r>
    </w:p>
    <w:p w:rsidR="00017E14" w:rsidRPr="00542D57" w:rsidRDefault="003D508B">
      <w:pPr>
        <w:pStyle w:val="Plattetekst"/>
        <w:spacing w:before="223" w:line="261" w:lineRule="auto"/>
        <w:ind w:right="848"/>
        <w:rPr>
          <w:lang w:val="nl-NL"/>
        </w:rPr>
      </w:pPr>
      <w:r w:rsidRPr="00542D57">
        <w:rPr>
          <w:color w:val="231F20"/>
          <w:lang w:val="nl-NL"/>
        </w:rPr>
        <w:t>Het blijkt dat de cocons gekleurd zijn als de stoffen D3, D4 en D5 aan het voedsel van de rupsen worden toegevoegd. De stoffen D1, D2 en D6</w:t>
      </w:r>
    </w:p>
    <w:p w:rsidR="00017E14" w:rsidRPr="00542D57" w:rsidRDefault="003D508B">
      <w:pPr>
        <w:pStyle w:val="Plattetekst"/>
        <w:spacing w:line="274" w:lineRule="exact"/>
        <w:rPr>
          <w:lang w:val="nl-NL"/>
        </w:rPr>
      </w:pPr>
      <w:r w:rsidRPr="00542D57">
        <w:rPr>
          <w:color w:val="231F20"/>
          <w:lang w:val="nl-NL"/>
        </w:rPr>
        <w:t>geven geheel geen kleuring.</w:t>
      </w:r>
    </w:p>
    <w:p w:rsidR="00017E14" w:rsidRPr="00542D57" w:rsidRDefault="003D508B">
      <w:pPr>
        <w:pStyle w:val="Plattetekst"/>
        <w:spacing w:before="24" w:line="261" w:lineRule="auto"/>
        <w:ind w:right="587"/>
        <w:jc w:val="both"/>
        <w:rPr>
          <w:lang w:val="nl-NL"/>
        </w:rPr>
      </w:pPr>
      <w:r w:rsidRPr="00542D57">
        <w:rPr>
          <w:color w:val="231F20"/>
          <w:lang w:val="nl-NL"/>
        </w:rPr>
        <w:t>Op basis van de tabel en informatie uit deze opgave kan worden bepaald welke van de kleurstoffen D3, D4 of D5 het meest geschikt is om op deze manier zijdevezels voor textiel te kleuren.</w:t>
      </w:r>
    </w:p>
    <w:p w:rsidR="00017E14" w:rsidRPr="00542D57" w:rsidRDefault="003D508B">
      <w:pPr>
        <w:pStyle w:val="Plattetekst"/>
        <w:tabs>
          <w:tab w:val="left" w:pos="582"/>
          <w:tab w:val="left" w:pos="1097"/>
        </w:tabs>
        <w:spacing w:before="198" w:line="261" w:lineRule="auto"/>
        <w:ind w:right="848" w:hanging="964"/>
        <w:rPr>
          <w:lang w:val="nl-NL"/>
        </w:rPr>
      </w:pPr>
      <w:r w:rsidRPr="00542D57">
        <w:rPr>
          <w:color w:val="231F20"/>
          <w:spacing w:val="2"/>
          <w:sz w:val="16"/>
          <w:lang w:val="nl-NL"/>
        </w:rPr>
        <w:t>2p</w:t>
      </w:r>
      <w:r w:rsidRPr="00542D57">
        <w:rPr>
          <w:color w:val="231F20"/>
          <w:spacing w:val="2"/>
          <w:sz w:val="16"/>
          <w:lang w:val="nl-NL"/>
        </w:rPr>
        <w:tab/>
      </w:r>
      <w:r w:rsidRPr="00542D57">
        <w:rPr>
          <w:b/>
          <w:color w:val="231F20"/>
          <w:spacing w:val="3"/>
          <w:sz w:val="20"/>
          <w:lang w:val="nl-NL"/>
        </w:rPr>
        <w:t>14</w:t>
      </w:r>
      <w:r w:rsidRPr="00542D57">
        <w:rPr>
          <w:b/>
          <w:color w:val="231F20"/>
          <w:spacing w:val="3"/>
          <w:sz w:val="20"/>
          <w:lang w:val="nl-NL"/>
        </w:rPr>
        <w:tab/>
      </w:r>
      <w:r w:rsidRPr="00542D57">
        <w:rPr>
          <w:color w:val="231F20"/>
          <w:spacing w:val="3"/>
          <w:lang w:val="nl-NL"/>
        </w:rPr>
        <w:t xml:space="preserve">Leg uit </w:t>
      </w:r>
      <w:r w:rsidRPr="00542D57">
        <w:rPr>
          <w:color w:val="231F20"/>
          <w:spacing w:val="4"/>
          <w:lang w:val="nl-NL"/>
        </w:rPr>
        <w:t xml:space="preserve">welke </w:t>
      </w:r>
      <w:r w:rsidRPr="00542D57">
        <w:rPr>
          <w:color w:val="231F20"/>
          <w:spacing w:val="3"/>
          <w:lang w:val="nl-NL"/>
        </w:rPr>
        <w:t xml:space="preserve">van </w:t>
      </w:r>
      <w:r w:rsidRPr="00542D57">
        <w:rPr>
          <w:color w:val="231F20"/>
          <w:spacing w:val="2"/>
          <w:lang w:val="nl-NL"/>
        </w:rPr>
        <w:t xml:space="preserve">de </w:t>
      </w:r>
      <w:r w:rsidRPr="00542D57">
        <w:rPr>
          <w:color w:val="231F20"/>
          <w:spacing w:val="4"/>
          <w:lang w:val="nl-NL"/>
        </w:rPr>
        <w:t xml:space="preserve">kleurstoffen </w:t>
      </w:r>
      <w:r w:rsidRPr="00542D57">
        <w:rPr>
          <w:color w:val="231F20"/>
          <w:spacing w:val="3"/>
          <w:lang w:val="nl-NL"/>
        </w:rPr>
        <w:t xml:space="preserve">D3, </w:t>
      </w:r>
      <w:r w:rsidRPr="00542D57">
        <w:rPr>
          <w:color w:val="231F20"/>
          <w:spacing w:val="2"/>
          <w:lang w:val="nl-NL"/>
        </w:rPr>
        <w:t xml:space="preserve">D4 of D5 </w:t>
      </w:r>
      <w:r w:rsidRPr="00542D57">
        <w:rPr>
          <w:color w:val="231F20"/>
          <w:spacing w:val="3"/>
          <w:lang w:val="nl-NL"/>
        </w:rPr>
        <w:t xml:space="preserve">het </w:t>
      </w:r>
      <w:r w:rsidRPr="00542D57">
        <w:rPr>
          <w:color w:val="231F20"/>
          <w:spacing w:val="4"/>
          <w:lang w:val="nl-NL"/>
        </w:rPr>
        <w:t xml:space="preserve">meest geschikt </w:t>
      </w:r>
      <w:r w:rsidRPr="00542D57">
        <w:rPr>
          <w:color w:val="231F20"/>
          <w:spacing w:val="2"/>
          <w:lang w:val="nl-NL"/>
        </w:rPr>
        <w:t xml:space="preserve">is </w:t>
      </w:r>
      <w:r w:rsidRPr="00542D57">
        <w:rPr>
          <w:color w:val="231F20"/>
          <w:spacing w:val="5"/>
          <w:lang w:val="nl-NL"/>
        </w:rPr>
        <w:t xml:space="preserve">om </w:t>
      </w:r>
      <w:r w:rsidRPr="00542D57">
        <w:rPr>
          <w:color w:val="231F20"/>
          <w:spacing w:val="2"/>
          <w:lang w:val="nl-NL"/>
        </w:rPr>
        <w:t xml:space="preserve">op </w:t>
      </w:r>
      <w:r w:rsidRPr="00542D57">
        <w:rPr>
          <w:color w:val="231F20"/>
          <w:spacing w:val="3"/>
          <w:lang w:val="nl-NL"/>
        </w:rPr>
        <w:t xml:space="preserve">deze </w:t>
      </w:r>
      <w:r w:rsidRPr="00542D57">
        <w:rPr>
          <w:color w:val="231F20"/>
          <w:spacing w:val="4"/>
          <w:lang w:val="nl-NL"/>
        </w:rPr>
        <w:t xml:space="preserve">manier zijdevezels </w:t>
      </w:r>
      <w:r w:rsidRPr="00542D57">
        <w:rPr>
          <w:color w:val="231F20"/>
          <w:spacing w:val="3"/>
          <w:lang w:val="nl-NL"/>
        </w:rPr>
        <w:t xml:space="preserve">voor </w:t>
      </w:r>
      <w:r w:rsidRPr="00542D57">
        <w:rPr>
          <w:color w:val="231F20"/>
          <w:spacing w:val="5"/>
          <w:lang w:val="nl-NL"/>
        </w:rPr>
        <w:t xml:space="preserve">textiel </w:t>
      </w:r>
      <w:r w:rsidRPr="00542D57">
        <w:rPr>
          <w:color w:val="231F20"/>
          <w:spacing w:val="3"/>
          <w:lang w:val="nl-NL"/>
        </w:rPr>
        <w:t>te</w:t>
      </w:r>
      <w:r w:rsidRPr="00542D57">
        <w:rPr>
          <w:color w:val="231F20"/>
          <w:spacing w:val="65"/>
          <w:lang w:val="nl-NL"/>
        </w:rPr>
        <w:t xml:space="preserve"> </w:t>
      </w:r>
      <w:r w:rsidRPr="00542D57">
        <w:rPr>
          <w:color w:val="231F20"/>
          <w:spacing w:val="5"/>
          <w:lang w:val="nl-NL"/>
        </w:rPr>
        <w:t>kleuren.</w:t>
      </w:r>
    </w:p>
    <w:p w:rsidR="00017E14" w:rsidRPr="00542D57" w:rsidRDefault="003D508B">
      <w:pPr>
        <w:pStyle w:val="Plattetekst"/>
        <w:spacing w:line="274" w:lineRule="exact"/>
        <w:rPr>
          <w:lang w:val="nl-NL"/>
        </w:rPr>
      </w:pPr>
      <w:r w:rsidRPr="00542D57">
        <w:rPr>
          <w:color w:val="231F20"/>
          <w:lang w:val="nl-NL"/>
        </w:rPr>
        <w:t>Maak gebruik van de tabel en eerder in deze opgave verstrekte gegevens.</w:t>
      </w:r>
    </w:p>
    <w:p w:rsidR="00017E14" w:rsidRPr="00542D57" w:rsidRDefault="00017E14">
      <w:pPr>
        <w:spacing w:line="274" w:lineRule="exact"/>
        <w:rPr>
          <w:lang w:val="nl-NL"/>
        </w:rPr>
        <w:sectPr w:rsidR="00017E14" w:rsidRPr="00542D57">
          <w:pgSz w:w="11910" w:h="16840"/>
          <w:pgMar w:top="820" w:right="1000" w:bottom="1160" w:left="1000" w:header="0" w:footer="974" w:gutter="0"/>
          <w:cols w:space="708"/>
        </w:sectPr>
      </w:pPr>
    </w:p>
    <w:p w:rsidR="00017E14" w:rsidRPr="00542D57" w:rsidRDefault="00460FF7">
      <w:pPr>
        <w:pStyle w:val="Kop1"/>
        <w:rPr>
          <w:lang w:val="nl-NL"/>
        </w:rPr>
      </w:pPr>
      <w:r>
        <w:rPr>
          <w:noProof/>
          <w:color w:val="231F20"/>
          <w:lang w:val="nl-NL"/>
        </w:rPr>
        <w:lastRenderedPageBreak/>
        <w:drawing>
          <wp:anchor distT="0" distB="0" distL="114300" distR="114300" simplePos="0" relativeHeight="251660288" behindDoc="0" locked="0" layoutInCell="1" allowOverlap="1">
            <wp:simplePos x="0" y="0"/>
            <wp:positionH relativeFrom="column">
              <wp:posOffset>4774565</wp:posOffset>
            </wp:positionH>
            <wp:positionV relativeFrom="paragraph">
              <wp:posOffset>50800</wp:posOffset>
            </wp:positionV>
            <wp:extent cx="1372870" cy="1346200"/>
            <wp:effectExtent l="0" t="0" r="0"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372870" cy="1346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F5398">
        <w:pict>
          <v:line id="_x0000_s1149" style="position:absolute;left:0;text-align:left;z-index:251640320;mso-wrap-distance-left:0;mso-wrap-distance-right:0;mso-position-horizontal-relative:page;mso-position-vertical-relative:text" from="55.2pt,24.65pt" to="540.05pt,24.65pt" strokecolor="silver" strokeweight="4.5pt">
            <w10:wrap type="topAndBottom" anchorx="page"/>
          </v:line>
        </w:pict>
      </w:r>
      <w:hyperlink r:id="rId24" w:history="1">
        <w:r w:rsidR="003D508B" w:rsidRPr="00F53B89">
          <w:rPr>
            <w:rStyle w:val="Hyperlink"/>
            <w:lang w:val="nl-NL"/>
          </w:rPr>
          <w:t>Fenolproductie</w:t>
        </w:r>
      </w:hyperlink>
    </w:p>
    <w:p w:rsidR="00017E14" w:rsidRPr="00542D57" w:rsidRDefault="00017E14">
      <w:pPr>
        <w:pStyle w:val="Plattetekst"/>
        <w:spacing w:before="5"/>
        <w:ind w:left="0"/>
        <w:rPr>
          <w:b/>
          <w:sz w:val="17"/>
          <w:lang w:val="nl-NL"/>
        </w:rPr>
      </w:pPr>
    </w:p>
    <w:p w:rsidR="00017E14" w:rsidRPr="00542D57" w:rsidRDefault="003D508B">
      <w:pPr>
        <w:pStyle w:val="Plattetekst"/>
        <w:spacing w:before="92" w:line="261" w:lineRule="auto"/>
        <w:ind w:right="848"/>
        <w:rPr>
          <w:lang w:val="nl-NL"/>
        </w:rPr>
      </w:pPr>
      <w:r w:rsidRPr="00542D57">
        <w:rPr>
          <w:color w:val="231F20"/>
          <w:lang w:val="nl-NL"/>
        </w:rPr>
        <w:t>Fenol (</w:t>
      </w:r>
      <w:proofErr w:type="spellStart"/>
      <w:r w:rsidRPr="00542D57">
        <w:rPr>
          <w:color w:val="231F20"/>
          <w:lang w:val="nl-NL"/>
        </w:rPr>
        <w:t>benzenol</w:t>
      </w:r>
      <w:proofErr w:type="spellEnd"/>
      <w:r w:rsidRPr="00542D57">
        <w:rPr>
          <w:color w:val="231F20"/>
          <w:lang w:val="nl-NL"/>
        </w:rPr>
        <w:t>) is een belangrijke grondstof voor veel synthetische producten, waaronder geneesmiddelen en kunststoffen. Fenol wordt</w:t>
      </w:r>
    </w:p>
    <w:p w:rsidR="00017E14" w:rsidRPr="00542D57" w:rsidRDefault="003D508B">
      <w:pPr>
        <w:pStyle w:val="Plattetekst"/>
        <w:spacing w:line="261" w:lineRule="auto"/>
        <w:ind w:right="528"/>
        <w:rPr>
          <w:lang w:val="nl-NL"/>
        </w:rPr>
      </w:pPr>
      <w:r w:rsidRPr="00542D57">
        <w:rPr>
          <w:color w:val="231F20"/>
          <w:lang w:val="nl-NL"/>
        </w:rPr>
        <w:t xml:space="preserve">geproduceerd volgens het zogeheten </w:t>
      </w:r>
      <w:proofErr w:type="spellStart"/>
      <w:r w:rsidRPr="00542D57">
        <w:rPr>
          <w:color w:val="231F20"/>
          <w:lang w:val="nl-NL"/>
        </w:rPr>
        <w:t>cumeen</w:t>
      </w:r>
      <w:proofErr w:type="spellEnd"/>
      <w:r w:rsidRPr="00542D57">
        <w:rPr>
          <w:color w:val="231F20"/>
          <w:lang w:val="nl-NL"/>
        </w:rPr>
        <w:t xml:space="preserve">-proces. Een vereenvoudigd blokschema van dit proces staat op de uitwerkbijlage. Uit het blokschema kan de totaalvergelijking voor de vorming van fenol volgens het </w:t>
      </w:r>
      <w:proofErr w:type="spellStart"/>
      <w:r w:rsidRPr="00542D57">
        <w:rPr>
          <w:color w:val="231F20"/>
          <w:lang w:val="nl-NL"/>
        </w:rPr>
        <w:t>cumeen</w:t>
      </w:r>
      <w:proofErr w:type="spellEnd"/>
      <w:r w:rsidRPr="00542D57">
        <w:rPr>
          <w:color w:val="231F20"/>
          <w:lang w:val="nl-NL"/>
        </w:rPr>
        <w:t>- proces worden afgeleid.</w:t>
      </w:r>
    </w:p>
    <w:p w:rsidR="00017E14" w:rsidRPr="00542D57" w:rsidRDefault="00017E14">
      <w:pPr>
        <w:pStyle w:val="Plattetekst"/>
        <w:spacing w:before="8"/>
        <w:ind w:left="0"/>
        <w:rPr>
          <w:sz w:val="25"/>
          <w:lang w:val="nl-NL"/>
        </w:rPr>
      </w:pPr>
    </w:p>
    <w:p w:rsidR="00017E14" w:rsidRPr="00542D57" w:rsidRDefault="003D508B">
      <w:pPr>
        <w:pStyle w:val="Plattetekst"/>
        <w:tabs>
          <w:tab w:val="left" w:pos="582"/>
          <w:tab w:val="left" w:pos="1097"/>
        </w:tabs>
        <w:spacing w:line="261" w:lineRule="auto"/>
        <w:ind w:right="541" w:hanging="964"/>
        <w:rPr>
          <w:lang w:val="nl-NL"/>
        </w:rPr>
      </w:pPr>
      <w:r w:rsidRPr="00542D57">
        <w:rPr>
          <w:color w:val="231F20"/>
          <w:spacing w:val="2"/>
          <w:sz w:val="16"/>
          <w:lang w:val="nl-NL"/>
        </w:rPr>
        <w:t>2p</w:t>
      </w:r>
      <w:r w:rsidRPr="00542D57">
        <w:rPr>
          <w:color w:val="231F20"/>
          <w:spacing w:val="2"/>
          <w:sz w:val="16"/>
          <w:lang w:val="nl-NL"/>
        </w:rPr>
        <w:tab/>
      </w:r>
      <w:r w:rsidRPr="00542D57">
        <w:rPr>
          <w:b/>
          <w:color w:val="231F20"/>
          <w:spacing w:val="3"/>
          <w:sz w:val="20"/>
          <w:lang w:val="nl-NL"/>
        </w:rPr>
        <w:t>15</w:t>
      </w:r>
      <w:r w:rsidRPr="00542D57">
        <w:rPr>
          <w:b/>
          <w:color w:val="231F20"/>
          <w:spacing w:val="3"/>
          <w:sz w:val="20"/>
          <w:lang w:val="nl-NL"/>
        </w:rPr>
        <w:tab/>
      </w:r>
      <w:r w:rsidRPr="00542D57">
        <w:rPr>
          <w:color w:val="231F20"/>
          <w:spacing w:val="4"/>
          <w:lang w:val="nl-NL"/>
        </w:rPr>
        <w:t xml:space="preserve">Geef </w:t>
      </w:r>
      <w:r w:rsidRPr="00542D57">
        <w:rPr>
          <w:color w:val="231F20"/>
          <w:spacing w:val="2"/>
          <w:lang w:val="nl-NL"/>
        </w:rPr>
        <w:t xml:space="preserve">de </w:t>
      </w:r>
      <w:r w:rsidRPr="00542D57">
        <w:rPr>
          <w:color w:val="231F20"/>
          <w:spacing w:val="5"/>
          <w:lang w:val="nl-NL"/>
        </w:rPr>
        <w:t xml:space="preserve">totaalvergelijking </w:t>
      </w:r>
      <w:r w:rsidRPr="00542D57">
        <w:rPr>
          <w:color w:val="231F20"/>
          <w:spacing w:val="3"/>
          <w:lang w:val="nl-NL"/>
        </w:rPr>
        <w:t xml:space="preserve">voor </w:t>
      </w:r>
      <w:r w:rsidRPr="00542D57">
        <w:rPr>
          <w:color w:val="231F20"/>
          <w:spacing w:val="2"/>
          <w:lang w:val="nl-NL"/>
        </w:rPr>
        <w:t xml:space="preserve">de </w:t>
      </w:r>
      <w:r w:rsidRPr="00542D57">
        <w:rPr>
          <w:color w:val="231F20"/>
          <w:spacing w:val="4"/>
          <w:lang w:val="nl-NL"/>
        </w:rPr>
        <w:t xml:space="preserve">vorming </w:t>
      </w:r>
      <w:r w:rsidRPr="00542D57">
        <w:rPr>
          <w:color w:val="231F20"/>
          <w:spacing w:val="3"/>
          <w:lang w:val="nl-NL"/>
        </w:rPr>
        <w:t xml:space="preserve">van </w:t>
      </w:r>
      <w:r w:rsidRPr="00542D57">
        <w:rPr>
          <w:color w:val="231F20"/>
          <w:spacing w:val="4"/>
          <w:lang w:val="nl-NL"/>
        </w:rPr>
        <w:t xml:space="preserve">fenol volgens </w:t>
      </w:r>
      <w:r w:rsidRPr="00542D57">
        <w:rPr>
          <w:color w:val="231F20"/>
          <w:spacing w:val="3"/>
          <w:lang w:val="nl-NL"/>
        </w:rPr>
        <w:t xml:space="preserve">het </w:t>
      </w:r>
      <w:proofErr w:type="spellStart"/>
      <w:r w:rsidRPr="00542D57">
        <w:rPr>
          <w:color w:val="231F20"/>
          <w:spacing w:val="5"/>
          <w:lang w:val="nl-NL"/>
        </w:rPr>
        <w:t>cumeen</w:t>
      </w:r>
      <w:proofErr w:type="spellEnd"/>
      <w:r w:rsidRPr="00542D57">
        <w:rPr>
          <w:color w:val="231F20"/>
          <w:spacing w:val="5"/>
          <w:lang w:val="nl-NL"/>
        </w:rPr>
        <w:t xml:space="preserve">- </w:t>
      </w:r>
      <w:r w:rsidRPr="00542D57">
        <w:rPr>
          <w:color w:val="231F20"/>
          <w:spacing w:val="4"/>
          <w:lang w:val="nl-NL"/>
        </w:rPr>
        <w:t xml:space="preserve">proces. </w:t>
      </w:r>
      <w:r w:rsidRPr="00542D57">
        <w:rPr>
          <w:color w:val="231F20"/>
          <w:spacing w:val="5"/>
          <w:lang w:val="nl-NL"/>
        </w:rPr>
        <w:t xml:space="preserve">Gebruik </w:t>
      </w:r>
      <w:r w:rsidRPr="00542D57">
        <w:rPr>
          <w:color w:val="231F20"/>
          <w:spacing w:val="4"/>
          <w:lang w:val="nl-NL"/>
        </w:rPr>
        <w:t xml:space="preserve">structuurformules </w:t>
      </w:r>
      <w:r w:rsidRPr="00542D57">
        <w:rPr>
          <w:color w:val="231F20"/>
          <w:spacing w:val="3"/>
          <w:lang w:val="nl-NL"/>
        </w:rPr>
        <w:t xml:space="preserve">voor </w:t>
      </w:r>
      <w:r w:rsidRPr="00542D57">
        <w:rPr>
          <w:color w:val="231F20"/>
          <w:spacing w:val="2"/>
          <w:lang w:val="nl-NL"/>
        </w:rPr>
        <w:t>de</w:t>
      </w:r>
      <w:r w:rsidRPr="00542D57">
        <w:rPr>
          <w:color w:val="231F20"/>
          <w:spacing w:val="48"/>
          <w:lang w:val="nl-NL"/>
        </w:rPr>
        <w:t xml:space="preserve"> </w:t>
      </w:r>
      <w:r w:rsidRPr="00542D57">
        <w:rPr>
          <w:color w:val="231F20"/>
          <w:spacing w:val="5"/>
          <w:lang w:val="nl-NL"/>
        </w:rPr>
        <w:t>koolstofverbindingen.</w:t>
      </w:r>
    </w:p>
    <w:p w:rsidR="00017E14" w:rsidRPr="00542D57" w:rsidRDefault="00017E14">
      <w:pPr>
        <w:pStyle w:val="Plattetekst"/>
        <w:spacing w:before="11"/>
        <w:ind w:left="0"/>
        <w:rPr>
          <w:sz w:val="25"/>
          <w:lang w:val="nl-NL"/>
        </w:rPr>
      </w:pPr>
    </w:p>
    <w:p w:rsidR="00017E14" w:rsidRPr="00542D57" w:rsidRDefault="003D508B">
      <w:pPr>
        <w:pStyle w:val="Plattetekst"/>
        <w:spacing w:line="261" w:lineRule="auto"/>
        <w:ind w:right="564"/>
        <w:jc w:val="both"/>
        <w:rPr>
          <w:lang w:val="nl-NL"/>
        </w:rPr>
      </w:pPr>
      <w:r w:rsidRPr="00542D57">
        <w:rPr>
          <w:color w:val="231F20"/>
          <w:spacing w:val="3"/>
          <w:lang w:val="nl-NL"/>
        </w:rPr>
        <w:t xml:space="preserve">In </w:t>
      </w:r>
      <w:r w:rsidRPr="00542D57">
        <w:rPr>
          <w:color w:val="231F20"/>
          <w:spacing w:val="4"/>
          <w:lang w:val="nl-NL"/>
        </w:rPr>
        <w:t xml:space="preserve">reactor </w:t>
      </w:r>
      <w:r w:rsidRPr="00542D57">
        <w:rPr>
          <w:color w:val="231F20"/>
          <w:lang w:val="nl-NL"/>
        </w:rPr>
        <w:t xml:space="preserve">1 </w:t>
      </w:r>
      <w:r w:rsidRPr="00542D57">
        <w:rPr>
          <w:color w:val="231F20"/>
          <w:spacing w:val="3"/>
          <w:lang w:val="nl-NL"/>
        </w:rPr>
        <w:t xml:space="preserve">(R1) </w:t>
      </w:r>
      <w:r w:rsidRPr="00542D57">
        <w:rPr>
          <w:color w:val="231F20"/>
          <w:spacing w:val="4"/>
          <w:lang w:val="nl-NL"/>
        </w:rPr>
        <w:t xml:space="preserve">reageert propeen volledig </w:t>
      </w:r>
      <w:r w:rsidRPr="00542D57">
        <w:rPr>
          <w:color w:val="231F20"/>
          <w:spacing w:val="3"/>
          <w:lang w:val="nl-NL"/>
        </w:rPr>
        <w:t xml:space="preserve">met </w:t>
      </w:r>
      <w:r w:rsidRPr="00542D57">
        <w:rPr>
          <w:color w:val="231F20"/>
          <w:spacing w:val="4"/>
          <w:lang w:val="nl-NL"/>
        </w:rPr>
        <w:t xml:space="preserve">benzeen. Daarbij </w:t>
      </w:r>
      <w:r w:rsidRPr="00542D57">
        <w:rPr>
          <w:color w:val="231F20"/>
          <w:spacing w:val="5"/>
          <w:lang w:val="nl-NL"/>
        </w:rPr>
        <w:t xml:space="preserve">ontstaat </w:t>
      </w:r>
      <w:proofErr w:type="spellStart"/>
      <w:r w:rsidRPr="00542D57">
        <w:rPr>
          <w:color w:val="231F20"/>
          <w:spacing w:val="4"/>
          <w:lang w:val="nl-NL"/>
        </w:rPr>
        <w:t>cumeen</w:t>
      </w:r>
      <w:proofErr w:type="spellEnd"/>
      <w:r w:rsidRPr="00542D57">
        <w:rPr>
          <w:color w:val="231F20"/>
          <w:spacing w:val="4"/>
          <w:lang w:val="nl-NL"/>
        </w:rPr>
        <w:t xml:space="preserve">. </w:t>
      </w:r>
      <w:r w:rsidRPr="00542D57">
        <w:rPr>
          <w:color w:val="231F20"/>
          <w:spacing w:val="3"/>
          <w:lang w:val="nl-NL"/>
        </w:rPr>
        <w:t xml:space="preserve">In </w:t>
      </w:r>
      <w:r w:rsidRPr="00542D57">
        <w:rPr>
          <w:color w:val="231F20"/>
          <w:spacing w:val="2"/>
          <w:lang w:val="nl-NL"/>
        </w:rPr>
        <w:t xml:space="preserve">R2 </w:t>
      </w:r>
      <w:r w:rsidRPr="00542D57">
        <w:rPr>
          <w:color w:val="231F20"/>
          <w:spacing w:val="4"/>
          <w:lang w:val="nl-NL"/>
        </w:rPr>
        <w:t xml:space="preserve">reageert </w:t>
      </w:r>
      <w:r w:rsidRPr="00542D57">
        <w:rPr>
          <w:color w:val="231F20"/>
          <w:spacing w:val="3"/>
          <w:lang w:val="nl-NL"/>
        </w:rPr>
        <w:t xml:space="preserve">een deel van het </w:t>
      </w:r>
      <w:r w:rsidRPr="00542D57">
        <w:rPr>
          <w:color w:val="231F20"/>
          <w:spacing w:val="4"/>
          <w:lang w:val="nl-NL"/>
        </w:rPr>
        <w:t xml:space="preserve">gevormde </w:t>
      </w:r>
      <w:proofErr w:type="spellStart"/>
      <w:r w:rsidRPr="00542D57">
        <w:rPr>
          <w:color w:val="231F20"/>
          <w:spacing w:val="4"/>
          <w:lang w:val="nl-NL"/>
        </w:rPr>
        <w:t>cumeen</w:t>
      </w:r>
      <w:proofErr w:type="spellEnd"/>
      <w:r w:rsidRPr="00542D57">
        <w:rPr>
          <w:color w:val="231F20"/>
          <w:spacing w:val="4"/>
          <w:lang w:val="nl-NL"/>
        </w:rPr>
        <w:t xml:space="preserve"> </w:t>
      </w:r>
      <w:r w:rsidRPr="00542D57">
        <w:rPr>
          <w:color w:val="231F20"/>
          <w:spacing w:val="3"/>
          <w:lang w:val="nl-NL"/>
        </w:rPr>
        <w:t xml:space="preserve">met </w:t>
      </w:r>
      <w:r w:rsidRPr="00542D57">
        <w:rPr>
          <w:color w:val="231F20"/>
          <w:spacing w:val="5"/>
          <w:lang w:val="nl-NL"/>
        </w:rPr>
        <w:t xml:space="preserve">zuurstof </w:t>
      </w:r>
      <w:r w:rsidRPr="00542D57">
        <w:rPr>
          <w:color w:val="231F20"/>
          <w:spacing w:val="3"/>
          <w:lang w:val="nl-NL"/>
        </w:rPr>
        <w:t xml:space="preserve">tot </w:t>
      </w:r>
      <w:proofErr w:type="spellStart"/>
      <w:r w:rsidRPr="00542D57">
        <w:rPr>
          <w:color w:val="231F20"/>
          <w:spacing w:val="4"/>
          <w:lang w:val="nl-NL"/>
        </w:rPr>
        <w:t>cumeenhydroperoxide</w:t>
      </w:r>
      <w:proofErr w:type="spellEnd"/>
      <w:r w:rsidRPr="00542D57">
        <w:rPr>
          <w:color w:val="231F20"/>
          <w:spacing w:val="4"/>
          <w:lang w:val="nl-NL"/>
        </w:rPr>
        <w:t xml:space="preserve"> (CHP), zoals weergegeven </w:t>
      </w:r>
      <w:r w:rsidRPr="00542D57">
        <w:rPr>
          <w:color w:val="231F20"/>
          <w:spacing w:val="2"/>
          <w:lang w:val="nl-NL"/>
        </w:rPr>
        <w:t>in</w:t>
      </w:r>
      <w:r w:rsidRPr="00542D57">
        <w:rPr>
          <w:color w:val="231F20"/>
          <w:spacing w:val="66"/>
          <w:lang w:val="nl-NL"/>
        </w:rPr>
        <w:t xml:space="preserve"> </w:t>
      </w:r>
      <w:r w:rsidRPr="00542D57">
        <w:rPr>
          <w:color w:val="231F20"/>
          <w:spacing w:val="5"/>
          <w:lang w:val="nl-NL"/>
        </w:rPr>
        <w:t>onderstaande</w:t>
      </w:r>
    </w:p>
    <w:p w:rsidR="00017E14" w:rsidRPr="00542D57" w:rsidRDefault="003D508B">
      <w:pPr>
        <w:pStyle w:val="Plattetekst"/>
        <w:spacing w:line="274" w:lineRule="exact"/>
        <w:rPr>
          <w:lang w:val="nl-NL"/>
        </w:rPr>
      </w:pPr>
      <w:r w:rsidRPr="00542D57">
        <w:rPr>
          <w:color w:val="231F20"/>
          <w:lang w:val="nl-NL"/>
        </w:rPr>
        <w:t>reactievergelijking.</w:t>
      </w:r>
    </w:p>
    <w:p w:rsidR="00017E14" w:rsidRPr="00542D57" w:rsidRDefault="00017E14">
      <w:pPr>
        <w:spacing w:line="274" w:lineRule="exact"/>
        <w:rPr>
          <w:lang w:val="nl-NL"/>
        </w:rPr>
        <w:sectPr w:rsidR="00017E14" w:rsidRPr="00542D57">
          <w:pgSz w:w="11910" w:h="16840"/>
          <w:pgMar w:top="800" w:right="1000" w:bottom="1160" w:left="1000" w:header="0" w:footer="974" w:gutter="0"/>
          <w:cols w:space="708"/>
        </w:sectPr>
      </w:pPr>
    </w:p>
    <w:p w:rsidR="00017E14" w:rsidRPr="00542D57" w:rsidRDefault="00017E14">
      <w:pPr>
        <w:pStyle w:val="Plattetekst"/>
        <w:ind w:left="0"/>
        <w:rPr>
          <w:sz w:val="28"/>
          <w:lang w:val="nl-NL"/>
        </w:rPr>
      </w:pPr>
    </w:p>
    <w:p w:rsidR="00017E14" w:rsidRPr="00542D57" w:rsidRDefault="00017E14">
      <w:pPr>
        <w:pStyle w:val="Plattetekst"/>
        <w:spacing w:before="11"/>
        <w:ind w:left="0"/>
        <w:rPr>
          <w:sz w:val="26"/>
          <w:lang w:val="nl-NL"/>
        </w:rPr>
      </w:pPr>
    </w:p>
    <w:p w:rsidR="00017E14" w:rsidRPr="00542D57" w:rsidRDefault="003D508B">
      <w:pPr>
        <w:jc w:val="right"/>
        <w:rPr>
          <w:rFonts w:ascii="Times New Roman"/>
          <w:lang w:val="nl-NL"/>
        </w:rPr>
      </w:pPr>
      <w:r w:rsidRPr="00542D57">
        <w:rPr>
          <w:rFonts w:ascii="Times New Roman"/>
          <w:color w:val="231F20"/>
          <w:lang w:val="nl-NL"/>
        </w:rPr>
        <w:t>H</w:t>
      </w:r>
      <w:r w:rsidRPr="00542D57">
        <w:rPr>
          <w:rFonts w:ascii="Times New Roman"/>
          <w:color w:val="231F20"/>
          <w:position w:val="-5"/>
          <w:sz w:val="14"/>
          <w:lang w:val="nl-NL"/>
        </w:rPr>
        <w:t>3</w:t>
      </w:r>
      <w:r w:rsidRPr="00542D57">
        <w:rPr>
          <w:rFonts w:ascii="Times New Roman"/>
          <w:color w:val="231F20"/>
          <w:lang w:val="nl-NL"/>
        </w:rPr>
        <w:t>C</w:t>
      </w:r>
    </w:p>
    <w:p w:rsidR="00017E14" w:rsidRPr="00542D57" w:rsidRDefault="003D508B">
      <w:pPr>
        <w:pStyle w:val="Plattetekst"/>
        <w:ind w:left="0"/>
        <w:rPr>
          <w:rFonts w:ascii="Times New Roman"/>
          <w:sz w:val="28"/>
          <w:lang w:val="nl-NL"/>
        </w:rPr>
      </w:pPr>
      <w:r w:rsidRPr="00542D57">
        <w:rPr>
          <w:lang w:val="nl-NL"/>
        </w:rPr>
        <w:br w:type="column"/>
      </w:r>
    </w:p>
    <w:p w:rsidR="00017E14" w:rsidRPr="00542D57" w:rsidRDefault="00017E14">
      <w:pPr>
        <w:pStyle w:val="Plattetekst"/>
        <w:spacing w:before="9"/>
        <w:ind w:left="0"/>
        <w:rPr>
          <w:rFonts w:ascii="Times New Roman"/>
          <w:sz w:val="26"/>
          <w:lang w:val="nl-NL"/>
        </w:rPr>
      </w:pPr>
    </w:p>
    <w:p w:rsidR="00017E14" w:rsidRPr="00542D57" w:rsidRDefault="003D508B">
      <w:pPr>
        <w:ind w:left="174"/>
        <w:rPr>
          <w:rFonts w:ascii="Times New Roman"/>
          <w:sz w:val="14"/>
          <w:lang w:val="nl-NL"/>
        </w:rPr>
      </w:pPr>
      <w:r w:rsidRPr="00542D57">
        <w:rPr>
          <w:rFonts w:ascii="Times New Roman"/>
          <w:color w:val="231F20"/>
          <w:lang w:val="nl-NL"/>
        </w:rPr>
        <w:t xml:space="preserve">CH </w:t>
      </w:r>
      <w:proofErr w:type="spellStart"/>
      <w:r w:rsidRPr="00542D57">
        <w:rPr>
          <w:rFonts w:ascii="Times New Roman"/>
          <w:color w:val="231F20"/>
          <w:position w:val="1"/>
          <w:lang w:val="nl-NL"/>
        </w:rPr>
        <w:t>CH</w:t>
      </w:r>
      <w:proofErr w:type="spellEnd"/>
      <w:r w:rsidRPr="00542D57">
        <w:rPr>
          <w:rFonts w:ascii="Times New Roman"/>
          <w:color w:val="231F20"/>
          <w:position w:val="-4"/>
          <w:sz w:val="14"/>
          <w:lang w:val="nl-NL"/>
        </w:rPr>
        <w:t>3</w:t>
      </w:r>
    </w:p>
    <w:p w:rsidR="00017E14" w:rsidRPr="00542D57" w:rsidRDefault="00FF5398">
      <w:pPr>
        <w:spacing w:before="224"/>
        <w:jc w:val="right"/>
        <w:rPr>
          <w:rFonts w:ascii="Times New Roman"/>
          <w:sz w:val="14"/>
          <w:lang w:val="nl-NL"/>
        </w:rPr>
      </w:pPr>
      <w:r>
        <w:pict>
          <v:group id="_x0000_s1143" style="position:absolute;left:0;text-align:left;margin-left:125.85pt;margin-top:-1.75pt;width:27.8pt;height:35.45pt;z-index:251643392;mso-position-horizontal-relative:page" coordorigin="2517,-35" coordsize="556,709">
            <v:shape id="_x0000_s1148" style="position:absolute;left:2523;top:43;width:544;height:625" coordorigin="2523,43" coordsize="544,625" path="m2797,667l3067,510r,2l3067,198,2796,43,2524,202r,-1l2524,513r-1,-2l2797,667xe" filled="f" strokeweight=".21203mm">
              <v:path arrowok="t"/>
            </v:shape>
            <v:line id="_x0000_s1147" style="position:absolute" from="3017,242" to="2786,109" strokeweight=".21203mm"/>
            <v:line id="_x0000_s1146" style="position:absolute" from="2584,225" to="2584,492" strokeweight=".21203mm"/>
            <v:line id="_x0000_s1145" style="position:absolute" from="2785,608" to="3016,475" strokeweight=".21203mm"/>
            <v:rect id="_x0000_s1144" style="position:absolute;left:2779;top:-36;width:16;height:77" fillcolor="black" stroked="f"/>
            <w10:wrap anchorx="page"/>
          </v:group>
        </w:pict>
      </w:r>
      <w:r>
        <w:pict>
          <v:group id="_x0000_s1140" style="position:absolute;left:0;text-align:left;margin-left:128pt;margin-top:-8.55pt;width:3.95pt;height:.9pt;z-index:251644416;mso-position-horizontal-relative:page" coordorigin="2560,-171" coordsize="79,18">
            <v:rect id="_x0000_s1142" style="position:absolute;left:2560;top:-171;width:77;height:16" fillcolor="black" stroked="f"/>
            <v:rect id="_x0000_s1141" style="position:absolute;left:2560;top:-171;width:77;height:16" filled="f" strokeweight=".035mm"/>
            <w10:wrap anchorx="page"/>
          </v:group>
        </w:pict>
      </w:r>
      <w:r>
        <w:pict>
          <v:group id="_x0000_s1137" style="position:absolute;left:0;text-align:left;margin-left:152.4pt;margin-top:-8.55pt;width:3.95pt;height:.9pt;z-index:-251654656;mso-position-horizontal-relative:page" coordorigin="3048,-171" coordsize="79,18">
            <v:rect id="_x0000_s1139" style="position:absolute;left:3049;top:-171;width:77;height:16" fillcolor="black" stroked="f"/>
            <v:rect id="_x0000_s1138" style="position:absolute;left:3049;top:-171;width:77;height:16" filled="f" strokeweight=".035mm"/>
            <w10:wrap anchorx="page"/>
          </v:group>
        </w:pict>
      </w:r>
      <w:r>
        <w:pict>
          <v:group id="_x0000_s1134" style="position:absolute;left:0;text-align:left;margin-left:178.55pt;margin-top:14.4pt;width:7.1pt;height:7.1pt;z-index:251646464;mso-position-horizontal-relative:page" coordorigin="3571,288" coordsize="142,142">
            <v:line id="_x0000_s1136" style="position:absolute" from="3571,359" to="3713,359" strokeweight=".20003mm"/>
            <v:line id="_x0000_s1135" style="position:absolute" from="3642,430" to="3642,288" strokeweight=".20003mm"/>
            <w10:wrap anchorx="page"/>
          </v:group>
        </w:pict>
      </w:r>
      <w:r w:rsidR="003D508B" w:rsidRPr="00542D57">
        <w:rPr>
          <w:rFonts w:ascii="Times New Roman"/>
          <w:color w:val="231F20"/>
          <w:lang w:val="nl-NL"/>
        </w:rPr>
        <w:t>O</w:t>
      </w:r>
      <w:r w:rsidR="003D508B" w:rsidRPr="00542D57">
        <w:rPr>
          <w:rFonts w:ascii="Times New Roman"/>
          <w:color w:val="231F20"/>
          <w:position w:val="-5"/>
          <w:sz w:val="14"/>
          <w:lang w:val="nl-NL"/>
        </w:rPr>
        <w:t>2</w:t>
      </w:r>
    </w:p>
    <w:p w:rsidR="00017E14" w:rsidRPr="00542D57" w:rsidRDefault="003D508B">
      <w:pPr>
        <w:pStyle w:val="Plattetekst"/>
        <w:ind w:left="0"/>
        <w:rPr>
          <w:rFonts w:ascii="Times New Roman"/>
          <w:sz w:val="28"/>
          <w:lang w:val="nl-NL"/>
        </w:rPr>
      </w:pPr>
      <w:r w:rsidRPr="00542D57">
        <w:rPr>
          <w:lang w:val="nl-NL"/>
        </w:rPr>
        <w:br w:type="column"/>
      </w:r>
    </w:p>
    <w:p w:rsidR="00017E14" w:rsidRPr="00542D57" w:rsidRDefault="00017E14">
      <w:pPr>
        <w:pStyle w:val="Plattetekst"/>
        <w:spacing w:before="11"/>
        <w:ind w:left="0"/>
        <w:rPr>
          <w:rFonts w:ascii="Times New Roman"/>
          <w:sz w:val="26"/>
          <w:lang w:val="nl-NL"/>
        </w:rPr>
      </w:pPr>
    </w:p>
    <w:p w:rsidR="00017E14" w:rsidRPr="00542D57" w:rsidRDefault="003D508B">
      <w:pPr>
        <w:jc w:val="right"/>
        <w:rPr>
          <w:rFonts w:ascii="Times New Roman"/>
          <w:lang w:val="nl-NL"/>
        </w:rPr>
      </w:pPr>
      <w:r w:rsidRPr="00542D57">
        <w:rPr>
          <w:rFonts w:ascii="Times New Roman"/>
          <w:color w:val="231F20"/>
          <w:lang w:val="nl-NL"/>
        </w:rPr>
        <w:t>H</w:t>
      </w:r>
      <w:r w:rsidRPr="00542D57">
        <w:rPr>
          <w:rFonts w:ascii="Times New Roman"/>
          <w:color w:val="231F20"/>
          <w:position w:val="-5"/>
          <w:sz w:val="14"/>
          <w:lang w:val="nl-NL"/>
        </w:rPr>
        <w:t>3</w:t>
      </w:r>
      <w:r w:rsidRPr="00542D57">
        <w:rPr>
          <w:rFonts w:ascii="Times New Roman"/>
          <w:color w:val="231F20"/>
          <w:lang w:val="nl-NL"/>
        </w:rPr>
        <w:t>C</w:t>
      </w:r>
    </w:p>
    <w:p w:rsidR="00017E14" w:rsidRPr="00542D57" w:rsidRDefault="00017E14">
      <w:pPr>
        <w:pStyle w:val="Plattetekst"/>
        <w:spacing w:before="8" w:after="40"/>
        <w:ind w:left="0"/>
        <w:rPr>
          <w:rFonts w:ascii="Times New Roman"/>
          <w:sz w:val="25"/>
          <w:lang w:val="nl-NL"/>
        </w:rPr>
      </w:pPr>
    </w:p>
    <w:p w:rsidR="00017E14" w:rsidRDefault="00FF5398">
      <w:pPr>
        <w:pStyle w:val="Plattetekst"/>
        <w:spacing w:line="58" w:lineRule="exact"/>
        <w:ind w:left="134"/>
        <w:rPr>
          <w:rFonts w:ascii="Times New Roman"/>
          <w:sz w:val="5"/>
        </w:rPr>
      </w:pPr>
      <w:r>
        <w:rPr>
          <w:rFonts w:ascii="Times New Roman"/>
          <w:sz w:val="5"/>
        </w:rPr>
      </w:r>
      <w:r>
        <w:rPr>
          <w:rFonts w:ascii="Times New Roman"/>
          <w:sz w:val="5"/>
        </w:rPr>
        <w:pict>
          <v:group id="_x0000_s1131" style="width:29.95pt;height:2.95pt;mso-position-horizontal-relative:char;mso-position-vertical-relative:line" coordsize="599,59">
            <v:line id="_x0000_s1133" style="position:absolute" from="0,32" to="527,32" strokecolor="#1e1e1e" strokeweight=".6pt"/>
            <v:shape id="_x0000_s1132" style="position:absolute;left:500;width:98;height:59" coordorigin="501" coordsize="98,59" path="m502,r-1,1l518,29,501,58r1,1l549,40,598,29,549,19,502,xe" fillcolor="#1e1e1e" stroked="f">
              <v:path arrowok="t"/>
            </v:shape>
            <w10:anchorlock/>
          </v:group>
        </w:pict>
      </w:r>
    </w:p>
    <w:p w:rsidR="00017E14" w:rsidRDefault="003D508B">
      <w:pPr>
        <w:spacing w:before="115" w:line="216" w:lineRule="exact"/>
        <w:ind w:left="484"/>
        <w:rPr>
          <w:rFonts w:ascii="Times New Roman"/>
        </w:rPr>
      </w:pPr>
      <w:r>
        <w:br w:type="column"/>
      </w:r>
      <w:r>
        <w:rPr>
          <w:rFonts w:ascii="Times New Roman"/>
          <w:color w:val="231F20"/>
        </w:rPr>
        <w:t>O H</w:t>
      </w:r>
    </w:p>
    <w:p w:rsidR="00017E14" w:rsidRDefault="00FF5398">
      <w:pPr>
        <w:spacing w:line="216" w:lineRule="exact"/>
        <w:ind w:left="184"/>
        <w:rPr>
          <w:rFonts w:ascii="Times New Roman"/>
        </w:rPr>
      </w:pPr>
      <w:r>
        <w:pict>
          <v:group id="_x0000_s1128" style="position:absolute;left:0;text-align:left;margin-left:293pt;margin-top:-1.1pt;width:3.8pt;height:2.7pt;z-index:251645440;mso-position-horizontal-relative:page" coordorigin="5860,-22" coordsize="76,54">
            <v:shape id="_x0000_s1130" style="position:absolute;left:5860;top:-22;width:74;height:52" coordorigin="5861,-21" coordsize="74,52" path="m5927,-21r-66,38l5869,30r66,-38l5927,-21xe" fillcolor="black" stroked="f">
              <v:path arrowok="t"/>
            </v:shape>
            <v:shape id="_x0000_s1129" style="position:absolute;left:5860;top:-22;width:74;height:52" coordorigin="5861,-21" coordsize="74,52" path="m5935,-8r-8,-13l5861,17r8,13l5935,-8xe" filled="f" strokeweight=".035mm">
              <v:path arrowok="t"/>
            </v:shape>
            <w10:wrap anchorx="page"/>
          </v:group>
        </w:pict>
      </w:r>
      <w:r>
        <w:pict>
          <v:group id="_x0000_s1125" style="position:absolute;left:0;text-align:left;margin-left:309.35pt;margin-top:-4.85pt;width:3.95pt;height:.9pt;z-index:-251652608;mso-position-horizontal-relative:page" coordorigin="6187,-97" coordsize="79,18">
            <v:rect id="_x0000_s1127" style="position:absolute;left:6188;top:-97;width:77;height:16" fillcolor="black" stroked="f"/>
            <v:rect id="_x0000_s1126" style="position:absolute;left:6188;top:-97;width:77;height:16" filled="f" strokeweight=".035mm"/>
            <w10:wrap anchorx="page"/>
          </v:group>
        </w:pict>
      </w:r>
      <w:r w:rsidR="003D508B">
        <w:rPr>
          <w:rFonts w:ascii="Times New Roman"/>
          <w:color w:val="231F20"/>
        </w:rPr>
        <w:t>O</w:t>
      </w:r>
    </w:p>
    <w:p w:rsidR="00017E14" w:rsidRDefault="00FF5398">
      <w:pPr>
        <w:pStyle w:val="Plattetekst"/>
        <w:spacing w:line="76" w:lineRule="exact"/>
        <w:ind w:left="256"/>
        <w:rPr>
          <w:rFonts w:ascii="Times New Roman"/>
          <w:sz w:val="7"/>
        </w:rPr>
      </w:pPr>
      <w:r>
        <w:rPr>
          <w:rFonts w:ascii="Times New Roman"/>
          <w:position w:val="-1"/>
          <w:sz w:val="7"/>
        </w:rPr>
      </w:r>
      <w:r>
        <w:rPr>
          <w:rFonts w:ascii="Times New Roman"/>
          <w:position w:val="-1"/>
          <w:sz w:val="7"/>
        </w:rPr>
        <w:pict>
          <v:group id="_x0000_s1123" style="width:.8pt;height:3.85pt;mso-position-horizontal-relative:char;mso-position-vertical-relative:line" coordsize="16,77">
            <v:rect id="_x0000_s1124" style="position:absolute;width:16;height:77" fillcolor="black" stroked="f"/>
            <w10:anchorlock/>
          </v:group>
        </w:pict>
      </w:r>
    </w:p>
    <w:p w:rsidR="00017E14" w:rsidRPr="00542D57" w:rsidRDefault="00FF5398">
      <w:pPr>
        <w:tabs>
          <w:tab w:val="left" w:pos="536"/>
        </w:tabs>
        <w:spacing w:before="6"/>
        <w:ind w:left="174"/>
        <w:rPr>
          <w:rFonts w:ascii="Times New Roman"/>
          <w:sz w:val="14"/>
          <w:lang w:val="nl-NL"/>
        </w:rPr>
      </w:pPr>
      <w:r>
        <w:pict>
          <v:group id="_x0000_s1117" style="position:absolute;left:0;text-align:left;margin-left:273.85pt;margin-top:13.35pt;width:27.8pt;height:35.45pt;z-index:251647488;mso-position-horizontal-relative:page" coordorigin="5477,267" coordsize="556,709">
            <v:shape id="_x0000_s1122" style="position:absolute;left:5482;top:345;width:544;height:625" coordorigin="5483,345" coordsize="544,625" path="m5756,969l6027,812r-1,2l6026,500,5756,345,5484,503r,l5484,815r-1,-2l5756,969xe" filled="f" strokeweight=".21203mm">
              <v:path arrowok="t"/>
            </v:shape>
            <v:line id="_x0000_s1121" style="position:absolute" from="5976,544" to="5745,411" strokeweight=".21203mm"/>
            <v:line id="_x0000_s1120" style="position:absolute" from="5543,526" to="5543,793" strokeweight=".21203mm"/>
            <v:line id="_x0000_s1119" style="position:absolute" from="5744,910" to="5976,777" strokeweight=".21203mm"/>
            <v:rect id="_x0000_s1118" style="position:absolute;left:5739;top:266;width:16;height:77" fillcolor="black" stroked="f"/>
            <w10:wrap anchorx="page"/>
          </v:group>
        </w:pict>
      </w:r>
      <w:r>
        <w:pict>
          <v:group id="_x0000_s1114" style="position:absolute;left:0;text-align:left;margin-left:275.95pt;margin-top:6.5pt;width:3.95pt;height:.9pt;z-index:251648512;mso-position-horizontal-relative:page" coordorigin="5519,130" coordsize="79,18">
            <v:rect id="_x0000_s1116" style="position:absolute;left:5520;top:131;width:77;height:16" fillcolor="black" stroked="f"/>
            <v:rect id="_x0000_s1115" style="position:absolute;left:5520;top:131;width:77;height:16" filled="f" strokeweight=".035mm"/>
            <w10:wrap anchorx="page"/>
          </v:group>
        </w:pict>
      </w:r>
      <w:r>
        <w:pict>
          <v:group id="_x0000_s1111" style="position:absolute;left:0;text-align:left;margin-left:294.4pt;margin-top:6.5pt;width:3.95pt;height:.9pt;z-index:-251653632;mso-position-horizontal-relative:page" coordorigin="5888,130" coordsize="79,18">
            <v:rect id="_x0000_s1113" style="position:absolute;left:5888;top:131;width:77;height:16" fillcolor="black" stroked="f"/>
            <v:rect id="_x0000_s1112" style="position:absolute;left:5888;top:131;width:77;height:16" filled="f" strokeweight=".035mm"/>
            <w10:wrap anchorx="page"/>
          </v:group>
        </w:pict>
      </w:r>
      <w:r w:rsidR="003D508B" w:rsidRPr="00542D57">
        <w:rPr>
          <w:rFonts w:ascii="Times New Roman"/>
          <w:color w:val="231F20"/>
          <w:lang w:val="nl-NL"/>
        </w:rPr>
        <w:t>C</w:t>
      </w:r>
      <w:r w:rsidR="003D508B" w:rsidRPr="00542D57">
        <w:rPr>
          <w:rFonts w:ascii="Times New Roman"/>
          <w:color w:val="231F20"/>
          <w:lang w:val="nl-NL"/>
        </w:rPr>
        <w:tab/>
      </w:r>
      <w:r w:rsidR="003D508B" w:rsidRPr="00542D57">
        <w:rPr>
          <w:rFonts w:ascii="Times New Roman"/>
          <w:color w:val="231F20"/>
          <w:position w:val="1"/>
          <w:lang w:val="nl-NL"/>
        </w:rPr>
        <w:t>CH</w:t>
      </w:r>
      <w:r w:rsidR="003D508B" w:rsidRPr="00542D57">
        <w:rPr>
          <w:rFonts w:ascii="Times New Roman"/>
          <w:color w:val="231F20"/>
          <w:position w:val="-4"/>
          <w:sz w:val="14"/>
          <w:lang w:val="nl-NL"/>
        </w:rPr>
        <w:t>3</w:t>
      </w:r>
    </w:p>
    <w:p w:rsidR="00017E14" w:rsidRPr="00542D57" w:rsidRDefault="00017E14">
      <w:pPr>
        <w:rPr>
          <w:rFonts w:ascii="Times New Roman"/>
          <w:sz w:val="14"/>
          <w:lang w:val="nl-NL"/>
        </w:rPr>
        <w:sectPr w:rsidR="00017E14" w:rsidRPr="00542D57">
          <w:type w:val="continuous"/>
          <w:pgSz w:w="11910" w:h="16840"/>
          <w:pgMar w:top="1020" w:right="1000" w:bottom="280" w:left="1000" w:header="708" w:footer="708" w:gutter="0"/>
          <w:cols w:num="4" w:space="708" w:equalWidth="0">
            <w:col w:w="1484" w:space="40"/>
            <w:col w:w="1638" w:space="39"/>
            <w:col w:w="1242" w:space="40"/>
            <w:col w:w="5427"/>
          </w:cols>
        </w:sectPr>
      </w:pPr>
    </w:p>
    <w:p w:rsidR="00017E14" w:rsidRPr="00542D57" w:rsidRDefault="003D508B">
      <w:pPr>
        <w:tabs>
          <w:tab w:val="left" w:pos="4490"/>
        </w:tabs>
        <w:spacing w:before="181"/>
        <w:ind w:left="1479"/>
        <w:rPr>
          <w:rFonts w:ascii="Times New Roman"/>
          <w:sz w:val="20"/>
          <w:lang w:val="nl-NL"/>
        </w:rPr>
      </w:pPr>
      <w:proofErr w:type="spellStart"/>
      <w:r w:rsidRPr="00542D57">
        <w:rPr>
          <w:rFonts w:ascii="Times New Roman"/>
          <w:color w:val="231F20"/>
          <w:sz w:val="20"/>
          <w:lang w:val="nl-NL"/>
        </w:rPr>
        <w:t>cumeen</w:t>
      </w:r>
      <w:proofErr w:type="spellEnd"/>
      <w:r w:rsidRPr="00542D57">
        <w:rPr>
          <w:rFonts w:ascii="Times New Roman"/>
          <w:color w:val="231F20"/>
          <w:sz w:val="20"/>
          <w:lang w:val="nl-NL"/>
        </w:rPr>
        <w:tab/>
        <w:t>CHP</w:t>
      </w:r>
    </w:p>
    <w:p w:rsidR="00017E14" w:rsidRPr="00542D57" w:rsidRDefault="003D508B">
      <w:pPr>
        <w:pStyle w:val="Plattetekst"/>
        <w:spacing w:before="168" w:line="261" w:lineRule="auto"/>
        <w:ind w:right="848"/>
        <w:rPr>
          <w:lang w:val="nl-NL"/>
        </w:rPr>
      </w:pPr>
      <w:r w:rsidRPr="00542D57">
        <w:rPr>
          <w:color w:val="231F20"/>
          <w:spacing w:val="3"/>
          <w:lang w:val="nl-NL"/>
        </w:rPr>
        <w:t xml:space="preserve">In </w:t>
      </w:r>
      <w:r w:rsidRPr="00542D57">
        <w:rPr>
          <w:color w:val="231F20"/>
          <w:spacing w:val="5"/>
          <w:lang w:val="nl-NL"/>
        </w:rPr>
        <w:t xml:space="preserve">scheidingsruimte </w:t>
      </w:r>
      <w:r w:rsidRPr="00542D57">
        <w:rPr>
          <w:color w:val="231F20"/>
          <w:lang w:val="nl-NL"/>
        </w:rPr>
        <w:t xml:space="preserve">1 </w:t>
      </w:r>
      <w:r w:rsidRPr="00542D57">
        <w:rPr>
          <w:color w:val="231F20"/>
          <w:spacing w:val="4"/>
          <w:lang w:val="nl-NL"/>
        </w:rPr>
        <w:t xml:space="preserve">(S1) </w:t>
      </w:r>
      <w:r w:rsidRPr="00542D57">
        <w:rPr>
          <w:color w:val="231F20"/>
          <w:spacing w:val="3"/>
          <w:lang w:val="nl-NL"/>
        </w:rPr>
        <w:t xml:space="preserve">wordt een </w:t>
      </w:r>
      <w:r w:rsidRPr="00542D57">
        <w:rPr>
          <w:color w:val="231F20"/>
          <w:spacing w:val="4"/>
          <w:lang w:val="nl-NL"/>
        </w:rPr>
        <w:t xml:space="preserve">groot </w:t>
      </w:r>
      <w:r w:rsidRPr="00542D57">
        <w:rPr>
          <w:color w:val="231F20"/>
          <w:spacing w:val="3"/>
          <w:lang w:val="nl-NL"/>
        </w:rPr>
        <w:t xml:space="preserve">deel van het </w:t>
      </w:r>
      <w:r w:rsidRPr="00542D57">
        <w:rPr>
          <w:color w:val="231F20"/>
          <w:spacing w:val="5"/>
          <w:lang w:val="nl-NL"/>
        </w:rPr>
        <w:t xml:space="preserve">overgebleven </w:t>
      </w:r>
      <w:proofErr w:type="spellStart"/>
      <w:r w:rsidRPr="00542D57">
        <w:rPr>
          <w:color w:val="231F20"/>
          <w:spacing w:val="5"/>
          <w:lang w:val="nl-NL"/>
        </w:rPr>
        <w:t>cumeen</w:t>
      </w:r>
      <w:proofErr w:type="spellEnd"/>
      <w:r w:rsidRPr="00542D57">
        <w:rPr>
          <w:color w:val="231F20"/>
          <w:spacing w:val="5"/>
          <w:lang w:val="nl-NL"/>
        </w:rPr>
        <w:t xml:space="preserve"> </w:t>
      </w:r>
      <w:r w:rsidRPr="00542D57">
        <w:rPr>
          <w:color w:val="231F20"/>
          <w:spacing w:val="4"/>
          <w:lang w:val="nl-NL"/>
        </w:rPr>
        <w:t xml:space="preserve">afgescheiden. </w:t>
      </w:r>
      <w:r w:rsidRPr="00542D57">
        <w:rPr>
          <w:color w:val="231F20"/>
          <w:spacing w:val="3"/>
          <w:lang w:val="nl-NL"/>
        </w:rPr>
        <w:t xml:space="preserve">Het </w:t>
      </w:r>
      <w:r w:rsidRPr="00542D57">
        <w:rPr>
          <w:color w:val="231F20"/>
          <w:spacing w:val="4"/>
          <w:lang w:val="nl-NL"/>
        </w:rPr>
        <w:t xml:space="preserve">mengsel </w:t>
      </w:r>
      <w:r w:rsidRPr="00542D57">
        <w:rPr>
          <w:color w:val="231F20"/>
          <w:spacing w:val="3"/>
          <w:lang w:val="nl-NL"/>
        </w:rPr>
        <w:t xml:space="preserve">dat </w:t>
      </w:r>
      <w:r w:rsidRPr="00542D57">
        <w:rPr>
          <w:color w:val="231F20"/>
          <w:spacing w:val="4"/>
          <w:lang w:val="nl-NL"/>
        </w:rPr>
        <w:t>overblijft,</w:t>
      </w:r>
      <w:r w:rsidRPr="00542D57">
        <w:rPr>
          <w:color w:val="231F20"/>
          <w:spacing w:val="57"/>
          <w:lang w:val="nl-NL"/>
        </w:rPr>
        <w:t xml:space="preserve"> </w:t>
      </w:r>
      <w:r w:rsidRPr="00542D57">
        <w:rPr>
          <w:color w:val="231F20"/>
          <w:spacing w:val="5"/>
          <w:lang w:val="nl-NL"/>
        </w:rPr>
        <w:t>bevat</w:t>
      </w:r>
    </w:p>
    <w:p w:rsidR="00017E14" w:rsidRPr="00542D57" w:rsidRDefault="003D508B">
      <w:pPr>
        <w:pStyle w:val="Plattetekst"/>
        <w:spacing w:line="274" w:lineRule="exact"/>
        <w:rPr>
          <w:lang w:val="nl-NL"/>
        </w:rPr>
      </w:pPr>
      <w:r w:rsidRPr="00542D57">
        <w:rPr>
          <w:color w:val="231F20"/>
          <w:spacing w:val="3"/>
          <w:lang w:val="nl-NL"/>
        </w:rPr>
        <w:t xml:space="preserve">82,5 </w:t>
      </w:r>
      <w:r w:rsidRPr="00542D57">
        <w:rPr>
          <w:color w:val="231F20"/>
          <w:spacing w:val="4"/>
          <w:lang w:val="nl-NL"/>
        </w:rPr>
        <w:t xml:space="preserve">massa% </w:t>
      </w:r>
      <w:r w:rsidRPr="00542D57">
        <w:rPr>
          <w:color w:val="231F20"/>
          <w:spacing w:val="3"/>
          <w:lang w:val="nl-NL"/>
        </w:rPr>
        <w:t xml:space="preserve">CHP </w:t>
      </w:r>
      <w:r w:rsidRPr="00542D57">
        <w:rPr>
          <w:color w:val="231F20"/>
          <w:spacing w:val="2"/>
          <w:lang w:val="nl-NL"/>
        </w:rPr>
        <w:t xml:space="preserve">en </w:t>
      </w:r>
      <w:r w:rsidRPr="00542D57">
        <w:rPr>
          <w:color w:val="231F20"/>
          <w:spacing w:val="3"/>
          <w:lang w:val="nl-NL"/>
        </w:rPr>
        <w:t xml:space="preserve">17,5 </w:t>
      </w:r>
      <w:r w:rsidRPr="00542D57">
        <w:rPr>
          <w:color w:val="231F20"/>
          <w:spacing w:val="4"/>
          <w:lang w:val="nl-NL"/>
        </w:rPr>
        <w:t>massa%</w:t>
      </w:r>
      <w:r w:rsidRPr="00542D57">
        <w:rPr>
          <w:color w:val="231F20"/>
          <w:spacing w:val="58"/>
          <w:lang w:val="nl-NL"/>
        </w:rPr>
        <w:t xml:space="preserve"> </w:t>
      </w:r>
      <w:proofErr w:type="spellStart"/>
      <w:r w:rsidRPr="00542D57">
        <w:rPr>
          <w:color w:val="231F20"/>
          <w:spacing w:val="5"/>
          <w:lang w:val="nl-NL"/>
        </w:rPr>
        <w:t>cumeen</w:t>
      </w:r>
      <w:proofErr w:type="spellEnd"/>
      <w:r w:rsidRPr="00542D57">
        <w:rPr>
          <w:color w:val="231F20"/>
          <w:spacing w:val="5"/>
          <w:lang w:val="nl-NL"/>
        </w:rPr>
        <w:t>.</w:t>
      </w:r>
    </w:p>
    <w:p w:rsidR="00017E14" w:rsidRPr="00542D57" w:rsidRDefault="003D508B">
      <w:pPr>
        <w:pStyle w:val="Plattetekst"/>
        <w:spacing w:before="24"/>
        <w:rPr>
          <w:lang w:val="nl-NL"/>
        </w:rPr>
      </w:pPr>
      <w:r w:rsidRPr="00542D57">
        <w:rPr>
          <w:color w:val="231F20"/>
          <w:lang w:val="nl-NL"/>
        </w:rPr>
        <w:t xml:space="preserve">In R3 wordt CHP grotendeels omgezet tot fenol en </w:t>
      </w:r>
      <w:proofErr w:type="spellStart"/>
      <w:r w:rsidRPr="00542D57">
        <w:rPr>
          <w:color w:val="231F20"/>
          <w:lang w:val="nl-NL"/>
        </w:rPr>
        <w:t>propanon</w:t>
      </w:r>
      <w:proofErr w:type="spellEnd"/>
      <w:r w:rsidRPr="00542D57">
        <w:rPr>
          <w:color w:val="231F20"/>
          <w:lang w:val="nl-NL"/>
        </w:rPr>
        <w:t>. Fenol en</w:t>
      </w:r>
    </w:p>
    <w:p w:rsidR="00017E14" w:rsidRPr="00542D57" w:rsidRDefault="003D508B">
      <w:pPr>
        <w:pStyle w:val="Plattetekst"/>
        <w:spacing w:before="24" w:line="261" w:lineRule="auto"/>
        <w:rPr>
          <w:lang w:val="nl-NL"/>
        </w:rPr>
      </w:pPr>
      <w:proofErr w:type="spellStart"/>
      <w:r w:rsidRPr="00542D57">
        <w:rPr>
          <w:color w:val="231F20"/>
          <w:spacing w:val="4"/>
          <w:lang w:val="nl-NL"/>
        </w:rPr>
        <w:t>propanon</w:t>
      </w:r>
      <w:proofErr w:type="spellEnd"/>
      <w:r w:rsidRPr="00542D57">
        <w:rPr>
          <w:color w:val="231F20"/>
          <w:spacing w:val="4"/>
          <w:lang w:val="nl-NL"/>
        </w:rPr>
        <w:t xml:space="preserve"> ontstaan </w:t>
      </w:r>
      <w:r w:rsidRPr="00542D57">
        <w:rPr>
          <w:color w:val="231F20"/>
          <w:spacing w:val="2"/>
          <w:lang w:val="nl-NL"/>
        </w:rPr>
        <w:t xml:space="preserve">in de </w:t>
      </w:r>
      <w:proofErr w:type="spellStart"/>
      <w:r w:rsidRPr="00542D57">
        <w:rPr>
          <w:color w:val="231F20"/>
          <w:spacing w:val="4"/>
          <w:lang w:val="nl-NL"/>
        </w:rPr>
        <w:t>molverhouding</w:t>
      </w:r>
      <w:proofErr w:type="spellEnd"/>
      <w:r w:rsidRPr="00542D57">
        <w:rPr>
          <w:color w:val="231F20"/>
          <w:spacing w:val="4"/>
          <w:lang w:val="nl-NL"/>
        </w:rPr>
        <w:t xml:space="preserve"> </w:t>
      </w:r>
      <w:r w:rsidRPr="00542D57">
        <w:rPr>
          <w:color w:val="231F20"/>
          <w:lang w:val="nl-NL"/>
        </w:rPr>
        <w:t xml:space="preserve">1 : </w:t>
      </w:r>
      <w:r w:rsidRPr="00542D57">
        <w:rPr>
          <w:color w:val="231F20"/>
          <w:spacing w:val="2"/>
          <w:lang w:val="nl-NL"/>
        </w:rPr>
        <w:t xml:space="preserve">1. </w:t>
      </w:r>
      <w:r w:rsidRPr="00542D57">
        <w:rPr>
          <w:color w:val="231F20"/>
          <w:spacing w:val="4"/>
          <w:lang w:val="nl-NL"/>
        </w:rPr>
        <w:t xml:space="preserve">Hierbij wordt zwavelzuur </w:t>
      </w:r>
      <w:r w:rsidRPr="00542D57">
        <w:rPr>
          <w:color w:val="231F20"/>
          <w:spacing w:val="5"/>
          <w:lang w:val="nl-NL"/>
        </w:rPr>
        <w:t>als katalysator</w:t>
      </w:r>
      <w:r w:rsidRPr="00542D57">
        <w:rPr>
          <w:color w:val="231F20"/>
          <w:spacing w:val="13"/>
          <w:lang w:val="nl-NL"/>
        </w:rPr>
        <w:t xml:space="preserve"> </w:t>
      </w:r>
      <w:r w:rsidRPr="00542D57">
        <w:rPr>
          <w:color w:val="231F20"/>
          <w:spacing w:val="4"/>
          <w:lang w:val="nl-NL"/>
        </w:rPr>
        <w:t>gebruikt.</w:t>
      </w:r>
      <w:r w:rsidRPr="00542D57">
        <w:rPr>
          <w:color w:val="231F20"/>
          <w:spacing w:val="12"/>
          <w:lang w:val="nl-NL"/>
        </w:rPr>
        <w:t xml:space="preserve"> </w:t>
      </w:r>
      <w:r w:rsidRPr="00542D57">
        <w:rPr>
          <w:color w:val="231F20"/>
          <w:spacing w:val="4"/>
          <w:lang w:val="nl-NL"/>
        </w:rPr>
        <w:t>Omdat</w:t>
      </w:r>
      <w:r w:rsidRPr="00542D57">
        <w:rPr>
          <w:color w:val="231F20"/>
          <w:spacing w:val="13"/>
          <w:lang w:val="nl-NL"/>
        </w:rPr>
        <w:t xml:space="preserve"> </w:t>
      </w:r>
      <w:r w:rsidRPr="00542D57">
        <w:rPr>
          <w:color w:val="231F20"/>
          <w:spacing w:val="2"/>
          <w:lang w:val="nl-NL"/>
        </w:rPr>
        <w:t>de</w:t>
      </w:r>
      <w:r w:rsidRPr="00542D57">
        <w:rPr>
          <w:color w:val="231F20"/>
          <w:spacing w:val="12"/>
          <w:lang w:val="nl-NL"/>
        </w:rPr>
        <w:t xml:space="preserve"> </w:t>
      </w:r>
      <w:r w:rsidRPr="00542D57">
        <w:rPr>
          <w:color w:val="231F20"/>
          <w:spacing w:val="5"/>
          <w:lang w:val="nl-NL"/>
        </w:rPr>
        <w:t>reactie</w:t>
      </w:r>
      <w:r w:rsidRPr="00542D57">
        <w:rPr>
          <w:color w:val="231F20"/>
          <w:spacing w:val="13"/>
          <w:lang w:val="nl-NL"/>
        </w:rPr>
        <w:t xml:space="preserve"> </w:t>
      </w:r>
      <w:r w:rsidRPr="00542D57">
        <w:rPr>
          <w:color w:val="231F20"/>
          <w:spacing w:val="2"/>
          <w:lang w:val="nl-NL"/>
        </w:rPr>
        <w:t>in</w:t>
      </w:r>
      <w:r w:rsidRPr="00542D57">
        <w:rPr>
          <w:color w:val="231F20"/>
          <w:spacing w:val="13"/>
          <w:lang w:val="nl-NL"/>
        </w:rPr>
        <w:t xml:space="preserve"> </w:t>
      </w:r>
      <w:r w:rsidRPr="00542D57">
        <w:rPr>
          <w:color w:val="231F20"/>
          <w:spacing w:val="2"/>
          <w:lang w:val="nl-NL"/>
        </w:rPr>
        <w:t>R3</w:t>
      </w:r>
      <w:r w:rsidRPr="00542D57">
        <w:rPr>
          <w:color w:val="231F20"/>
          <w:spacing w:val="13"/>
          <w:lang w:val="nl-NL"/>
        </w:rPr>
        <w:t xml:space="preserve"> </w:t>
      </w:r>
      <w:r w:rsidRPr="00542D57">
        <w:rPr>
          <w:color w:val="231F20"/>
          <w:spacing w:val="4"/>
          <w:lang w:val="nl-NL"/>
        </w:rPr>
        <w:t>zeer</w:t>
      </w:r>
      <w:r w:rsidRPr="00542D57">
        <w:rPr>
          <w:color w:val="231F20"/>
          <w:spacing w:val="13"/>
          <w:lang w:val="nl-NL"/>
        </w:rPr>
        <w:t xml:space="preserve"> </w:t>
      </w:r>
      <w:r w:rsidRPr="00542D57">
        <w:rPr>
          <w:color w:val="231F20"/>
          <w:spacing w:val="4"/>
          <w:lang w:val="nl-NL"/>
        </w:rPr>
        <w:t>exotherm</w:t>
      </w:r>
      <w:r w:rsidRPr="00542D57">
        <w:rPr>
          <w:color w:val="231F20"/>
          <w:spacing w:val="13"/>
          <w:lang w:val="nl-NL"/>
        </w:rPr>
        <w:t xml:space="preserve"> </w:t>
      </w:r>
      <w:r w:rsidRPr="00542D57">
        <w:rPr>
          <w:color w:val="231F20"/>
          <w:spacing w:val="3"/>
          <w:lang w:val="nl-NL"/>
        </w:rPr>
        <w:t>is,</w:t>
      </w:r>
      <w:r w:rsidRPr="00542D57">
        <w:rPr>
          <w:color w:val="231F20"/>
          <w:spacing w:val="14"/>
          <w:lang w:val="nl-NL"/>
        </w:rPr>
        <w:t xml:space="preserve"> </w:t>
      </w:r>
      <w:r w:rsidRPr="00542D57">
        <w:rPr>
          <w:color w:val="231F20"/>
          <w:spacing w:val="2"/>
          <w:lang w:val="nl-NL"/>
        </w:rPr>
        <w:t>is</w:t>
      </w:r>
      <w:r w:rsidRPr="00542D57">
        <w:rPr>
          <w:color w:val="231F20"/>
          <w:spacing w:val="13"/>
          <w:lang w:val="nl-NL"/>
        </w:rPr>
        <w:t xml:space="preserve"> </w:t>
      </w:r>
      <w:r w:rsidRPr="00542D57">
        <w:rPr>
          <w:color w:val="231F20"/>
          <w:spacing w:val="5"/>
          <w:lang w:val="nl-NL"/>
        </w:rPr>
        <w:t>het</w:t>
      </w:r>
    </w:p>
    <w:p w:rsidR="00017E14" w:rsidRPr="00542D57" w:rsidRDefault="003D508B">
      <w:pPr>
        <w:pStyle w:val="Plattetekst"/>
        <w:spacing w:line="274" w:lineRule="exact"/>
        <w:rPr>
          <w:lang w:val="nl-NL"/>
        </w:rPr>
      </w:pPr>
      <w:r w:rsidRPr="00542D57">
        <w:rPr>
          <w:color w:val="231F20"/>
          <w:spacing w:val="4"/>
          <w:lang w:val="nl-NL"/>
        </w:rPr>
        <w:t>belangrijk</w:t>
      </w:r>
      <w:r w:rsidRPr="00542D57">
        <w:rPr>
          <w:color w:val="231F20"/>
          <w:spacing w:val="14"/>
          <w:lang w:val="nl-NL"/>
        </w:rPr>
        <w:t xml:space="preserve"> </w:t>
      </w:r>
      <w:r w:rsidRPr="00542D57">
        <w:rPr>
          <w:color w:val="231F20"/>
          <w:spacing w:val="2"/>
          <w:lang w:val="nl-NL"/>
        </w:rPr>
        <w:t>om</w:t>
      </w:r>
      <w:r w:rsidRPr="00542D57">
        <w:rPr>
          <w:color w:val="231F20"/>
          <w:spacing w:val="15"/>
          <w:lang w:val="nl-NL"/>
        </w:rPr>
        <w:t xml:space="preserve"> </w:t>
      </w:r>
      <w:r w:rsidRPr="00542D57">
        <w:rPr>
          <w:color w:val="231F20"/>
          <w:spacing w:val="2"/>
          <w:lang w:val="nl-NL"/>
        </w:rPr>
        <w:t>de</w:t>
      </w:r>
      <w:r w:rsidRPr="00542D57">
        <w:rPr>
          <w:color w:val="231F20"/>
          <w:spacing w:val="15"/>
          <w:lang w:val="nl-NL"/>
        </w:rPr>
        <w:t xml:space="preserve"> </w:t>
      </w:r>
      <w:r w:rsidRPr="00542D57">
        <w:rPr>
          <w:color w:val="231F20"/>
          <w:spacing w:val="5"/>
          <w:lang w:val="nl-NL"/>
        </w:rPr>
        <w:t>temperatuur</w:t>
      </w:r>
      <w:r w:rsidRPr="00542D57">
        <w:rPr>
          <w:color w:val="231F20"/>
          <w:spacing w:val="14"/>
          <w:lang w:val="nl-NL"/>
        </w:rPr>
        <w:t xml:space="preserve"> </w:t>
      </w:r>
      <w:r w:rsidRPr="00542D57">
        <w:rPr>
          <w:color w:val="231F20"/>
          <w:spacing w:val="2"/>
          <w:lang w:val="nl-NL"/>
        </w:rPr>
        <w:t>in</w:t>
      </w:r>
      <w:r w:rsidRPr="00542D57">
        <w:rPr>
          <w:color w:val="231F20"/>
          <w:spacing w:val="15"/>
          <w:lang w:val="nl-NL"/>
        </w:rPr>
        <w:t xml:space="preserve"> </w:t>
      </w:r>
      <w:r w:rsidRPr="00542D57">
        <w:rPr>
          <w:color w:val="231F20"/>
          <w:spacing w:val="3"/>
          <w:lang w:val="nl-NL"/>
        </w:rPr>
        <w:t>deze</w:t>
      </w:r>
      <w:r w:rsidRPr="00542D57">
        <w:rPr>
          <w:color w:val="231F20"/>
          <w:spacing w:val="15"/>
          <w:lang w:val="nl-NL"/>
        </w:rPr>
        <w:t xml:space="preserve"> </w:t>
      </w:r>
      <w:r w:rsidRPr="00542D57">
        <w:rPr>
          <w:color w:val="231F20"/>
          <w:spacing w:val="4"/>
          <w:lang w:val="nl-NL"/>
        </w:rPr>
        <w:t>reactor</w:t>
      </w:r>
      <w:r w:rsidRPr="00542D57">
        <w:rPr>
          <w:color w:val="231F20"/>
          <w:spacing w:val="14"/>
          <w:lang w:val="nl-NL"/>
        </w:rPr>
        <w:t xml:space="preserve"> </w:t>
      </w:r>
      <w:r w:rsidRPr="00542D57">
        <w:rPr>
          <w:color w:val="231F20"/>
          <w:spacing w:val="4"/>
          <w:lang w:val="nl-NL"/>
        </w:rPr>
        <w:t>nauwkeurig</w:t>
      </w:r>
      <w:r w:rsidRPr="00542D57">
        <w:rPr>
          <w:color w:val="231F20"/>
          <w:spacing w:val="15"/>
          <w:lang w:val="nl-NL"/>
        </w:rPr>
        <w:t xml:space="preserve"> </w:t>
      </w:r>
      <w:r w:rsidRPr="00542D57">
        <w:rPr>
          <w:color w:val="231F20"/>
          <w:spacing w:val="2"/>
          <w:lang w:val="nl-NL"/>
        </w:rPr>
        <w:t>te</w:t>
      </w:r>
      <w:r w:rsidRPr="00542D57">
        <w:rPr>
          <w:color w:val="231F20"/>
          <w:spacing w:val="15"/>
          <w:lang w:val="nl-NL"/>
        </w:rPr>
        <w:t xml:space="preserve"> </w:t>
      </w:r>
      <w:r w:rsidRPr="00542D57">
        <w:rPr>
          <w:color w:val="231F20"/>
          <w:spacing w:val="5"/>
          <w:lang w:val="nl-NL"/>
        </w:rPr>
        <w:t>regelen.</w:t>
      </w:r>
    </w:p>
    <w:p w:rsidR="00017E14" w:rsidRPr="00542D57" w:rsidRDefault="003D508B">
      <w:pPr>
        <w:pStyle w:val="Plattetekst"/>
        <w:spacing w:before="24"/>
        <w:rPr>
          <w:lang w:val="nl-NL"/>
        </w:rPr>
      </w:pPr>
      <w:r w:rsidRPr="00542D57">
        <w:rPr>
          <w:color w:val="231F20"/>
          <w:lang w:val="nl-NL"/>
        </w:rPr>
        <w:t>Als de temperatuur te hoog oploopt, leidt dat namelijk tot</w:t>
      </w:r>
    </w:p>
    <w:p w:rsidR="00017E14" w:rsidRPr="00542D57" w:rsidRDefault="003D508B">
      <w:pPr>
        <w:pStyle w:val="Plattetekst"/>
        <w:spacing w:before="24"/>
        <w:rPr>
          <w:lang w:val="nl-NL"/>
        </w:rPr>
      </w:pPr>
      <w:r w:rsidRPr="00542D57">
        <w:rPr>
          <w:color w:val="231F20"/>
          <w:lang w:val="nl-NL"/>
        </w:rPr>
        <w:t>veiligheidsrisico’s. Tevens ontstaan dan ongewenste nevenproducten.</w:t>
      </w:r>
    </w:p>
    <w:p w:rsidR="00017E14" w:rsidRPr="00542D57" w:rsidRDefault="00017E14">
      <w:pPr>
        <w:pStyle w:val="Plattetekst"/>
        <w:spacing w:before="2"/>
        <w:ind w:left="0"/>
        <w:rPr>
          <w:sz w:val="28"/>
          <w:lang w:val="nl-NL"/>
        </w:rPr>
      </w:pPr>
    </w:p>
    <w:p w:rsidR="00017E14" w:rsidRPr="00542D57" w:rsidRDefault="003D508B">
      <w:pPr>
        <w:pStyle w:val="Plattetekst"/>
        <w:tabs>
          <w:tab w:val="left" w:pos="582"/>
          <w:tab w:val="left" w:pos="1097"/>
        </w:tabs>
        <w:spacing w:line="261" w:lineRule="auto"/>
        <w:ind w:right="658" w:hanging="964"/>
        <w:rPr>
          <w:lang w:val="nl-NL"/>
        </w:rPr>
      </w:pPr>
      <w:r w:rsidRPr="00542D57">
        <w:rPr>
          <w:color w:val="231F20"/>
          <w:spacing w:val="2"/>
          <w:sz w:val="16"/>
          <w:lang w:val="nl-NL"/>
        </w:rPr>
        <w:t>1p</w:t>
      </w:r>
      <w:r w:rsidRPr="00542D57">
        <w:rPr>
          <w:color w:val="231F20"/>
          <w:spacing w:val="2"/>
          <w:sz w:val="16"/>
          <w:lang w:val="nl-NL"/>
        </w:rPr>
        <w:tab/>
      </w:r>
      <w:r w:rsidRPr="00542D57">
        <w:rPr>
          <w:b/>
          <w:color w:val="231F20"/>
          <w:spacing w:val="3"/>
          <w:sz w:val="20"/>
          <w:lang w:val="nl-NL"/>
        </w:rPr>
        <w:t>16</w:t>
      </w:r>
      <w:r w:rsidRPr="00542D57">
        <w:rPr>
          <w:b/>
          <w:color w:val="231F20"/>
          <w:spacing w:val="3"/>
          <w:sz w:val="20"/>
          <w:lang w:val="nl-NL"/>
        </w:rPr>
        <w:tab/>
      </w:r>
      <w:r w:rsidRPr="00542D57">
        <w:rPr>
          <w:color w:val="231F20"/>
          <w:spacing w:val="3"/>
          <w:lang w:val="nl-NL"/>
        </w:rPr>
        <w:t xml:space="preserve">Geef een </w:t>
      </w:r>
      <w:r w:rsidRPr="00542D57">
        <w:rPr>
          <w:color w:val="231F20"/>
          <w:spacing w:val="4"/>
          <w:lang w:val="nl-NL"/>
        </w:rPr>
        <w:t xml:space="preserve">mogelijke verklaring waarom </w:t>
      </w:r>
      <w:r w:rsidRPr="00542D57">
        <w:rPr>
          <w:color w:val="231F20"/>
          <w:spacing w:val="2"/>
          <w:lang w:val="nl-NL"/>
        </w:rPr>
        <w:t xml:space="preserve">de </w:t>
      </w:r>
      <w:r w:rsidRPr="00542D57">
        <w:rPr>
          <w:color w:val="231F20"/>
          <w:spacing w:val="4"/>
          <w:lang w:val="nl-NL"/>
        </w:rPr>
        <w:t xml:space="preserve">vorming </w:t>
      </w:r>
      <w:r w:rsidRPr="00542D57">
        <w:rPr>
          <w:color w:val="231F20"/>
          <w:spacing w:val="3"/>
          <w:lang w:val="nl-NL"/>
        </w:rPr>
        <w:t xml:space="preserve">van </w:t>
      </w:r>
      <w:r w:rsidRPr="00542D57">
        <w:rPr>
          <w:color w:val="231F20"/>
          <w:spacing w:val="4"/>
          <w:lang w:val="nl-NL"/>
        </w:rPr>
        <w:t xml:space="preserve">nevenproducten </w:t>
      </w:r>
      <w:r w:rsidRPr="00542D57">
        <w:rPr>
          <w:color w:val="231F20"/>
          <w:spacing w:val="5"/>
          <w:lang w:val="nl-NL"/>
        </w:rPr>
        <w:t xml:space="preserve">in </w:t>
      </w:r>
      <w:r w:rsidRPr="00542D57">
        <w:rPr>
          <w:color w:val="231F20"/>
          <w:spacing w:val="2"/>
          <w:lang w:val="nl-NL"/>
        </w:rPr>
        <w:t xml:space="preserve">R3 </w:t>
      </w:r>
      <w:r w:rsidRPr="00542D57">
        <w:rPr>
          <w:color w:val="231F20"/>
          <w:spacing w:val="4"/>
          <w:lang w:val="nl-NL"/>
        </w:rPr>
        <w:t xml:space="preserve">alleen optreedt </w:t>
      </w:r>
      <w:r w:rsidRPr="00542D57">
        <w:rPr>
          <w:color w:val="231F20"/>
          <w:spacing w:val="3"/>
          <w:lang w:val="nl-NL"/>
        </w:rPr>
        <w:t>bij een hoge</w:t>
      </w:r>
      <w:r w:rsidRPr="00542D57">
        <w:rPr>
          <w:color w:val="231F20"/>
          <w:spacing w:val="57"/>
          <w:lang w:val="nl-NL"/>
        </w:rPr>
        <w:t xml:space="preserve"> </w:t>
      </w:r>
      <w:r w:rsidRPr="00542D57">
        <w:rPr>
          <w:color w:val="231F20"/>
          <w:spacing w:val="5"/>
          <w:lang w:val="nl-NL"/>
        </w:rPr>
        <w:t>temperatuur.</w:t>
      </w:r>
    </w:p>
    <w:p w:rsidR="00017E14" w:rsidRPr="00542D57" w:rsidRDefault="00017E14">
      <w:pPr>
        <w:pStyle w:val="Plattetekst"/>
        <w:spacing w:before="11"/>
        <w:ind w:left="0"/>
        <w:rPr>
          <w:sz w:val="25"/>
          <w:lang w:val="nl-NL"/>
        </w:rPr>
      </w:pPr>
    </w:p>
    <w:p w:rsidR="00017E14" w:rsidRPr="00542D57" w:rsidRDefault="003D508B">
      <w:pPr>
        <w:pStyle w:val="Plattetekst"/>
        <w:spacing w:line="261" w:lineRule="auto"/>
        <w:ind w:right="848"/>
        <w:rPr>
          <w:lang w:val="nl-NL"/>
        </w:rPr>
      </w:pPr>
      <w:r w:rsidRPr="00542D57">
        <w:rPr>
          <w:color w:val="231F20"/>
          <w:lang w:val="nl-NL"/>
        </w:rPr>
        <w:t xml:space="preserve">Reactor 3 is een buisreactor. Door het grote oppervlak van de buis kan R3 goed worden gekoeld. Voordat het mengsel afkomstig uit S1 in R3 wordt gepompt, wordt nog extra </w:t>
      </w:r>
      <w:proofErr w:type="spellStart"/>
      <w:r w:rsidRPr="00542D57">
        <w:rPr>
          <w:color w:val="231F20"/>
          <w:lang w:val="nl-NL"/>
        </w:rPr>
        <w:t>propanon</w:t>
      </w:r>
      <w:proofErr w:type="spellEnd"/>
      <w:r w:rsidRPr="00542D57">
        <w:rPr>
          <w:color w:val="231F20"/>
          <w:lang w:val="nl-NL"/>
        </w:rPr>
        <w:t xml:space="preserve"> toegevoegd.</w:t>
      </w:r>
    </w:p>
    <w:p w:rsidR="00017E14" w:rsidRPr="00542D57" w:rsidRDefault="003D508B">
      <w:pPr>
        <w:pStyle w:val="Plattetekst"/>
        <w:spacing w:line="261" w:lineRule="auto"/>
        <w:ind w:right="848"/>
        <w:rPr>
          <w:lang w:val="nl-NL"/>
        </w:rPr>
      </w:pPr>
      <w:r w:rsidRPr="00542D57">
        <w:rPr>
          <w:color w:val="231F20"/>
          <w:lang w:val="nl-NL"/>
        </w:rPr>
        <w:t xml:space="preserve">Het toevoegen van </w:t>
      </w:r>
      <w:proofErr w:type="spellStart"/>
      <w:r w:rsidRPr="00542D57">
        <w:rPr>
          <w:color w:val="231F20"/>
          <w:lang w:val="nl-NL"/>
        </w:rPr>
        <w:t>propanon</w:t>
      </w:r>
      <w:proofErr w:type="spellEnd"/>
      <w:r w:rsidRPr="00542D57">
        <w:rPr>
          <w:color w:val="231F20"/>
          <w:lang w:val="nl-NL"/>
        </w:rPr>
        <w:t xml:space="preserve"> aan de instroom in R3 draagt bij aan een veilig proces in R3.</w:t>
      </w:r>
    </w:p>
    <w:p w:rsidR="00017E14" w:rsidRPr="00542D57" w:rsidRDefault="00017E14">
      <w:pPr>
        <w:pStyle w:val="Plattetekst"/>
        <w:spacing w:before="8"/>
        <w:ind w:left="0"/>
        <w:rPr>
          <w:sz w:val="25"/>
          <w:lang w:val="nl-NL"/>
        </w:rPr>
      </w:pPr>
    </w:p>
    <w:p w:rsidR="00017E14" w:rsidRPr="00542D57" w:rsidRDefault="003D508B">
      <w:pPr>
        <w:pStyle w:val="Plattetekst"/>
        <w:tabs>
          <w:tab w:val="left" w:pos="582"/>
          <w:tab w:val="left" w:pos="1097"/>
        </w:tabs>
        <w:spacing w:line="261" w:lineRule="auto"/>
        <w:ind w:right="541" w:hanging="964"/>
        <w:rPr>
          <w:lang w:val="nl-NL"/>
        </w:rPr>
      </w:pPr>
      <w:r w:rsidRPr="00542D57">
        <w:rPr>
          <w:color w:val="231F20"/>
          <w:spacing w:val="2"/>
          <w:sz w:val="16"/>
          <w:lang w:val="nl-NL"/>
        </w:rPr>
        <w:t>2p</w:t>
      </w:r>
      <w:r w:rsidRPr="00542D57">
        <w:rPr>
          <w:color w:val="231F20"/>
          <w:spacing w:val="2"/>
          <w:sz w:val="16"/>
          <w:lang w:val="nl-NL"/>
        </w:rPr>
        <w:tab/>
      </w:r>
      <w:r w:rsidRPr="00542D57">
        <w:rPr>
          <w:b/>
          <w:color w:val="231F20"/>
          <w:spacing w:val="3"/>
          <w:sz w:val="20"/>
          <w:lang w:val="nl-NL"/>
        </w:rPr>
        <w:t>17</w:t>
      </w:r>
      <w:r w:rsidRPr="00542D57">
        <w:rPr>
          <w:b/>
          <w:color w:val="231F20"/>
          <w:spacing w:val="3"/>
          <w:sz w:val="20"/>
          <w:lang w:val="nl-NL"/>
        </w:rPr>
        <w:tab/>
      </w:r>
      <w:r w:rsidRPr="00542D57">
        <w:rPr>
          <w:color w:val="231F20"/>
          <w:spacing w:val="4"/>
          <w:lang w:val="nl-NL"/>
        </w:rPr>
        <w:t xml:space="preserve">Geef twee redenen waarom </w:t>
      </w:r>
      <w:r w:rsidRPr="00542D57">
        <w:rPr>
          <w:color w:val="231F20"/>
          <w:spacing w:val="3"/>
          <w:lang w:val="nl-NL"/>
        </w:rPr>
        <w:t xml:space="preserve">het </w:t>
      </w:r>
      <w:r w:rsidRPr="00542D57">
        <w:rPr>
          <w:color w:val="231F20"/>
          <w:spacing w:val="5"/>
          <w:lang w:val="nl-NL"/>
        </w:rPr>
        <w:t xml:space="preserve">toevoegen </w:t>
      </w:r>
      <w:r w:rsidRPr="00542D57">
        <w:rPr>
          <w:color w:val="231F20"/>
          <w:spacing w:val="3"/>
          <w:lang w:val="nl-NL"/>
        </w:rPr>
        <w:t xml:space="preserve">van </w:t>
      </w:r>
      <w:proofErr w:type="spellStart"/>
      <w:r w:rsidRPr="00542D57">
        <w:rPr>
          <w:color w:val="231F20"/>
          <w:spacing w:val="4"/>
          <w:lang w:val="nl-NL"/>
        </w:rPr>
        <w:t>propanon</w:t>
      </w:r>
      <w:proofErr w:type="spellEnd"/>
      <w:r w:rsidRPr="00542D57">
        <w:rPr>
          <w:color w:val="231F20"/>
          <w:spacing w:val="4"/>
          <w:lang w:val="nl-NL"/>
        </w:rPr>
        <w:t xml:space="preserve"> </w:t>
      </w:r>
      <w:r w:rsidRPr="00542D57">
        <w:rPr>
          <w:color w:val="231F20"/>
          <w:spacing w:val="3"/>
          <w:lang w:val="nl-NL"/>
        </w:rPr>
        <w:t xml:space="preserve">aan </w:t>
      </w:r>
      <w:r w:rsidRPr="00542D57">
        <w:rPr>
          <w:color w:val="231F20"/>
          <w:spacing w:val="2"/>
          <w:lang w:val="nl-NL"/>
        </w:rPr>
        <w:t xml:space="preserve">de </w:t>
      </w:r>
      <w:r w:rsidRPr="00542D57">
        <w:rPr>
          <w:color w:val="231F20"/>
          <w:spacing w:val="5"/>
          <w:lang w:val="nl-NL"/>
        </w:rPr>
        <w:t xml:space="preserve">instroom </w:t>
      </w:r>
      <w:r w:rsidRPr="00542D57">
        <w:rPr>
          <w:color w:val="231F20"/>
          <w:spacing w:val="2"/>
          <w:lang w:val="nl-NL"/>
        </w:rPr>
        <w:t xml:space="preserve">in R3 </w:t>
      </w:r>
      <w:r w:rsidRPr="00542D57">
        <w:rPr>
          <w:color w:val="231F20"/>
          <w:spacing w:val="4"/>
          <w:lang w:val="nl-NL"/>
        </w:rPr>
        <w:t xml:space="preserve">bijdraagt </w:t>
      </w:r>
      <w:r w:rsidRPr="00542D57">
        <w:rPr>
          <w:color w:val="231F20"/>
          <w:spacing w:val="3"/>
          <w:lang w:val="nl-NL"/>
        </w:rPr>
        <w:t xml:space="preserve">aan een </w:t>
      </w:r>
      <w:r w:rsidRPr="00542D57">
        <w:rPr>
          <w:color w:val="231F20"/>
          <w:spacing w:val="4"/>
          <w:lang w:val="nl-NL"/>
        </w:rPr>
        <w:t xml:space="preserve">veilig proces </w:t>
      </w:r>
      <w:r w:rsidRPr="00542D57">
        <w:rPr>
          <w:color w:val="231F20"/>
          <w:spacing w:val="2"/>
          <w:lang w:val="nl-NL"/>
        </w:rPr>
        <w:t>in</w:t>
      </w:r>
      <w:r w:rsidRPr="00542D57">
        <w:rPr>
          <w:color w:val="231F20"/>
          <w:spacing w:val="7"/>
          <w:lang w:val="nl-NL"/>
        </w:rPr>
        <w:t xml:space="preserve"> </w:t>
      </w:r>
      <w:r w:rsidRPr="00542D57">
        <w:rPr>
          <w:color w:val="231F20"/>
          <w:spacing w:val="5"/>
          <w:lang w:val="nl-NL"/>
        </w:rPr>
        <w:t>R3.</w:t>
      </w:r>
    </w:p>
    <w:p w:rsidR="00017E14" w:rsidRPr="00542D57" w:rsidRDefault="00017E14">
      <w:pPr>
        <w:spacing w:line="261" w:lineRule="auto"/>
        <w:rPr>
          <w:lang w:val="nl-NL"/>
        </w:rPr>
        <w:sectPr w:rsidR="00017E14" w:rsidRPr="00542D57">
          <w:type w:val="continuous"/>
          <w:pgSz w:w="11910" w:h="16840"/>
          <w:pgMar w:top="1020" w:right="1000" w:bottom="280" w:left="1000" w:header="708" w:footer="708" w:gutter="0"/>
          <w:cols w:space="708"/>
        </w:sectPr>
      </w:pPr>
    </w:p>
    <w:p w:rsidR="00017E14" w:rsidRPr="00542D57" w:rsidRDefault="003D508B">
      <w:pPr>
        <w:pStyle w:val="Plattetekst"/>
        <w:spacing w:before="69" w:line="261" w:lineRule="auto"/>
        <w:ind w:right="848"/>
        <w:rPr>
          <w:lang w:val="nl-NL"/>
        </w:rPr>
      </w:pPr>
      <w:r w:rsidRPr="00542D57">
        <w:rPr>
          <w:color w:val="231F20"/>
          <w:spacing w:val="3"/>
          <w:lang w:val="nl-NL"/>
        </w:rPr>
        <w:lastRenderedPageBreak/>
        <w:t xml:space="preserve">Aan </w:t>
      </w:r>
      <w:r w:rsidRPr="00542D57">
        <w:rPr>
          <w:color w:val="231F20"/>
          <w:spacing w:val="2"/>
          <w:lang w:val="nl-NL"/>
        </w:rPr>
        <w:t xml:space="preserve">de </w:t>
      </w:r>
      <w:r w:rsidRPr="00542D57">
        <w:rPr>
          <w:color w:val="231F20"/>
          <w:spacing w:val="4"/>
          <w:lang w:val="nl-NL"/>
        </w:rPr>
        <w:t xml:space="preserve">instroom </w:t>
      </w:r>
      <w:r w:rsidRPr="00542D57">
        <w:rPr>
          <w:color w:val="231F20"/>
          <w:spacing w:val="2"/>
          <w:lang w:val="nl-NL"/>
        </w:rPr>
        <w:t xml:space="preserve">in </w:t>
      </w:r>
      <w:r w:rsidRPr="00542D57">
        <w:rPr>
          <w:color w:val="231F20"/>
          <w:lang w:val="nl-NL"/>
        </w:rPr>
        <w:t xml:space="preserve">R3 </w:t>
      </w:r>
      <w:r w:rsidRPr="00542D57">
        <w:rPr>
          <w:color w:val="231F20"/>
          <w:spacing w:val="4"/>
          <w:lang w:val="nl-NL"/>
        </w:rPr>
        <w:t xml:space="preserve">wordt extra </w:t>
      </w:r>
      <w:proofErr w:type="spellStart"/>
      <w:r w:rsidRPr="00542D57">
        <w:rPr>
          <w:color w:val="231F20"/>
          <w:spacing w:val="4"/>
          <w:lang w:val="nl-NL"/>
        </w:rPr>
        <w:t>propanon</w:t>
      </w:r>
      <w:proofErr w:type="spellEnd"/>
      <w:r w:rsidRPr="00542D57">
        <w:rPr>
          <w:color w:val="231F20"/>
          <w:spacing w:val="4"/>
          <w:lang w:val="nl-NL"/>
        </w:rPr>
        <w:t xml:space="preserve"> </w:t>
      </w:r>
      <w:r w:rsidRPr="00542D57">
        <w:rPr>
          <w:color w:val="231F20"/>
          <w:spacing w:val="5"/>
          <w:lang w:val="nl-NL"/>
        </w:rPr>
        <w:t xml:space="preserve">toegevoegd, </w:t>
      </w:r>
      <w:r w:rsidRPr="00542D57">
        <w:rPr>
          <w:color w:val="231F20"/>
          <w:spacing w:val="4"/>
          <w:lang w:val="nl-NL"/>
        </w:rPr>
        <w:t xml:space="preserve">zodat </w:t>
      </w:r>
      <w:r w:rsidRPr="00542D57">
        <w:rPr>
          <w:color w:val="231F20"/>
          <w:spacing w:val="2"/>
          <w:lang w:val="nl-NL"/>
        </w:rPr>
        <w:t xml:space="preserve">in </w:t>
      </w:r>
      <w:r w:rsidRPr="00542D57">
        <w:rPr>
          <w:color w:val="231F20"/>
          <w:spacing w:val="5"/>
          <w:lang w:val="nl-NL"/>
        </w:rPr>
        <w:t xml:space="preserve">de </w:t>
      </w:r>
      <w:r w:rsidRPr="00542D57">
        <w:rPr>
          <w:color w:val="231F20"/>
          <w:spacing w:val="4"/>
          <w:lang w:val="nl-NL"/>
        </w:rPr>
        <w:t xml:space="preserve">uitstroom </w:t>
      </w:r>
      <w:r w:rsidRPr="00542D57">
        <w:rPr>
          <w:color w:val="231F20"/>
          <w:spacing w:val="3"/>
          <w:lang w:val="nl-NL"/>
        </w:rPr>
        <w:t xml:space="preserve">van </w:t>
      </w:r>
      <w:r w:rsidRPr="00542D57">
        <w:rPr>
          <w:color w:val="231F20"/>
          <w:spacing w:val="2"/>
          <w:lang w:val="nl-NL"/>
        </w:rPr>
        <w:t xml:space="preserve">R3 de </w:t>
      </w:r>
      <w:proofErr w:type="spellStart"/>
      <w:r w:rsidRPr="00542D57">
        <w:rPr>
          <w:color w:val="231F20"/>
          <w:spacing w:val="4"/>
          <w:lang w:val="nl-NL"/>
        </w:rPr>
        <w:t>molverhouding</w:t>
      </w:r>
      <w:proofErr w:type="spellEnd"/>
      <w:r w:rsidRPr="00542D57">
        <w:rPr>
          <w:color w:val="231F20"/>
          <w:spacing w:val="4"/>
          <w:lang w:val="nl-NL"/>
        </w:rPr>
        <w:t xml:space="preserve"> fenol </w:t>
      </w:r>
      <w:r w:rsidRPr="00542D57">
        <w:rPr>
          <w:color w:val="231F20"/>
          <w:lang w:val="nl-NL"/>
        </w:rPr>
        <w:t xml:space="preserve">: </w:t>
      </w:r>
      <w:proofErr w:type="spellStart"/>
      <w:r w:rsidRPr="00542D57">
        <w:rPr>
          <w:color w:val="231F20"/>
          <w:spacing w:val="4"/>
          <w:lang w:val="nl-NL"/>
        </w:rPr>
        <w:t>propanon</w:t>
      </w:r>
      <w:proofErr w:type="spellEnd"/>
      <w:r w:rsidRPr="00542D57">
        <w:rPr>
          <w:color w:val="231F20"/>
          <w:spacing w:val="4"/>
          <w:lang w:val="nl-NL"/>
        </w:rPr>
        <w:t xml:space="preserve"> gelijk </w:t>
      </w:r>
      <w:r w:rsidRPr="00542D57">
        <w:rPr>
          <w:color w:val="231F20"/>
          <w:spacing w:val="2"/>
          <w:lang w:val="nl-NL"/>
        </w:rPr>
        <w:t>is</w:t>
      </w:r>
      <w:r w:rsidRPr="00542D57">
        <w:rPr>
          <w:color w:val="231F20"/>
          <w:spacing w:val="62"/>
          <w:lang w:val="nl-NL"/>
        </w:rPr>
        <w:t xml:space="preserve"> </w:t>
      </w:r>
      <w:r w:rsidRPr="00542D57">
        <w:rPr>
          <w:color w:val="231F20"/>
          <w:spacing w:val="3"/>
          <w:lang w:val="nl-NL"/>
        </w:rPr>
        <w:t>aan</w:t>
      </w:r>
    </w:p>
    <w:p w:rsidR="00017E14" w:rsidRPr="00542D57" w:rsidRDefault="003D508B">
      <w:pPr>
        <w:pStyle w:val="Plattetekst"/>
        <w:spacing w:line="261" w:lineRule="auto"/>
        <w:ind w:right="848"/>
        <w:rPr>
          <w:lang w:val="nl-NL"/>
        </w:rPr>
      </w:pPr>
      <w:r w:rsidRPr="00542D57">
        <w:rPr>
          <w:color w:val="231F20"/>
          <w:lang w:val="nl-NL"/>
        </w:rPr>
        <w:t xml:space="preserve">1,00 : 1,50. De molaire massa van </w:t>
      </w:r>
      <w:proofErr w:type="spellStart"/>
      <w:r w:rsidRPr="00542D57">
        <w:rPr>
          <w:color w:val="231F20"/>
          <w:lang w:val="nl-NL"/>
        </w:rPr>
        <w:t>propanon</w:t>
      </w:r>
      <w:proofErr w:type="spellEnd"/>
      <w:r w:rsidRPr="00542D57">
        <w:rPr>
          <w:color w:val="231F20"/>
          <w:lang w:val="nl-NL"/>
        </w:rPr>
        <w:t xml:space="preserve"> is 58,1 g mol</w:t>
      </w:r>
      <w:r w:rsidRPr="00542D57">
        <w:rPr>
          <w:color w:val="231F20"/>
          <w:vertAlign w:val="superscript"/>
          <w:lang w:val="nl-NL"/>
        </w:rPr>
        <w:t>–1</w:t>
      </w:r>
      <w:r w:rsidRPr="00542D57">
        <w:rPr>
          <w:color w:val="231F20"/>
          <w:lang w:val="nl-NL"/>
        </w:rPr>
        <w:t xml:space="preserve"> en die van CHP is 152 g mol</w:t>
      </w:r>
      <w:r w:rsidRPr="00542D57">
        <w:rPr>
          <w:color w:val="231F20"/>
          <w:vertAlign w:val="superscript"/>
          <w:lang w:val="nl-NL"/>
        </w:rPr>
        <w:t>–1</w:t>
      </w:r>
      <w:r w:rsidRPr="00542D57">
        <w:rPr>
          <w:color w:val="231F20"/>
          <w:lang w:val="nl-NL"/>
        </w:rPr>
        <w:t>.</w:t>
      </w:r>
    </w:p>
    <w:p w:rsidR="00017E14" w:rsidRPr="00542D57" w:rsidRDefault="003D508B">
      <w:pPr>
        <w:pStyle w:val="Plattetekst"/>
        <w:tabs>
          <w:tab w:val="left" w:pos="582"/>
          <w:tab w:val="left" w:pos="1097"/>
        </w:tabs>
        <w:spacing w:before="177" w:line="261" w:lineRule="auto"/>
        <w:ind w:right="658" w:hanging="964"/>
        <w:rPr>
          <w:lang w:val="nl-NL"/>
        </w:rPr>
      </w:pPr>
      <w:r w:rsidRPr="00542D57">
        <w:rPr>
          <w:color w:val="231F20"/>
          <w:spacing w:val="2"/>
          <w:sz w:val="16"/>
          <w:lang w:val="nl-NL"/>
        </w:rPr>
        <w:t>3p</w:t>
      </w:r>
      <w:r w:rsidRPr="00542D57">
        <w:rPr>
          <w:color w:val="231F20"/>
          <w:spacing w:val="2"/>
          <w:sz w:val="16"/>
          <w:lang w:val="nl-NL"/>
        </w:rPr>
        <w:tab/>
      </w:r>
      <w:r w:rsidRPr="00542D57">
        <w:rPr>
          <w:b/>
          <w:color w:val="231F20"/>
          <w:spacing w:val="3"/>
          <w:sz w:val="20"/>
          <w:lang w:val="nl-NL"/>
        </w:rPr>
        <w:t>18</w:t>
      </w:r>
      <w:r w:rsidRPr="00542D57">
        <w:rPr>
          <w:b/>
          <w:color w:val="231F20"/>
          <w:spacing w:val="3"/>
          <w:sz w:val="20"/>
          <w:lang w:val="nl-NL"/>
        </w:rPr>
        <w:tab/>
      </w:r>
      <w:r w:rsidRPr="00542D57">
        <w:rPr>
          <w:color w:val="231F20"/>
          <w:spacing w:val="4"/>
          <w:lang w:val="nl-NL"/>
        </w:rPr>
        <w:t xml:space="preserve">Bereken hoeveel ton </w:t>
      </w:r>
      <w:proofErr w:type="spellStart"/>
      <w:r w:rsidRPr="00542D57">
        <w:rPr>
          <w:color w:val="231F20"/>
          <w:spacing w:val="4"/>
          <w:lang w:val="nl-NL"/>
        </w:rPr>
        <w:t>propanon</w:t>
      </w:r>
      <w:proofErr w:type="spellEnd"/>
      <w:r w:rsidRPr="00542D57">
        <w:rPr>
          <w:color w:val="231F20"/>
          <w:spacing w:val="4"/>
          <w:lang w:val="nl-NL"/>
        </w:rPr>
        <w:t xml:space="preserve"> </w:t>
      </w:r>
      <w:r w:rsidRPr="00542D57">
        <w:rPr>
          <w:color w:val="231F20"/>
          <w:spacing w:val="2"/>
          <w:lang w:val="nl-NL"/>
        </w:rPr>
        <w:t xml:space="preserve">er </w:t>
      </w:r>
      <w:r w:rsidRPr="00542D57">
        <w:rPr>
          <w:color w:val="231F20"/>
          <w:spacing w:val="3"/>
          <w:lang w:val="nl-NL"/>
        </w:rPr>
        <w:t xml:space="preserve">aan 1,0 </w:t>
      </w:r>
      <w:r w:rsidRPr="00542D57">
        <w:rPr>
          <w:color w:val="231F20"/>
          <w:spacing w:val="4"/>
          <w:lang w:val="nl-NL"/>
        </w:rPr>
        <w:t xml:space="preserve">ton </w:t>
      </w:r>
      <w:r w:rsidRPr="00542D57">
        <w:rPr>
          <w:color w:val="231F20"/>
          <w:spacing w:val="3"/>
          <w:lang w:val="nl-NL"/>
        </w:rPr>
        <w:t xml:space="preserve">van </w:t>
      </w:r>
      <w:r w:rsidRPr="00542D57">
        <w:rPr>
          <w:color w:val="231F20"/>
          <w:spacing w:val="2"/>
          <w:lang w:val="nl-NL"/>
        </w:rPr>
        <w:t xml:space="preserve">de </w:t>
      </w:r>
      <w:r w:rsidRPr="00542D57">
        <w:rPr>
          <w:color w:val="231F20"/>
          <w:spacing w:val="4"/>
          <w:lang w:val="nl-NL"/>
        </w:rPr>
        <w:t xml:space="preserve">instroom </w:t>
      </w:r>
      <w:r w:rsidRPr="00542D57">
        <w:rPr>
          <w:color w:val="231F20"/>
          <w:lang w:val="nl-NL"/>
        </w:rPr>
        <w:t xml:space="preserve">in </w:t>
      </w:r>
      <w:r w:rsidRPr="00542D57">
        <w:rPr>
          <w:color w:val="231F20"/>
          <w:spacing w:val="2"/>
          <w:lang w:val="nl-NL"/>
        </w:rPr>
        <w:t xml:space="preserve">R3 </w:t>
      </w:r>
      <w:r w:rsidRPr="00542D57">
        <w:rPr>
          <w:color w:val="231F20"/>
          <w:spacing w:val="5"/>
          <w:lang w:val="nl-NL"/>
        </w:rPr>
        <w:t xml:space="preserve">moet </w:t>
      </w:r>
      <w:r w:rsidRPr="00542D57">
        <w:rPr>
          <w:color w:val="231F20"/>
          <w:spacing w:val="4"/>
          <w:lang w:val="nl-NL"/>
        </w:rPr>
        <w:t xml:space="preserve">worden toegevoegd </w:t>
      </w:r>
      <w:r w:rsidRPr="00542D57">
        <w:rPr>
          <w:color w:val="231F20"/>
          <w:spacing w:val="2"/>
          <w:lang w:val="nl-NL"/>
        </w:rPr>
        <w:t xml:space="preserve">om de </w:t>
      </w:r>
      <w:r w:rsidRPr="00542D57">
        <w:rPr>
          <w:color w:val="231F20"/>
          <w:spacing w:val="4"/>
          <w:lang w:val="nl-NL"/>
        </w:rPr>
        <w:t xml:space="preserve">juiste </w:t>
      </w:r>
      <w:proofErr w:type="spellStart"/>
      <w:r w:rsidRPr="00542D57">
        <w:rPr>
          <w:color w:val="231F20"/>
          <w:spacing w:val="4"/>
          <w:lang w:val="nl-NL"/>
        </w:rPr>
        <w:t>molverhouding</w:t>
      </w:r>
      <w:proofErr w:type="spellEnd"/>
      <w:r w:rsidRPr="00542D57">
        <w:rPr>
          <w:color w:val="231F20"/>
          <w:spacing w:val="4"/>
          <w:lang w:val="nl-NL"/>
        </w:rPr>
        <w:t xml:space="preserve"> fenol </w:t>
      </w:r>
      <w:r w:rsidRPr="00542D57">
        <w:rPr>
          <w:color w:val="231F20"/>
          <w:lang w:val="nl-NL"/>
        </w:rPr>
        <w:t xml:space="preserve">: </w:t>
      </w:r>
      <w:proofErr w:type="spellStart"/>
      <w:r w:rsidRPr="00542D57">
        <w:rPr>
          <w:color w:val="231F20"/>
          <w:spacing w:val="4"/>
          <w:lang w:val="nl-NL"/>
        </w:rPr>
        <w:t>propanon</w:t>
      </w:r>
      <w:proofErr w:type="spellEnd"/>
      <w:r w:rsidRPr="00542D57">
        <w:rPr>
          <w:color w:val="231F20"/>
          <w:spacing w:val="4"/>
          <w:lang w:val="nl-NL"/>
        </w:rPr>
        <w:t xml:space="preserve"> </w:t>
      </w:r>
      <w:r w:rsidRPr="00542D57">
        <w:rPr>
          <w:color w:val="231F20"/>
          <w:spacing w:val="2"/>
          <w:lang w:val="nl-NL"/>
        </w:rPr>
        <w:t>in</w:t>
      </w:r>
      <w:r w:rsidRPr="00542D57">
        <w:rPr>
          <w:color w:val="231F20"/>
          <w:spacing w:val="59"/>
          <w:lang w:val="nl-NL"/>
        </w:rPr>
        <w:t xml:space="preserve"> </w:t>
      </w:r>
      <w:r w:rsidRPr="00542D57">
        <w:rPr>
          <w:color w:val="231F20"/>
          <w:spacing w:val="5"/>
          <w:lang w:val="nl-NL"/>
        </w:rPr>
        <w:t>de</w:t>
      </w:r>
    </w:p>
    <w:p w:rsidR="00017E14" w:rsidRPr="00542D57" w:rsidRDefault="003D508B">
      <w:pPr>
        <w:pStyle w:val="Plattetekst"/>
        <w:spacing w:line="274" w:lineRule="exact"/>
        <w:rPr>
          <w:lang w:val="nl-NL"/>
        </w:rPr>
      </w:pPr>
      <w:r w:rsidRPr="00542D57">
        <w:rPr>
          <w:color w:val="231F20"/>
          <w:lang w:val="nl-NL"/>
        </w:rPr>
        <w:t>uitstroom van R3 te handhaven. Een ton is 10</w:t>
      </w:r>
      <w:r w:rsidRPr="00542D57">
        <w:rPr>
          <w:color w:val="231F20"/>
          <w:vertAlign w:val="superscript"/>
          <w:lang w:val="nl-NL"/>
        </w:rPr>
        <w:t>3</w:t>
      </w:r>
      <w:r w:rsidRPr="00542D57">
        <w:rPr>
          <w:color w:val="231F20"/>
          <w:lang w:val="nl-NL"/>
        </w:rPr>
        <w:t xml:space="preserve"> kg.</w:t>
      </w:r>
    </w:p>
    <w:p w:rsidR="00017E14" w:rsidRPr="00542D57" w:rsidRDefault="003D508B">
      <w:pPr>
        <w:pStyle w:val="Plattetekst"/>
        <w:spacing w:before="24"/>
        <w:rPr>
          <w:lang w:val="nl-NL"/>
        </w:rPr>
      </w:pPr>
      <w:r w:rsidRPr="00542D57">
        <w:rPr>
          <w:color w:val="231F20"/>
          <w:lang w:val="nl-NL"/>
        </w:rPr>
        <w:t xml:space="preserve">Neem hier aan dat CHP volledig wordt omgezet tot fenol en </w:t>
      </w:r>
      <w:proofErr w:type="spellStart"/>
      <w:r w:rsidRPr="00542D57">
        <w:rPr>
          <w:color w:val="231F20"/>
          <w:lang w:val="nl-NL"/>
        </w:rPr>
        <w:t>propanon</w:t>
      </w:r>
      <w:proofErr w:type="spellEnd"/>
      <w:r w:rsidRPr="00542D57">
        <w:rPr>
          <w:color w:val="231F20"/>
          <w:lang w:val="nl-NL"/>
        </w:rPr>
        <w:t>.</w:t>
      </w:r>
    </w:p>
    <w:p w:rsidR="00017E14" w:rsidRPr="00542D57" w:rsidRDefault="003D508B">
      <w:pPr>
        <w:pStyle w:val="Plattetekst"/>
        <w:spacing w:before="204"/>
        <w:rPr>
          <w:lang w:val="nl-NL"/>
        </w:rPr>
      </w:pPr>
      <w:r w:rsidRPr="00542D57">
        <w:rPr>
          <w:color w:val="231F20"/>
          <w:lang w:val="nl-NL"/>
        </w:rPr>
        <w:t>Het CHP-gehalte in de uitstroom van R3 wordt voortdurend gecontroleerd.</w:t>
      </w:r>
    </w:p>
    <w:p w:rsidR="00017E14" w:rsidRPr="00542D57" w:rsidRDefault="003D508B">
      <w:pPr>
        <w:pStyle w:val="Plattetekst"/>
        <w:spacing w:before="24" w:line="261" w:lineRule="auto"/>
        <w:ind w:right="848"/>
        <w:rPr>
          <w:lang w:val="nl-NL"/>
        </w:rPr>
      </w:pPr>
      <w:r w:rsidRPr="00542D57">
        <w:rPr>
          <w:color w:val="231F20"/>
          <w:lang w:val="nl-NL"/>
        </w:rPr>
        <w:t>Een gehalte hoger dan 2 massa% leidt namelijk tot explosiegevaar in de scheidingsruimten die erna komen. Deze controle gebeurt door een klein gedeelte van de uitstroom van R3 naar een microreactor te leiden. In de microreactor reageert het aanwezige CHP volgens dezelfde reactie als in R3, waardoor de temperatuur van de vloeistofstroom stijgt. Uit de</w:t>
      </w:r>
    </w:p>
    <w:p w:rsidR="00017E14" w:rsidRPr="00542D57" w:rsidRDefault="003D508B">
      <w:pPr>
        <w:pStyle w:val="Plattetekst"/>
        <w:spacing w:line="272" w:lineRule="exact"/>
        <w:rPr>
          <w:lang w:val="nl-NL"/>
        </w:rPr>
      </w:pPr>
      <w:r w:rsidRPr="00542D57">
        <w:rPr>
          <w:color w:val="231F20"/>
          <w:lang w:val="nl-NL"/>
        </w:rPr>
        <w:t>temperatuurstijging van de vloeistofstroom kan het gehalte CHP in de</w:t>
      </w:r>
    </w:p>
    <w:p w:rsidR="00017E14" w:rsidRPr="00542D57" w:rsidRDefault="003D508B">
      <w:pPr>
        <w:pStyle w:val="Plattetekst"/>
        <w:spacing w:before="24" w:line="261" w:lineRule="auto"/>
        <w:rPr>
          <w:lang w:val="nl-NL"/>
        </w:rPr>
      </w:pPr>
      <w:r w:rsidRPr="00542D57">
        <w:rPr>
          <w:color w:val="231F20"/>
          <w:lang w:val="nl-NL"/>
        </w:rPr>
        <w:t>uitstroom van R3 worden berekend. Op een gegeven moment wordt een temperatuurstijging van 7,3 °C gemeten.</w:t>
      </w:r>
    </w:p>
    <w:p w:rsidR="00017E14" w:rsidRPr="00542D57" w:rsidRDefault="003D508B">
      <w:pPr>
        <w:pStyle w:val="Plattetekst"/>
        <w:spacing w:line="261" w:lineRule="auto"/>
        <w:ind w:right="848"/>
        <w:rPr>
          <w:lang w:val="nl-NL"/>
        </w:rPr>
      </w:pPr>
      <w:r w:rsidRPr="00542D57">
        <w:rPr>
          <w:color w:val="231F20"/>
          <w:lang w:val="nl-NL"/>
        </w:rPr>
        <w:t>De soortelijke warmte van een stof kan worden gedefinieerd als het aantal joule dat nodig is om 1 g stof 1 K in temperatuur te laten stijgen.</w:t>
      </w:r>
    </w:p>
    <w:p w:rsidR="00017E14" w:rsidRPr="00542D57" w:rsidRDefault="003D508B">
      <w:pPr>
        <w:pStyle w:val="Plattetekst"/>
        <w:tabs>
          <w:tab w:val="left" w:pos="582"/>
          <w:tab w:val="left" w:pos="1097"/>
        </w:tabs>
        <w:spacing w:before="177"/>
        <w:ind w:left="134"/>
        <w:rPr>
          <w:lang w:val="nl-NL"/>
        </w:rPr>
      </w:pPr>
      <w:r w:rsidRPr="00542D57">
        <w:rPr>
          <w:color w:val="231F20"/>
          <w:spacing w:val="2"/>
          <w:sz w:val="16"/>
          <w:lang w:val="nl-NL"/>
        </w:rPr>
        <w:t>3p</w:t>
      </w:r>
      <w:r w:rsidRPr="00542D57">
        <w:rPr>
          <w:color w:val="231F20"/>
          <w:spacing w:val="2"/>
          <w:sz w:val="16"/>
          <w:lang w:val="nl-NL"/>
        </w:rPr>
        <w:tab/>
      </w:r>
      <w:r w:rsidRPr="00542D57">
        <w:rPr>
          <w:b/>
          <w:color w:val="231F20"/>
          <w:spacing w:val="3"/>
          <w:sz w:val="20"/>
          <w:lang w:val="nl-NL"/>
        </w:rPr>
        <w:t>19</w:t>
      </w:r>
      <w:r w:rsidRPr="00542D57">
        <w:rPr>
          <w:b/>
          <w:color w:val="231F20"/>
          <w:spacing w:val="3"/>
          <w:sz w:val="20"/>
          <w:lang w:val="nl-NL"/>
        </w:rPr>
        <w:tab/>
      </w:r>
      <w:r w:rsidRPr="00542D57">
        <w:rPr>
          <w:color w:val="231F20"/>
          <w:spacing w:val="2"/>
          <w:lang w:val="nl-NL"/>
        </w:rPr>
        <w:t>Ga</w:t>
      </w:r>
      <w:r w:rsidRPr="00542D57">
        <w:rPr>
          <w:color w:val="231F20"/>
          <w:spacing w:val="12"/>
          <w:lang w:val="nl-NL"/>
        </w:rPr>
        <w:t xml:space="preserve"> </w:t>
      </w:r>
      <w:r w:rsidRPr="00542D57">
        <w:rPr>
          <w:color w:val="231F20"/>
          <w:spacing w:val="3"/>
          <w:lang w:val="nl-NL"/>
        </w:rPr>
        <w:t>door</w:t>
      </w:r>
      <w:r w:rsidRPr="00542D57">
        <w:rPr>
          <w:color w:val="231F20"/>
          <w:spacing w:val="13"/>
          <w:lang w:val="nl-NL"/>
        </w:rPr>
        <w:t xml:space="preserve"> </w:t>
      </w:r>
      <w:r w:rsidRPr="00542D57">
        <w:rPr>
          <w:color w:val="231F20"/>
          <w:spacing w:val="4"/>
          <w:lang w:val="nl-NL"/>
        </w:rPr>
        <w:t>berekening</w:t>
      </w:r>
      <w:r w:rsidRPr="00542D57">
        <w:rPr>
          <w:color w:val="231F20"/>
          <w:spacing w:val="13"/>
          <w:lang w:val="nl-NL"/>
        </w:rPr>
        <w:t xml:space="preserve"> </w:t>
      </w:r>
      <w:r w:rsidRPr="00542D57">
        <w:rPr>
          <w:color w:val="231F20"/>
          <w:spacing w:val="2"/>
          <w:lang w:val="nl-NL"/>
        </w:rPr>
        <w:t>na</w:t>
      </w:r>
      <w:r w:rsidRPr="00542D57">
        <w:rPr>
          <w:color w:val="231F20"/>
          <w:spacing w:val="12"/>
          <w:lang w:val="nl-NL"/>
        </w:rPr>
        <w:t xml:space="preserve"> </w:t>
      </w:r>
      <w:r w:rsidRPr="00542D57">
        <w:rPr>
          <w:color w:val="231F20"/>
          <w:spacing w:val="2"/>
          <w:lang w:val="nl-NL"/>
        </w:rPr>
        <w:t>of</w:t>
      </w:r>
      <w:r w:rsidRPr="00542D57">
        <w:rPr>
          <w:color w:val="231F20"/>
          <w:spacing w:val="13"/>
          <w:lang w:val="nl-NL"/>
        </w:rPr>
        <w:t xml:space="preserve"> </w:t>
      </w:r>
      <w:r w:rsidRPr="00542D57">
        <w:rPr>
          <w:color w:val="231F20"/>
          <w:spacing w:val="2"/>
          <w:lang w:val="nl-NL"/>
        </w:rPr>
        <w:t>er</w:t>
      </w:r>
      <w:r w:rsidRPr="00542D57">
        <w:rPr>
          <w:color w:val="231F20"/>
          <w:spacing w:val="13"/>
          <w:lang w:val="nl-NL"/>
        </w:rPr>
        <w:t xml:space="preserve"> </w:t>
      </w:r>
      <w:r w:rsidRPr="00542D57">
        <w:rPr>
          <w:color w:val="231F20"/>
          <w:spacing w:val="2"/>
          <w:lang w:val="nl-NL"/>
        </w:rPr>
        <w:t>in</w:t>
      </w:r>
      <w:r w:rsidRPr="00542D57">
        <w:rPr>
          <w:color w:val="231F20"/>
          <w:spacing w:val="13"/>
          <w:lang w:val="nl-NL"/>
        </w:rPr>
        <w:t xml:space="preserve"> </w:t>
      </w:r>
      <w:r w:rsidRPr="00542D57">
        <w:rPr>
          <w:color w:val="231F20"/>
          <w:spacing w:val="3"/>
          <w:lang w:val="nl-NL"/>
        </w:rPr>
        <w:t>dit</w:t>
      </w:r>
      <w:r w:rsidRPr="00542D57">
        <w:rPr>
          <w:color w:val="231F20"/>
          <w:spacing w:val="11"/>
          <w:lang w:val="nl-NL"/>
        </w:rPr>
        <w:t xml:space="preserve"> </w:t>
      </w:r>
      <w:r w:rsidRPr="00542D57">
        <w:rPr>
          <w:color w:val="231F20"/>
          <w:spacing w:val="4"/>
          <w:lang w:val="nl-NL"/>
        </w:rPr>
        <w:t>geval</w:t>
      </w:r>
      <w:r w:rsidRPr="00542D57">
        <w:rPr>
          <w:color w:val="231F20"/>
          <w:spacing w:val="13"/>
          <w:lang w:val="nl-NL"/>
        </w:rPr>
        <w:t xml:space="preserve"> </w:t>
      </w:r>
      <w:r w:rsidRPr="00542D57">
        <w:rPr>
          <w:color w:val="231F20"/>
          <w:spacing w:val="4"/>
          <w:lang w:val="nl-NL"/>
        </w:rPr>
        <w:t>sprake</w:t>
      </w:r>
      <w:r w:rsidRPr="00542D57">
        <w:rPr>
          <w:color w:val="231F20"/>
          <w:spacing w:val="13"/>
          <w:lang w:val="nl-NL"/>
        </w:rPr>
        <w:t xml:space="preserve"> </w:t>
      </w:r>
      <w:r w:rsidRPr="00542D57">
        <w:rPr>
          <w:color w:val="231F20"/>
          <w:spacing w:val="2"/>
          <w:lang w:val="nl-NL"/>
        </w:rPr>
        <w:t>is</w:t>
      </w:r>
      <w:r w:rsidRPr="00542D57">
        <w:rPr>
          <w:color w:val="231F20"/>
          <w:spacing w:val="13"/>
          <w:lang w:val="nl-NL"/>
        </w:rPr>
        <w:t xml:space="preserve"> </w:t>
      </w:r>
      <w:r w:rsidRPr="00542D57">
        <w:rPr>
          <w:color w:val="231F20"/>
          <w:spacing w:val="3"/>
          <w:lang w:val="nl-NL"/>
        </w:rPr>
        <w:t>van</w:t>
      </w:r>
      <w:r w:rsidRPr="00542D57">
        <w:rPr>
          <w:color w:val="231F20"/>
          <w:spacing w:val="12"/>
          <w:lang w:val="nl-NL"/>
        </w:rPr>
        <w:t xml:space="preserve"> </w:t>
      </w:r>
      <w:r w:rsidRPr="00542D57">
        <w:rPr>
          <w:color w:val="231F20"/>
          <w:spacing w:val="5"/>
          <w:lang w:val="nl-NL"/>
        </w:rPr>
        <w:t>explosiegevaar.</w:t>
      </w:r>
    </w:p>
    <w:p w:rsidR="00017E14" w:rsidRPr="00542D57" w:rsidRDefault="003D508B">
      <w:pPr>
        <w:pStyle w:val="Plattetekst"/>
        <w:spacing w:before="24" w:line="261" w:lineRule="auto"/>
        <w:ind w:right="2396"/>
        <w:rPr>
          <w:lang w:val="nl-NL"/>
        </w:rPr>
      </w:pPr>
      <w:r w:rsidRPr="00542D57">
        <w:rPr>
          <w:color w:val="231F20"/>
          <w:lang w:val="nl-NL"/>
        </w:rPr>
        <w:t>De reactiewarmte van de reactie is –252 kJ per mol CHP. De soortelijke warmte van de vloeistof is 2,4 J g</w:t>
      </w:r>
      <w:r w:rsidRPr="00542D57">
        <w:rPr>
          <w:color w:val="231F20"/>
          <w:vertAlign w:val="superscript"/>
          <w:lang w:val="nl-NL"/>
        </w:rPr>
        <w:t>–1</w:t>
      </w:r>
      <w:r w:rsidRPr="00542D57">
        <w:rPr>
          <w:color w:val="231F20"/>
          <w:lang w:val="nl-NL"/>
        </w:rPr>
        <w:t xml:space="preserve"> K</w:t>
      </w:r>
      <w:r w:rsidRPr="00542D57">
        <w:rPr>
          <w:color w:val="231F20"/>
          <w:vertAlign w:val="superscript"/>
          <w:lang w:val="nl-NL"/>
        </w:rPr>
        <w:t>–1</w:t>
      </w:r>
      <w:r w:rsidRPr="00542D57">
        <w:rPr>
          <w:color w:val="231F20"/>
          <w:lang w:val="nl-NL"/>
        </w:rPr>
        <w:t>.</w:t>
      </w:r>
    </w:p>
    <w:p w:rsidR="00017E14" w:rsidRPr="00542D57" w:rsidRDefault="003D508B">
      <w:pPr>
        <w:pStyle w:val="Plattetekst"/>
        <w:spacing w:before="171" w:line="261" w:lineRule="auto"/>
        <w:rPr>
          <w:lang w:val="nl-NL"/>
        </w:rPr>
      </w:pPr>
      <w:r w:rsidRPr="00542D57">
        <w:rPr>
          <w:color w:val="231F20"/>
          <w:spacing w:val="3"/>
          <w:lang w:val="nl-NL"/>
        </w:rPr>
        <w:t xml:space="preserve">In </w:t>
      </w:r>
      <w:r w:rsidRPr="00542D57">
        <w:rPr>
          <w:color w:val="231F20"/>
          <w:spacing w:val="4"/>
          <w:lang w:val="nl-NL"/>
        </w:rPr>
        <w:t xml:space="preserve">scheidingsruimten </w:t>
      </w:r>
      <w:r w:rsidRPr="00542D57">
        <w:rPr>
          <w:color w:val="231F20"/>
          <w:spacing w:val="3"/>
          <w:lang w:val="nl-NL"/>
        </w:rPr>
        <w:t xml:space="preserve">S2, </w:t>
      </w:r>
      <w:r w:rsidRPr="00542D57">
        <w:rPr>
          <w:color w:val="231F20"/>
          <w:spacing w:val="2"/>
          <w:lang w:val="nl-NL"/>
        </w:rPr>
        <w:t xml:space="preserve">S3 en S4 </w:t>
      </w:r>
      <w:r w:rsidRPr="00542D57">
        <w:rPr>
          <w:color w:val="231F20"/>
          <w:spacing w:val="4"/>
          <w:lang w:val="nl-NL"/>
        </w:rPr>
        <w:t xml:space="preserve">wordt </w:t>
      </w:r>
      <w:r w:rsidRPr="00542D57">
        <w:rPr>
          <w:color w:val="231F20"/>
          <w:spacing w:val="3"/>
          <w:lang w:val="nl-NL"/>
        </w:rPr>
        <w:t xml:space="preserve">het </w:t>
      </w:r>
      <w:r w:rsidRPr="00542D57">
        <w:rPr>
          <w:color w:val="231F20"/>
          <w:spacing w:val="5"/>
          <w:lang w:val="nl-NL"/>
        </w:rPr>
        <w:t xml:space="preserve">mengsel </w:t>
      </w:r>
      <w:r w:rsidRPr="00542D57">
        <w:rPr>
          <w:color w:val="231F20"/>
          <w:spacing w:val="4"/>
          <w:lang w:val="nl-NL"/>
        </w:rPr>
        <w:t xml:space="preserve">afkomstig </w:t>
      </w:r>
      <w:r w:rsidRPr="00542D57">
        <w:rPr>
          <w:color w:val="231F20"/>
          <w:spacing w:val="3"/>
          <w:lang w:val="nl-NL"/>
        </w:rPr>
        <w:t xml:space="preserve">uit </w:t>
      </w:r>
      <w:r w:rsidRPr="00542D57">
        <w:rPr>
          <w:color w:val="231F20"/>
          <w:spacing w:val="5"/>
          <w:lang w:val="nl-NL"/>
        </w:rPr>
        <w:t xml:space="preserve">R3 </w:t>
      </w:r>
      <w:r w:rsidRPr="00542D57">
        <w:rPr>
          <w:color w:val="231F20"/>
          <w:spacing w:val="4"/>
          <w:lang w:val="nl-NL"/>
        </w:rPr>
        <w:t xml:space="preserve">gescheiden </w:t>
      </w:r>
      <w:r w:rsidRPr="00542D57">
        <w:rPr>
          <w:color w:val="231F20"/>
          <w:spacing w:val="3"/>
          <w:lang w:val="nl-NL"/>
        </w:rPr>
        <w:t xml:space="preserve">door </w:t>
      </w:r>
      <w:r w:rsidRPr="00542D57">
        <w:rPr>
          <w:color w:val="231F20"/>
          <w:spacing w:val="4"/>
          <w:lang w:val="nl-NL"/>
        </w:rPr>
        <w:t xml:space="preserve">destillatie. </w:t>
      </w:r>
      <w:r w:rsidRPr="00542D57">
        <w:rPr>
          <w:color w:val="231F20"/>
          <w:spacing w:val="2"/>
          <w:lang w:val="nl-NL"/>
        </w:rPr>
        <w:t xml:space="preserve">De </w:t>
      </w:r>
      <w:r w:rsidRPr="00542D57">
        <w:rPr>
          <w:color w:val="231F20"/>
          <w:spacing w:val="4"/>
          <w:lang w:val="nl-NL"/>
        </w:rPr>
        <w:t xml:space="preserve">kookpunten </w:t>
      </w:r>
      <w:r w:rsidRPr="00542D57">
        <w:rPr>
          <w:color w:val="231F20"/>
          <w:spacing w:val="3"/>
          <w:lang w:val="nl-NL"/>
        </w:rPr>
        <w:t>(</w:t>
      </w:r>
      <w:r w:rsidRPr="00542D57">
        <w:rPr>
          <w:i/>
          <w:color w:val="231F20"/>
          <w:spacing w:val="3"/>
          <w:lang w:val="nl-NL"/>
        </w:rPr>
        <w:t xml:space="preserve">p </w:t>
      </w:r>
      <w:r w:rsidRPr="00542D57">
        <w:rPr>
          <w:color w:val="231F20"/>
          <w:lang w:val="nl-NL"/>
        </w:rPr>
        <w:t xml:space="preserve">= </w:t>
      </w:r>
      <w:r w:rsidRPr="00542D57">
        <w:rPr>
          <w:i/>
          <w:color w:val="231F20"/>
          <w:spacing w:val="3"/>
          <w:lang w:val="nl-NL"/>
        </w:rPr>
        <w:t>p</w:t>
      </w:r>
      <w:r w:rsidRPr="00542D57">
        <w:rPr>
          <w:color w:val="231F20"/>
          <w:spacing w:val="3"/>
          <w:position w:val="-6"/>
          <w:sz w:val="16"/>
          <w:lang w:val="nl-NL"/>
        </w:rPr>
        <w:t>0</w:t>
      </w:r>
      <w:r w:rsidRPr="00542D57">
        <w:rPr>
          <w:color w:val="231F20"/>
          <w:spacing w:val="3"/>
          <w:lang w:val="nl-NL"/>
        </w:rPr>
        <w:t xml:space="preserve">) van </w:t>
      </w:r>
      <w:r w:rsidRPr="00542D57">
        <w:rPr>
          <w:color w:val="231F20"/>
          <w:spacing w:val="2"/>
          <w:lang w:val="nl-NL"/>
        </w:rPr>
        <w:t>de</w:t>
      </w:r>
      <w:r w:rsidRPr="00542D57">
        <w:rPr>
          <w:color w:val="231F20"/>
          <w:spacing w:val="62"/>
          <w:lang w:val="nl-NL"/>
        </w:rPr>
        <w:t xml:space="preserve"> </w:t>
      </w:r>
      <w:r w:rsidRPr="00542D57">
        <w:rPr>
          <w:color w:val="231F20"/>
          <w:spacing w:val="5"/>
          <w:lang w:val="nl-NL"/>
        </w:rPr>
        <w:t>stoffen</w:t>
      </w:r>
    </w:p>
    <w:p w:rsidR="00017E14" w:rsidRPr="00542D57" w:rsidRDefault="003D508B">
      <w:pPr>
        <w:pStyle w:val="Plattetekst"/>
        <w:spacing w:line="221" w:lineRule="exact"/>
        <w:rPr>
          <w:lang w:val="nl-NL"/>
        </w:rPr>
      </w:pPr>
      <w:r w:rsidRPr="00542D57">
        <w:rPr>
          <w:color w:val="231F20"/>
          <w:lang w:val="nl-NL"/>
        </w:rPr>
        <w:t xml:space="preserve">bedragen: </w:t>
      </w:r>
      <w:proofErr w:type="spellStart"/>
      <w:r w:rsidRPr="00542D57">
        <w:rPr>
          <w:color w:val="231F20"/>
          <w:lang w:val="nl-NL"/>
        </w:rPr>
        <w:t>propanon</w:t>
      </w:r>
      <w:proofErr w:type="spellEnd"/>
      <w:r w:rsidRPr="00542D57">
        <w:rPr>
          <w:color w:val="231F20"/>
          <w:lang w:val="nl-NL"/>
        </w:rPr>
        <w:t xml:space="preserve"> (56 °C); </w:t>
      </w:r>
      <w:proofErr w:type="spellStart"/>
      <w:r w:rsidRPr="00542D57">
        <w:rPr>
          <w:color w:val="231F20"/>
          <w:lang w:val="nl-NL"/>
        </w:rPr>
        <w:t>cumeen</w:t>
      </w:r>
      <w:proofErr w:type="spellEnd"/>
      <w:r w:rsidRPr="00542D57">
        <w:rPr>
          <w:color w:val="231F20"/>
          <w:lang w:val="nl-NL"/>
        </w:rPr>
        <w:t xml:space="preserve"> (152 °C); CHP (153 °C);</w:t>
      </w:r>
    </w:p>
    <w:p w:rsidR="00017E14" w:rsidRPr="00542D57" w:rsidRDefault="003D508B">
      <w:pPr>
        <w:pStyle w:val="Plattetekst"/>
        <w:spacing w:before="24"/>
        <w:rPr>
          <w:lang w:val="nl-NL"/>
        </w:rPr>
      </w:pPr>
      <w:r w:rsidRPr="00542D57">
        <w:rPr>
          <w:color w:val="231F20"/>
          <w:lang w:val="nl-NL"/>
        </w:rPr>
        <w:t>fenol (182 °C); zwavelzuur (330 °C).</w:t>
      </w:r>
    </w:p>
    <w:p w:rsidR="00017E14" w:rsidRPr="00542D57" w:rsidRDefault="003D508B">
      <w:pPr>
        <w:pStyle w:val="Plattetekst"/>
        <w:tabs>
          <w:tab w:val="left" w:pos="582"/>
          <w:tab w:val="left" w:pos="1097"/>
        </w:tabs>
        <w:spacing w:before="211" w:line="261" w:lineRule="auto"/>
        <w:ind w:right="848" w:hanging="964"/>
        <w:rPr>
          <w:lang w:val="nl-NL"/>
        </w:rPr>
      </w:pPr>
      <w:r w:rsidRPr="00542D57">
        <w:rPr>
          <w:color w:val="231F20"/>
          <w:spacing w:val="2"/>
          <w:sz w:val="16"/>
          <w:lang w:val="nl-NL"/>
        </w:rPr>
        <w:t>2p</w:t>
      </w:r>
      <w:r w:rsidRPr="00542D57">
        <w:rPr>
          <w:color w:val="231F20"/>
          <w:spacing w:val="2"/>
          <w:sz w:val="16"/>
          <w:lang w:val="nl-NL"/>
        </w:rPr>
        <w:tab/>
      </w:r>
      <w:r w:rsidRPr="00542D57">
        <w:rPr>
          <w:b/>
          <w:color w:val="231F20"/>
          <w:spacing w:val="3"/>
          <w:sz w:val="20"/>
          <w:lang w:val="nl-NL"/>
        </w:rPr>
        <w:t>20</w:t>
      </w:r>
      <w:r w:rsidRPr="00542D57">
        <w:rPr>
          <w:b/>
          <w:color w:val="231F20"/>
          <w:spacing w:val="3"/>
          <w:sz w:val="20"/>
          <w:lang w:val="nl-NL"/>
        </w:rPr>
        <w:tab/>
      </w:r>
      <w:r w:rsidRPr="00542D57">
        <w:rPr>
          <w:color w:val="231F20"/>
          <w:spacing w:val="3"/>
          <w:lang w:val="nl-NL"/>
        </w:rPr>
        <w:t xml:space="preserve">Leg mede met </w:t>
      </w:r>
      <w:r w:rsidRPr="00542D57">
        <w:rPr>
          <w:color w:val="231F20"/>
          <w:spacing w:val="4"/>
          <w:lang w:val="nl-NL"/>
        </w:rPr>
        <w:t xml:space="preserve">behulp </w:t>
      </w:r>
      <w:r w:rsidRPr="00542D57">
        <w:rPr>
          <w:color w:val="231F20"/>
          <w:spacing w:val="3"/>
          <w:lang w:val="nl-NL"/>
        </w:rPr>
        <w:t xml:space="preserve">van het </w:t>
      </w:r>
      <w:r w:rsidRPr="00542D57">
        <w:rPr>
          <w:color w:val="231F20"/>
          <w:spacing w:val="4"/>
          <w:lang w:val="nl-NL"/>
        </w:rPr>
        <w:t xml:space="preserve">blokschema </w:t>
      </w:r>
      <w:r w:rsidRPr="00542D57">
        <w:rPr>
          <w:color w:val="231F20"/>
          <w:spacing w:val="3"/>
          <w:lang w:val="nl-NL"/>
        </w:rPr>
        <w:t xml:space="preserve">uit </w:t>
      </w:r>
      <w:r w:rsidRPr="00542D57">
        <w:rPr>
          <w:color w:val="231F20"/>
          <w:spacing w:val="4"/>
          <w:lang w:val="nl-NL"/>
        </w:rPr>
        <w:t xml:space="preserve">tussen welke grenzen </w:t>
      </w:r>
      <w:r w:rsidRPr="00542D57">
        <w:rPr>
          <w:color w:val="231F20"/>
          <w:spacing w:val="5"/>
          <w:lang w:val="nl-NL"/>
        </w:rPr>
        <w:t xml:space="preserve">de </w:t>
      </w:r>
      <w:r w:rsidRPr="00542D57">
        <w:rPr>
          <w:color w:val="231F20"/>
          <w:spacing w:val="4"/>
          <w:lang w:val="nl-NL"/>
        </w:rPr>
        <w:t xml:space="preserve">temperatuur </w:t>
      </w:r>
      <w:r w:rsidRPr="00542D57">
        <w:rPr>
          <w:color w:val="231F20"/>
          <w:spacing w:val="2"/>
          <w:lang w:val="nl-NL"/>
        </w:rPr>
        <w:t xml:space="preserve">in S2 </w:t>
      </w:r>
      <w:r w:rsidRPr="00542D57">
        <w:rPr>
          <w:color w:val="231F20"/>
          <w:spacing w:val="3"/>
          <w:lang w:val="nl-NL"/>
        </w:rPr>
        <w:t>moet</w:t>
      </w:r>
      <w:r w:rsidRPr="00542D57">
        <w:rPr>
          <w:color w:val="231F20"/>
          <w:spacing w:val="40"/>
          <w:lang w:val="nl-NL"/>
        </w:rPr>
        <w:t xml:space="preserve"> </w:t>
      </w:r>
      <w:r w:rsidRPr="00542D57">
        <w:rPr>
          <w:color w:val="231F20"/>
          <w:spacing w:val="5"/>
          <w:lang w:val="nl-NL"/>
        </w:rPr>
        <w:t>liggen.</w:t>
      </w:r>
    </w:p>
    <w:p w:rsidR="00017E14" w:rsidRPr="00542D57" w:rsidRDefault="003D508B">
      <w:pPr>
        <w:pStyle w:val="Plattetekst"/>
        <w:spacing w:before="179"/>
        <w:rPr>
          <w:lang w:val="nl-NL"/>
        </w:rPr>
      </w:pPr>
      <w:r w:rsidRPr="00542D57">
        <w:rPr>
          <w:color w:val="231F20"/>
          <w:lang w:val="nl-NL"/>
        </w:rPr>
        <w:t>Op de wereldmarkt stijgt de vraag naar fenol sneller dan de vraag naar</w:t>
      </w:r>
    </w:p>
    <w:p w:rsidR="00017E14" w:rsidRPr="00542D57" w:rsidRDefault="003D508B">
      <w:pPr>
        <w:pStyle w:val="Plattetekst"/>
        <w:spacing w:before="24" w:line="261" w:lineRule="auto"/>
        <w:ind w:right="848"/>
        <w:rPr>
          <w:lang w:val="nl-NL"/>
        </w:rPr>
      </w:pPr>
      <w:proofErr w:type="spellStart"/>
      <w:r w:rsidRPr="00542D57">
        <w:rPr>
          <w:color w:val="231F20"/>
          <w:lang w:val="nl-NL"/>
        </w:rPr>
        <w:t>propanon</w:t>
      </w:r>
      <w:proofErr w:type="spellEnd"/>
      <w:r w:rsidRPr="00542D57">
        <w:rPr>
          <w:color w:val="231F20"/>
          <w:lang w:val="nl-NL"/>
        </w:rPr>
        <w:t xml:space="preserve">. Om te voorkomen dat </w:t>
      </w:r>
      <w:proofErr w:type="spellStart"/>
      <w:r w:rsidRPr="00542D57">
        <w:rPr>
          <w:color w:val="231F20"/>
          <w:lang w:val="nl-NL"/>
        </w:rPr>
        <w:t>propanon</w:t>
      </w:r>
      <w:proofErr w:type="spellEnd"/>
      <w:r w:rsidRPr="00542D57">
        <w:rPr>
          <w:color w:val="231F20"/>
          <w:lang w:val="nl-NL"/>
        </w:rPr>
        <w:t xml:space="preserve"> afval wordt, heeft het Japanse bedrijf Mitsui een methode ontwikkeld om de ontstane </w:t>
      </w:r>
      <w:proofErr w:type="spellStart"/>
      <w:r w:rsidRPr="00542D57">
        <w:rPr>
          <w:color w:val="231F20"/>
          <w:lang w:val="nl-NL"/>
        </w:rPr>
        <w:t>propanon</w:t>
      </w:r>
      <w:proofErr w:type="spellEnd"/>
      <w:r w:rsidRPr="00542D57">
        <w:rPr>
          <w:color w:val="231F20"/>
          <w:lang w:val="nl-NL"/>
        </w:rPr>
        <w:t xml:space="preserve"> om te</w:t>
      </w:r>
    </w:p>
    <w:p w:rsidR="00017E14" w:rsidRPr="00542D57" w:rsidRDefault="003D508B">
      <w:pPr>
        <w:pStyle w:val="Plattetekst"/>
        <w:spacing w:line="274" w:lineRule="exact"/>
        <w:rPr>
          <w:lang w:val="nl-NL"/>
        </w:rPr>
      </w:pPr>
      <w:r w:rsidRPr="00542D57">
        <w:rPr>
          <w:color w:val="231F20"/>
          <w:lang w:val="nl-NL"/>
        </w:rPr>
        <w:t>zetten tot propeen.</w:t>
      </w:r>
    </w:p>
    <w:p w:rsidR="00017E14" w:rsidRPr="00542D57" w:rsidRDefault="003D508B">
      <w:pPr>
        <w:pStyle w:val="Plattetekst"/>
        <w:spacing w:before="24"/>
        <w:rPr>
          <w:lang w:val="nl-NL"/>
        </w:rPr>
      </w:pPr>
      <w:r w:rsidRPr="00542D57">
        <w:rPr>
          <w:color w:val="231F20"/>
          <w:lang w:val="nl-NL"/>
        </w:rPr>
        <w:t>In een extra reactor (R4) verloopt de additie van waterstof aan de</w:t>
      </w:r>
    </w:p>
    <w:p w:rsidR="00017E14" w:rsidRPr="00542D57" w:rsidRDefault="003D508B">
      <w:pPr>
        <w:pStyle w:val="Plattetekst"/>
        <w:spacing w:line="259" w:lineRule="auto"/>
        <w:ind w:right="848"/>
        <w:rPr>
          <w:lang w:val="nl-NL"/>
        </w:rPr>
      </w:pPr>
      <w:r w:rsidRPr="00542D57">
        <w:rPr>
          <w:rFonts w:ascii="Times New Roman"/>
          <w:color w:val="231F20"/>
          <w:sz w:val="26"/>
          <w:lang w:val="nl-NL"/>
        </w:rPr>
        <w:t xml:space="preserve">C=O </w:t>
      </w:r>
      <w:r w:rsidRPr="00542D57">
        <w:rPr>
          <w:color w:val="231F20"/>
          <w:lang w:val="nl-NL"/>
        </w:rPr>
        <w:t xml:space="preserve">groep van het </w:t>
      </w:r>
      <w:proofErr w:type="spellStart"/>
      <w:r w:rsidRPr="00542D57">
        <w:rPr>
          <w:color w:val="231F20"/>
          <w:lang w:val="nl-NL"/>
        </w:rPr>
        <w:t>propanon</w:t>
      </w:r>
      <w:proofErr w:type="spellEnd"/>
      <w:r w:rsidRPr="00542D57">
        <w:rPr>
          <w:color w:val="231F20"/>
          <w:lang w:val="nl-NL"/>
        </w:rPr>
        <w:t>. In een volgende reactor (R5) ontstaan door een eliminatiereactie water en propeen uit de in R4 gevormde stof. Na</w:t>
      </w:r>
    </w:p>
    <w:p w:rsidR="00017E14" w:rsidRPr="00542D57" w:rsidRDefault="003D508B">
      <w:pPr>
        <w:pStyle w:val="Plattetekst"/>
        <w:spacing w:before="3" w:line="261" w:lineRule="auto"/>
        <w:ind w:right="510"/>
        <w:rPr>
          <w:lang w:val="nl-NL"/>
        </w:rPr>
      </w:pPr>
      <w:r w:rsidRPr="00542D57">
        <w:rPr>
          <w:color w:val="231F20"/>
          <w:lang w:val="nl-NL"/>
        </w:rPr>
        <w:t xml:space="preserve">een scheidingsstap (S5) wordt het gevormde propeen weer gebruikt in het </w:t>
      </w:r>
      <w:proofErr w:type="spellStart"/>
      <w:r w:rsidRPr="00542D57">
        <w:rPr>
          <w:color w:val="231F20"/>
          <w:lang w:val="nl-NL"/>
        </w:rPr>
        <w:t>cumeen</w:t>
      </w:r>
      <w:proofErr w:type="spellEnd"/>
      <w:r w:rsidRPr="00542D57">
        <w:rPr>
          <w:color w:val="231F20"/>
          <w:lang w:val="nl-NL"/>
        </w:rPr>
        <w:t>-proces.</w:t>
      </w:r>
    </w:p>
    <w:p w:rsidR="00017E14" w:rsidRPr="00542D57" w:rsidRDefault="003D508B">
      <w:pPr>
        <w:pStyle w:val="Plattetekst"/>
        <w:tabs>
          <w:tab w:val="left" w:pos="582"/>
          <w:tab w:val="left" w:pos="1097"/>
        </w:tabs>
        <w:spacing w:before="178" w:line="261" w:lineRule="auto"/>
        <w:ind w:right="848" w:hanging="964"/>
        <w:rPr>
          <w:lang w:val="nl-NL"/>
        </w:rPr>
      </w:pPr>
      <w:r w:rsidRPr="00542D57">
        <w:rPr>
          <w:color w:val="231F20"/>
          <w:spacing w:val="2"/>
          <w:sz w:val="16"/>
          <w:lang w:val="nl-NL"/>
        </w:rPr>
        <w:t>4p</w:t>
      </w:r>
      <w:r w:rsidRPr="00542D57">
        <w:rPr>
          <w:color w:val="231F20"/>
          <w:spacing w:val="2"/>
          <w:sz w:val="16"/>
          <w:lang w:val="nl-NL"/>
        </w:rPr>
        <w:tab/>
      </w:r>
      <w:r w:rsidRPr="00542D57">
        <w:rPr>
          <w:b/>
          <w:color w:val="231F20"/>
          <w:spacing w:val="3"/>
          <w:sz w:val="20"/>
          <w:lang w:val="nl-NL"/>
        </w:rPr>
        <w:t>21</w:t>
      </w:r>
      <w:r w:rsidRPr="00542D57">
        <w:rPr>
          <w:b/>
          <w:color w:val="231F20"/>
          <w:spacing w:val="3"/>
          <w:sz w:val="20"/>
          <w:lang w:val="nl-NL"/>
        </w:rPr>
        <w:tab/>
      </w:r>
      <w:r w:rsidRPr="00542D57">
        <w:rPr>
          <w:color w:val="231F20"/>
          <w:spacing w:val="3"/>
          <w:lang w:val="nl-NL"/>
        </w:rPr>
        <w:t xml:space="preserve">Vul het </w:t>
      </w:r>
      <w:r w:rsidRPr="00542D57">
        <w:rPr>
          <w:color w:val="231F20"/>
          <w:spacing w:val="4"/>
          <w:lang w:val="nl-NL"/>
        </w:rPr>
        <w:t xml:space="preserve">blokschema </w:t>
      </w:r>
      <w:r w:rsidRPr="00542D57">
        <w:rPr>
          <w:color w:val="231F20"/>
          <w:spacing w:val="2"/>
          <w:lang w:val="nl-NL"/>
        </w:rPr>
        <w:t xml:space="preserve">op de </w:t>
      </w:r>
      <w:r w:rsidRPr="00542D57">
        <w:rPr>
          <w:color w:val="231F20"/>
          <w:spacing w:val="4"/>
          <w:lang w:val="nl-NL"/>
        </w:rPr>
        <w:t xml:space="preserve">uitwerkbijlage </w:t>
      </w:r>
      <w:r w:rsidRPr="00542D57">
        <w:rPr>
          <w:color w:val="231F20"/>
          <w:spacing w:val="3"/>
          <w:lang w:val="nl-NL"/>
        </w:rPr>
        <w:t xml:space="preserve">aan met </w:t>
      </w:r>
      <w:r w:rsidRPr="00542D57">
        <w:rPr>
          <w:color w:val="231F20"/>
          <w:spacing w:val="2"/>
          <w:lang w:val="nl-NL"/>
        </w:rPr>
        <w:t xml:space="preserve">de </w:t>
      </w:r>
      <w:r w:rsidRPr="00542D57">
        <w:rPr>
          <w:color w:val="231F20"/>
          <w:spacing w:val="4"/>
          <w:lang w:val="nl-NL"/>
        </w:rPr>
        <w:t xml:space="preserve">methode </w:t>
      </w:r>
      <w:r w:rsidRPr="00542D57">
        <w:rPr>
          <w:color w:val="231F20"/>
          <w:spacing w:val="3"/>
          <w:lang w:val="nl-NL"/>
        </w:rPr>
        <w:t xml:space="preserve">die </w:t>
      </w:r>
      <w:r w:rsidRPr="00542D57">
        <w:rPr>
          <w:color w:val="231F20"/>
          <w:spacing w:val="5"/>
          <w:lang w:val="nl-NL"/>
        </w:rPr>
        <w:t xml:space="preserve">Mitsui </w:t>
      </w:r>
      <w:r w:rsidRPr="00542D57">
        <w:rPr>
          <w:color w:val="231F20"/>
          <w:spacing w:val="4"/>
          <w:lang w:val="nl-NL"/>
        </w:rPr>
        <w:t>heeft</w:t>
      </w:r>
      <w:r w:rsidRPr="00542D57">
        <w:rPr>
          <w:color w:val="231F20"/>
          <w:spacing w:val="13"/>
          <w:lang w:val="nl-NL"/>
        </w:rPr>
        <w:t xml:space="preserve"> </w:t>
      </w:r>
      <w:r w:rsidRPr="00542D57">
        <w:rPr>
          <w:color w:val="231F20"/>
          <w:spacing w:val="4"/>
          <w:lang w:val="nl-NL"/>
        </w:rPr>
        <w:t>ontwikkeld.</w:t>
      </w:r>
      <w:r w:rsidRPr="00542D57">
        <w:rPr>
          <w:color w:val="231F20"/>
          <w:spacing w:val="14"/>
          <w:lang w:val="nl-NL"/>
        </w:rPr>
        <w:t xml:space="preserve"> </w:t>
      </w:r>
      <w:r w:rsidRPr="00542D57">
        <w:rPr>
          <w:color w:val="231F20"/>
          <w:spacing w:val="4"/>
          <w:lang w:val="nl-NL"/>
        </w:rPr>
        <w:t>Geef</w:t>
      </w:r>
      <w:r w:rsidRPr="00542D57">
        <w:rPr>
          <w:color w:val="231F20"/>
          <w:spacing w:val="14"/>
          <w:lang w:val="nl-NL"/>
        </w:rPr>
        <w:t xml:space="preserve"> </w:t>
      </w:r>
      <w:r w:rsidRPr="00542D57">
        <w:rPr>
          <w:color w:val="231F20"/>
          <w:spacing w:val="4"/>
          <w:lang w:val="nl-NL"/>
        </w:rPr>
        <w:t>ontbrekende</w:t>
      </w:r>
      <w:r w:rsidRPr="00542D57">
        <w:rPr>
          <w:color w:val="231F20"/>
          <w:spacing w:val="14"/>
          <w:lang w:val="nl-NL"/>
        </w:rPr>
        <w:t xml:space="preserve"> </w:t>
      </w:r>
      <w:r w:rsidRPr="00542D57">
        <w:rPr>
          <w:color w:val="231F20"/>
          <w:spacing w:val="4"/>
          <w:lang w:val="nl-NL"/>
        </w:rPr>
        <w:t>blokken</w:t>
      </w:r>
      <w:r w:rsidRPr="00542D57">
        <w:rPr>
          <w:color w:val="231F20"/>
          <w:spacing w:val="14"/>
          <w:lang w:val="nl-NL"/>
        </w:rPr>
        <w:t xml:space="preserve"> </w:t>
      </w:r>
      <w:r w:rsidRPr="00542D57">
        <w:rPr>
          <w:color w:val="231F20"/>
          <w:spacing w:val="2"/>
          <w:lang w:val="nl-NL"/>
        </w:rPr>
        <w:t>en</w:t>
      </w:r>
      <w:r w:rsidRPr="00542D57">
        <w:rPr>
          <w:color w:val="231F20"/>
          <w:spacing w:val="14"/>
          <w:lang w:val="nl-NL"/>
        </w:rPr>
        <w:t xml:space="preserve"> </w:t>
      </w:r>
      <w:r w:rsidRPr="00542D57">
        <w:rPr>
          <w:color w:val="231F20"/>
          <w:spacing w:val="4"/>
          <w:lang w:val="nl-NL"/>
        </w:rPr>
        <w:t>pijlen</w:t>
      </w:r>
      <w:r w:rsidRPr="00542D57">
        <w:rPr>
          <w:color w:val="231F20"/>
          <w:spacing w:val="14"/>
          <w:lang w:val="nl-NL"/>
        </w:rPr>
        <w:t xml:space="preserve"> </w:t>
      </w:r>
      <w:r w:rsidRPr="00542D57">
        <w:rPr>
          <w:color w:val="231F20"/>
          <w:spacing w:val="3"/>
          <w:lang w:val="nl-NL"/>
        </w:rPr>
        <w:t>weer</w:t>
      </w:r>
      <w:r w:rsidRPr="00542D57">
        <w:rPr>
          <w:color w:val="231F20"/>
          <w:spacing w:val="13"/>
          <w:lang w:val="nl-NL"/>
        </w:rPr>
        <w:t xml:space="preserve"> </w:t>
      </w:r>
      <w:r w:rsidRPr="00542D57">
        <w:rPr>
          <w:color w:val="231F20"/>
          <w:spacing w:val="2"/>
          <w:lang w:val="nl-NL"/>
        </w:rPr>
        <w:t>en</w:t>
      </w:r>
      <w:r w:rsidRPr="00542D57">
        <w:rPr>
          <w:color w:val="231F20"/>
          <w:spacing w:val="14"/>
          <w:lang w:val="nl-NL"/>
        </w:rPr>
        <w:t xml:space="preserve"> </w:t>
      </w:r>
      <w:r w:rsidRPr="00542D57">
        <w:rPr>
          <w:color w:val="231F20"/>
          <w:spacing w:val="5"/>
          <w:lang w:val="nl-NL"/>
        </w:rPr>
        <w:t>vermeld</w:t>
      </w:r>
    </w:p>
    <w:p w:rsidR="00017E14" w:rsidRPr="00542D57" w:rsidRDefault="003D508B">
      <w:pPr>
        <w:pStyle w:val="Plattetekst"/>
        <w:spacing w:line="261" w:lineRule="auto"/>
        <w:ind w:right="528"/>
        <w:rPr>
          <w:lang w:val="nl-NL"/>
        </w:rPr>
      </w:pPr>
      <w:r w:rsidRPr="00542D57">
        <w:rPr>
          <w:color w:val="231F20"/>
          <w:spacing w:val="4"/>
          <w:lang w:val="nl-NL"/>
        </w:rPr>
        <w:t xml:space="preserve">stofnamen </w:t>
      </w:r>
      <w:r w:rsidRPr="00542D57">
        <w:rPr>
          <w:color w:val="231F20"/>
          <w:spacing w:val="3"/>
          <w:lang w:val="nl-NL"/>
        </w:rPr>
        <w:t xml:space="preserve">bij </w:t>
      </w:r>
      <w:r w:rsidRPr="00542D57">
        <w:rPr>
          <w:color w:val="231F20"/>
          <w:spacing w:val="2"/>
          <w:lang w:val="nl-NL"/>
        </w:rPr>
        <w:t xml:space="preserve">de </w:t>
      </w:r>
      <w:r w:rsidRPr="00542D57">
        <w:rPr>
          <w:color w:val="231F20"/>
          <w:spacing w:val="4"/>
          <w:lang w:val="nl-NL"/>
        </w:rPr>
        <w:t xml:space="preserve">pijlen. </w:t>
      </w:r>
      <w:r w:rsidRPr="00542D57">
        <w:rPr>
          <w:color w:val="231F20"/>
          <w:spacing w:val="3"/>
          <w:lang w:val="nl-NL"/>
        </w:rPr>
        <w:t xml:space="preserve">Neem aan dat </w:t>
      </w:r>
      <w:r w:rsidRPr="00542D57">
        <w:rPr>
          <w:color w:val="231F20"/>
          <w:spacing w:val="2"/>
          <w:lang w:val="nl-NL"/>
        </w:rPr>
        <w:t xml:space="preserve">er </w:t>
      </w:r>
      <w:r w:rsidRPr="00542D57">
        <w:rPr>
          <w:color w:val="231F20"/>
          <w:spacing w:val="4"/>
          <w:lang w:val="nl-NL"/>
        </w:rPr>
        <w:t xml:space="preserve">hierbij </w:t>
      </w:r>
      <w:r w:rsidRPr="00542D57">
        <w:rPr>
          <w:color w:val="231F20"/>
          <w:spacing w:val="3"/>
          <w:lang w:val="nl-NL"/>
        </w:rPr>
        <w:t xml:space="preserve">geen </w:t>
      </w:r>
      <w:r w:rsidRPr="00542D57">
        <w:rPr>
          <w:color w:val="231F20"/>
          <w:spacing w:val="4"/>
          <w:lang w:val="nl-NL"/>
        </w:rPr>
        <w:t xml:space="preserve">andere stoffen </w:t>
      </w:r>
      <w:r w:rsidRPr="00542D57">
        <w:rPr>
          <w:color w:val="231F20"/>
          <w:spacing w:val="5"/>
          <w:lang w:val="nl-NL"/>
        </w:rPr>
        <w:t xml:space="preserve">nodig </w:t>
      </w:r>
      <w:r w:rsidRPr="00542D57">
        <w:rPr>
          <w:color w:val="231F20"/>
          <w:spacing w:val="4"/>
          <w:lang w:val="nl-NL"/>
        </w:rPr>
        <w:t>zijn,</w:t>
      </w:r>
      <w:r w:rsidRPr="00542D57">
        <w:rPr>
          <w:color w:val="231F20"/>
          <w:spacing w:val="13"/>
          <w:lang w:val="nl-NL"/>
        </w:rPr>
        <w:t xml:space="preserve"> </w:t>
      </w:r>
      <w:r w:rsidRPr="00542D57">
        <w:rPr>
          <w:color w:val="231F20"/>
          <w:spacing w:val="3"/>
          <w:lang w:val="nl-NL"/>
        </w:rPr>
        <w:t>dat</w:t>
      </w:r>
      <w:r w:rsidRPr="00542D57">
        <w:rPr>
          <w:color w:val="231F20"/>
          <w:spacing w:val="14"/>
          <w:lang w:val="nl-NL"/>
        </w:rPr>
        <w:t xml:space="preserve"> </w:t>
      </w:r>
      <w:r w:rsidRPr="00542D57">
        <w:rPr>
          <w:color w:val="231F20"/>
          <w:spacing w:val="2"/>
          <w:lang w:val="nl-NL"/>
        </w:rPr>
        <w:t>er</w:t>
      </w:r>
      <w:r w:rsidRPr="00542D57">
        <w:rPr>
          <w:color w:val="231F20"/>
          <w:spacing w:val="13"/>
          <w:lang w:val="nl-NL"/>
        </w:rPr>
        <w:t xml:space="preserve"> </w:t>
      </w:r>
      <w:r w:rsidRPr="00542D57">
        <w:rPr>
          <w:color w:val="231F20"/>
          <w:spacing w:val="3"/>
          <w:lang w:val="nl-NL"/>
        </w:rPr>
        <w:t>geen</w:t>
      </w:r>
      <w:r w:rsidRPr="00542D57">
        <w:rPr>
          <w:color w:val="231F20"/>
          <w:spacing w:val="14"/>
          <w:lang w:val="nl-NL"/>
        </w:rPr>
        <w:t xml:space="preserve"> </w:t>
      </w:r>
      <w:r w:rsidRPr="00542D57">
        <w:rPr>
          <w:color w:val="231F20"/>
          <w:spacing w:val="4"/>
          <w:lang w:val="nl-NL"/>
        </w:rPr>
        <w:t>nevenproducten</w:t>
      </w:r>
      <w:r w:rsidRPr="00542D57">
        <w:rPr>
          <w:color w:val="231F20"/>
          <w:spacing w:val="13"/>
          <w:lang w:val="nl-NL"/>
        </w:rPr>
        <w:t xml:space="preserve"> </w:t>
      </w:r>
      <w:r w:rsidRPr="00542D57">
        <w:rPr>
          <w:color w:val="231F20"/>
          <w:spacing w:val="4"/>
          <w:lang w:val="nl-NL"/>
        </w:rPr>
        <w:t>ontstaan</w:t>
      </w:r>
      <w:r w:rsidRPr="00542D57">
        <w:rPr>
          <w:color w:val="231F20"/>
          <w:spacing w:val="14"/>
          <w:lang w:val="nl-NL"/>
        </w:rPr>
        <w:t xml:space="preserve"> </w:t>
      </w:r>
      <w:r w:rsidRPr="00542D57">
        <w:rPr>
          <w:color w:val="231F20"/>
          <w:spacing w:val="2"/>
          <w:lang w:val="nl-NL"/>
        </w:rPr>
        <w:t>en</w:t>
      </w:r>
      <w:r w:rsidRPr="00542D57">
        <w:rPr>
          <w:color w:val="231F20"/>
          <w:spacing w:val="13"/>
          <w:lang w:val="nl-NL"/>
        </w:rPr>
        <w:t xml:space="preserve"> </w:t>
      </w:r>
      <w:r w:rsidRPr="00542D57">
        <w:rPr>
          <w:color w:val="231F20"/>
          <w:spacing w:val="3"/>
          <w:lang w:val="nl-NL"/>
        </w:rPr>
        <w:t>dat</w:t>
      </w:r>
      <w:r w:rsidRPr="00542D57">
        <w:rPr>
          <w:color w:val="231F20"/>
          <w:spacing w:val="14"/>
          <w:lang w:val="nl-NL"/>
        </w:rPr>
        <w:t xml:space="preserve"> </w:t>
      </w:r>
      <w:r w:rsidRPr="00542D57">
        <w:rPr>
          <w:color w:val="231F20"/>
          <w:spacing w:val="2"/>
          <w:lang w:val="nl-NL"/>
        </w:rPr>
        <w:t>de</w:t>
      </w:r>
      <w:r w:rsidRPr="00542D57">
        <w:rPr>
          <w:color w:val="231F20"/>
          <w:spacing w:val="13"/>
          <w:lang w:val="nl-NL"/>
        </w:rPr>
        <w:t xml:space="preserve"> </w:t>
      </w:r>
      <w:r w:rsidRPr="00542D57">
        <w:rPr>
          <w:color w:val="231F20"/>
          <w:spacing w:val="4"/>
          <w:lang w:val="nl-NL"/>
        </w:rPr>
        <w:t>reacties</w:t>
      </w:r>
      <w:r w:rsidRPr="00542D57">
        <w:rPr>
          <w:color w:val="231F20"/>
          <w:spacing w:val="14"/>
          <w:lang w:val="nl-NL"/>
        </w:rPr>
        <w:t xml:space="preserve"> </w:t>
      </w:r>
      <w:r w:rsidRPr="00542D57">
        <w:rPr>
          <w:color w:val="231F20"/>
          <w:spacing w:val="5"/>
          <w:lang w:val="nl-NL"/>
        </w:rPr>
        <w:t>aflopend</w:t>
      </w:r>
    </w:p>
    <w:p w:rsidR="00017E14" w:rsidRPr="00542D57" w:rsidRDefault="003D508B">
      <w:pPr>
        <w:pStyle w:val="Plattetekst"/>
        <w:spacing w:line="274" w:lineRule="exact"/>
        <w:rPr>
          <w:lang w:val="nl-NL"/>
        </w:rPr>
      </w:pPr>
      <w:r w:rsidRPr="00542D57">
        <w:rPr>
          <w:color w:val="231F20"/>
          <w:lang w:val="nl-NL"/>
        </w:rPr>
        <w:t>zijn.</w:t>
      </w:r>
    </w:p>
    <w:p w:rsidR="00017E14" w:rsidRPr="00542D57" w:rsidRDefault="00017E14">
      <w:pPr>
        <w:spacing w:line="274" w:lineRule="exact"/>
        <w:rPr>
          <w:lang w:val="nl-NL"/>
        </w:rPr>
        <w:sectPr w:rsidR="00017E14" w:rsidRPr="00542D57">
          <w:pgSz w:w="11910" w:h="16840"/>
          <w:pgMar w:top="820" w:right="1000" w:bottom="1160" w:left="1000" w:header="0" w:footer="974" w:gutter="0"/>
          <w:cols w:space="708"/>
        </w:sectPr>
      </w:pPr>
    </w:p>
    <w:p w:rsidR="00017E14" w:rsidRPr="00542D57" w:rsidRDefault="005F0B14">
      <w:pPr>
        <w:pStyle w:val="Kop1"/>
        <w:rPr>
          <w:lang w:val="nl-NL"/>
        </w:rPr>
      </w:pPr>
      <w:r>
        <w:rPr>
          <w:noProof/>
          <w:color w:val="231F20"/>
          <w:lang w:val="nl-NL"/>
        </w:rPr>
        <w:lastRenderedPageBreak/>
        <w:drawing>
          <wp:anchor distT="0" distB="0" distL="114300" distR="114300" simplePos="0" relativeHeight="251661312" behindDoc="0" locked="0" layoutInCell="1" allowOverlap="1">
            <wp:simplePos x="0" y="0"/>
            <wp:positionH relativeFrom="column">
              <wp:posOffset>4646930</wp:posOffset>
            </wp:positionH>
            <wp:positionV relativeFrom="paragraph">
              <wp:posOffset>133350</wp:posOffset>
            </wp:positionV>
            <wp:extent cx="1384935" cy="1365250"/>
            <wp:effectExtent l="0" t="0" r="0"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384935" cy="1365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F5398">
        <w:pict>
          <v:line id="_x0000_s1110" style="position:absolute;left:0;text-align:left;z-index:251641344;mso-wrap-distance-left:0;mso-wrap-distance-right:0;mso-position-horizontal-relative:page;mso-position-vertical-relative:text" from="55.2pt,24.65pt" to="540.05pt,24.65pt" strokecolor="silver" strokeweight="4.5pt">
            <w10:wrap type="topAndBottom" anchorx="page"/>
          </v:line>
        </w:pict>
      </w:r>
      <w:hyperlink r:id="rId26" w:history="1">
        <w:r w:rsidR="003D508B" w:rsidRPr="008B1517">
          <w:rPr>
            <w:rStyle w:val="Hyperlink"/>
            <w:lang w:val="nl-NL"/>
          </w:rPr>
          <w:t>Fotonenboer</w:t>
        </w:r>
      </w:hyperlink>
    </w:p>
    <w:p w:rsidR="00017E14" w:rsidRPr="00542D57" w:rsidRDefault="00017E14">
      <w:pPr>
        <w:pStyle w:val="Plattetekst"/>
        <w:spacing w:before="9"/>
        <w:ind w:left="0"/>
        <w:rPr>
          <w:b/>
          <w:sz w:val="16"/>
          <w:lang w:val="nl-NL"/>
        </w:rPr>
      </w:pPr>
    </w:p>
    <w:p w:rsidR="00017E14" w:rsidRPr="00542D57" w:rsidRDefault="003D508B">
      <w:pPr>
        <w:pStyle w:val="Plattetekst"/>
        <w:spacing w:before="93" w:line="261" w:lineRule="auto"/>
        <w:ind w:right="528"/>
        <w:rPr>
          <w:lang w:val="nl-NL"/>
        </w:rPr>
      </w:pPr>
      <w:r w:rsidRPr="00542D57">
        <w:rPr>
          <w:color w:val="231F20"/>
          <w:lang w:val="nl-NL"/>
        </w:rPr>
        <w:t>Een Nederlandse melkveehouder voorziet sinds 2010 met zonnecellen in de eigen energiebehoefte. Voor de opslag van overdag teveel</w:t>
      </w:r>
    </w:p>
    <w:p w:rsidR="00017E14" w:rsidRPr="00542D57" w:rsidRDefault="003D508B">
      <w:pPr>
        <w:pStyle w:val="Plattetekst"/>
        <w:spacing w:line="274" w:lineRule="exact"/>
        <w:rPr>
          <w:lang w:val="nl-NL"/>
        </w:rPr>
      </w:pPr>
      <w:r w:rsidRPr="00542D57">
        <w:rPr>
          <w:color w:val="231F20"/>
          <w:spacing w:val="4"/>
          <w:lang w:val="nl-NL"/>
        </w:rPr>
        <w:t xml:space="preserve">geproduceerde energie </w:t>
      </w:r>
      <w:r w:rsidRPr="00542D57">
        <w:rPr>
          <w:color w:val="231F20"/>
          <w:spacing w:val="2"/>
          <w:lang w:val="nl-NL"/>
        </w:rPr>
        <w:t xml:space="preserve">is op de </w:t>
      </w:r>
      <w:r w:rsidRPr="00542D57">
        <w:rPr>
          <w:color w:val="231F20"/>
          <w:spacing w:val="26"/>
          <w:lang w:val="nl-NL"/>
        </w:rPr>
        <w:t xml:space="preserve"> </w:t>
      </w:r>
      <w:r w:rsidRPr="00542D57">
        <w:rPr>
          <w:color w:val="231F20"/>
          <w:spacing w:val="4"/>
          <w:lang w:val="nl-NL"/>
        </w:rPr>
        <w:t xml:space="preserve">boerderij </w:t>
      </w:r>
      <w:r w:rsidRPr="00542D57">
        <w:rPr>
          <w:color w:val="231F20"/>
          <w:spacing w:val="3"/>
          <w:lang w:val="nl-NL"/>
        </w:rPr>
        <w:t xml:space="preserve">een </w:t>
      </w:r>
      <w:r w:rsidRPr="00542D57">
        <w:rPr>
          <w:color w:val="231F20"/>
          <w:spacing w:val="4"/>
          <w:lang w:val="nl-NL"/>
        </w:rPr>
        <w:t xml:space="preserve">zogeheten </w:t>
      </w:r>
      <w:r w:rsidRPr="00542D57">
        <w:rPr>
          <w:color w:val="231F20"/>
          <w:spacing w:val="5"/>
          <w:lang w:val="nl-NL"/>
        </w:rPr>
        <w:t>Vanadium</w:t>
      </w:r>
    </w:p>
    <w:p w:rsidR="00017E14" w:rsidRPr="00542D57" w:rsidRDefault="003D508B">
      <w:pPr>
        <w:pStyle w:val="Plattetekst"/>
        <w:spacing w:before="24" w:line="261" w:lineRule="auto"/>
        <w:ind w:right="528"/>
        <w:rPr>
          <w:lang w:val="nl-NL"/>
        </w:rPr>
      </w:pPr>
      <w:r w:rsidRPr="00542D57">
        <w:rPr>
          <w:color w:val="231F20"/>
          <w:spacing w:val="4"/>
          <w:lang w:val="nl-NL"/>
        </w:rPr>
        <w:t xml:space="preserve">Redox </w:t>
      </w:r>
      <w:r w:rsidRPr="00542D57">
        <w:rPr>
          <w:color w:val="231F20"/>
          <w:spacing w:val="3"/>
          <w:lang w:val="nl-NL"/>
        </w:rPr>
        <w:t xml:space="preserve">Flow </w:t>
      </w:r>
      <w:proofErr w:type="spellStart"/>
      <w:r w:rsidRPr="00542D57">
        <w:rPr>
          <w:color w:val="231F20"/>
          <w:spacing w:val="4"/>
          <w:lang w:val="nl-NL"/>
        </w:rPr>
        <w:t>Battery</w:t>
      </w:r>
      <w:proofErr w:type="spellEnd"/>
      <w:r w:rsidRPr="00542D57">
        <w:rPr>
          <w:color w:val="231F20"/>
          <w:spacing w:val="4"/>
          <w:lang w:val="nl-NL"/>
        </w:rPr>
        <w:t xml:space="preserve"> (VRFB) geplaatst. </w:t>
      </w:r>
      <w:r w:rsidRPr="00542D57">
        <w:rPr>
          <w:color w:val="231F20"/>
          <w:spacing w:val="2"/>
          <w:lang w:val="nl-NL"/>
        </w:rPr>
        <w:t xml:space="preserve">In </w:t>
      </w:r>
      <w:r w:rsidRPr="00542D57">
        <w:rPr>
          <w:color w:val="231F20"/>
          <w:spacing w:val="3"/>
          <w:lang w:val="nl-NL"/>
        </w:rPr>
        <w:t xml:space="preserve">deze </w:t>
      </w:r>
      <w:r w:rsidRPr="00542D57">
        <w:rPr>
          <w:color w:val="231F20"/>
          <w:spacing w:val="4"/>
          <w:lang w:val="nl-NL"/>
        </w:rPr>
        <w:t xml:space="preserve">VRFB worden </w:t>
      </w:r>
      <w:r w:rsidRPr="00542D57">
        <w:rPr>
          <w:color w:val="231F20"/>
          <w:spacing w:val="5"/>
          <w:lang w:val="nl-NL"/>
        </w:rPr>
        <w:t xml:space="preserve">oplossingen </w:t>
      </w:r>
      <w:r w:rsidRPr="00542D57">
        <w:rPr>
          <w:color w:val="231F20"/>
          <w:spacing w:val="3"/>
          <w:lang w:val="nl-NL"/>
        </w:rPr>
        <w:t xml:space="preserve">met </w:t>
      </w:r>
      <w:r w:rsidRPr="00542D57">
        <w:rPr>
          <w:color w:val="231F20"/>
          <w:spacing w:val="4"/>
          <w:lang w:val="nl-NL"/>
        </w:rPr>
        <w:t xml:space="preserve">verschillende vanadiumionen vanuit twee opslagtanks </w:t>
      </w:r>
      <w:r w:rsidRPr="00542D57">
        <w:rPr>
          <w:color w:val="231F20"/>
          <w:spacing w:val="3"/>
          <w:lang w:val="nl-NL"/>
        </w:rPr>
        <w:t>door</w:t>
      </w:r>
      <w:r w:rsidRPr="00542D57">
        <w:rPr>
          <w:color w:val="231F20"/>
          <w:spacing w:val="4"/>
          <w:lang w:val="nl-NL"/>
        </w:rPr>
        <w:t xml:space="preserve"> </w:t>
      </w:r>
      <w:r w:rsidRPr="00542D57">
        <w:rPr>
          <w:color w:val="231F20"/>
          <w:spacing w:val="5"/>
          <w:lang w:val="nl-NL"/>
        </w:rPr>
        <w:t>een</w:t>
      </w:r>
    </w:p>
    <w:p w:rsidR="00017E14" w:rsidRPr="00542D57" w:rsidRDefault="003D508B">
      <w:pPr>
        <w:pStyle w:val="Plattetekst"/>
        <w:spacing w:line="261" w:lineRule="auto"/>
        <w:ind w:right="641"/>
        <w:jc w:val="both"/>
        <w:rPr>
          <w:lang w:val="nl-NL"/>
        </w:rPr>
      </w:pPr>
      <w:r w:rsidRPr="00542D57">
        <w:rPr>
          <w:color w:val="231F20"/>
          <w:lang w:val="nl-NL"/>
        </w:rPr>
        <w:t>aantal geschakelde elektrochemische cellen gepompt. Dit proces is in de figuur hieronder vereenvoudigd weergegeven met één elektrochemische cel. In deze opgave wordt de term vanadiumionen gebruikt voor</w:t>
      </w:r>
    </w:p>
    <w:p w:rsidR="00017E14" w:rsidRPr="00542D57" w:rsidRDefault="00FF5398">
      <w:pPr>
        <w:spacing w:line="279" w:lineRule="exact"/>
        <w:ind w:left="1097"/>
        <w:jc w:val="both"/>
        <w:rPr>
          <w:rFonts w:ascii="Times New Roman"/>
          <w:sz w:val="26"/>
          <w:lang w:val="nl-NL"/>
        </w:rPr>
      </w:pPr>
      <w:r>
        <w:pict>
          <v:shape id="_x0000_s1109" type="#_x0000_t202" style="position:absolute;left:0;text-align:left;margin-left:292.75pt;margin-top:7.55pt;width:4.3pt;height:9.45pt;z-index:-251651584;mso-position-horizontal-relative:page" filled="f" stroked="f">
            <v:textbox inset="0,0,0,0">
              <w:txbxContent>
                <w:p w:rsidR="00FF5398" w:rsidRDefault="00FF5398">
                  <w:pPr>
                    <w:spacing w:line="189" w:lineRule="exact"/>
                    <w:rPr>
                      <w:rFonts w:ascii="Times New Roman"/>
                      <w:sz w:val="17"/>
                    </w:rPr>
                  </w:pPr>
                  <w:r>
                    <w:rPr>
                      <w:rFonts w:ascii="Times New Roman"/>
                      <w:color w:val="231F20"/>
                      <w:sz w:val="17"/>
                    </w:rPr>
                    <w:t>2</w:t>
                  </w:r>
                </w:p>
              </w:txbxContent>
            </v:textbox>
            <w10:wrap anchorx="page"/>
          </v:shape>
        </w:pict>
      </w:r>
      <w:r w:rsidR="003D508B" w:rsidRPr="00542D57">
        <w:rPr>
          <w:color w:val="231F20"/>
          <w:sz w:val="24"/>
          <w:lang w:val="nl-NL"/>
        </w:rPr>
        <w:t xml:space="preserve">(combinaties van) de deeltjes </w:t>
      </w:r>
      <w:r w:rsidR="003D508B" w:rsidRPr="00542D57">
        <w:rPr>
          <w:rFonts w:ascii="Times New Roman"/>
          <w:color w:val="231F20"/>
          <w:sz w:val="26"/>
          <w:lang w:val="nl-NL"/>
        </w:rPr>
        <w:t xml:space="preserve">VO </w:t>
      </w:r>
      <w:r w:rsidR="003D508B" w:rsidRPr="00542D57">
        <w:rPr>
          <w:rFonts w:ascii="Times New Roman"/>
          <w:color w:val="231F20"/>
          <w:sz w:val="26"/>
          <w:vertAlign w:val="superscript"/>
          <w:lang w:val="nl-NL"/>
        </w:rPr>
        <w:t>+</w:t>
      </w:r>
      <w:r w:rsidR="003D508B" w:rsidRPr="00542D57">
        <w:rPr>
          <w:color w:val="231F20"/>
          <w:sz w:val="24"/>
          <w:lang w:val="nl-NL"/>
        </w:rPr>
        <w:t xml:space="preserve">, </w:t>
      </w:r>
      <w:r w:rsidR="003D508B" w:rsidRPr="00542D57">
        <w:rPr>
          <w:rFonts w:ascii="Times New Roman"/>
          <w:color w:val="231F20"/>
          <w:sz w:val="26"/>
          <w:lang w:val="nl-NL"/>
        </w:rPr>
        <w:t>VO</w:t>
      </w:r>
      <w:r w:rsidR="003D508B" w:rsidRPr="00542D57">
        <w:rPr>
          <w:rFonts w:ascii="Times New Roman"/>
          <w:color w:val="231F20"/>
          <w:sz w:val="26"/>
          <w:vertAlign w:val="superscript"/>
          <w:lang w:val="nl-NL"/>
        </w:rPr>
        <w:t>2+</w:t>
      </w:r>
      <w:r w:rsidR="003D508B" w:rsidRPr="00542D57">
        <w:rPr>
          <w:color w:val="231F20"/>
          <w:sz w:val="24"/>
          <w:lang w:val="nl-NL"/>
        </w:rPr>
        <w:t xml:space="preserve">, </w:t>
      </w:r>
      <w:r w:rsidR="003D508B" w:rsidRPr="00542D57">
        <w:rPr>
          <w:rFonts w:ascii="Times New Roman"/>
          <w:color w:val="231F20"/>
          <w:sz w:val="26"/>
          <w:lang w:val="nl-NL"/>
        </w:rPr>
        <w:t>V</w:t>
      </w:r>
      <w:r w:rsidR="003D508B" w:rsidRPr="00542D57">
        <w:rPr>
          <w:rFonts w:ascii="Times New Roman"/>
          <w:color w:val="231F20"/>
          <w:sz w:val="26"/>
          <w:vertAlign w:val="superscript"/>
          <w:lang w:val="nl-NL"/>
        </w:rPr>
        <w:t>3+</w:t>
      </w:r>
      <w:r w:rsidR="003D508B" w:rsidRPr="00542D57">
        <w:rPr>
          <w:rFonts w:ascii="Times New Roman"/>
          <w:color w:val="231F20"/>
          <w:sz w:val="26"/>
          <w:lang w:val="nl-NL"/>
        </w:rPr>
        <w:t xml:space="preserve"> </w:t>
      </w:r>
      <w:r w:rsidR="003D508B" w:rsidRPr="00542D57">
        <w:rPr>
          <w:color w:val="231F20"/>
          <w:sz w:val="24"/>
          <w:lang w:val="nl-NL"/>
        </w:rPr>
        <w:t xml:space="preserve">en </w:t>
      </w:r>
      <w:r w:rsidR="003D508B" w:rsidRPr="00542D57">
        <w:rPr>
          <w:rFonts w:ascii="Times New Roman"/>
          <w:color w:val="231F20"/>
          <w:sz w:val="26"/>
          <w:lang w:val="nl-NL"/>
        </w:rPr>
        <w:t>V</w:t>
      </w:r>
      <w:r w:rsidR="003D508B" w:rsidRPr="00542D57">
        <w:rPr>
          <w:rFonts w:ascii="Times New Roman"/>
          <w:color w:val="231F20"/>
          <w:sz w:val="26"/>
          <w:vertAlign w:val="superscript"/>
          <w:lang w:val="nl-NL"/>
        </w:rPr>
        <w:t>2+</w:t>
      </w:r>
      <w:r w:rsidR="003D508B" w:rsidRPr="00542D57">
        <w:rPr>
          <w:rFonts w:ascii="Times New Roman"/>
          <w:color w:val="231F20"/>
          <w:sz w:val="26"/>
          <w:lang w:val="nl-NL"/>
        </w:rPr>
        <w:t>.</w:t>
      </w:r>
    </w:p>
    <w:p w:rsidR="00017E14" w:rsidRPr="00542D57" w:rsidRDefault="003D508B">
      <w:pPr>
        <w:pStyle w:val="Plattetekst"/>
        <w:spacing w:before="24"/>
        <w:jc w:val="both"/>
        <w:rPr>
          <w:lang w:val="nl-NL"/>
        </w:rPr>
      </w:pPr>
      <w:r w:rsidRPr="00542D57">
        <w:rPr>
          <w:color w:val="231F20"/>
          <w:lang w:val="nl-NL"/>
        </w:rPr>
        <w:t>In beide oplossingen is verder alleen opgelost zwavelzuur aanwezig.</w:t>
      </w:r>
    </w:p>
    <w:p w:rsidR="00017E14" w:rsidRPr="00542D57" w:rsidRDefault="00017E14">
      <w:pPr>
        <w:pStyle w:val="Plattetekst"/>
        <w:spacing w:before="3"/>
        <w:ind w:left="0"/>
        <w:rPr>
          <w:sz w:val="28"/>
          <w:lang w:val="nl-NL"/>
        </w:rPr>
      </w:pPr>
    </w:p>
    <w:p w:rsidR="00017E14" w:rsidRPr="00542D57" w:rsidRDefault="00FF5398">
      <w:pPr>
        <w:pStyle w:val="Kop2"/>
        <w:jc w:val="both"/>
        <w:rPr>
          <w:lang w:val="nl-NL"/>
        </w:rPr>
      </w:pPr>
      <w:r>
        <w:pict>
          <v:group id="_x0000_s1032" style="position:absolute;left:0;text-align:left;margin-left:104.9pt;margin-top:20.45pt;width:210.95pt;height:82.3pt;z-index:251642368;mso-wrap-distance-left:0;mso-wrap-distance-right:0;mso-position-horizontal-relative:page" coordorigin="2098,409" coordsize="4219,1646">
            <v:line id="_x0000_s1108" style="position:absolute" from="5364,2051" to="6133,2051" strokeweight="0"/>
            <v:line id="_x0000_s1107" style="position:absolute" from="5364,2051" to="6133,2051" strokeweight=".4pt"/>
            <v:shape id="_x0000_s1106" style="position:absolute;left:5178;top:1940;width:186;height:111" coordorigin="5178,1940" coordsize="186,111" path="m5178,1940r15,43l5233,2019r59,23l5364,2051e" filled="f" strokeweight=".4pt">
              <v:path arrowok="t"/>
            </v:shape>
            <v:shape id="_x0000_s1105" style="position:absolute;left:6126;top:1938;width:186;height:111" coordorigin="6127,1939" coordsize="186,111" path="m6312,1939r-14,43l6258,2017r-59,24l6127,2050e" filled="f" strokeweight=".4pt">
              <v:path arrowok="t"/>
            </v:shape>
            <v:line id="_x0000_s1104" style="position:absolute" from="5364,504" to="6133,504" strokeweight="0"/>
            <v:line id="_x0000_s1103" style="position:absolute" from="5364,504" to="6133,504" strokeweight=".4pt"/>
            <v:shape id="_x0000_s1102" style="position:absolute;left:5178;top:503;width:186;height:111" coordorigin="5178,504" coordsize="186,111" path="m5178,615r15,-43l5233,536r59,-23l5364,504e" filled="f" strokeweight=".4pt">
              <v:path arrowok="t"/>
            </v:shape>
            <v:shape id="_x0000_s1101" style="position:absolute;left:6126;top:505;width:186;height:111" coordorigin="6127,506" coordsize="186,111" path="m6312,616r-14,-43l6258,538r-59,-24l6127,506e" filled="f" strokeweight=".4pt">
              <v:path arrowok="t"/>
            </v:shape>
            <v:line id="_x0000_s1100" style="position:absolute" from="6312,617" to="6312,1943" strokeweight="0"/>
            <v:line id="_x0000_s1099" style="position:absolute" from="6312,1943" to="6312,617" strokeweight=".4pt"/>
            <v:line id="_x0000_s1098" style="position:absolute" from="5178,617" to="5178,1943" strokeweight="0"/>
            <v:line id="_x0000_s1097" style="position:absolute" from="5178,1943" to="5178,617" strokeweight=".4pt"/>
            <v:line id="_x0000_s1096" style="position:absolute" from="2287,2051" to="3056,2051" strokeweight="0"/>
            <v:line id="_x0000_s1095" style="position:absolute" from="2287,2051" to="3056,2051" strokeweight=".4pt"/>
            <v:shape id="_x0000_s1094" style="position:absolute;left:2101;top:1940;width:186;height:111" coordorigin="2102,1940" coordsize="186,111" path="m2102,1940r14,43l2156,2019r59,23l2287,2051e" filled="f" strokeweight=".4pt">
              <v:path arrowok="t"/>
            </v:shape>
            <v:shape id="_x0000_s1093" style="position:absolute;left:3050;top:1938;width:186;height:111" coordorigin="3050,1939" coordsize="186,111" path="m3235,1939r-14,43l3181,2017r-59,24l3050,2050e" filled="f" strokeweight=".4pt">
              <v:path arrowok="t"/>
            </v:shape>
            <v:line id="_x0000_s1092" style="position:absolute" from="2287,504" to="3056,504" strokeweight="0"/>
            <v:line id="_x0000_s1091" style="position:absolute" from="2287,504" to="3056,504" strokeweight=".4pt"/>
            <v:shape id="_x0000_s1090" style="position:absolute;left:2101;top:503;width:186;height:111" coordorigin="2102,504" coordsize="186,111" path="m2102,615r14,-43l2156,536r59,-23l2287,504e" filled="f" strokeweight=".4pt">
              <v:path arrowok="t"/>
            </v:shape>
            <v:shape id="_x0000_s1089" style="position:absolute;left:3050;top:505;width:186;height:111" coordorigin="3050,506" coordsize="186,111" path="m3235,616r-14,-43l3181,538r-59,-24l3050,506e" filled="f" strokeweight=".4pt">
              <v:path arrowok="t"/>
            </v:shape>
            <v:line id="_x0000_s1088" style="position:absolute" from="3235,617" to="3235,1943" strokeweight="0"/>
            <v:line id="_x0000_s1087" style="position:absolute" from="3235,1943" to="3235,617" strokeweight=".4pt"/>
            <v:line id="_x0000_s1086" style="position:absolute" from="2102,617" to="2102,1943" strokeweight="0"/>
            <v:line id="_x0000_s1085" style="position:absolute" from="2102,1943" to="2102,617" strokeweight=".4pt"/>
            <v:line id="_x0000_s1084" style="position:absolute" from="3235,1403" to="3920,1403" strokeweight=".8pt"/>
            <v:line id="_x0000_s1083" style="position:absolute" from="4047,785" to="4047,1497" strokeweight="0"/>
            <v:line id="_x0000_s1082" style="position:absolute" from="4047,1497" to="4047,785" strokeweight=".49989mm"/>
            <v:line id="_x0000_s1081" style="position:absolute" from="4046,844" to="4046,598" strokeweight=".6pt"/>
            <v:line id="_x0000_s1080" style="position:absolute" from="4342,784" to="4342,1497" strokeweight="0"/>
            <v:line id="_x0000_s1079" style="position:absolute" from="4342,784" to="4342,1497" strokeweight=".49989mm"/>
            <v:line id="_x0000_s1078" style="position:absolute" from="4343,844" to="4343,598" strokeweight=".6pt"/>
            <v:line id="_x0000_s1077" style="position:absolute" from="4011,1530" to="4392,1530" strokeweight=".4pt"/>
            <v:shape id="_x0000_s1076" style="position:absolute;left:3918;top:1474;width:92;height:56" coordorigin="3919,1474" coordsize="92,56" path="m3919,1474r7,22l3946,1514r29,11l4011,1530e" filled="f" strokeweight=".4pt">
              <v:path arrowok="t"/>
            </v:shape>
            <v:shape id="_x0000_s1075" style="position:absolute;left:4389;top:1473;width:92;height:56" coordorigin="4389,1473" coordsize="92,56" path="m4481,1473r-7,22l4454,1513r-29,12l4389,1529e" filled="f" strokeweight=".4pt">
              <v:path arrowok="t"/>
            </v:shape>
            <v:line id="_x0000_s1074" style="position:absolute" from="4011,753" to="4392,753" strokeweight="0"/>
            <v:line id="_x0000_s1073" style="position:absolute" from="4011,753" to="4392,753" strokeweight=".4pt"/>
            <v:shape id="_x0000_s1072" style="position:absolute;left:3918;top:753;width:92;height:56" coordorigin="3919,753" coordsize="92,56" path="m3919,809r7,-22l3946,769r29,-12l4011,753e" filled="f" strokeweight=".4pt">
              <v:path arrowok="t"/>
            </v:shape>
            <v:shape id="_x0000_s1071" style="position:absolute;left:4389;top:753;width:92;height:56" coordorigin="4389,754" coordsize="92,56" path="m4481,810r-7,-22l4454,770r-29,-12l4389,754e" filled="f" strokeweight=".4pt">
              <v:path arrowok="t"/>
            </v:shape>
            <v:line id="_x0000_s1070" style="position:absolute" from="4481,810" to="4481,1476" strokeweight="0"/>
            <v:line id="_x0000_s1069" style="position:absolute" from="4481,1476" to="4481,810" strokeweight=".4pt"/>
            <v:line id="_x0000_s1068" style="position:absolute" from="3919,810" to="3919,1476" strokeweight="0"/>
            <v:line id="_x0000_s1067" style="position:absolute" from="3919,1476" to="3919,810" strokeweight=".4pt"/>
            <v:line id="_x0000_s1066" style="position:absolute" from="3914,912" to="3233,912" strokeweight=".8pt"/>
            <v:line id="_x0000_s1065" style="position:absolute" from="4195,1627" to="4195,1774" strokeweight=".6pt"/>
            <v:shape id="_x0000_s1064" style="position:absolute;left:4155;top:1567;width:72;height:92" coordorigin="4156,1568" coordsize="72,92" o:spt="100" adj="0,,0" path="m4223,1649r-32,l4216,1653r11,7l4223,1649xm4193,1568r-37,91l4167,1651r24,-2l4223,1649r-30,-81xe" fillcolor="black" stroked="f">
              <v:stroke joinstyle="round"/>
              <v:formulas/>
              <v:path arrowok="t" o:connecttype="segments"/>
            </v:shape>
            <v:line id="_x0000_s1063" style="position:absolute" from="5169,912" to="4488,912" strokeweight=".8pt"/>
            <v:line id="_x0000_s1062" style="position:absolute" from="5179,1403" to="4479,1403" strokeweight=".8pt"/>
            <v:line id="_x0000_s1061" style="position:absolute" from="4194,1525" to="4194,1474" strokeweight=".5pt"/>
            <v:line id="_x0000_s1060" style="position:absolute" from="4194,1423" to="4194,1373" strokeweight=".5pt"/>
            <v:line id="_x0000_s1059" style="position:absolute" from="4194,1322" to="4194,1271" strokeweight=".5pt"/>
            <v:line id="_x0000_s1058" style="position:absolute" from="4194,1220" to="4194,1169" strokeweight=".5pt"/>
            <v:line id="_x0000_s1057" style="position:absolute" from="4194,1119" to="4194,1068" strokeweight=".5pt"/>
            <v:line id="_x0000_s1056" style="position:absolute" from="4194,1017" to="4194,966" strokeweight=".5pt"/>
            <v:line id="_x0000_s1055" style="position:absolute" from="4194,915" to="4194,865" strokeweight=".5pt"/>
            <v:line id="_x0000_s1054" style="position:absolute" from="4194,814" to="4194,763" strokeweight=".5pt"/>
            <v:line id="_x0000_s1053" style="position:absolute" from="4294,480" to="4407,480" strokeweight=".20003mm"/>
            <v:shape id="_x0000_s1052" type="#_x0000_t75" style="position:absolute;left:3972;top:409;width:142;height:142">
              <v:imagedata r:id="rId27" o:title=""/>
            </v:shape>
            <v:shape id="_x0000_s1051" style="position:absolute;left:4284;top:412;width:137;height:136" coordorigin="4285,412" coordsize="137,136" path="m4421,480r-6,27l4401,528r-22,15l4353,548r-27,-5l4305,528r-15,-21l4285,480r5,-26l4305,432r21,-14l4353,412r26,6l4401,432r14,22l4421,480xe" filled="f" strokeweight=".09983mm">
              <v:path arrowok="t"/>
            </v:shape>
            <v:shape id="_x0000_s1050" type="#_x0000_t75" style="position:absolute;left:2564;top:906;width:159;height:315">
              <v:imagedata r:id="rId28" o:title=""/>
            </v:shape>
            <v:shape id="_x0000_s1049" type="#_x0000_t75" style="position:absolute;left:5623;top:906;width:159;height:315">
              <v:imagedata r:id="rId29" o:title=""/>
            </v:shape>
            <v:shape id="_x0000_s1048" style="position:absolute;left:4766;top:1355;width:126;height:95" coordorigin="4766,1356" coordsize="126,95" path="m4892,1356r-126,44l4891,1450r-11,-14l4878,1403r4,-33l4892,1356xe" fillcolor="black" stroked="f">
              <v:path arrowok="t"/>
            </v:shape>
            <v:shape id="_x0000_s1047" style="position:absolute;left:4766;top:864;width:126;height:95" coordorigin="4766,865" coordsize="126,95" path="m4767,865r11,15l4780,912r-4,33l4766,959r126,-44l4767,865xe" fillcolor="black" stroked="f">
              <v:path arrowok="t"/>
            </v:shape>
            <v:shape id="_x0000_s1046" style="position:absolute;left:3510;top:864;width:126;height:95" coordorigin="3510,865" coordsize="126,95" path="m3636,865r-126,44l3635,959r-11,-15l3622,912r4,-33l3636,865xe" fillcolor="black" stroked="f">
              <v:path arrowok="t"/>
            </v:shape>
            <v:shape id="_x0000_s1045" style="position:absolute;left:3514;top:1355;width:126;height:95" coordorigin="3515,1356" coordsize="126,95" path="m3516,1356r11,15l3529,1403r-4,33l3515,1450r126,-44l3516,1356xe" fillcolor="black" stroked="f">
              <v:path arrowok="t"/>
            </v:shape>
            <v:shape id="_x0000_s1044" type="#_x0000_t202" style="position:absolute;left:2442;top:559;width:487;height:289" filled="f" stroked="f">
              <v:textbox inset="0,0,0,0">
                <w:txbxContent>
                  <w:p w:rsidR="00FF5398" w:rsidRDefault="00FF5398">
                    <w:pPr>
                      <w:spacing w:before="16"/>
                      <w:rPr>
                        <w:rFonts w:ascii="Times New Roman"/>
                        <w:sz w:val="14"/>
                      </w:rPr>
                    </w:pPr>
                    <w:r>
                      <w:rPr>
                        <w:rFonts w:ascii="Times New Roman"/>
                        <w:color w:val="231F20"/>
                        <w:position w:val="-5"/>
                      </w:rPr>
                      <w:t>VO</w:t>
                    </w:r>
                    <w:r>
                      <w:rPr>
                        <w:rFonts w:ascii="Times New Roman"/>
                        <w:color w:val="231F20"/>
                        <w:sz w:val="14"/>
                      </w:rPr>
                      <w:t>2+</w:t>
                    </w:r>
                  </w:p>
                </w:txbxContent>
              </v:textbox>
            </v:shape>
            <v:shape id="_x0000_s1043" type="#_x0000_t202" style="position:absolute;left:5581;top:559;width:328;height:289" filled="f" stroked="f">
              <v:textbox inset="0,0,0,0">
                <w:txbxContent>
                  <w:p w:rsidR="00FF5398" w:rsidRDefault="00FF5398">
                    <w:pPr>
                      <w:spacing w:before="16"/>
                      <w:rPr>
                        <w:rFonts w:ascii="Times New Roman"/>
                        <w:sz w:val="14"/>
                      </w:rPr>
                    </w:pPr>
                    <w:r>
                      <w:rPr>
                        <w:rFonts w:ascii="Times New Roman"/>
                        <w:color w:val="231F20"/>
                        <w:position w:val="-5"/>
                      </w:rPr>
                      <w:t>V</w:t>
                    </w:r>
                    <w:r>
                      <w:rPr>
                        <w:rFonts w:ascii="Times New Roman"/>
                        <w:color w:val="231F20"/>
                        <w:sz w:val="14"/>
                      </w:rPr>
                      <w:t>3+</w:t>
                    </w:r>
                  </w:p>
                </w:txbxContent>
              </v:textbox>
            </v:shape>
            <v:shape id="_x0000_s1042" type="#_x0000_t202" style="position:absolute;left:2447;top:1278;width:408;height:325" filled="f" stroked="f">
              <v:textbox inset="0,0,0,0">
                <w:txbxContent>
                  <w:p w:rsidR="00FF5398" w:rsidRDefault="00FF5398">
                    <w:pPr>
                      <w:spacing w:before="16"/>
                      <w:rPr>
                        <w:rFonts w:ascii="Times New Roman"/>
                        <w:sz w:val="14"/>
                      </w:rPr>
                    </w:pPr>
                    <w:r>
                      <w:rPr>
                        <w:rFonts w:ascii="Times New Roman"/>
                        <w:color w:val="1E1E1E"/>
                      </w:rPr>
                      <w:t>VO</w:t>
                    </w:r>
                    <w:r>
                      <w:rPr>
                        <w:rFonts w:ascii="Times New Roman"/>
                        <w:color w:val="1E1E1E"/>
                        <w:position w:val="-5"/>
                        <w:sz w:val="14"/>
                      </w:rPr>
                      <w:t>2</w:t>
                    </w:r>
                  </w:p>
                </w:txbxContent>
              </v:textbox>
            </v:shape>
            <v:shape id="_x0000_s1041" type="#_x0000_t202" style="position:absolute;left:2835;top:1298;width:99;height:184" filled="f" stroked="f">
              <v:textbox inset="0,0,0,0">
                <w:txbxContent>
                  <w:p w:rsidR="00FF5398" w:rsidRDefault="00FF5398">
                    <w:pPr>
                      <w:spacing w:before="10"/>
                      <w:rPr>
                        <w:rFonts w:ascii="Times New Roman"/>
                        <w:sz w:val="14"/>
                      </w:rPr>
                    </w:pPr>
                    <w:r>
                      <w:rPr>
                        <w:rFonts w:ascii="Times New Roman"/>
                        <w:color w:val="1E1E1E"/>
                        <w:sz w:val="14"/>
                      </w:rPr>
                      <w:t>+</w:t>
                    </w:r>
                  </w:p>
                </w:txbxContent>
              </v:textbox>
            </v:shape>
            <v:shape id="_x0000_s1040" type="#_x0000_t202" style="position:absolute;left:4010;top:1298;width:402;height:184" filled="f" stroked="f">
              <v:textbox inset="0,0,0,0">
                <w:txbxContent>
                  <w:p w:rsidR="00FF5398" w:rsidRDefault="00FF5398">
                    <w:pPr>
                      <w:tabs>
                        <w:tab w:val="left" w:pos="381"/>
                      </w:tabs>
                      <w:spacing w:before="10"/>
                      <w:rPr>
                        <w:rFonts w:ascii="Times New Roman"/>
                        <w:sz w:val="14"/>
                      </w:rPr>
                    </w:pPr>
                    <w:r>
                      <w:rPr>
                        <w:rFonts w:ascii="Times New Roman"/>
                        <w:color w:val="1E1E1E"/>
                        <w:sz w:val="14"/>
                        <w:u w:val="single" w:color="000000"/>
                      </w:rPr>
                      <w:t xml:space="preserve"> </w:t>
                    </w:r>
                    <w:r>
                      <w:rPr>
                        <w:rFonts w:ascii="Times New Roman"/>
                        <w:color w:val="1E1E1E"/>
                        <w:sz w:val="14"/>
                        <w:u w:val="single" w:color="000000"/>
                      </w:rPr>
                      <w:tab/>
                    </w:r>
                  </w:p>
                </w:txbxContent>
              </v:textbox>
            </v:shape>
            <v:shape id="_x0000_s1039" type="#_x0000_t202" style="position:absolute;left:5581;top:1296;width:179;height:289" filled="f" stroked="f">
              <v:textbox inset="0,0,0,0">
                <w:txbxContent>
                  <w:p w:rsidR="00FF5398" w:rsidRDefault="00FF5398">
                    <w:pPr>
                      <w:spacing w:before="16"/>
                      <w:rPr>
                        <w:rFonts w:ascii="Times New Roman"/>
                      </w:rPr>
                    </w:pPr>
                    <w:r>
                      <w:rPr>
                        <w:rFonts w:ascii="Times New Roman"/>
                        <w:color w:val="231F20"/>
                        <w:w w:val="99"/>
                      </w:rPr>
                      <w:t>V</w:t>
                    </w:r>
                  </w:p>
                </w:txbxContent>
              </v:textbox>
            </v:shape>
            <v:shape id="_x0000_s1038" type="#_x0000_t202" style="position:absolute;left:5740;top:1316;width:169;height:184" filled="f" stroked="f">
              <v:textbox inset="0,0,0,0">
                <w:txbxContent>
                  <w:p w:rsidR="00FF5398" w:rsidRDefault="00FF5398">
                    <w:pPr>
                      <w:spacing w:before="10"/>
                      <w:rPr>
                        <w:rFonts w:ascii="Times New Roman"/>
                        <w:sz w:val="14"/>
                      </w:rPr>
                    </w:pPr>
                    <w:r>
                      <w:rPr>
                        <w:rFonts w:ascii="Times New Roman"/>
                        <w:color w:val="231F20"/>
                        <w:sz w:val="14"/>
                      </w:rPr>
                      <w:t>2+</w:t>
                    </w:r>
                  </w:p>
                </w:txbxContent>
              </v:textbox>
            </v:shape>
            <v:shape id="_x0000_s1037" type="#_x0000_t202" style="position:absolute;left:2229;top:1678;width:747;height:325" filled="f" stroked="f">
              <v:textbox inset="0,0,0,0">
                <w:txbxContent>
                  <w:p w:rsidR="00FF5398" w:rsidRDefault="00FF5398">
                    <w:pPr>
                      <w:spacing w:before="16"/>
                      <w:rPr>
                        <w:rFonts w:ascii="Times New Roman"/>
                        <w:sz w:val="14"/>
                      </w:rPr>
                    </w:pPr>
                    <w:r>
                      <w:rPr>
                        <w:rFonts w:ascii="Times New Roman"/>
                        <w:color w:val="231F20"/>
                      </w:rPr>
                      <w:t>H</w:t>
                    </w:r>
                    <w:r>
                      <w:rPr>
                        <w:rFonts w:ascii="Times New Roman"/>
                        <w:color w:val="231F20"/>
                        <w:position w:val="6"/>
                        <w:sz w:val="14"/>
                      </w:rPr>
                      <w:t xml:space="preserve">+ </w:t>
                    </w:r>
                    <w:r>
                      <w:rPr>
                        <w:rFonts w:ascii="Times New Roman"/>
                        <w:color w:val="231F20"/>
                      </w:rPr>
                      <w:t>SO</w:t>
                    </w:r>
                    <w:r>
                      <w:rPr>
                        <w:rFonts w:ascii="Times New Roman"/>
                        <w:color w:val="231F20"/>
                        <w:position w:val="-5"/>
                        <w:sz w:val="14"/>
                      </w:rPr>
                      <w:t>4</w:t>
                    </w:r>
                  </w:p>
                </w:txbxContent>
              </v:textbox>
            </v:shape>
            <v:shape id="_x0000_s1036" type="#_x0000_t202" style="position:absolute;left:2955;top:1699;width:137;height:184" filled="f" stroked="f">
              <v:textbox inset="0,0,0,0">
                <w:txbxContent>
                  <w:p w:rsidR="00FF5398" w:rsidRDefault="00FF5398">
                    <w:pPr>
                      <w:spacing w:before="10"/>
                      <w:rPr>
                        <w:rFonts w:ascii="Times New Roman"/>
                        <w:sz w:val="14"/>
                      </w:rPr>
                    </w:pPr>
                    <w:r>
                      <w:rPr>
                        <w:rFonts w:ascii="Times New Roman"/>
                        <w:color w:val="231F20"/>
                        <w:sz w:val="14"/>
                      </w:rPr>
                      <w:t>2-</w:t>
                    </w:r>
                  </w:p>
                </w:txbxContent>
              </v:textbox>
            </v:shape>
            <v:shape id="_x0000_s1035" type="#_x0000_t202" style="position:absolute;left:3533;top:1710;width:865;height:263" filled="f" stroked="f">
              <v:textbox inset="0,0,0,0">
                <w:txbxContent>
                  <w:p w:rsidR="00FF5398" w:rsidRDefault="00FF5398">
                    <w:pPr>
                      <w:spacing w:before="14"/>
                      <w:rPr>
                        <w:rFonts w:ascii="Times New Roman"/>
                        <w:sz w:val="20"/>
                      </w:rPr>
                    </w:pPr>
                    <w:proofErr w:type="spellStart"/>
                    <w:r>
                      <w:rPr>
                        <w:rFonts w:ascii="Times New Roman"/>
                        <w:color w:val="231F20"/>
                        <w:sz w:val="20"/>
                      </w:rPr>
                      <w:t>membraan</w:t>
                    </w:r>
                    <w:proofErr w:type="spellEnd"/>
                  </w:p>
                </w:txbxContent>
              </v:textbox>
            </v:shape>
            <v:shape id="_x0000_s1034" type="#_x0000_t202" style="position:absolute;left:5305;top:1679;width:690;height:325" filled="f" stroked="f">
              <v:textbox inset="0,0,0,0">
                <w:txbxContent>
                  <w:p w:rsidR="00FF5398" w:rsidRDefault="00FF5398">
                    <w:pPr>
                      <w:spacing w:before="16"/>
                      <w:rPr>
                        <w:rFonts w:ascii="Times New Roman"/>
                        <w:sz w:val="14"/>
                      </w:rPr>
                    </w:pPr>
                    <w:r>
                      <w:rPr>
                        <w:rFonts w:ascii="Times New Roman"/>
                        <w:color w:val="231F20"/>
                      </w:rPr>
                      <w:t>H SO</w:t>
                    </w:r>
                    <w:r>
                      <w:rPr>
                        <w:rFonts w:ascii="Times New Roman"/>
                        <w:color w:val="231F20"/>
                        <w:position w:val="-5"/>
                        <w:sz w:val="14"/>
                      </w:rPr>
                      <w:t>4</w:t>
                    </w:r>
                  </w:p>
                </w:txbxContent>
              </v:textbox>
            </v:shape>
            <v:shape id="_x0000_s1033" type="#_x0000_t202" style="position:absolute;left:5464;top:1699;width:648;height:184" filled="f" stroked="f">
              <v:textbox inset="0,0,0,0">
                <w:txbxContent>
                  <w:p w:rsidR="00FF5398" w:rsidRDefault="00FF5398">
                    <w:pPr>
                      <w:tabs>
                        <w:tab w:val="left" w:pos="510"/>
                      </w:tabs>
                      <w:spacing w:before="10"/>
                      <w:rPr>
                        <w:rFonts w:ascii="Times New Roman"/>
                        <w:sz w:val="14"/>
                      </w:rPr>
                    </w:pPr>
                    <w:r>
                      <w:rPr>
                        <w:rFonts w:ascii="Times New Roman"/>
                        <w:color w:val="231F20"/>
                        <w:sz w:val="14"/>
                      </w:rPr>
                      <w:t>+</w:t>
                    </w:r>
                    <w:r>
                      <w:rPr>
                        <w:rFonts w:ascii="Times New Roman"/>
                        <w:color w:val="231F20"/>
                        <w:sz w:val="14"/>
                      </w:rPr>
                      <w:tab/>
                      <w:t>2-</w:t>
                    </w:r>
                  </w:p>
                </w:txbxContent>
              </v:textbox>
            </v:shape>
            <w10:wrap type="topAndBottom" anchorx="page"/>
          </v:group>
        </w:pict>
      </w:r>
      <w:r w:rsidR="003D508B" w:rsidRPr="00542D57">
        <w:rPr>
          <w:color w:val="231F20"/>
          <w:lang w:val="nl-NL"/>
        </w:rPr>
        <w:t>figuur</w:t>
      </w:r>
    </w:p>
    <w:p w:rsidR="00017E14" w:rsidRPr="00542D57" w:rsidRDefault="003D508B">
      <w:pPr>
        <w:pStyle w:val="Plattetekst"/>
        <w:spacing w:before="115"/>
        <w:rPr>
          <w:lang w:val="nl-NL"/>
        </w:rPr>
      </w:pPr>
      <w:r w:rsidRPr="00542D57">
        <w:rPr>
          <w:color w:val="231F20"/>
          <w:lang w:val="nl-NL"/>
        </w:rPr>
        <w:t>Wanneer de VRFB voor het eerst in gebruik wordt genomen, is van de</w:t>
      </w:r>
    </w:p>
    <w:p w:rsidR="00017E14" w:rsidRPr="00542D57" w:rsidRDefault="003D508B">
      <w:pPr>
        <w:pStyle w:val="Plattetekst"/>
        <w:spacing w:before="1" w:line="249" w:lineRule="auto"/>
        <w:ind w:right="701"/>
        <w:rPr>
          <w:lang w:val="nl-NL"/>
        </w:rPr>
      </w:pPr>
      <w:r w:rsidRPr="00542D57">
        <w:rPr>
          <w:color w:val="231F20"/>
          <w:lang w:val="nl-NL"/>
        </w:rPr>
        <w:t xml:space="preserve">genoemde vanadiumionen in de linker opslagtank alleen </w:t>
      </w:r>
      <w:r w:rsidRPr="00542D57">
        <w:rPr>
          <w:rFonts w:ascii="Times New Roman"/>
          <w:color w:val="231F20"/>
          <w:sz w:val="26"/>
          <w:lang w:val="nl-NL"/>
        </w:rPr>
        <w:t>VO</w:t>
      </w:r>
      <w:r w:rsidRPr="00542D57">
        <w:rPr>
          <w:rFonts w:ascii="Times New Roman"/>
          <w:color w:val="231F20"/>
          <w:sz w:val="26"/>
          <w:vertAlign w:val="superscript"/>
          <w:lang w:val="nl-NL"/>
        </w:rPr>
        <w:t>2+</w:t>
      </w:r>
      <w:r w:rsidRPr="00542D57">
        <w:rPr>
          <w:rFonts w:ascii="Times New Roman"/>
          <w:color w:val="231F20"/>
          <w:sz w:val="26"/>
          <w:lang w:val="nl-NL"/>
        </w:rPr>
        <w:t xml:space="preserve"> </w:t>
      </w:r>
      <w:r w:rsidRPr="00542D57">
        <w:rPr>
          <w:color w:val="231F20"/>
          <w:lang w:val="nl-NL"/>
        </w:rPr>
        <w:t xml:space="preserve">aanwezig en in de rechter opslagtank alleen </w:t>
      </w:r>
      <w:r w:rsidRPr="00542D57">
        <w:rPr>
          <w:rFonts w:ascii="Times New Roman"/>
          <w:color w:val="231F20"/>
          <w:sz w:val="26"/>
          <w:lang w:val="nl-NL"/>
        </w:rPr>
        <w:t>V</w:t>
      </w:r>
      <w:r w:rsidRPr="00542D57">
        <w:rPr>
          <w:rFonts w:ascii="Times New Roman"/>
          <w:color w:val="231F20"/>
          <w:sz w:val="26"/>
          <w:vertAlign w:val="superscript"/>
          <w:lang w:val="nl-NL"/>
        </w:rPr>
        <w:t>3+</w:t>
      </w:r>
      <w:r w:rsidRPr="00542D57">
        <w:rPr>
          <w:color w:val="231F20"/>
          <w:lang w:val="nl-NL"/>
        </w:rPr>
        <w:t>. In deze situatie levert de VRFB geen stroom. Doordat in de VRFB selectieve membranen worden</w:t>
      </w:r>
    </w:p>
    <w:p w:rsidR="00017E14" w:rsidRPr="00542D57" w:rsidRDefault="003D508B">
      <w:pPr>
        <w:pStyle w:val="Plattetekst"/>
        <w:spacing w:before="14"/>
        <w:ind w:right="848"/>
        <w:rPr>
          <w:lang w:val="nl-NL"/>
        </w:rPr>
      </w:pPr>
      <w:r w:rsidRPr="00542D57">
        <w:rPr>
          <w:color w:val="231F20"/>
          <w:lang w:val="nl-NL"/>
        </w:rPr>
        <w:t xml:space="preserve">toegepast, worden tijdens het opladen en de stroomlevering vrijwel uitsluitend </w:t>
      </w:r>
      <w:r w:rsidRPr="00542D57">
        <w:rPr>
          <w:rFonts w:ascii="Times New Roman"/>
          <w:color w:val="231F20"/>
          <w:sz w:val="26"/>
          <w:lang w:val="nl-NL"/>
        </w:rPr>
        <w:t>H</w:t>
      </w:r>
      <w:r w:rsidRPr="00542D57">
        <w:rPr>
          <w:rFonts w:ascii="Times New Roman"/>
          <w:color w:val="231F20"/>
          <w:sz w:val="26"/>
          <w:vertAlign w:val="superscript"/>
          <w:lang w:val="nl-NL"/>
        </w:rPr>
        <w:t>+</w:t>
      </w:r>
      <w:r w:rsidRPr="00542D57">
        <w:rPr>
          <w:rFonts w:ascii="Times New Roman"/>
          <w:color w:val="231F20"/>
          <w:sz w:val="26"/>
          <w:lang w:val="nl-NL"/>
        </w:rPr>
        <w:t xml:space="preserve"> </w:t>
      </w:r>
      <w:r w:rsidRPr="00542D57">
        <w:rPr>
          <w:color w:val="231F20"/>
          <w:lang w:val="nl-NL"/>
        </w:rPr>
        <w:t>ionen doorgelaten.</w:t>
      </w:r>
    </w:p>
    <w:p w:rsidR="00017E14" w:rsidRPr="00542D57" w:rsidRDefault="00017E14">
      <w:pPr>
        <w:pStyle w:val="Plattetekst"/>
        <w:spacing w:before="3"/>
        <w:ind w:left="0"/>
        <w:rPr>
          <w:sz w:val="28"/>
          <w:lang w:val="nl-NL"/>
        </w:rPr>
      </w:pPr>
    </w:p>
    <w:p w:rsidR="00017E14" w:rsidRPr="00542D57" w:rsidRDefault="003D508B">
      <w:pPr>
        <w:pStyle w:val="Plattetekst"/>
        <w:tabs>
          <w:tab w:val="left" w:pos="582"/>
          <w:tab w:val="left" w:pos="1097"/>
        </w:tabs>
        <w:spacing w:line="261" w:lineRule="auto"/>
        <w:ind w:right="1411" w:hanging="964"/>
        <w:rPr>
          <w:lang w:val="nl-NL"/>
        </w:rPr>
      </w:pPr>
      <w:r w:rsidRPr="00542D57">
        <w:rPr>
          <w:color w:val="231F20"/>
          <w:spacing w:val="2"/>
          <w:sz w:val="16"/>
          <w:lang w:val="nl-NL"/>
        </w:rPr>
        <w:t>4p</w:t>
      </w:r>
      <w:r w:rsidRPr="00542D57">
        <w:rPr>
          <w:color w:val="231F20"/>
          <w:spacing w:val="2"/>
          <w:sz w:val="16"/>
          <w:lang w:val="nl-NL"/>
        </w:rPr>
        <w:tab/>
      </w:r>
      <w:r w:rsidRPr="00542D57">
        <w:rPr>
          <w:b/>
          <w:color w:val="231F20"/>
          <w:spacing w:val="3"/>
          <w:sz w:val="20"/>
          <w:lang w:val="nl-NL"/>
        </w:rPr>
        <w:t>22</w:t>
      </w:r>
      <w:r w:rsidRPr="00542D57">
        <w:rPr>
          <w:b/>
          <w:color w:val="231F20"/>
          <w:spacing w:val="3"/>
          <w:sz w:val="20"/>
          <w:lang w:val="nl-NL"/>
        </w:rPr>
        <w:tab/>
      </w:r>
      <w:r w:rsidRPr="00542D57">
        <w:rPr>
          <w:color w:val="231F20"/>
          <w:spacing w:val="3"/>
          <w:lang w:val="nl-NL"/>
        </w:rPr>
        <w:t xml:space="preserve">Geef </w:t>
      </w:r>
      <w:r w:rsidRPr="00542D57">
        <w:rPr>
          <w:color w:val="231F20"/>
          <w:spacing w:val="2"/>
          <w:lang w:val="nl-NL"/>
        </w:rPr>
        <w:t xml:space="preserve">de </w:t>
      </w:r>
      <w:r w:rsidRPr="00542D57">
        <w:rPr>
          <w:color w:val="231F20"/>
          <w:spacing w:val="4"/>
          <w:lang w:val="nl-NL"/>
        </w:rPr>
        <w:t xml:space="preserve">vergelijking </w:t>
      </w:r>
      <w:r w:rsidRPr="00542D57">
        <w:rPr>
          <w:color w:val="231F20"/>
          <w:spacing w:val="3"/>
          <w:lang w:val="nl-NL"/>
        </w:rPr>
        <w:t xml:space="preserve">van </w:t>
      </w:r>
      <w:r w:rsidRPr="00542D57">
        <w:rPr>
          <w:color w:val="231F20"/>
          <w:spacing w:val="4"/>
          <w:lang w:val="nl-NL"/>
        </w:rPr>
        <w:t xml:space="preserve">beide </w:t>
      </w:r>
      <w:proofErr w:type="spellStart"/>
      <w:r w:rsidRPr="00542D57">
        <w:rPr>
          <w:color w:val="231F20"/>
          <w:spacing w:val="5"/>
          <w:lang w:val="nl-NL"/>
        </w:rPr>
        <w:t>halfreacties</w:t>
      </w:r>
      <w:proofErr w:type="spellEnd"/>
      <w:r w:rsidRPr="00542D57">
        <w:rPr>
          <w:color w:val="231F20"/>
          <w:spacing w:val="5"/>
          <w:lang w:val="nl-NL"/>
        </w:rPr>
        <w:t xml:space="preserve"> </w:t>
      </w:r>
      <w:r w:rsidRPr="00542D57">
        <w:rPr>
          <w:color w:val="231F20"/>
          <w:spacing w:val="3"/>
          <w:lang w:val="nl-NL"/>
        </w:rPr>
        <w:t xml:space="preserve">die </w:t>
      </w:r>
      <w:r w:rsidRPr="00542D57">
        <w:rPr>
          <w:color w:val="231F20"/>
          <w:spacing w:val="5"/>
          <w:lang w:val="nl-NL"/>
        </w:rPr>
        <w:t xml:space="preserve">tijdens </w:t>
      </w:r>
      <w:r w:rsidRPr="00542D57">
        <w:rPr>
          <w:color w:val="231F20"/>
          <w:spacing w:val="3"/>
          <w:lang w:val="nl-NL"/>
        </w:rPr>
        <w:t xml:space="preserve">het </w:t>
      </w:r>
      <w:r w:rsidRPr="00542D57">
        <w:rPr>
          <w:color w:val="231F20"/>
          <w:spacing w:val="5"/>
          <w:lang w:val="nl-NL"/>
        </w:rPr>
        <w:t xml:space="preserve">opladen </w:t>
      </w:r>
      <w:r w:rsidRPr="00542D57">
        <w:rPr>
          <w:color w:val="231F20"/>
          <w:spacing w:val="4"/>
          <w:lang w:val="nl-NL"/>
        </w:rPr>
        <w:t xml:space="preserve">optreden. Geef </w:t>
      </w:r>
      <w:r w:rsidRPr="00542D57">
        <w:rPr>
          <w:color w:val="231F20"/>
          <w:spacing w:val="2"/>
          <w:lang w:val="nl-NL"/>
        </w:rPr>
        <w:t xml:space="preserve">je </w:t>
      </w:r>
      <w:r w:rsidRPr="00542D57">
        <w:rPr>
          <w:color w:val="231F20"/>
          <w:spacing w:val="4"/>
          <w:lang w:val="nl-NL"/>
        </w:rPr>
        <w:t xml:space="preserve">antwoord </w:t>
      </w:r>
      <w:r w:rsidRPr="00542D57">
        <w:rPr>
          <w:color w:val="231F20"/>
          <w:spacing w:val="3"/>
          <w:lang w:val="nl-NL"/>
        </w:rPr>
        <w:t xml:space="preserve">als </w:t>
      </w:r>
      <w:r w:rsidRPr="00542D57">
        <w:rPr>
          <w:color w:val="231F20"/>
          <w:spacing w:val="4"/>
          <w:lang w:val="nl-NL"/>
        </w:rPr>
        <w:t>volgt</w:t>
      </w:r>
      <w:r w:rsidRPr="00542D57">
        <w:rPr>
          <w:color w:val="231F20"/>
          <w:spacing w:val="56"/>
          <w:lang w:val="nl-NL"/>
        </w:rPr>
        <w:t xml:space="preserve"> </w:t>
      </w:r>
      <w:r w:rsidRPr="00542D57">
        <w:rPr>
          <w:color w:val="231F20"/>
          <w:spacing w:val="5"/>
          <w:lang w:val="nl-NL"/>
        </w:rPr>
        <w:t>weer:</w:t>
      </w:r>
    </w:p>
    <w:p w:rsidR="00017E14" w:rsidRPr="00542D57" w:rsidRDefault="003D508B">
      <w:pPr>
        <w:pStyle w:val="Plattetekst"/>
        <w:spacing w:line="274" w:lineRule="exact"/>
        <w:rPr>
          <w:lang w:val="nl-NL"/>
        </w:rPr>
      </w:pPr>
      <w:r w:rsidRPr="00542D57">
        <w:rPr>
          <w:color w:val="231F20"/>
          <w:lang w:val="nl-NL"/>
        </w:rPr>
        <w:t xml:space="preserve">linker </w:t>
      </w:r>
      <w:proofErr w:type="spellStart"/>
      <w:r w:rsidRPr="00542D57">
        <w:rPr>
          <w:color w:val="231F20"/>
          <w:lang w:val="nl-NL"/>
        </w:rPr>
        <w:t>halfcel</w:t>
      </w:r>
      <w:proofErr w:type="spellEnd"/>
      <w:r w:rsidRPr="00542D57">
        <w:rPr>
          <w:color w:val="231F20"/>
          <w:lang w:val="nl-NL"/>
        </w:rPr>
        <w:t>: …</w:t>
      </w:r>
    </w:p>
    <w:p w:rsidR="00017E14" w:rsidRPr="00542D57" w:rsidRDefault="003D508B">
      <w:pPr>
        <w:pStyle w:val="Plattetekst"/>
        <w:spacing w:before="24" w:line="247" w:lineRule="exact"/>
        <w:rPr>
          <w:lang w:val="nl-NL"/>
        </w:rPr>
      </w:pPr>
      <w:r w:rsidRPr="00542D57">
        <w:rPr>
          <w:color w:val="231F20"/>
          <w:lang w:val="nl-NL"/>
        </w:rPr>
        <w:t xml:space="preserve">rechter </w:t>
      </w:r>
      <w:proofErr w:type="spellStart"/>
      <w:r w:rsidRPr="00542D57">
        <w:rPr>
          <w:color w:val="231F20"/>
          <w:lang w:val="nl-NL"/>
        </w:rPr>
        <w:t>halfcel</w:t>
      </w:r>
      <w:proofErr w:type="spellEnd"/>
      <w:r w:rsidRPr="00542D57">
        <w:rPr>
          <w:color w:val="231F20"/>
          <w:lang w:val="nl-NL"/>
        </w:rPr>
        <w:t>: …</w:t>
      </w:r>
    </w:p>
    <w:p w:rsidR="00017E14" w:rsidRPr="00542D57" w:rsidRDefault="003D508B">
      <w:pPr>
        <w:pStyle w:val="Plattetekst"/>
        <w:tabs>
          <w:tab w:val="left" w:pos="582"/>
          <w:tab w:val="left" w:pos="1097"/>
        </w:tabs>
        <w:spacing w:before="30" w:line="259" w:lineRule="auto"/>
        <w:ind w:right="658" w:hanging="964"/>
        <w:rPr>
          <w:lang w:val="nl-NL"/>
        </w:rPr>
      </w:pPr>
      <w:r w:rsidRPr="00542D57">
        <w:rPr>
          <w:color w:val="231F20"/>
          <w:spacing w:val="2"/>
          <w:sz w:val="16"/>
          <w:lang w:val="nl-NL"/>
        </w:rPr>
        <w:t>2p</w:t>
      </w:r>
      <w:r w:rsidRPr="00542D57">
        <w:rPr>
          <w:color w:val="231F20"/>
          <w:spacing w:val="2"/>
          <w:sz w:val="16"/>
          <w:lang w:val="nl-NL"/>
        </w:rPr>
        <w:tab/>
      </w:r>
      <w:r w:rsidRPr="00542D57">
        <w:rPr>
          <w:b/>
          <w:color w:val="231F20"/>
          <w:spacing w:val="3"/>
          <w:sz w:val="20"/>
          <w:lang w:val="nl-NL"/>
        </w:rPr>
        <w:t>23</w:t>
      </w:r>
      <w:r w:rsidRPr="00542D57">
        <w:rPr>
          <w:b/>
          <w:color w:val="231F20"/>
          <w:spacing w:val="3"/>
          <w:sz w:val="20"/>
          <w:lang w:val="nl-NL"/>
        </w:rPr>
        <w:tab/>
      </w:r>
      <w:r w:rsidRPr="00542D57">
        <w:rPr>
          <w:color w:val="231F20"/>
          <w:spacing w:val="3"/>
          <w:lang w:val="nl-NL"/>
        </w:rPr>
        <w:t xml:space="preserve">Leg uit </w:t>
      </w:r>
      <w:r w:rsidRPr="00542D57">
        <w:rPr>
          <w:color w:val="231F20"/>
          <w:spacing w:val="2"/>
          <w:lang w:val="nl-NL"/>
        </w:rPr>
        <w:t xml:space="preserve">in </w:t>
      </w:r>
      <w:r w:rsidRPr="00542D57">
        <w:rPr>
          <w:color w:val="231F20"/>
          <w:spacing w:val="4"/>
          <w:lang w:val="nl-NL"/>
        </w:rPr>
        <w:t xml:space="preserve">welke richting </w:t>
      </w:r>
      <w:r w:rsidRPr="00542D57">
        <w:rPr>
          <w:color w:val="231F20"/>
          <w:spacing w:val="2"/>
          <w:lang w:val="nl-NL"/>
        </w:rPr>
        <w:t xml:space="preserve">de </w:t>
      </w:r>
      <w:r w:rsidRPr="00542D57">
        <w:rPr>
          <w:rFonts w:ascii="Times New Roman"/>
          <w:color w:val="231F20"/>
          <w:spacing w:val="3"/>
          <w:sz w:val="26"/>
          <w:lang w:val="nl-NL"/>
        </w:rPr>
        <w:t>H</w:t>
      </w:r>
      <w:r w:rsidRPr="00542D57">
        <w:rPr>
          <w:rFonts w:ascii="Times New Roman"/>
          <w:color w:val="231F20"/>
          <w:spacing w:val="3"/>
          <w:sz w:val="26"/>
          <w:vertAlign w:val="superscript"/>
          <w:lang w:val="nl-NL"/>
        </w:rPr>
        <w:t>+</w:t>
      </w:r>
      <w:r w:rsidRPr="00542D57">
        <w:rPr>
          <w:rFonts w:ascii="Times New Roman"/>
          <w:color w:val="231F20"/>
          <w:spacing w:val="3"/>
          <w:sz w:val="26"/>
          <w:lang w:val="nl-NL"/>
        </w:rPr>
        <w:t xml:space="preserve"> </w:t>
      </w:r>
      <w:r w:rsidRPr="00542D57">
        <w:rPr>
          <w:color w:val="231F20"/>
          <w:spacing w:val="4"/>
          <w:lang w:val="nl-NL"/>
        </w:rPr>
        <w:t xml:space="preserve">ionen </w:t>
      </w:r>
      <w:r w:rsidRPr="00542D57">
        <w:rPr>
          <w:color w:val="231F20"/>
          <w:spacing w:val="3"/>
          <w:lang w:val="nl-NL"/>
        </w:rPr>
        <w:t xml:space="preserve">door het </w:t>
      </w:r>
      <w:r w:rsidRPr="00542D57">
        <w:rPr>
          <w:color w:val="231F20"/>
          <w:spacing w:val="4"/>
          <w:lang w:val="nl-NL"/>
        </w:rPr>
        <w:t xml:space="preserve">membraan passeren </w:t>
      </w:r>
      <w:r w:rsidRPr="00542D57">
        <w:rPr>
          <w:color w:val="231F20"/>
          <w:spacing w:val="6"/>
          <w:lang w:val="nl-NL"/>
        </w:rPr>
        <w:t xml:space="preserve">tijdens </w:t>
      </w:r>
      <w:r w:rsidRPr="00542D57">
        <w:rPr>
          <w:color w:val="231F20"/>
          <w:spacing w:val="3"/>
          <w:lang w:val="nl-NL"/>
        </w:rPr>
        <w:t>het</w:t>
      </w:r>
      <w:r w:rsidRPr="00542D57">
        <w:rPr>
          <w:color w:val="231F20"/>
          <w:spacing w:val="12"/>
          <w:lang w:val="nl-NL"/>
        </w:rPr>
        <w:t xml:space="preserve"> </w:t>
      </w:r>
      <w:r w:rsidRPr="00542D57">
        <w:rPr>
          <w:color w:val="231F20"/>
          <w:spacing w:val="5"/>
          <w:lang w:val="nl-NL"/>
        </w:rPr>
        <w:t>opladen.</w:t>
      </w:r>
    </w:p>
    <w:p w:rsidR="00017E14" w:rsidRPr="00542D57" w:rsidRDefault="00017E14">
      <w:pPr>
        <w:pStyle w:val="Plattetekst"/>
        <w:spacing w:before="3"/>
        <w:ind w:left="0"/>
        <w:rPr>
          <w:sz w:val="18"/>
          <w:lang w:val="nl-NL"/>
        </w:rPr>
      </w:pPr>
    </w:p>
    <w:p w:rsidR="00017E14" w:rsidRPr="00542D57" w:rsidRDefault="003D508B">
      <w:pPr>
        <w:pStyle w:val="Plattetekst"/>
        <w:spacing w:before="92"/>
        <w:rPr>
          <w:lang w:val="nl-NL"/>
        </w:rPr>
      </w:pPr>
      <w:r w:rsidRPr="00542D57">
        <w:rPr>
          <w:color w:val="231F20"/>
          <w:lang w:val="nl-NL"/>
        </w:rPr>
        <w:t xml:space="preserve">De VRFB van de fotonenboer is een </w:t>
      </w:r>
      <w:proofErr w:type="spellStart"/>
      <w:r w:rsidRPr="00542D57">
        <w:rPr>
          <w:color w:val="231F20"/>
          <w:lang w:val="nl-NL"/>
        </w:rPr>
        <w:t>CellCube</w:t>
      </w:r>
      <w:proofErr w:type="spellEnd"/>
      <w:r w:rsidRPr="00542D57">
        <w:rPr>
          <w:color w:val="231F20"/>
          <w:lang w:val="nl-NL"/>
        </w:rPr>
        <w:t xml:space="preserve"> type FB 10-100. Het</w:t>
      </w:r>
    </w:p>
    <w:p w:rsidR="00017E14" w:rsidRPr="00542D57" w:rsidRDefault="003D508B">
      <w:pPr>
        <w:pStyle w:val="Plattetekst"/>
        <w:spacing w:before="24" w:line="261" w:lineRule="auto"/>
        <w:ind w:right="701"/>
        <w:rPr>
          <w:lang w:val="nl-NL"/>
        </w:rPr>
      </w:pPr>
      <w:r w:rsidRPr="00542D57">
        <w:rPr>
          <w:color w:val="231F20"/>
          <w:lang w:val="nl-NL"/>
        </w:rPr>
        <w:t>typenummer geeft informatie over de twee belangrijkste kenmerken van de VRFB:</w:t>
      </w:r>
    </w:p>
    <w:p w:rsidR="00017E14" w:rsidRPr="00542D57" w:rsidRDefault="003D508B">
      <w:pPr>
        <w:pStyle w:val="Lijstalinea"/>
        <w:numPr>
          <w:ilvl w:val="0"/>
          <w:numId w:val="1"/>
        </w:numPr>
        <w:tabs>
          <w:tab w:val="left" w:pos="1494"/>
          <w:tab w:val="left" w:pos="1495"/>
        </w:tabs>
        <w:spacing w:line="276" w:lineRule="exact"/>
        <w:ind w:hanging="397"/>
        <w:rPr>
          <w:sz w:val="24"/>
          <w:lang w:val="nl-NL"/>
        </w:rPr>
      </w:pPr>
      <w:r w:rsidRPr="00542D57">
        <w:rPr>
          <w:color w:val="231F20"/>
          <w:spacing w:val="3"/>
          <w:sz w:val="24"/>
          <w:lang w:val="nl-NL"/>
        </w:rPr>
        <w:t xml:space="preserve">Het </w:t>
      </w:r>
      <w:r w:rsidRPr="00542D57">
        <w:rPr>
          <w:color w:val="231F20"/>
          <w:spacing w:val="4"/>
          <w:sz w:val="24"/>
          <w:lang w:val="nl-NL"/>
        </w:rPr>
        <w:t xml:space="preserve">vermogen </w:t>
      </w:r>
      <w:r w:rsidRPr="00542D57">
        <w:rPr>
          <w:color w:val="231F20"/>
          <w:spacing w:val="3"/>
          <w:sz w:val="24"/>
          <w:lang w:val="nl-NL"/>
        </w:rPr>
        <w:t xml:space="preserve">(de </w:t>
      </w:r>
      <w:r w:rsidRPr="00542D57">
        <w:rPr>
          <w:color w:val="231F20"/>
          <w:spacing w:val="4"/>
          <w:sz w:val="24"/>
          <w:lang w:val="nl-NL"/>
        </w:rPr>
        <w:t xml:space="preserve">hoeveelheid energie </w:t>
      </w:r>
      <w:r w:rsidRPr="00542D57">
        <w:rPr>
          <w:color w:val="231F20"/>
          <w:spacing w:val="3"/>
          <w:sz w:val="24"/>
          <w:lang w:val="nl-NL"/>
        </w:rPr>
        <w:t xml:space="preserve">die per </w:t>
      </w:r>
      <w:r w:rsidRPr="00542D57">
        <w:rPr>
          <w:color w:val="231F20"/>
          <w:spacing w:val="4"/>
          <w:sz w:val="24"/>
          <w:lang w:val="nl-NL"/>
        </w:rPr>
        <w:t xml:space="preserve">seconde </w:t>
      </w:r>
      <w:r w:rsidRPr="00542D57">
        <w:rPr>
          <w:color w:val="231F20"/>
          <w:spacing w:val="3"/>
          <w:sz w:val="24"/>
          <w:lang w:val="nl-NL"/>
        </w:rPr>
        <w:t>kan</w:t>
      </w:r>
      <w:r w:rsidRPr="00542D57">
        <w:rPr>
          <w:color w:val="231F20"/>
          <w:spacing w:val="19"/>
          <w:sz w:val="24"/>
          <w:lang w:val="nl-NL"/>
        </w:rPr>
        <w:t xml:space="preserve"> </w:t>
      </w:r>
      <w:r w:rsidRPr="00542D57">
        <w:rPr>
          <w:color w:val="231F20"/>
          <w:spacing w:val="5"/>
          <w:sz w:val="24"/>
          <w:lang w:val="nl-NL"/>
        </w:rPr>
        <w:t>worden</w:t>
      </w:r>
    </w:p>
    <w:p w:rsidR="00017E14" w:rsidRDefault="003D508B">
      <w:pPr>
        <w:pStyle w:val="Plattetekst"/>
        <w:spacing w:before="22"/>
        <w:ind w:left="1494"/>
      </w:pPr>
      <w:proofErr w:type="spellStart"/>
      <w:r>
        <w:rPr>
          <w:color w:val="231F20"/>
        </w:rPr>
        <w:t>geleverd</w:t>
      </w:r>
      <w:proofErr w:type="spellEnd"/>
      <w:r>
        <w:rPr>
          <w:color w:val="231F20"/>
        </w:rPr>
        <w:t xml:space="preserve">) </w:t>
      </w:r>
      <w:proofErr w:type="spellStart"/>
      <w:r>
        <w:rPr>
          <w:color w:val="231F20"/>
        </w:rPr>
        <w:t>bedraagt</w:t>
      </w:r>
      <w:proofErr w:type="spellEnd"/>
      <w:r>
        <w:rPr>
          <w:color w:val="231F20"/>
        </w:rPr>
        <w:t xml:space="preserve"> 10 kJ s</w:t>
      </w:r>
      <w:r>
        <w:rPr>
          <w:color w:val="231F20"/>
          <w:vertAlign w:val="superscript"/>
        </w:rPr>
        <w:t>–1</w:t>
      </w:r>
      <w:r>
        <w:rPr>
          <w:color w:val="231F20"/>
        </w:rPr>
        <w:t>.</w:t>
      </w:r>
    </w:p>
    <w:p w:rsidR="00017E14" w:rsidRPr="00542D57" w:rsidRDefault="003D508B">
      <w:pPr>
        <w:pStyle w:val="Lijstalinea"/>
        <w:numPr>
          <w:ilvl w:val="0"/>
          <w:numId w:val="1"/>
        </w:numPr>
        <w:tabs>
          <w:tab w:val="left" w:pos="1494"/>
          <w:tab w:val="left" w:pos="1495"/>
        </w:tabs>
        <w:spacing w:before="8" w:line="259" w:lineRule="auto"/>
        <w:ind w:right="573" w:hanging="397"/>
        <w:rPr>
          <w:sz w:val="24"/>
          <w:lang w:val="nl-NL"/>
        </w:rPr>
      </w:pPr>
      <w:r w:rsidRPr="00542D57">
        <w:rPr>
          <w:color w:val="231F20"/>
          <w:spacing w:val="2"/>
          <w:sz w:val="24"/>
          <w:lang w:val="nl-NL"/>
        </w:rPr>
        <w:t xml:space="preserve">De </w:t>
      </w:r>
      <w:r w:rsidRPr="00542D57">
        <w:rPr>
          <w:color w:val="231F20"/>
          <w:spacing w:val="4"/>
          <w:sz w:val="24"/>
          <w:lang w:val="nl-NL"/>
        </w:rPr>
        <w:t xml:space="preserve">opslagcapaciteit </w:t>
      </w:r>
      <w:r w:rsidRPr="00542D57">
        <w:rPr>
          <w:color w:val="231F20"/>
          <w:spacing w:val="3"/>
          <w:sz w:val="24"/>
          <w:lang w:val="nl-NL"/>
        </w:rPr>
        <w:t xml:space="preserve">(de </w:t>
      </w:r>
      <w:r w:rsidRPr="00542D57">
        <w:rPr>
          <w:color w:val="231F20"/>
          <w:spacing w:val="4"/>
          <w:sz w:val="24"/>
          <w:lang w:val="nl-NL"/>
        </w:rPr>
        <w:t xml:space="preserve">maximale hoeveelheid elektrische energie </w:t>
      </w:r>
      <w:r w:rsidRPr="00542D57">
        <w:rPr>
          <w:color w:val="231F20"/>
          <w:spacing w:val="5"/>
          <w:sz w:val="24"/>
          <w:lang w:val="nl-NL"/>
        </w:rPr>
        <w:t xml:space="preserve">die </w:t>
      </w:r>
      <w:r w:rsidRPr="00542D57">
        <w:rPr>
          <w:color w:val="231F20"/>
          <w:spacing w:val="3"/>
          <w:sz w:val="24"/>
          <w:lang w:val="nl-NL"/>
        </w:rPr>
        <w:t xml:space="preserve">kan </w:t>
      </w:r>
      <w:r w:rsidRPr="00542D57">
        <w:rPr>
          <w:color w:val="231F20"/>
          <w:spacing w:val="4"/>
          <w:sz w:val="24"/>
          <w:lang w:val="nl-NL"/>
        </w:rPr>
        <w:t xml:space="preserve">worden geleverd) bedraagt </w:t>
      </w:r>
      <w:r w:rsidRPr="00542D57">
        <w:rPr>
          <w:color w:val="231F20"/>
          <w:spacing w:val="3"/>
          <w:sz w:val="24"/>
          <w:lang w:val="nl-NL"/>
        </w:rPr>
        <w:t>100</w:t>
      </w:r>
      <w:r w:rsidRPr="00542D57">
        <w:rPr>
          <w:color w:val="231F20"/>
          <w:spacing w:val="46"/>
          <w:sz w:val="24"/>
          <w:lang w:val="nl-NL"/>
        </w:rPr>
        <w:t xml:space="preserve"> </w:t>
      </w:r>
      <w:r w:rsidRPr="00542D57">
        <w:rPr>
          <w:color w:val="231F20"/>
          <w:spacing w:val="5"/>
          <w:sz w:val="24"/>
          <w:lang w:val="nl-NL"/>
        </w:rPr>
        <w:t>kWh.</w:t>
      </w:r>
    </w:p>
    <w:p w:rsidR="00017E14" w:rsidRPr="00542D57" w:rsidRDefault="00017E14">
      <w:pPr>
        <w:spacing w:line="259" w:lineRule="auto"/>
        <w:rPr>
          <w:sz w:val="24"/>
          <w:lang w:val="nl-NL"/>
        </w:rPr>
        <w:sectPr w:rsidR="00017E14" w:rsidRPr="00542D57">
          <w:pgSz w:w="11910" w:h="16840"/>
          <w:pgMar w:top="800" w:right="1000" w:bottom="1160" w:left="1000" w:header="0" w:footer="974" w:gutter="0"/>
          <w:cols w:space="708"/>
        </w:sectPr>
      </w:pPr>
    </w:p>
    <w:p w:rsidR="00017E14" w:rsidRPr="00542D57" w:rsidRDefault="003D508B">
      <w:pPr>
        <w:pStyle w:val="Plattetekst"/>
        <w:spacing w:before="69"/>
        <w:rPr>
          <w:lang w:val="nl-NL"/>
        </w:rPr>
      </w:pPr>
      <w:r w:rsidRPr="00542D57">
        <w:rPr>
          <w:color w:val="231F20"/>
          <w:lang w:val="nl-NL"/>
        </w:rPr>
        <w:lastRenderedPageBreak/>
        <w:t>Het totale rendement van de omzetting van chemische energie in</w:t>
      </w:r>
    </w:p>
    <w:p w:rsidR="00017E14" w:rsidRPr="00542D57" w:rsidRDefault="003D508B">
      <w:pPr>
        <w:pStyle w:val="Plattetekst"/>
        <w:spacing w:before="24" w:line="261" w:lineRule="auto"/>
        <w:ind w:right="1257"/>
        <w:rPr>
          <w:lang w:val="nl-NL"/>
        </w:rPr>
      </w:pPr>
      <w:r w:rsidRPr="00542D57">
        <w:rPr>
          <w:color w:val="231F20"/>
          <w:lang w:val="nl-NL"/>
        </w:rPr>
        <w:t>elektrische energie van deze VRFB bedraagt 67%. Bij stroomlevering geeft 1 mol elektronen 1,35·10</w:t>
      </w:r>
      <w:r w:rsidRPr="00542D57">
        <w:rPr>
          <w:color w:val="231F20"/>
          <w:vertAlign w:val="superscript"/>
          <w:lang w:val="nl-NL"/>
        </w:rPr>
        <w:t>5</w:t>
      </w:r>
      <w:r w:rsidRPr="00542D57">
        <w:rPr>
          <w:color w:val="231F20"/>
          <w:lang w:val="nl-NL"/>
        </w:rPr>
        <w:t xml:space="preserve"> J energie af aan het lichtnet.</w:t>
      </w:r>
    </w:p>
    <w:p w:rsidR="00017E14" w:rsidRPr="00542D57" w:rsidRDefault="00017E14">
      <w:pPr>
        <w:pStyle w:val="Plattetekst"/>
        <w:ind w:left="0"/>
        <w:rPr>
          <w:sz w:val="26"/>
          <w:lang w:val="nl-NL"/>
        </w:rPr>
      </w:pPr>
    </w:p>
    <w:p w:rsidR="00017E14" w:rsidRDefault="003D508B">
      <w:pPr>
        <w:pStyle w:val="Plattetekst"/>
        <w:tabs>
          <w:tab w:val="left" w:pos="582"/>
          <w:tab w:val="left" w:pos="1097"/>
        </w:tabs>
        <w:spacing w:line="261" w:lineRule="auto"/>
        <w:ind w:right="701" w:hanging="964"/>
      </w:pPr>
      <w:r w:rsidRPr="00542D57">
        <w:rPr>
          <w:color w:val="231F20"/>
          <w:spacing w:val="2"/>
          <w:sz w:val="16"/>
          <w:lang w:val="nl-NL"/>
        </w:rPr>
        <w:t>3p</w:t>
      </w:r>
      <w:r w:rsidRPr="00542D57">
        <w:rPr>
          <w:color w:val="231F20"/>
          <w:spacing w:val="2"/>
          <w:sz w:val="16"/>
          <w:lang w:val="nl-NL"/>
        </w:rPr>
        <w:tab/>
      </w:r>
      <w:r w:rsidRPr="00542D57">
        <w:rPr>
          <w:b/>
          <w:color w:val="231F20"/>
          <w:spacing w:val="3"/>
          <w:sz w:val="20"/>
          <w:lang w:val="nl-NL"/>
        </w:rPr>
        <w:t>24</w:t>
      </w:r>
      <w:r w:rsidRPr="00542D57">
        <w:rPr>
          <w:b/>
          <w:color w:val="231F20"/>
          <w:spacing w:val="3"/>
          <w:sz w:val="20"/>
          <w:lang w:val="nl-NL"/>
        </w:rPr>
        <w:tab/>
      </w:r>
      <w:r w:rsidRPr="00542D57">
        <w:rPr>
          <w:color w:val="231F20"/>
          <w:spacing w:val="4"/>
          <w:lang w:val="nl-NL"/>
        </w:rPr>
        <w:t xml:space="preserve">Bereken hoeveel </w:t>
      </w:r>
      <w:r w:rsidRPr="00542D57">
        <w:rPr>
          <w:color w:val="231F20"/>
          <w:spacing w:val="3"/>
          <w:lang w:val="nl-NL"/>
        </w:rPr>
        <w:t>m</w:t>
      </w:r>
      <w:r w:rsidRPr="00542D57">
        <w:rPr>
          <w:color w:val="231F20"/>
          <w:spacing w:val="3"/>
          <w:vertAlign w:val="superscript"/>
          <w:lang w:val="nl-NL"/>
        </w:rPr>
        <w:t>3</w:t>
      </w:r>
      <w:r w:rsidRPr="00542D57">
        <w:rPr>
          <w:color w:val="231F20"/>
          <w:spacing w:val="3"/>
          <w:lang w:val="nl-NL"/>
        </w:rPr>
        <w:t xml:space="preserve"> </w:t>
      </w:r>
      <w:r w:rsidRPr="00542D57">
        <w:rPr>
          <w:color w:val="231F20"/>
          <w:spacing w:val="4"/>
          <w:lang w:val="nl-NL"/>
        </w:rPr>
        <w:t xml:space="preserve">oplossing </w:t>
      </w:r>
      <w:r w:rsidRPr="00542D57">
        <w:rPr>
          <w:color w:val="231F20"/>
          <w:spacing w:val="3"/>
          <w:lang w:val="nl-NL"/>
        </w:rPr>
        <w:t xml:space="preserve">voor één </w:t>
      </w:r>
      <w:r w:rsidRPr="00542D57">
        <w:rPr>
          <w:color w:val="231F20"/>
          <w:spacing w:val="4"/>
          <w:lang w:val="nl-NL"/>
        </w:rPr>
        <w:t xml:space="preserve">opslagtank nodig </w:t>
      </w:r>
      <w:r w:rsidRPr="00542D57">
        <w:rPr>
          <w:color w:val="231F20"/>
          <w:spacing w:val="2"/>
          <w:lang w:val="nl-NL"/>
        </w:rPr>
        <w:t xml:space="preserve">is om de </w:t>
      </w:r>
      <w:r w:rsidRPr="00542D57">
        <w:rPr>
          <w:color w:val="231F20"/>
          <w:spacing w:val="5"/>
          <w:lang w:val="nl-NL"/>
        </w:rPr>
        <w:t xml:space="preserve">VRFB </w:t>
      </w:r>
      <w:r w:rsidRPr="00542D57">
        <w:rPr>
          <w:color w:val="231F20"/>
          <w:spacing w:val="3"/>
          <w:lang w:val="nl-NL"/>
        </w:rPr>
        <w:t>voor</w:t>
      </w:r>
      <w:r w:rsidRPr="00542D57">
        <w:rPr>
          <w:color w:val="231F20"/>
          <w:spacing w:val="12"/>
          <w:lang w:val="nl-NL"/>
        </w:rPr>
        <w:t xml:space="preserve"> </w:t>
      </w:r>
      <w:r w:rsidRPr="00542D57">
        <w:rPr>
          <w:color w:val="231F20"/>
          <w:spacing w:val="3"/>
          <w:lang w:val="nl-NL"/>
        </w:rPr>
        <w:t>het</w:t>
      </w:r>
      <w:r w:rsidRPr="00542D57">
        <w:rPr>
          <w:color w:val="231F20"/>
          <w:spacing w:val="13"/>
          <w:lang w:val="nl-NL"/>
        </w:rPr>
        <w:t xml:space="preserve"> </w:t>
      </w:r>
      <w:r w:rsidRPr="00542D57">
        <w:rPr>
          <w:color w:val="231F20"/>
          <w:spacing w:val="4"/>
          <w:lang w:val="nl-NL"/>
        </w:rPr>
        <w:t>eerste</w:t>
      </w:r>
      <w:r w:rsidRPr="00542D57">
        <w:rPr>
          <w:color w:val="231F20"/>
          <w:spacing w:val="13"/>
          <w:lang w:val="nl-NL"/>
        </w:rPr>
        <w:t xml:space="preserve"> </w:t>
      </w:r>
      <w:r w:rsidRPr="00542D57">
        <w:rPr>
          <w:color w:val="231F20"/>
          <w:spacing w:val="4"/>
          <w:lang w:val="nl-NL"/>
        </w:rPr>
        <w:t>gebruik</w:t>
      </w:r>
      <w:r w:rsidRPr="00542D57">
        <w:rPr>
          <w:color w:val="231F20"/>
          <w:spacing w:val="13"/>
          <w:lang w:val="nl-NL"/>
        </w:rPr>
        <w:t xml:space="preserve"> </w:t>
      </w:r>
      <w:r w:rsidRPr="00542D57">
        <w:rPr>
          <w:color w:val="231F20"/>
          <w:spacing w:val="2"/>
          <w:lang w:val="nl-NL"/>
        </w:rPr>
        <w:t>te</w:t>
      </w:r>
      <w:r w:rsidRPr="00542D57">
        <w:rPr>
          <w:color w:val="231F20"/>
          <w:spacing w:val="13"/>
          <w:lang w:val="nl-NL"/>
        </w:rPr>
        <w:t xml:space="preserve"> </w:t>
      </w:r>
      <w:r w:rsidRPr="00542D57">
        <w:rPr>
          <w:color w:val="231F20"/>
          <w:spacing w:val="4"/>
          <w:lang w:val="nl-NL"/>
        </w:rPr>
        <w:t>vullen.</w:t>
      </w:r>
      <w:r w:rsidRPr="00542D57">
        <w:rPr>
          <w:color w:val="231F20"/>
          <w:spacing w:val="13"/>
          <w:lang w:val="nl-NL"/>
        </w:rPr>
        <w:t xml:space="preserve"> </w:t>
      </w:r>
      <w:proofErr w:type="spellStart"/>
      <w:r>
        <w:rPr>
          <w:color w:val="231F20"/>
          <w:spacing w:val="4"/>
        </w:rPr>
        <w:t>Gebruik</w:t>
      </w:r>
      <w:proofErr w:type="spellEnd"/>
      <w:r>
        <w:rPr>
          <w:color w:val="231F20"/>
          <w:spacing w:val="12"/>
        </w:rPr>
        <w:t xml:space="preserve"> </w:t>
      </w:r>
      <w:proofErr w:type="spellStart"/>
      <w:r>
        <w:rPr>
          <w:color w:val="231F20"/>
          <w:spacing w:val="4"/>
        </w:rPr>
        <w:t>onder</w:t>
      </w:r>
      <w:proofErr w:type="spellEnd"/>
      <w:r>
        <w:rPr>
          <w:color w:val="231F20"/>
          <w:spacing w:val="13"/>
        </w:rPr>
        <w:t xml:space="preserve"> </w:t>
      </w:r>
      <w:proofErr w:type="spellStart"/>
      <w:r>
        <w:rPr>
          <w:color w:val="231F20"/>
          <w:spacing w:val="4"/>
        </w:rPr>
        <w:t>andere</w:t>
      </w:r>
      <w:proofErr w:type="spellEnd"/>
      <w:r>
        <w:rPr>
          <w:color w:val="231F20"/>
          <w:spacing w:val="13"/>
        </w:rPr>
        <w:t xml:space="preserve"> </w:t>
      </w:r>
      <w:r>
        <w:rPr>
          <w:color w:val="231F20"/>
          <w:spacing w:val="2"/>
        </w:rPr>
        <w:t>de</w:t>
      </w:r>
      <w:r>
        <w:rPr>
          <w:color w:val="231F20"/>
          <w:spacing w:val="13"/>
        </w:rPr>
        <w:t xml:space="preserve"> </w:t>
      </w:r>
      <w:proofErr w:type="spellStart"/>
      <w:r>
        <w:rPr>
          <w:color w:val="231F20"/>
          <w:spacing w:val="5"/>
        </w:rPr>
        <w:t>volgende</w:t>
      </w:r>
      <w:proofErr w:type="spellEnd"/>
    </w:p>
    <w:p w:rsidR="00017E14" w:rsidRDefault="003D508B">
      <w:pPr>
        <w:pStyle w:val="Plattetekst"/>
        <w:spacing w:line="274" w:lineRule="exact"/>
      </w:pPr>
      <w:proofErr w:type="spellStart"/>
      <w:r>
        <w:rPr>
          <w:color w:val="231F20"/>
        </w:rPr>
        <w:t>gegevens</w:t>
      </w:r>
      <w:proofErr w:type="spellEnd"/>
      <w:r>
        <w:rPr>
          <w:color w:val="231F20"/>
        </w:rPr>
        <w:t>:</w:t>
      </w:r>
    </w:p>
    <w:p w:rsidR="00017E14" w:rsidRPr="00542D57" w:rsidRDefault="003D508B">
      <w:pPr>
        <w:pStyle w:val="Lijstalinea"/>
        <w:numPr>
          <w:ilvl w:val="0"/>
          <w:numId w:val="1"/>
        </w:numPr>
        <w:tabs>
          <w:tab w:val="left" w:pos="1494"/>
          <w:tab w:val="left" w:pos="1495"/>
        </w:tabs>
        <w:spacing w:before="8" w:line="259" w:lineRule="auto"/>
        <w:ind w:right="2074" w:hanging="397"/>
        <w:rPr>
          <w:sz w:val="24"/>
          <w:lang w:val="nl-NL"/>
        </w:rPr>
      </w:pPr>
      <w:r w:rsidRPr="00542D57">
        <w:rPr>
          <w:color w:val="231F20"/>
          <w:spacing w:val="3"/>
          <w:sz w:val="24"/>
          <w:lang w:val="nl-NL"/>
        </w:rPr>
        <w:t xml:space="preserve">Vóór het </w:t>
      </w:r>
      <w:r w:rsidRPr="00542D57">
        <w:rPr>
          <w:color w:val="231F20"/>
          <w:spacing w:val="4"/>
          <w:sz w:val="24"/>
          <w:lang w:val="nl-NL"/>
        </w:rPr>
        <w:t xml:space="preserve">eerste gebruik bedraagt </w:t>
      </w:r>
      <w:r w:rsidRPr="00542D57">
        <w:rPr>
          <w:color w:val="231F20"/>
          <w:spacing w:val="2"/>
          <w:sz w:val="24"/>
          <w:lang w:val="nl-NL"/>
        </w:rPr>
        <w:t xml:space="preserve">de </w:t>
      </w:r>
      <w:r w:rsidRPr="00542D57">
        <w:rPr>
          <w:color w:val="231F20"/>
          <w:spacing w:val="4"/>
          <w:sz w:val="24"/>
          <w:lang w:val="nl-NL"/>
        </w:rPr>
        <w:t xml:space="preserve">concentratie </w:t>
      </w:r>
      <w:r w:rsidRPr="00542D57">
        <w:rPr>
          <w:color w:val="231F20"/>
          <w:spacing w:val="3"/>
          <w:sz w:val="24"/>
          <w:lang w:val="nl-NL"/>
        </w:rPr>
        <w:t xml:space="preserve">van </w:t>
      </w:r>
      <w:r w:rsidRPr="00542D57">
        <w:rPr>
          <w:color w:val="231F20"/>
          <w:spacing w:val="5"/>
          <w:sz w:val="24"/>
          <w:lang w:val="nl-NL"/>
        </w:rPr>
        <w:t xml:space="preserve">de </w:t>
      </w:r>
      <w:r w:rsidRPr="00542D57">
        <w:rPr>
          <w:color w:val="231F20"/>
          <w:spacing w:val="4"/>
          <w:sz w:val="24"/>
          <w:lang w:val="nl-NL"/>
        </w:rPr>
        <w:t xml:space="preserve">vanadiumionen </w:t>
      </w:r>
      <w:r w:rsidRPr="00542D57">
        <w:rPr>
          <w:color w:val="231F20"/>
          <w:spacing w:val="2"/>
          <w:sz w:val="24"/>
          <w:lang w:val="nl-NL"/>
        </w:rPr>
        <w:t xml:space="preserve">in de </w:t>
      </w:r>
      <w:r w:rsidRPr="00542D57">
        <w:rPr>
          <w:color w:val="231F20"/>
          <w:spacing w:val="4"/>
          <w:sz w:val="24"/>
          <w:lang w:val="nl-NL"/>
        </w:rPr>
        <w:t xml:space="preserve">gebruikte oplossingen </w:t>
      </w:r>
      <w:r w:rsidRPr="00542D57">
        <w:rPr>
          <w:color w:val="231F20"/>
          <w:spacing w:val="3"/>
          <w:sz w:val="24"/>
          <w:lang w:val="nl-NL"/>
        </w:rPr>
        <w:t>1,7</w:t>
      </w:r>
      <w:r w:rsidRPr="00542D57">
        <w:rPr>
          <w:color w:val="231F20"/>
          <w:spacing w:val="64"/>
          <w:sz w:val="24"/>
          <w:lang w:val="nl-NL"/>
        </w:rPr>
        <w:t xml:space="preserve"> </w:t>
      </w:r>
      <w:r w:rsidRPr="00542D57">
        <w:rPr>
          <w:color w:val="231F20"/>
          <w:spacing w:val="5"/>
          <w:sz w:val="24"/>
          <w:lang w:val="nl-NL"/>
        </w:rPr>
        <w:t>M.</w:t>
      </w:r>
    </w:p>
    <w:p w:rsidR="00017E14" w:rsidRDefault="003D508B">
      <w:pPr>
        <w:pStyle w:val="Lijstalinea"/>
        <w:numPr>
          <w:ilvl w:val="0"/>
          <w:numId w:val="1"/>
        </w:numPr>
        <w:tabs>
          <w:tab w:val="left" w:pos="1494"/>
          <w:tab w:val="left" w:pos="1495"/>
        </w:tabs>
        <w:spacing w:line="278" w:lineRule="exact"/>
        <w:ind w:hanging="397"/>
        <w:rPr>
          <w:sz w:val="24"/>
        </w:rPr>
      </w:pPr>
      <w:proofErr w:type="spellStart"/>
      <w:r>
        <w:rPr>
          <w:color w:val="231F20"/>
          <w:spacing w:val="3"/>
          <w:sz w:val="24"/>
        </w:rPr>
        <w:t>Een</w:t>
      </w:r>
      <w:proofErr w:type="spellEnd"/>
      <w:r>
        <w:rPr>
          <w:color w:val="231F20"/>
          <w:spacing w:val="3"/>
          <w:sz w:val="24"/>
        </w:rPr>
        <w:t xml:space="preserve"> kWh </w:t>
      </w:r>
      <w:r>
        <w:rPr>
          <w:color w:val="231F20"/>
          <w:spacing w:val="2"/>
          <w:sz w:val="24"/>
        </w:rPr>
        <w:t xml:space="preserve">is </w:t>
      </w:r>
      <w:r>
        <w:rPr>
          <w:color w:val="231F20"/>
          <w:spacing w:val="4"/>
          <w:sz w:val="24"/>
        </w:rPr>
        <w:t>3,6·10</w:t>
      </w:r>
      <w:r>
        <w:rPr>
          <w:color w:val="231F20"/>
          <w:spacing w:val="4"/>
          <w:sz w:val="24"/>
          <w:vertAlign w:val="superscript"/>
        </w:rPr>
        <w:t>6</w:t>
      </w:r>
      <w:r>
        <w:rPr>
          <w:color w:val="231F20"/>
          <w:spacing w:val="40"/>
          <w:sz w:val="24"/>
        </w:rPr>
        <w:t xml:space="preserve"> </w:t>
      </w:r>
      <w:r>
        <w:rPr>
          <w:color w:val="231F20"/>
          <w:spacing w:val="4"/>
          <w:sz w:val="24"/>
        </w:rPr>
        <w:t>J.</w:t>
      </w:r>
    </w:p>
    <w:p w:rsidR="00017E14" w:rsidRDefault="00017E14">
      <w:pPr>
        <w:pStyle w:val="Plattetekst"/>
        <w:spacing w:before="4"/>
        <w:ind w:left="0"/>
        <w:rPr>
          <w:sz w:val="27"/>
        </w:rPr>
      </w:pPr>
    </w:p>
    <w:p w:rsidR="00017E14" w:rsidRPr="00542D57" w:rsidRDefault="003D508B">
      <w:pPr>
        <w:pStyle w:val="Plattetekst"/>
        <w:rPr>
          <w:lang w:val="nl-NL"/>
        </w:rPr>
      </w:pPr>
      <w:r w:rsidRPr="00542D57">
        <w:rPr>
          <w:color w:val="231F20"/>
          <w:lang w:val="nl-NL"/>
        </w:rPr>
        <w:t>Uit onderzoek is gebleken dat onder bepaalde omstandigheden een</w:t>
      </w:r>
    </w:p>
    <w:p w:rsidR="00017E14" w:rsidRPr="00542D57" w:rsidRDefault="003D508B">
      <w:pPr>
        <w:pStyle w:val="Plattetekst"/>
        <w:spacing w:before="7" w:line="330" w:lineRule="exact"/>
        <w:rPr>
          <w:lang w:val="nl-NL"/>
        </w:rPr>
      </w:pPr>
      <w:r w:rsidRPr="00542D57">
        <w:rPr>
          <w:color w:val="231F20"/>
          <w:lang w:val="nl-NL"/>
        </w:rPr>
        <w:t xml:space="preserve">neerslag van de vaste stof </w:t>
      </w:r>
      <w:r w:rsidRPr="00542D57">
        <w:rPr>
          <w:rFonts w:ascii="Times New Roman"/>
          <w:color w:val="231F20"/>
          <w:sz w:val="26"/>
          <w:lang w:val="nl-NL"/>
        </w:rPr>
        <w:t>V</w:t>
      </w:r>
      <w:r w:rsidRPr="00542D57">
        <w:rPr>
          <w:rFonts w:ascii="Times New Roman"/>
          <w:color w:val="231F20"/>
          <w:position w:val="-7"/>
          <w:sz w:val="17"/>
          <w:lang w:val="nl-NL"/>
        </w:rPr>
        <w:t>2</w:t>
      </w:r>
      <w:r w:rsidRPr="00542D57">
        <w:rPr>
          <w:rFonts w:ascii="Times New Roman"/>
          <w:color w:val="231F20"/>
          <w:sz w:val="26"/>
          <w:lang w:val="nl-NL"/>
        </w:rPr>
        <w:t>O</w:t>
      </w:r>
      <w:r w:rsidRPr="00542D57">
        <w:rPr>
          <w:rFonts w:ascii="Times New Roman"/>
          <w:color w:val="231F20"/>
          <w:position w:val="-7"/>
          <w:sz w:val="17"/>
          <w:lang w:val="nl-NL"/>
        </w:rPr>
        <w:t>5</w:t>
      </w:r>
      <w:r w:rsidRPr="00542D57">
        <w:rPr>
          <w:rFonts w:ascii="Times New Roman"/>
          <w:color w:val="231F20"/>
          <w:sz w:val="26"/>
          <w:lang w:val="nl-NL"/>
        </w:rPr>
        <w:t>.3H</w:t>
      </w:r>
      <w:r w:rsidRPr="00542D57">
        <w:rPr>
          <w:rFonts w:ascii="Times New Roman"/>
          <w:color w:val="231F20"/>
          <w:position w:val="-7"/>
          <w:sz w:val="17"/>
          <w:lang w:val="nl-NL"/>
        </w:rPr>
        <w:t>2</w:t>
      </w:r>
      <w:r w:rsidRPr="00542D57">
        <w:rPr>
          <w:rFonts w:ascii="Times New Roman"/>
          <w:color w:val="231F20"/>
          <w:sz w:val="26"/>
          <w:lang w:val="nl-NL"/>
        </w:rPr>
        <w:t xml:space="preserve">O </w:t>
      </w:r>
      <w:r w:rsidRPr="00542D57">
        <w:rPr>
          <w:color w:val="231F20"/>
          <w:lang w:val="nl-NL"/>
        </w:rPr>
        <w:t>ontstaat in de linker opslagtank.</w:t>
      </w:r>
    </w:p>
    <w:p w:rsidR="00017E14" w:rsidRPr="00542D57" w:rsidRDefault="00FF5398">
      <w:pPr>
        <w:pStyle w:val="Plattetekst"/>
        <w:spacing w:line="269" w:lineRule="exact"/>
        <w:rPr>
          <w:lang w:val="nl-NL"/>
        </w:rPr>
      </w:pPr>
      <w:r>
        <w:pict>
          <v:shape id="_x0000_s1031" type="#_x0000_t202" style="position:absolute;left:0;text-align:left;margin-left:285.35pt;margin-top:7.1pt;width:4.3pt;height:9.45pt;z-index:-251649536;mso-position-horizontal-relative:page" filled="f" stroked="f">
            <v:textbox inset="0,0,0,0">
              <w:txbxContent>
                <w:p w:rsidR="00FF5398" w:rsidRDefault="00FF5398">
                  <w:pPr>
                    <w:spacing w:line="189" w:lineRule="exact"/>
                    <w:rPr>
                      <w:rFonts w:ascii="Times New Roman"/>
                      <w:sz w:val="17"/>
                    </w:rPr>
                  </w:pPr>
                  <w:r>
                    <w:rPr>
                      <w:rFonts w:ascii="Times New Roman"/>
                      <w:color w:val="231F20"/>
                      <w:sz w:val="17"/>
                    </w:rPr>
                    <w:t>2</w:t>
                  </w:r>
                </w:p>
              </w:txbxContent>
            </v:textbox>
            <w10:wrap anchorx="page"/>
          </v:shape>
        </w:pict>
      </w:r>
      <w:r w:rsidR="003D508B" w:rsidRPr="00542D57">
        <w:rPr>
          <w:color w:val="231F20"/>
          <w:lang w:val="nl-NL"/>
        </w:rPr>
        <w:t xml:space="preserve">Deze stof wordt gevormd uit </w:t>
      </w:r>
      <w:r w:rsidR="003D508B" w:rsidRPr="00542D57">
        <w:rPr>
          <w:rFonts w:ascii="Times New Roman" w:hAnsi="Times New Roman"/>
          <w:color w:val="231F20"/>
          <w:sz w:val="26"/>
          <w:lang w:val="nl-NL"/>
        </w:rPr>
        <w:t xml:space="preserve">VO </w:t>
      </w:r>
      <w:r w:rsidR="003D508B" w:rsidRPr="00542D57">
        <w:rPr>
          <w:rFonts w:ascii="Times New Roman" w:hAnsi="Times New Roman"/>
          <w:color w:val="231F20"/>
          <w:sz w:val="26"/>
          <w:vertAlign w:val="superscript"/>
          <w:lang w:val="nl-NL"/>
        </w:rPr>
        <w:t>+</w:t>
      </w:r>
      <w:r w:rsidR="003D508B" w:rsidRPr="00542D57">
        <w:rPr>
          <w:rFonts w:ascii="Times New Roman" w:hAnsi="Times New Roman"/>
          <w:color w:val="231F20"/>
          <w:sz w:val="26"/>
          <w:lang w:val="nl-NL"/>
        </w:rPr>
        <w:t xml:space="preserve"> </w:t>
      </w:r>
      <w:r w:rsidR="003D508B" w:rsidRPr="00542D57">
        <w:rPr>
          <w:color w:val="231F20"/>
          <w:lang w:val="nl-NL"/>
        </w:rPr>
        <w:t>ionen en één andere stof. Bij deze</w:t>
      </w:r>
    </w:p>
    <w:p w:rsidR="00017E14" w:rsidRPr="00542D57" w:rsidRDefault="003D508B">
      <w:pPr>
        <w:pStyle w:val="Plattetekst"/>
        <w:spacing w:before="18"/>
        <w:rPr>
          <w:lang w:val="nl-NL"/>
        </w:rPr>
      </w:pPr>
      <w:r w:rsidRPr="00542D57">
        <w:rPr>
          <w:color w:val="231F20"/>
          <w:lang w:val="nl-NL"/>
        </w:rPr>
        <w:t>reactie ontstaat één ander soort deeltje.</w:t>
      </w:r>
    </w:p>
    <w:p w:rsidR="00017E14" w:rsidRPr="00542D57" w:rsidRDefault="00017E14">
      <w:pPr>
        <w:pStyle w:val="Plattetekst"/>
        <w:spacing w:before="7"/>
        <w:ind w:left="0"/>
        <w:rPr>
          <w:sz w:val="26"/>
          <w:lang w:val="nl-NL"/>
        </w:rPr>
      </w:pPr>
    </w:p>
    <w:p w:rsidR="00017E14" w:rsidRPr="00542D57" w:rsidRDefault="00FF5398">
      <w:pPr>
        <w:tabs>
          <w:tab w:val="left" w:pos="582"/>
          <w:tab w:val="left" w:pos="1097"/>
        </w:tabs>
        <w:spacing w:before="1"/>
        <w:ind w:left="134"/>
        <w:rPr>
          <w:sz w:val="24"/>
          <w:lang w:val="nl-NL"/>
        </w:rPr>
      </w:pPr>
      <w:r>
        <w:pict>
          <v:shape id="_x0000_s1030" type="#_x0000_t202" style="position:absolute;left:0;text-align:left;margin-left:480pt;margin-top:-1.4pt;width:4.85pt;height:9.45pt;z-index:-251648512;mso-position-horizontal-relative:page" filled="f" stroked="f">
            <v:textbox inset="0,0,0,0">
              <w:txbxContent>
                <w:p w:rsidR="00FF5398" w:rsidRDefault="00FF5398">
                  <w:pPr>
                    <w:spacing w:line="189" w:lineRule="exact"/>
                    <w:rPr>
                      <w:rFonts w:ascii="Times New Roman"/>
                      <w:sz w:val="17"/>
                    </w:rPr>
                  </w:pPr>
                  <w:r>
                    <w:rPr>
                      <w:rFonts w:ascii="Times New Roman"/>
                      <w:color w:val="231F20"/>
                      <w:sz w:val="17"/>
                    </w:rPr>
                    <w:t>+</w:t>
                  </w:r>
                </w:p>
              </w:txbxContent>
            </v:textbox>
            <w10:wrap anchorx="page"/>
          </v:shape>
        </w:pict>
      </w:r>
      <w:r w:rsidR="003D508B" w:rsidRPr="00542D57">
        <w:rPr>
          <w:color w:val="231F20"/>
          <w:spacing w:val="2"/>
          <w:sz w:val="16"/>
          <w:lang w:val="nl-NL"/>
        </w:rPr>
        <w:t>3p</w:t>
      </w:r>
      <w:r w:rsidR="003D508B" w:rsidRPr="00542D57">
        <w:rPr>
          <w:color w:val="231F20"/>
          <w:spacing w:val="2"/>
          <w:sz w:val="16"/>
          <w:lang w:val="nl-NL"/>
        </w:rPr>
        <w:tab/>
      </w:r>
      <w:r w:rsidR="003D508B" w:rsidRPr="00542D57">
        <w:rPr>
          <w:b/>
          <w:color w:val="231F20"/>
          <w:spacing w:val="3"/>
          <w:sz w:val="20"/>
          <w:lang w:val="nl-NL"/>
        </w:rPr>
        <w:t>25</w:t>
      </w:r>
      <w:r w:rsidR="003D508B" w:rsidRPr="00542D57">
        <w:rPr>
          <w:b/>
          <w:color w:val="231F20"/>
          <w:spacing w:val="3"/>
          <w:sz w:val="20"/>
          <w:lang w:val="nl-NL"/>
        </w:rPr>
        <w:tab/>
      </w:r>
      <w:r w:rsidR="003D508B" w:rsidRPr="00542D57">
        <w:rPr>
          <w:color w:val="231F20"/>
          <w:spacing w:val="3"/>
          <w:sz w:val="24"/>
          <w:lang w:val="nl-NL"/>
        </w:rPr>
        <w:t xml:space="preserve">Geef </w:t>
      </w:r>
      <w:r w:rsidR="003D508B" w:rsidRPr="00542D57">
        <w:rPr>
          <w:color w:val="231F20"/>
          <w:spacing w:val="2"/>
          <w:sz w:val="24"/>
          <w:lang w:val="nl-NL"/>
        </w:rPr>
        <w:t xml:space="preserve">de </w:t>
      </w:r>
      <w:r w:rsidR="003D508B" w:rsidRPr="00542D57">
        <w:rPr>
          <w:color w:val="231F20"/>
          <w:spacing w:val="4"/>
          <w:sz w:val="24"/>
          <w:lang w:val="nl-NL"/>
        </w:rPr>
        <w:t xml:space="preserve">reactievergelijking </w:t>
      </w:r>
      <w:r w:rsidR="003D508B" w:rsidRPr="00542D57">
        <w:rPr>
          <w:color w:val="231F20"/>
          <w:spacing w:val="3"/>
          <w:sz w:val="24"/>
          <w:lang w:val="nl-NL"/>
        </w:rPr>
        <w:t xml:space="preserve">van </w:t>
      </w:r>
      <w:r w:rsidR="003D508B" w:rsidRPr="00542D57">
        <w:rPr>
          <w:color w:val="231F20"/>
          <w:spacing w:val="2"/>
          <w:sz w:val="24"/>
          <w:lang w:val="nl-NL"/>
        </w:rPr>
        <w:t xml:space="preserve">de </w:t>
      </w:r>
      <w:r w:rsidR="003D508B" w:rsidRPr="00542D57">
        <w:rPr>
          <w:color w:val="231F20"/>
          <w:spacing w:val="4"/>
          <w:sz w:val="24"/>
          <w:lang w:val="nl-NL"/>
        </w:rPr>
        <w:t xml:space="preserve">vorming </w:t>
      </w:r>
      <w:r w:rsidR="003D508B" w:rsidRPr="00542D57">
        <w:rPr>
          <w:color w:val="231F20"/>
          <w:spacing w:val="3"/>
          <w:sz w:val="24"/>
          <w:lang w:val="nl-NL"/>
        </w:rPr>
        <w:t xml:space="preserve">van </w:t>
      </w:r>
      <w:r w:rsidR="003D508B" w:rsidRPr="00542D57">
        <w:rPr>
          <w:rFonts w:ascii="Times New Roman"/>
          <w:color w:val="231F20"/>
          <w:spacing w:val="5"/>
          <w:sz w:val="26"/>
          <w:lang w:val="nl-NL"/>
        </w:rPr>
        <w:t>V</w:t>
      </w:r>
      <w:r w:rsidR="003D508B" w:rsidRPr="00542D57">
        <w:rPr>
          <w:rFonts w:ascii="Times New Roman"/>
          <w:color w:val="231F20"/>
          <w:spacing w:val="5"/>
          <w:position w:val="-7"/>
          <w:sz w:val="17"/>
          <w:lang w:val="nl-NL"/>
        </w:rPr>
        <w:t>2</w:t>
      </w:r>
      <w:r w:rsidR="003D508B" w:rsidRPr="00542D57">
        <w:rPr>
          <w:rFonts w:ascii="Times New Roman"/>
          <w:color w:val="231F20"/>
          <w:spacing w:val="5"/>
          <w:sz w:val="26"/>
          <w:lang w:val="nl-NL"/>
        </w:rPr>
        <w:t>O</w:t>
      </w:r>
      <w:r w:rsidR="003D508B" w:rsidRPr="00542D57">
        <w:rPr>
          <w:rFonts w:ascii="Times New Roman"/>
          <w:color w:val="231F20"/>
          <w:spacing w:val="5"/>
          <w:position w:val="-7"/>
          <w:sz w:val="17"/>
          <w:lang w:val="nl-NL"/>
        </w:rPr>
        <w:t>5</w:t>
      </w:r>
      <w:r w:rsidR="003D508B" w:rsidRPr="00542D57">
        <w:rPr>
          <w:rFonts w:ascii="Times New Roman"/>
          <w:color w:val="231F20"/>
          <w:spacing w:val="5"/>
          <w:sz w:val="26"/>
          <w:lang w:val="nl-NL"/>
        </w:rPr>
        <w:t>.3H</w:t>
      </w:r>
      <w:r w:rsidR="003D508B" w:rsidRPr="00542D57">
        <w:rPr>
          <w:rFonts w:ascii="Times New Roman"/>
          <w:color w:val="231F20"/>
          <w:spacing w:val="5"/>
          <w:position w:val="-7"/>
          <w:sz w:val="17"/>
          <w:lang w:val="nl-NL"/>
        </w:rPr>
        <w:t>2</w:t>
      </w:r>
      <w:r w:rsidR="003D508B" w:rsidRPr="00542D57">
        <w:rPr>
          <w:rFonts w:ascii="Times New Roman"/>
          <w:color w:val="231F20"/>
          <w:spacing w:val="5"/>
          <w:sz w:val="26"/>
          <w:lang w:val="nl-NL"/>
        </w:rPr>
        <w:t xml:space="preserve">O </w:t>
      </w:r>
      <w:r w:rsidR="003D508B" w:rsidRPr="00542D57">
        <w:rPr>
          <w:color w:val="231F20"/>
          <w:spacing w:val="3"/>
          <w:sz w:val="24"/>
          <w:lang w:val="nl-NL"/>
        </w:rPr>
        <w:t>uit</w:t>
      </w:r>
      <w:r w:rsidR="003D508B" w:rsidRPr="00542D57">
        <w:rPr>
          <w:color w:val="231F20"/>
          <w:spacing w:val="59"/>
          <w:sz w:val="24"/>
          <w:lang w:val="nl-NL"/>
        </w:rPr>
        <w:t xml:space="preserve"> </w:t>
      </w:r>
      <w:r w:rsidR="003D508B" w:rsidRPr="00542D57">
        <w:rPr>
          <w:rFonts w:ascii="Times New Roman"/>
          <w:color w:val="231F20"/>
          <w:spacing w:val="4"/>
          <w:sz w:val="26"/>
          <w:lang w:val="nl-NL"/>
        </w:rPr>
        <w:t>VO</w:t>
      </w:r>
      <w:r w:rsidR="003D508B" w:rsidRPr="00542D57">
        <w:rPr>
          <w:rFonts w:ascii="Times New Roman"/>
          <w:color w:val="231F20"/>
          <w:spacing w:val="4"/>
          <w:position w:val="-7"/>
          <w:sz w:val="17"/>
          <w:lang w:val="nl-NL"/>
        </w:rPr>
        <w:t xml:space="preserve">2 </w:t>
      </w:r>
      <w:r w:rsidR="003D508B" w:rsidRPr="00542D57">
        <w:rPr>
          <w:color w:val="231F20"/>
          <w:sz w:val="24"/>
          <w:lang w:val="nl-NL"/>
        </w:rPr>
        <w:t>.</w:t>
      </w:r>
    </w:p>
    <w:p w:rsidR="00017E14" w:rsidRPr="00542D57" w:rsidRDefault="003D508B">
      <w:pPr>
        <w:pStyle w:val="Plattetekst"/>
        <w:spacing w:before="265"/>
        <w:rPr>
          <w:lang w:val="nl-NL"/>
        </w:rPr>
      </w:pPr>
      <w:r w:rsidRPr="00542D57">
        <w:rPr>
          <w:color w:val="231F20"/>
          <w:lang w:val="nl-NL"/>
        </w:rPr>
        <w:t>Een andere boer wil een VRFB aanschaffen met een hogere</w:t>
      </w:r>
    </w:p>
    <w:p w:rsidR="00017E14" w:rsidRPr="00542D57" w:rsidRDefault="003D508B">
      <w:pPr>
        <w:pStyle w:val="Plattetekst"/>
        <w:spacing w:before="24" w:line="261" w:lineRule="auto"/>
        <w:ind w:right="1257"/>
        <w:rPr>
          <w:lang w:val="nl-NL"/>
        </w:rPr>
      </w:pPr>
      <w:r w:rsidRPr="00542D57">
        <w:rPr>
          <w:color w:val="231F20"/>
          <w:lang w:val="nl-NL"/>
        </w:rPr>
        <w:t xml:space="preserve">opslagcapaciteit en een hogere maximale stroomsterkte dan de genoemde </w:t>
      </w:r>
      <w:proofErr w:type="spellStart"/>
      <w:r w:rsidRPr="00542D57">
        <w:rPr>
          <w:color w:val="231F20"/>
          <w:lang w:val="nl-NL"/>
        </w:rPr>
        <w:t>CellCube</w:t>
      </w:r>
      <w:proofErr w:type="spellEnd"/>
      <w:r w:rsidRPr="00542D57">
        <w:rPr>
          <w:color w:val="231F20"/>
          <w:lang w:val="nl-NL"/>
        </w:rPr>
        <w:t>.</w:t>
      </w:r>
    </w:p>
    <w:p w:rsidR="00017E14" w:rsidRPr="00542D57" w:rsidRDefault="003D508B">
      <w:pPr>
        <w:pStyle w:val="Plattetekst"/>
        <w:spacing w:line="261" w:lineRule="auto"/>
        <w:ind w:right="848"/>
        <w:rPr>
          <w:lang w:val="nl-NL"/>
        </w:rPr>
      </w:pPr>
      <w:r w:rsidRPr="00542D57">
        <w:rPr>
          <w:color w:val="231F20"/>
          <w:lang w:val="nl-NL"/>
        </w:rPr>
        <w:t>In de tabel op de uitwerkbijlage staan vijf aanpassingen die de fabrikant kan doen om tegemoet te komen aan de eisen van deze boer.</w:t>
      </w:r>
    </w:p>
    <w:p w:rsidR="00017E14" w:rsidRPr="00542D57" w:rsidRDefault="003D508B">
      <w:pPr>
        <w:pStyle w:val="Plattetekst"/>
        <w:spacing w:line="261" w:lineRule="auto"/>
        <w:ind w:right="848"/>
        <w:rPr>
          <w:lang w:val="nl-NL"/>
        </w:rPr>
      </w:pPr>
      <w:r w:rsidRPr="00542D57">
        <w:rPr>
          <w:color w:val="231F20"/>
          <w:lang w:val="nl-NL"/>
        </w:rPr>
        <w:t>Uit de tabel valt onder andere op te maken dat een hogere concentratie vanadiumionen zorgt voor een toename van de opslagcapaciteit en de maximale stroomsterkte van de VRFB.</w:t>
      </w:r>
    </w:p>
    <w:p w:rsidR="00017E14" w:rsidRPr="00542D57" w:rsidRDefault="00017E14">
      <w:pPr>
        <w:pStyle w:val="Plattetekst"/>
        <w:spacing w:before="7"/>
        <w:ind w:left="0"/>
        <w:rPr>
          <w:sz w:val="25"/>
          <w:lang w:val="nl-NL"/>
        </w:rPr>
      </w:pPr>
    </w:p>
    <w:p w:rsidR="00017E14" w:rsidRPr="00542D57" w:rsidRDefault="003D508B">
      <w:pPr>
        <w:pStyle w:val="Plattetekst"/>
        <w:spacing w:line="261" w:lineRule="auto"/>
        <w:ind w:right="880" w:hanging="964"/>
        <w:jc w:val="both"/>
        <w:rPr>
          <w:lang w:val="nl-NL"/>
        </w:rPr>
      </w:pPr>
      <w:r w:rsidRPr="00542D57">
        <w:rPr>
          <w:color w:val="231F20"/>
          <w:sz w:val="16"/>
          <w:lang w:val="nl-NL"/>
        </w:rPr>
        <w:t xml:space="preserve">2p </w:t>
      </w:r>
      <w:r w:rsidRPr="00542D57">
        <w:rPr>
          <w:b/>
          <w:color w:val="231F20"/>
          <w:sz w:val="20"/>
          <w:lang w:val="nl-NL"/>
        </w:rPr>
        <w:t xml:space="preserve">26 </w:t>
      </w:r>
      <w:r w:rsidRPr="00542D57">
        <w:rPr>
          <w:color w:val="231F20"/>
          <w:lang w:val="nl-NL"/>
        </w:rPr>
        <w:t>Verklaar aan de hand van het botsende-deeltjes-model dat een hogere concentratie vanadiumionen zorgt voor een toename van de maximale stroomsterkte van de VRFB.</w:t>
      </w:r>
    </w:p>
    <w:p w:rsidR="00017E14" w:rsidRPr="00542D57" w:rsidRDefault="003D508B">
      <w:pPr>
        <w:pStyle w:val="Plattetekst"/>
        <w:tabs>
          <w:tab w:val="left" w:pos="582"/>
          <w:tab w:val="left" w:pos="1097"/>
        </w:tabs>
        <w:spacing w:line="274" w:lineRule="exact"/>
        <w:ind w:left="134"/>
        <w:rPr>
          <w:lang w:val="nl-NL"/>
        </w:rPr>
      </w:pPr>
      <w:r w:rsidRPr="00542D57">
        <w:rPr>
          <w:color w:val="231F20"/>
          <w:spacing w:val="2"/>
          <w:sz w:val="16"/>
          <w:lang w:val="nl-NL"/>
        </w:rPr>
        <w:t>2p</w:t>
      </w:r>
      <w:r w:rsidRPr="00542D57">
        <w:rPr>
          <w:color w:val="231F20"/>
          <w:spacing w:val="2"/>
          <w:sz w:val="16"/>
          <w:lang w:val="nl-NL"/>
        </w:rPr>
        <w:tab/>
      </w:r>
      <w:r w:rsidRPr="00542D57">
        <w:rPr>
          <w:b/>
          <w:color w:val="231F20"/>
          <w:spacing w:val="3"/>
          <w:sz w:val="20"/>
          <w:lang w:val="nl-NL"/>
        </w:rPr>
        <w:t>27</w:t>
      </w:r>
      <w:r w:rsidRPr="00542D57">
        <w:rPr>
          <w:b/>
          <w:color w:val="231F20"/>
          <w:spacing w:val="3"/>
          <w:sz w:val="20"/>
          <w:lang w:val="nl-NL"/>
        </w:rPr>
        <w:tab/>
      </w:r>
      <w:r w:rsidRPr="00542D57">
        <w:rPr>
          <w:color w:val="231F20"/>
          <w:spacing w:val="3"/>
          <w:lang w:val="nl-NL"/>
        </w:rPr>
        <w:t>Geef</w:t>
      </w:r>
      <w:r w:rsidRPr="00542D57">
        <w:rPr>
          <w:color w:val="231F20"/>
          <w:spacing w:val="12"/>
          <w:lang w:val="nl-NL"/>
        </w:rPr>
        <w:t xml:space="preserve"> </w:t>
      </w:r>
      <w:r w:rsidRPr="00542D57">
        <w:rPr>
          <w:color w:val="231F20"/>
          <w:spacing w:val="2"/>
          <w:lang w:val="nl-NL"/>
        </w:rPr>
        <w:t>in</w:t>
      </w:r>
      <w:r w:rsidRPr="00542D57">
        <w:rPr>
          <w:color w:val="231F20"/>
          <w:spacing w:val="13"/>
          <w:lang w:val="nl-NL"/>
        </w:rPr>
        <w:t xml:space="preserve"> </w:t>
      </w:r>
      <w:r w:rsidRPr="00542D57">
        <w:rPr>
          <w:color w:val="231F20"/>
          <w:spacing w:val="2"/>
          <w:lang w:val="nl-NL"/>
        </w:rPr>
        <w:t>de</w:t>
      </w:r>
      <w:r w:rsidRPr="00542D57">
        <w:rPr>
          <w:color w:val="231F20"/>
          <w:spacing w:val="12"/>
          <w:lang w:val="nl-NL"/>
        </w:rPr>
        <w:t xml:space="preserve"> </w:t>
      </w:r>
      <w:r w:rsidRPr="00542D57">
        <w:rPr>
          <w:color w:val="231F20"/>
          <w:spacing w:val="4"/>
          <w:lang w:val="nl-NL"/>
        </w:rPr>
        <w:t>tabel</w:t>
      </w:r>
      <w:r w:rsidRPr="00542D57">
        <w:rPr>
          <w:color w:val="231F20"/>
          <w:spacing w:val="13"/>
          <w:lang w:val="nl-NL"/>
        </w:rPr>
        <w:t xml:space="preserve"> </w:t>
      </w:r>
      <w:r w:rsidRPr="00542D57">
        <w:rPr>
          <w:color w:val="231F20"/>
          <w:spacing w:val="2"/>
          <w:lang w:val="nl-NL"/>
        </w:rPr>
        <w:t>op</w:t>
      </w:r>
      <w:r w:rsidRPr="00542D57">
        <w:rPr>
          <w:color w:val="231F20"/>
          <w:spacing w:val="13"/>
          <w:lang w:val="nl-NL"/>
        </w:rPr>
        <w:t xml:space="preserve"> </w:t>
      </w:r>
      <w:r w:rsidRPr="00542D57">
        <w:rPr>
          <w:color w:val="231F20"/>
          <w:spacing w:val="2"/>
          <w:lang w:val="nl-NL"/>
        </w:rPr>
        <w:t>de</w:t>
      </w:r>
      <w:r w:rsidRPr="00542D57">
        <w:rPr>
          <w:color w:val="231F20"/>
          <w:spacing w:val="12"/>
          <w:lang w:val="nl-NL"/>
        </w:rPr>
        <w:t xml:space="preserve"> </w:t>
      </w:r>
      <w:r w:rsidRPr="00542D57">
        <w:rPr>
          <w:color w:val="231F20"/>
          <w:spacing w:val="4"/>
          <w:lang w:val="nl-NL"/>
        </w:rPr>
        <w:t>uitwerkbijlage</w:t>
      </w:r>
      <w:r w:rsidRPr="00542D57">
        <w:rPr>
          <w:color w:val="231F20"/>
          <w:spacing w:val="13"/>
          <w:lang w:val="nl-NL"/>
        </w:rPr>
        <w:t xml:space="preserve"> </w:t>
      </w:r>
      <w:r w:rsidRPr="00542D57">
        <w:rPr>
          <w:color w:val="231F20"/>
          <w:spacing w:val="3"/>
          <w:lang w:val="nl-NL"/>
        </w:rPr>
        <w:t>met</w:t>
      </w:r>
      <w:r w:rsidRPr="00542D57">
        <w:rPr>
          <w:color w:val="231F20"/>
          <w:spacing w:val="12"/>
          <w:lang w:val="nl-NL"/>
        </w:rPr>
        <w:t xml:space="preserve"> </w:t>
      </w:r>
      <w:r w:rsidRPr="00542D57">
        <w:rPr>
          <w:color w:val="231F20"/>
          <w:spacing w:val="3"/>
          <w:lang w:val="nl-NL"/>
        </w:rPr>
        <w:t>een</w:t>
      </w:r>
      <w:r w:rsidRPr="00542D57">
        <w:rPr>
          <w:color w:val="231F20"/>
          <w:spacing w:val="13"/>
          <w:lang w:val="nl-NL"/>
        </w:rPr>
        <w:t xml:space="preserve"> </w:t>
      </w:r>
      <w:r w:rsidRPr="00542D57">
        <w:rPr>
          <w:color w:val="231F20"/>
          <w:spacing w:val="4"/>
          <w:lang w:val="nl-NL"/>
        </w:rPr>
        <w:t>kruisje</w:t>
      </w:r>
      <w:r w:rsidRPr="00542D57">
        <w:rPr>
          <w:color w:val="231F20"/>
          <w:spacing w:val="13"/>
          <w:lang w:val="nl-NL"/>
        </w:rPr>
        <w:t xml:space="preserve"> </w:t>
      </w:r>
      <w:r w:rsidRPr="00542D57">
        <w:rPr>
          <w:color w:val="231F20"/>
          <w:spacing w:val="3"/>
          <w:lang w:val="nl-NL"/>
        </w:rPr>
        <w:t>aan</w:t>
      </w:r>
      <w:r w:rsidRPr="00542D57">
        <w:rPr>
          <w:color w:val="231F20"/>
          <w:spacing w:val="12"/>
          <w:lang w:val="nl-NL"/>
        </w:rPr>
        <w:t xml:space="preserve"> </w:t>
      </w:r>
      <w:r w:rsidRPr="00542D57">
        <w:rPr>
          <w:color w:val="231F20"/>
          <w:spacing w:val="5"/>
          <w:lang w:val="nl-NL"/>
        </w:rPr>
        <w:t>welke</w:t>
      </w:r>
    </w:p>
    <w:p w:rsidR="00017E14" w:rsidRPr="00542D57" w:rsidRDefault="003D508B">
      <w:pPr>
        <w:pStyle w:val="Plattetekst"/>
        <w:spacing w:before="24" w:line="261" w:lineRule="auto"/>
        <w:ind w:right="848"/>
        <w:rPr>
          <w:lang w:val="nl-NL"/>
        </w:rPr>
      </w:pPr>
      <w:r w:rsidRPr="00542D57">
        <w:rPr>
          <w:color w:val="231F20"/>
          <w:lang w:val="nl-NL"/>
        </w:rPr>
        <w:t>aanpassingen een toename van de opslagcapaciteit en/of een toename van de maximale stroomsterkte veroorzaken.</w:t>
      </w:r>
    </w:p>
    <w:p w:rsidR="00017E14" w:rsidRPr="00542D57" w:rsidRDefault="003D508B">
      <w:pPr>
        <w:pStyle w:val="Plattetekst"/>
        <w:spacing w:line="274" w:lineRule="exact"/>
        <w:rPr>
          <w:lang w:val="nl-NL"/>
        </w:rPr>
      </w:pPr>
      <w:r w:rsidRPr="00542D57">
        <w:rPr>
          <w:color w:val="231F20"/>
          <w:lang w:val="nl-NL"/>
        </w:rPr>
        <w:t>Neem steeds aan dat de overige factoren geen beperking vormen.</w:t>
      </w:r>
    </w:p>
    <w:p w:rsidR="00017E14" w:rsidRPr="00542D57" w:rsidRDefault="00017E14">
      <w:pPr>
        <w:pStyle w:val="Plattetekst"/>
        <w:ind w:left="0"/>
        <w:rPr>
          <w:sz w:val="20"/>
          <w:lang w:val="nl-NL"/>
        </w:rPr>
      </w:pPr>
    </w:p>
    <w:p w:rsidR="00017E14" w:rsidRPr="00542D57" w:rsidRDefault="00017E14">
      <w:pPr>
        <w:pStyle w:val="Plattetekst"/>
        <w:ind w:left="0"/>
        <w:rPr>
          <w:sz w:val="20"/>
          <w:lang w:val="nl-NL"/>
        </w:rPr>
      </w:pPr>
    </w:p>
    <w:p w:rsidR="00017E14" w:rsidRPr="00542D57" w:rsidRDefault="00017E14">
      <w:pPr>
        <w:pStyle w:val="Plattetekst"/>
        <w:ind w:left="0"/>
        <w:rPr>
          <w:sz w:val="20"/>
          <w:lang w:val="nl-NL"/>
        </w:rPr>
      </w:pPr>
    </w:p>
    <w:p w:rsidR="00017E14" w:rsidRPr="00542D57" w:rsidRDefault="00017E14">
      <w:pPr>
        <w:pStyle w:val="Plattetekst"/>
        <w:ind w:left="0"/>
        <w:rPr>
          <w:sz w:val="20"/>
          <w:lang w:val="nl-NL"/>
        </w:rPr>
      </w:pPr>
    </w:p>
    <w:p w:rsidR="00017E14" w:rsidRPr="00542D57" w:rsidRDefault="00017E14">
      <w:pPr>
        <w:pStyle w:val="Plattetekst"/>
        <w:ind w:left="0"/>
        <w:rPr>
          <w:sz w:val="20"/>
          <w:lang w:val="nl-NL"/>
        </w:rPr>
      </w:pPr>
    </w:p>
    <w:p w:rsidR="00017E14" w:rsidRPr="00542D57" w:rsidRDefault="00017E14">
      <w:pPr>
        <w:pStyle w:val="Plattetekst"/>
        <w:ind w:left="0"/>
        <w:rPr>
          <w:sz w:val="20"/>
          <w:lang w:val="nl-NL"/>
        </w:rPr>
      </w:pPr>
    </w:p>
    <w:p w:rsidR="00017E14" w:rsidRPr="00542D57" w:rsidRDefault="00017E14">
      <w:pPr>
        <w:pStyle w:val="Plattetekst"/>
        <w:ind w:left="0"/>
        <w:rPr>
          <w:sz w:val="20"/>
          <w:lang w:val="nl-NL"/>
        </w:rPr>
      </w:pPr>
    </w:p>
    <w:p w:rsidR="00017E14" w:rsidRPr="00542D57" w:rsidRDefault="00017E14">
      <w:pPr>
        <w:pStyle w:val="Plattetekst"/>
        <w:ind w:left="0"/>
        <w:rPr>
          <w:sz w:val="20"/>
          <w:lang w:val="nl-NL"/>
        </w:rPr>
      </w:pPr>
    </w:p>
    <w:p w:rsidR="00017E14" w:rsidRPr="00542D57" w:rsidRDefault="00017E14">
      <w:pPr>
        <w:pStyle w:val="Plattetekst"/>
        <w:ind w:left="0"/>
        <w:rPr>
          <w:sz w:val="20"/>
          <w:lang w:val="nl-NL"/>
        </w:rPr>
      </w:pPr>
    </w:p>
    <w:p w:rsidR="00017E14" w:rsidRPr="00542D57" w:rsidRDefault="00017E14">
      <w:pPr>
        <w:pStyle w:val="Plattetekst"/>
        <w:ind w:left="0"/>
        <w:rPr>
          <w:sz w:val="20"/>
          <w:lang w:val="nl-NL"/>
        </w:rPr>
      </w:pPr>
    </w:p>
    <w:p w:rsidR="00017E14" w:rsidRPr="00542D57" w:rsidRDefault="00017E14">
      <w:pPr>
        <w:pStyle w:val="Plattetekst"/>
        <w:ind w:left="0"/>
        <w:rPr>
          <w:sz w:val="20"/>
          <w:lang w:val="nl-NL"/>
        </w:rPr>
      </w:pPr>
    </w:p>
    <w:p w:rsidR="00017E14" w:rsidRPr="00542D57" w:rsidRDefault="00017E14">
      <w:pPr>
        <w:pStyle w:val="Plattetekst"/>
        <w:ind w:left="0"/>
        <w:rPr>
          <w:sz w:val="20"/>
          <w:lang w:val="nl-NL"/>
        </w:rPr>
      </w:pPr>
    </w:p>
    <w:p w:rsidR="00017E14" w:rsidRPr="00542D57" w:rsidRDefault="00017E14">
      <w:pPr>
        <w:pStyle w:val="Plattetekst"/>
        <w:ind w:left="0"/>
        <w:rPr>
          <w:sz w:val="20"/>
          <w:lang w:val="nl-NL"/>
        </w:rPr>
      </w:pPr>
    </w:p>
    <w:p w:rsidR="00017E14" w:rsidRPr="00542D57" w:rsidRDefault="00017E14">
      <w:pPr>
        <w:pStyle w:val="Plattetekst"/>
        <w:ind w:left="0"/>
        <w:rPr>
          <w:sz w:val="20"/>
          <w:lang w:val="nl-NL"/>
        </w:rPr>
      </w:pPr>
    </w:p>
    <w:p w:rsidR="00017E14" w:rsidRPr="00542D57" w:rsidRDefault="00017E14">
      <w:pPr>
        <w:pStyle w:val="Plattetekst"/>
        <w:ind w:left="0"/>
        <w:rPr>
          <w:sz w:val="20"/>
          <w:lang w:val="nl-NL"/>
        </w:rPr>
      </w:pPr>
    </w:p>
    <w:p w:rsidR="00017E14" w:rsidRPr="00542D57" w:rsidRDefault="00017E14">
      <w:pPr>
        <w:pStyle w:val="Plattetekst"/>
        <w:ind w:left="0"/>
        <w:rPr>
          <w:sz w:val="20"/>
          <w:lang w:val="nl-NL"/>
        </w:rPr>
      </w:pPr>
    </w:p>
    <w:p w:rsidR="00017E14" w:rsidRPr="00542D57" w:rsidRDefault="00017E14">
      <w:pPr>
        <w:pStyle w:val="Plattetekst"/>
        <w:ind w:left="0"/>
        <w:rPr>
          <w:sz w:val="20"/>
          <w:lang w:val="nl-NL"/>
        </w:rPr>
      </w:pPr>
    </w:p>
    <w:p w:rsidR="00017E14" w:rsidRPr="00542D57" w:rsidRDefault="00017E14">
      <w:pPr>
        <w:pStyle w:val="Plattetekst"/>
        <w:ind w:left="0"/>
        <w:rPr>
          <w:sz w:val="20"/>
          <w:lang w:val="nl-NL"/>
        </w:rPr>
      </w:pPr>
    </w:p>
    <w:p w:rsidR="00017E14" w:rsidRPr="00542D57" w:rsidRDefault="00017E14">
      <w:pPr>
        <w:pStyle w:val="Plattetekst"/>
        <w:ind w:left="0"/>
        <w:rPr>
          <w:sz w:val="20"/>
          <w:lang w:val="nl-NL"/>
        </w:rPr>
      </w:pPr>
    </w:p>
    <w:p w:rsidR="00017E14" w:rsidRPr="00542D57" w:rsidRDefault="00017E14">
      <w:pPr>
        <w:pStyle w:val="Plattetekst"/>
        <w:spacing w:before="5"/>
        <w:ind w:left="0"/>
        <w:rPr>
          <w:sz w:val="19"/>
          <w:lang w:val="nl-NL"/>
        </w:rPr>
      </w:pPr>
    </w:p>
    <w:p w:rsidR="00017E14" w:rsidRDefault="00FF5398">
      <w:pPr>
        <w:tabs>
          <w:tab w:val="left" w:pos="4627"/>
        </w:tabs>
        <w:spacing w:before="1"/>
        <w:ind w:left="134"/>
        <w:rPr>
          <w:sz w:val="20"/>
        </w:rPr>
      </w:pPr>
      <w:r>
        <w:pict>
          <v:shape id="_x0000_s1029" type="#_x0000_t202" style="position:absolute;left:0;text-align:left;margin-left:471.55pt;margin-top:2.2pt;width:67.15pt;height:8.95pt;z-index:-251650560;mso-position-horizontal-relative:page" filled="f" stroked="f">
            <v:textbox inset="0,0,0,0">
              <w:txbxContent>
                <w:p w:rsidR="00FF5398" w:rsidRDefault="00FF5398">
                  <w:pPr>
                    <w:spacing w:line="178" w:lineRule="exact"/>
                    <w:rPr>
                      <w:sz w:val="14"/>
                    </w:rPr>
                  </w:pPr>
                  <w:r>
                    <w:rPr>
                      <w:color w:val="231F20"/>
                      <w:sz w:val="16"/>
                    </w:rPr>
                    <w:t xml:space="preserve">lees </w:t>
                  </w:r>
                  <w:proofErr w:type="spellStart"/>
                  <w:r>
                    <w:rPr>
                      <w:color w:val="231F20"/>
                      <w:sz w:val="16"/>
                    </w:rPr>
                    <w:t>verder</w:t>
                  </w:r>
                  <w:proofErr w:type="spellEnd"/>
                  <w:r>
                    <w:rPr>
                      <w:color w:val="231F20"/>
                      <w:sz w:val="16"/>
                    </w:rPr>
                    <w:t xml:space="preserve"> </w:t>
                  </w:r>
                  <w:r>
                    <w:rPr>
                      <w:color w:val="231F20"/>
                      <w:sz w:val="14"/>
                    </w:rPr>
                    <w:t>►►►</w:t>
                  </w:r>
                </w:p>
              </w:txbxContent>
            </v:textbox>
            <w10:wrap anchorx="page"/>
          </v:shape>
        </w:pict>
      </w:r>
      <w:r>
        <w:pict>
          <v:group id="_x0000_s1026" style="position:absolute;left:0;text-align:left;margin-left:370.25pt;margin-top:-5.55pt;width:180pt;height:27pt;z-index:251649536;mso-position-horizontal-relative:page" coordorigin="7405,-111" coordsize="3600,540">
            <v:rect id="_x0000_s1028" style="position:absolute;left:7405;top:-112;width:3600;height:540" stroked="f"/>
            <v:shape id="_x0000_s1027" type="#_x0000_t202" style="position:absolute;left:7405;top:-112;width:3600;height:540" filled="f" stroked="f">
              <v:textbox inset="0,0,0,0">
                <w:txbxContent>
                  <w:p w:rsidR="00FF5398" w:rsidRDefault="00FF5398">
                    <w:pPr>
                      <w:spacing w:before="105"/>
                      <w:ind w:right="148"/>
                      <w:jc w:val="right"/>
                      <w:rPr>
                        <w:rFonts w:ascii="Wingdings" w:hAnsi="Wingdings"/>
                        <w:sz w:val="24"/>
                      </w:rPr>
                    </w:pPr>
                    <w:proofErr w:type="spellStart"/>
                    <w:r>
                      <w:rPr>
                        <w:color w:val="231F20"/>
                        <w:sz w:val="16"/>
                      </w:rPr>
                      <w:t>einde</w:t>
                    </w:r>
                    <w:proofErr w:type="spellEnd"/>
                    <w:r>
                      <w:rPr>
                        <w:color w:val="231F20"/>
                        <w:sz w:val="16"/>
                      </w:rPr>
                      <w:t xml:space="preserve"> </w:t>
                    </w:r>
                    <w:r>
                      <w:rPr>
                        <w:rFonts w:ascii="Wingdings" w:hAnsi="Wingdings"/>
                        <w:color w:val="231F20"/>
                        <w:position w:val="-1"/>
                        <w:sz w:val="24"/>
                      </w:rPr>
                      <w:t></w:t>
                    </w:r>
                  </w:p>
                </w:txbxContent>
              </v:textbox>
            </v:shape>
            <w10:wrap anchorx="page"/>
          </v:group>
        </w:pict>
      </w:r>
      <w:r w:rsidR="003D508B">
        <w:rPr>
          <w:color w:val="231F20"/>
          <w:spacing w:val="2"/>
          <w:sz w:val="14"/>
        </w:rPr>
        <w:t>VW-1028-a-18-1-o</w:t>
      </w:r>
      <w:r w:rsidR="003D508B">
        <w:rPr>
          <w:color w:val="231F20"/>
          <w:spacing w:val="2"/>
          <w:sz w:val="14"/>
        </w:rPr>
        <w:tab/>
      </w:r>
      <w:r w:rsidR="003D508B">
        <w:rPr>
          <w:color w:val="231F20"/>
          <w:spacing w:val="2"/>
          <w:sz w:val="20"/>
        </w:rPr>
        <w:t xml:space="preserve">11 </w:t>
      </w:r>
      <w:r w:rsidR="003D508B">
        <w:rPr>
          <w:color w:val="231F20"/>
          <w:sz w:val="20"/>
        </w:rPr>
        <w:t>/</w:t>
      </w:r>
      <w:r w:rsidR="003D508B">
        <w:rPr>
          <w:color w:val="231F20"/>
          <w:spacing w:val="20"/>
          <w:sz w:val="20"/>
        </w:rPr>
        <w:t xml:space="preserve"> </w:t>
      </w:r>
      <w:r w:rsidR="003D508B">
        <w:rPr>
          <w:color w:val="231F20"/>
          <w:spacing w:val="5"/>
          <w:sz w:val="20"/>
        </w:rPr>
        <w:t>11</w:t>
      </w:r>
    </w:p>
    <w:sectPr w:rsidR="00017E14">
      <w:footerReference w:type="default" r:id="rId30"/>
      <w:pgSz w:w="11910" w:h="16840"/>
      <w:pgMar w:top="820" w:right="1000" w:bottom="280" w:left="100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5398" w:rsidRDefault="00FF5398">
      <w:r>
        <w:separator/>
      </w:r>
    </w:p>
  </w:endnote>
  <w:endnote w:type="continuationSeparator" w:id="0">
    <w:p w:rsidR="00FF5398" w:rsidRDefault="00FF5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5398" w:rsidRDefault="00FF5398">
    <w:pPr>
      <w:pStyle w:val="Plattetekst"/>
      <w:spacing w:line="14" w:lineRule="auto"/>
      <w:ind w:left="0"/>
      <w:rPr>
        <w:sz w:val="20"/>
      </w:rPr>
    </w:pPr>
    <w:r>
      <w:pict>
        <v:shapetype id="_x0000_t202" coordsize="21600,21600" o:spt="202" path="m,l,21600r21600,l21600,xe">
          <v:stroke joinstyle="miter"/>
          <v:path gradientshapeok="t" o:connecttype="rect"/>
        </v:shapetype>
        <v:shape id="_x0000_s2051" type="#_x0000_t202" style="position:absolute;margin-left:279.4pt;margin-top:782.3pt;width:35.7pt;height:13.2pt;z-index:-37240;mso-position-horizontal-relative:page;mso-position-vertical-relative:page" filled="f" stroked="f">
          <v:textbox inset="0,0,0,0">
            <w:txbxContent>
              <w:p w:rsidR="00FF5398" w:rsidRDefault="00FF5398">
                <w:pPr>
                  <w:spacing w:before="14"/>
                  <w:ind w:left="40"/>
                  <w:rPr>
                    <w:sz w:val="20"/>
                  </w:rPr>
                </w:pPr>
                <w:r>
                  <w:fldChar w:fldCharType="begin"/>
                </w:r>
                <w:r>
                  <w:rPr>
                    <w:color w:val="231F20"/>
                    <w:sz w:val="20"/>
                  </w:rPr>
                  <w:instrText xml:space="preserve"> PAGE </w:instrText>
                </w:r>
                <w:r>
                  <w:fldChar w:fldCharType="separate"/>
                </w:r>
                <w:r>
                  <w:rPr>
                    <w:noProof/>
                    <w:color w:val="231F20"/>
                    <w:sz w:val="20"/>
                  </w:rPr>
                  <w:t>7</w:t>
                </w:r>
                <w:r>
                  <w:fldChar w:fldCharType="end"/>
                </w:r>
                <w:r>
                  <w:rPr>
                    <w:color w:val="231F20"/>
                    <w:sz w:val="20"/>
                  </w:rPr>
                  <w:t xml:space="preserve"> / 11</w:t>
                </w:r>
              </w:p>
            </w:txbxContent>
          </v:textbox>
          <w10:wrap anchorx="page" anchory="page"/>
        </v:shape>
      </w:pict>
    </w:r>
    <w:r>
      <w:pict>
        <v:shape id="_x0000_s2050" type="#_x0000_t202" style="position:absolute;margin-left:470.55pt;margin-top:784.15pt;width:69.15pt;height:10.95pt;z-index:-37216;mso-position-horizontal-relative:page;mso-position-vertical-relative:page" filled="f" stroked="f">
          <v:textbox inset="0,0,0,0">
            <w:txbxContent>
              <w:p w:rsidR="00FF5398" w:rsidRDefault="00FF5398">
                <w:pPr>
                  <w:spacing w:before="14"/>
                  <w:ind w:left="20"/>
                  <w:rPr>
                    <w:sz w:val="14"/>
                  </w:rPr>
                </w:pPr>
                <w:r>
                  <w:rPr>
                    <w:color w:val="231F20"/>
                    <w:sz w:val="16"/>
                  </w:rPr>
                  <w:t xml:space="preserve">lees </w:t>
                </w:r>
                <w:proofErr w:type="spellStart"/>
                <w:r>
                  <w:rPr>
                    <w:color w:val="231F20"/>
                    <w:sz w:val="16"/>
                  </w:rPr>
                  <w:t>verder</w:t>
                </w:r>
                <w:proofErr w:type="spellEnd"/>
                <w:r>
                  <w:rPr>
                    <w:color w:val="231F20"/>
                    <w:sz w:val="16"/>
                  </w:rPr>
                  <w:t xml:space="preserve"> </w:t>
                </w:r>
                <w:r>
                  <w:rPr>
                    <w:color w:val="231F20"/>
                    <w:sz w:val="14"/>
                  </w:rPr>
                  <w:t>►►►</w:t>
                </w:r>
              </w:p>
            </w:txbxContent>
          </v:textbox>
          <w10:wrap anchorx="page" anchory="page"/>
        </v:shape>
      </w:pict>
    </w:r>
    <w:r>
      <w:pict>
        <v:shape id="_x0000_s2049" type="#_x0000_t202" style="position:absolute;margin-left:55.7pt;margin-top:785pt;width:63.1pt;height:9.85pt;z-index:-37192;mso-position-horizontal-relative:page;mso-position-vertical-relative:page" filled="f" stroked="f">
          <v:textbox inset="0,0,0,0">
            <w:txbxContent>
              <w:p w:rsidR="00FF5398" w:rsidRDefault="00FF5398">
                <w:pPr>
                  <w:spacing w:before="15"/>
                  <w:ind w:left="20"/>
                  <w:rPr>
                    <w:sz w:val="14"/>
                  </w:rPr>
                </w:pPr>
                <w:r>
                  <w:rPr>
                    <w:color w:val="231F20"/>
                    <w:sz w:val="14"/>
                  </w:rPr>
                  <w:t>VW-1028-a-18-1-o</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5398" w:rsidRDefault="00FF5398">
    <w:pPr>
      <w:pStyle w:val="Plattetekst"/>
      <w:spacing w:line="14" w:lineRule="auto"/>
      <w:ind w:left="0"/>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5398" w:rsidRDefault="00FF5398">
      <w:r>
        <w:separator/>
      </w:r>
    </w:p>
  </w:footnote>
  <w:footnote w:type="continuationSeparator" w:id="0">
    <w:p w:rsidR="00FF5398" w:rsidRDefault="00FF53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D36A70"/>
    <w:multiLevelType w:val="hybridMultilevel"/>
    <w:tmpl w:val="4740E166"/>
    <w:lvl w:ilvl="0" w:tplc="C4625C3A">
      <w:start w:val="1"/>
      <w:numFmt w:val="decimal"/>
      <w:lvlText w:val="%1"/>
      <w:lvlJc w:val="left"/>
      <w:pPr>
        <w:ind w:left="1494" w:hanging="398"/>
        <w:jc w:val="left"/>
      </w:pPr>
      <w:rPr>
        <w:rFonts w:ascii="Arial" w:eastAsia="Arial" w:hAnsi="Arial" w:cs="Arial" w:hint="default"/>
        <w:color w:val="231F20"/>
        <w:w w:val="100"/>
        <w:sz w:val="24"/>
        <w:szCs w:val="24"/>
      </w:rPr>
    </w:lvl>
    <w:lvl w:ilvl="1" w:tplc="74A43B26">
      <w:numFmt w:val="bullet"/>
      <w:lvlText w:val="•"/>
      <w:lvlJc w:val="left"/>
      <w:pPr>
        <w:ind w:left="2340" w:hanging="398"/>
      </w:pPr>
      <w:rPr>
        <w:rFonts w:hint="default"/>
      </w:rPr>
    </w:lvl>
    <w:lvl w:ilvl="2" w:tplc="70502234">
      <w:numFmt w:val="bullet"/>
      <w:lvlText w:val="•"/>
      <w:lvlJc w:val="left"/>
      <w:pPr>
        <w:ind w:left="3180" w:hanging="398"/>
      </w:pPr>
      <w:rPr>
        <w:rFonts w:hint="default"/>
      </w:rPr>
    </w:lvl>
    <w:lvl w:ilvl="3" w:tplc="8B8CF9F0">
      <w:numFmt w:val="bullet"/>
      <w:lvlText w:val="•"/>
      <w:lvlJc w:val="left"/>
      <w:pPr>
        <w:ind w:left="4021" w:hanging="398"/>
      </w:pPr>
      <w:rPr>
        <w:rFonts w:hint="default"/>
      </w:rPr>
    </w:lvl>
    <w:lvl w:ilvl="4" w:tplc="EFFAFFB0">
      <w:numFmt w:val="bullet"/>
      <w:lvlText w:val="•"/>
      <w:lvlJc w:val="left"/>
      <w:pPr>
        <w:ind w:left="4861" w:hanging="398"/>
      </w:pPr>
      <w:rPr>
        <w:rFonts w:hint="default"/>
      </w:rPr>
    </w:lvl>
    <w:lvl w:ilvl="5" w:tplc="9E025554">
      <w:numFmt w:val="bullet"/>
      <w:lvlText w:val="•"/>
      <w:lvlJc w:val="left"/>
      <w:pPr>
        <w:ind w:left="5702" w:hanging="398"/>
      </w:pPr>
      <w:rPr>
        <w:rFonts w:hint="default"/>
      </w:rPr>
    </w:lvl>
    <w:lvl w:ilvl="6" w:tplc="F356CD64">
      <w:numFmt w:val="bullet"/>
      <w:lvlText w:val="•"/>
      <w:lvlJc w:val="left"/>
      <w:pPr>
        <w:ind w:left="6542" w:hanging="398"/>
      </w:pPr>
      <w:rPr>
        <w:rFonts w:hint="default"/>
      </w:rPr>
    </w:lvl>
    <w:lvl w:ilvl="7" w:tplc="F8568CAA">
      <w:numFmt w:val="bullet"/>
      <w:lvlText w:val="•"/>
      <w:lvlJc w:val="left"/>
      <w:pPr>
        <w:ind w:left="7383" w:hanging="398"/>
      </w:pPr>
      <w:rPr>
        <w:rFonts w:hint="default"/>
      </w:rPr>
    </w:lvl>
    <w:lvl w:ilvl="8" w:tplc="E10E7882">
      <w:numFmt w:val="bullet"/>
      <w:lvlText w:val="•"/>
      <w:lvlJc w:val="left"/>
      <w:pPr>
        <w:ind w:left="8223" w:hanging="398"/>
      </w:pPr>
      <w:rPr>
        <w:rFonts w:hint="default"/>
      </w:rPr>
    </w:lvl>
  </w:abstractNum>
  <w:abstractNum w:abstractNumId="1" w15:restartNumberingAfterBreak="0">
    <w:nsid w:val="52956907"/>
    <w:multiLevelType w:val="hybridMultilevel"/>
    <w:tmpl w:val="DD163DB0"/>
    <w:lvl w:ilvl="0" w:tplc="F1A4C5EE">
      <w:numFmt w:val="bullet"/>
      <w:lvlText w:val=""/>
      <w:lvlJc w:val="left"/>
      <w:pPr>
        <w:ind w:left="1494" w:hanging="398"/>
      </w:pPr>
      <w:rPr>
        <w:rFonts w:ascii="Symbol" w:eastAsia="Symbol" w:hAnsi="Symbol" w:cs="Symbol" w:hint="default"/>
        <w:color w:val="231F20"/>
        <w:w w:val="100"/>
        <w:sz w:val="24"/>
        <w:szCs w:val="24"/>
      </w:rPr>
    </w:lvl>
    <w:lvl w:ilvl="1" w:tplc="B1E2DD56">
      <w:numFmt w:val="bullet"/>
      <w:lvlText w:val="•"/>
      <w:lvlJc w:val="left"/>
      <w:pPr>
        <w:ind w:left="2340" w:hanging="398"/>
      </w:pPr>
      <w:rPr>
        <w:rFonts w:hint="default"/>
      </w:rPr>
    </w:lvl>
    <w:lvl w:ilvl="2" w:tplc="BE789D68">
      <w:numFmt w:val="bullet"/>
      <w:lvlText w:val="•"/>
      <w:lvlJc w:val="left"/>
      <w:pPr>
        <w:ind w:left="3180" w:hanging="398"/>
      </w:pPr>
      <w:rPr>
        <w:rFonts w:hint="default"/>
      </w:rPr>
    </w:lvl>
    <w:lvl w:ilvl="3" w:tplc="05DADAD0">
      <w:numFmt w:val="bullet"/>
      <w:lvlText w:val="•"/>
      <w:lvlJc w:val="left"/>
      <w:pPr>
        <w:ind w:left="4021" w:hanging="398"/>
      </w:pPr>
      <w:rPr>
        <w:rFonts w:hint="default"/>
      </w:rPr>
    </w:lvl>
    <w:lvl w:ilvl="4" w:tplc="09A2E444">
      <w:numFmt w:val="bullet"/>
      <w:lvlText w:val="•"/>
      <w:lvlJc w:val="left"/>
      <w:pPr>
        <w:ind w:left="4861" w:hanging="398"/>
      </w:pPr>
      <w:rPr>
        <w:rFonts w:hint="default"/>
      </w:rPr>
    </w:lvl>
    <w:lvl w:ilvl="5" w:tplc="AFEECC4A">
      <w:numFmt w:val="bullet"/>
      <w:lvlText w:val="•"/>
      <w:lvlJc w:val="left"/>
      <w:pPr>
        <w:ind w:left="5702" w:hanging="398"/>
      </w:pPr>
      <w:rPr>
        <w:rFonts w:hint="default"/>
      </w:rPr>
    </w:lvl>
    <w:lvl w:ilvl="6" w:tplc="ABBAA668">
      <w:numFmt w:val="bullet"/>
      <w:lvlText w:val="•"/>
      <w:lvlJc w:val="left"/>
      <w:pPr>
        <w:ind w:left="6542" w:hanging="398"/>
      </w:pPr>
      <w:rPr>
        <w:rFonts w:hint="default"/>
      </w:rPr>
    </w:lvl>
    <w:lvl w:ilvl="7" w:tplc="66B244C6">
      <w:numFmt w:val="bullet"/>
      <w:lvlText w:val="•"/>
      <w:lvlJc w:val="left"/>
      <w:pPr>
        <w:ind w:left="7383" w:hanging="398"/>
      </w:pPr>
      <w:rPr>
        <w:rFonts w:hint="default"/>
      </w:rPr>
    </w:lvl>
    <w:lvl w:ilvl="8" w:tplc="C4FC74E8">
      <w:numFmt w:val="bullet"/>
      <w:lvlText w:val="•"/>
      <w:lvlJc w:val="left"/>
      <w:pPr>
        <w:ind w:left="8223" w:hanging="398"/>
      </w:pPr>
      <w:rPr>
        <w:rFonts w:hint="default"/>
      </w:rPr>
    </w:lvl>
  </w:abstractNum>
  <w:abstractNum w:abstractNumId="2" w15:restartNumberingAfterBreak="0">
    <w:nsid w:val="60BB2900"/>
    <w:multiLevelType w:val="hybridMultilevel"/>
    <w:tmpl w:val="62B8A9C6"/>
    <w:lvl w:ilvl="0" w:tplc="BC720884">
      <w:numFmt w:val="bullet"/>
      <w:lvlText w:val=""/>
      <w:lvlJc w:val="left"/>
      <w:pPr>
        <w:ind w:left="1494" w:hanging="398"/>
      </w:pPr>
      <w:rPr>
        <w:rFonts w:ascii="Symbol" w:eastAsia="Symbol" w:hAnsi="Symbol" w:cs="Symbol" w:hint="default"/>
        <w:color w:val="231F20"/>
        <w:w w:val="100"/>
        <w:sz w:val="24"/>
        <w:szCs w:val="24"/>
      </w:rPr>
    </w:lvl>
    <w:lvl w:ilvl="1" w:tplc="131A49C0">
      <w:numFmt w:val="bullet"/>
      <w:lvlText w:val="•"/>
      <w:lvlJc w:val="left"/>
      <w:pPr>
        <w:ind w:left="2340" w:hanging="398"/>
      </w:pPr>
      <w:rPr>
        <w:rFonts w:hint="default"/>
      </w:rPr>
    </w:lvl>
    <w:lvl w:ilvl="2" w:tplc="DAC2005E">
      <w:numFmt w:val="bullet"/>
      <w:lvlText w:val="•"/>
      <w:lvlJc w:val="left"/>
      <w:pPr>
        <w:ind w:left="3180" w:hanging="398"/>
      </w:pPr>
      <w:rPr>
        <w:rFonts w:hint="default"/>
      </w:rPr>
    </w:lvl>
    <w:lvl w:ilvl="3" w:tplc="8D62735A">
      <w:numFmt w:val="bullet"/>
      <w:lvlText w:val="•"/>
      <w:lvlJc w:val="left"/>
      <w:pPr>
        <w:ind w:left="4021" w:hanging="398"/>
      </w:pPr>
      <w:rPr>
        <w:rFonts w:hint="default"/>
      </w:rPr>
    </w:lvl>
    <w:lvl w:ilvl="4" w:tplc="A6B8938C">
      <w:numFmt w:val="bullet"/>
      <w:lvlText w:val="•"/>
      <w:lvlJc w:val="left"/>
      <w:pPr>
        <w:ind w:left="4861" w:hanging="398"/>
      </w:pPr>
      <w:rPr>
        <w:rFonts w:hint="default"/>
      </w:rPr>
    </w:lvl>
    <w:lvl w:ilvl="5" w:tplc="C4F80D1A">
      <w:numFmt w:val="bullet"/>
      <w:lvlText w:val="•"/>
      <w:lvlJc w:val="left"/>
      <w:pPr>
        <w:ind w:left="5702" w:hanging="398"/>
      </w:pPr>
      <w:rPr>
        <w:rFonts w:hint="default"/>
      </w:rPr>
    </w:lvl>
    <w:lvl w:ilvl="6" w:tplc="F5D69470">
      <w:numFmt w:val="bullet"/>
      <w:lvlText w:val="•"/>
      <w:lvlJc w:val="left"/>
      <w:pPr>
        <w:ind w:left="6542" w:hanging="398"/>
      </w:pPr>
      <w:rPr>
        <w:rFonts w:hint="default"/>
      </w:rPr>
    </w:lvl>
    <w:lvl w:ilvl="7" w:tplc="1E90BF30">
      <w:numFmt w:val="bullet"/>
      <w:lvlText w:val="•"/>
      <w:lvlJc w:val="left"/>
      <w:pPr>
        <w:ind w:left="7383" w:hanging="398"/>
      </w:pPr>
      <w:rPr>
        <w:rFonts w:hint="default"/>
      </w:rPr>
    </w:lvl>
    <w:lvl w:ilvl="8" w:tplc="3EA6B104">
      <w:numFmt w:val="bullet"/>
      <w:lvlText w:val="•"/>
      <w:lvlJc w:val="left"/>
      <w:pPr>
        <w:ind w:left="8223" w:hanging="398"/>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017E14"/>
    <w:rsid w:val="00017E14"/>
    <w:rsid w:val="003D508B"/>
    <w:rsid w:val="00460FF7"/>
    <w:rsid w:val="00542D57"/>
    <w:rsid w:val="005F0B14"/>
    <w:rsid w:val="0062259E"/>
    <w:rsid w:val="008B1517"/>
    <w:rsid w:val="00AF503E"/>
    <w:rsid w:val="00B05F8E"/>
    <w:rsid w:val="00F53B89"/>
    <w:rsid w:val="00FF539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docId w15:val="{DD62AB48-D542-4F48-A50B-E08B5FBD7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uiPriority w:val="1"/>
    <w:qFormat/>
    <w:rPr>
      <w:rFonts w:ascii="Arial" w:eastAsia="Arial" w:hAnsi="Arial" w:cs="Arial"/>
    </w:rPr>
  </w:style>
  <w:style w:type="paragraph" w:styleId="Kop1">
    <w:name w:val="heading 1"/>
    <w:basedOn w:val="Standaard"/>
    <w:uiPriority w:val="1"/>
    <w:qFormat/>
    <w:pPr>
      <w:spacing w:before="67"/>
      <w:ind w:left="644"/>
      <w:outlineLvl w:val="0"/>
    </w:pPr>
    <w:rPr>
      <w:b/>
      <w:bCs/>
      <w:sz w:val="28"/>
      <w:szCs w:val="28"/>
    </w:rPr>
  </w:style>
  <w:style w:type="paragraph" w:styleId="Kop2">
    <w:name w:val="heading 2"/>
    <w:basedOn w:val="Standaard"/>
    <w:uiPriority w:val="1"/>
    <w:qFormat/>
    <w:pPr>
      <w:ind w:left="1097"/>
      <w:outlineLvl w:val="1"/>
    </w:pPr>
    <w:rPr>
      <w:b/>
      <w:bCs/>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pPr>
      <w:ind w:left="1097"/>
    </w:pPr>
    <w:rPr>
      <w:sz w:val="24"/>
      <w:szCs w:val="24"/>
    </w:rPr>
  </w:style>
  <w:style w:type="paragraph" w:styleId="Lijstalinea">
    <w:name w:val="List Paragraph"/>
    <w:basedOn w:val="Standaard"/>
    <w:uiPriority w:val="1"/>
    <w:qFormat/>
    <w:pPr>
      <w:ind w:left="1494" w:hanging="397"/>
    </w:pPr>
  </w:style>
  <w:style w:type="paragraph" w:customStyle="1" w:styleId="TableParagraph">
    <w:name w:val="Table Paragraph"/>
    <w:basedOn w:val="Standaard"/>
    <w:uiPriority w:val="1"/>
    <w:qFormat/>
  </w:style>
  <w:style w:type="paragraph" w:styleId="Ballontekst">
    <w:name w:val="Balloon Text"/>
    <w:basedOn w:val="Standaard"/>
    <w:link w:val="BallontekstChar"/>
    <w:uiPriority w:val="99"/>
    <w:semiHidden/>
    <w:unhideWhenUsed/>
    <w:rsid w:val="003D508B"/>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D508B"/>
    <w:rPr>
      <w:rFonts w:ascii="Segoe UI" w:eastAsia="Arial" w:hAnsi="Segoe UI" w:cs="Segoe UI"/>
      <w:sz w:val="18"/>
      <w:szCs w:val="18"/>
    </w:rPr>
  </w:style>
  <w:style w:type="character" w:styleId="Hyperlink">
    <w:name w:val="Hyperlink"/>
    <w:basedOn w:val="Standaardalinea-lettertype"/>
    <w:uiPriority w:val="99"/>
    <w:unhideWhenUsed/>
    <w:rsid w:val="00542D57"/>
    <w:rPr>
      <w:color w:val="0000FF" w:themeColor="hyperlink"/>
      <w:u w:val="single"/>
    </w:rPr>
  </w:style>
  <w:style w:type="character" w:styleId="Onopgelostemelding">
    <w:name w:val="Unresolved Mention"/>
    <w:basedOn w:val="Standaardalinea-lettertype"/>
    <w:uiPriority w:val="99"/>
    <w:semiHidden/>
    <w:unhideWhenUsed/>
    <w:rsid w:val="00542D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youtube.com/watch?v=LJrWsOo6rTM&amp;list=PLNXroaGyK0yJW7aNbrhM5k_Y8jdnK1jhO&amp;index=1" TargetMode="External"/><Relationship Id="rId13" Type="http://schemas.openxmlformats.org/officeDocument/2006/relationships/image" Target="media/image5.png"/><Relationship Id="rId18" Type="http://schemas.openxmlformats.org/officeDocument/2006/relationships/image" Target="media/image9.png"/><Relationship Id="rId26" Type="http://schemas.openxmlformats.org/officeDocument/2006/relationships/hyperlink" Target="https://www.youtube.com/watch?v=_dBK2o68rCw&amp;list=PLNXroaGyK0yJW7aNbrhM5k_Y8jdnK1jhO&amp;index=4" TargetMode="External"/><Relationship Id="rId3" Type="http://schemas.openxmlformats.org/officeDocument/2006/relationships/settings" Target="settings.xml"/><Relationship Id="rId21" Type="http://schemas.openxmlformats.org/officeDocument/2006/relationships/image" Target="media/image12.png"/><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image" Target="media/image8.png"/><Relationship Id="rId25" Type="http://schemas.openxmlformats.org/officeDocument/2006/relationships/image" Target="media/image15.png"/><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1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hyperlink" Target="https://www.youtube.com/watch?v=kwqki1jXA_s&amp;list=PLNXroaGyK0yJW7aNbrhM5k_Y8jdnK1jhO&amp;index=3"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7.png"/><Relationship Id="rId10" Type="http://schemas.openxmlformats.org/officeDocument/2006/relationships/image" Target="media/image3.png"/><Relationship Id="rId19" Type="http://schemas.openxmlformats.org/officeDocument/2006/relationships/image" Target="media/image10.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youtube.com/watch?v=6qpW68z1Evg&amp;list=PLNXroaGyK0yJW7aNbrhM5k_Y8jdnK1jhO&amp;index=2" TargetMode="External"/><Relationship Id="rId22" Type="http://schemas.openxmlformats.org/officeDocument/2006/relationships/image" Target="media/image13.png"/><Relationship Id="rId27" Type="http://schemas.openxmlformats.org/officeDocument/2006/relationships/image" Target="media/image16.png"/><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11</Pages>
  <Words>3063</Words>
  <Characters>16207</Characters>
  <Application>Microsoft Office Word</Application>
  <DocSecurity>0</DocSecurity>
  <Lines>438</Lines>
  <Paragraphs>253</Paragraphs>
  <ScaleCrop>false</ScaleCrop>
  <HeadingPairs>
    <vt:vector size="2" baseType="variant">
      <vt:variant>
        <vt:lpstr>Titel</vt:lpstr>
      </vt:variant>
      <vt:variant>
        <vt:i4>1</vt:i4>
      </vt:variant>
    </vt:vector>
  </HeadingPairs>
  <TitlesOfParts>
    <vt:vector size="1" baseType="lpstr">
      <vt:lpstr/>
    </vt:vector>
  </TitlesOfParts>
  <Company>Eemsdeltacollege</Company>
  <LinksUpToDate>false</LinksUpToDate>
  <CharactersWithSpaces>19017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Wouter Renkema</cp:lastModifiedBy>
  <cp:revision>9</cp:revision>
  <cp:lastPrinted>2019-05-13T09:55:00Z</cp:lastPrinted>
  <dcterms:created xsi:type="dcterms:W3CDTF">2019-05-13T09:54:00Z</dcterms:created>
  <dcterms:modified xsi:type="dcterms:W3CDTF">2021-02-13T11:24:00Z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2017-11-23T00:00:00Z</vt:filetime>
  </property>
  <property fmtid="{D5CDD505-2E9C-101B-9397-08002B2CF9AE}" pid="3" name="Creator">
    <vt:lpwstr>PScript5.dll Version 5.2.2</vt:lpwstr>
  </property>
  <property fmtid="{D5CDD505-2E9C-101B-9397-08002B2CF9AE}" pid="4" name="LastSaved">
    <vt:filetime>2019-05-13T00:00:00Z</vt:filetime>
  </property>
</Properties>
</file>