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AC4" w:rsidRDefault="00E41AC4" w:rsidP="00E41AC4">
      <w:pPr>
        <w:spacing w:after="0" w:line="240" w:lineRule="auto"/>
      </w:pPr>
    </w:p>
    <w:tbl>
      <w:tblPr>
        <w:tblW w:w="866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867"/>
        <w:gridCol w:w="1751"/>
        <w:gridCol w:w="901"/>
        <w:gridCol w:w="1509"/>
        <w:gridCol w:w="1158"/>
        <w:gridCol w:w="862"/>
        <w:gridCol w:w="880"/>
        <w:gridCol w:w="880"/>
      </w:tblGrid>
      <w:tr w:rsidR="00E41AC4" w:rsidRPr="00423E73" w:rsidTr="00E873E8">
        <w:trPr>
          <w:trHeight w:val="450"/>
        </w:trPr>
        <w:tc>
          <w:tcPr>
            <w:tcW w:w="4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nl-NL"/>
              </w:rPr>
            </w:pPr>
            <w:r w:rsidRPr="00423E73">
              <w:rPr>
                <w:rFonts w:ascii="Tahoma" w:eastAsia="Times New Roman" w:hAnsi="Tahoma" w:cs="Tahoma"/>
                <w:b/>
                <w:bCs/>
                <w:color w:val="000000"/>
                <w:lang w:eastAsia="nl-NL"/>
              </w:rPr>
              <w:t>Naam: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nl-NL"/>
              </w:rPr>
            </w:pPr>
            <w:r w:rsidRPr="00423E73">
              <w:rPr>
                <w:rFonts w:ascii="Tahoma" w:eastAsia="Times New Roman" w:hAnsi="Tahoma" w:cs="Tahoma"/>
                <w:b/>
                <w:bCs/>
                <w:color w:val="000000"/>
                <w:lang w:eastAsia="nl-NL"/>
              </w:rPr>
              <w:t>Geboortedatum:</w:t>
            </w:r>
          </w:p>
        </w:tc>
      </w:tr>
      <w:tr w:rsidR="00E41AC4" w:rsidRPr="00423E73" w:rsidTr="00E873E8">
        <w:trPr>
          <w:trHeight w:val="45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nl-NL"/>
              </w:rPr>
            </w:pPr>
            <w:r w:rsidRPr="00423E73">
              <w:rPr>
                <w:rFonts w:ascii="Tahoma" w:eastAsia="Times New Roman" w:hAnsi="Tahoma" w:cs="Tahoma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nl-NL"/>
              </w:rPr>
            </w:pPr>
            <w:r w:rsidRPr="00423E73">
              <w:rPr>
                <w:rFonts w:ascii="Tahoma" w:eastAsia="Times New Roman" w:hAnsi="Tahoma" w:cs="Tahoma"/>
                <w:b/>
                <w:bCs/>
                <w:color w:val="000000"/>
                <w:lang w:eastAsia="nl-NL"/>
              </w:rPr>
              <w:t>INPUT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nl-NL"/>
              </w:rPr>
            </w:pPr>
            <w:r w:rsidRPr="00423E73">
              <w:rPr>
                <w:rFonts w:ascii="Tahoma" w:eastAsia="Times New Roman" w:hAnsi="Tahoma" w:cs="Tahoma"/>
                <w:color w:val="000000"/>
                <w:lang w:eastAsia="nl-N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nl-NL"/>
              </w:rPr>
            </w:pPr>
            <w:r w:rsidRPr="00423E73">
              <w:rPr>
                <w:rFonts w:ascii="Tahoma" w:eastAsia="Times New Roman" w:hAnsi="Tahoma" w:cs="Tahoma"/>
                <w:b/>
                <w:bCs/>
                <w:color w:val="000000"/>
                <w:lang w:eastAsia="nl-NL"/>
              </w:rPr>
              <w:t>OUTPUT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nl-NL"/>
              </w:rPr>
            </w:pPr>
            <w:r w:rsidRPr="00423E73">
              <w:rPr>
                <w:rFonts w:ascii="Tahoma" w:eastAsia="Times New Roman" w:hAnsi="Tahoma" w:cs="Tahoma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nl-NL"/>
              </w:rPr>
            </w:pPr>
            <w:r w:rsidRPr="00423E73">
              <w:rPr>
                <w:rFonts w:ascii="Tahoma" w:eastAsia="Times New Roman" w:hAnsi="Tahoma" w:cs="Tahoma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nl-NL"/>
              </w:rPr>
            </w:pPr>
            <w:r w:rsidRPr="00423E73">
              <w:rPr>
                <w:rFonts w:ascii="Tahoma" w:eastAsia="Times New Roman" w:hAnsi="Tahoma" w:cs="Tahoma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nl-NL"/>
              </w:rPr>
            </w:pPr>
            <w:r w:rsidRPr="00423E73">
              <w:rPr>
                <w:rFonts w:ascii="Tahoma" w:eastAsia="Times New Roman" w:hAnsi="Tahoma" w:cs="Tahoma"/>
                <w:color w:val="000000"/>
                <w:lang w:eastAsia="nl-NL"/>
              </w:rPr>
              <w:t> </w:t>
            </w:r>
          </w:p>
        </w:tc>
      </w:tr>
      <w:tr w:rsidR="00E41AC4" w:rsidRPr="00423E73" w:rsidTr="00E873E8">
        <w:trPr>
          <w:trHeight w:val="45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  <w:r w:rsidRPr="00423E73">
              <w:rPr>
                <w:rFonts w:eastAsia="Times New Roman"/>
                <w:b/>
                <w:bCs/>
                <w:color w:val="000000"/>
                <w:lang w:eastAsia="nl-NL"/>
              </w:rPr>
              <w:t>Tijd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  <w:r w:rsidRPr="00423E73">
              <w:rPr>
                <w:rFonts w:eastAsia="Times New Roman"/>
                <w:b/>
                <w:bCs/>
                <w:color w:val="000000"/>
                <w:lang w:eastAsia="nl-NL"/>
              </w:rPr>
              <w:t>Voeding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  <w:r w:rsidRPr="00423E73">
              <w:rPr>
                <w:rFonts w:eastAsia="Times New Roman"/>
                <w:b/>
                <w:bCs/>
                <w:color w:val="000000"/>
                <w:lang w:eastAsia="nl-NL"/>
              </w:rPr>
              <w:t>Vocht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  <w:r w:rsidRPr="00423E73">
              <w:rPr>
                <w:rFonts w:eastAsia="Times New Roman"/>
                <w:b/>
                <w:bCs/>
                <w:color w:val="000000"/>
                <w:lang w:eastAsia="nl-NL"/>
              </w:rPr>
              <w:t>Urine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  <w:r w:rsidRPr="00423E73">
              <w:rPr>
                <w:rFonts w:eastAsia="Times New Roman"/>
                <w:b/>
                <w:bCs/>
                <w:color w:val="000000"/>
                <w:lang w:eastAsia="nl-NL"/>
              </w:rPr>
              <w:t>Defecatie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  <w:r w:rsidRPr="00423E73">
              <w:rPr>
                <w:rFonts w:eastAsia="Times New Roman"/>
                <w:b/>
                <w:bCs/>
                <w:color w:val="000000"/>
                <w:lang w:eastAsia="nl-NL"/>
              </w:rPr>
              <w:t>Braken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  <w:r w:rsidRPr="00423E73">
              <w:rPr>
                <w:rFonts w:eastAsia="Times New Roman"/>
                <w:b/>
                <w:bCs/>
                <w:color w:val="000000"/>
                <w:lang w:eastAsia="nl-NL"/>
              </w:rPr>
              <w:t>Drain 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  <w:r w:rsidRPr="00423E73">
              <w:rPr>
                <w:rFonts w:eastAsia="Times New Roman"/>
                <w:b/>
                <w:bCs/>
                <w:color w:val="000000"/>
                <w:lang w:eastAsia="nl-NL"/>
              </w:rPr>
              <w:t>Drain 2</w:t>
            </w:r>
          </w:p>
        </w:tc>
      </w:tr>
      <w:tr w:rsidR="00E41AC4" w:rsidRPr="00423E73" w:rsidTr="00E873E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E41AC4" w:rsidRPr="00423E73" w:rsidTr="00E873E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E41AC4" w:rsidRPr="00423E73" w:rsidTr="00E873E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E41AC4" w:rsidRPr="00423E73" w:rsidTr="00E873E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E41AC4" w:rsidRPr="00423E73" w:rsidTr="00E873E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E41AC4" w:rsidRPr="00423E73" w:rsidTr="00E873E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E41AC4" w:rsidRPr="00423E73" w:rsidTr="00E873E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E41AC4" w:rsidRPr="00423E73" w:rsidTr="00E873E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E41AC4" w:rsidRPr="00423E73" w:rsidTr="00E873E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E41AC4" w:rsidRPr="00423E73" w:rsidTr="00E873E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E41AC4" w:rsidRPr="00423E73" w:rsidTr="00E873E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E41AC4" w:rsidRPr="00423E73" w:rsidTr="00E873E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E41AC4" w:rsidRPr="00423E73" w:rsidTr="00E873E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E41AC4" w:rsidRPr="00423E73" w:rsidTr="00E873E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E41AC4" w:rsidRPr="00423E73" w:rsidTr="00E873E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E41AC4" w:rsidRPr="00423E73" w:rsidTr="00E873E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E41AC4" w:rsidRPr="00423E73" w:rsidTr="00E873E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E41AC4" w:rsidRPr="00423E73" w:rsidTr="00E873E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E41AC4" w:rsidRPr="00423E73" w:rsidTr="00E873E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E41AC4" w:rsidRPr="00423E73" w:rsidTr="00E873E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E41AC4" w:rsidRPr="00423E73" w:rsidTr="00E873E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E41AC4" w:rsidRPr="00423E73" w:rsidTr="00E873E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E41AC4" w:rsidRPr="00423E73" w:rsidTr="00E873E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E41AC4" w:rsidRPr="00423E73" w:rsidTr="00E873E8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doub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E41AC4" w:rsidRPr="00423E73" w:rsidTr="00E873E8">
        <w:trPr>
          <w:trHeight w:val="330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E41AC4" w:rsidRPr="00423E73" w:rsidTr="00E873E8">
        <w:trPr>
          <w:trHeight w:val="450"/>
        </w:trPr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  <w:r w:rsidRPr="00423E73">
              <w:rPr>
                <w:rFonts w:eastAsia="Times New Roman"/>
                <w:b/>
                <w:bCs/>
                <w:color w:val="000000"/>
                <w:lang w:eastAsia="nl-NL"/>
              </w:rPr>
              <w:t>TOTAAL</w:t>
            </w:r>
          </w:p>
        </w:tc>
        <w:tc>
          <w:tcPr>
            <w:tcW w:w="17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1AC4" w:rsidRPr="00423E73" w:rsidRDefault="00E41AC4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</w:tbl>
    <w:p w:rsidR="00E41AC4" w:rsidRDefault="00E41AC4" w:rsidP="00E41AC4"/>
    <w:p w:rsidR="002A528C" w:rsidRDefault="002A528C" w:rsidP="00E41AC4">
      <w:pPr>
        <w:spacing w:after="0" w:line="240" w:lineRule="auto"/>
      </w:pPr>
    </w:p>
    <w:sectPr w:rsidR="002A528C" w:rsidSect="00E41A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2F26"/>
    <w:multiLevelType w:val="hybridMultilevel"/>
    <w:tmpl w:val="41A6E2F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4603C"/>
    <w:multiLevelType w:val="hybridMultilevel"/>
    <w:tmpl w:val="9B54901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1A7480"/>
    <w:multiLevelType w:val="hybridMultilevel"/>
    <w:tmpl w:val="935CDA9E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97B8B"/>
    <w:multiLevelType w:val="hybridMultilevel"/>
    <w:tmpl w:val="40FC73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B2432"/>
    <w:multiLevelType w:val="hybridMultilevel"/>
    <w:tmpl w:val="D26891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F03822"/>
    <w:multiLevelType w:val="hybridMultilevel"/>
    <w:tmpl w:val="A372F580"/>
    <w:lvl w:ilvl="0" w:tplc="0A30345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167F45"/>
    <w:multiLevelType w:val="hybridMultilevel"/>
    <w:tmpl w:val="A14ECE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053FD8"/>
    <w:multiLevelType w:val="hybridMultilevel"/>
    <w:tmpl w:val="9B54901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7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41AC4"/>
    <w:rsid w:val="002A528C"/>
    <w:rsid w:val="00E41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41AC4"/>
    <w:rPr>
      <w:rFonts w:ascii="Calibri" w:eastAsia="Calibri" w:hAnsi="Calibri" w:cs="Times New Roman"/>
    </w:rPr>
  </w:style>
  <w:style w:type="paragraph" w:styleId="Kop1">
    <w:name w:val="heading 1"/>
    <w:basedOn w:val="Standaard"/>
    <w:next w:val="Standaard"/>
    <w:link w:val="Kop1Char"/>
    <w:uiPriority w:val="99"/>
    <w:qFormat/>
    <w:rsid w:val="00E41AC4"/>
    <w:pPr>
      <w:keepNext/>
      <w:keepLines/>
      <w:spacing w:before="480" w:after="0"/>
      <w:outlineLvl w:val="0"/>
    </w:pPr>
    <w:rPr>
      <w:rFonts w:asciiTheme="minorHAnsi" w:eastAsiaTheme="majorEastAsia" w:hAnsiTheme="minorHAnsi" w:cstheme="majorBidi"/>
      <w:b/>
      <w:bCs/>
      <w:color w:val="365F91" w:themeColor="accent1" w:themeShade="BF"/>
      <w:sz w:val="32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9"/>
    <w:rsid w:val="00E41AC4"/>
    <w:rPr>
      <w:rFonts w:eastAsiaTheme="majorEastAsia" w:cstheme="majorBidi"/>
      <w:b/>
      <w:bCs/>
      <w:color w:val="365F91" w:themeColor="accent1" w:themeShade="BF"/>
      <w:sz w:val="32"/>
      <w:szCs w:val="28"/>
    </w:rPr>
  </w:style>
  <w:style w:type="paragraph" w:styleId="Geenafstand">
    <w:name w:val="No Spacing"/>
    <w:uiPriority w:val="1"/>
    <w:qFormat/>
    <w:rsid w:val="00E41AC4"/>
    <w:pPr>
      <w:spacing w:after="0" w:line="240" w:lineRule="auto"/>
    </w:pPr>
    <w:rPr>
      <w:rFonts w:ascii="Calibri" w:eastAsia="Calibri" w:hAnsi="Calibri" w:cs="Times New Roman"/>
    </w:rPr>
  </w:style>
  <w:style w:type="paragraph" w:styleId="Lijstalinea">
    <w:name w:val="List Paragraph"/>
    <w:basedOn w:val="Standaard"/>
    <w:uiPriority w:val="34"/>
    <w:qFormat/>
    <w:rsid w:val="00E41A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472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Scheltens</dc:creator>
  <cp:keywords/>
  <dc:description/>
  <cp:lastModifiedBy>Esther Scheltens</cp:lastModifiedBy>
  <cp:revision>2</cp:revision>
  <dcterms:created xsi:type="dcterms:W3CDTF">2012-07-16T07:39:00Z</dcterms:created>
  <dcterms:modified xsi:type="dcterms:W3CDTF">2012-07-16T07:40:00Z</dcterms:modified>
</cp:coreProperties>
</file>