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2A6A19" w:rsidRDefault="003440EA" w14:paraId="3D8942B9" wp14:textId="77777777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xmlns:wp14="http://schemas.microsoft.com/office/word/2010/wordprocessingDrawing" distT="0" distB="0" distL="114300" distR="114300" simplePos="0" relativeHeight="251636224" behindDoc="0" locked="0" layoutInCell="1" allowOverlap="1" wp14:anchorId="5FEEBD0A" wp14:editId="4E163647">
                <wp:simplePos x="0" y="0"/>
                <wp:positionH relativeFrom="column">
                  <wp:posOffset>4420351</wp:posOffset>
                </wp:positionH>
                <wp:positionV relativeFrom="paragraph">
                  <wp:posOffset>279631</wp:posOffset>
                </wp:positionV>
                <wp:extent cx="1412760" cy="286385"/>
                <wp:effectExtent l="171450" t="114300" r="0" b="22796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760" cy="286385"/>
                          <a:chOff x="0" y="0"/>
                          <a:chExt cx="1246909" cy="286385"/>
                        </a:xfrm>
                      </wpg:grpSpPr>
                      <pic:pic xmlns:pic="http://schemas.openxmlformats.org/drawingml/2006/picture">
                        <pic:nvPicPr>
                          <pic:cNvPr id="27" name="Afbeelding 27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82" y="51955"/>
                            <a:ext cx="883227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xmlns:wp14="http://schemas.microsoft.com/office/word/2010/wordml" w:rsidRPr="002A6A19" w:rsidR="001C46D2" w:rsidP="00AD4E85" w:rsidRDefault="001C46D2" w14:paraId="6AA648D6" wp14:textId="77777777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Tijdsduur: </w:t>
                              </w:r>
                              <w:r w:rsidR="003440EA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242A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15 min</w:t>
                              </w:r>
                              <w:r w:rsidR="009A3006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77D01389">
              <v:group id="Groep 215" style="position:absolute;margin-left:348.05pt;margin-top:22pt;width:111.25pt;height:22.55pt;z-index:251636224;mso-width-relative:margin" coordsize="12469,2863" o:spid="_x0000_s1026" w14:anchorId="5FEEBD0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Afbeelding 27" style="position:absolute;width:2863;height:2863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">
                  <v:imagedata o:title="time" r:id="rId12"/>
                  <v:shadow on="t" color="#538135 [2409]" offset="0,4p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style="position:absolute;left:3636;top:519;width:8833;height:2311;visibility:visible;mso-wrap-style:square;v-text-anchor:top" o:spid="_x0000_s102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>
                  <v:textbox>
                    <w:txbxContent>
                      <w:p w:rsidRPr="002A6A19" w:rsidR="001C46D2" w:rsidP="00AD4E85" w:rsidRDefault="001C46D2" w14:paraId="79867885" wp14:textId="77777777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Tijdsduur: </w:t>
                        </w:r>
                        <w:r w:rsidR="003440EA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="00C242A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15 min</w:t>
                        </w:r>
                        <w:r w:rsidR="009A3006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xmlns:wp14="http://schemas.microsoft.com/office/word/2010/wordml" w:rsidR="00B321C1" w:rsidRDefault="003440EA" w14:paraId="7B5E0B9C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xmlns:wp14="http://schemas.microsoft.com/office/word/2010/wordprocessingDrawing" distT="0" distB="0" distL="114300" distR="114300" simplePos="0" relativeHeight="251694592" behindDoc="0" locked="0" layoutInCell="1" allowOverlap="1" wp14:anchorId="273D770C" wp14:editId="4481A7E1">
                <wp:simplePos x="0" y="0"/>
                <wp:positionH relativeFrom="margin">
                  <wp:align>left</wp:align>
                </wp:positionH>
                <wp:positionV relativeFrom="paragraph">
                  <wp:posOffset>5426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xmlns:wp14="http://schemas.microsoft.com/office/word/2010/wordml" w:rsidRPr="00046B92" w:rsidR="00B321C1" w:rsidRDefault="00B321C1" w14:paraId="5BD8933A" wp14:textId="77777777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7F5C7DD1">
              <v:group id="Groep 32" style="position:absolute;margin-left:0;margin-top:.45pt;width:122.4pt;height:22.9pt;z-index:251694592;mso-position-horizontal:left;mso-position-horizontal-relative:margin" coordsize="15544,2908" o:spid="_x0000_s1029" w14:anchorId="273D770C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">
                <v:shape id="Tekstvak 2" style="position:absolute;left:3352;top:609;width:12192;height:2299;visibility:visible;mso-wrap-style:square;v-text-anchor:top" o:spid="_x0000_s103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>
                  <v:textbox>
                    <w:txbxContent>
                      <w:p w:rsidRPr="00046B92" w:rsidR="00B321C1" w:rsidRDefault="00B321C1" w14:paraId="150D371B" wp14:textId="77777777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 id="Afbeelding 15" style="position:absolute;width:2895;height:2895;visibility:visible;mso-wrap-style:square" o:spid="_x0000_s1031" filled="t" fillcolor="#a8d08d [1945]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">
                  <v:imagedata o:title="B6A2D7EC" r:id="rId14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xmlns:wp14="http://schemas.microsoft.com/office/word/2010/wordml" w:rsidR="0006038A" w:rsidRDefault="0006038A" w14:paraId="672A6659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3440EA" w:rsidRDefault="003440EA" w14:paraId="0A37501D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xmlns:wp14="http://schemas.microsoft.com/office/word/2010/wordml" w:rsidR="003440EA" w:rsidTr="003440EA" w14:paraId="5A2DC9E8" wp14:textId="77777777">
        <w:tc>
          <w:tcPr>
            <w:tcW w:w="4531" w:type="dxa"/>
            <w:tcBorders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="00C242A9" w:rsidP="003440EA" w:rsidRDefault="003440EA" w14:paraId="4EF4D09B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:rsidRPr="00323CF5" w:rsidR="003F446A" w:rsidP="003440EA" w:rsidRDefault="003F446A" w14:paraId="5DAB6C7B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Pr="00C242A9" w:rsidR="003440EA" w:rsidP="00C242A9" w:rsidRDefault="00C242A9" w14:paraId="7DCB7359" wp14:textId="7777777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>Pen</w:t>
            </w:r>
          </w:p>
          <w:p w:rsidRPr="00C242A9" w:rsidR="00C242A9" w:rsidP="00C242A9" w:rsidRDefault="00C242A9" w14:paraId="3668C9A3" wp14:textId="7777777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>Papier</w:t>
            </w:r>
          </w:p>
          <w:p w:rsidRPr="00C242A9" w:rsidR="00C242A9" w:rsidP="00C242A9" w:rsidRDefault="00C242A9" w14:paraId="742D3526" wp14:textId="7777777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>Pakbon</w:t>
            </w:r>
          </w:p>
          <w:p w:rsidR="00C242A9" w:rsidP="00C242A9" w:rsidRDefault="00C242A9" w14:paraId="02EB378F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6A05A809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5A39BBE3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41C8F396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72A3D3EC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0D0B940D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Pr="00C242A9" w:rsidR="00C242A9" w:rsidP="00C242A9" w:rsidRDefault="00C242A9" w14:paraId="0E27B00A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3440EA" w:rsidRDefault="003440EA" w14:paraId="60061E4C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color="auto" w:sz="4" w:space="0"/>
              <w:bottom w:val="single" w:color="auto" w:sz="4" w:space="0"/>
            </w:tcBorders>
            <w:shd w:val="clear" w:color="auto" w:fill="F7CAAC" w:themeFill="accent2" w:themeFillTint="66"/>
          </w:tcPr>
          <w:p w:rsidR="003440EA" w:rsidP="003440EA" w:rsidRDefault="003440EA" w14:paraId="7073C6E5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:rsidRPr="00323CF5" w:rsidR="003F446A" w:rsidP="003440EA" w:rsidRDefault="003F446A" w14:paraId="44EAFD9C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3440EA" w:rsidP="00C242A9" w:rsidRDefault="00C242A9" w14:paraId="55766561" wp14:textId="7777777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leert een pakbon te lezen. </w:t>
            </w:r>
          </w:p>
          <w:p w:rsidR="00C242A9" w:rsidP="00C242A9" w:rsidRDefault="00C242A9" w14:paraId="18224B92" wp14:textId="7777777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Je leert de juiste gegevens van de pakbon af te lezen.</w:t>
            </w:r>
          </w:p>
          <w:p w:rsidRPr="00C242A9" w:rsidR="00C242A9" w:rsidP="00C242A9" w:rsidRDefault="00C242A9" w14:paraId="03E65095" wp14:textId="7777777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leert waarvoor een pakbon belangrijk is. </w:t>
            </w:r>
          </w:p>
        </w:tc>
      </w:tr>
      <w:tr xmlns:wp14="http://schemas.microsoft.com/office/word/2010/wordml" w:rsidR="003440EA" w:rsidTr="003440EA" w14:paraId="4B94D5A5" wp14:textId="77777777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3440EA" w:rsidR="003440EA" w:rsidRDefault="003440EA" w14:paraId="3DEEC669" wp14:textId="77777777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xmlns:wp14="http://schemas.microsoft.com/office/word/2010/wordml" w:rsidR="003440EA" w:rsidTr="003440EA" w14:paraId="66FE6BE9" wp14:textId="77777777">
        <w:tc>
          <w:tcPr>
            <w:tcW w:w="906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:rsidRPr="00CC6DAA" w:rsidR="003440EA" w:rsidP="003440EA" w:rsidRDefault="003440EA" w14:paraId="7D139931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:rsidR="003440EA" w:rsidP="00C242A9" w:rsidRDefault="00C242A9" w14:paraId="74A231E7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  <w:r w:rsidRPr="00C242A9">
              <w:rPr>
                <w:rFonts w:ascii="Arial" w:hAnsi="Arial" w:cs="Arial"/>
                <w:lang w:val="nl-NL"/>
              </w:rPr>
              <w:t>Je gaat een pakbon bekijken die hoort bij een bestelling. Daarover beantwoord je vragen. Het eindresultaat is een lijstje met antwoorden. Je werkt alleen.</w:t>
            </w:r>
          </w:p>
          <w:p w:rsidR="00C242A9" w:rsidP="00C242A9" w:rsidRDefault="00C242A9" w14:paraId="3656B9AB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:rsidR="00C242A9" w:rsidP="00C242A9" w:rsidRDefault="00C242A9" w14:paraId="45FB0818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:rsidR="00C242A9" w:rsidP="00C242A9" w:rsidRDefault="00C242A9" w14:paraId="049F31CB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:rsidRPr="00C242A9" w:rsidR="00C242A9" w:rsidP="00C242A9" w:rsidRDefault="00C242A9" w14:paraId="53128261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</w:tc>
      </w:tr>
      <w:tr xmlns:wp14="http://schemas.microsoft.com/office/word/2010/wordml" w:rsidR="003440EA" w:rsidTr="00670E4C" w14:paraId="62486C05" wp14:textId="77777777">
        <w:tc>
          <w:tcPr>
            <w:tcW w:w="90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440EA" w:rsidR="003440EA" w:rsidRDefault="003440EA" w14:paraId="4101652C" wp14:textId="77777777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xmlns:wp14="http://schemas.microsoft.com/office/word/2010/wordml" w:rsidR="003440EA" w:rsidTr="003440EA" w14:paraId="3225578B" wp14:textId="77777777">
        <w:tc>
          <w:tcPr>
            <w:tcW w:w="9062" w:type="dxa"/>
            <w:gridSpan w:val="3"/>
            <w:tcBorders>
              <w:top w:val="single" w:color="auto" w:sz="4" w:space="0"/>
            </w:tcBorders>
            <w:shd w:val="clear" w:color="auto" w:fill="BDD6EE" w:themeFill="accent1" w:themeFillTint="66"/>
          </w:tcPr>
          <w:p w:rsidR="003440EA" w:rsidP="00D4491C" w:rsidRDefault="003440EA" w14:paraId="68B2B41A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Dit </w:t>
            </w:r>
            <w:r w:rsidR="00D4491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lever je in:</w:t>
            </w:r>
          </w:p>
          <w:p w:rsidR="003F446A" w:rsidP="00D4491C" w:rsidRDefault="003F446A" w14:paraId="4B99056E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Pr="00C242A9" w:rsidR="00D4491C" w:rsidP="00C242A9" w:rsidRDefault="00C242A9" w14:paraId="35DB4082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>Een ingevuld opdrachtenboekje bij de docent.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Laat de opdrachten controleren bij de docent. Wanneer je de vragen goed hebt beantwoord mag je doorgaan met opdracht 2.</w:t>
            </w:r>
          </w:p>
          <w:p w:rsidR="00C242A9" w:rsidP="00D4491C" w:rsidRDefault="00C242A9" w14:paraId="1299C43A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D4491C" w:rsidRDefault="00C242A9" w14:paraId="4DDBEF00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D4491C" w:rsidRDefault="00C242A9" w14:paraId="3461D779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D4491C" w:rsidRDefault="00C242A9" w14:paraId="3CF2D8B6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Pr="003440EA" w:rsidR="00C242A9" w:rsidP="00D4491C" w:rsidRDefault="00C242A9" w14:paraId="0FB78278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xmlns:wp14="http://schemas.microsoft.com/office/word/2010/wordml" w:rsidR="003440EA" w:rsidRDefault="003440EA" w14:paraId="1FC39945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0562CB0E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34CE0A41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62EBF3C5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6D98A12B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2946DB82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5997CC1D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3F446A" w:rsidP="00C242A9" w:rsidRDefault="003F446A" w14:paraId="110FFD37" wp14:textId="77777777">
      <w:pPr>
        <w:rPr>
          <w:rFonts w:ascii="Arial" w:hAnsi="Arial" w:cs="Arial"/>
          <w:b/>
          <w:sz w:val="24"/>
        </w:rPr>
      </w:pPr>
    </w:p>
    <w:p xmlns:wp14="http://schemas.microsoft.com/office/word/2010/wordml" w:rsidRPr="00C242A9" w:rsidR="00C242A9" w:rsidP="00C242A9" w:rsidRDefault="00C242A9" w14:paraId="3DD4D7A9" wp14:textId="77777777">
      <w:pPr>
        <w:rPr>
          <w:rFonts w:ascii="Arial" w:hAnsi="Arial" w:cs="Arial"/>
          <w:b/>
          <w:sz w:val="24"/>
        </w:rPr>
      </w:pPr>
      <w:bookmarkStart w:name="_GoBack" w:id="0"/>
      <w:bookmarkEnd w:id="0"/>
      <w:r w:rsidRPr="00C242A9">
        <w:rPr>
          <w:rFonts w:ascii="Arial" w:hAnsi="Arial" w:cs="Arial"/>
          <w:b/>
          <w:noProof/>
          <w:sz w:val="24"/>
          <w:lang w:eastAsia="nl-NL"/>
        </w:rPr>
        <w:drawing>
          <wp:anchor xmlns:wp14="http://schemas.microsoft.com/office/word/2010/wordprocessingDrawing" distT="0" distB="0" distL="114300" distR="114300" simplePos="0" relativeHeight="251696640" behindDoc="0" locked="0" layoutInCell="1" allowOverlap="1" wp14:anchorId="279A73FF" wp14:editId="6B60D05B">
            <wp:simplePos x="0" y="0"/>
            <wp:positionH relativeFrom="margin">
              <wp:align>right</wp:align>
            </wp:positionH>
            <wp:positionV relativeFrom="paragraph">
              <wp:posOffset>58</wp:posOffset>
            </wp:positionV>
            <wp:extent cx="1870075" cy="1409065"/>
            <wp:effectExtent l="0" t="0" r="0" b="635"/>
            <wp:wrapThrough wrapText="bothSides">
              <wp:wrapPolygon edited="0">
                <wp:start x="0" y="0"/>
                <wp:lineTo x="0" y="21318"/>
                <wp:lineTo x="21343" y="21318"/>
                <wp:lineTo x="21343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140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42A9">
        <w:rPr>
          <w:rFonts w:ascii="Arial" w:hAnsi="Arial" w:cs="Arial"/>
          <w:b/>
          <w:sz w:val="24"/>
        </w:rPr>
        <w:t xml:space="preserve">Situatie </w:t>
      </w:r>
    </w:p>
    <w:p xmlns:wp14="http://schemas.microsoft.com/office/word/2010/wordml" w:rsidRPr="00C242A9" w:rsidR="00C242A9" w:rsidP="00C242A9" w:rsidRDefault="00C242A9" w14:paraId="1C809937" wp14:textId="77777777">
      <w:p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Tuincentrum Begonia heeft de volgende bestelling geplaatst bij Groothandel Kersen:</w:t>
      </w:r>
    </w:p>
    <w:p xmlns:wp14="http://schemas.microsoft.com/office/word/2010/wordml" w:rsidRPr="00C242A9" w:rsidR="00C242A9" w:rsidP="00C242A9" w:rsidRDefault="00C242A9" w14:paraId="08BFA60C" wp14:textId="77777777">
      <w:pPr>
        <w:pStyle w:val="Lijstalinea"/>
        <w:numPr>
          <w:ilvl w:val="0"/>
          <w:numId w:val="13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3 kratten appels</w:t>
      </w:r>
    </w:p>
    <w:p xmlns:wp14="http://schemas.microsoft.com/office/word/2010/wordml" w:rsidRPr="00C242A9" w:rsidR="00C242A9" w:rsidP="00C242A9" w:rsidRDefault="00C242A9" w14:paraId="1894BD68" wp14:textId="77777777">
      <w:pPr>
        <w:pStyle w:val="Lijstalinea"/>
        <w:numPr>
          <w:ilvl w:val="0"/>
          <w:numId w:val="13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3 kratten tomaten</w:t>
      </w:r>
    </w:p>
    <w:p xmlns:wp14="http://schemas.microsoft.com/office/word/2010/wordml" w:rsidRPr="00C242A9" w:rsidR="00C242A9" w:rsidP="00C242A9" w:rsidRDefault="00C242A9" w14:paraId="105E2B66" wp14:textId="77777777">
      <w:pPr>
        <w:pStyle w:val="Lijstalinea"/>
        <w:numPr>
          <w:ilvl w:val="0"/>
          <w:numId w:val="13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2 kratten ijsbergsla</w:t>
      </w:r>
    </w:p>
    <w:p xmlns:wp14="http://schemas.microsoft.com/office/word/2010/wordml" w:rsidRPr="00C242A9" w:rsidR="00C242A9" w:rsidP="00C242A9" w:rsidRDefault="00C242A9" w14:paraId="416421D4" wp14:textId="77777777">
      <w:pPr>
        <w:pStyle w:val="Lijstalinea"/>
        <w:numPr>
          <w:ilvl w:val="0"/>
          <w:numId w:val="13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2 kratten bananen</w:t>
      </w:r>
    </w:p>
    <w:p xmlns:wp14="http://schemas.microsoft.com/office/word/2010/wordml" w:rsidRPr="00C242A9" w:rsidR="00C242A9" w:rsidP="00C242A9" w:rsidRDefault="00C242A9" w14:paraId="4997DC25" wp14:textId="77777777">
      <w:pPr>
        <w:rPr>
          <w:rFonts w:ascii="Arial" w:hAnsi="Arial" w:cs="Arial"/>
          <w:b/>
          <w:sz w:val="24"/>
        </w:rPr>
      </w:pPr>
      <w:r w:rsidRPr="00C242A9">
        <w:rPr>
          <w:rFonts w:ascii="Arial" w:hAnsi="Arial" w:cs="Arial"/>
          <w:b/>
          <w:sz w:val="24"/>
        </w:rPr>
        <w:t>Pak de pakbon op de volgende bladzijde erbij. Bekijk de pakbon en beantwoord de volgende vragen:</w:t>
      </w:r>
    </w:p>
    <w:p xmlns:wp14="http://schemas.microsoft.com/office/word/2010/wordml" w:rsidRPr="00C242A9" w:rsidR="00C242A9" w:rsidP="00C242A9" w:rsidRDefault="00C242A9" w14:paraId="53E578A3" wp14:textId="77777777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Wanneer zijn de producten geleverd?</w:t>
      </w:r>
    </w:p>
    <w:p xmlns:wp14="http://schemas.microsoft.com/office/word/2010/wordml" w:rsidRPr="00C242A9" w:rsidR="00C242A9" w:rsidP="00C242A9" w:rsidRDefault="00C242A9" w14:paraId="48FB08DE" wp14:textId="7777777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xmlns:wp14="http://schemas.microsoft.com/office/word/2010/wordml" w:rsidRPr="00C242A9" w:rsidR="00C242A9" w:rsidP="00C242A9" w:rsidRDefault="00C242A9" w14:paraId="6FC8D90A" wp14:textId="77777777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</w:t>
      </w:r>
      <w:r w:rsidRPr="00C242A9">
        <w:rPr>
          <w:rFonts w:ascii="Arial" w:hAnsi="Arial" w:cs="Arial"/>
          <w:sz w:val="24"/>
        </w:rPr>
        <w:t xml:space="preserve"> de naam</w:t>
      </w:r>
      <w:r>
        <w:rPr>
          <w:rFonts w:ascii="Arial" w:hAnsi="Arial" w:cs="Arial"/>
          <w:sz w:val="24"/>
        </w:rPr>
        <w:t xml:space="preserve"> en het adres</w:t>
      </w:r>
      <w:r w:rsidRPr="00C242A9">
        <w:rPr>
          <w:rFonts w:ascii="Arial" w:hAnsi="Arial" w:cs="Arial"/>
          <w:sz w:val="24"/>
        </w:rPr>
        <w:t xml:space="preserve"> v</w:t>
      </w:r>
      <w:r>
        <w:rPr>
          <w:rFonts w:ascii="Arial" w:hAnsi="Arial" w:cs="Arial"/>
          <w:sz w:val="24"/>
        </w:rPr>
        <w:t xml:space="preserve">an de leverancier? </w:t>
      </w:r>
    </w:p>
    <w:p xmlns:wp14="http://schemas.microsoft.com/office/word/2010/wordml" w:rsidRPr="00C242A9" w:rsidR="00C242A9" w:rsidP="00C242A9" w:rsidRDefault="00C242A9" w14:paraId="7FD437FA" wp14:textId="77777777">
      <w:p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xmlns:wp14="http://schemas.microsoft.com/office/word/2010/wordml" w:rsidRPr="00C242A9" w:rsidR="00C242A9" w:rsidP="00C242A9" w:rsidRDefault="00C242A9" w14:paraId="04DBC645" wp14:textId="77777777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Wie heeft de producten bij aflevering in ontvangst genomen?</w:t>
      </w:r>
    </w:p>
    <w:p xmlns:wp14="http://schemas.microsoft.com/office/word/2010/wordml" w:rsidRPr="00C242A9" w:rsidR="00C242A9" w:rsidP="00C242A9" w:rsidRDefault="00C242A9" w14:paraId="63971A57" wp14:textId="77777777">
      <w:p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xmlns:wp14="http://schemas.microsoft.com/office/word/2010/wordml" w:rsidRPr="00C242A9" w:rsidR="00C242A9" w:rsidP="00C242A9" w:rsidRDefault="00C242A9" w14:paraId="080B01EE" wp14:textId="77777777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 xml:space="preserve">Hoeveel eenheden/colli (zoals kratten of pallets) zijn er geleverd? </w:t>
      </w:r>
    </w:p>
    <w:p xmlns:wp14="http://schemas.microsoft.com/office/word/2010/wordml" w:rsidRPr="00C242A9" w:rsidR="00C242A9" w:rsidP="00C242A9" w:rsidRDefault="00C242A9" w14:paraId="0C6B7041" wp14:textId="77777777">
      <w:p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xmlns:wp14="http://schemas.microsoft.com/office/word/2010/wordml" w:rsidR="00C242A9" w:rsidP="00C242A9" w:rsidRDefault="00C242A9" w14:paraId="08909FF0" wp14:textId="77777777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Zijn de juiste producten geleverd?</w:t>
      </w:r>
    </w:p>
    <w:p xmlns:wp14="http://schemas.microsoft.com/office/word/2010/wordml" w:rsidRPr="00C242A9" w:rsidR="00C242A9" w:rsidP="00C242A9" w:rsidRDefault="00C242A9" w14:paraId="37E82BA9" wp14:textId="77777777">
      <w:p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xmlns:wp14="http://schemas.microsoft.com/office/word/2010/wordml" w:rsidRPr="00C242A9" w:rsidR="00C242A9" w:rsidP="00C242A9" w:rsidRDefault="00C242A9" w14:paraId="39E27C78" wp14:textId="77777777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Zijn de juiste aantallen geleverd?</w:t>
      </w:r>
    </w:p>
    <w:p xmlns:wp14="http://schemas.microsoft.com/office/word/2010/wordml" w:rsidRPr="00C242A9" w:rsidR="00C242A9" w:rsidP="00C242A9" w:rsidRDefault="00C242A9" w14:paraId="6D71F137" wp14:textId="77777777">
      <w:p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xmlns:wp14="http://schemas.microsoft.com/office/word/2010/wordml" w:rsidRPr="00C242A9" w:rsidR="00C242A9" w:rsidP="00C242A9" w:rsidRDefault="00C242A9" w14:paraId="6039F6EC" wp14:textId="77777777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Wat is het ordernummer van de bestelling?</w:t>
      </w:r>
    </w:p>
    <w:p xmlns:wp14="http://schemas.microsoft.com/office/word/2010/wordml" w:rsidRPr="00C242A9" w:rsidR="00C242A9" w:rsidP="00C242A9" w:rsidRDefault="00C242A9" w14:paraId="5BEA4D38" wp14:textId="77777777">
      <w:p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xmlns:wp14="http://schemas.microsoft.com/office/word/2010/wordml" w:rsidRPr="00C242A9" w:rsidR="00C242A9" w:rsidP="00C242A9" w:rsidRDefault="00C242A9" w14:paraId="6F6BBECE" wp14:textId="77777777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Wat is het pakbonnummer?</w:t>
      </w:r>
    </w:p>
    <w:p xmlns:wp14="http://schemas.microsoft.com/office/word/2010/wordml" w:rsidRPr="00C242A9" w:rsidR="00C242A9" w:rsidP="00C242A9" w:rsidRDefault="00C242A9" w14:paraId="5FBB8F1E" wp14:textId="77777777">
      <w:p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xmlns:wp14="http://schemas.microsoft.com/office/word/2010/wordml" w:rsidRPr="00C242A9" w:rsidR="00C242A9" w:rsidP="00C242A9" w:rsidRDefault="00C242A9" w14:paraId="591CCF03" wp14:textId="77777777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C242A9">
        <w:rPr>
          <w:rFonts w:ascii="Arial" w:hAnsi="Arial" w:cs="Arial"/>
          <w:sz w:val="24"/>
        </w:rPr>
        <w:t>Staan er opmerkingen op de pakbon? Welke?</w:t>
      </w:r>
    </w:p>
    <w:p xmlns:wp14="http://schemas.microsoft.com/office/word/2010/wordml" w:rsidR="00C242A9" w:rsidP="00C242A9" w:rsidRDefault="00C242A9" w14:paraId="702A00A9" wp14:textId="77777777">
      <w:pPr>
        <w:rPr>
          <w:rFonts w:ascii="Arial" w:hAnsi="Arial" w:cs="Arial"/>
          <w:sz w:val="24"/>
        </w:rPr>
      </w:pPr>
      <w:r w:rsidRPr="49C2CE93" w:rsidR="00C242A9"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w:rsidR="49C2CE93" w:rsidRDefault="49C2CE93" w14:paraId="5D3171EA" w14:textId="1B9EC0B6">
      <w:r>
        <w:br w:type="page"/>
      </w:r>
    </w:p>
    <w:p xmlns:wp14="http://schemas.microsoft.com/office/word/2010/wordml" w:rsidR="00C242A9" w:rsidP="00C242A9" w:rsidRDefault="00C242A9" w14:paraId="6B699379" wp14:textId="77777777">
      <w:pPr>
        <w:rPr>
          <w:rFonts w:ascii="Arial" w:hAnsi="Arial" w:cs="Arial"/>
          <w:sz w:val="24"/>
        </w:rPr>
      </w:pP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1060"/>
        <w:gridCol w:w="1413"/>
        <w:gridCol w:w="1059"/>
        <w:gridCol w:w="1704"/>
        <w:gridCol w:w="1249"/>
        <w:gridCol w:w="1484"/>
      </w:tblGrid>
      <w:tr xmlns:wp14="http://schemas.microsoft.com/office/word/2010/wordml" w:rsidRPr="0044495C" w:rsidR="00C242A9" w:rsidTr="00C242A9" w14:paraId="0B4F05E4" wp14:textId="77777777">
        <w:trPr>
          <w:trHeight w:val="308"/>
        </w:trPr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242A9" w:rsidR="00C242A9" w:rsidP="007B59C0" w:rsidRDefault="00C242A9" w14:paraId="3FE9F23F" wp14:textId="77777777">
            <w:pPr>
              <w:spacing w:after="0"/>
              <w:rPr>
                <w:rFonts w:ascii="Calibri" w:hAnsi="Calibri" w:eastAsia="Times New Roman" w:cs="Calibri"/>
                <w:b/>
                <w:color w:val="000000"/>
                <w:lang w:eastAsia="nl-NL"/>
              </w:rPr>
            </w:pPr>
          </w:p>
          <w:p w:rsidRPr="00C242A9" w:rsidR="00C242A9" w:rsidP="007B59C0" w:rsidRDefault="00C242A9" w14:paraId="0BD64188" wp14:textId="77777777">
            <w:pPr>
              <w:spacing w:after="0"/>
              <w:rPr>
                <w:rFonts w:ascii="Calibri" w:hAnsi="Calibri" w:eastAsia="Times New Roman" w:cs="Calibri"/>
                <w:b/>
                <w:color w:val="000000"/>
                <w:lang w:eastAsia="nl-NL"/>
              </w:rPr>
            </w:pPr>
            <w:r w:rsidRPr="00C242A9">
              <w:rPr>
                <w:rFonts w:ascii="Calibri" w:hAnsi="Calibri" w:eastAsia="Times New Roman" w:cs="Calibri"/>
                <w:b/>
                <w:color w:val="000000"/>
                <w:lang w:eastAsia="nl-NL"/>
              </w:rPr>
              <w:t>Van Schelbergenstraat 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F72F646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44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7992753" wp14:textId="77777777">
            <w:pPr>
              <w:spacing w:after="0"/>
              <w:rPr>
                <w:rFonts w:ascii="Arial" w:hAnsi="Arial" w:eastAsia="Times New Roman" w:cs="Arial"/>
                <w:b/>
                <w:bCs/>
                <w:i/>
                <w:iCs/>
                <w:color w:val="000000"/>
                <w:sz w:val="72"/>
                <w:szCs w:val="72"/>
                <w:lang w:eastAsia="nl-NL"/>
              </w:rPr>
            </w:pPr>
            <w:r w:rsidRPr="0044495C">
              <w:rPr>
                <w:rFonts w:ascii="Arial" w:hAnsi="Arial" w:eastAsia="Times New Roman" w:cs="Arial"/>
                <w:b/>
                <w:bCs/>
                <w:i/>
                <w:iCs/>
                <w:color w:val="000000"/>
                <w:sz w:val="72"/>
                <w:szCs w:val="72"/>
                <w:lang w:eastAsia="nl-NL"/>
              </w:rPr>
              <w:t>KERSEN</w:t>
            </w:r>
          </w:p>
        </w:tc>
      </w:tr>
      <w:tr xmlns:wp14="http://schemas.microsoft.com/office/word/2010/wordml" w:rsidRPr="0044495C" w:rsidR="00C242A9" w:rsidTr="00C242A9" w14:paraId="257EE35D" wp14:textId="77777777">
        <w:trPr>
          <w:trHeight w:val="308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242A9" w:rsidR="00C242A9" w:rsidP="007B59C0" w:rsidRDefault="00C242A9" w14:paraId="1734D451" wp14:textId="77777777">
            <w:pPr>
              <w:spacing w:after="0"/>
              <w:rPr>
                <w:rFonts w:ascii="Calibri" w:hAnsi="Calibri" w:eastAsia="Times New Roman" w:cs="Calibri"/>
                <w:b/>
                <w:color w:val="000000"/>
                <w:lang w:eastAsia="nl-NL"/>
              </w:rPr>
            </w:pPr>
            <w:r w:rsidRPr="00C242A9">
              <w:rPr>
                <w:rFonts w:ascii="Calibri" w:hAnsi="Calibri" w:eastAsia="Times New Roman" w:cs="Calibri"/>
                <w:b/>
                <w:color w:val="000000"/>
                <w:lang w:eastAsia="nl-NL"/>
              </w:rPr>
              <w:t>5931 TA Venlo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242A9" w:rsidR="00C242A9" w:rsidP="007B59C0" w:rsidRDefault="00C242A9" w14:paraId="08CE6F91" wp14:textId="77777777">
            <w:pPr>
              <w:spacing w:after="0"/>
              <w:rPr>
                <w:rFonts w:ascii="Calibri" w:hAnsi="Calibri" w:eastAsia="Times New Roman" w:cs="Calibri"/>
                <w:b/>
                <w:color w:val="000000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1CDCEAD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44495C" w:rsidR="00C242A9" w:rsidP="007B59C0" w:rsidRDefault="00C242A9" w14:paraId="6BB9E253" wp14:textId="77777777">
            <w:pPr>
              <w:spacing w:after="0"/>
              <w:rPr>
                <w:rFonts w:ascii="Arial" w:hAnsi="Arial" w:eastAsia="Times New Roman" w:cs="Arial"/>
                <w:b/>
                <w:bCs/>
                <w:i/>
                <w:iCs/>
                <w:color w:val="000000"/>
                <w:sz w:val="72"/>
                <w:szCs w:val="72"/>
                <w:lang w:eastAsia="nl-NL"/>
              </w:rPr>
            </w:pPr>
          </w:p>
        </w:tc>
      </w:tr>
      <w:tr xmlns:wp14="http://schemas.microsoft.com/office/word/2010/wordml" w:rsidRPr="0044495C" w:rsidR="00C242A9" w:rsidTr="00C242A9" w14:paraId="097B4710" wp14:textId="77777777">
        <w:trPr>
          <w:trHeight w:val="308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242A9" w:rsidR="00C242A9" w:rsidP="007B59C0" w:rsidRDefault="00C242A9" w14:paraId="07526C5E" wp14:textId="77777777">
            <w:pPr>
              <w:spacing w:after="0"/>
              <w:rPr>
                <w:rFonts w:ascii="Calibri" w:hAnsi="Calibri" w:eastAsia="Times New Roman" w:cs="Calibri"/>
                <w:b/>
                <w:color w:val="000000"/>
                <w:lang w:eastAsia="nl-NL"/>
              </w:rPr>
            </w:pPr>
            <w:r w:rsidRPr="00C242A9">
              <w:rPr>
                <w:rFonts w:ascii="Calibri" w:hAnsi="Calibri" w:eastAsia="Times New Roman" w:cs="Calibri"/>
                <w:b/>
                <w:color w:val="000000"/>
                <w:lang w:eastAsia="nl-NL"/>
              </w:rPr>
              <w:t>(077) 420 04 77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242A9" w:rsidR="00C242A9" w:rsidP="007B59C0" w:rsidRDefault="00C242A9" w14:paraId="23DE523C" wp14:textId="77777777">
            <w:pPr>
              <w:spacing w:after="0"/>
              <w:rPr>
                <w:rFonts w:ascii="Calibri" w:hAnsi="Calibri" w:eastAsia="Times New Roman" w:cs="Calibri"/>
                <w:b/>
                <w:color w:val="000000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2E56223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44495C" w:rsidR="00C242A9" w:rsidP="007B59C0" w:rsidRDefault="00C242A9" w14:paraId="07547A01" wp14:textId="77777777">
            <w:pPr>
              <w:spacing w:after="0"/>
              <w:rPr>
                <w:rFonts w:ascii="Arial" w:hAnsi="Arial" w:eastAsia="Times New Roman" w:cs="Arial"/>
                <w:b/>
                <w:bCs/>
                <w:i/>
                <w:iCs/>
                <w:color w:val="000000"/>
                <w:sz w:val="72"/>
                <w:szCs w:val="72"/>
                <w:lang w:eastAsia="nl-NL"/>
              </w:rPr>
            </w:pPr>
          </w:p>
        </w:tc>
      </w:tr>
      <w:tr xmlns:wp14="http://schemas.microsoft.com/office/word/2010/wordml" w:rsidRPr="0044495C" w:rsidR="00C242A9" w:rsidTr="00C242A9" w14:paraId="3C075D9D" wp14:textId="77777777">
        <w:trPr>
          <w:trHeight w:val="308"/>
        </w:trPr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242A9" w:rsidR="00C242A9" w:rsidP="007B59C0" w:rsidRDefault="003F446A" w14:paraId="339F084E" wp14:textId="77777777">
            <w:pPr>
              <w:spacing w:after="0"/>
              <w:rPr>
                <w:rFonts w:ascii="Calibri" w:hAnsi="Calibri" w:eastAsia="Times New Roman" w:cs="Calibri"/>
                <w:b/>
                <w:color w:val="0000FF"/>
                <w:u w:val="single"/>
                <w:lang w:eastAsia="nl-NL"/>
              </w:rPr>
            </w:pPr>
            <w:hyperlink w:history="1" r:id="rId16">
              <w:r w:rsidRPr="00C242A9" w:rsidR="00C242A9">
                <w:rPr>
                  <w:rFonts w:ascii="Calibri" w:hAnsi="Calibri" w:eastAsia="Times New Roman" w:cs="Calibri"/>
                  <w:b/>
                  <w:color w:val="0000FF"/>
                  <w:u w:val="single"/>
                  <w:lang w:eastAsia="nl-NL"/>
                </w:rPr>
                <w:t>info@kersengroothandel.nl</w:t>
              </w:r>
            </w:hyperlink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043CB0F" wp14:textId="77777777">
            <w:pPr>
              <w:spacing w:after="0"/>
              <w:rPr>
                <w:rFonts w:ascii="Calibri" w:hAnsi="Calibri" w:eastAsia="Times New Roman" w:cs="Calibri"/>
                <w:color w:val="0000FF"/>
                <w:u w:val="single"/>
                <w:lang w:eastAsia="nl-NL"/>
              </w:rPr>
            </w:pPr>
          </w:p>
        </w:tc>
        <w:tc>
          <w:tcPr>
            <w:tcW w:w="44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56BDF11" wp14:textId="77777777">
            <w:pPr>
              <w:spacing w:after="0"/>
              <w:rPr>
                <w:rFonts w:ascii="Calibri" w:hAnsi="Calibri" w:eastAsia="Times New Roman" w:cs="Calibri"/>
                <w:color w:val="000000"/>
                <w:sz w:val="56"/>
                <w:szCs w:val="56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sz w:val="56"/>
                <w:szCs w:val="56"/>
                <w:lang w:eastAsia="nl-NL"/>
              </w:rPr>
              <w:t>groothandel</w:t>
            </w:r>
          </w:p>
        </w:tc>
      </w:tr>
      <w:tr xmlns:wp14="http://schemas.microsoft.com/office/word/2010/wordml" w:rsidRPr="0044495C" w:rsidR="00C242A9" w:rsidTr="00C242A9" w14:paraId="07459315" wp14:textId="77777777">
        <w:trPr>
          <w:trHeight w:val="308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537F28F" wp14:textId="77777777">
            <w:pPr>
              <w:spacing w:after="0"/>
              <w:rPr>
                <w:rFonts w:ascii="Calibri" w:hAnsi="Calibri" w:eastAsia="Times New Roman" w:cs="Calibri"/>
                <w:color w:val="000000"/>
                <w:sz w:val="56"/>
                <w:szCs w:val="56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DFB9E20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0DF9E56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4E871BC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44495C" w:rsidR="00C242A9" w:rsidP="007B59C0" w:rsidRDefault="00C242A9" w14:paraId="144A5D23" wp14:textId="77777777">
            <w:pPr>
              <w:spacing w:after="0"/>
              <w:rPr>
                <w:rFonts w:ascii="Calibri" w:hAnsi="Calibri" w:eastAsia="Times New Roman" w:cs="Calibri"/>
                <w:color w:val="000000"/>
                <w:sz w:val="56"/>
                <w:szCs w:val="56"/>
                <w:lang w:eastAsia="nl-NL"/>
              </w:rPr>
            </w:pPr>
          </w:p>
        </w:tc>
      </w:tr>
      <w:tr xmlns:wp14="http://schemas.microsoft.com/office/word/2010/wordml" w:rsidRPr="0044495C" w:rsidR="00C242A9" w:rsidTr="00C242A9" w14:paraId="738610EB" wp14:textId="77777777">
        <w:trPr>
          <w:trHeight w:val="308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37805D2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63F29E8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B7B4B86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A0FF5F2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630AD66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1829076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BA226A1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</w:tr>
      <w:tr xmlns:wp14="http://schemas.microsoft.com/office/word/2010/wordml" w:rsidRPr="0044495C" w:rsidR="00C242A9" w:rsidTr="00C242A9" w14:paraId="2BE716A5" wp14:textId="77777777">
        <w:trPr>
          <w:trHeight w:val="308"/>
        </w:trPr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86DF678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Datum:</w:t>
            </w: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8E78FF7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>
              <w:rPr>
                <w:rFonts w:ascii="Calibri" w:hAnsi="Calibri" w:eastAsia="Times New Roman" w:cs="Calibri"/>
                <w:color w:val="000000"/>
                <w:lang w:eastAsia="nl-NL"/>
              </w:rPr>
              <w:t>12 april 2022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7AD93B2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DE4B5B7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6204FF1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DBF0D7D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</w:tr>
      <w:tr xmlns:wp14="http://schemas.microsoft.com/office/word/2010/wordml" w:rsidRPr="0044495C" w:rsidR="00C242A9" w:rsidTr="00C242A9" w14:paraId="08519BFA" wp14:textId="77777777">
        <w:trPr>
          <w:trHeight w:val="308"/>
        </w:trPr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4794553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Colli: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B2B7304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B62F1B3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2F2C34E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80A4E5D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9219836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</w:tr>
      <w:tr xmlns:wp14="http://schemas.microsoft.com/office/word/2010/wordml" w:rsidRPr="0044495C" w:rsidR="00C242A9" w:rsidTr="00C242A9" w14:paraId="640AB67D" wp14:textId="77777777">
        <w:trPr>
          <w:trHeight w:val="384"/>
        </w:trPr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A0F57C8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Route: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D8EB8EE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24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96FEF7D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4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bottom"/>
            <w:hideMark/>
          </w:tcPr>
          <w:p w:rsidRPr="0044495C" w:rsidR="00C242A9" w:rsidP="007B59C0" w:rsidRDefault="00C242A9" w14:paraId="3B7F9C23" wp14:textId="77777777">
            <w:pPr>
              <w:spacing w:after="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nl-NL"/>
              </w:rPr>
              <w:t>PAKBON voor:</w:t>
            </w:r>
          </w:p>
        </w:tc>
      </w:tr>
      <w:tr xmlns:wp14="http://schemas.microsoft.com/office/word/2010/wordml" w:rsidRPr="0044495C" w:rsidR="00C242A9" w:rsidTr="00C242A9" w14:paraId="68F54633" wp14:textId="77777777">
        <w:trPr>
          <w:trHeight w:val="308"/>
        </w:trPr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91395E6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Pakbonnummer: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7E256D5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52671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194DBDC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D1233A6" wp14:textId="77777777">
            <w:pPr>
              <w:spacing w:after="0"/>
              <w:jc w:val="right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Naam:</w:t>
            </w:r>
          </w:p>
        </w:tc>
        <w:tc>
          <w:tcPr>
            <w:tcW w:w="2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8DDD3EB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Tuincentrum Begonia</w:t>
            </w:r>
          </w:p>
        </w:tc>
      </w:tr>
      <w:tr xmlns:wp14="http://schemas.microsoft.com/office/word/2010/wordml" w:rsidRPr="0044495C" w:rsidR="00C242A9" w:rsidTr="00C242A9" w14:paraId="6FEDF508" wp14:textId="77777777">
        <w:trPr>
          <w:trHeight w:val="308"/>
        </w:trPr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3D0E1AC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Verzendmethode: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2BDE1A9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EV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69D0D3C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47FBE72" wp14:textId="77777777">
            <w:pPr>
              <w:spacing w:after="0"/>
              <w:jc w:val="right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Straat:</w:t>
            </w:r>
          </w:p>
        </w:tc>
        <w:tc>
          <w:tcPr>
            <w:tcW w:w="2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4734AFB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Begoniastraat 11</w:t>
            </w:r>
          </w:p>
        </w:tc>
      </w:tr>
      <w:tr xmlns:wp14="http://schemas.microsoft.com/office/word/2010/wordml" w:rsidRPr="0044495C" w:rsidR="00C242A9" w:rsidTr="00C242A9" w14:paraId="16DF6F70" wp14:textId="77777777">
        <w:trPr>
          <w:trHeight w:val="308"/>
        </w:trPr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71279F3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Ordernummer: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2DF45E7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1570303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4CD245A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BAB563D" wp14:textId="77777777">
            <w:pPr>
              <w:spacing w:after="0"/>
              <w:jc w:val="right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Postcode:</w:t>
            </w:r>
          </w:p>
        </w:tc>
        <w:tc>
          <w:tcPr>
            <w:tcW w:w="2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2D0DD91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3498 BC</w:t>
            </w:r>
          </w:p>
        </w:tc>
      </w:tr>
      <w:tr xmlns:wp14="http://schemas.microsoft.com/office/word/2010/wordml" w:rsidRPr="0044495C" w:rsidR="00C242A9" w:rsidTr="00C242A9" w14:paraId="0E4A668F" wp14:textId="77777777">
        <w:trPr>
          <w:trHeight w:val="308"/>
        </w:trPr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3A53D4E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Uw referentie: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8ECF61D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VK-1576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231BE67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7B985F1" wp14:textId="77777777">
            <w:pPr>
              <w:spacing w:after="0"/>
              <w:jc w:val="right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Woonplaats:</w:t>
            </w:r>
          </w:p>
        </w:tc>
        <w:tc>
          <w:tcPr>
            <w:tcW w:w="2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1CC2102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Bloemstad</w:t>
            </w:r>
          </w:p>
        </w:tc>
      </w:tr>
      <w:tr xmlns:wp14="http://schemas.microsoft.com/office/word/2010/wordml" w:rsidRPr="0044495C" w:rsidR="00C242A9" w:rsidTr="00C242A9" w14:paraId="36FEB5B0" wp14:textId="77777777">
        <w:trPr>
          <w:trHeight w:val="308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0D7AA69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196D064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4FF1C98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D072C0D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8A21919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BD18F9B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38601FE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</w:tr>
      <w:tr xmlns:wp14="http://schemas.microsoft.com/office/word/2010/wordml" w:rsidRPr="0044495C" w:rsidR="00C242A9" w:rsidTr="00C242A9" w14:paraId="7B13B30B" wp14:textId="77777777">
        <w:trPr>
          <w:trHeight w:val="616"/>
        </w:trPr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44495C" w:rsidR="00C242A9" w:rsidP="007B59C0" w:rsidRDefault="00C242A9" w14:paraId="4CA8AF83" wp14:textId="77777777">
            <w:pPr>
              <w:spacing w:after="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  <w:t>Artikel-nummer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D40319E" wp14:textId="77777777">
            <w:pPr>
              <w:spacing w:after="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F67632D" wp14:textId="77777777">
            <w:pPr>
              <w:spacing w:after="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  <w:t>Geleverd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F444DCA" wp14:textId="77777777">
            <w:pPr>
              <w:spacing w:after="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  <w:t>Nalevering</w:t>
            </w:r>
          </w:p>
        </w:tc>
      </w:tr>
      <w:tr xmlns:wp14="http://schemas.microsoft.com/office/word/2010/wordml" w:rsidRPr="0044495C" w:rsidR="00C242A9" w:rsidTr="00C242A9" w14:paraId="663B2ABE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B9EAB2C" wp14:textId="77777777">
            <w:pPr>
              <w:spacing w:after="0"/>
              <w:jc w:val="right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12500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49ECA10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Krat ijsbergsla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8F999B5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E7BEAA2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6807AAF1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C553A7B" wp14:textId="77777777">
            <w:pPr>
              <w:spacing w:after="0"/>
              <w:jc w:val="right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12550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4044B7B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Krat tomaten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FCD5EC4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3E4A9CD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02A1476E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69FA031" wp14:textId="77777777">
            <w:pPr>
              <w:spacing w:after="0"/>
              <w:jc w:val="right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12542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D7C5F94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Krat bananen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49841BE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6B20A0C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1</w:t>
            </w:r>
          </w:p>
        </w:tc>
      </w:tr>
      <w:tr xmlns:wp14="http://schemas.microsoft.com/office/word/2010/wordml" w:rsidRPr="0044495C" w:rsidR="00C242A9" w:rsidTr="00C242A9" w14:paraId="3BB4FB51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21EDD1E" wp14:textId="77777777">
            <w:pPr>
              <w:spacing w:after="0"/>
              <w:jc w:val="right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12600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E55A047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 xml:space="preserve">Krat appels 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B778152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F6584BE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25E1FD54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9AF38FC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5AA318D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1512BE8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DA70637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2970B2BD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6624170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B8484D5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F8F56C0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49CC1FA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3510C91B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0EF996B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E3886A4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ECEB114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D8BF348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04531709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EDB29A5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474F8A0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E6F60B5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DF8BA61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2AE5A731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65DB198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D5BCD6B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BC5EC03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751300F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130C6ADF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5F0889A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B515302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253EF77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D6473E8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2F025392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96D69FC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2302A59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1CBAF0D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A7717C8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6442E4D3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19A23A7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4536B0D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D7A3EC8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29C278E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38CF72E6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790C8A6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ECDD213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1CA3204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D71D07C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0501E55B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4AD8D14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A586566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721E545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3DD1135A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44712006" wp14:textId="77777777">
        <w:trPr>
          <w:trHeight w:val="308"/>
        </w:trPr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236E82D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5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ADA28FF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2673AC1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2C6BD880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 </w:t>
            </w:r>
          </w:p>
        </w:tc>
      </w:tr>
      <w:tr xmlns:wp14="http://schemas.microsoft.com/office/word/2010/wordml" w:rsidRPr="0044495C" w:rsidR="00C242A9" w:rsidTr="00C242A9" w14:paraId="0F3CABC7" wp14:textId="77777777">
        <w:trPr>
          <w:trHeight w:val="308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B08B5D1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6DEB4AB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0AD9C6F4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4B1F511A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5F9C3DC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023141B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F3B1409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</w:tr>
      <w:tr xmlns:wp14="http://schemas.microsoft.com/office/word/2010/wordml" w:rsidRPr="0044495C" w:rsidR="00C242A9" w:rsidTr="00C242A9" w14:paraId="6735D895" wp14:textId="77777777">
        <w:trPr>
          <w:trHeight w:val="308"/>
        </w:trPr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bottom"/>
            <w:hideMark/>
          </w:tcPr>
          <w:p w:rsidRPr="0044495C" w:rsidR="00C242A9" w:rsidP="007B59C0" w:rsidRDefault="00C242A9" w14:paraId="41DDAA6E" wp14:textId="77777777">
            <w:pPr>
              <w:spacing w:after="0"/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  <w:t>Opmerkingen: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562C75D1" wp14:textId="77777777">
            <w:pPr>
              <w:spacing w:after="0"/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</w:pPr>
          </w:p>
        </w:tc>
        <w:tc>
          <w:tcPr>
            <w:tcW w:w="5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44495C" w:rsidR="00C242A9" w:rsidP="007B59C0" w:rsidRDefault="00C242A9" w14:paraId="72DE7745" wp14:textId="77777777">
            <w:pPr>
              <w:spacing w:after="0"/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b/>
                <w:bCs/>
                <w:color w:val="000000"/>
                <w:lang w:eastAsia="nl-NL"/>
              </w:rPr>
              <w:t>Ontvanger:</w:t>
            </w:r>
          </w:p>
        </w:tc>
      </w:tr>
      <w:tr xmlns:wp14="http://schemas.microsoft.com/office/word/2010/wordml" w:rsidRPr="0044495C" w:rsidR="00C242A9" w:rsidTr="00C242A9" w14:paraId="12385084" wp14:textId="77777777">
        <w:trPr>
          <w:trHeight w:val="751"/>
        </w:trPr>
        <w:tc>
          <w:tcPr>
            <w:tcW w:w="22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44495C" w:rsidR="00C242A9" w:rsidP="007B59C0" w:rsidRDefault="00C242A9" w14:paraId="2D76891B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>De bananen worden 13 april geleverd.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664355AD" wp14:textId="77777777">
            <w:pPr>
              <w:spacing w:after="0"/>
              <w:jc w:val="center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5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4495C" w:rsidR="00C242A9" w:rsidP="007B59C0" w:rsidRDefault="00C242A9" w14:paraId="2A7398A3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 xml:space="preserve">Naam:                                 </w:t>
            </w:r>
            <w:r w:rsidRPr="0044495C">
              <w:rPr>
                <w:rFonts w:ascii="Brush Script MT" w:hAnsi="Brush Script MT" w:eastAsia="Times New Roman" w:cs="Calibri"/>
                <w:color w:val="000000"/>
                <w:sz w:val="36"/>
                <w:szCs w:val="36"/>
                <w:lang w:eastAsia="nl-NL"/>
              </w:rPr>
              <w:t xml:space="preserve"> Klaas Vaak</w:t>
            </w:r>
          </w:p>
        </w:tc>
      </w:tr>
      <w:tr xmlns:wp14="http://schemas.microsoft.com/office/word/2010/wordml" w:rsidRPr="0044495C" w:rsidR="00C242A9" w:rsidTr="00C242A9" w14:paraId="25BB2742" wp14:textId="77777777">
        <w:trPr>
          <w:trHeight w:val="751"/>
        </w:trPr>
        <w:tc>
          <w:tcPr>
            <w:tcW w:w="2251" w:type="dxa"/>
            <w:gridSpan w:val="2"/>
            <w:vMerge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44495C" w:rsidR="00C242A9" w:rsidP="007B59C0" w:rsidRDefault="00C242A9" w14:paraId="1A965116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7DF4E37C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5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4495C" w:rsidR="00C242A9" w:rsidP="007B59C0" w:rsidRDefault="00C242A9" w14:paraId="019B324C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 xml:space="preserve">Datum en tijd:                          </w:t>
            </w:r>
            <w:r>
              <w:rPr>
                <w:rFonts w:ascii="Brush Script MT" w:hAnsi="Brush Script MT" w:eastAsia="Times New Roman" w:cs="Calibri"/>
                <w:color w:val="000000"/>
                <w:lang w:eastAsia="nl-NL"/>
              </w:rPr>
              <w:t>12 april 2022</w:t>
            </w:r>
          </w:p>
        </w:tc>
      </w:tr>
      <w:tr xmlns:wp14="http://schemas.microsoft.com/office/word/2010/wordml" w:rsidRPr="0044495C" w:rsidR="00C242A9" w:rsidTr="00C242A9" w14:paraId="6064C8B0" wp14:textId="77777777">
        <w:trPr>
          <w:trHeight w:val="751"/>
        </w:trPr>
        <w:tc>
          <w:tcPr>
            <w:tcW w:w="2251" w:type="dxa"/>
            <w:gridSpan w:val="2"/>
            <w:vMerge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44495C" w:rsidR="00C242A9" w:rsidP="007B59C0" w:rsidRDefault="00C242A9" w14:paraId="44FB30F8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44495C" w:rsidR="00C242A9" w:rsidP="007B59C0" w:rsidRDefault="00C242A9" w14:paraId="1DA6542E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</w:p>
        </w:tc>
        <w:tc>
          <w:tcPr>
            <w:tcW w:w="5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4495C" w:rsidR="00C242A9" w:rsidP="007B59C0" w:rsidRDefault="00C242A9" w14:paraId="58A4BFC0" wp14:textId="77777777">
            <w:pPr>
              <w:spacing w:after="0"/>
              <w:rPr>
                <w:rFonts w:ascii="Calibri" w:hAnsi="Calibri" w:eastAsia="Times New Roman" w:cs="Calibri"/>
                <w:color w:val="000000"/>
                <w:lang w:eastAsia="nl-NL"/>
              </w:rPr>
            </w:pPr>
            <w:r w:rsidRPr="0044495C">
              <w:rPr>
                <w:rFonts w:ascii="Calibri" w:hAnsi="Calibri" w:eastAsia="Times New Roman" w:cs="Calibri"/>
                <w:color w:val="000000"/>
                <w:lang w:eastAsia="nl-NL"/>
              </w:rPr>
              <w:t xml:space="preserve">Handtekening: </w:t>
            </w:r>
            <w:r w:rsidRPr="0044495C">
              <w:rPr>
                <w:rFonts w:ascii="Calibri" w:hAnsi="Calibri" w:eastAsia="Times New Roman" w:cs="Calibri"/>
                <w:color w:val="000000"/>
                <w:sz w:val="56"/>
                <w:szCs w:val="56"/>
                <w:lang w:eastAsia="nl-NL"/>
              </w:rPr>
              <w:t xml:space="preserve"> </w:t>
            </w:r>
            <w:proofErr w:type="spellStart"/>
            <w:r w:rsidRPr="0044495C">
              <w:rPr>
                <w:rFonts w:ascii="Edwardian Script ITC" w:hAnsi="Edwardian Script ITC" w:eastAsia="Times New Roman" w:cs="Calibri"/>
                <w:color w:val="000000"/>
                <w:sz w:val="56"/>
                <w:szCs w:val="56"/>
                <w:lang w:eastAsia="nl-NL"/>
              </w:rPr>
              <w:t>Kl.Vaak</w:t>
            </w:r>
            <w:proofErr w:type="spellEnd"/>
          </w:p>
        </w:tc>
      </w:tr>
    </w:tbl>
    <w:p xmlns:wp14="http://schemas.microsoft.com/office/word/2010/wordml" w:rsidRPr="00C242A9" w:rsidR="00C242A9" w:rsidP="00C242A9" w:rsidRDefault="00C242A9" w14:paraId="3041E394" wp14:textId="77777777">
      <w:pPr>
        <w:rPr>
          <w:rFonts w:ascii="Arial" w:hAnsi="Arial" w:cs="Arial"/>
          <w:sz w:val="24"/>
        </w:rPr>
      </w:pPr>
    </w:p>
    <w:p xmlns:wp14="http://schemas.microsoft.com/office/word/2010/wordml" w:rsidR="00C242A9" w:rsidRDefault="00C242A9" w14:paraId="722B00AE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C242A9" w:rsidSect="00513B8D">
      <w:headerReference w:type="default" r:id="rId17"/>
      <w:footerReference w:type="default" r:id="rId18"/>
      <w:pgSz w:w="11906" w:h="16838" w:orient="portrait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242A9" w:rsidP="0036770B" w:rsidRDefault="00C242A9" w14:paraId="54E11D2A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242A9" w:rsidP="0036770B" w:rsidRDefault="00C242A9" w14:paraId="31126E5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D4491C" w:rsidRDefault="00D4491C" w14:paraId="0B335891" wp14:textId="77777777">
    <w:pPr>
      <w:pStyle w:val="Voettekst"/>
    </w:pPr>
    <w:r>
      <w:rPr>
        <w:noProof/>
        <w:lang w:eastAsia="nl-NL"/>
      </w:rPr>
      <w:drawing>
        <wp:anchor xmlns:wp14="http://schemas.microsoft.com/office/word/2010/wordprocessingDrawing" distT="0" distB="0" distL="114300" distR="114300" simplePos="0" relativeHeight="251668480" behindDoc="0" locked="0" layoutInCell="1" allowOverlap="1" wp14:anchorId="2ADE0BA5" wp14:editId="2FC3C0BD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xmlns:wp14="http://schemas.microsoft.com/office/word/2010/wordprocessingDrawing" distT="0" distB="0" distL="114300" distR="114300" simplePos="0" relativeHeight="251640320" behindDoc="0" locked="0" layoutInCell="1" allowOverlap="1" wp14:anchorId="1DD128A4" wp14:editId="074BDD8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xmlns:wp14="http://schemas.microsoft.com/office/word/2010/wordml" w:rsidR="00D4491C" w:rsidRDefault="00D4491C" w14:paraId="407CE2FB" wp14:textId="77777777">
                              <w:pPr>
                                <w:pBdr>
                                  <w:top w:val="single" w:color="7F7F7F" w:themeColor="background1" w:themeShade="7F" w:sz="4" w:space="1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3F446A" w:rsidR="003F446A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 w14:anchorId="0AFE81D8">
                <v:rect id="Rechthoek 218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spid="_x0000_s1037" filled="f" fillcolor="#c0504d" stroked="f" strokecolor="#5c83b4" strokeweight="2.25pt" w14:anchorId="1DD128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>
                  <v:textbox inset=",0,,0">
                    <w:txbxContent>
                      <w:p w:rsidR="00D4491C" w:rsidRDefault="00D4491C" w14:paraId="60F0E175" wp14:textId="77777777">
                        <w:pPr>
                          <w:pBdr>
                            <w:top w:val="single" w:color="7F7F7F" w:themeColor="background1" w:themeShade="7F" w:sz="4" w:space="1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3F446A" w:rsidR="003F446A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242A9" w:rsidP="0036770B" w:rsidRDefault="00C242A9" w14:paraId="2DE403A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242A9" w:rsidP="0036770B" w:rsidRDefault="00C242A9" w14:paraId="62431CD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p xmlns:wp14="http://schemas.microsoft.com/office/word/2010/wordml" w:rsidR="001C46D2" w:rsidRDefault="001C46D2" w14:paraId="17014EEF" wp14:textId="77777777">
    <w:pPr>
      <w:pStyle w:val="Koptekst"/>
    </w:pPr>
    <w:r>
      <w:rPr>
        <w:noProof/>
        <w:lang w:eastAsia="nl-NL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2336" behindDoc="0" locked="0" layoutInCell="1" allowOverlap="1" wp14:anchorId="30A3778D" wp14:editId="0A2E3757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xmlns:wp14="http://schemas.microsoft.com/office/word/2010/wordml" w:rsidRPr="00CA4557" w:rsidR="001C46D2" w:rsidP="0036770B" w:rsidRDefault="00232C7D" w14:paraId="153226CE" wp14:textId="77777777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Groene Vormgeving en Verkoop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EF2D37E">
            <v:rect id="Rechthoek 3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2" fillcolor="#375623 [1609]" strokecolor="#375623 [1609]" strokeweight="1pt" w14:anchorId="30A377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">
              <v:textbox>
                <w:txbxContent>
                  <w:p w:rsidRPr="00CA4557" w:rsidR="001C46D2" w:rsidP="0036770B" w:rsidRDefault="00232C7D" w14:paraId="158BEF28" wp14:textId="77777777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Groene Vormgeving en Verkoop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240" behindDoc="0" locked="0" layoutInCell="1" allowOverlap="1" wp14:anchorId="2A0DB34A" wp14:editId="6AA3D793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xmlns:wp14="http://schemas.microsoft.com/office/word/2010/wordml" w:rsidRPr="0036770B" w:rsidR="001C46D2" w:rsidP="0036770B" w:rsidRDefault="00C242A9" w14:paraId="7E75F6B5" wp14:textId="77777777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Een bestelling controleren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64297F0D">
            <v:rect id="Rechthoek 1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3" fillcolor="white [3212]" strokecolor="#375623 [1609]" strokeweight="1pt" w14:anchorId="2A0DB3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iX1qQ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">
              <v:textbox>
                <w:txbxContent>
                  <w:p w:rsidRPr="0036770B" w:rsidR="001C46D2" w:rsidP="0036770B" w:rsidRDefault="00C242A9" w14:paraId="64D13E64" wp14:textId="77777777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Een bestelling controleren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xmlns:wp14="http://schemas.microsoft.com/office/word/2010/wordprocessingDrawing" distT="0" distB="0" distL="114300" distR="114300" simplePos="0" relativeHeight="251665408" behindDoc="0" locked="0" layoutInCell="1" allowOverlap="1" wp14:anchorId="2A921D5C" wp14:editId="427D2F09">
              <wp:simplePos x="0" y="0"/>
              <wp:positionH relativeFrom="column">
                <wp:posOffset>2215261</wp:posOffset>
              </wp:positionH>
              <wp:positionV relativeFrom="paragraph">
                <wp:posOffset>-132588</wp:posOffset>
              </wp:positionV>
              <wp:extent cx="1152144" cy="512064"/>
              <wp:effectExtent l="0" t="0" r="101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52144" cy="512064"/>
                        <a:chOff x="0" y="0"/>
                        <a:chExt cx="1152144" cy="512064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xmlns:wp14="http://schemas.microsoft.com/office/word/2010/wordml" w:rsidRPr="0036770B" w:rsidR="001C46D2" w:rsidP="00C71521" w:rsidRDefault="003440EA" w14:paraId="7C156F69" wp14:textId="7777777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770B"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xmlns:wp14="http://schemas.microsoft.com/office/word/2010/wordml" w:rsidRPr="0036770B" w:rsidR="001C46D2" w:rsidP="0036770B" w:rsidRDefault="001C46D2" w14:paraId="42C6D796" wp14:textId="77777777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hthoek 4"/>
                      <wps:cNvSpPr/>
                      <wps:spPr>
                        <a:xfrm>
                          <a:off x="835152" y="0"/>
                          <a:ext cx="31699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xmlns:wp14="http://schemas.microsoft.com/office/word/2010/wordml" w:rsidRPr="0036770B" w:rsidR="001C46D2" w:rsidP="00CA4557" w:rsidRDefault="001C46D2" w14:paraId="249FAAB8" wp14:textId="77777777">
                            <w:pPr>
                              <w:spacing w:before="120"/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36770B"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 w14:anchorId="272FB8F2">
            <v:group id="Groep 5" style="position:absolute;margin-left:174.45pt;margin-top:-10.45pt;width:90.7pt;height:40.3pt;z-index:251665408" coordsize="11521,5120" o:spid="_x0000_s1034" w14:anchorId="2A921D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">
              <v:rect id="Rechthoek 2" style="position:absolute;width:8351;height:5120;visibility:visible;mso-wrap-style:square;v-text-anchor:middle" o:spid="_x0000_s1035" fillcolor="#f95a1b" strokecolor="#1f4d78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">
                <v:textbox>
                  <w:txbxContent>
                    <w:p w:rsidRPr="0036770B" w:rsidR="001C46D2" w:rsidP="00C71521" w:rsidRDefault="003440EA" w14:paraId="43539818" wp14:textId="77777777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36770B"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:rsidRPr="0036770B" w:rsidR="001C46D2" w:rsidP="0036770B" w:rsidRDefault="001C46D2" w14:paraId="6E1831B3" wp14:textId="77777777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style="position:absolute;left:8351;width:3170;height:5120;visibility:visible;mso-wrap-style:square;v-text-anchor:middle" o:spid="_x0000_s1036" fillcolor="white [3212]" strokecolor="#1f4d78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">
                <v:textbox>
                  <w:txbxContent>
                    <w:p w:rsidRPr="0036770B" w:rsidR="001C46D2" w:rsidP="00CA4557" w:rsidRDefault="001C46D2" w14:paraId="19F14E3C" wp14:textId="77777777">
                      <w:pPr>
                        <w:spacing w:before="120"/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</w:pPr>
                      <w:r w:rsidRPr="0036770B"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304B"/>
    <w:multiLevelType w:val="hybridMultilevel"/>
    <w:tmpl w:val="D5F84406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F6786"/>
    <w:multiLevelType w:val="hybridMultilevel"/>
    <w:tmpl w:val="92BCE1B4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287FE2"/>
    <w:multiLevelType w:val="hybridMultilevel"/>
    <w:tmpl w:val="9758877A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367A1E80"/>
    <w:multiLevelType w:val="hybridMultilevel"/>
    <w:tmpl w:val="BDD63E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A303F"/>
    <w:multiLevelType w:val="hybridMultilevel"/>
    <w:tmpl w:val="BA303C74"/>
    <w:lvl w:ilvl="0" w:tplc="781E8D58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74479E1"/>
    <w:multiLevelType w:val="hybridMultilevel"/>
    <w:tmpl w:val="AA24AA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586C74C5"/>
    <w:multiLevelType w:val="hybridMultilevel"/>
    <w:tmpl w:val="3B2EDFE0"/>
    <w:lvl w:ilvl="0" w:tplc="781E8D58">
      <w:start w:val="1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D37586"/>
    <w:multiLevelType w:val="hybridMultilevel"/>
    <w:tmpl w:val="A8E4E0A8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A80FB0"/>
    <w:multiLevelType w:val="hybridMultilevel"/>
    <w:tmpl w:val="1E782D3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5"/>
  </w:num>
  <w:num w:numId="5">
    <w:abstractNumId w:val="5"/>
  </w:num>
  <w:num w:numId="6">
    <w:abstractNumId w:val="11"/>
  </w:num>
  <w:num w:numId="7">
    <w:abstractNumId w:val="7"/>
  </w:num>
  <w:num w:numId="8">
    <w:abstractNumId w:val="12"/>
  </w:num>
  <w:num w:numId="9">
    <w:abstractNumId w:val="4"/>
  </w:num>
  <w:num w:numId="10">
    <w:abstractNumId w:val="0"/>
  </w:num>
  <w:num w:numId="11">
    <w:abstractNumId w:val="10"/>
  </w:num>
  <w:num w:numId="12">
    <w:abstractNumId w:val="16"/>
  </w:num>
  <w:num w:numId="13">
    <w:abstractNumId w:val="14"/>
  </w:num>
  <w:num w:numId="14">
    <w:abstractNumId w:val="8"/>
  </w:num>
  <w:num w:numId="15">
    <w:abstractNumId w:val="13"/>
  </w:num>
  <w:num w:numId="16">
    <w:abstractNumId w:val="6"/>
  </w:num>
  <w:num w:numId="17">
    <w:abstractNumId w:val="2"/>
  </w:num>
  <w:num w:numId="18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3"/>
  <w:proofState w:spelling="clean" w:grammar="dirty"/>
  <w:attachedTemplate r:id="rId1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A9"/>
    <w:rsid w:val="00013413"/>
    <w:rsid w:val="00015F16"/>
    <w:rsid w:val="00016E7E"/>
    <w:rsid w:val="00046B92"/>
    <w:rsid w:val="0006038A"/>
    <w:rsid w:val="000654BC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32C7D"/>
    <w:rsid w:val="00257BD0"/>
    <w:rsid w:val="002A6A19"/>
    <w:rsid w:val="002D795E"/>
    <w:rsid w:val="00323CF5"/>
    <w:rsid w:val="003440EA"/>
    <w:rsid w:val="0036280F"/>
    <w:rsid w:val="0036308F"/>
    <w:rsid w:val="0036770B"/>
    <w:rsid w:val="00392B1C"/>
    <w:rsid w:val="0039343C"/>
    <w:rsid w:val="003B334E"/>
    <w:rsid w:val="003E00CE"/>
    <w:rsid w:val="003F446A"/>
    <w:rsid w:val="0043324B"/>
    <w:rsid w:val="00435985"/>
    <w:rsid w:val="004B05D9"/>
    <w:rsid w:val="00513B8D"/>
    <w:rsid w:val="00577819"/>
    <w:rsid w:val="005967CD"/>
    <w:rsid w:val="005B247C"/>
    <w:rsid w:val="00674E3A"/>
    <w:rsid w:val="006B0583"/>
    <w:rsid w:val="006B7333"/>
    <w:rsid w:val="006F1BFB"/>
    <w:rsid w:val="007A5059"/>
    <w:rsid w:val="007D491C"/>
    <w:rsid w:val="00803466"/>
    <w:rsid w:val="00865A39"/>
    <w:rsid w:val="00884574"/>
    <w:rsid w:val="0089493B"/>
    <w:rsid w:val="008A780B"/>
    <w:rsid w:val="008B29C5"/>
    <w:rsid w:val="008C4B72"/>
    <w:rsid w:val="00900211"/>
    <w:rsid w:val="009613AB"/>
    <w:rsid w:val="00975F9A"/>
    <w:rsid w:val="00983E9B"/>
    <w:rsid w:val="00983EFB"/>
    <w:rsid w:val="0099299A"/>
    <w:rsid w:val="009A3006"/>
    <w:rsid w:val="009C37B2"/>
    <w:rsid w:val="00A67315"/>
    <w:rsid w:val="00AA7DE1"/>
    <w:rsid w:val="00AD4E85"/>
    <w:rsid w:val="00AE30FF"/>
    <w:rsid w:val="00B11AE2"/>
    <w:rsid w:val="00B321C1"/>
    <w:rsid w:val="00BB7EE1"/>
    <w:rsid w:val="00BD4284"/>
    <w:rsid w:val="00BF35DD"/>
    <w:rsid w:val="00BF6527"/>
    <w:rsid w:val="00C242A9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D54BE"/>
    <w:rsid w:val="00F01678"/>
    <w:rsid w:val="00FA01A8"/>
    <w:rsid w:val="00FA2496"/>
    <w:rsid w:val="49C2C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E797E0"/>
  <w15:chartTrackingRefBased/>
  <w15:docId w15:val="{D3E4E2B2-C31B-4E75-B239-011C40612A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styleId="Plattetekst">
    <w:name w:val="Body Text"/>
    <w:basedOn w:val="Standaard"/>
    <w:link w:val="PlattetekstChar"/>
    <w:qFormat/>
    <w:rsid w:val="00C242A9"/>
    <w:pPr>
      <w:spacing w:before="180" w:after="180" w:line="240" w:lineRule="auto"/>
    </w:pPr>
    <w:rPr>
      <w:sz w:val="24"/>
      <w:szCs w:val="24"/>
      <w:lang w:val="en-US"/>
    </w:rPr>
  </w:style>
  <w:style w:type="character" w:styleId="PlattetekstChar" w:customStyle="1">
    <w:name w:val="Platte tekst Char"/>
    <w:basedOn w:val="Standaardalinea-lettertype"/>
    <w:link w:val="Plattetekst"/>
    <w:rsid w:val="00C242A9"/>
    <w:rPr>
      <w:sz w:val="24"/>
      <w:szCs w:val="24"/>
      <w:lang w:val="en-US"/>
    </w:rPr>
  </w:style>
  <w:style w:type="paragraph" w:styleId="FirstParagraph" w:customStyle="1">
    <w:name w:val="First Paragraph"/>
    <w:basedOn w:val="Plattetekst"/>
    <w:next w:val="Plattetekst"/>
    <w:qFormat/>
    <w:rsid w:val="00C242A9"/>
  </w:style>
  <w:style w:type="paragraph" w:styleId="Compact" w:customStyle="1">
    <w:name w:val="Compact"/>
    <w:basedOn w:val="Plattetekst"/>
    <w:qFormat/>
    <w:rsid w:val="00C242A9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jpeg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mailto:info@kersengroothandel.nl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3.png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Relationship Type="http://schemas.openxmlformats.org/officeDocument/2006/relationships/glossaryDocument" Target="glossary/document.xml" Id="Rc847b5eee33b4c2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40197\Downloads\Sjabloon%20opdracht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fdd0d-c078-4d2f-9caf-3f9eef234d81}"/>
      </w:docPartPr>
      <w:docPartBody>
        <w:p w14:paraId="6885DF7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7" ma:contentTypeDescription="Een nieuw document maken." ma:contentTypeScope="" ma:versionID="a17a36f464f745c1e45f05c0d014f6b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34927f34b4140ce2b2c05f8155b912e1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5094D-3597-4987-BC65-34D5A8738508}"/>
</file>

<file path=customXml/itemProps2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E294A-7A44-46FD-B646-973A3F8DD0CE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857190e7-f14a-4353-88e6-64ca5f0bd809"/>
    <ds:schemaRef ds:uri="http://purl.org/dc/terms/"/>
    <ds:schemaRef ds:uri="http://schemas.openxmlformats.org/package/2006/metadata/core-properties"/>
    <ds:schemaRef ds:uri="0dd387fd-c553-4a20-ade5-fa3cd1739043"/>
  </ds:schemaRefs>
</ds:datastoreItem>
</file>

<file path=customXml/itemProps4.xml><?xml version="1.0" encoding="utf-8"?>
<ds:datastoreItem xmlns:ds="http://schemas.openxmlformats.org/officeDocument/2006/customXml" ds:itemID="{D6509B72-993E-4FBE-8CCF-7E5BD86AE1B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Sjabloon opdracht</ap:Template>
  <ap:Application>Microsoft Word for the web</ap:Application>
  <ap:DocSecurity>0</ap:DocSecurity>
  <ap:ScaleCrop>false</ap:ScaleCrop>
  <ap:Company>Onderwijsgroep Noord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Jelle Derks</dc:creator>
  <keywords/>
  <dc:description/>
  <lastModifiedBy>Anya Koudijs</lastModifiedBy>
  <revision>3</revision>
  <lastPrinted>2020-09-30T09:08:00.0000000Z</lastPrinted>
  <dcterms:created xsi:type="dcterms:W3CDTF">2022-09-12T09:21:00.0000000Z</dcterms:created>
  <dcterms:modified xsi:type="dcterms:W3CDTF">2023-09-20T12:20:20.0405657Z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  <property fmtid="{D5CDD505-2E9C-101B-9397-08002B2CF9AE}" pid="4" name="MediaServiceImageTags">
    <vt:lpwstr/>
  </property>
</Properties>
</file>