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D210C" w14:textId="77777777" w:rsidR="002A6A19" w:rsidRDefault="003440EA">
      <w:r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 wp14:anchorId="5FEEBD0A" wp14:editId="4E163647">
                <wp:simplePos x="0" y="0"/>
                <wp:positionH relativeFrom="column">
                  <wp:posOffset>4420351</wp:posOffset>
                </wp:positionH>
                <wp:positionV relativeFrom="paragraph">
                  <wp:posOffset>279631</wp:posOffset>
                </wp:positionV>
                <wp:extent cx="1412760" cy="286385"/>
                <wp:effectExtent l="171450" t="114300" r="0" b="227965"/>
                <wp:wrapNone/>
                <wp:docPr id="215" name="Groep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2760" cy="286385"/>
                          <a:chOff x="0" y="0"/>
                          <a:chExt cx="1246909" cy="286385"/>
                        </a:xfrm>
                      </wpg:grpSpPr>
                      <pic:pic xmlns:pic="http://schemas.openxmlformats.org/drawingml/2006/picture">
                        <pic:nvPicPr>
                          <pic:cNvPr id="27" name="Afbeelding 27" descr="C:\Users\p0002360\Downloads\time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177800" dist="50800" dir="5400000" algn="ctr" rotWithShape="0">
                              <a:schemeClr val="accent6">
                                <a:lumMod val="75000"/>
                              </a:schemeClr>
                            </a:outerShdw>
                            <a:softEdge rad="0"/>
                          </a:effectLst>
                        </pic:spPr>
                      </pic:pic>
                      <wps:wsp>
                        <wps:cNvPr id="2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3682" y="51955"/>
                            <a:ext cx="883227" cy="23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2C6F3DBF" w14:textId="77777777" w:rsidR="001C46D2" w:rsidRPr="002A6A19" w:rsidRDefault="001C46D2" w:rsidP="00AD4E85">
                              <w:pP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</w:pPr>
                              <w:r w:rsidRPr="002A6A19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Tijdsduur: </w:t>
                              </w:r>
                              <w:r w:rsidR="003440EA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2A7996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>60</w:t>
                              </w:r>
                              <w:r w:rsidR="00C242A9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min</w:t>
                              </w:r>
                              <w:r w:rsidR="009A3006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uur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FEEBD0A" id="Groep 215" o:spid="_x0000_s1026" style="position:absolute;margin-left:348.05pt;margin-top:22pt;width:111.25pt;height:22.55pt;z-index:251636224;mso-width-relative:margin" coordsize="12469,28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27" o:spid="_x0000_s1027" type="#_x0000_t75" style="position:absolute;width:2863;height:2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">
                  <v:imagedata r:id="rId12" o:title="time"/>
                  <v:shadow on="t" color="#538135 [2409]" offset="0,4p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3636;top:519;width:8833;height:2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z3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" stroked="f">
                  <v:textbox>
                    <w:txbxContent>
                      <w:p w14:paraId="2C6F3DBF" w14:textId="77777777" w:rsidR="001C46D2" w:rsidRPr="002A6A19" w:rsidRDefault="001C46D2" w:rsidP="00AD4E85">
                        <w:pP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</w:pPr>
                        <w:r w:rsidRPr="002A6A19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Tijdsduur: </w:t>
                        </w:r>
                        <w:r w:rsidR="003440EA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</w:t>
                        </w:r>
                        <w:r w:rsidR="002A7996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>60</w:t>
                        </w:r>
                        <w:r w:rsidR="00C242A9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min</w:t>
                        </w:r>
                        <w:r w:rsidR="009A3006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uur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A09A5C" w14:textId="77777777" w:rsidR="00B321C1" w:rsidRDefault="004A171D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noProof/>
          <w:color w:val="000000" w:themeColor="text1"/>
          <w:lang w:eastAsia="nl-NL"/>
        </w:rPr>
        <w:drawing>
          <wp:inline distT="0" distB="0" distL="0" distR="0" wp14:anchorId="66B11607" wp14:editId="32A70580">
            <wp:extent cx="1939925" cy="406400"/>
            <wp:effectExtent l="0" t="0" r="3175" b="0"/>
            <wp:docPr id="8" name="Afbeelding 8" descr="C:\Users\p0040197\AppData\Local\Microsoft\Windows\INetCache\Content.MSO\B732C69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0040197\AppData\Local\Microsoft\Windows\INetCache\Content.MSO\B732C690.t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E8A53" w14:textId="77777777" w:rsidR="003440EA" w:rsidRDefault="003440E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236"/>
        <w:gridCol w:w="4295"/>
      </w:tblGrid>
      <w:tr w:rsidR="003440EA" w14:paraId="651C1E7B" w14:textId="77777777" w:rsidTr="003440EA">
        <w:tc>
          <w:tcPr>
            <w:tcW w:w="45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2E1D4FE5" w14:textId="77777777" w:rsidR="00C242A9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heb je nodig:</w:t>
            </w:r>
          </w:p>
          <w:p w14:paraId="358ED172" w14:textId="77777777" w:rsidR="003F446A" w:rsidRPr="00323CF5" w:rsidRDefault="003F446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4305C04E" w14:textId="77777777" w:rsidR="00C242A9" w:rsidRDefault="00912EE9" w:rsidP="00912EE9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Laptop</w:t>
            </w:r>
          </w:p>
          <w:p w14:paraId="4EAF4B86" w14:textId="77777777" w:rsidR="00817BC7" w:rsidRDefault="00817BC7" w:rsidP="00817BC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A3</w:t>
            </w:r>
            <w:r w:rsidR="00912EE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papier</w:t>
            </w:r>
          </w:p>
          <w:p w14:paraId="35F12FB1" w14:textId="77777777" w:rsidR="00817BC7" w:rsidRDefault="00817BC7" w:rsidP="00817BC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Schaar</w:t>
            </w:r>
          </w:p>
          <w:p w14:paraId="00BF753E" w14:textId="77777777" w:rsidR="00817BC7" w:rsidRDefault="00817BC7" w:rsidP="00817BC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Lijm</w:t>
            </w:r>
          </w:p>
          <w:p w14:paraId="4C017A21" w14:textId="77777777" w:rsidR="00C242A9" w:rsidRPr="00817BC7" w:rsidRDefault="00817BC7" w:rsidP="00214719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17BC7">
              <w:rPr>
                <w:rFonts w:ascii="Arial" w:hAnsi="Arial" w:cs="Arial"/>
                <w:color w:val="000000" w:themeColor="text1"/>
                <w:sz w:val="24"/>
                <w:szCs w:val="24"/>
              </w:rPr>
              <w:t>Stiften</w:t>
            </w:r>
          </w:p>
          <w:p w14:paraId="6FB71D14" w14:textId="77777777" w:rsidR="00C242A9" w:rsidRDefault="00C242A9" w:rsidP="00C242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5EE36C71" w14:textId="77777777" w:rsidR="00C242A9" w:rsidRDefault="00C242A9" w:rsidP="00C242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55C425B5" w14:textId="77777777" w:rsidR="00C242A9" w:rsidRDefault="00C242A9" w:rsidP="00C242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60E777DB" w14:textId="77777777" w:rsidR="00C242A9" w:rsidRDefault="00C242A9" w:rsidP="00C242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2AEDE400" w14:textId="77777777" w:rsidR="00C242A9" w:rsidRPr="00C242A9" w:rsidRDefault="00C242A9" w:rsidP="00C242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0ACDE" w14:textId="77777777" w:rsidR="003440EA" w:rsidRDefault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7CAAC" w:themeFill="accent2" w:themeFillTint="66"/>
          </w:tcPr>
          <w:p w14:paraId="49048475" w14:textId="77777777" w:rsidR="003440E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leer je:</w:t>
            </w:r>
          </w:p>
          <w:p w14:paraId="4D5A651B" w14:textId="77777777" w:rsidR="003F446A" w:rsidRPr="00323CF5" w:rsidRDefault="003F446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1FE59D2B" w14:textId="77777777" w:rsidR="00817BC7" w:rsidRDefault="00817BC7" w:rsidP="00817BC7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Je leert je eigen winkelformule/ winkelconcept te bedenken.  </w:t>
            </w:r>
          </w:p>
          <w:p w14:paraId="46CB44BA" w14:textId="77777777" w:rsidR="003440EA" w:rsidRDefault="004A171D" w:rsidP="00C242A9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Je leert hoe je </w:t>
            </w:r>
            <w:r w:rsidR="00817BC7">
              <w:rPr>
                <w:rFonts w:ascii="Arial" w:hAnsi="Arial" w:cs="Arial"/>
                <w:color w:val="000000" w:themeColor="text1"/>
                <w:sz w:val="24"/>
                <w:szCs w:val="24"/>
              </w:rPr>
              <w:t>een poster/ muurkrant kunt maken.</w:t>
            </w:r>
          </w:p>
          <w:p w14:paraId="7F185FB2" w14:textId="77777777" w:rsidR="00C242A9" w:rsidRPr="00C242A9" w:rsidRDefault="004A171D" w:rsidP="00817BC7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Je leert </w:t>
            </w:r>
            <w:r w:rsidR="00817BC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hoe je dit vervolgens gaat presenteren/pitchen. </w:t>
            </w:r>
          </w:p>
        </w:tc>
      </w:tr>
      <w:tr w:rsidR="003440EA" w14:paraId="2521F16B" w14:textId="77777777" w:rsidTr="003440EA">
        <w:trPr>
          <w:trHeight w:val="43"/>
        </w:trPr>
        <w:tc>
          <w:tcPr>
            <w:tcW w:w="90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CA4767" w14:textId="77777777" w:rsidR="003440EA" w:rsidRPr="003440EA" w:rsidRDefault="003440EA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w:rsidR="003440EA" w14:paraId="6EF489A3" w14:textId="77777777" w:rsidTr="003440EA">
        <w:tc>
          <w:tcPr>
            <w:tcW w:w="90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23755CA" w14:textId="77777777" w:rsidR="003440EA" w:rsidRPr="00CC6DA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CC6D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ga je doen: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(aan de slag)</w:t>
            </w:r>
          </w:p>
          <w:p w14:paraId="3FE2EE8A" w14:textId="77777777" w:rsidR="00912EE9" w:rsidRDefault="00912EE9" w:rsidP="00912EE9">
            <w:pPr>
              <w:rPr>
                <w:rFonts w:ascii="Arial" w:hAnsi="Arial" w:cs="Arial"/>
                <w:sz w:val="24"/>
              </w:rPr>
            </w:pPr>
          </w:p>
          <w:p w14:paraId="7FE5FAE5" w14:textId="77777777" w:rsidR="002A7996" w:rsidRDefault="002A7996" w:rsidP="002A7996">
            <w:pPr>
              <w:rPr>
                <w:rFonts w:ascii="Arial" w:hAnsi="Arial" w:cs="Arial"/>
                <w:sz w:val="24"/>
              </w:rPr>
            </w:pPr>
            <w:r w:rsidRPr="00B90F7E">
              <w:rPr>
                <w:rFonts w:ascii="Arial" w:hAnsi="Arial" w:cs="Arial"/>
                <w:sz w:val="24"/>
              </w:rPr>
              <w:t xml:space="preserve">Je </w:t>
            </w:r>
            <w:r>
              <w:rPr>
                <w:rFonts w:ascii="Arial" w:hAnsi="Arial" w:cs="Arial"/>
                <w:sz w:val="24"/>
              </w:rPr>
              <w:t>start je eigen winkelformule/</w:t>
            </w:r>
            <w:r w:rsidR="00817BC7">
              <w:rPr>
                <w:rFonts w:ascii="Arial" w:hAnsi="Arial" w:cs="Arial"/>
                <w:sz w:val="24"/>
              </w:rPr>
              <w:t>winkel</w:t>
            </w:r>
            <w:r>
              <w:rPr>
                <w:rFonts w:ascii="Arial" w:hAnsi="Arial" w:cs="Arial"/>
                <w:sz w:val="24"/>
              </w:rPr>
              <w:t>concept bedenken.</w:t>
            </w:r>
            <w:r w:rsidRPr="00B90F7E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Het gaat om een groene winkel die zich alleen richt op kant en klare plantenbakken. </w:t>
            </w:r>
          </w:p>
          <w:p w14:paraId="34D7306F" w14:textId="77777777" w:rsidR="00C242A9" w:rsidRDefault="00C242A9" w:rsidP="00C242A9">
            <w:pPr>
              <w:pStyle w:val="Plattetekst"/>
              <w:rPr>
                <w:rFonts w:ascii="Arial" w:hAnsi="Arial" w:cs="Arial"/>
                <w:lang w:val="nl-NL"/>
              </w:rPr>
            </w:pPr>
          </w:p>
          <w:p w14:paraId="3E69D4F0" w14:textId="77777777" w:rsidR="00C242A9" w:rsidRDefault="00C242A9" w:rsidP="00C242A9">
            <w:pPr>
              <w:pStyle w:val="Plattetekst"/>
              <w:rPr>
                <w:rFonts w:ascii="Arial" w:hAnsi="Arial" w:cs="Arial"/>
                <w:lang w:val="nl-NL"/>
              </w:rPr>
            </w:pPr>
          </w:p>
          <w:p w14:paraId="7D1AC104" w14:textId="77777777" w:rsidR="00C242A9" w:rsidRDefault="00C242A9" w:rsidP="00C242A9">
            <w:pPr>
              <w:pStyle w:val="Plattetekst"/>
              <w:rPr>
                <w:rFonts w:ascii="Arial" w:hAnsi="Arial" w:cs="Arial"/>
                <w:lang w:val="nl-NL"/>
              </w:rPr>
            </w:pPr>
          </w:p>
          <w:p w14:paraId="066BC1C0" w14:textId="77777777" w:rsidR="00C242A9" w:rsidRPr="00C242A9" w:rsidRDefault="00C242A9" w:rsidP="00C242A9">
            <w:pPr>
              <w:pStyle w:val="Plattetekst"/>
              <w:rPr>
                <w:rFonts w:ascii="Arial" w:hAnsi="Arial" w:cs="Arial"/>
                <w:lang w:val="nl-NL"/>
              </w:rPr>
            </w:pPr>
          </w:p>
        </w:tc>
      </w:tr>
      <w:tr w:rsidR="003440EA" w14:paraId="5FD7D4EE" w14:textId="77777777" w:rsidTr="00670E4C">
        <w:tc>
          <w:tcPr>
            <w:tcW w:w="9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511678" w14:textId="77777777" w:rsidR="003440EA" w:rsidRPr="003440EA" w:rsidRDefault="003440EA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w:rsidR="003440EA" w14:paraId="10B67673" w14:textId="77777777" w:rsidTr="003440EA"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BDD6EE" w:themeFill="accent1" w:themeFillTint="66"/>
          </w:tcPr>
          <w:p w14:paraId="76109868" w14:textId="77777777" w:rsidR="003440EA" w:rsidRDefault="003440EA" w:rsidP="00D4491C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Dit </w:t>
            </w:r>
            <w:r w:rsidR="00D4491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lever je in:</w:t>
            </w:r>
          </w:p>
          <w:p w14:paraId="75B3C7D6" w14:textId="77777777" w:rsidR="003F446A" w:rsidRDefault="003F446A" w:rsidP="00D4491C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0D0658E7" w14:textId="77777777" w:rsidR="00D4491C" w:rsidRPr="00C242A9" w:rsidRDefault="00817BC7" w:rsidP="00C242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Een foto van jullie poster/muurkrant via het inleverpunt van Groene Vormgeving en Verkoop. Je geeft een presentatie/pitch van je eigen winkelformule/winkelconcept. </w:t>
            </w:r>
            <w:r w:rsidR="00912EE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14:paraId="478D48A5" w14:textId="77777777" w:rsidR="00C242A9" w:rsidRDefault="00C242A9" w:rsidP="00D4491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1228BAA9" w14:textId="77777777" w:rsidR="00C242A9" w:rsidRDefault="00C242A9" w:rsidP="00D4491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3F8D9B45" w14:textId="77777777" w:rsidR="00C242A9" w:rsidRDefault="00C242A9" w:rsidP="00D4491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368A708C" w14:textId="77777777" w:rsidR="00C242A9" w:rsidRDefault="00C242A9" w:rsidP="00D4491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780C7376" w14:textId="77777777" w:rsidR="00C242A9" w:rsidRPr="003440EA" w:rsidRDefault="00C242A9" w:rsidP="00D4491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42EAC190" w14:textId="77777777" w:rsidR="003440EA" w:rsidRDefault="003440E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3109C76" w14:textId="77777777" w:rsidR="00C242A9" w:rsidRDefault="00C242A9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F4F2AF7" w14:textId="77777777" w:rsidR="00C242A9" w:rsidRDefault="00C242A9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B30263D" w14:textId="77777777" w:rsidR="00C242A9" w:rsidRDefault="00C242A9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137CA34" w14:textId="77777777" w:rsidR="00C242A9" w:rsidRDefault="00C242A9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454F0C7" w14:textId="77777777" w:rsidR="00C242A9" w:rsidRDefault="00C242A9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9A5CB7F" w14:textId="77777777" w:rsidR="00C242A9" w:rsidRDefault="00C242A9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87CB2BD" w14:textId="77777777" w:rsidR="003F446A" w:rsidRDefault="003F446A" w:rsidP="00C242A9">
      <w:pPr>
        <w:rPr>
          <w:rFonts w:ascii="Arial" w:hAnsi="Arial" w:cs="Arial"/>
          <w:b/>
          <w:sz w:val="24"/>
        </w:rPr>
      </w:pPr>
    </w:p>
    <w:p w14:paraId="02E1A9D9" w14:textId="77777777" w:rsidR="002A7996" w:rsidRDefault="002A7996" w:rsidP="002A7996">
      <w:pPr>
        <w:rPr>
          <w:rFonts w:ascii="Arial" w:hAnsi="Arial" w:cs="Arial"/>
          <w:b/>
          <w:sz w:val="24"/>
        </w:rPr>
      </w:pPr>
    </w:p>
    <w:p w14:paraId="263D8B41" w14:textId="77777777" w:rsidR="002A7996" w:rsidRDefault="006A1332" w:rsidP="002A7996">
      <w:pPr>
        <w:rPr>
          <w:rFonts w:ascii="Arial" w:hAnsi="Arial" w:cs="Arial"/>
          <w:b/>
          <w:sz w:val="24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4C8ADC1C" wp14:editId="062B0B7F">
            <wp:simplePos x="0" y="0"/>
            <wp:positionH relativeFrom="margin">
              <wp:align>right</wp:align>
            </wp:positionH>
            <wp:positionV relativeFrom="paragraph">
              <wp:posOffset>6119</wp:posOffset>
            </wp:positionV>
            <wp:extent cx="2775692" cy="1971916"/>
            <wp:effectExtent l="0" t="0" r="5715" b="9525"/>
            <wp:wrapThrough wrapText="bothSides">
              <wp:wrapPolygon edited="0">
                <wp:start x="0" y="0"/>
                <wp:lineTo x="0" y="21496"/>
                <wp:lineTo x="21496" y="21496"/>
                <wp:lineTo x="21496" y="0"/>
                <wp:lineTo x="0" y="0"/>
              </wp:wrapPolygon>
            </wp:wrapThrough>
            <wp:docPr id="4" name="Afbeelding 4" descr="Luxe of leegstand? Veel winkelcentra staan voor een zware keuze | De  Volkskr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5692" cy="19719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7996" w:rsidRPr="002A7996">
        <w:rPr>
          <w:rFonts w:ascii="Arial" w:hAnsi="Arial" w:cs="Arial"/>
          <w:b/>
          <w:sz w:val="24"/>
        </w:rPr>
        <w:t>Situatie</w:t>
      </w:r>
    </w:p>
    <w:p w14:paraId="2213F08B" w14:textId="77777777" w:rsidR="006A1332" w:rsidRPr="002A7996" w:rsidRDefault="002A7996" w:rsidP="002A799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 een gedeeltelijk leegstaand</w:t>
      </w:r>
      <w:r w:rsidRPr="002A7996">
        <w:rPr>
          <w:rFonts w:ascii="Arial" w:hAnsi="Arial" w:cs="Arial"/>
          <w:sz w:val="24"/>
        </w:rPr>
        <w:t xml:space="preserve"> </w:t>
      </w:r>
      <w:r w:rsidR="006A1332" w:rsidRPr="002A7996">
        <w:rPr>
          <w:rFonts w:ascii="Arial" w:hAnsi="Arial" w:cs="Arial"/>
          <w:sz w:val="24"/>
        </w:rPr>
        <w:t>winkel</w:t>
      </w:r>
      <w:r w:rsidR="006A1332">
        <w:rPr>
          <w:rFonts w:ascii="Arial" w:hAnsi="Arial" w:cs="Arial"/>
          <w:sz w:val="24"/>
        </w:rPr>
        <w:t>centrum</w:t>
      </w:r>
      <w:r w:rsidRPr="002A7996">
        <w:rPr>
          <w:rFonts w:ascii="Arial" w:hAnsi="Arial" w:cs="Arial"/>
          <w:sz w:val="24"/>
        </w:rPr>
        <w:t xml:space="preserve"> wordt er voor startende ondernemer</w:t>
      </w:r>
      <w:r>
        <w:rPr>
          <w:rFonts w:ascii="Arial" w:hAnsi="Arial" w:cs="Arial"/>
          <w:sz w:val="24"/>
        </w:rPr>
        <w:t xml:space="preserve">s de volgende aanbieding gedaan: </w:t>
      </w:r>
      <w:r w:rsidRPr="002A7996">
        <w:rPr>
          <w:rFonts w:ascii="Arial" w:hAnsi="Arial" w:cs="Arial"/>
          <w:sz w:val="24"/>
        </w:rPr>
        <w:t>Er zijn kleine winkels tegen speciale lage huur</w:t>
      </w:r>
      <w:r>
        <w:rPr>
          <w:rFonts w:ascii="Arial" w:hAnsi="Arial" w:cs="Arial"/>
          <w:sz w:val="24"/>
        </w:rPr>
        <w:t>-</w:t>
      </w:r>
      <w:r w:rsidRPr="002A7996">
        <w:rPr>
          <w:rFonts w:ascii="Arial" w:hAnsi="Arial" w:cs="Arial"/>
          <w:sz w:val="24"/>
        </w:rPr>
        <w:t>tarieven beschikbaar om te starten. Deze aanbieding geldt voor 2 jaar.</w:t>
      </w:r>
    </w:p>
    <w:p w14:paraId="71FFCA40" w14:textId="51989C4D" w:rsidR="002A7996" w:rsidRPr="002A7996" w:rsidRDefault="002A7996" w:rsidP="002A7996">
      <w:pPr>
        <w:rPr>
          <w:rFonts w:ascii="Arial" w:hAnsi="Arial" w:cs="Arial"/>
          <w:sz w:val="24"/>
        </w:rPr>
      </w:pPr>
      <w:r w:rsidRPr="002A7996">
        <w:rPr>
          <w:rFonts w:ascii="Arial" w:hAnsi="Arial" w:cs="Arial"/>
          <w:sz w:val="24"/>
        </w:rPr>
        <w:t>Je besluit hier gebruik van te maken om als zelfstandige een kamerplantenwinkeltje te beginnen. Je richt je op kant en klare plantenbakken.</w:t>
      </w:r>
    </w:p>
    <w:p w14:paraId="7CFEFD92" w14:textId="77777777" w:rsidR="002A7996" w:rsidRDefault="002A7996" w:rsidP="00CE3DC8">
      <w:pPr>
        <w:rPr>
          <w:rFonts w:ascii="Arial" w:hAnsi="Arial" w:cs="Arial"/>
          <w:b/>
          <w:sz w:val="24"/>
        </w:rPr>
      </w:pPr>
    </w:p>
    <w:p w14:paraId="5D52C1D9" w14:textId="77777777" w:rsidR="002A7996" w:rsidRDefault="002A7996" w:rsidP="00CE3DC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Opdracht</w:t>
      </w:r>
    </w:p>
    <w:p w14:paraId="4AE38CC1" w14:textId="77777777" w:rsidR="002A7996" w:rsidRPr="002A7996" w:rsidRDefault="002A7996" w:rsidP="00CE3DC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Geef per stap antwoord op de gestelde vragen doormiddel van plaatjes/woorden. Print het uit in kleur en plak het op een A3- papier. Presenteer je muurkrant/poster vervolgens met je groepje aan de docent. Vertel aan de hand van je muurkrant/poster hoe jullie winkelformule eruit ziet en vertel vooral waarom jullie hier voor hebben gekozen. </w:t>
      </w:r>
    </w:p>
    <w:p w14:paraId="169BA9AC" w14:textId="77777777" w:rsidR="00817BC7" w:rsidRDefault="00817BC7" w:rsidP="002A7996">
      <w:pPr>
        <w:rPr>
          <w:rFonts w:ascii="Arial" w:hAnsi="Arial" w:cs="Arial"/>
          <w:b/>
          <w:sz w:val="24"/>
          <w:szCs w:val="24"/>
        </w:rPr>
      </w:pPr>
    </w:p>
    <w:p w14:paraId="6CC8F1FD" w14:textId="77777777" w:rsidR="002A7996" w:rsidRPr="002A7996" w:rsidRDefault="00CE3DC8" w:rsidP="002A7996">
      <w:pPr>
        <w:rPr>
          <w:rFonts w:ascii="Arial" w:hAnsi="Arial" w:cs="Arial"/>
          <w:sz w:val="24"/>
          <w:szCs w:val="24"/>
        </w:rPr>
      </w:pPr>
      <w:r w:rsidRPr="002A7996">
        <w:rPr>
          <w:rFonts w:ascii="Arial" w:hAnsi="Arial" w:cs="Arial"/>
          <w:b/>
          <w:sz w:val="24"/>
          <w:szCs w:val="24"/>
        </w:rPr>
        <w:t>Stap 1</w:t>
      </w:r>
      <w:r w:rsidR="00912EE9" w:rsidRPr="002A7996">
        <w:rPr>
          <w:rFonts w:ascii="Arial" w:hAnsi="Arial" w:cs="Arial"/>
          <w:b/>
          <w:sz w:val="24"/>
          <w:szCs w:val="24"/>
        </w:rPr>
        <w:t>:</w:t>
      </w:r>
      <w:r w:rsidRPr="002A7996">
        <w:rPr>
          <w:rFonts w:ascii="Arial" w:hAnsi="Arial" w:cs="Arial"/>
          <w:sz w:val="24"/>
          <w:szCs w:val="24"/>
        </w:rPr>
        <w:t xml:space="preserve"> </w:t>
      </w:r>
      <w:r w:rsidR="002A7996" w:rsidRPr="002A7996">
        <w:rPr>
          <w:rFonts w:ascii="Arial" w:eastAsia="Calibri" w:hAnsi="Arial" w:cs="Arial"/>
          <w:sz w:val="24"/>
          <w:szCs w:val="24"/>
        </w:rPr>
        <w:t xml:space="preserve">Jullie winkel </w:t>
      </w:r>
      <w:r w:rsidR="006A1332">
        <w:rPr>
          <w:rFonts w:ascii="Arial" w:eastAsia="Calibri" w:hAnsi="Arial" w:cs="Arial"/>
          <w:sz w:val="24"/>
          <w:szCs w:val="24"/>
        </w:rPr>
        <w:t>gaat</w:t>
      </w:r>
      <w:r w:rsidR="002A7996" w:rsidRPr="002A7996">
        <w:rPr>
          <w:rFonts w:ascii="Arial" w:eastAsia="Calibri" w:hAnsi="Arial" w:cs="Arial"/>
          <w:sz w:val="24"/>
          <w:szCs w:val="24"/>
        </w:rPr>
        <w:t xml:space="preserve"> kant en klare plantenbakken</w:t>
      </w:r>
      <w:r w:rsidR="002A7996" w:rsidRPr="002A7996">
        <w:rPr>
          <w:rFonts w:ascii="Arial" w:eastAsia="Calibri" w:hAnsi="Arial" w:cs="Arial"/>
          <w:b/>
          <w:bCs/>
          <w:i/>
          <w:iCs/>
          <w:sz w:val="24"/>
          <w:szCs w:val="24"/>
        </w:rPr>
        <w:t xml:space="preserve"> </w:t>
      </w:r>
      <w:r w:rsidR="002A7996" w:rsidRPr="002A7996">
        <w:rPr>
          <w:rFonts w:ascii="Arial" w:eastAsia="Calibri" w:hAnsi="Arial" w:cs="Arial"/>
          <w:sz w:val="24"/>
          <w:szCs w:val="24"/>
        </w:rPr>
        <w:t xml:space="preserve">verkopen. </w:t>
      </w:r>
    </w:p>
    <w:p w14:paraId="73F87430" w14:textId="77777777" w:rsidR="002A7996" w:rsidRPr="002A7996" w:rsidRDefault="002A7996" w:rsidP="002A7996">
      <w:pPr>
        <w:pStyle w:val="Lijstalinea"/>
        <w:numPr>
          <w:ilvl w:val="0"/>
          <w:numId w:val="23"/>
        </w:numPr>
        <w:rPr>
          <w:rFonts w:ascii="Arial" w:eastAsiaTheme="minorEastAsia" w:hAnsi="Arial" w:cs="Arial"/>
          <w:sz w:val="24"/>
          <w:szCs w:val="24"/>
        </w:rPr>
      </w:pPr>
      <w:r w:rsidRPr="002A7996">
        <w:rPr>
          <w:rFonts w:ascii="Arial" w:hAnsi="Arial" w:cs="Arial"/>
          <w:sz w:val="24"/>
          <w:szCs w:val="24"/>
        </w:rPr>
        <w:t>Welke producten willen jullie gaan verkopen</w:t>
      </w:r>
      <w:r w:rsidR="006A1332">
        <w:rPr>
          <w:rFonts w:ascii="Arial" w:hAnsi="Arial" w:cs="Arial"/>
          <w:sz w:val="24"/>
          <w:szCs w:val="24"/>
        </w:rPr>
        <w:t xml:space="preserve"> (assortiment)</w:t>
      </w:r>
      <w:r w:rsidRPr="002A7996">
        <w:rPr>
          <w:rFonts w:ascii="Arial" w:hAnsi="Arial" w:cs="Arial"/>
          <w:sz w:val="24"/>
          <w:szCs w:val="24"/>
        </w:rPr>
        <w:t>?</w:t>
      </w:r>
    </w:p>
    <w:p w14:paraId="1D8E4A41" w14:textId="77777777" w:rsidR="002A7996" w:rsidRPr="002A7996" w:rsidRDefault="002A7996" w:rsidP="002A7996">
      <w:pPr>
        <w:pStyle w:val="Lijstalinea"/>
        <w:numPr>
          <w:ilvl w:val="0"/>
          <w:numId w:val="23"/>
        </w:numPr>
        <w:rPr>
          <w:rFonts w:ascii="Arial" w:eastAsiaTheme="minorEastAsia" w:hAnsi="Arial" w:cs="Arial"/>
          <w:sz w:val="24"/>
          <w:szCs w:val="24"/>
        </w:rPr>
      </w:pPr>
      <w:r w:rsidRPr="002A7996">
        <w:rPr>
          <w:rFonts w:ascii="Arial" w:hAnsi="Arial" w:cs="Arial"/>
          <w:sz w:val="24"/>
          <w:szCs w:val="24"/>
        </w:rPr>
        <w:t>Hoeveel ruimte is er nodig voor de producten</w:t>
      </w:r>
      <w:r w:rsidR="006A1332">
        <w:rPr>
          <w:rFonts w:ascii="Arial" w:hAnsi="Arial" w:cs="Arial"/>
          <w:sz w:val="24"/>
          <w:szCs w:val="24"/>
        </w:rPr>
        <w:t xml:space="preserve"> (opslag)</w:t>
      </w:r>
      <w:r w:rsidRPr="002A7996">
        <w:rPr>
          <w:rFonts w:ascii="Arial" w:hAnsi="Arial" w:cs="Arial"/>
          <w:sz w:val="24"/>
          <w:szCs w:val="24"/>
        </w:rPr>
        <w:t>?</w:t>
      </w:r>
    </w:p>
    <w:p w14:paraId="76C359FB" w14:textId="77777777" w:rsidR="002A7996" w:rsidRPr="002A7996" w:rsidRDefault="002A7996" w:rsidP="002A7996">
      <w:pPr>
        <w:pStyle w:val="Lijstalinea"/>
        <w:numPr>
          <w:ilvl w:val="0"/>
          <w:numId w:val="23"/>
        </w:numPr>
        <w:rPr>
          <w:rFonts w:ascii="Arial" w:eastAsiaTheme="minorEastAsia" w:hAnsi="Arial" w:cs="Arial"/>
          <w:sz w:val="24"/>
          <w:szCs w:val="24"/>
        </w:rPr>
      </w:pPr>
      <w:r w:rsidRPr="002A7996">
        <w:rPr>
          <w:rFonts w:ascii="Arial" w:hAnsi="Arial" w:cs="Arial"/>
          <w:sz w:val="24"/>
          <w:szCs w:val="24"/>
        </w:rPr>
        <w:t>Hoe willen jullie die gaan verkopen? In een winkel, of via een webshop?</w:t>
      </w:r>
    </w:p>
    <w:p w14:paraId="3F5FDF21" w14:textId="77777777" w:rsidR="00912EE9" w:rsidRPr="002A7996" w:rsidRDefault="00912EE9" w:rsidP="002A7996">
      <w:pPr>
        <w:rPr>
          <w:rFonts w:ascii="Arial" w:hAnsi="Arial" w:cs="Arial"/>
          <w:b/>
          <w:sz w:val="24"/>
          <w:szCs w:val="24"/>
        </w:rPr>
      </w:pPr>
    </w:p>
    <w:p w14:paraId="5BFFD306" w14:textId="77777777" w:rsidR="002A7996" w:rsidRPr="002A7996" w:rsidRDefault="00817BC7" w:rsidP="002A7996">
      <w:pPr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3C64BB23" wp14:editId="7F6C09CC">
            <wp:simplePos x="0" y="0"/>
            <wp:positionH relativeFrom="margin">
              <wp:align>right</wp:align>
            </wp:positionH>
            <wp:positionV relativeFrom="paragraph">
              <wp:posOffset>5831</wp:posOffset>
            </wp:positionV>
            <wp:extent cx="2889457" cy="2161194"/>
            <wp:effectExtent l="0" t="0" r="6350" b="0"/>
            <wp:wrapThrough wrapText="bothSides">
              <wp:wrapPolygon edited="0">
                <wp:start x="0" y="0"/>
                <wp:lineTo x="0" y="21327"/>
                <wp:lineTo x="21505" y="21327"/>
                <wp:lineTo x="21505" y="0"/>
                <wp:lineTo x="0" y="0"/>
              </wp:wrapPolygon>
            </wp:wrapThrough>
            <wp:docPr id="14" name="Afbeelding 14" descr="Boerderijwinkel – De Naoberhoe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oerderijwinkel – De Naoberhoev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457" cy="2161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3DC8" w:rsidRPr="002A7996">
        <w:rPr>
          <w:rFonts w:ascii="Arial" w:hAnsi="Arial" w:cs="Arial"/>
          <w:b/>
          <w:sz w:val="24"/>
          <w:szCs w:val="24"/>
        </w:rPr>
        <w:t>Stap 2:</w:t>
      </w:r>
      <w:r w:rsidR="00CE3DC8" w:rsidRPr="002A7996">
        <w:rPr>
          <w:rFonts w:ascii="Arial" w:hAnsi="Arial" w:cs="Arial"/>
          <w:sz w:val="24"/>
          <w:szCs w:val="24"/>
        </w:rPr>
        <w:t xml:space="preserve"> </w:t>
      </w:r>
      <w:r w:rsidR="002A7996" w:rsidRPr="002A7996">
        <w:rPr>
          <w:rFonts w:ascii="Arial" w:eastAsia="Calibri" w:hAnsi="Arial" w:cs="Arial"/>
          <w:sz w:val="24"/>
          <w:szCs w:val="24"/>
        </w:rPr>
        <w:t xml:space="preserve">Kies één </w:t>
      </w:r>
      <w:r w:rsidR="006A1332">
        <w:rPr>
          <w:rFonts w:ascii="Arial" w:eastAsia="Calibri" w:hAnsi="Arial" w:cs="Arial"/>
          <w:sz w:val="24"/>
          <w:szCs w:val="24"/>
        </w:rPr>
        <w:t>van de volgende winkelconcepten:</w:t>
      </w:r>
    </w:p>
    <w:p w14:paraId="004F6573" w14:textId="77777777" w:rsidR="002A7996" w:rsidRPr="006A1332" w:rsidRDefault="002A7996" w:rsidP="006A1332">
      <w:pPr>
        <w:pStyle w:val="Lijstalinea"/>
        <w:numPr>
          <w:ilvl w:val="0"/>
          <w:numId w:val="25"/>
        </w:numPr>
        <w:rPr>
          <w:rFonts w:ascii="Arial" w:eastAsiaTheme="minorEastAsia" w:hAnsi="Arial" w:cs="Arial"/>
          <w:sz w:val="24"/>
          <w:szCs w:val="24"/>
        </w:rPr>
      </w:pPr>
      <w:r w:rsidRPr="006A1332">
        <w:rPr>
          <w:rFonts w:ascii="Arial" w:eastAsia="Calibri" w:hAnsi="Arial" w:cs="Arial"/>
          <w:sz w:val="24"/>
          <w:szCs w:val="24"/>
        </w:rPr>
        <w:t>Boerderijwinkel</w:t>
      </w:r>
    </w:p>
    <w:p w14:paraId="00F39F35" w14:textId="77777777" w:rsidR="002A7996" w:rsidRPr="006A1332" w:rsidRDefault="002A7996" w:rsidP="006A1332">
      <w:pPr>
        <w:pStyle w:val="Lijstalinea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6A1332">
        <w:rPr>
          <w:rFonts w:ascii="Arial" w:eastAsia="Calibri" w:hAnsi="Arial" w:cs="Arial"/>
          <w:sz w:val="24"/>
          <w:szCs w:val="24"/>
        </w:rPr>
        <w:t>Speciaalzaak</w:t>
      </w:r>
    </w:p>
    <w:p w14:paraId="1D2F7119" w14:textId="77777777" w:rsidR="002A7996" w:rsidRPr="006A1332" w:rsidRDefault="002A7996" w:rsidP="006A1332">
      <w:pPr>
        <w:pStyle w:val="Lijstalinea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6A1332">
        <w:rPr>
          <w:rFonts w:ascii="Arial" w:eastAsia="Calibri" w:hAnsi="Arial" w:cs="Arial"/>
          <w:sz w:val="24"/>
          <w:szCs w:val="24"/>
        </w:rPr>
        <w:t>Supermarkt</w:t>
      </w:r>
    </w:p>
    <w:p w14:paraId="4012A0D0" w14:textId="77777777" w:rsidR="002A7996" w:rsidRPr="006A1332" w:rsidRDefault="006A1332" w:rsidP="006A1332">
      <w:pPr>
        <w:pStyle w:val="Lijstalinea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Marktkraam (</w:t>
      </w:r>
      <w:r w:rsidR="002A7996" w:rsidRPr="006A1332">
        <w:rPr>
          <w:rFonts w:ascii="Arial" w:eastAsia="Calibri" w:hAnsi="Arial" w:cs="Arial"/>
          <w:sz w:val="24"/>
          <w:szCs w:val="24"/>
        </w:rPr>
        <w:t>ambulante handel)</w:t>
      </w:r>
    </w:p>
    <w:p w14:paraId="25B02AB9" w14:textId="77777777" w:rsidR="002A7996" w:rsidRPr="006A1332" w:rsidRDefault="002A7996" w:rsidP="006A1332">
      <w:pPr>
        <w:pStyle w:val="Lijstalinea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6A1332">
        <w:rPr>
          <w:rFonts w:ascii="Arial" w:eastAsia="Calibri" w:hAnsi="Arial" w:cs="Arial"/>
          <w:sz w:val="24"/>
          <w:szCs w:val="24"/>
        </w:rPr>
        <w:t>Webwinkel</w:t>
      </w:r>
    </w:p>
    <w:p w14:paraId="7263C8E8" w14:textId="77777777" w:rsidR="006A1332" w:rsidRDefault="006A1332" w:rsidP="002A7996">
      <w:pPr>
        <w:rPr>
          <w:rFonts w:ascii="Arial" w:hAnsi="Arial" w:cs="Arial"/>
          <w:b/>
          <w:sz w:val="24"/>
          <w:szCs w:val="24"/>
        </w:rPr>
      </w:pPr>
    </w:p>
    <w:p w14:paraId="791F53FB" w14:textId="77777777" w:rsidR="00817BC7" w:rsidRDefault="00817BC7" w:rsidP="002A7996">
      <w:pPr>
        <w:rPr>
          <w:rFonts w:ascii="Arial" w:hAnsi="Arial" w:cs="Arial"/>
          <w:b/>
          <w:sz w:val="24"/>
          <w:szCs w:val="24"/>
        </w:rPr>
      </w:pPr>
    </w:p>
    <w:p w14:paraId="41E5AD02" w14:textId="77777777" w:rsidR="006A1332" w:rsidRDefault="00CE3DC8" w:rsidP="002A7996">
      <w:pPr>
        <w:rPr>
          <w:rFonts w:ascii="Arial" w:eastAsia="Calibri" w:hAnsi="Arial" w:cs="Arial"/>
          <w:sz w:val="24"/>
          <w:szCs w:val="24"/>
        </w:rPr>
      </w:pPr>
      <w:r w:rsidRPr="002A7996">
        <w:rPr>
          <w:rFonts w:ascii="Arial" w:hAnsi="Arial" w:cs="Arial"/>
          <w:b/>
          <w:sz w:val="24"/>
          <w:szCs w:val="24"/>
        </w:rPr>
        <w:t>Stap 3:</w:t>
      </w:r>
      <w:r w:rsidRPr="002A7996">
        <w:rPr>
          <w:rFonts w:ascii="Arial" w:hAnsi="Arial" w:cs="Arial"/>
          <w:sz w:val="24"/>
          <w:szCs w:val="24"/>
        </w:rPr>
        <w:t xml:space="preserve"> </w:t>
      </w:r>
      <w:r w:rsidR="002A7996" w:rsidRPr="002A7996">
        <w:rPr>
          <w:rFonts w:ascii="Arial" w:eastAsia="Calibri" w:hAnsi="Arial" w:cs="Arial"/>
          <w:sz w:val="24"/>
          <w:szCs w:val="24"/>
        </w:rPr>
        <w:t>Ontwikkel een eigen wi</w:t>
      </w:r>
      <w:r w:rsidR="006A1332">
        <w:rPr>
          <w:rFonts w:ascii="Arial" w:eastAsia="Calibri" w:hAnsi="Arial" w:cs="Arial"/>
          <w:sz w:val="24"/>
          <w:szCs w:val="24"/>
        </w:rPr>
        <w:t xml:space="preserve">nkelformule. </w:t>
      </w:r>
    </w:p>
    <w:p w14:paraId="232B0410" w14:textId="77777777" w:rsidR="006A1332" w:rsidRPr="006A1332" w:rsidRDefault="006A1332" w:rsidP="006A1332">
      <w:pPr>
        <w:pStyle w:val="Lijstalinea"/>
        <w:numPr>
          <w:ilvl w:val="0"/>
          <w:numId w:val="26"/>
        </w:numPr>
        <w:rPr>
          <w:rFonts w:ascii="Arial" w:eastAsia="Calibri" w:hAnsi="Arial" w:cs="Arial"/>
          <w:sz w:val="24"/>
          <w:szCs w:val="24"/>
        </w:rPr>
      </w:pPr>
      <w:r w:rsidRPr="006A1332">
        <w:rPr>
          <w:rFonts w:ascii="Arial" w:eastAsia="Calibri" w:hAnsi="Arial" w:cs="Arial"/>
          <w:sz w:val="24"/>
          <w:szCs w:val="24"/>
        </w:rPr>
        <w:t xml:space="preserve">Hoe willen jullie </w:t>
      </w:r>
      <w:r w:rsidR="002A7996" w:rsidRPr="006A1332">
        <w:rPr>
          <w:rFonts w:ascii="Arial" w:eastAsia="Calibri" w:hAnsi="Arial" w:cs="Arial"/>
          <w:sz w:val="24"/>
          <w:szCs w:val="24"/>
        </w:rPr>
        <w:t xml:space="preserve">dat de klant zich thuis voelt in de winkel. </w:t>
      </w:r>
    </w:p>
    <w:p w14:paraId="4447A797" w14:textId="77777777" w:rsidR="002A7996" w:rsidRPr="006A1332" w:rsidRDefault="002A7996" w:rsidP="006A1332">
      <w:pPr>
        <w:pStyle w:val="Lijstalinea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6A1332">
        <w:rPr>
          <w:rFonts w:ascii="Arial" w:eastAsia="Calibri" w:hAnsi="Arial" w:cs="Arial"/>
          <w:sz w:val="24"/>
          <w:szCs w:val="24"/>
        </w:rPr>
        <w:t xml:space="preserve">Wat willen jullie uitstralen met de winkel? </w:t>
      </w:r>
    </w:p>
    <w:p w14:paraId="0BF5142A" w14:textId="77777777" w:rsidR="00CE3DC8" w:rsidRPr="006A1332" w:rsidRDefault="002A7996" w:rsidP="006A1332">
      <w:pPr>
        <w:pStyle w:val="Lijstalinea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6A1332">
        <w:rPr>
          <w:rFonts w:ascii="Arial" w:eastAsia="Calibri" w:hAnsi="Arial" w:cs="Arial"/>
          <w:sz w:val="24"/>
          <w:szCs w:val="24"/>
        </w:rPr>
        <w:t>Belangrijk hierbij is de sfeer in de winkel en het imago dat de winkel uitstraalt.</w:t>
      </w:r>
      <w:r w:rsidR="006A1332" w:rsidRPr="006A1332">
        <w:rPr>
          <w:rFonts w:ascii="Arial" w:eastAsia="Calibri" w:hAnsi="Arial" w:cs="Arial"/>
          <w:sz w:val="24"/>
          <w:szCs w:val="24"/>
        </w:rPr>
        <w:t xml:space="preserve"> </w:t>
      </w:r>
      <w:r w:rsidRPr="006A1332">
        <w:rPr>
          <w:rFonts w:ascii="Arial" w:eastAsia="Calibri" w:hAnsi="Arial" w:cs="Arial"/>
          <w:sz w:val="24"/>
          <w:szCs w:val="24"/>
        </w:rPr>
        <w:t>Beschrijf dit precies.</w:t>
      </w:r>
    </w:p>
    <w:p w14:paraId="54134D99" w14:textId="77777777" w:rsidR="006A1332" w:rsidRDefault="006A1332" w:rsidP="002A7996">
      <w:pPr>
        <w:rPr>
          <w:rFonts w:ascii="Arial" w:hAnsi="Arial" w:cs="Arial"/>
          <w:b/>
          <w:sz w:val="24"/>
          <w:szCs w:val="24"/>
        </w:rPr>
      </w:pPr>
    </w:p>
    <w:p w14:paraId="0394C538" w14:textId="77777777" w:rsidR="002A7996" w:rsidRPr="002A7996" w:rsidRDefault="00817BC7" w:rsidP="002A7996">
      <w:pPr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6EC0E060" wp14:editId="786CBA15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3089275" cy="2059305"/>
            <wp:effectExtent l="0" t="0" r="0" b="0"/>
            <wp:wrapThrough wrapText="bothSides">
              <wp:wrapPolygon edited="0">
                <wp:start x="0" y="0"/>
                <wp:lineTo x="0" y="21380"/>
                <wp:lineTo x="21445" y="21380"/>
                <wp:lineTo x="21445" y="0"/>
                <wp:lineTo x="0" y="0"/>
              </wp:wrapPolygon>
            </wp:wrapThrough>
            <wp:docPr id="16" name="Afbeelding 16" descr="Doelgroepgerichte marketing voor uw succes - Promostore Bl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oelgroepgerichte marketing voor uw succes - Promostore Blo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275" cy="205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3DC8" w:rsidRPr="002A7996">
        <w:rPr>
          <w:rFonts w:ascii="Arial" w:hAnsi="Arial" w:cs="Arial"/>
          <w:b/>
          <w:sz w:val="24"/>
          <w:szCs w:val="24"/>
        </w:rPr>
        <w:t>Stap 4:</w:t>
      </w:r>
      <w:r w:rsidR="00CE3DC8" w:rsidRPr="002A7996">
        <w:rPr>
          <w:rFonts w:ascii="Arial" w:hAnsi="Arial" w:cs="Arial"/>
          <w:sz w:val="24"/>
          <w:szCs w:val="24"/>
        </w:rPr>
        <w:t xml:space="preserve"> </w:t>
      </w:r>
      <w:r w:rsidR="006A1332">
        <w:rPr>
          <w:rFonts w:ascii="Arial" w:eastAsia="Calibri" w:hAnsi="Arial" w:cs="Arial"/>
          <w:sz w:val="24"/>
          <w:szCs w:val="24"/>
        </w:rPr>
        <w:t>Bepaal de doelgroep.</w:t>
      </w:r>
    </w:p>
    <w:p w14:paraId="7D5EB8A0" w14:textId="77777777" w:rsidR="002A7996" w:rsidRPr="002A7996" w:rsidRDefault="002A7996" w:rsidP="002A7996">
      <w:pPr>
        <w:pStyle w:val="Lijstalinea"/>
        <w:numPr>
          <w:ilvl w:val="0"/>
          <w:numId w:val="23"/>
        </w:numPr>
        <w:rPr>
          <w:rFonts w:ascii="Arial" w:eastAsiaTheme="minorEastAsia" w:hAnsi="Arial" w:cs="Arial"/>
          <w:sz w:val="24"/>
          <w:szCs w:val="24"/>
        </w:rPr>
      </w:pPr>
      <w:r w:rsidRPr="002A7996">
        <w:rPr>
          <w:rFonts w:ascii="Arial" w:hAnsi="Arial" w:cs="Arial"/>
          <w:sz w:val="24"/>
          <w:szCs w:val="24"/>
        </w:rPr>
        <w:t>Wie zouden er in de winkel moeten komen?</w:t>
      </w:r>
    </w:p>
    <w:p w14:paraId="35DDD6AD" w14:textId="77777777" w:rsidR="002A7996" w:rsidRPr="00817BC7" w:rsidRDefault="002A7996" w:rsidP="002A7996">
      <w:pPr>
        <w:pStyle w:val="Lijstalinea"/>
        <w:numPr>
          <w:ilvl w:val="0"/>
          <w:numId w:val="23"/>
        </w:numPr>
        <w:rPr>
          <w:rFonts w:ascii="Arial" w:eastAsiaTheme="minorEastAsia" w:hAnsi="Arial" w:cs="Arial"/>
          <w:sz w:val="24"/>
          <w:szCs w:val="24"/>
        </w:rPr>
      </w:pPr>
      <w:r w:rsidRPr="002A7996">
        <w:rPr>
          <w:rFonts w:ascii="Arial" w:hAnsi="Arial" w:cs="Arial"/>
          <w:sz w:val="24"/>
          <w:szCs w:val="24"/>
        </w:rPr>
        <w:t>Welke producten gaan jullie verkopen?</w:t>
      </w:r>
    </w:p>
    <w:p w14:paraId="1A816AC4" w14:textId="77777777" w:rsidR="00817BC7" w:rsidRPr="002A7996" w:rsidRDefault="00817BC7" w:rsidP="002A7996">
      <w:pPr>
        <w:pStyle w:val="Lijstalinea"/>
        <w:numPr>
          <w:ilvl w:val="0"/>
          <w:numId w:val="23"/>
        </w:numPr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personen zullen jullie producten vooral gaan kopen?</w:t>
      </w:r>
    </w:p>
    <w:p w14:paraId="71E9925A" w14:textId="77777777" w:rsidR="00817BC7" w:rsidRDefault="00817BC7" w:rsidP="002A7996">
      <w:pPr>
        <w:rPr>
          <w:rFonts w:ascii="Arial" w:hAnsi="Arial" w:cs="Arial"/>
          <w:b/>
          <w:sz w:val="24"/>
          <w:szCs w:val="24"/>
        </w:rPr>
      </w:pPr>
    </w:p>
    <w:p w14:paraId="28A08CE5" w14:textId="77777777" w:rsidR="00817BC7" w:rsidRDefault="00817BC7" w:rsidP="002A7996">
      <w:pPr>
        <w:rPr>
          <w:rFonts w:ascii="Arial" w:hAnsi="Arial" w:cs="Arial"/>
          <w:b/>
          <w:sz w:val="24"/>
          <w:szCs w:val="24"/>
        </w:rPr>
      </w:pPr>
    </w:p>
    <w:p w14:paraId="3249ECF5" w14:textId="77777777" w:rsidR="006A1332" w:rsidRDefault="00CE3DC8" w:rsidP="002A7996">
      <w:pPr>
        <w:rPr>
          <w:rFonts w:ascii="Arial" w:eastAsia="Calibri" w:hAnsi="Arial" w:cs="Arial"/>
          <w:sz w:val="24"/>
          <w:szCs w:val="24"/>
        </w:rPr>
      </w:pPr>
      <w:r w:rsidRPr="002A7996">
        <w:rPr>
          <w:rFonts w:ascii="Arial" w:hAnsi="Arial" w:cs="Arial"/>
          <w:b/>
          <w:sz w:val="24"/>
          <w:szCs w:val="24"/>
        </w:rPr>
        <w:t>Stap 5:</w:t>
      </w:r>
      <w:r w:rsidRPr="002A7996">
        <w:rPr>
          <w:rFonts w:ascii="Arial" w:hAnsi="Arial" w:cs="Arial"/>
          <w:sz w:val="24"/>
          <w:szCs w:val="24"/>
        </w:rPr>
        <w:t xml:space="preserve"> </w:t>
      </w:r>
      <w:r w:rsidR="002A7996" w:rsidRPr="002A7996">
        <w:rPr>
          <w:rFonts w:ascii="Arial" w:eastAsia="Calibri" w:hAnsi="Arial" w:cs="Arial"/>
          <w:sz w:val="24"/>
          <w:szCs w:val="24"/>
        </w:rPr>
        <w:t xml:space="preserve">Jullie hebben nu al een heel duidelijk beeld hoe de winkel eruit zou moeten zien. </w:t>
      </w:r>
    </w:p>
    <w:p w14:paraId="59143C95" w14:textId="77777777" w:rsidR="002A7996" w:rsidRPr="006A1332" w:rsidRDefault="002A7996" w:rsidP="006A1332">
      <w:pPr>
        <w:pStyle w:val="Lijstalinea"/>
        <w:numPr>
          <w:ilvl w:val="0"/>
          <w:numId w:val="27"/>
        </w:numPr>
        <w:rPr>
          <w:rFonts w:ascii="Arial" w:eastAsia="Calibri" w:hAnsi="Arial" w:cs="Arial"/>
          <w:sz w:val="24"/>
          <w:szCs w:val="24"/>
        </w:rPr>
      </w:pPr>
      <w:r w:rsidRPr="006A1332">
        <w:rPr>
          <w:rFonts w:ascii="Arial" w:eastAsia="Calibri" w:hAnsi="Arial" w:cs="Arial"/>
          <w:sz w:val="24"/>
          <w:szCs w:val="24"/>
        </w:rPr>
        <w:t>Bedenk een naam.</w:t>
      </w:r>
    </w:p>
    <w:p w14:paraId="78650834" w14:textId="77777777" w:rsidR="006A1332" w:rsidRDefault="006A1332" w:rsidP="002A7996">
      <w:pPr>
        <w:pStyle w:val="Lijstalinea"/>
        <w:numPr>
          <w:ilvl w:val="0"/>
          <w:numId w:val="27"/>
        </w:numPr>
        <w:rPr>
          <w:rFonts w:ascii="Arial" w:eastAsia="Calibri" w:hAnsi="Arial" w:cs="Arial"/>
          <w:sz w:val="24"/>
          <w:szCs w:val="24"/>
        </w:rPr>
      </w:pPr>
      <w:r w:rsidRPr="006A1332">
        <w:rPr>
          <w:rFonts w:ascii="Arial" w:eastAsia="Calibri" w:hAnsi="Arial" w:cs="Arial"/>
          <w:sz w:val="24"/>
          <w:szCs w:val="24"/>
        </w:rPr>
        <w:t>Ontwikkel een logo.</w:t>
      </w:r>
    </w:p>
    <w:p w14:paraId="56F89831" w14:textId="77777777" w:rsidR="006A1332" w:rsidRDefault="002A7996" w:rsidP="002A7996">
      <w:pPr>
        <w:pStyle w:val="Lijstalinea"/>
        <w:numPr>
          <w:ilvl w:val="0"/>
          <w:numId w:val="27"/>
        </w:numPr>
        <w:rPr>
          <w:rFonts w:ascii="Arial" w:eastAsia="Calibri" w:hAnsi="Arial" w:cs="Arial"/>
          <w:sz w:val="24"/>
          <w:szCs w:val="24"/>
        </w:rPr>
      </w:pPr>
      <w:r w:rsidRPr="006A1332">
        <w:rPr>
          <w:rFonts w:ascii="Arial" w:eastAsia="Calibri" w:hAnsi="Arial" w:cs="Arial"/>
          <w:sz w:val="24"/>
          <w:szCs w:val="24"/>
        </w:rPr>
        <w:t>Gaan jul</w:t>
      </w:r>
      <w:r w:rsidR="006A1332">
        <w:rPr>
          <w:rFonts w:ascii="Arial" w:eastAsia="Calibri" w:hAnsi="Arial" w:cs="Arial"/>
          <w:sz w:val="24"/>
          <w:szCs w:val="24"/>
        </w:rPr>
        <w:t>lie ook bedrijfskleding gebruik?</w:t>
      </w:r>
    </w:p>
    <w:p w14:paraId="19F37FD2" w14:textId="77777777" w:rsidR="00CE3DC8" w:rsidRDefault="006A1332" w:rsidP="002A7996">
      <w:pPr>
        <w:pStyle w:val="Lijstalinea"/>
        <w:numPr>
          <w:ilvl w:val="0"/>
          <w:numId w:val="27"/>
        </w:num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H</w:t>
      </w:r>
      <w:r w:rsidR="002A7996" w:rsidRPr="006A1332">
        <w:rPr>
          <w:rFonts w:ascii="Arial" w:eastAsia="Calibri" w:hAnsi="Arial" w:cs="Arial"/>
          <w:sz w:val="24"/>
          <w:szCs w:val="24"/>
        </w:rPr>
        <w:t xml:space="preserve">ebben jullie een bedrijfsauto? </w:t>
      </w:r>
    </w:p>
    <w:p w14:paraId="2D7B63F9" w14:textId="77777777" w:rsidR="00817BC7" w:rsidRDefault="00817BC7" w:rsidP="002A7996">
      <w:pPr>
        <w:pStyle w:val="Lijstalinea"/>
        <w:numPr>
          <w:ilvl w:val="0"/>
          <w:numId w:val="27"/>
        </w:num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Vindt je duurzaamheid belangrijk?</w:t>
      </w:r>
    </w:p>
    <w:p w14:paraId="71B70246" w14:textId="77777777" w:rsidR="00817BC7" w:rsidRDefault="00817BC7" w:rsidP="00817BC7">
      <w:pPr>
        <w:pStyle w:val="Lijstalinea"/>
        <w:rPr>
          <w:rFonts w:ascii="Arial" w:eastAsia="Calibri" w:hAnsi="Arial" w:cs="Arial"/>
          <w:sz w:val="24"/>
          <w:szCs w:val="24"/>
        </w:rPr>
      </w:pPr>
    </w:p>
    <w:p w14:paraId="14DF27D3" w14:textId="77777777" w:rsidR="00817BC7" w:rsidRPr="00817BC7" w:rsidRDefault="00817BC7" w:rsidP="00817BC7">
      <w:pPr>
        <w:rPr>
          <w:rFonts w:ascii="Arial" w:eastAsia="Calibri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7E2BB787" wp14:editId="6E2CB8A4">
            <wp:extent cx="5741563" cy="3586371"/>
            <wp:effectExtent l="0" t="0" r="0" b="0"/>
            <wp:docPr id="17" name="Afbeelding 17" descr="logos merken achtergrond - The Legal Gro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logos merken achtergrond - The Legal Group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981" cy="3605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078ECF" w14:textId="77777777" w:rsidR="006A1332" w:rsidRDefault="006A1332" w:rsidP="006A1332">
      <w:pPr>
        <w:rPr>
          <w:b/>
          <w:color w:val="FF0000"/>
          <w:sz w:val="28"/>
        </w:rPr>
      </w:pPr>
    </w:p>
    <w:p w14:paraId="4CFE8E24" w14:textId="77777777" w:rsidR="00912EE9" w:rsidRPr="00817BC7" w:rsidRDefault="006A1332" w:rsidP="00817BC7">
      <w:pPr>
        <w:jc w:val="center"/>
        <w:rPr>
          <w:noProof/>
          <w:color w:val="000000" w:themeColor="text1"/>
          <w:lang w:eastAsia="nl-NL"/>
        </w:rPr>
      </w:pPr>
      <w:r w:rsidRPr="00817BC7">
        <w:rPr>
          <w:rFonts w:ascii="Arial" w:hAnsi="Arial" w:cs="Arial"/>
          <w:b/>
          <w:color w:val="000000" w:themeColor="text1"/>
          <w:sz w:val="28"/>
        </w:rPr>
        <w:t>Verwerk alle informatie op een muurkrant/poster en presenteer (pitch) deze vervolgens aan je docent in ongeveer 10 minuten</w:t>
      </w:r>
      <w:r w:rsidR="00817BC7" w:rsidRPr="00817BC7">
        <w:rPr>
          <w:rFonts w:ascii="Arial" w:hAnsi="Arial" w:cs="Arial"/>
          <w:b/>
          <w:color w:val="000000" w:themeColor="text1"/>
          <w:sz w:val="28"/>
        </w:rPr>
        <w:t>.</w:t>
      </w:r>
    </w:p>
    <w:p w14:paraId="5C9FC6FB" w14:textId="77777777" w:rsidR="00C242A9" w:rsidRDefault="00C242A9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sectPr w:rsidR="00C242A9" w:rsidSect="00513B8D">
      <w:headerReference w:type="default" r:id="rId18"/>
      <w:footerReference w:type="default" r:id="rId19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8CD5A" w14:textId="77777777" w:rsidR="009C630B" w:rsidRDefault="009C630B" w:rsidP="0036770B">
      <w:pPr>
        <w:spacing w:after="0" w:line="240" w:lineRule="auto"/>
      </w:pPr>
      <w:r>
        <w:separator/>
      </w:r>
    </w:p>
  </w:endnote>
  <w:endnote w:type="continuationSeparator" w:id="0">
    <w:p w14:paraId="3C4F152E" w14:textId="77777777" w:rsidR="009C630B" w:rsidRDefault="009C630B" w:rsidP="00367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3221F" w14:textId="77777777" w:rsidR="00D4491C" w:rsidRDefault="00D4491C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68480" behindDoc="0" locked="0" layoutInCell="1" allowOverlap="1" wp14:anchorId="2ADE0BA5" wp14:editId="2FC3C0BD">
          <wp:simplePos x="0" y="0"/>
          <wp:positionH relativeFrom="column">
            <wp:posOffset>-396875</wp:posOffset>
          </wp:positionH>
          <wp:positionV relativeFrom="paragraph">
            <wp:posOffset>61595</wp:posOffset>
          </wp:positionV>
          <wp:extent cx="922020" cy="349885"/>
          <wp:effectExtent l="0" t="0" r="0" b="0"/>
          <wp:wrapSquare wrapText="bothSides"/>
          <wp:docPr id="219" name="Afbeelding 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020" cy="34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386339705"/>
        <w:docPartObj>
          <w:docPartGallery w:val="Page Numbers (Bottom of Page)"/>
          <w:docPartUnique/>
        </w:docPartObj>
      </w:sdtPr>
      <w:sdtContent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40320" behindDoc="0" locked="0" layoutInCell="1" allowOverlap="1" wp14:anchorId="1DD128A4" wp14:editId="074BDD85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18" name="Rechthoek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80B90D" w14:textId="77777777" w:rsidR="00D4491C" w:rsidRDefault="00D4491C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B342CC" w:rsidRPr="00B342CC">
                                <w:rPr>
                                  <w:noProof/>
                                  <w:color w:val="ED7D31" w:themeColor="accent2"/>
                                </w:rPr>
                                <w:t>1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1DD128A4" id="Rechthoek 218" o:spid="_x0000_s1034" style="position:absolute;margin-left:0;margin-top:0;width:44.55pt;height:15.1pt;rotation:180;flip:x;z-index:2516403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" filled="f" fillcolor="#c0504d" stroked="f" strokecolor="#5c83b4" strokeweight="2.25pt">
                  <v:textbox inset=",0,,0">
                    <w:txbxContent>
                      <w:p w14:paraId="4E80B90D" w14:textId="77777777" w:rsidR="00D4491C" w:rsidRDefault="00D4491C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B342CC" w:rsidRPr="00B342CC">
                          <w:rPr>
                            <w:noProof/>
                            <w:color w:val="ED7D31" w:themeColor="accent2"/>
                          </w:rPr>
                          <w:t>1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23D59" w14:textId="77777777" w:rsidR="009C630B" w:rsidRDefault="009C630B" w:rsidP="0036770B">
      <w:pPr>
        <w:spacing w:after="0" w:line="240" w:lineRule="auto"/>
      </w:pPr>
      <w:r>
        <w:separator/>
      </w:r>
    </w:p>
  </w:footnote>
  <w:footnote w:type="continuationSeparator" w:id="0">
    <w:p w14:paraId="326E87C4" w14:textId="77777777" w:rsidR="009C630B" w:rsidRDefault="009C630B" w:rsidP="00367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048B8" w14:textId="77777777" w:rsidR="001C46D2" w:rsidRDefault="001C46D2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0A3778D" wp14:editId="0A2E3757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CBD76AC" w14:textId="77777777" w:rsidR="001C46D2" w:rsidRPr="00CA4557" w:rsidRDefault="00232C7D" w:rsidP="0036770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Groene Vormgeving en Verkoop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A3778D" id="Rechthoek 3" o:spid="_x0000_s1029" style="position:absolute;margin-left:265.05pt;margin-top:-.8pt;width:191.5pt;height:2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" fillcolor="#375623 [1609]" strokecolor="#375623 [1609]" strokeweight="1pt">
              <v:textbox>
                <w:txbxContent>
                  <w:p w14:paraId="0CBD76AC" w14:textId="77777777" w:rsidR="001C46D2" w:rsidRPr="00CA4557" w:rsidRDefault="00232C7D" w:rsidP="0036770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Groene Vormgeving en Verkoop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0DB34A" wp14:editId="6AA3D793">
              <wp:simplePos x="0" y="0"/>
              <wp:positionH relativeFrom="column">
                <wp:posOffset>14605</wp:posOffset>
              </wp:positionH>
              <wp:positionV relativeFrom="paragraph">
                <wp:posOffset>-10668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5500326" w14:textId="77777777" w:rsidR="001C46D2" w:rsidRPr="0036770B" w:rsidRDefault="002A7996" w:rsidP="0036770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Een winkelformule maken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0DB34A" id="Rechthoek 1" o:spid="_x0000_s1030" style="position:absolute;margin-left:1.15pt;margin-top:-.85pt;width:271.7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" fillcolor="white [3212]" strokecolor="#375623 [1609]" strokeweight="1pt">
              <v:textbox>
                <w:txbxContent>
                  <w:p w14:paraId="65500326" w14:textId="77777777" w:rsidR="001C46D2" w:rsidRPr="0036770B" w:rsidRDefault="002A7996" w:rsidP="0036770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Een winkelformule maken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2A921D5C" wp14:editId="427D2F09">
              <wp:simplePos x="0" y="0"/>
              <wp:positionH relativeFrom="column">
                <wp:posOffset>2215261</wp:posOffset>
              </wp:positionH>
              <wp:positionV relativeFrom="paragraph">
                <wp:posOffset>-132588</wp:posOffset>
              </wp:positionV>
              <wp:extent cx="1152144" cy="512064"/>
              <wp:effectExtent l="0" t="0" r="1016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52144" cy="512064"/>
                        <a:chOff x="0" y="0"/>
                        <a:chExt cx="1152144" cy="512064"/>
                      </a:xfrm>
                    </wpg:grpSpPr>
                    <wps:wsp>
                      <wps:cNvPr id="2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E2DD02" w14:textId="77777777" w:rsidR="001C46D2" w:rsidRPr="0036770B" w:rsidRDefault="003440EA" w:rsidP="00C7152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Praktijk</w:t>
                            </w:r>
                            <w:r w:rsidR="001C46D2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C46D2" w:rsidRPr="0036770B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opdracht</w:t>
                            </w:r>
                          </w:p>
                          <w:p w14:paraId="1B458A64" w14:textId="77777777" w:rsidR="001C46D2" w:rsidRPr="0036770B" w:rsidRDefault="001C46D2" w:rsidP="0036770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81553186" name="Rechthoek 4"/>
                      <wps:cNvSpPr/>
                      <wps:spPr>
                        <a:xfrm>
                          <a:off x="835152" y="0"/>
                          <a:ext cx="316992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3343E9" w14:textId="77777777" w:rsidR="001C46D2" w:rsidRPr="0036770B" w:rsidRDefault="001C46D2" w:rsidP="00CA4557">
                            <w:pPr>
                              <w:spacing w:before="120"/>
                              <w:rPr>
                                <w:rFonts w:ascii="Cambria" w:hAnsi="Cambria"/>
                                <w:color w:val="385623" w:themeColor="accent6" w:themeShade="8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A921D5C" id="Groep 5" o:spid="_x0000_s1031" style="position:absolute;margin-left:174.45pt;margin-top:-10.45pt;width:90.7pt;height:40.3pt;z-index:251665408" coordsize="11521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">
              <v:rect id="Rechthoek 2" o:spid="_x0000_s1032" style="position:absolute;width:8351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" fillcolor="#f95a1b" strokecolor="#1f4d78 [1604]" strokeweight="1pt">
                <v:textbox>
                  <w:txbxContent>
                    <w:p w14:paraId="75E2DD02" w14:textId="77777777" w:rsidR="001C46D2" w:rsidRPr="0036770B" w:rsidRDefault="003440EA" w:rsidP="00C71521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Praktijk</w:t>
                      </w:r>
                      <w:r w:rsidR="001C46D2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1C46D2" w:rsidRPr="0036770B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opdracht</w:t>
                      </w:r>
                    </w:p>
                    <w:p w14:paraId="1B458A64" w14:textId="77777777" w:rsidR="001C46D2" w:rsidRPr="0036770B" w:rsidRDefault="001C46D2" w:rsidP="0036770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33" style="position:absolute;left:8351;width:3170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" fillcolor="white [3212]" strokecolor="#1f4d78 [1604]" strokeweight="1pt">
                <v:textbox>
                  <w:txbxContent>
                    <w:p w14:paraId="693343E9" w14:textId="77777777" w:rsidR="001C46D2" w:rsidRPr="0036770B" w:rsidRDefault="001C46D2" w:rsidP="00CA4557">
                      <w:pPr>
                        <w:spacing w:before="120"/>
                        <w:rPr>
                          <w:rFonts w:ascii="Cambria" w:hAnsi="Cambria"/>
                          <w:color w:val="385623" w:themeColor="accent6" w:themeShade="80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E304B"/>
    <w:multiLevelType w:val="hybridMultilevel"/>
    <w:tmpl w:val="D5F84406"/>
    <w:lvl w:ilvl="0" w:tplc="781E8D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67770"/>
    <w:multiLevelType w:val="hybridMultilevel"/>
    <w:tmpl w:val="CD82B2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F6786"/>
    <w:multiLevelType w:val="hybridMultilevel"/>
    <w:tmpl w:val="92BCE1B4"/>
    <w:lvl w:ilvl="0" w:tplc="781E8D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C6738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004A5"/>
    <w:multiLevelType w:val="hybridMultilevel"/>
    <w:tmpl w:val="A99C65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00760"/>
    <w:multiLevelType w:val="hybridMultilevel"/>
    <w:tmpl w:val="4F3E6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87FE2"/>
    <w:multiLevelType w:val="hybridMultilevel"/>
    <w:tmpl w:val="9758877A"/>
    <w:lvl w:ilvl="0" w:tplc="781E8D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84F02"/>
    <w:multiLevelType w:val="hybridMultilevel"/>
    <w:tmpl w:val="AFCA4F26"/>
    <w:lvl w:ilvl="0" w:tplc="C024D4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3B459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E8B3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AC90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4EB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DEBB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B211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7855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1823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231C4"/>
    <w:multiLevelType w:val="multilevel"/>
    <w:tmpl w:val="7144D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ED4F5F"/>
    <w:multiLevelType w:val="hybridMultilevel"/>
    <w:tmpl w:val="54744CEE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7A1E80"/>
    <w:multiLevelType w:val="hybridMultilevel"/>
    <w:tmpl w:val="BDD63E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A303F"/>
    <w:multiLevelType w:val="hybridMultilevel"/>
    <w:tmpl w:val="BA303C74"/>
    <w:lvl w:ilvl="0" w:tplc="781E8D5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479E1"/>
    <w:multiLevelType w:val="hybridMultilevel"/>
    <w:tmpl w:val="AA24AA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F4F90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5208F"/>
    <w:multiLevelType w:val="hybridMultilevel"/>
    <w:tmpl w:val="7F10E8CE"/>
    <w:lvl w:ilvl="0" w:tplc="781E8D58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811718"/>
    <w:multiLevelType w:val="hybridMultilevel"/>
    <w:tmpl w:val="4F3AE0A4"/>
    <w:lvl w:ilvl="0" w:tplc="781E8D58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0314E"/>
    <w:multiLevelType w:val="hybridMultilevel"/>
    <w:tmpl w:val="76AE61BC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E80B9F"/>
    <w:multiLevelType w:val="hybridMultilevel"/>
    <w:tmpl w:val="0CEABDA6"/>
    <w:lvl w:ilvl="0" w:tplc="FF90CA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3A9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504C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D244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7408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862D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907D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7436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B234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6A04CC"/>
    <w:multiLevelType w:val="hybridMultilevel"/>
    <w:tmpl w:val="76480F62"/>
    <w:lvl w:ilvl="0" w:tplc="781E8D58">
      <w:start w:val="1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69E2874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86C74C5"/>
    <w:multiLevelType w:val="hybridMultilevel"/>
    <w:tmpl w:val="3B2EDFE0"/>
    <w:lvl w:ilvl="0" w:tplc="781E8D58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D37586"/>
    <w:multiLevelType w:val="hybridMultilevel"/>
    <w:tmpl w:val="A8E4E0A8"/>
    <w:lvl w:ilvl="0" w:tplc="781E8D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65E6A"/>
    <w:multiLevelType w:val="hybridMultilevel"/>
    <w:tmpl w:val="945864F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36520"/>
    <w:multiLevelType w:val="hybridMultilevel"/>
    <w:tmpl w:val="7C28A8C0"/>
    <w:lvl w:ilvl="0" w:tplc="781E8D58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F8643F"/>
    <w:multiLevelType w:val="hybridMultilevel"/>
    <w:tmpl w:val="0C2A00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A80FB0"/>
    <w:multiLevelType w:val="hybridMultilevel"/>
    <w:tmpl w:val="1E782D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33B74"/>
    <w:multiLevelType w:val="hybridMultilevel"/>
    <w:tmpl w:val="2312E8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047524">
    <w:abstractNumId w:val="1"/>
  </w:num>
  <w:num w:numId="2" w16cid:durableId="937560259">
    <w:abstractNumId w:val="3"/>
  </w:num>
  <w:num w:numId="3" w16cid:durableId="374085175">
    <w:abstractNumId w:val="26"/>
  </w:num>
  <w:num w:numId="4" w16cid:durableId="818758">
    <w:abstractNumId w:val="24"/>
  </w:num>
  <w:num w:numId="5" w16cid:durableId="862131614">
    <w:abstractNumId w:val="5"/>
  </w:num>
  <w:num w:numId="6" w16cid:durableId="1384792721">
    <w:abstractNumId w:val="13"/>
  </w:num>
  <w:num w:numId="7" w16cid:durableId="1276909336">
    <w:abstractNumId w:val="9"/>
  </w:num>
  <w:num w:numId="8" w16cid:durableId="994992829">
    <w:abstractNumId w:val="16"/>
  </w:num>
  <w:num w:numId="9" w16cid:durableId="1060592344">
    <w:abstractNumId w:val="4"/>
  </w:num>
  <w:num w:numId="10" w16cid:durableId="1940407419">
    <w:abstractNumId w:val="0"/>
  </w:num>
  <w:num w:numId="11" w16cid:durableId="1687827306">
    <w:abstractNumId w:val="12"/>
  </w:num>
  <w:num w:numId="12" w16cid:durableId="1295714864">
    <w:abstractNumId w:val="25"/>
  </w:num>
  <w:num w:numId="13" w16cid:durableId="1598251007">
    <w:abstractNumId w:val="21"/>
  </w:num>
  <w:num w:numId="14" w16cid:durableId="1879194077">
    <w:abstractNumId w:val="10"/>
  </w:num>
  <w:num w:numId="15" w16cid:durableId="651056489">
    <w:abstractNumId w:val="20"/>
  </w:num>
  <w:num w:numId="16" w16cid:durableId="1080368491">
    <w:abstractNumId w:val="6"/>
  </w:num>
  <w:num w:numId="17" w16cid:durableId="1785079921">
    <w:abstractNumId w:val="2"/>
  </w:num>
  <w:num w:numId="18" w16cid:durableId="926882366">
    <w:abstractNumId w:val="11"/>
  </w:num>
  <w:num w:numId="19" w16cid:durableId="1742948721">
    <w:abstractNumId w:val="8"/>
  </w:num>
  <w:num w:numId="20" w16cid:durableId="133329024">
    <w:abstractNumId w:val="22"/>
  </w:num>
  <w:num w:numId="21" w16cid:durableId="1626354922">
    <w:abstractNumId w:val="19"/>
  </w:num>
  <w:num w:numId="22" w16cid:durableId="799222220">
    <w:abstractNumId w:val="15"/>
  </w:num>
  <w:num w:numId="23" w16cid:durableId="285353269">
    <w:abstractNumId w:val="7"/>
  </w:num>
  <w:num w:numId="24" w16cid:durableId="115298015">
    <w:abstractNumId w:val="17"/>
  </w:num>
  <w:num w:numId="25" w16cid:durableId="1923177082">
    <w:abstractNumId w:val="18"/>
  </w:num>
  <w:num w:numId="26" w16cid:durableId="441002258">
    <w:abstractNumId w:val="23"/>
  </w:num>
  <w:num w:numId="27" w16cid:durableId="18966224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2A9"/>
    <w:rsid w:val="00013413"/>
    <w:rsid w:val="00015F16"/>
    <w:rsid w:val="00016E7E"/>
    <w:rsid w:val="00046B92"/>
    <w:rsid w:val="0006038A"/>
    <w:rsid w:val="000654BC"/>
    <w:rsid w:val="000B7F62"/>
    <w:rsid w:val="001024E0"/>
    <w:rsid w:val="00132FEB"/>
    <w:rsid w:val="00144840"/>
    <w:rsid w:val="001572C9"/>
    <w:rsid w:val="00170EF1"/>
    <w:rsid w:val="001B32F4"/>
    <w:rsid w:val="001B543F"/>
    <w:rsid w:val="001B7CAB"/>
    <w:rsid w:val="001C46D2"/>
    <w:rsid w:val="001D052F"/>
    <w:rsid w:val="00232C7D"/>
    <w:rsid w:val="00257BD0"/>
    <w:rsid w:val="002A6A19"/>
    <w:rsid w:val="002A7996"/>
    <w:rsid w:val="002D795E"/>
    <w:rsid w:val="00323CF5"/>
    <w:rsid w:val="003440EA"/>
    <w:rsid w:val="0036280F"/>
    <w:rsid w:val="0036308F"/>
    <w:rsid w:val="0036770B"/>
    <w:rsid w:val="00392B1C"/>
    <w:rsid w:val="0039343C"/>
    <w:rsid w:val="003B334E"/>
    <w:rsid w:val="003E00CE"/>
    <w:rsid w:val="003F446A"/>
    <w:rsid w:val="0043324B"/>
    <w:rsid w:val="00435985"/>
    <w:rsid w:val="004A171D"/>
    <w:rsid w:val="004B05D9"/>
    <w:rsid w:val="00513B8D"/>
    <w:rsid w:val="00520659"/>
    <w:rsid w:val="00577819"/>
    <w:rsid w:val="005967CD"/>
    <w:rsid w:val="005B247C"/>
    <w:rsid w:val="00674E3A"/>
    <w:rsid w:val="006A1332"/>
    <w:rsid w:val="006B0583"/>
    <w:rsid w:val="006B7333"/>
    <w:rsid w:val="006F1BFB"/>
    <w:rsid w:val="007A5059"/>
    <w:rsid w:val="007D491C"/>
    <w:rsid w:val="00803466"/>
    <w:rsid w:val="00817BC7"/>
    <w:rsid w:val="00865A39"/>
    <w:rsid w:val="00884574"/>
    <w:rsid w:val="0089493B"/>
    <w:rsid w:val="008A780B"/>
    <w:rsid w:val="008B29C5"/>
    <w:rsid w:val="008C4B72"/>
    <w:rsid w:val="00900211"/>
    <w:rsid w:val="00912EE9"/>
    <w:rsid w:val="009613AB"/>
    <w:rsid w:val="00975F9A"/>
    <w:rsid w:val="00983E9B"/>
    <w:rsid w:val="00983EFB"/>
    <w:rsid w:val="0099299A"/>
    <w:rsid w:val="009A3006"/>
    <w:rsid w:val="009C37B2"/>
    <w:rsid w:val="009C630B"/>
    <w:rsid w:val="00A67315"/>
    <w:rsid w:val="00AA7DE1"/>
    <w:rsid w:val="00AD4E85"/>
    <w:rsid w:val="00AE30FF"/>
    <w:rsid w:val="00B11AE2"/>
    <w:rsid w:val="00B321C1"/>
    <w:rsid w:val="00B342CC"/>
    <w:rsid w:val="00BB7EE1"/>
    <w:rsid w:val="00BD4284"/>
    <w:rsid w:val="00BF35DD"/>
    <w:rsid w:val="00BF6527"/>
    <w:rsid w:val="00C242A9"/>
    <w:rsid w:val="00C71521"/>
    <w:rsid w:val="00CA4557"/>
    <w:rsid w:val="00CC6DAA"/>
    <w:rsid w:val="00CE3DC8"/>
    <w:rsid w:val="00D4491C"/>
    <w:rsid w:val="00DA3E5B"/>
    <w:rsid w:val="00DC15C6"/>
    <w:rsid w:val="00DD12BB"/>
    <w:rsid w:val="00E322E8"/>
    <w:rsid w:val="00E332CE"/>
    <w:rsid w:val="00E41D60"/>
    <w:rsid w:val="00ED54BE"/>
    <w:rsid w:val="00F01678"/>
    <w:rsid w:val="00FA01A8"/>
    <w:rsid w:val="00FA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20AD2"/>
  <w15:chartTrackingRefBased/>
  <w15:docId w15:val="{D3E4E2B2-C31B-4E75-B239-011C40612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770B"/>
  </w:style>
  <w:style w:type="paragraph" w:styleId="Voettekst">
    <w:name w:val="footer"/>
    <w:basedOn w:val="Standaard"/>
    <w:link w:val="Voet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770B"/>
  </w:style>
  <w:style w:type="paragraph" w:styleId="Lijstalinea">
    <w:name w:val="List Paragraph"/>
    <w:basedOn w:val="Standaard"/>
    <w:uiPriority w:val="34"/>
    <w:qFormat/>
    <w:rsid w:val="0036308F"/>
    <w:pPr>
      <w:ind w:left="720"/>
      <w:contextualSpacing/>
    </w:pPr>
  </w:style>
  <w:style w:type="table" w:styleId="Tabelraster">
    <w:name w:val="Table Grid"/>
    <w:basedOn w:val="Standaardtabel"/>
    <w:uiPriority w:val="39"/>
    <w:rsid w:val="0025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92B1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2B1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2B1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2B1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2B1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2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2B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9613A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13AB"/>
    <w:rPr>
      <w:color w:val="954F72" w:themeColor="followedHyperlink"/>
      <w:u w:val="single"/>
    </w:rPr>
  </w:style>
  <w:style w:type="paragraph" w:styleId="Plattetekst">
    <w:name w:val="Body Text"/>
    <w:basedOn w:val="Standaard"/>
    <w:link w:val="PlattetekstChar"/>
    <w:qFormat/>
    <w:rsid w:val="00C242A9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PlattetekstChar">
    <w:name w:val="Platte tekst Char"/>
    <w:basedOn w:val="Standaardalinea-lettertype"/>
    <w:link w:val="Plattetekst"/>
    <w:rsid w:val="00C242A9"/>
    <w:rPr>
      <w:sz w:val="24"/>
      <w:szCs w:val="24"/>
      <w:lang w:val="en-US"/>
    </w:rPr>
  </w:style>
  <w:style w:type="paragraph" w:customStyle="1" w:styleId="FirstParagraph">
    <w:name w:val="First Paragraph"/>
    <w:basedOn w:val="Plattetekst"/>
    <w:next w:val="Plattetekst"/>
    <w:qFormat/>
    <w:rsid w:val="00C242A9"/>
  </w:style>
  <w:style w:type="paragraph" w:customStyle="1" w:styleId="Compact">
    <w:name w:val="Compact"/>
    <w:basedOn w:val="Plattetekst"/>
    <w:qFormat/>
    <w:rsid w:val="00C242A9"/>
    <w:pPr>
      <w:spacing w:before="36" w:after="3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0040197\Downloads\Sjabloon%20opdracht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D8B91000AAA44AABA0A4B1947D04BA" ma:contentTypeVersion="11" ma:contentTypeDescription="Een nieuw document maken." ma:contentTypeScope="" ma:versionID="2c763246db030e00eff619fd6ffc8629">
  <xsd:schema xmlns:xsd="http://www.w3.org/2001/XMLSchema" xmlns:xs="http://www.w3.org/2001/XMLSchema" xmlns:p="http://schemas.microsoft.com/office/2006/metadata/properties" xmlns:ns2="49dc3525-77e1-4e40-a5a5-10830dd03dee" xmlns:ns3="a1e858fd-badb-42ac-b60c-74b8d942dab8" targetNamespace="http://schemas.microsoft.com/office/2006/metadata/properties" ma:root="true" ma:fieldsID="993a889b4f9d2e59ffdd804ccf36077d" ns2:_="" ns3:_="">
    <xsd:import namespace="49dc3525-77e1-4e40-a5a5-10830dd03dee"/>
    <xsd:import namespace="a1e858fd-badb-42ac-b60c-74b8d942dab8"/>
    <xsd:element name="properties">
      <xsd:complexType>
        <xsd:sequence>
          <xsd:element name="documentManagement">
            <xsd:complexType>
              <xsd:all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c3525-77e1-4e40-a5a5-10830dd03dee" elementFormDefault="qualified">
    <xsd:import namespace="http://schemas.microsoft.com/office/2006/documentManagement/types"/>
    <xsd:import namespace="http://schemas.microsoft.com/office/infopath/2007/PartnerControls"/>
    <xsd:element name="MediaServiceAutoKeyPoints" ma:index="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Afbeeldingtags" ma:readOnly="false" ma:fieldId="{5cf76f15-5ced-4ddc-b409-7134ff3c332f}" ma:taxonomyMulti="true" ma:sspId="38a80247-2858-4e26-a755-9e2fd7292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858fd-badb-42ac-b60c-74b8d942dab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a886e080-01e2-43f7-9109-32eaf0f82faf}" ma:internalName="TaxCatchAll" ma:showField="CatchAllData" ma:web="a1e858fd-badb-42ac-b60c-74b8d942da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1e858fd-badb-42ac-b60c-74b8d942dab8" xsi:nil="true"/>
    <lcf76f155ced4ddcb4097134ff3c332f xmlns="49dc3525-77e1-4e40-a5a5-10830dd03dee">
      <Terms xmlns="http://schemas.microsoft.com/office/infopath/2007/PartnerControls"/>
    </lcf76f155ced4ddcb4097134ff3c332f>
    <MediaLengthInSeconds xmlns="49dc3525-77e1-4e40-a5a5-10830dd03dee" xsi:nil="true"/>
    <SharedWithUsers xmlns="a1e858fd-badb-42ac-b60c-74b8d942dab8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1A2A822-67A4-4E34-A956-ECE07BF5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dc3525-77e1-4e40-a5a5-10830dd03dee"/>
    <ds:schemaRef ds:uri="a1e858fd-badb-42ac-b60c-74b8d942da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C8AD54-1B58-43F0-99DD-5C66D1E98B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4FDC63-DC42-4876-8F94-8B3644F964F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7E294A-7A44-46FD-B646-973A3F8DD0CE}">
  <ds:schemaRefs>
    <ds:schemaRef ds:uri="http://schemas.microsoft.com/office/2006/metadata/properties"/>
    <ds:schemaRef ds:uri="http://schemas.microsoft.com/office/infopath/2007/PartnerControls"/>
    <ds:schemaRef ds:uri="a1e858fd-badb-42ac-b60c-74b8d942dab8"/>
    <ds:schemaRef ds:uri="49dc3525-77e1-4e40-a5a5-10830dd03d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 opdracht</Template>
  <TotalTime>1</TotalTime>
  <Pages>3</Pages>
  <Words>391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Jelle Derks</dc:creator>
  <cp:keywords/>
  <dc:description/>
  <cp:lastModifiedBy>Sarah Schoonbeek</cp:lastModifiedBy>
  <cp:revision>3</cp:revision>
  <cp:lastPrinted>2020-09-30T09:08:00Z</cp:lastPrinted>
  <dcterms:created xsi:type="dcterms:W3CDTF">2022-09-19T10:48:00Z</dcterms:created>
  <dcterms:modified xsi:type="dcterms:W3CDTF">2024-09-20T07:53:00Z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  <property fmtid="{D5CDD505-2E9C-101B-9397-08002B2CF9AE}" pid="3" name="ContentTypeId">
    <vt:lpwstr>0x01010055D8B91000AAA44AABA0A4B1947D04BA</vt:lpwstr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GUID">
    <vt:lpwstr>3a6fe6f1-d259-4918-ba60-6ec38b64e9ca</vt:lpwstr>
  </property>
</Properties>
</file>