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C557A" w14:textId="7EC6C8B4" w:rsidR="00BB0B3C" w:rsidRPr="00BB0B3C" w:rsidRDefault="00BB0B3C" w:rsidP="007871D0">
      <w:pPr>
        <w:rPr>
          <w:rFonts w:ascii="Verdana" w:hAnsi="Verdana"/>
          <w:b/>
          <w:sz w:val="32"/>
          <w:szCs w:val="32"/>
        </w:rPr>
      </w:pPr>
      <w:r w:rsidRPr="00BB0B3C">
        <w:rPr>
          <w:rFonts w:ascii="Verdana" w:hAnsi="Verdana"/>
          <w:b/>
          <w:sz w:val="32"/>
          <w:szCs w:val="32"/>
        </w:rPr>
        <w:t>Bedrijfsspiegel</w:t>
      </w:r>
    </w:p>
    <w:p w14:paraId="56D7D11B" w14:textId="77777777" w:rsidR="00BB0B3C" w:rsidRDefault="00BB0B3C" w:rsidP="00BB0B3C">
      <w:pPr>
        <w:ind w:left="360"/>
        <w:rPr>
          <w:rFonts w:ascii="Verdana" w:hAnsi="Verdana"/>
          <w:sz w:val="22"/>
          <w:szCs w:val="22"/>
        </w:rPr>
      </w:pPr>
    </w:p>
    <w:p w14:paraId="689F151A" w14:textId="4BC7AE25" w:rsidR="00ED5199" w:rsidRPr="00ED5199" w:rsidRDefault="007871D0" w:rsidP="007871D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Maak een b</w:t>
      </w:r>
      <w:r w:rsidR="00ED5199" w:rsidRPr="00ED5199">
        <w:rPr>
          <w:rFonts w:ascii="Verdana" w:hAnsi="Verdana"/>
          <w:sz w:val="22"/>
          <w:szCs w:val="22"/>
        </w:rPr>
        <w:t>edrijfsspiegel</w:t>
      </w:r>
      <w:r w:rsidR="00225134">
        <w:rPr>
          <w:rFonts w:ascii="Verdana" w:hAnsi="Verdana"/>
          <w:sz w:val="22"/>
          <w:szCs w:val="22"/>
        </w:rPr>
        <w:t xml:space="preserve"> van </w:t>
      </w:r>
      <w:r>
        <w:rPr>
          <w:rFonts w:ascii="Verdana" w:hAnsi="Verdana"/>
          <w:sz w:val="22"/>
          <w:szCs w:val="22"/>
        </w:rPr>
        <w:t>1</w:t>
      </w:r>
      <w:r w:rsidR="002B41D5">
        <w:rPr>
          <w:rFonts w:ascii="Verdana" w:hAnsi="Verdana"/>
          <w:sz w:val="22"/>
          <w:szCs w:val="22"/>
        </w:rPr>
        <w:t>-</w:t>
      </w:r>
      <w:r>
        <w:rPr>
          <w:rFonts w:ascii="Verdana" w:hAnsi="Verdana"/>
          <w:sz w:val="22"/>
          <w:szCs w:val="22"/>
        </w:rPr>
        <w:t>A4 van je bedrijf. Deze pagina laat in een oogopslag de belangrijkste kenmerken van je bedrijf zien (spiegel)</w:t>
      </w:r>
    </w:p>
    <w:p w14:paraId="39F98440" w14:textId="4C3EECFE" w:rsidR="00ED5199" w:rsidRDefault="007871D0" w:rsidP="00BB0B3C">
      <w:pPr>
        <w:ind w:left="360"/>
        <w:rPr>
          <w:rFonts w:ascii="Verdana" w:hAnsi="Verdana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E63FA4" wp14:editId="78E90944">
            <wp:simplePos x="0" y="0"/>
            <wp:positionH relativeFrom="margin">
              <wp:posOffset>3079750</wp:posOffset>
            </wp:positionH>
            <wp:positionV relativeFrom="paragraph">
              <wp:posOffset>109220</wp:posOffset>
            </wp:positionV>
            <wp:extent cx="3101975" cy="4546600"/>
            <wp:effectExtent l="0" t="0" r="3175" b="635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975" cy="454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86865B" w14:textId="20C8A3C1" w:rsidR="00BB0B3C" w:rsidRDefault="00BB0B3C" w:rsidP="00BB0B3C">
      <w:pPr>
        <w:ind w:left="360"/>
        <w:rPr>
          <w:rFonts w:ascii="Verdana" w:hAnsi="Verdana"/>
          <w:sz w:val="22"/>
          <w:szCs w:val="22"/>
        </w:rPr>
      </w:pPr>
    </w:p>
    <w:p w14:paraId="3DDD1A6A" w14:textId="6D8A7626" w:rsidR="00BB0B3C" w:rsidRPr="00BB0B3C" w:rsidRDefault="007871D0" w:rsidP="007871D0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Wat moet minimaal in deze bedrijfsspiegel te zien zijn:</w:t>
      </w:r>
    </w:p>
    <w:p w14:paraId="6C3E0983" w14:textId="77777777" w:rsidR="003713B2" w:rsidRPr="0025267A" w:rsidRDefault="003713B2" w:rsidP="00BB0B3C">
      <w:pPr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NAW-gegevens van het bedrijf</w:t>
      </w:r>
    </w:p>
    <w:p w14:paraId="22FFD57C" w14:textId="57F637F2" w:rsidR="008C736B" w:rsidRDefault="003713B2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Plattegrond van het bedrijf plus legenda</w:t>
      </w:r>
    </w:p>
    <w:p w14:paraId="4BADC94B" w14:textId="55989950" w:rsidR="008C736B" w:rsidRPr="008C736B" w:rsidRDefault="008C736B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Omschrijving van de omgeving</w:t>
      </w:r>
    </w:p>
    <w:p w14:paraId="65101484" w14:textId="77777777" w:rsidR="008C736B" w:rsidRPr="008C736B" w:rsidRDefault="003713B2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25267A">
        <w:rPr>
          <w:rFonts w:ascii="Verdana" w:hAnsi="Verdana"/>
          <w:sz w:val="22"/>
          <w:szCs w:val="22"/>
        </w:rPr>
        <w:t>Aantal dieren uitgesplitst na</w:t>
      </w:r>
      <w:r>
        <w:rPr>
          <w:rFonts w:ascii="Verdana" w:hAnsi="Verdana"/>
          <w:sz w:val="22"/>
          <w:szCs w:val="22"/>
        </w:rPr>
        <w:t>ar diercategorieën</w:t>
      </w:r>
    </w:p>
    <w:p w14:paraId="34EFF6BA" w14:textId="17F015D2" w:rsidR="003713B2" w:rsidRDefault="007871D0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Productie</w:t>
      </w:r>
    </w:p>
    <w:p w14:paraId="74D91130" w14:textId="6BA870A4" w:rsidR="007475C8" w:rsidRDefault="007871D0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Grondgebruik</w:t>
      </w:r>
    </w:p>
    <w:p w14:paraId="23B981CE" w14:textId="3DE77BF1" w:rsidR="007871D0" w:rsidRDefault="007871D0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Voerverb</w:t>
      </w:r>
      <w:r w:rsidR="002B41D5">
        <w:rPr>
          <w:rFonts w:ascii="Verdana" w:hAnsi="Verdana"/>
          <w:sz w:val="22"/>
          <w:szCs w:val="22"/>
        </w:rPr>
        <w:t>r</w:t>
      </w:r>
      <w:r>
        <w:rPr>
          <w:rFonts w:ascii="Verdana" w:hAnsi="Verdana"/>
          <w:sz w:val="22"/>
          <w:szCs w:val="22"/>
        </w:rPr>
        <w:t>uik</w:t>
      </w:r>
    </w:p>
    <w:p w14:paraId="453F5E4F" w14:textId="77231C52" w:rsidR="007871D0" w:rsidRDefault="007871D0" w:rsidP="008C736B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Overige bedrijfskengetallen</w:t>
      </w:r>
    </w:p>
    <w:p w14:paraId="1E131E78" w14:textId="251C8E97" w:rsidR="00ED5199" w:rsidRDefault="007871D0" w:rsidP="00ED5199">
      <w:pPr>
        <w:numPr>
          <w:ilvl w:val="0"/>
          <w:numId w:val="5"/>
        </w:numPr>
        <w:tabs>
          <w:tab w:val="num" w:pos="1440"/>
        </w:tabs>
        <w:rPr>
          <w:rFonts w:ascii="Verdana" w:hAnsi="Verdana"/>
          <w:sz w:val="22"/>
          <w:szCs w:val="22"/>
        </w:rPr>
      </w:pPr>
      <w:r w:rsidRPr="007871D0">
        <w:rPr>
          <w:rFonts w:ascii="Verdana" w:hAnsi="Verdana"/>
          <w:sz w:val="22"/>
          <w:szCs w:val="22"/>
        </w:rPr>
        <w:t>Doelstellingen/strategieën</w:t>
      </w:r>
    </w:p>
    <w:p w14:paraId="161B7817" w14:textId="53880B90" w:rsidR="007871D0" w:rsidRPr="007871D0" w:rsidRDefault="007871D0" w:rsidP="007871D0">
      <w:pPr>
        <w:tabs>
          <w:tab w:val="num" w:pos="1440"/>
        </w:tabs>
        <w:rPr>
          <w:rFonts w:ascii="Verdana" w:hAnsi="Verdana"/>
          <w:sz w:val="22"/>
          <w:szCs w:val="22"/>
        </w:rPr>
      </w:pPr>
    </w:p>
    <w:p w14:paraId="05CA548C" w14:textId="2C468511" w:rsidR="002D2448" w:rsidRPr="00A15873" w:rsidRDefault="002D2448" w:rsidP="007871D0">
      <w:pPr>
        <w:spacing w:after="160" w:line="259" w:lineRule="auto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6FC5"/>
    <w:multiLevelType w:val="hybridMultilevel"/>
    <w:tmpl w:val="51F0E0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557C"/>
    <w:multiLevelType w:val="hybridMultilevel"/>
    <w:tmpl w:val="957E73AE"/>
    <w:lvl w:ilvl="0" w:tplc="0413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C20B85"/>
    <w:multiLevelType w:val="hybridMultilevel"/>
    <w:tmpl w:val="33606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91FC2"/>
    <w:multiLevelType w:val="hybridMultilevel"/>
    <w:tmpl w:val="3976AB86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F0305A"/>
    <w:multiLevelType w:val="hybridMultilevel"/>
    <w:tmpl w:val="B2E4597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87F5B6B"/>
    <w:multiLevelType w:val="hybridMultilevel"/>
    <w:tmpl w:val="A9AE11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719F7"/>
    <w:multiLevelType w:val="hybridMultilevel"/>
    <w:tmpl w:val="9A344E7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7258C9"/>
    <w:multiLevelType w:val="hybridMultilevel"/>
    <w:tmpl w:val="AE6E1D02"/>
    <w:lvl w:ilvl="0" w:tplc="04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3B2"/>
    <w:rsid w:val="00091795"/>
    <w:rsid w:val="001D5ACA"/>
    <w:rsid w:val="00225134"/>
    <w:rsid w:val="002B41D5"/>
    <w:rsid w:val="002D2448"/>
    <w:rsid w:val="003101DE"/>
    <w:rsid w:val="003713B2"/>
    <w:rsid w:val="00504806"/>
    <w:rsid w:val="005C666B"/>
    <w:rsid w:val="006B3F01"/>
    <w:rsid w:val="0070475E"/>
    <w:rsid w:val="007475C8"/>
    <w:rsid w:val="007871D0"/>
    <w:rsid w:val="008C736B"/>
    <w:rsid w:val="009F6B95"/>
    <w:rsid w:val="00A15873"/>
    <w:rsid w:val="00A601A1"/>
    <w:rsid w:val="00AF0146"/>
    <w:rsid w:val="00BB0B3C"/>
    <w:rsid w:val="00E67EAE"/>
    <w:rsid w:val="00ED5199"/>
    <w:rsid w:val="00F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71D8"/>
  <w15:docId w15:val="{3E18EAF4-4636-4AA5-B88C-3797583E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BB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Vugteveen</dc:creator>
  <cp:lastModifiedBy>Sandra Thijssen</cp:lastModifiedBy>
  <cp:revision>3</cp:revision>
  <dcterms:created xsi:type="dcterms:W3CDTF">2021-11-22T09:59:00Z</dcterms:created>
  <dcterms:modified xsi:type="dcterms:W3CDTF">2021-11-22T10:05:00Z</dcterms:modified>
</cp:coreProperties>
</file>