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9E" w:rsidRDefault="00E61A08" w:rsidP="00CA53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F7159" wp14:editId="3AAC2D36">
                <wp:simplePos x="0" y="0"/>
                <wp:positionH relativeFrom="column">
                  <wp:posOffset>5644515</wp:posOffset>
                </wp:positionH>
                <wp:positionV relativeFrom="paragraph">
                  <wp:posOffset>184150</wp:posOffset>
                </wp:positionV>
                <wp:extent cx="958215" cy="817245"/>
                <wp:effectExtent l="0" t="0" r="13335" b="2095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58215" cy="8172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79646">
                              <a:lumMod val="75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2" o:spid="_x0000_s1026" style="position:absolute;margin-left:444.45pt;margin-top:14.5pt;width:75.45pt;height:64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" fillcolor="white [3212]" strokecolor="#e46c0a" strokeweight="1.5pt"/>
            </w:pict>
          </mc:Fallback>
        </mc:AlternateContent>
      </w:r>
      <w:r w:rsidRPr="00E61A08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A17C68" wp14:editId="1C2E5855">
                <wp:simplePos x="0" y="0"/>
                <wp:positionH relativeFrom="column">
                  <wp:posOffset>3289300</wp:posOffset>
                </wp:positionH>
                <wp:positionV relativeFrom="paragraph">
                  <wp:posOffset>-84455</wp:posOffset>
                </wp:positionV>
                <wp:extent cx="3147060" cy="1403985"/>
                <wp:effectExtent l="0" t="0" r="15240" b="1397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A08" w:rsidRDefault="00E61A08">
                            <w:r>
                              <w:t>Naam: ……………………………..</w:t>
                            </w:r>
                          </w:p>
                          <w:p w:rsidR="00E61A08" w:rsidRDefault="00E61A08">
                            <w:r>
                              <w:t>Klas: 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9pt;margin-top:-6.65pt;width:247.8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">
                <v:textbox style="mso-fit-shape-to-text:t">
                  <w:txbxContent>
                    <w:p w:rsidR="00E61A08" w:rsidRDefault="00E61A08">
                      <w:r>
                        <w:t>Naam: ……………………………..</w:t>
                      </w:r>
                    </w:p>
                    <w:p w:rsidR="00E61A08" w:rsidRDefault="00E61A08">
                      <w:r>
                        <w:t>Klas: 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E61A08" w:rsidRDefault="006709C0" w:rsidP="00CA53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Hier zie je een gedeelte van een masker. </w:t>
      </w:r>
    </w:p>
    <w:p w:rsidR="00E61A08" w:rsidRDefault="006709C0" w:rsidP="00CA53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Maak de tekening af. </w:t>
      </w:r>
    </w:p>
    <w:p w:rsidR="006709C0" w:rsidRDefault="006709C0" w:rsidP="00CA53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Het masker moet lijnsymmetrisch zijn.</w:t>
      </w:r>
    </w:p>
    <w:p w:rsidR="006B715F" w:rsidRPr="00E32C9E" w:rsidRDefault="006709C0" w:rsidP="00CA5344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78E4606" wp14:editId="78210481">
            <wp:simplePos x="0" y="0"/>
            <wp:positionH relativeFrom="column">
              <wp:posOffset>-9379</wp:posOffset>
            </wp:positionH>
            <wp:positionV relativeFrom="paragraph">
              <wp:posOffset>151130</wp:posOffset>
            </wp:positionV>
            <wp:extent cx="6374130" cy="7663180"/>
            <wp:effectExtent l="0" t="0" r="762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4130" cy="766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715F" w:rsidRPr="00E32C9E" w:rsidSect="005C30B2">
      <w:headerReference w:type="default" r:id="rId9"/>
      <w:footerReference w:type="default" r:id="rId10"/>
      <w:pgSz w:w="11906" w:h="16838"/>
      <w:pgMar w:top="1843" w:right="1080" w:bottom="1440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26" w:rsidRDefault="00551026" w:rsidP="00B111BC">
      <w:r>
        <w:separator/>
      </w:r>
    </w:p>
  </w:endnote>
  <w:endnote w:type="continuationSeparator" w:id="0">
    <w:p w:rsidR="00551026" w:rsidRDefault="00551026" w:rsidP="00B1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8B" w:rsidRDefault="0014588B">
    <w:pPr>
      <w:pStyle w:val="Voettekst"/>
      <w:rPr>
        <w:i/>
      </w:rPr>
    </w:pPr>
  </w:p>
  <w:p w:rsidR="0014588B" w:rsidRPr="0014588B" w:rsidRDefault="0014588B" w:rsidP="005C30B2">
    <w:pPr>
      <w:pStyle w:val="Voettekst"/>
      <w:tabs>
        <w:tab w:val="clear" w:pos="4536"/>
        <w:tab w:val="clear" w:pos="9072"/>
      </w:tabs>
      <w:rPr>
        <w:i/>
        <w:sz w:val="20"/>
        <w:szCs w:val="20"/>
      </w:rPr>
    </w:pPr>
    <w:r>
      <w:rPr>
        <w:i/>
        <w:sz w:val="20"/>
        <w:szCs w:val="20"/>
      </w:rPr>
      <w:tab/>
    </w:r>
    <w:r w:rsidR="005C30B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44126A0C" wp14:editId="117B2129">
              <wp:simplePos x="0" y="0"/>
              <wp:positionH relativeFrom="page">
                <wp:posOffset>346710</wp:posOffset>
              </wp:positionH>
              <wp:positionV relativeFrom="page">
                <wp:posOffset>9935210</wp:posOffset>
              </wp:positionV>
              <wp:extent cx="520700" cy="520700"/>
              <wp:effectExtent l="0" t="0" r="0" b="0"/>
              <wp:wrapNone/>
              <wp:docPr id="18" name="Ova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F79646">
                          <a:lumMod val="75000"/>
                        </a:srgbClr>
                      </a:solidFill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5C30B2" w:rsidRPr="00C42894" w:rsidRDefault="005C30B2" w:rsidP="005C30B2">
                          <w:pPr>
                            <w:pStyle w:val="Geenafstand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 w:rsidRPr="00C42894"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 w:rsidRPr="00C42894">
                            <w:fldChar w:fldCharType="separate"/>
                          </w:r>
                          <w:r w:rsidR="00E61A08" w:rsidRPr="00E61A08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1</w:t>
                          </w:r>
                          <w:r w:rsidRPr="00C42894">
                            <w:rPr>
                              <w:color w:val="FFFFFF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al 18" o:spid="_x0000_s1029" style="position:absolute;margin-left:27.3pt;margin-top:782.3pt;width:41pt;height:4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" o:allowincell="f" fillcolor="#e46c0a" stroked="f">
              <v:textbox inset="0,0,0,0">
                <w:txbxContent>
                  <w:p w:rsidR="005C30B2" w:rsidRPr="00C42894" w:rsidRDefault="005C30B2" w:rsidP="005C30B2">
                    <w:pPr>
                      <w:pStyle w:val="Geenafstand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 w:rsidRPr="00C42894">
                      <w:fldChar w:fldCharType="begin"/>
                    </w:r>
                    <w:r>
                      <w:instrText>PAGE  \* Arabic  \* MERGEFORMAT</w:instrText>
                    </w:r>
                    <w:r w:rsidRPr="00C42894">
                      <w:fldChar w:fldCharType="separate"/>
                    </w:r>
                    <w:r w:rsidR="00E61A08" w:rsidRPr="00E61A08">
                      <w:rPr>
                        <w:noProof/>
                        <w:color w:val="FFFFFF"/>
                        <w:sz w:val="40"/>
                        <w:szCs w:val="40"/>
                      </w:rPr>
                      <w:t>1</w:t>
                    </w:r>
                    <w:r w:rsidRPr="00C42894">
                      <w:rPr>
                        <w:color w:val="FFFFFF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5C30B2">
      <w:rPr>
        <w:i/>
        <w:sz w:val="20"/>
        <w:szCs w:val="20"/>
      </w:rPr>
      <w:t>H</w:t>
    </w:r>
    <w:r w:rsidRPr="0014588B">
      <w:rPr>
        <w:i/>
        <w:sz w:val="20"/>
        <w:szCs w:val="20"/>
      </w:rPr>
      <w:t>. Janssen</w:t>
    </w:r>
  </w:p>
  <w:p w:rsidR="0014588B" w:rsidRPr="0014588B" w:rsidRDefault="0014588B" w:rsidP="0014588B">
    <w:pPr>
      <w:pStyle w:val="Voettekst"/>
      <w:tabs>
        <w:tab w:val="clear" w:pos="4536"/>
        <w:tab w:val="clear" w:pos="9072"/>
      </w:tabs>
      <w:rPr>
        <w:i/>
        <w:sz w:val="20"/>
        <w:szCs w:val="20"/>
      </w:rPr>
    </w:pPr>
    <w:r>
      <w:rPr>
        <w:i/>
        <w:sz w:val="20"/>
        <w:szCs w:val="20"/>
      </w:rPr>
      <w:tab/>
    </w:r>
    <w:r w:rsidR="00E32C9E">
      <w:rPr>
        <w:i/>
        <w:sz w:val="20"/>
        <w:szCs w:val="20"/>
      </w:rPr>
      <w:t>M7.</w:t>
    </w:r>
    <w:r w:rsidR="006709C0">
      <w:rPr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26" w:rsidRDefault="00551026" w:rsidP="00B111BC">
      <w:r>
        <w:separator/>
      </w:r>
    </w:p>
  </w:footnote>
  <w:footnote w:type="continuationSeparator" w:id="0">
    <w:p w:rsidR="00551026" w:rsidRDefault="00551026" w:rsidP="00B11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B2" w:rsidRDefault="005C30B2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B82C13" wp14:editId="537F993C">
              <wp:simplePos x="0" y="0"/>
              <wp:positionH relativeFrom="column">
                <wp:posOffset>5415768</wp:posOffset>
              </wp:positionH>
              <wp:positionV relativeFrom="paragraph">
                <wp:posOffset>7620</wp:posOffset>
              </wp:positionV>
              <wp:extent cx="844062" cy="1403985"/>
              <wp:effectExtent l="0" t="0" r="0" b="4445"/>
              <wp:wrapNone/>
              <wp:docPr id="13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06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30B2" w:rsidRDefault="00F7042C" w:rsidP="005C30B2">
                          <w:pPr>
                            <w:jc w:val="center"/>
                          </w:pPr>
                          <w:r>
                            <w:t>M7.</w:t>
                          </w:r>
                          <w:r w:rsidR="0018175E"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426.45pt;margin-top:.6pt;width:66.4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" filled="f" stroked="f">
              <v:textbox style="mso-fit-shape-to-text:t">
                <w:txbxContent>
                  <w:p w:rsidR="005C30B2" w:rsidRDefault="00F7042C" w:rsidP="005C30B2">
                    <w:pPr>
                      <w:jc w:val="center"/>
                    </w:pPr>
                    <w:r>
                      <w:t>M7.</w:t>
                    </w:r>
                    <w:r w:rsidR="0018175E"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612685CF" wp14:editId="1DE84F70">
              <wp:simplePos x="0" y="0"/>
              <wp:positionH relativeFrom="page">
                <wp:posOffset>273441</wp:posOffset>
              </wp:positionH>
              <wp:positionV relativeFrom="page">
                <wp:posOffset>237880</wp:posOffset>
              </wp:positionV>
              <wp:extent cx="7065010" cy="10267950"/>
              <wp:effectExtent l="0" t="0" r="21590" b="19050"/>
              <wp:wrapNone/>
              <wp:docPr id="19" name="AutoVorm 6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65010" cy="10267950"/>
                      </a:xfrm>
                      <a:prstGeom prst="roundRect">
                        <a:avLst>
                          <a:gd name="adj" fmla="val 3463"/>
                        </a:avLst>
                      </a:prstGeom>
                      <a:noFill/>
                      <a:ln w="19050">
                        <a:solidFill>
                          <a:srgbClr val="F79646">
                            <a:lumMod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Vorm 622" o:spid="_x0000_s1026" style="position:absolute;margin-left:21.55pt;margin-top:18.75pt;width:556.3pt;height:808.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" o:allowincell="f" filled="f" fillcolor="black" strokecolor="#e46c0a" strokeweight="1.5pt">
              <w10:wrap anchorx="page" anchory="page"/>
            </v:roundrect>
          </w:pict>
        </mc:Fallback>
      </mc:AlternateContent>
    </w:r>
    <w:r>
      <w:rPr>
        <w:noProof/>
        <w:lang w:eastAsia="nl-NL"/>
      </w:rPr>
      <w:drawing>
        <wp:anchor distT="12192" distB="12573" distL="126492" distR="126746" simplePos="0" relativeHeight="251672576" behindDoc="0" locked="0" layoutInCell="1" allowOverlap="1" wp14:anchorId="743C2B1D" wp14:editId="434EF6EA">
          <wp:simplePos x="0" y="0"/>
          <wp:positionH relativeFrom="column">
            <wp:posOffset>-337274</wp:posOffset>
          </wp:positionH>
          <wp:positionV relativeFrom="paragraph">
            <wp:posOffset>-141556</wp:posOffset>
          </wp:positionV>
          <wp:extent cx="1380393" cy="785662"/>
          <wp:effectExtent l="19050" t="19050" r="10795" b="14605"/>
          <wp:wrapNone/>
          <wp:docPr id="1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0393" cy="785662"/>
                  </a:xfrm>
                  <a:prstGeom prst="rect">
                    <a:avLst/>
                  </a:prstGeom>
                  <a:ln w="12700">
                    <a:solidFill>
                      <a:schemeClr val="accent6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9AEA57" wp14:editId="601D0357">
              <wp:simplePos x="0" y="0"/>
              <wp:positionH relativeFrom="column">
                <wp:posOffset>5522888</wp:posOffset>
              </wp:positionH>
              <wp:positionV relativeFrom="paragraph">
                <wp:posOffset>-18073</wp:posOffset>
              </wp:positionV>
              <wp:extent cx="606669" cy="439615"/>
              <wp:effectExtent l="0" t="0" r="22225" b="17780"/>
              <wp:wrapNone/>
              <wp:docPr id="14" name="Afgeronde rechthoe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06669" cy="439615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 w="19050">
                        <a:solidFill>
                          <a:schemeClr val="accent6">
                            <a:lumMod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Afgeronde rechthoek 14" o:spid="_x0000_s1026" style="position:absolute;margin-left:434.85pt;margin-top:-1.4pt;width:47.75pt;height:3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" fillcolor="#e36c0a [2409]" strokecolor="#974706 [1609]" strokeweight="1.5pt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72132D" wp14:editId="23568316">
              <wp:simplePos x="0" y="0"/>
              <wp:positionH relativeFrom="column">
                <wp:posOffset>1253344</wp:posOffset>
              </wp:positionH>
              <wp:positionV relativeFrom="paragraph">
                <wp:posOffset>-43815</wp:posOffset>
              </wp:positionV>
              <wp:extent cx="4097020" cy="624205"/>
              <wp:effectExtent l="0" t="0" r="0" b="4445"/>
              <wp:wrapNone/>
              <wp:docPr id="15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7020" cy="624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30B2" w:rsidRDefault="00F7042C">
                          <w:r>
                            <w:t>Meetkunde</w:t>
                          </w:r>
                        </w:p>
                        <w:p w:rsidR="00F7042C" w:rsidRDefault="00F7042C">
                          <w:r>
                            <w:t>Symmetrie _</w:t>
                          </w:r>
                          <w:r w:rsidR="0018175E">
                            <w:t>het masker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98.7pt;margin-top:-3.45pt;width:322.6pt;height:4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" filled="f" stroked="f">
              <v:textbox>
                <w:txbxContent>
                  <w:p w:rsidR="005C30B2" w:rsidRDefault="00F7042C">
                    <w:r>
                      <w:t>Meetkunde</w:t>
                    </w:r>
                  </w:p>
                  <w:p w:rsidR="00F7042C" w:rsidRDefault="00F7042C">
                    <w:r>
                      <w:t>Symmetrie _</w:t>
                    </w:r>
                    <w:r w:rsidR="0018175E">
                      <w:t>het masker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EF9F62" wp14:editId="2BC25BE1">
              <wp:simplePos x="0" y="0"/>
              <wp:positionH relativeFrom="column">
                <wp:posOffset>1269659</wp:posOffset>
              </wp:positionH>
              <wp:positionV relativeFrom="paragraph">
                <wp:posOffset>-52070</wp:posOffset>
              </wp:positionV>
              <wp:extent cx="5169877" cy="641350"/>
              <wp:effectExtent l="0" t="0" r="12065" b="25400"/>
              <wp:wrapNone/>
              <wp:docPr id="16" name="Afgeronde rechthoe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5169877" cy="641350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9050">
                        <a:solidFill>
                          <a:srgbClr val="F79646">
                            <a:lumMod val="75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id="Afgeronde rechthoek 16" o:spid="_x0000_s1026" style="position:absolute;margin-left:99.95pt;margin-top:-4.1pt;width:407.1pt;height:50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" fillcolor="#fbd4b4 [1305]" strokecolor="#e46c0a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5E"/>
    <w:rsid w:val="000B708A"/>
    <w:rsid w:val="0014588B"/>
    <w:rsid w:val="0018175E"/>
    <w:rsid w:val="001F75E8"/>
    <w:rsid w:val="00220C7B"/>
    <w:rsid w:val="0029644A"/>
    <w:rsid w:val="00362A35"/>
    <w:rsid w:val="003A5D8B"/>
    <w:rsid w:val="003D501E"/>
    <w:rsid w:val="003E0A0A"/>
    <w:rsid w:val="00526A8C"/>
    <w:rsid w:val="00551026"/>
    <w:rsid w:val="005B7913"/>
    <w:rsid w:val="005C30B2"/>
    <w:rsid w:val="00654EBC"/>
    <w:rsid w:val="006709C0"/>
    <w:rsid w:val="006B715F"/>
    <w:rsid w:val="00744BDF"/>
    <w:rsid w:val="00802B93"/>
    <w:rsid w:val="008536F1"/>
    <w:rsid w:val="008D1FE9"/>
    <w:rsid w:val="0090575F"/>
    <w:rsid w:val="00A25A9D"/>
    <w:rsid w:val="00A649A3"/>
    <w:rsid w:val="00B111BC"/>
    <w:rsid w:val="00B2580D"/>
    <w:rsid w:val="00BF3E5B"/>
    <w:rsid w:val="00C42894"/>
    <w:rsid w:val="00C519FB"/>
    <w:rsid w:val="00C82C20"/>
    <w:rsid w:val="00CA5344"/>
    <w:rsid w:val="00D109CD"/>
    <w:rsid w:val="00DB76E6"/>
    <w:rsid w:val="00DC0958"/>
    <w:rsid w:val="00E32C9E"/>
    <w:rsid w:val="00E61A08"/>
    <w:rsid w:val="00ED2840"/>
    <w:rsid w:val="00F3715E"/>
    <w:rsid w:val="00F7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15E"/>
    <w:rPr>
      <w:rFonts w:ascii="Cambria" w:eastAsiaTheme="minorHAnsi" w:hAnsi="Cambria" w:cstheme="minorBidi"/>
      <w:sz w:val="3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8D1FE9"/>
    <w:rPr>
      <w:rFonts w:ascii="Comic Sans MS" w:eastAsia="Calibri" w:hAnsi="Comic Sans MS" w:cs="Times New Roman"/>
      <w:color w:val="000000"/>
      <w:sz w:val="22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F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D1FE9"/>
    <w:rPr>
      <w:rFonts w:ascii="Tahoma" w:hAnsi="Tahoma" w:cs="Tahoma"/>
      <w:sz w:val="16"/>
      <w:szCs w:val="16"/>
    </w:rPr>
  </w:style>
  <w:style w:type="table" w:styleId="Gemiddeldearcering2-accent6">
    <w:name w:val="Medium Shading 2 Accent 6"/>
    <w:basedOn w:val="Standaardtabel"/>
    <w:uiPriority w:val="64"/>
    <w:rsid w:val="008D1FE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KoptekstChar">
    <w:name w:val="Koptekst Char"/>
    <w:link w:val="Koptekst"/>
    <w:uiPriority w:val="99"/>
    <w:rsid w:val="00B111BC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VoettekstChar">
    <w:name w:val="Voettekst Char"/>
    <w:link w:val="Voettekst"/>
    <w:uiPriority w:val="99"/>
    <w:rsid w:val="00B111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15E"/>
    <w:rPr>
      <w:rFonts w:ascii="Cambria" w:eastAsiaTheme="minorHAnsi" w:hAnsi="Cambria" w:cstheme="minorBidi"/>
      <w:sz w:val="3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8D1FE9"/>
    <w:rPr>
      <w:rFonts w:ascii="Comic Sans MS" w:eastAsia="Calibri" w:hAnsi="Comic Sans MS" w:cs="Times New Roman"/>
      <w:color w:val="000000"/>
      <w:sz w:val="22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1F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D1FE9"/>
    <w:rPr>
      <w:rFonts w:ascii="Tahoma" w:hAnsi="Tahoma" w:cs="Tahoma"/>
      <w:sz w:val="16"/>
      <w:szCs w:val="16"/>
    </w:rPr>
  </w:style>
  <w:style w:type="table" w:styleId="Gemiddeldearcering2-accent6">
    <w:name w:val="Medium Shading 2 Accent 6"/>
    <w:basedOn w:val="Standaardtabel"/>
    <w:uiPriority w:val="64"/>
    <w:rsid w:val="008D1FE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KoptekstChar">
    <w:name w:val="Koptekst Char"/>
    <w:link w:val="Koptekst"/>
    <w:uiPriority w:val="99"/>
    <w:rsid w:val="00B111BC"/>
    <w:rPr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111BC"/>
    <w:pPr>
      <w:tabs>
        <w:tab w:val="center" w:pos="4536"/>
        <w:tab w:val="right" w:pos="9072"/>
      </w:tabs>
    </w:pPr>
    <w:rPr>
      <w:rFonts w:ascii="Comic Sans MS" w:eastAsia="Calibri" w:hAnsi="Comic Sans MS" w:cs="Times New Roman"/>
      <w:sz w:val="28"/>
    </w:rPr>
  </w:style>
  <w:style w:type="character" w:customStyle="1" w:styleId="VoettekstChar">
    <w:name w:val="Voettekst Char"/>
    <w:link w:val="Voettekst"/>
    <w:uiPriority w:val="99"/>
    <w:rsid w:val="00B111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i\Desktop\Hannie's%20wiskunde\informatiebronnen%20en%20afbeeldingen\sjablonen%20en%20logo\sjabloon%20lesmateriaal%20werkbladen%20wiskunde%20Hannie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9050">
          <a:solidFill>
            <a:srgbClr val="F79646">
              <a:lumMod val="75000"/>
            </a:srgbClr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000000"/>
              </a:solidFill>
            </a14:hiddenFill>
          </a:ext>
          <a:ext uri="{53640926-AAD7-44D8-BBD7-CCE9431645EC}">
            <a14:shadowObscured xmlns:a14="http://schemas.microsoft.com/office/drawing/2010/main" val="1"/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8B70-CC2D-449C-995C-0D044885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lesmateriaal werkbladen wiskunde Hannie</Template>
  <TotalTime>0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Samenvattingen</vt:lpstr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Samenvattingen</dc:title>
  <dc:subject>Bij de methode Netwerk</dc:subject>
  <dc:creator>Hannie Kwint</dc:creator>
  <cp:lastModifiedBy>Hannie Kwint</cp:lastModifiedBy>
  <cp:revision>2</cp:revision>
  <dcterms:created xsi:type="dcterms:W3CDTF">2012-08-26T09:46:00Z</dcterms:created>
  <dcterms:modified xsi:type="dcterms:W3CDTF">2012-08-26T09:46:00Z</dcterms:modified>
</cp:coreProperties>
</file>