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1CEEB1C2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F919DC">
              <w:rPr>
                <w:color w:val="000000" w:themeColor="text1"/>
                <w:sz w:val="40"/>
                <w:szCs w:val="40"/>
              </w:rPr>
              <w:t>1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De 4 duurzaamheidsprincipes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684C385F" w:rsidR="0020698B" w:rsidRPr="00F919DC" w:rsidRDefault="003F6E25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Verkennen en verzamelen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8913916" w14:textId="7BD024CA" w:rsidR="00456754" w:rsidRDefault="003F6E25" w:rsidP="00192BC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Basiskennis over de 4 duurzaamheidsprincipes</w:t>
      </w:r>
    </w:p>
    <w:p w14:paraId="148F9B9A" w14:textId="6C89D36F" w:rsidR="003F6E25" w:rsidRPr="003F6E25" w:rsidRDefault="003F6E25" w:rsidP="003F6E25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Kritisch denken</w:t>
      </w:r>
    </w:p>
    <w:p w14:paraId="4AE8A24F" w14:textId="77777777" w:rsidR="00113764" w:rsidRDefault="00113764" w:rsidP="00192BC1">
      <w:pPr>
        <w:pStyle w:val="Kop1"/>
        <w:rPr>
          <w:color w:val="FF5E14"/>
          <w:sz w:val="36"/>
          <w:szCs w:val="36"/>
        </w:rPr>
      </w:pPr>
    </w:p>
    <w:p w14:paraId="375F15B5" w14:textId="719A6384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3F6E25">
        <w:rPr>
          <w:color w:val="FF5E14"/>
          <w:sz w:val="36"/>
          <w:szCs w:val="36"/>
        </w:rPr>
        <w:t xml:space="preserve">45 </w:t>
      </w:r>
      <w:r w:rsidR="002F7D25" w:rsidRPr="00F919DC">
        <w:rPr>
          <w:color w:val="FF5E14"/>
          <w:sz w:val="36"/>
          <w:szCs w:val="36"/>
        </w:rPr>
        <w:t>min</w:t>
      </w:r>
    </w:p>
    <w:p w14:paraId="01B88EAD" w14:textId="2DCB38BB" w:rsidR="002B7766" w:rsidRDefault="002B7766" w:rsidP="002361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Werk alleen</w:t>
      </w:r>
    </w:p>
    <w:p w14:paraId="3916B4F0" w14:textId="5720004E" w:rsidR="003F6E25" w:rsidRPr="002361CE" w:rsidRDefault="003F6E25" w:rsidP="002361C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Verzamel recente nieuwsitems over de 4 duurzaamheidsprincipes en laat daarmee zien dat je de principes begrijpt</w:t>
      </w:r>
    </w:p>
    <w:p w14:paraId="0B601346" w14:textId="4F1B7791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Bekijk in Wikiwijs de 4 duurzaamheidsprincipes</w:t>
      </w:r>
    </w:p>
    <w:p w14:paraId="23CD602E" w14:textId="7FC8D516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 xml:space="preserve">Verzamel per principe minimaal </w:t>
      </w:r>
      <w:r w:rsidR="00C52581">
        <w:rPr>
          <w:color w:val="000000" w:themeColor="text1"/>
          <w:sz w:val="24"/>
          <w:szCs w:val="24"/>
        </w:rPr>
        <w:t>2</w:t>
      </w:r>
      <w:r w:rsidRPr="00361287">
        <w:rPr>
          <w:color w:val="000000" w:themeColor="text1"/>
          <w:sz w:val="24"/>
          <w:szCs w:val="24"/>
        </w:rPr>
        <w:t xml:space="preserve"> recente nieuwsitems (niet ouder dan een jaar) die hierover gaan</w:t>
      </w:r>
    </w:p>
    <w:p w14:paraId="7CB3AC17" w14:textId="77777777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 xml:space="preserve">Vermeld de bron van het nieuwsitem en wanneer het is gepubliceerd </w:t>
      </w:r>
    </w:p>
    <w:p w14:paraId="6A3DC6D2" w14:textId="388910ED" w:rsidR="003F6E2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Vermeld waarom het nieuwsitem bij het duurzaamheidsprincipe past</w:t>
      </w:r>
    </w:p>
    <w:p w14:paraId="6219B70F" w14:textId="7082EC62" w:rsidR="00555E45" w:rsidRPr="00361287" w:rsidRDefault="003F6E25" w:rsidP="0036128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 w:rsidRPr="00361287">
        <w:rPr>
          <w:color w:val="000000" w:themeColor="text1"/>
          <w:sz w:val="24"/>
          <w:szCs w:val="24"/>
        </w:rPr>
        <w:t>Vul het antwoordformulier in en sla op in je portfolio</w:t>
      </w:r>
    </w:p>
    <w:p w14:paraId="0AABAB1F" w14:textId="77777777" w:rsidR="00113764" w:rsidRDefault="00113764" w:rsidP="007E21F6">
      <w:pPr>
        <w:pStyle w:val="Kop1"/>
        <w:rPr>
          <w:color w:val="FF5E14"/>
          <w:sz w:val="36"/>
          <w:szCs w:val="36"/>
        </w:rPr>
      </w:pPr>
    </w:p>
    <w:p w14:paraId="42BA5D71" w14:textId="59A78524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3F6E25">
        <w:rPr>
          <w:color w:val="000000" w:themeColor="text1"/>
          <w:sz w:val="24"/>
          <w:szCs w:val="24"/>
        </w:rPr>
        <w:t xml:space="preserve"> 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7D5B374D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portfolio. Dit is een onderdeel van het examen</w:t>
      </w:r>
    </w:p>
    <w:p w14:paraId="5CF48BCA" w14:textId="64B8FD47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113764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3F6E25" w:rsidRPr="003F6E25">
        <w:rPr>
          <w:color w:val="000000" w:themeColor="text1"/>
          <w:sz w:val="24"/>
          <w:szCs w:val="24"/>
        </w:rPr>
        <w:t>4</w:t>
      </w: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7DA5A7B7" w:rsidR="00E346F5" w:rsidRDefault="00E346F5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1F5383CF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4.1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348397F6" w:rsidR="003F6A57" w:rsidRDefault="003F6E25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De 4 duurzaamheidsprincipes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2361CE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2361CE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036142F9" w14:textId="77777777" w:rsidR="00113764" w:rsidRDefault="00113764" w:rsidP="00FA2006">
      <w:pPr>
        <w:rPr>
          <w:color w:val="000000" w:themeColor="text1"/>
          <w:sz w:val="24"/>
          <w:szCs w:val="24"/>
        </w:rPr>
      </w:pPr>
    </w:p>
    <w:p w14:paraId="2E66041A" w14:textId="461BEECB" w:rsidR="00FA2006" w:rsidRPr="002361CE" w:rsidRDefault="003F6E25" w:rsidP="00FA2006">
      <w:pPr>
        <w:rPr>
          <w:color w:val="000000" w:themeColor="text1"/>
          <w:sz w:val="24"/>
          <w:szCs w:val="24"/>
        </w:rPr>
      </w:pPr>
      <w:r w:rsidRPr="002361CE">
        <w:rPr>
          <w:color w:val="000000" w:themeColor="text1"/>
          <w:sz w:val="24"/>
          <w:szCs w:val="24"/>
        </w:rPr>
        <w:t>Noteer</w:t>
      </w:r>
      <w:r w:rsidR="00FA2006" w:rsidRPr="002361CE">
        <w:rPr>
          <w:color w:val="000000" w:themeColor="text1"/>
          <w:sz w:val="24"/>
          <w:szCs w:val="24"/>
        </w:rPr>
        <w:t xml:space="preserve"> </w:t>
      </w:r>
      <w:r w:rsidR="00113764">
        <w:rPr>
          <w:color w:val="000000" w:themeColor="text1"/>
          <w:sz w:val="24"/>
          <w:szCs w:val="24"/>
        </w:rPr>
        <w:t>per duurzaamheidsprincipe</w:t>
      </w:r>
    </w:p>
    <w:p w14:paraId="324C785F" w14:textId="6C6B2F9C" w:rsidR="003F6E25" w:rsidRPr="002361CE" w:rsidRDefault="00113764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 titels van minimaal 2 nieuwsitems met een link of een foto</w:t>
      </w:r>
    </w:p>
    <w:p w14:paraId="3BDC6339" w14:textId="13475E47" w:rsidR="003F6E25" w:rsidRPr="002361CE" w:rsidRDefault="00113764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Vermeld</w:t>
      </w:r>
      <w:r w:rsidR="003F6E25" w:rsidRPr="002361CE">
        <w:rPr>
          <w:color w:val="000000" w:themeColor="text1"/>
          <w:sz w:val="24"/>
          <w:szCs w:val="24"/>
        </w:rPr>
        <w:t xml:space="preserve"> de bron e</w:t>
      </w:r>
      <w:r>
        <w:rPr>
          <w:color w:val="000000" w:themeColor="text1"/>
          <w:sz w:val="24"/>
          <w:szCs w:val="24"/>
        </w:rPr>
        <w:t>n de datum waarop het is</w:t>
      </w:r>
      <w:r w:rsidR="003F6E25" w:rsidRPr="002361CE">
        <w:rPr>
          <w:color w:val="000000" w:themeColor="text1"/>
          <w:sz w:val="24"/>
          <w:szCs w:val="24"/>
        </w:rPr>
        <w:t xml:space="preserve"> gepubliceerd</w:t>
      </w:r>
    </w:p>
    <w:p w14:paraId="0AC01A3B" w14:textId="5DFEDC57" w:rsidR="003F6E25" w:rsidRPr="002361CE" w:rsidRDefault="003F6E25" w:rsidP="003F6E25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2361CE">
        <w:rPr>
          <w:color w:val="000000" w:themeColor="text1"/>
          <w:sz w:val="24"/>
          <w:szCs w:val="24"/>
        </w:rPr>
        <w:t xml:space="preserve">Vermeld per nieuwsitem waarom het bij </w:t>
      </w:r>
      <w:r w:rsidR="00113764">
        <w:rPr>
          <w:color w:val="000000" w:themeColor="text1"/>
          <w:sz w:val="24"/>
          <w:szCs w:val="24"/>
        </w:rPr>
        <w:t xml:space="preserve">dat </w:t>
      </w:r>
      <w:r w:rsidRPr="002361CE">
        <w:rPr>
          <w:color w:val="000000" w:themeColor="text1"/>
          <w:sz w:val="24"/>
          <w:szCs w:val="24"/>
        </w:rPr>
        <w:t>duurzaamheidsprincipe hoort</w:t>
      </w:r>
    </w:p>
    <w:p w14:paraId="628ED585" w14:textId="1EC74D77" w:rsidR="002877D1" w:rsidRPr="002361CE" w:rsidRDefault="002877D1" w:rsidP="002361CE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1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55E45" w14:paraId="55C5F919" w14:textId="77777777" w:rsidTr="0020654C">
        <w:tc>
          <w:tcPr>
            <w:tcW w:w="9351" w:type="dxa"/>
          </w:tcPr>
          <w:p w14:paraId="4242FFFC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49476A62" wp14:editId="21399177">
                  <wp:extent cx="4874217" cy="787387"/>
                  <wp:effectExtent l="0" t="0" r="0" b="63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237" cy="816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361CE" w:rsidRPr="002361CE">
              <w:rPr>
                <w:rFonts w:cs="Arial"/>
                <w:color w:val="080808"/>
                <w:sz w:val="24"/>
                <w:szCs w:val="24"/>
              </w:rPr>
              <w:t xml:space="preserve"> </w:t>
            </w:r>
          </w:p>
          <w:p w14:paraId="6BA7B00D" w14:textId="5223CB81" w:rsidR="002877D1" w:rsidRPr="002361CE" w:rsidRDefault="002361CE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Breng niet meer en sneller stoffen uit de aard</w:t>
            </w:r>
            <w:r w:rsidR="002B7766">
              <w:rPr>
                <w:rFonts w:cs="Arial"/>
                <w:color w:val="080808"/>
                <w:sz w:val="24"/>
                <w:szCs w:val="24"/>
              </w:rPr>
              <w:t xml:space="preserve">e </w:t>
            </w:r>
            <w:r w:rsidRPr="002361CE">
              <w:rPr>
                <w:rFonts w:cs="Arial"/>
                <w:color w:val="080808"/>
                <w:sz w:val="24"/>
                <w:szCs w:val="24"/>
              </w:rPr>
              <w:t>in het milieu dan de natuur kan verwerken.</w:t>
            </w:r>
            <w:r w:rsidR="002877D1"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C2F4823" w14:textId="1557EE05" w:rsidR="00113764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1.</w:t>
            </w:r>
          </w:p>
          <w:p w14:paraId="5651C36E" w14:textId="19C33618" w:rsidR="002877D1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</w:p>
          <w:p w14:paraId="5CEC0E8A" w14:textId="6952E552" w:rsidR="00113764" w:rsidRPr="002361CE" w:rsidRDefault="002877D1">
            <w:pPr>
              <w:rPr>
                <w:color w:val="000000" w:themeColor="text1"/>
                <w:sz w:val="24"/>
                <w:szCs w:val="24"/>
              </w:rPr>
            </w:pPr>
            <w:r w:rsidRPr="002361CE">
              <w:rPr>
                <w:color w:val="000000" w:themeColor="text1"/>
                <w:sz w:val="24"/>
                <w:szCs w:val="24"/>
              </w:rPr>
              <w:t>2.</w:t>
            </w:r>
          </w:p>
          <w:p w14:paraId="039A694A" w14:textId="2C345AC6" w:rsidR="00555E45" w:rsidRDefault="00555E45"/>
        </w:tc>
      </w:tr>
    </w:tbl>
    <w:p w14:paraId="5D70AF60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1F815AD6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04335304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0641FEBD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36221625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3DF6F329" w14:textId="77777777" w:rsidR="00113764" w:rsidRDefault="00113764">
      <w:pPr>
        <w:rPr>
          <w:i/>
          <w:iCs/>
          <w:color w:val="000000" w:themeColor="text1"/>
          <w:sz w:val="24"/>
          <w:szCs w:val="24"/>
        </w:rPr>
      </w:pPr>
    </w:p>
    <w:p w14:paraId="1C43320F" w14:textId="54B8508C" w:rsidR="002877D1" w:rsidRPr="002361CE" w:rsidRDefault="002877D1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lastRenderedPageBreak/>
        <w:t>Principe 2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4ADB2507" w14:textId="77777777" w:rsidTr="0020654C">
        <w:tc>
          <w:tcPr>
            <w:tcW w:w="9493" w:type="dxa"/>
          </w:tcPr>
          <w:p w14:paraId="12A25A89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13DE7B8A" wp14:editId="59362450">
                  <wp:extent cx="5156200" cy="8509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6200" cy="85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F06F4" w14:textId="222F7B85" w:rsidR="002877D1" w:rsidRPr="0020654C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 xml:space="preserve">Breng niet meer en sneller </w:t>
            </w:r>
            <w:r w:rsidR="002B7766">
              <w:rPr>
                <w:rFonts w:cs="Arial"/>
                <w:color w:val="080808"/>
                <w:sz w:val="24"/>
                <w:szCs w:val="24"/>
              </w:rPr>
              <w:t>chemische en giftige</w:t>
            </w:r>
            <w:r w:rsidRPr="002361CE">
              <w:rPr>
                <w:rFonts w:cs="Arial"/>
                <w:color w:val="080808"/>
                <w:sz w:val="24"/>
                <w:szCs w:val="24"/>
              </w:rPr>
              <w:t xml:space="preserve"> stoffen in het milieu dan de natuur kan verwerken.</w:t>
            </w:r>
          </w:p>
          <w:p w14:paraId="311001BC" w14:textId="6F8B2B8E" w:rsidR="002877D1" w:rsidRPr="002B7766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B7766">
              <w:rPr>
                <w:rFonts w:cs="Arial"/>
                <w:color w:val="080808"/>
                <w:sz w:val="24"/>
                <w:szCs w:val="24"/>
              </w:rPr>
              <w:t>1</w:t>
            </w:r>
          </w:p>
          <w:p w14:paraId="07291952" w14:textId="4912C751" w:rsidR="00113764" w:rsidRPr="002B7766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B7766">
              <w:rPr>
                <w:rFonts w:cs="Arial"/>
                <w:color w:val="080808"/>
                <w:sz w:val="24"/>
                <w:szCs w:val="24"/>
              </w:rPr>
              <w:t>2.</w:t>
            </w:r>
          </w:p>
          <w:p w14:paraId="1E555644" w14:textId="70755B72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1B4FA99C" w14:textId="66898FDC" w:rsidR="002877D1" w:rsidRDefault="002877D1" w:rsidP="003F6E25"/>
    <w:p w14:paraId="4660E821" w14:textId="21D1C154" w:rsidR="002877D1" w:rsidRPr="002361CE" w:rsidRDefault="002877D1" w:rsidP="003F6E25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3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1672F9EB" w14:textId="77777777" w:rsidTr="0020654C">
        <w:tc>
          <w:tcPr>
            <w:tcW w:w="9493" w:type="dxa"/>
          </w:tcPr>
          <w:p w14:paraId="58C1C92F" w14:textId="77777777" w:rsidR="00113764" w:rsidRDefault="002877D1" w:rsidP="002361CE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667DF570" wp14:editId="0B911821">
                  <wp:extent cx="5153891" cy="717550"/>
                  <wp:effectExtent l="0" t="0" r="254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8668" cy="72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E080EE" w14:textId="2634F5AE" w:rsidR="002361CE" w:rsidRPr="002361CE" w:rsidRDefault="002361CE" w:rsidP="002361CE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Breek de natuur niet sneller af dan de tijd die nodig is om </w:t>
            </w:r>
            <w:r w:rsidR="00284EBE">
              <w:rPr>
                <w:rFonts w:cs="Arial"/>
                <w:color w:val="000000" w:themeColor="text1"/>
                <w:sz w:val="24"/>
                <w:szCs w:val="24"/>
              </w:rPr>
              <w:t xml:space="preserve">de natuur </w:t>
            </w: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 xml:space="preserve">te herstellen. </w:t>
            </w:r>
          </w:p>
          <w:p w14:paraId="001392E4" w14:textId="77987085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1.</w:t>
            </w:r>
          </w:p>
          <w:p w14:paraId="440B680D" w14:textId="3D6A626D" w:rsidR="00113764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80808"/>
                <w:sz w:val="24"/>
                <w:szCs w:val="24"/>
              </w:rPr>
            </w:pPr>
            <w:r w:rsidRPr="002361CE">
              <w:rPr>
                <w:rFonts w:cs="Arial"/>
                <w:color w:val="080808"/>
                <w:sz w:val="24"/>
                <w:szCs w:val="24"/>
              </w:rPr>
              <w:t>2</w:t>
            </w:r>
          </w:p>
          <w:p w14:paraId="6273FB0D" w14:textId="354EB894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145176C4" w14:textId="77777777" w:rsidR="00113764" w:rsidRDefault="00113764" w:rsidP="003F6E25"/>
    <w:p w14:paraId="28A636AC" w14:textId="303F11B2" w:rsidR="002877D1" w:rsidRPr="002361CE" w:rsidRDefault="002877D1" w:rsidP="003F6E25">
      <w:pPr>
        <w:rPr>
          <w:i/>
          <w:iCs/>
          <w:color w:val="000000" w:themeColor="text1"/>
          <w:sz w:val="24"/>
          <w:szCs w:val="24"/>
        </w:rPr>
      </w:pPr>
      <w:r w:rsidRPr="002361CE">
        <w:rPr>
          <w:i/>
          <w:iCs/>
          <w:color w:val="000000" w:themeColor="text1"/>
          <w:sz w:val="24"/>
          <w:szCs w:val="24"/>
        </w:rPr>
        <w:t>Principe 4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F6E25" w14:paraId="0F806D4D" w14:textId="77777777" w:rsidTr="0020654C">
        <w:tc>
          <w:tcPr>
            <w:tcW w:w="9493" w:type="dxa"/>
          </w:tcPr>
          <w:p w14:paraId="3CE335E3" w14:textId="77777777" w:rsidR="00113764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877D1">
              <w:rPr>
                <w:rFonts w:ascii="Arial" w:hAnsi="Arial" w:cs="Arial"/>
                <w:noProof/>
                <w:color w:val="080808"/>
              </w:rPr>
              <w:drawing>
                <wp:inline distT="0" distB="0" distL="0" distR="0" wp14:anchorId="76E30A93" wp14:editId="7F19B19E">
                  <wp:extent cx="5238750" cy="776605"/>
                  <wp:effectExtent l="0" t="0" r="635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0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4CFC8F" w14:textId="56740B52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>Doe geen dingen waardoor anderen beperkt worden in het kunnen vervullen van hun basisbehoeften.</w:t>
            </w:r>
          </w:p>
          <w:p w14:paraId="38185302" w14:textId="5C037ADE" w:rsidR="002877D1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lastRenderedPageBreak/>
              <w:t>1.</w:t>
            </w:r>
          </w:p>
          <w:p w14:paraId="048AE830" w14:textId="280BDC76" w:rsidR="00113764" w:rsidRPr="002361CE" w:rsidRDefault="002877D1" w:rsidP="002877D1">
            <w:pPr>
              <w:spacing w:before="100" w:beforeAutospacing="1" w:after="100" w:afterAutospacing="1" w:line="400" w:lineRule="atLeast"/>
              <w:rPr>
                <w:rFonts w:cs="Arial"/>
                <w:color w:val="000000" w:themeColor="text1"/>
                <w:sz w:val="24"/>
                <w:szCs w:val="24"/>
              </w:rPr>
            </w:pPr>
            <w:r w:rsidRPr="002361CE">
              <w:rPr>
                <w:rFonts w:cs="Arial"/>
                <w:color w:val="000000" w:themeColor="text1"/>
                <w:sz w:val="24"/>
                <w:szCs w:val="24"/>
              </w:rPr>
              <w:t>2.</w:t>
            </w:r>
          </w:p>
          <w:p w14:paraId="5C0A3AD9" w14:textId="6A155469" w:rsidR="003F6E25" w:rsidRPr="002877D1" w:rsidRDefault="003F6E25" w:rsidP="002877D1">
            <w:pPr>
              <w:spacing w:before="100" w:beforeAutospacing="1" w:after="100" w:afterAutospacing="1" w:line="400" w:lineRule="atLeast"/>
              <w:rPr>
                <w:rFonts w:ascii="Arial" w:hAnsi="Arial" w:cs="Arial"/>
                <w:color w:val="080808"/>
              </w:rPr>
            </w:pPr>
          </w:p>
        </w:tc>
      </w:tr>
    </w:tbl>
    <w:p w14:paraId="34D453AC" w14:textId="77777777" w:rsidR="00FA2006" w:rsidRPr="00347D0F" w:rsidRDefault="00FA2006"/>
    <w:sectPr w:rsidR="00FA2006" w:rsidRPr="00347D0F" w:rsidSect="00192BC1">
      <w:footerReference w:type="default" r:id="rId13"/>
      <w:footerReference w:type="first" r:id="rId14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4D5C4" w14:textId="77777777" w:rsidR="00CB0B1E" w:rsidRDefault="00CB0B1E">
      <w:pPr>
        <w:spacing w:after="0" w:line="240" w:lineRule="auto"/>
      </w:pPr>
      <w:r>
        <w:separator/>
      </w:r>
    </w:p>
  </w:endnote>
  <w:endnote w:type="continuationSeparator" w:id="0">
    <w:p w14:paraId="0C0EFFF9" w14:textId="77777777" w:rsidR="00CB0B1E" w:rsidRDefault="00CB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EC99A" w14:textId="77777777" w:rsidR="00CB0B1E" w:rsidRDefault="00CB0B1E">
      <w:pPr>
        <w:spacing w:after="0" w:line="240" w:lineRule="auto"/>
      </w:pPr>
      <w:r>
        <w:separator/>
      </w:r>
    </w:p>
  </w:footnote>
  <w:footnote w:type="continuationSeparator" w:id="0">
    <w:p w14:paraId="79C3CB0E" w14:textId="77777777" w:rsidR="00CB0B1E" w:rsidRDefault="00CB0B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811388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63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85C60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135BB"/>
    <w:multiLevelType w:val="multilevel"/>
    <w:tmpl w:val="65E8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1"/>
  </w:num>
  <w:num w:numId="14">
    <w:abstractNumId w:val="21"/>
  </w:num>
  <w:num w:numId="15">
    <w:abstractNumId w:val="10"/>
  </w:num>
  <w:num w:numId="16">
    <w:abstractNumId w:val="22"/>
  </w:num>
  <w:num w:numId="17">
    <w:abstractNumId w:val="20"/>
  </w:num>
  <w:num w:numId="18">
    <w:abstractNumId w:val="17"/>
  </w:num>
  <w:num w:numId="19">
    <w:abstractNumId w:val="15"/>
  </w:num>
  <w:num w:numId="20">
    <w:abstractNumId w:val="14"/>
  </w:num>
  <w:num w:numId="21">
    <w:abstractNumId w:val="23"/>
  </w:num>
  <w:num w:numId="22">
    <w:abstractNumId w:val="19"/>
  </w:num>
  <w:num w:numId="23">
    <w:abstractNumId w:val="13"/>
  </w:num>
  <w:num w:numId="24">
    <w:abstractNumId w:val="26"/>
  </w:num>
  <w:num w:numId="25">
    <w:abstractNumId w:val="18"/>
  </w:num>
  <w:num w:numId="26">
    <w:abstractNumId w:val="1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13764"/>
    <w:rsid w:val="0013527B"/>
    <w:rsid w:val="00157A2E"/>
    <w:rsid w:val="00192BC1"/>
    <w:rsid w:val="001C75A8"/>
    <w:rsid w:val="001E361F"/>
    <w:rsid w:val="001F15F2"/>
    <w:rsid w:val="00200CC1"/>
    <w:rsid w:val="0020654C"/>
    <w:rsid w:val="0020698B"/>
    <w:rsid w:val="00235D6E"/>
    <w:rsid w:val="002361CE"/>
    <w:rsid w:val="00260520"/>
    <w:rsid w:val="00284EBE"/>
    <w:rsid w:val="002877D1"/>
    <w:rsid w:val="00287808"/>
    <w:rsid w:val="002B7766"/>
    <w:rsid w:val="002D61F4"/>
    <w:rsid w:val="002F7D25"/>
    <w:rsid w:val="003068CA"/>
    <w:rsid w:val="00347D0F"/>
    <w:rsid w:val="00351688"/>
    <w:rsid w:val="00361287"/>
    <w:rsid w:val="00390890"/>
    <w:rsid w:val="003C3A01"/>
    <w:rsid w:val="003C75A3"/>
    <w:rsid w:val="003F6A57"/>
    <w:rsid w:val="003F6E25"/>
    <w:rsid w:val="00413E12"/>
    <w:rsid w:val="00456754"/>
    <w:rsid w:val="005162E5"/>
    <w:rsid w:val="00555E45"/>
    <w:rsid w:val="00572651"/>
    <w:rsid w:val="00581B03"/>
    <w:rsid w:val="005A3FD5"/>
    <w:rsid w:val="005B68BF"/>
    <w:rsid w:val="005D4021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A96038"/>
    <w:rsid w:val="00AA1AA0"/>
    <w:rsid w:val="00AD4F7E"/>
    <w:rsid w:val="00AE4583"/>
    <w:rsid w:val="00B94B1F"/>
    <w:rsid w:val="00BD2A4C"/>
    <w:rsid w:val="00C24487"/>
    <w:rsid w:val="00C52581"/>
    <w:rsid w:val="00C654BD"/>
    <w:rsid w:val="00CA7F11"/>
    <w:rsid w:val="00CB0B1E"/>
    <w:rsid w:val="00D02964"/>
    <w:rsid w:val="00D03C8F"/>
    <w:rsid w:val="00D110F0"/>
    <w:rsid w:val="00D6623B"/>
    <w:rsid w:val="00DB29E6"/>
    <w:rsid w:val="00DB3BE1"/>
    <w:rsid w:val="00DD3BC3"/>
    <w:rsid w:val="00DF079A"/>
    <w:rsid w:val="00E24542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28C7B7-4F77-7D4D-95FC-76F68E9D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2</TotalTime>
  <Pages>4</Pages>
  <Words>265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2020-08-23T15:07:00Z</dcterms:created>
  <dcterms:modified xsi:type="dcterms:W3CDTF">2020-08-23T15:07:00Z</dcterms:modified>
</cp:coreProperties>
</file>