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64.0" w:type="dxa"/>
        <w:jc w:val="left"/>
        <w:tblInd w:w="-1483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965"/>
        <w:gridCol w:w="518"/>
        <w:gridCol w:w="8581"/>
        <w:tblGridChange w:id="0">
          <w:tblGrid>
            <w:gridCol w:w="965"/>
            <w:gridCol w:w="518"/>
            <w:gridCol w:w="8581"/>
          </w:tblGrid>
        </w:tblGridChange>
      </w:tblGrid>
      <w:tr>
        <w:trPr>
          <w:cantSplit w:val="0"/>
          <w:tblHeader w:val="0"/>
        </w:trPr>
        <w:tc>
          <w:tcPr>
            <w:shd w:fill="3a3a3a" w:val="clear"/>
          </w:tcPr>
          <w:p w:rsidR="00000000" w:rsidDel="00000000" w:rsidP="00000000" w:rsidRDefault="00000000" w:rsidRPr="00000000" w14:paraId="00000002">
            <w:pPr>
              <w:spacing w:before="260" w:lineRule="auto"/>
              <w:rPr>
                <w:color w:val="f963c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3">
            <w:pPr>
              <w:spacing w:before="260" w:lineRule="auto"/>
              <w:rPr>
                <w:color w:val="f963c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4">
            <w:pPr>
              <w:pStyle w:val="Title"/>
              <w:jc w:val="center"/>
              <w:rPr>
                <w:color w:val="ff5e14"/>
                <w:sz w:val="44"/>
                <w:szCs w:val="44"/>
              </w:rPr>
            </w:pPr>
            <w:r w:rsidDel="00000000" w:rsidR="00000000" w:rsidRPr="00000000">
              <w:rPr>
                <w:color w:val="ff5e14"/>
                <w:sz w:val="44"/>
                <w:szCs w:val="44"/>
                <w:rtl w:val="0"/>
              </w:rPr>
              <w:t xml:space="preserve">Keuzedeel duurzaamheid in het beroep</w:t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1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b="0" l="0" r="0" t="0"/>
                  <wp:wrapSquare wrapText="bothSides" distB="0" distT="0" distL="114300" distR="114300"/>
                  <wp:docPr descr="Afbeelding kan het volgende bevatten: de tekst 'MBO College Lelystad'" id="5" name="image1.jpg"/>
                  <a:graphic>
                    <a:graphicData uri="http://schemas.openxmlformats.org/drawingml/2006/picture">
                      <pic:pic>
                        <pic:nvPicPr>
                          <pic:cNvPr descr="Afbeelding kan het volgende bevatten: de tekst 'MBO College Lelystad'" id="0" name="image1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8855" cy="99885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05">
            <w:pPr>
              <w:rPr>
                <w:color w:val="ff0000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rPr>
                <w:color w:val="000000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rPr>
                <w:color w:val="000000"/>
                <w:sz w:val="40"/>
                <w:szCs w:val="40"/>
              </w:rPr>
            </w:pPr>
            <w:r w:rsidDel="00000000" w:rsidR="00000000" w:rsidRPr="00000000">
              <w:rPr>
                <w:color w:val="000000"/>
                <w:sz w:val="40"/>
                <w:szCs w:val="40"/>
                <w:rtl w:val="0"/>
              </w:rPr>
              <w:t xml:space="preserve">Opdracht 3.1  Interview </w:t>
            </w:r>
          </w:p>
          <w:p w:rsidR="00000000" w:rsidDel="00000000" w:rsidP="00000000" w:rsidRDefault="00000000" w:rsidRPr="00000000" w14:paraId="00000008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Hoe bewust ben jij ? Are you what you eat?</w:t>
            </w:r>
          </w:p>
          <w:p w:rsidR="00000000" w:rsidDel="00000000" w:rsidP="00000000" w:rsidRDefault="00000000" w:rsidRPr="00000000" w14:paraId="00000009">
            <w:pPr>
              <w:pStyle w:val="Subtitle"/>
              <w:rPr>
                <w:color w:val="f963c0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rPr>
          <w:color w:val="ff5e1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1"/>
        <w:rPr>
          <w:color w:val="ff5e14"/>
          <w:sz w:val="36"/>
          <w:szCs w:val="36"/>
        </w:rPr>
      </w:pPr>
      <w:r w:rsidDel="00000000" w:rsidR="00000000" w:rsidRPr="00000000">
        <w:rPr>
          <w:color w:val="ff5e14"/>
          <w:sz w:val="36"/>
          <w:szCs w:val="36"/>
          <w:rtl w:val="0"/>
        </w:rPr>
        <w:t xml:space="preserve">Leerdoel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Jouw eigen waarden leren kennen (bewustwording)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Open luisteren en vragen stellen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Bewust kijken naar je eigen handelen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Nadenken over wat jouw waarden en duurzaamheid (PPP)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12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1"/>
        <w:rPr>
          <w:color w:val="ff5e14"/>
          <w:sz w:val="36"/>
          <w:szCs w:val="36"/>
        </w:rPr>
      </w:pPr>
      <w:r w:rsidDel="00000000" w:rsidR="00000000" w:rsidRPr="00000000">
        <w:rPr>
          <w:color w:val="ff5e14"/>
          <w:sz w:val="36"/>
          <w:szCs w:val="36"/>
          <w:rtl w:val="0"/>
        </w:rPr>
        <w:t xml:space="preserve">De opdracht – 45 min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Maak een drietal.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Jullie gaan elkaar interviewen. Er is een vragensteller, een  filmer en iemand die geïnterviewd wordt.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interviewer stelt in ieder geval deze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vier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vragen. Je moet doorvragen als het antwoord niet helder is of te weinig informatie geeft.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Wat betekent eten voor jou? Kan je dat uitleggen?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Heb je vanuit thuis belangrijke regels meegekregen over eten?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Wat voor eetgedrag heb jij nu?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Denk je wel eens na over je eigen eetgedrag en duurzaamheid? Vind je dat belangrijk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Interview elkaar. De filmer neemt het interview op.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Wissel na 5 tot 7 minuten van rol totdat iedereen is geweest.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Bespreek het interview na, wat ging er goed? Wat was lastig?</w:t>
      </w:r>
    </w:p>
    <w:p w:rsidR="00000000" w:rsidDel="00000000" w:rsidP="00000000" w:rsidRDefault="00000000" w:rsidRPr="00000000" w14:paraId="0000001E">
      <w:pPr>
        <w:pStyle w:val="Heading1"/>
        <w:rPr>
          <w:color w:val="ff5e14"/>
          <w:sz w:val="36"/>
          <w:szCs w:val="36"/>
        </w:rPr>
      </w:pPr>
      <w:r w:rsidDel="00000000" w:rsidR="00000000" w:rsidRPr="00000000">
        <w:rPr>
          <w:color w:val="ff5e14"/>
          <w:sz w:val="36"/>
          <w:szCs w:val="36"/>
          <w:rtl w:val="0"/>
        </w:rPr>
        <w:t xml:space="preserve">Beoordeling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opdracht wordt beoordeeld met voldoende/onvoldoende en is onderdeel van het examen.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Je plaatst het filmpje in Teams in de map van periode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ff5e14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</w:t>
      </w:r>
    </w:p>
    <w:p w:rsidR="00000000" w:rsidDel="00000000" w:rsidP="00000000" w:rsidRDefault="00000000" w:rsidRPr="00000000" w14:paraId="00000021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color w:val="000000"/>
        </w:rPr>
      </w:pPr>
      <w:r w:rsidDel="00000000" w:rsidR="00000000" w:rsidRPr="00000000">
        <w:rPr>
          <w:rtl w:val="0"/>
        </w:rPr>
      </w:r>
    </w:p>
    <w:sectPr>
      <w:footerReference r:id="rId8" w:type="default"/>
      <w:footerReference r:id="rId9" w:type="first"/>
      <w:pgSz w:h="16839" w:w="11907" w:orient="portrait"/>
      <w:pgMar w:bottom="1771" w:top="994" w:left="1483" w:right="2174" w:header="432" w:footer="51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3a3a3a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1"/>
        <w:i w:val="0"/>
        <w:smallCaps w:val="0"/>
        <w:strike w:val="0"/>
        <w:color w:val="3a3a3a"/>
        <w:sz w:val="36"/>
        <w:szCs w:val="36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1"/>
        <w:i w:val="0"/>
        <w:smallCaps w:val="0"/>
        <w:strike w:val="0"/>
        <w:color w:val="3a3a3a"/>
        <w:sz w:val="36"/>
        <w:szCs w:val="3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color w:val="3a3a3a"/>
        <w:sz w:val="26"/>
        <w:szCs w:val="26"/>
        <w:lang w:val="nl-NL"/>
      </w:rPr>
    </w:rPrDefault>
    <w:pPrDefault>
      <w:pPr>
        <w:spacing w:after="16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bottom w:color="3a3a3a" w:space="6" w:sz="24" w:val="single"/>
      </w:pBdr>
      <w:spacing w:after="180" w:line="240" w:lineRule="auto"/>
    </w:pPr>
    <w:rPr>
      <w:rFonts w:ascii="Cambria" w:cs="Cambria" w:eastAsia="Cambria" w:hAnsi="Cambria"/>
      <w:b w:val="1"/>
      <w:smallCaps w:val="1"/>
      <w:sz w:val="50"/>
      <w:szCs w:val="5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line="240" w:lineRule="auto"/>
    </w:pPr>
    <w:rPr>
      <w:rFonts w:ascii="Cambria" w:cs="Cambria" w:eastAsia="Cambria" w:hAnsi="Cambria"/>
      <w:b w:val="1"/>
    </w:rPr>
  </w:style>
  <w:style w:type="paragraph" w:styleId="Heading3">
    <w:name w:val="heading 3"/>
    <w:basedOn w:val="Normal"/>
    <w:next w:val="Normal"/>
    <w:pPr>
      <w:keepNext w:val="1"/>
      <w:keepLines w:val="1"/>
    </w:pPr>
    <w:rPr>
      <w:rFonts w:ascii="Cambria" w:cs="Cambria" w:eastAsia="Cambria" w:hAnsi="Cambria"/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</w:pPr>
    <w:rPr>
      <w:rFonts w:ascii="Cambria" w:cs="Cambria" w:eastAsia="Cambria" w:hAnsi="Cambria"/>
    </w:rPr>
  </w:style>
  <w:style w:type="paragraph" w:styleId="Heading5">
    <w:name w:val="heading 5"/>
    <w:basedOn w:val="Normal"/>
    <w:next w:val="Normal"/>
    <w:pPr>
      <w:keepNext w:val="1"/>
      <w:keepLines w:val="1"/>
    </w:pPr>
    <w:rPr>
      <w:rFonts w:ascii="Cambria" w:cs="Cambria" w:eastAsia="Cambria" w:hAnsi="Cambria"/>
      <w:i w:val="1"/>
    </w:rPr>
  </w:style>
  <w:style w:type="paragraph" w:styleId="Heading6">
    <w:name w:val="heading 6"/>
    <w:basedOn w:val="Normal"/>
    <w:next w:val="Normal"/>
    <w:pPr>
      <w:keepNext w:val="1"/>
      <w:keepLines w:val="1"/>
    </w:pPr>
    <w:rPr>
      <w:rFonts w:ascii="Cambria" w:cs="Cambria" w:eastAsia="Cambria" w:hAnsi="Cambria"/>
      <w:b w:val="1"/>
      <w:sz w:val="24"/>
      <w:szCs w:val="24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mbria" w:cs="Cambria" w:eastAsia="Cambria" w:hAnsi="Cambria"/>
      <w:b w:val="1"/>
      <w:smallCaps w:val="1"/>
      <w:sz w:val="94"/>
      <w:szCs w:val="94"/>
    </w:rPr>
  </w:style>
  <w:style w:type="paragraph" w:styleId="Standaard" w:default="1">
    <w:name w:val="Normal"/>
    <w:qFormat w:val="1"/>
    <w:rsid w:val="00017058"/>
  </w:style>
  <w:style w:type="paragraph" w:styleId="Kop1">
    <w:name w:val="heading 1"/>
    <w:basedOn w:val="Standaard"/>
    <w:next w:val="Standaard"/>
    <w:link w:val="Kop1Char"/>
    <w:uiPriority w:val="9"/>
    <w:qFormat w:val="1"/>
    <w:pPr>
      <w:keepNext w:val="1"/>
      <w:keepLines w:val="1"/>
      <w:pBdr>
        <w:bottom w:color="3a3a3a" w:space="6" w:sz="24" w:themeColor="text2" w:val="single"/>
      </w:pBdr>
      <w:spacing w:after="180" w:line="240" w:lineRule="auto"/>
      <w:outlineLvl w:val="0"/>
    </w:pPr>
    <w:rPr>
      <w:rFonts w:asciiTheme="majorHAnsi" w:cstheme="majorBidi" w:eastAsiaTheme="majorEastAsia" w:hAnsiTheme="majorHAnsi"/>
      <w:b w:val="1"/>
      <w:caps w:val="1"/>
      <w:sz w:val="5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 w:val="1"/>
    <w:qFormat w:val="1"/>
    <w:pPr>
      <w:keepNext w:val="1"/>
      <w:keepLines w:val="1"/>
      <w:spacing w:after="120" w:line="240" w:lineRule="auto"/>
      <w:outlineLvl w:val="1"/>
    </w:pPr>
    <w:rPr>
      <w:rFonts w:asciiTheme="majorHAnsi" w:cstheme="majorBidi" w:eastAsiaTheme="majorEastAsia" w:hAnsiTheme="majorHAnsi"/>
      <w:b w:val="1"/>
    </w:rPr>
  </w:style>
  <w:style w:type="paragraph" w:styleId="Kop3">
    <w:name w:val="heading 3"/>
    <w:basedOn w:val="Standaard"/>
    <w:next w:val="Standaard"/>
    <w:link w:val="Kop3Char"/>
    <w:uiPriority w:val="9"/>
    <w:semiHidden w:val="1"/>
    <w:unhideWhenUsed w:val="1"/>
    <w:qFormat w:val="1"/>
    <w:pPr>
      <w:keepNext w:val="1"/>
      <w:keepLines w:val="1"/>
      <w:outlineLvl w:val="2"/>
    </w:pPr>
    <w:rPr>
      <w:rFonts w:asciiTheme="majorHAnsi" w:cstheme="majorBidi" w:eastAsiaTheme="majorEastAsia" w:hAnsiTheme="majorHAnsi"/>
      <w:b w:val="1"/>
      <w:i w:val="1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 w:val="1"/>
    <w:unhideWhenUsed w:val="1"/>
    <w:qFormat w:val="1"/>
    <w:pPr>
      <w:keepNext w:val="1"/>
      <w:keepLines w:val="1"/>
      <w:outlineLvl w:val="3"/>
    </w:pPr>
    <w:rPr>
      <w:rFonts w:asciiTheme="majorHAnsi" w:cstheme="majorBidi" w:eastAsiaTheme="majorEastAsia" w:hAnsiTheme="majorHAnsi"/>
      <w:iCs w:val="1"/>
    </w:rPr>
  </w:style>
  <w:style w:type="paragraph" w:styleId="Kop5">
    <w:name w:val="heading 5"/>
    <w:basedOn w:val="Standaard"/>
    <w:next w:val="Standaard"/>
    <w:link w:val="Kop5Char"/>
    <w:uiPriority w:val="9"/>
    <w:semiHidden w:val="1"/>
    <w:unhideWhenUsed w:val="1"/>
    <w:qFormat w:val="1"/>
    <w:pPr>
      <w:keepNext w:val="1"/>
      <w:keepLines w:val="1"/>
      <w:outlineLvl w:val="4"/>
    </w:pPr>
    <w:rPr>
      <w:rFonts w:asciiTheme="majorHAnsi" w:cstheme="majorBidi" w:eastAsiaTheme="majorEastAsia" w:hAnsiTheme="majorHAnsi"/>
      <w:i w:val="1"/>
    </w:rPr>
  </w:style>
  <w:style w:type="paragraph" w:styleId="Kop6">
    <w:name w:val="heading 6"/>
    <w:basedOn w:val="Standaard"/>
    <w:next w:val="Standaard"/>
    <w:link w:val="Kop6Char"/>
    <w:uiPriority w:val="9"/>
    <w:semiHidden w:val="1"/>
    <w:unhideWhenUsed w:val="1"/>
    <w:qFormat w:val="1"/>
    <w:pPr>
      <w:keepNext w:val="1"/>
      <w:keepLines w:val="1"/>
      <w:outlineLvl w:val="5"/>
    </w:pPr>
    <w:rPr>
      <w:rFonts w:asciiTheme="majorHAnsi" w:cstheme="majorBidi" w:eastAsiaTheme="majorEastAsia" w:hAnsiTheme="majorHAnsi"/>
      <w:b w:val="1"/>
      <w:sz w:val="24"/>
    </w:rPr>
  </w:style>
  <w:style w:type="paragraph" w:styleId="Kop7">
    <w:name w:val="heading 7"/>
    <w:basedOn w:val="Standaard"/>
    <w:next w:val="Standaard"/>
    <w:link w:val="Kop7Char"/>
    <w:uiPriority w:val="9"/>
    <w:semiHidden w:val="1"/>
    <w:unhideWhenUsed w:val="1"/>
    <w:qFormat w:val="1"/>
    <w:pPr>
      <w:keepNext w:val="1"/>
      <w:keepLines w:val="1"/>
      <w:outlineLvl w:val="6"/>
    </w:pPr>
    <w:rPr>
      <w:rFonts w:asciiTheme="majorHAnsi" w:cstheme="majorBidi" w:eastAsiaTheme="majorEastAsia" w:hAnsiTheme="majorHAnsi"/>
      <w:b w:val="1"/>
      <w:i w:val="1"/>
      <w:iCs w:val="1"/>
      <w:sz w:val="24"/>
    </w:rPr>
  </w:style>
  <w:style w:type="paragraph" w:styleId="Kop8">
    <w:name w:val="heading 8"/>
    <w:basedOn w:val="Standaard"/>
    <w:next w:val="Standaard"/>
    <w:link w:val="Kop8Char"/>
    <w:uiPriority w:val="9"/>
    <w:semiHidden w:val="1"/>
    <w:unhideWhenUsed w:val="1"/>
    <w:qFormat w:val="1"/>
    <w:pPr>
      <w:keepNext w:val="1"/>
      <w:keepLines w:val="1"/>
      <w:outlineLvl w:val="7"/>
    </w:pPr>
    <w:rPr>
      <w:rFonts w:asciiTheme="majorHAnsi" w:cstheme="majorBidi" w:eastAsiaTheme="majorEastAsia" w:hAnsiTheme="majorHAnsi"/>
      <w:sz w:val="24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 w:val="1"/>
    <w:unhideWhenUsed w:val="1"/>
    <w:qFormat w:val="1"/>
    <w:pPr>
      <w:keepNext w:val="1"/>
      <w:keepLines w:val="1"/>
      <w:outlineLvl w:val="8"/>
    </w:pPr>
    <w:rPr>
      <w:rFonts w:asciiTheme="majorHAnsi" w:cstheme="majorBidi" w:eastAsiaTheme="majorEastAsia" w:hAnsiTheme="majorHAnsi"/>
      <w:i w:val="1"/>
      <w:iCs w:val="1"/>
      <w:sz w:val="24"/>
      <w:szCs w:val="21"/>
    </w:rPr>
  </w:style>
  <w:style w:type="character" w:styleId="Standaardalinea-lettertype" w:default="1">
    <w:name w:val="Default Paragraph Font"/>
    <w:uiPriority w:val="1"/>
    <w:semiHidden w:val="1"/>
    <w:unhideWhenUsed w:val="1"/>
  </w:style>
  <w:style w:type="table" w:styleId="Standaardtabe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Geenlijst" w:default="1">
    <w:name w:val="No List"/>
    <w:uiPriority w:val="99"/>
    <w:semiHidden w:val="1"/>
    <w:unhideWhenUsed w:val="1"/>
  </w:style>
  <w:style w:type="character" w:styleId="Titelvanboek">
    <w:name w:val="Book Title"/>
    <w:basedOn w:val="Standaardalinea-lettertype"/>
    <w:uiPriority w:val="33"/>
    <w:semiHidden w:val="1"/>
    <w:unhideWhenUsed w:val="1"/>
    <w:qFormat w:val="1"/>
    <w:rPr>
      <w:b w:val="0"/>
      <w:bCs w:val="1"/>
      <w:i w:val="0"/>
      <w:iCs w:val="1"/>
      <w:color w:val="3a3a3a" w:themeColor="text2"/>
      <w:spacing w:val="5"/>
      <w:u w:val="single"/>
    </w:rPr>
  </w:style>
  <w:style w:type="character" w:styleId="Intensieveverwijzing">
    <w:name w:val="Intense Reference"/>
    <w:basedOn w:val="Standaardalinea-lettertype"/>
    <w:uiPriority w:val="32"/>
    <w:semiHidden w:val="1"/>
    <w:unhideWhenUsed w:val="1"/>
    <w:qFormat w:val="1"/>
    <w:rPr>
      <w:b w:val="1"/>
      <w:bCs w:val="1"/>
      <w:i w:val="1"/>
      <w:caps w:val="1"/>
      <w:smallCaps w:val="0"/>
      <w:color w:val="3a3a3a" w:themeColor="text2"/>
      <w:spacing w:val="5"/>
    </w:rPr>
  </w:style>
  <w:style w:type="character" w:styleId="Kop1Char" w:customStyle="1">
    <w:name w:val="Kop 1 Char"/>
    <w:basedOn w:val="Standaardalinea-lettertype"/>
    <w:link w:val="Kop1"/>
    <w:uiPriority w:val="9"/>
    <w:rPr>
      <w:rFonts w:asciiTheme="majorHAnsi" w:cstheme="majorBidi" w:eastAsiaTheme="majorEastAsia" w:hAnsiTheme="majorHAnsi"/>
      <w:b w:val="1"/>
      <w:caps w:val="1"/>
      <w:sz w:val="50"/>
      <w:szCs w:val="32"/>
    </w:rPr>
  </w:style>
  <w:style w:type="character" w:styleId="Kop2Char" w:customStyle="1">
    <w:name w:val="Kop 2 Char"/>
    <w:basedOn w:val="Standaardalinea-lettertype"/>
    <w:link w:val="Kop2"/>
    <w:uiPriority w:val="9"/>
    <w:rPr>
      <w:rFonts w:asciiTheme="majorHAnsi" w:cstheme="majorBidi" w:eastAsiaTheme="majorEastAsia" w:hAnsiTheme="majorHAnsi"/>
      <w:b w:val="1"/>
    </w:rPr>
  </w:style>
  <w:style w:type="paragraph" w:styleId="Titel">
    <w:name w:val="Title"/>
    <w:basedOn w:val="Standaard"/>
    <w:link w:val="TitelChar"/>
    <w:uiPriority w:val="1"/>
    <w:qFormat w:val="1"/>
    <w:pPr>
      <w:spacing w:after="0" w:line="240" w:lineRule="auto"/>
      <w:contextualSpacing w:val="1"/>
    </w:pPr>
    <w:rPr>
      <w:rFonts w:asciiTheme="majorHAnsi" w:cstheme="majorBidi" w:eastAsiaTheme="majorEastAsia" w:hAnsiTheme="majorHAnsi"/>
      <w:b w:val="1"/>
      <w:caps w:val="1"/>
      <w:kern w:val="28"/>
      <w:sz w:val="94"/>
      <w:szCs w:val="56"/>
    </w:rPr>
  </w:style>
  <w:style w:type="character" w:styleId="TitelChar" w:customStyle="1">
    <w:name w:val="Titel Char"/>
    <w:basedOn w:val="Standaardalinea-lettertype"/>
    <w:link w:val="Titel"/>
    <w:uiPriority w:val="1"/>
    <w:rPr>
      <w:rFonts w:asciiTheme="majorHAnsi" w:cstheme="majorBidi" w:eastAsiaTheme="majorEastAsia" w:hAnsiTheme="majorHAnsi"/>
      <w:b w:val="1"/>
      <w:caps w:val="1"/>
      <w:kern w:val="28"/>
      <w:sz w:val="94"/>
      <w:szCs w:val="56"/>
    </w:rPr>
  </w:style>
  <w:style w:type="paragraph" w:styleId="Ondertitel">
    <w:name w:val="Subtitle"/>
    <w:basedOn w:val="Standaard"/>
    <w:link w:val="OndertitelChar"/>
    <w:uiPriority w:val="2"/>
    <w:qFormat w:val="1"/>
    <w:pPr>
      <w:numPr>
        <w:ilvl w:val="1"/>
      </w:numPr>
      <w:spacing w:after="0" w:line="240" w:lineRule="auto"/>
      <w:contextualSpacing w:val="1"/>
    </w:pPr>
    <w:rPr>
      <w:rFonts w:eastAsiaTheme="minorEastAsia"/>
      <w:i w:val="1"/>
      <w:sz w:val="48"/>
    </w:rPr>
  </w:style>
  <w:style w:type="character" w:styleId="OndertitelChar" w:customStyle="1">
    <w:name w:val="Ondertitel Char"/>
    <w:basedOn w:val="Standaardalinea-lettertype"/>
    <w:link w:val="Ondertitel"/>
    <w:uiPriority w:val="2"/>
    <w:rPr>
      <w:rFonts w:eastAsiaTheme="minorEastAsia"/>
      <w:i w:val="1"/>
      <w:sz w:val="48"/>
    </w:rPr>
  </w:style>
  <w:style w:type="paragraph" w:styleId="Datum">
    <w:name w:val="Date"/>
    <w:basedOn w:val="Standaard"/>
    <w:next w:val="Kop1"/>
    <w:link w:val="DatumChar"/>
    <w:uiPriority w:val="3"/>
    <w:qFormat w:val="1"/>
    <w:pPr>
      <w:spacing w:after="60" w:before="480" w:line="240" w:lineRule="auto"/>
    </w:pPr>
    <w:rPr>
      <w:sz w:val="32"/>
    </w:rPr>
  </w:style>
  <w:style w:type="character" w:styleId="DatumChar" w:customStyle="1">
    <w:name w:val="Datum Char"/>
    <w:basedOn w:val="Standaardalinea-lettertype"/>
    <w:link w:val="Datum"/>
    <w:uiPriority w:val="3"/>
    <w:rPr>
      <w:sz w:val="32"/>
    </w:rPr>
  </w:style>
  <w:style w:type="paragraph" w:styleId="Voettekst">
    <w:name w:val="footer"/>
    <w:basedOn w:val="Standaard"/>
    <w:link w:val="VoettekstChar"/>
    <w:uiPriority w:val="99"/>
    <w:unhideWhenUsed w:val="1"/>
    <w:qFormat w:val="1"/>
    <w:pPr>
      <w:spacing w:after="0" w:line="240" w:lineRule="auto"/>
    </w:pPr>
    <w:rPr>
      <w:b w:val="1"/>
      <w:sz w:val="36"/>
    </w:rPr>
  </w:style>
  <w:style w:type="character" w:styleId="VoettekstChar" w:customStyle="1">
    <w:name w:val="Voettekst Char"/>
    <w:basedOn w:val="Standaardalinea-lettertype"/>
    <w:link w:val="Voettekst"/>
    <w:uiPriority w:val="99"/>
    <w:rPr>
      <w:b w:val="1"/>
      <w:sz w:val="36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Koptekst">
    <w:name w:val="header"/>
    <w:basedOn w:val="Standaard"/>
    <w:link w:val="KoptekstChar"/>
    <w:uiPriority w:val="99"/>
    <w:unhideWhenUsed w:val="1"/>
    <w:qFormat w:val="1"/>
    <w:pPr>
      <w:spacing w:after="0" w:line="240" w:lineRule="auto"/>
    </w:pPr>
  </w:style>
  <w:style w:type="character" w:styleId="KoptekstChar" w:customStyle="1">
    <w:name w:val="Koptekst Char"/>
    <w:basedOn w:val="Standaardalinea-lettertype"/>
    <w:link w:val="Koptekst"/>
    <w:uiPriority w:val="99"/>
  </w:style>
  <w:style w:type="paragraph" w:styleId="Bijschrift">
    <w:name w:val="caption"/>
    <w:basedOn w:val="Standaard"/>
    <w:next w:val="Standaard"/>
    <w:uiPriority w:val="35"/>
    <w:semiHidden w:val="1"/>
    <w:unhideWhenUsed w:val="1"/>
    <w:qFormat w:val="1"/>
    <w:pPr>
      <w:spacing w:after="200" w:line="240" w:lineRule="auto"/>
    </w:pPr>
    <w:rPr>
      <w:i w:val="1"/>
      <w:iCs w:val="1"/>
      <w:sz w:val="22"/>
      <w:szCs w:val="18"/>
    </w:rPr>
  </w:style>
  <w:style w:type="character" w:styleId="Nadruk">
    <w:name w:val="Emphasis"/>
    <w:basedOn w:val="Standaardalinea-lettertype"/>
    <w:uiPriority w:val="20"/>
    <w:semiHidden w:val="1"/>
    <w:unhideWhenUsed w:val="1"/>
    <w:qFormat w:val="1"/>
    <w:rPr>
      <w:i w:val="1"/>
      <w:iCs w:val="1"/>
      <w:caps w:val="1"/>
      <w:smallCaps w:val="0"/>
      <w:color w:val="3a3a3a" w:themeColor="text2"/>
    </w:rPr>
  </w:style>
  <w:style w:type="character" w:styleId="Intensievebenadrukking">
    <w:name w:val="Intense Emphasis"/>
    <w:basedOn w:val="Standaardalinea-lettertype"/>
    <w:uiPriority w:val="21"/>
    <w:semiHidden w:val="1"/>
    <w:unhideWhenUsed w:val="1"/>
    <w:qFormat w:val="1"/>
    <w:rPr>
      <w:b w:val="1"/>
      <w:iCs w:val="1"/>
      <w:caps w:val="1"/>
      <w:smallCaps w:val="0"/>
      <w:color w:val="3a3a3a" w:themeColor="text2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 w:val="1"/>
    <w:unhideWhenUsed w:val="1"/>
    <w:qFormat w:val="1"/>
    <w:pPr>
      <w:pBdr>
        <w:top w:color="562241" w:space="10" w:sz="4" w:themeColor="accent1" w:val="single"/>
        <w:bottom w:color="562241" w:space="10" w:sz="4" w:themeColor="accent1" w:val="single"/>
      </w:pBdr>
      <w:spacing w:after="360" w:before="360"/>
      <w:ind w:left="864" w:right="864"/>
      <w:jc w:val="center"/>
    </w:pPr>
    <w:rPr>
      <w:b w:val="1"/>
      <w:i w:val="1"/>
      <w:iCs w:val="1"/>
      <w:sz w:val="36"/>
    </w:rPr>
  </w:style>
  <w:style w:type="character" w:styleId="DuidelijkcitaatChar" w:customStyle="1">
    <w:name w:val="Duidelijk citaat Char"/>
    <w:basedOn w:val="Standaardalinea-lettertype"/>
    <w:link w:val="Duidelijkcitaat"/>
    <w:uiPriority w:val="30"/>
    <w:semiHidden w:val="1"/>
    <w:rPr>
      <w:b w:val="1"/>
      <w:i w:val="1"/>
      <w:iCs w:val="1"/>
      <w:sz w:val="36"/>
    </w:rPr>
  </w:style>
  <w:style w:type="character" w:styleId="Tekstvantijdelijkeaanduiding">
    <w:name w:val="Placeholder Text"/>
    <w:basedOn w:val="Standaardalinea-lettertype"/>
    <w:uiPriority w:val="99"/>
    <w:semiHidden w:val="1"/>
    <w:rPr>
      <w:color w:val="808080"/>
    </w:rPr>
  </w:style>
  <w:style w:type="paragraph" w:styleId="Citaat">
    <w:name w:val="Quote"/>
    <w:basedOn w:val="Standaard"/>
    <w:next w:val="Standaard"/>
    <w:link w:val="CitaatChar"/>
    <w:uiPriority w:val="29"/>
    <w:semiHidden w:val="1"/>
    <w:unhideWhenUsed w:val="1"/>
    <w:qFormat w:val="1"/>
    <w:pPr>
      <w:spacing w:before="200"/>
      <w:ind w:left="864" w:right="864"/>
      <w:jc w:val="center"/>
    </w:pPr>
    <w:rPr>
      <w:iCs w:val="1"/>
      <w:sz w:val="36"/>
    </w:rPr>
  </w:style>
  <w:style w:type="character" w:styleId="CitaatChar" w:customStyle="1">
    <w:name w:val="Citaat Char"/>
    <w:basedOn w:val="Standaardalinea-lettertype"/>
    <w:link w:val="Citaat"/>
    <w:uiPriority w:val="29"/>
    <w:semiHidden w:val="1"/>
    <w:rPr>
      <w:iCs w:val="1"/>
      <w:sz w:val="36"/>
    </w:rPr>
  </w:style>
  <w:style w:type="character" w:styleId="Zwaar">
    <w:name w:val="Strong"/>
    <w:basedOn w:val="Standaardalinea-lettertype"/>
    <w:uiPriority w:val="22"/>
    <w:semiHidden w:val="1"/>
    <w:unhideWhenUsed w:val="1"/>
    <w:qFormat w:val="1"/>
    <w:rPr>
      <w:b w:val="1"/>
      <w:bCs w:val="1"/>
      <w:color w:val="3a3a3a" w:themeColor="text2"/>
    </w:rPr>
  </w:style>
  <w:style w:type="character" w:styleId="Subtielebenadrukking">
    <w:name w:val="Subtle Emphasis"/>
    <w:basedOn w:val="Standaardalinea-lettertype"/>
    <w:uiPriority w:val="19"/>
    <w:semiHidden w:val="1"/>
    <w:unhideWhenUsed w:val="1"/>
    <w:qFormat w:val="1"/>
    <w:rPr>
      <w:i w:val="1"/>
      <w:iCs w:val="1"/>
      <w:color w:val="3a3a3a" w:themeColor="text2"/>
    </w:rPr>
  </w:style>
  <w:style w:type="character" w:styleId="Subtieleverwijzing">
    <w:name w:val="Subtle Reference"/>
    <w:basedOn w:val="Standaardalinea-lettertype"/>
    <w:uiPriority w:val="31"/>
    <w:semiHidden w:val="1"/>
    <w:unhideWhenUsed w:val="1"/>
    <w:qFormat w:val="1"/>
    <w:rPr>
      <w:i w:val="1"/>
      <w:caps w:val="1"/>
      <w:smallCaps w:val="0"/>
      <w:color w:val="3a3a3a" w:themeColor="text2"/>
    </w:rPr>
  </w:style>
  <w:style w:type="paragraph" w:styleId="Kopvaninhoudsopgave">
    <w:name w:val="TOC Heading"/>
    <w:basedOn w:val="Kop1"/>
    <w:next w:val="Standaard"/>
    <w:uiPriority w:val="39"/>
    <w:semiHidden w:val="1"/>
    <w:unhideWhenUsed w:val="1"/>
    <w:qFormat w:val="1"/>
    <w:pPr>
      <w:outlineLvl w:val="9"/>
    </w:pPr>
  </w:style>
  <w:style w:type="character" w:styleId="Kop3Char" w:customStyle="1">
    <w:name w:val="Kop 3 Char"/>
    <w:basedOn w:val="Standaardalinea-lettertype"/>
    <w:link w:val="Kop3"/>
    <w:uiPriority w:val="9"/>
    <w:semiHidden w:val="1"/>
    <w:rPr>
      <w:rFonts w:asciiTheme="majorHAnsi" w:cstheme="majorBidi" w:eastAsiaTheme="majorEastAsia" w:hAnsiTheme="majorHAnsi"/>
      <w:b w:val="1"/>
      <w:i w:val="1"/>
      <w:szCs w:val="24"/>
    </w:rPr>
  </w:style>
  <w:style w:type="character" w:styleId="Kop4Char" w:customStyle="1">
    <w:name w:val="Kop 4 Char"/>
    <w:basedOn w:val="Standaardalinea-lettertype"/>
    <w:link w:val="Kop4"/>
    <w:uiPriority w:val="9"/>
    <w:semiHidden w:val="1"/>
    <w:rPr>
      <w:rFonts w:asciiTheme="majorHAnsi" w:cstheme="majorBidi" w:eastAsiaTheme="majorEastAsia" w:hAnsiTheme="majorHAnsi"/>
      <w:iCs w:val="1"/>
    </w:rPr>
  </w:style>
  <w:style w:type="character" w:styleId="Kop5Char" w:customStyle="1">
    <w:name w:val="Kop 5 Char"/>
    <w:basedOn w:val="Standaardalinea-lettertype"/>
    <w:link w:val="Kop5"/>
    <w:uiPriority w:val="9"/>
    <w:semiHidden w:val="1"/>
    <w:rPr>
      <w:rFonts w:asciiTheme="majorHAnsi" w:cstheme="majorBidi" w:eastAsiaTheme="majorEastAsia" w:hAnsiTheme="majorHAnsi"/>
      <w:i w:val="1"/>
    </w:rPr>
  </w:style>
  <w:style w:type="character" w:styleId="Kop6Char" w:customStyle="1">
    <w:name w:val="Kop 6 Char"/>
    <w:basedOn w:val="Standaardalinea-lettertype"/>
    <w:link w:val="Kop6"/>
    <w:uiPriority w:val="9"/>
    <w:semiHidden w:val="1"/>
    <w:rPr>
      <w:rFonts w:asciiTheme="majorHAnsi" w:cstheme="majorBidi" w:eastAsiaTheme="majorEastAsia" w:hAnsiTheme="majorHAnsi"/>
      <w:b w:val="1"/>
      <w:sz w:val="24"/>
    </w:rPr>
  </w:style>
  <w:style w:type="character" w:styleId="Kop7Char" w:customStyle="1">
    <w:name w:val="Kop 7 Char"/>
    <w:basedOn w:val="Standaardalinea-lettertype"/>
    <w:link w:val="Kop7"/>
    <w:uiPriority w:val="9"/>
    <w:semiHidden w:val="1"/>
    <w:rPr>
      <w:rFonts w:asciiTheme="majorHAnsi" w:cstheme="majorBidi" w:eastAsiaTheme="majorEastAsia" w:hAnsiTheme="majorHAnsi"/>
      <w:b w:val="1"/>
      <w:i w:val="1"/>
      <w:iCs w:val="1"/>
      <w:sz w:val="24"/>
    </w:rPr>
  </w:style>
  <w:style w:type="character" w:styleId="Kop8Char" w:customStyle="1">
    <w:name w:val="Kop 8 Char"/>
    <w:basedOn w:val="Standaardalinea-lettertype"/>
    <w:link w:val="Kop8"/>
    <w:uiPriority w:val="9"/>
    <w:semiHidden w:val="1"/>
    <w:rPr>
      <w:rFonts w:asciiTheme="majorHAnsi" w:cstheme="majorBidi" w:eastAsiaTheme="majorEastAsia" w:hAnsiTheme="majorHAnsi"/>
      <w:sz w:val="24"/>
      <w:szCs w:val="21"/>
    </w:rPr>
  </w:style>
  <w:style w:type="character" w:styleId="Kop9Char" w:customStyle="1">
    <w:name w:val="Kop 9 Char"/>
    <w:basedOn w:val="Standaardalinea-lettertype"/>
    <w:link w:val="Kop9"/>
    <w:uiPriority w:val="9"/>
    <w:semiHidden w:val="1"/>
    <w:rPr>
      <w:rFonts w:asciiTheme="majorHAnsi" w:cstheme="majorBidi" w:eastAsiaTheme="majorEastAsia" w:hAnsiTheme="majorHAnsi"/>
      <w:i w:val="1"/>
      <w:iCs w:val="1"/>
      <w:sz w:val="24"/>
      <w:szCs w:val="21"/>
    </w:rPr>
  </w:style>
  <w:style w:type="character" w:styleId="Hyperlink">
    <w:name w:val="Hyperlink"/>
    <w:basedOn w:val="Standaardalinea-lettertype"/>
    <w:uiPriority w:val="99"/>
    <w:unhideWhenUsed w:val="1"/>
    <w:rsid w:val="00192BC1"/>
    <w:rPr>
      <w:color w:val="36a3b8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 w:val="1"/>
    <w:unhideWhenUsed w:val="1"/>
    <w:rsid w:val="00192BC1"/>
    <w:rPr>
      <w:color w:val="605e5c"/>
      <w:shd w:color="auto" w:fill="e1dfdd" w:val="clear"/>
    </w:rPr>
  </w:style>
  <w:style w:type="paragraph" w:styleId="Lijstalinea">
    <w:name w:val="List Paragraph"/>
    <w:basedOn w:val="Standaard"/>
    <w:uiPriority w:val="34"/>
    <w:unhideWhenUsed w:val="1"/>
    <w:qFormat w:val="1"/>
    <w:rsid w:val="00157A2E"/>
    <w:pPr>
      <w:ind w:left="720"/>
      <w:contextualSpacing w:val="1"/>
    </w:pPr>
  </w:style>
  <w:style w:type="character" w:styleId="apple-converted-space" w:customStyle="1">
    <w:name w:val="apple-converted-space"/>
    <w:basedOn w:val="Standaardalinea-lettertype"/>
    <w:rsid w:val="00157A2E"/>
  </w:style>
  <w:style w:type="paragraph" w:styleId="Normaalweb">
    <w:name w:val="Normal (Web)"/>
    <w:basedOn w:val="Standaard"/>
    <w:uiPriority w:val="99"/>
    <w:semiHidden w:val="1"/>
    <w:unhideWhenUsed w:val="1"/>
    <w:rsid w:val="00157A2E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color w:val="auto"/>
      <w:sz w:val="24"/>
      <w:szCs w:val="24"/>
      <w:lang w:bidi="ar-SA" w:eastAsia="nl-NL"/>
    </w:rPr>
  </w:style>
  <w:style w:type="character" w:styleId="GevolgdeHyperlink">
    <w:name w:val="FollowedHyperlink"/>
    <w:basedOn w:val="Standaardalinea-lettertype"/>
    <w:uiPriority w:val="99"/>
    <w:semiHidden w:val="1"/>
    <w:unhideWhenUsed w:val="1"/>
    <w:rsid w:val="009B7612"/>
    <w:rPr>
      <w:color w:val="805273" w:themeColor="followedHyperlink"/>
      <w:u w:val="single"/>
    </w:rPr>
  </w:style>
  <w:style w:type="table" w:styleId="Tabelraster1" w:customStyle="1">
    <w:name w:val="Tabelraster1"/>
    <w:basedOn w:val="Standaardtabel"/>
    <w:next w:val="Tabelraster"/>
    <w:uiPriority w:val="39"/>
    <w:rsid w:val="001E361F"/>
    <w:pPr>
      <w:spacing w:after="0" w:line="240" w:lineRule="auto"/>
    </w:pPr>
    <w:rPr>
      <w:color w:val="auto"/>
      <w:sz w:val="24"/>
      <w:szCs w:val="24"/>
      <w:lang w:bidi="ar-SA"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allontekst">
    <w:name w:val="Balloon Text"/>
    <w:basedOn w:val="Standaard"/>
    <w:link w:val="BallontekstChar"/>
    <w:uiPriority w:val="99"/>
    <w:semiHidden w:val="1"/>
    <w:unhideWhenUsed w:val="1"/>
    <w:rsid w:val="00EB5A22"/>
    <w:pPr>
      <w:spacing w:after="0" w:line="240" w:lineRule="auto"/>
    </w:pPr>
    <w:rPr>
      <w:rFonts w:ascii="Times New Roman" w:cs="Times New Roman" w:hAnsi="Times New Roman"/>
      <w:sz w:val="18"/>
      <w:szCs w:val="18"/>
    </w:rPr>
  </w:style>
  <w:style w:type="character" w:styleId="BallontekstChar" w:customStyle="1">
    <w:name w:val="Ballontekst Char"/>
    <w:basedOn w:val="Standaardalinea-lettertype"/>
    <w:link w:val="Ballontekst"/>
    <w:uiPriority w:val="99"/>
    <w:semiHidden w:val="1"/>
    <w:rsid w:val="00EB5A22"/>
    <w:rPr>
      <w:rFonts w:ascii="Times New Roman" w:cs="Times New Roman" w:hAnsi="Times New Roman"/>
      <w:sz w:val="18"/>
      <w:szCs w:val="18"/>
    </w:rPr>
  </w:style>
  <w:style w:type="paragraph" w:styleId="Revisie">
    <w:name w:val="Revision"/>
    <w:hidden w:val="1"/>
    <w:uiPriority w:val="99"/>
    <w:semiHidden w:val="1"/>
    <w:rsid w:val="00EB5A22"/>
    <w:pPr>
      <w:spacing w:after="0" w:line="240" w:lineRule="auto"/>
    </w:pPr>
  </w:style>
  <w:style w:type="paragraph" w:styleId="Subtitle">
    <w:name w:val="Subtitle"/>
    <w:basedOn w:val="Normal"/>
    <w:next w:val="Normal"/>
    <w:pPr>
      <w:spacing w:after="0" w:line="240" w:lineRule="auto"/>
    </w:pPr>
    <w:rPr>
      <w:i w:val="1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pT5bV3CsgSkrN8GJHvffVTLmdA==">AMUW2mVA7ODIaK87c6En6wNIQIaKQhWpbbQqc6AdY2tHd8sQaAGnEnT/BYtqa6RSNUzMnAkfShonJxSc4spCyxr/EiO5BX0A73VwDeFRsPOxK3eh2LoPJ2w=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2021-12-06T08:12:00Z</dcterms:created>
  <dc:creator>Microsoft Office User</dc:creator>
</cp:coreProperties>
</file>