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65020" w:rsidRPr="00565020" w:rsidRDefault="00565020" w:rsidP="0056502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</w:p>
    <w:p w:rsidR="00565020" w:rsidRPr="00565020" w:rsidRDefault="00565020" w:rsidP="0056502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565020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nl-NL"/>
        </w:rPr>
        <w:t xml:space="preserve">Bijlage </w:t>
      </w:r>
      <w:r w:rsidR="0049683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nl-NL"/>
        </w:rPr>
        <w:t>bij opdracht 1</w:t>
      </w:r>
    </w:p>
    <w:p w:rsidR="0049683B" w:rsidRPr="0049683B" w:rsidRDefault="0049683B" w:rsidP="0049683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>
        <w:rPr>
          <w:rFonts w:ascii="Times New Roman" w:eastAsia="Times New Roman" w:hAnsi="Times New Roman" w:cs="Times New Roman"/>
          <w:color w:val="000000"/>
          <w:lang w:eastAsia="nl-NL"/>
        </w:rPr>
        <w:t>Beantwoord de onderstaande vragen voor alle drie de beroepen die je hebt uitgekozen:</w:t>
      </w:r>
    </w:p>
    <w:p w:rsidR="0049683B" w:rsidRPr="0049683B" w:rsidRDefault="00565020" w:rsidP="00565020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49683B">
        <w:rPr>
          <w:rFonts w:ascii="Times New Roman" w:eastAsia="Times New Roman" w:hAnsi="Times New Roman" w:cs="Times New Roman"/>
          <w:i/>
          <w:iCs/>
          <w:color w:val="000000"/>
          <w:lang w:eastAsia="nl-NL"/>
        </w:rPr>
        <w:t>Waar werkt iemand met dit beroep (bijvoorbeeld buiten, op een kantoor, veel onderweg)?</w:t>
      </w:r>
    </w:p>
    <w:p w:rsidR="0049683B" w:rsidRPr="0049683B" w:rsidRDefault="00565020" w:rsidP="00565020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49683B">
        <w:rPr>
          <w:rFonts w:ascii="Times New Roman" w:eastAsia="Times New Roman" w:hAnsi="Times New Roman" w:cs="Times New Roman"/>
          <w:i/>
          <w:iCs/>
          <w:color w:val="000000"/>
          <w:lang w:eastAsia="nl-NL"/>
        </w:rPr>
        <w:t>Waar moet je goed in zijn bij dit beroep?</w:t>
      </w:r>
    </w:p>
    <w:p w:rsidR="0049683B" w:rsidRPr="0049683B" w:rsidRDefault="0049683B" w:rsidP="00565020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>
        <w:rPr>
          <w:rFonts w:ascii="Times New Roman" w:eastAsia="Times New Roman" w:hAnsi="Times New Roman" w:cs="Times New Roman"/>
          <w:i/>
          <w:iCs/>
          <w:color w:val="000000"/>
          <w:lang w:eastAsia="nl-NL"/>
        </w:rPr>
        <w:t xml:space="preserve">Geeft de beroepen een cijfer </w:t>
      </w:r>
      <w:proofErr w:type="gramStart"/>
      <w:r w:rsidR="00565020" w:rsidRPr="0049683B">
        <w:rPr>
          <w:rFonts w:ascii="Times New Roman" w:eastAsia="Times New Roman" w:hAnsi="Times New Roman" w:cs="Times New Roman"/>
          <w:i/>
          <w:iCs/>
          <w:color w:val="000000"/>
          <w:lang w:eastAsia="nl-NL"/>
        </w:rPr>
        <w:t>( 1</w:t>
      </w:r>
      <w:proofErr w:type="gramEnd"/>
      <w:r w:rsidR="00565020" w:rsidRPr="0049683B">
        <w:rPr>
          <w:rFonts w:ascii="Times New Roman" w:eastAsia="Times New Roman" w:hAnsi="Times New Roman" w:cs="Times New Roman"/>
          <w:i/>
          <w:iCs/>
          <w:color w:val="000000"/>
          <w:lang w:eastAsia="nl-NL"/>
        </w:rPr>
        <w:t xml:space="preserve"> = dit beroep past helemaal niet bij mij, 10 = past perfect bij mij)</w:t>
      </w:r>
    </w:p>
    <w:p w:rsidR="00565020" w:rsidRPr="0049683B" w:rsidRDefault="00565020" w:rsidP="00565020">
      <w:pPr>
        <w:pStyle w:val="Lijstalinea"/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49683B">
        <w:rPr>
          <w:rFonts w:ascii="Times New Roman" w:eastAsia="Times New Roman" w:hAnsi="Times New Roman" w:cs="Times New Roman"/>
          <w:i/>
          <w:iCs/>
          <w:color w:val="000000"/>
          <w:lang w:eastAsia="nl-NL"/>
        </w:rPr>
        <w:t>Waarom heb je dit cijfer gegeven?</w:t>
      </w:r>
    </w:p>
    <w:p w:rsidR="00565020" w:rsidRPr="0049683B" w:rsidRDefault="00565020" w:rsidP="00565020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000000"/>
          <w:lang w:eastAsia="nl-NL"/>
        </w:rPr>
      </w:pPr>
    </w:p>
    <w:p w:rsidR="00565020" w:rsidRDefault="00565020" w:rsidP="00565020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nl-NL"/>
        </w:rPr>
      </w:pPr>
      <w:r w:rsidRPr="0049683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nl-NL"/>
        </w:rPr>
        <w:t>Bijlage bij opdracht:</w:t>
      </w:r>
      <w:r w:rsidR="0049683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nl-NL"/>
        </w:rPr>
        <w:t xml:space="preserve"> 2</w:t>
      </w:r>
      <w:r w:rsidRPr="0049683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nl-NL"/>
        </w:rPr>
        <w:t xml:space="preserve"> </w:t>
      </w:r>
    </w:p>
    <w:p w:rsidR="004C19EE" w:rsidRDefault="004C19EE" w:rsidP="0056502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>
        <w:rPr>
          <w:rFonts w:ascii="Times New Roman" w:eastAsia="Times New Roman" w:hAnsi="Times New Roman" w:cs="Times New Roman"/>
          <w:color w:val="000000"/>
          <w:lang w:eastAsia="nl-NL"/>
        </w:rPr>
        <w:t>Beantwoord de onderstaande vragen voor alle drie de beroepen die je hebt uitgekozen:</w:t>
      </w:r>
    </w:p>
    <w:p w:rsidR="004C19EE" w:rsidRDefault="004C19EE" w:rsidP="004C19EE">
      <w:pPr>
        <w:pStyle w:val="Lijstalinea"/>
        <w:numPr>
          <w:ilvl w:val="0"/>
          <w:numId w:val="15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>
        <w:rPr>
          <w:rFonts w:ascii="Times New Roman" w:eastAsia="Times New Roman" w:hAnsi="Times New Roman" w:cs="Times New Roman"/>
          <w:color w:val="000000"/>
          <w:lang w:eastAsia="nl-NL"/>
        </w:rPr>
        <w:t>Waarom past dit beroep wel bij mij?</w:t>
      </w:r>
    </w:p>
    <w:p w:rsidR="00565020" w:rsidRPr="004C19EE" w:rsidRDefault="004C19EE" w:rsidP="00565020">
      <w:pPr>
        <w:pStyle w:val="Lijstalinea"/>
        <w:numPr>
          <w:ilvl w:val="0"/>
          <w:numId w:val="15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>
        <w:rPr>
          <w:rFonts w:ascii="Times New Roman" w:eastAsia="Times New Roman" w:hAnsi="Times New Roman" w:cs="Times New Roman"/>
          <w:color w:val="000000"/>
          <w:lang w:eastAsia="nl-NL"/>
        </w:rPr>
        <w:t>Waarom past dit beroep niet bij mij?</w:t>
      </w:r>
    </w:p>
    <w:p w:rsidR="00565020" w:rsidRPr="00565020" w:rsidRDefault="00565020" w:rsidP="0056502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</w:p>
    <w:p w:rsidR="00565020" w:rsidRPr="0049683B" w:rsidRDefault="00565020" w:rsidP="00565020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nl-NL"/>
        </w:rPr>
      </w:pPr>
      <w:proofErr w:type="gramStart"/>
      <w:r w:rsidRPr="0049683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nl-NL"/>
        </w:rPr>
        <w:t>Bijlage  bij</w:t>
      </w:r>
      <w:proofErr w:type="gramEnd"/>
      <w:r w:rsidRPr="0049683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nl-NL"/>
        </w:rPr>
        <w:t xml:space="preserve"> </w:t>
      </w:r>
      <w:r w:rsidR="0049683B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nl-NL"/>
        </w:rPr>
        <w:t>opdracht 3</w:t>
      </w:r>
    </w:p>
    <w:p w:rsidR="00565020" w:rsidRPr="00565020" w:rsidRDefault="0049683B" w:rsidP="00565020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>
        <w:rPr>
          <w:rFonts w:ascii="Times New Roman" w:eastAsia="Times New Roman" w:hAnsi="Times New Roman" w:cs="Times New Roman"/>
          <w:color w:val="000000"/>
          <w:lang w:eastAsia="nl-NL"/>
        </w:rPr>
        <w:t>Beantwoord de onderstaande vragen voor de beroepen die jullie hebben uitgekozen.</w:t>
      </w:r>
    </w:p>
    <w:p w:rsidR="00565020" w:rsidRDefault="00565020" w:rsidP="00565020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565020">
        <w:rPr>
          <w:rFonts w:ascii="Times New Roman" w:eastAsia="Times New Roman" w:hAnsi="Times New Roman" w:cs="Times New Roman"/>
          <w:color w:val="000000"/>
          <w:lang w:eastAsia="nl-NL"/>
        </w:rPr>
        <w:t>Over welke beroepen zijn jullie het eens?</w:t>
      </w:r>
    </w:p>
    <w:p w:rsidR="0049683B" w:rsidRDefault="00565020" w:rsidP="0049683B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49683B">
        <w:rPr>
          <w:rFonts w:ascii="Times New Roman" w:eastAsia="Times New Roman" w:hAnsi="Times New Roman" w:cs="Times New Roman"/>
          <w:color w:val="000000"/>
          <w:lang w:eastAsia="nl-NL"/>
        </w:rPr>
        <w:t>Over welke beroepen hebben jullie verschillende meningen?</w:t>
      </w:r>
    </w:p>
    <w:p w:rsidR="0049683B" w:rsidRDefault="00565020" w:rsidP="0049683B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49683B">
        <w:rPr>
          <w:rFonts w:ascii="Times New Roman" w:eastAsia="Times New Roman" w:hAnsi="Times New Roman" w:cs="Times New Roman"/>
          <w:color w:val="000000"/>
          <w:lang w:eastAsia="nl-NL"/>
        </w:rPr>
        <w:t>Wat vond je leuk om te horen van je ouder/familielid?</w:t>
      </w:r>
    </w:p>
    <w:p w:rsidR="00565020" w:rsidRPr="0049683B" w:rsidRDefault="00565020" w:rsidP="0049683B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nl-NL"/>
        </w:rPr>
      </w:pPr>
      <w:r w:rsidRPr="0049683B">
        <w:rPr>
          <w:rFonts w:ascii="Times New Roman" w:eastAsia="Times New Roman" w:hAnsi="Times New Roman" w:cs="Times New Roman"/>
          <w:color w:val="000000"/>
          <w:lang w:eastAsia="nl-NL"/>
        </w:rPr>
        <w:t>Wat heb je over jezelf geleerd?</w:t>
      </w:r>
    </w:p>
    <w:p w:rsidR="006E311D" w:rsidRDefault="004C19EE"/>
    <w:sectPr w:rsidR="006E311D" w:rsidSect="00BE4A5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C909C6"/>
    <w:multiLevelType w:val="multilevel"/>
    <w:tmpl w:val="34CCC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C65958"/>
    <w:multiLevelType w:val="multilevel"/>
    <w:tmpl w:val="9C223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2A02DB"/>
    <w:multiLevelType w:val="multilevel"/>
    <w:tmpl w:val="51466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F75A7B"/>
    <w:multiLevelType w:val="hybridMultilevel"/>
    <w:tmpl w:val="4A24A6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623F8"/>
    <w:multiLevelType w:val="multilevel"/>
    <w:tmpl w:val="183298C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D72396"/>
    <w:multiLevelType w:val="multilevel"/>
    <w:tmpl w:val="C5E0A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D515F1"/>
    <w:multiLevelType w:val="multilevel"/>
    <w:tmpl w:val="DAE87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FC4861"/>
    <w:multiLevelType w:val="multilevel"/>
    <w:tmpl w:val="CA7206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0CF2A03"/>
    <w:multiLevelType w:val="multilevel"/>
    <w:tmpl w:val="CFC0AF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F87FBC"/>
    <w:multiLevelType w:val="multilevel"/>
    <w:tmpl w:val="40E88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0A70F7"/>
    <w:multiLevelType w:val="multilevel"/>
    <w:tmpl w:val="FEB62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A0093F"/>
    <w:multiLevelType w:val="multilevel"/>
    <w:tmpl w:val="EC5AF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626741A"/>
    <w:multiLevelType w:val="multilevel"/>
    <w:tmpl w:val="CB062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912780A"/>
    <w:multiLevelType w:val="multilevel"/>
    <w:tmpl w:val="E990E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C6760F2"/>
    <w:multiLevelType w:val="hybridMultilevel"/>
    <w:tmpl w:val="F760CB3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7"/>
  </w:num>
  <w:num w:numId="8">
    <w:abstractNumId w:val="4"/>
  </w:num>
  <w:num w:numId="9">
    <w:abstractNumId w:val="8"/>
  </w:num>
  <w:num w:numId="10">
    <w:abstractNumId w:val="12"/>
  </w:num>
  <w:num w:numId="11">
    <w:abstractNumId w:val="6"/>
  </w:num>
  <w:num w:numId="12">
    <w:abstractNumId w:val="13"/>
  </w:num>
  <w:num w:numId="13">
    <w:abstractNumId w:val="11"/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A6E"/>
    <w:rsid w:val="0049683B"/>
    <w:rsid w:val="004C19EE"/>
    <w:rsid w:val="00565020"/>
    <w:rsid w:val="006F1A6E"/>
    <w:rsid w:val="00B25556"/>
    <w:rsid w:val="00BE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128B7AB"/>
  <w15:chartTrackingRefBased/>
  <w15:docId w15:val="{654FDB5D-3787-E646-AFC2-96C28DD91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ckeimageresizer">
    <w:name w:val="cke_image_resizer"/>
    <w:basedOn w:val="Standaardalinea-lettertype"/>
    <w:rsid w:val="006F1A6E"/>
  </w:style>
  <w:style w:type="character" w:customStyle="1" w:styleId="apple-converted-space">
    <w:name w:val="apple-converted-space"/>
    <w:basedOn w:val="Standaardalinea-lettertype"/>
    <w:rsid w:val="006F1A6E"/>
  </w:style>
  <w:style w:type="character" w:styleId="Zwaar">
    <w:name w:val="Strong"/>
    <w:basedOn w:val="Standaardalinea-lettertype"/>
    <w:uiPriority w:val="22"/>
    <w:qFormat/>
    <w:rsid w:val="006F1A6E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6F1A6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styleId="Nadruk">
    <w:name w:val="Emphasis"/>
    <w:basedOn w:val="Standaardalinea-lettertype"/>
    <w:uiPriority w:val="20"/>
    <w:qFormat/>
    <w:rsid w:val="006F1A6E"/>
    <w:rPr>
      <w:i/>
      <w:iCs/>
    </w:rPr>
  </w:style>
  <w:style w:type="character" w:styleId="Hyperlink">
    <w:name w:val="Hyperlink"/>
    <w:basedOn w:val="Standaardalinea-lettertype"/>
    <w:uiPriority w:val="99"/>
    <w:semiHidden/>
    <w:unhideWhenUsed/>
    <w:rsid w:val="00565020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4968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86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2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5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7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4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estherburen@gmail.com</dc:creator>
  <cp:keywords/>
  <dc:description/>
  <cp:lastModifiedBy>estherburen@gmail.com</cp:lastModifiedBy>
  <cp:revision>2</cp:revision>
  <dcterms:created xsi:type="dcterms:W3CDTF">2020-08-26T09:01:00Z</dcterms:created>
  <dcterms:modified xsi:type="dcterms:W3CDTF">2020-08-26T09:01:00Z</dcterms:modified>
</cp:coreProperties>
</file>