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EC3FF6" w14:paraId="16141278" w14:textId="77777777" w:rsidTr="530FDAB5">
        <w:trPr>
          <w:cantSplit/>
        </w:trPr>
        <w:tc>
          <w:tcPr>
            <w:tcW w:w="9209" w:type="dxa"/>
            <w:gridSpan w:val="4"/>
            <w:shd w:val="clear" w:color="auto" w:fill="D8B511"/>
          </w:tcPr>
          <w:p w14:paraId="42272885" w14:textId="0780F2F3" w:rsidR="004F19E8" w:rsidRPr="00EC3FF6" w:rsidRDefault="00AF613A" w:rsidP="2C2B9C7A">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EC3FF6">
              <w:rPr>
                <w:rFonts w:ascii="Arial" w:eastAsia="Arial" w:hAnsi="Arial" w:cs="Arial"/>
                <w:b w:val="0"/>
                <w:sz w:val="32"/>
                <w:szCs w:val="32"/>
              </w:rPr>
              <w:t>O</w:t>
            </w:r>
            <w:r w:rsidR="00CD2EB6" w:rsidRPr="00EC3FF6">
              <w:rPr>
                <w:rFonts w:ascii="Arial" w:eastAsia="Arial" w:hAnsi="Arial" w:cs="Arial"/>
                <w:b w:val="0"/>
                <w:sz w:val="32"/>
                <w:szCs w:val="32"/>
              </w:rPr>
              <w:t xml:space="preserve">nderwijs- en </w:t>
            </w:r>
            <w:r w:rsidR="00E01F2B" w:rsidRPr="00EC3FF6">
              <w:rPr>
                <w:rFonts w:ascii="Arial" w:eastAsia="Arial" w:hAnsi="Arial" w:cs="Arial"/>
                <w:b w:val="0"/>
                <w:sz w:val="32"/>
                <w:szCs w:val="32"/>
              </w:rPr>
              <w:t>e</w:t>
            </w:r>
            <w:r w:rsidR="00CD2EB6" w:rsidRPr="00EC3FF6">
              <w:rPr>
                <w:rFonts w:ascii="Arial" w:eastAsia="Arial" w:hAnsi="Arial" w:cs="Arial"/>
                <w:b w:val="0"/>
                <w:sz w:val="32"/>
                <w:szCs w:val="32"/>
              </w:rPr>
              <w:t>xamenregeling mbo</w:t>
            </w:r>
            <w:r w:rsidR="002D6EE6" w:rsidRPr="00EC3FF6">
              <w:rPr>
                <w:rFonts w:ascii="Arial" w:eastAsia="Arial" w:hAnsi="Arial" w:cs="Arial"/>
                <w:b w:val="0"/>
                <w:sz w:val="32"/>
                <w:szCs w:val="32"/>
              </w:rPr>
              <w:t>-</w:t>
            </w:r>
            <w:r w:rsidR="004F19E8" w:rsidRPr="00EC3FF6">
              <w:rPr>
                <w:rFonts w:ascii="Arial" w:eastAsia="Arial" w:hAnsi="Arial" w:cs="Arial"/>
                <w:b w:val="0"/>
                <w:sz w:val="32"/>
                <w:szCs w:val="32"/>
              </w:rPr>
              <w:t xml:space="preserve">niveau 4 </w:t>
            </w:r>
          </w:p>
          <w:p w14:paraId="0CB9B8D9" w14:textId="721BB76D"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201</w:t>
            </w:r>
            <w:r w:rsidR="001B68BF" w:rsidRPr="00EC3FF6">
              <w:rPr>
                <w:rFonts w:ascii="Arial" w:eastAsia="Arial" w:hAnsi="Arial" w:cs="Arial"/>
                <w:b w:val="0"/>
                <w:sz w:val="36"/>
                <w:szCs w:val="36"/>
              </w:rPr>
              <w:t>9</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20</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FD4E33" w:rsidRPr="00EC3FF6" w14:paraId="0BA86628" w14:textId="77777777" w:rsidTr="530FDAB5">
        <w:trPr>
          <w:cantSplit/>
          <w:trHeight w:hRule="exact" w:val="1513"/>
        </w:trPr>
        <w:tc>
          <w:tcPr>
            <w:tcW w:w="2972" w:type="dxa"/>
            <w:vAlign w:val="center"/>
          </w:tcPr>
          <w:p w14:paraId="13EB17C4" w14:textId="3784C03F" w:rsidR="00FD4E33" w:rsidRPr="00EC3FF6" w:rsidRDefault="00FD4E33" w:rsidP="00FD4E33">
            <w:pPr>
              <w:rPr>
                <w:rFonts w:cs="Arial"/>
                <w:b/>
                <w:bCs/>
                <w:lang w:val="nl"/>
              </w:rPr>
            </w:pPr>
            <w:bookmarkStart w:id="2" w:name="_Hlk504473548"/>
            <w:r w:rsidRPr="00EC3FF6">
              <w:rPr>
                <w:rFonts w:cs="Arial"/>
                <w:b/>
                <w:bCs/>
                <w:lang w:val="nl"/>
              </w:rPr>
              <w:t xml:space="preserve">CREBO-nummer </w:t>
            </w:r>
          </w:p>
          <w:p w14:paraId="6D218C4D" w14:textId="367FBE71" w:rsidR="00FD4E33" w:rsidRPr="00EC3FF6" w:rsidRDefault="00FD4E33" w:rsidP="00FD4E33">
            <w:pPr>
              <w:rPr>
                <w:rFonts w:cs="Arial"/>
                <w:b/>
                <w:bCs/>
                <w:lang w:val="nl"/>
              </w:rPr>
            </w:pPr>
            <w:r w:rsidRPr="00EC3FF6">
              <w:rPr>
                <w:rFonts w:cs="Arial"/>
                <w:b/>
                <w:bCs/>
                <w:lang w:val="nl"/>
              </w:rPr>
              <w:t>Kwalificatiedossier:</w:t>
            </w:r>
          </w:p>
        </w:tc>
        <w:tc>
          <w:tcPr>
            <w:tcW w:w="4111" w:type="dxa"/>
            <w:vAlign w:val="center"/>
          </w:tcPr>
          <w:p w14:paraId="43A1EEF9" w14:textId="77777777" w:rsidR="00FD4E33" w:rsidRPr="008A3323" w:rsidRDefault="00FD4E33" w:rsidP="00FD4E33">
            <w:pPr>
              <w:rPr>
                <w:rFonts w:cs="Arial"/>
                <w:bCs/>
                <w:color w:val="002060"/>
              </w:rPr>
            </w:pPr>
            <w:r>
              <w:rPr>
                <w:rFonts w:cs="Arial"/>
                <w:bCs/>
                <w:color w:val="002060"/>
              </w:rPr>
              <w:t>23185</w:t>
            </w:r>
          </w:p>
          <w:p w14:paraId="0186C8E9" w14:textId="00667603" w:rsidR="00FD4E33" w:rsidRPr="00EC3FF6" w:rsidRDefault="00FD4E33" w:rsidP="00FD4E33">
            <w:pPr>
              <w:rPr>
                <w:rFonts w:cs="Arial"/>
                <w:bCs/>
              </w:rPr>
            </w:pPr>
          </w:p>
        </w:tc>
        <w:tc>
          <w:tcPr>
            <w:tcW w:w="2126" w:type="dxa"/>
            <w:gridSpan w:val="2"/>
          </w:tcPr>
          <w:p w14:paraId="1CAEE51F" w14:textId="77777777" w:rsidR="00FD4E33" w:rsidRPr="00AE6DB3" w:rsidRDefault="00FD4E33" w:rsidP="00FD4E33">
            <w:pPr>
              <w:rPr>
                <w:rFonts w:cs="Arial"/>
                <w:b/>
                <w:bCs/>
              </w:rPr>
            </w:pPr>
            <w:r w:rsidRPr="00AE6DB3">
              <w:rPr>
                <w:rFonts w:cs="Arial"/>
                <w:b/>
                <w:bCs/>
              </w:rPr>
              <w:t>Kwalificatiedossier HKS geldig vanaf:</w:t>
            </w:r>
          </w:p>
          <w:p w14:paraId="7C989BB8" w14:textId="77777777" w:rsidR="00FD4E33" w:rsidRPr="00AE6DB3" w:rsidRDefault="00FD4E33" w:rsidP="00FD4E33">
            <w:pPr>
              <w:rPr>
                <w:rFonts w:cs="Arial"/>
                <w:bCs/>
                <w:sz w:val="16"/>
                <w:szCs w:val="16"/>
              </w:rPr>
            </w:pPr>
          </w:p>
          <w:p w14:paraId="059ACA4C" w14:textId="77777777" w:rsidR="00FD4E33" w:rsidRPr="006E3108" w:rsidRDefault="00FD4E33" w:rsidP="00FD4E33">
            <w:pPr>
              <w:rPr>
                <w:rFonts w:cs="Arial"/>
                <w:b/>
                <w:bCs/>
                <w:color w:val="002060"/>
                <w:lang w:val="nl"/>
              </w:rPr>
            </w:pPr>
            <w:r w:rsidRPr="006E3108">
              <w:rPr>
                <w:rFonts w:cs="Arial"/>
                <w:b/>
                <w:bCs/>
                <w:color w:val="002060"/>
                <w:lang w:val="nl"/>
              </w:rPr>
              <w:t>01-08-2015</w:t>
            </w:r>
          </w:p>
          <w:p w14:paraId="7241E7E2" w14:textId="77777777" w:rsidR="00FD4E33" w:rsidRPr="00EC3FF6" w:rsidRDefault="00FD4E33" w:rsidP="00FD4E33">
            <w:pPr>
              <w:rPr>
                <w:rFonts w:cs="Arial"/>
                <w:sz w:val="16"/>
                <w:szCs w:val="16"/>
              </w:rPr>
            </w:pPr>
          </w:p>
          <w:p w14:paraId="1B900F08" w14:textId="77777777" w:rsidR="00FD4E33" w:rsidRPr="00EC3FF6" w:rsidRDefault="00FD4E33" w:rsidP="00FD4E33">
            <w:pPr>
              <w:rPr>
                <w:rFonts w:cs="Arial"/>
                <w:sz w:val="16"/>
                <w:szCs w:val="16"/>
              </w:rPr>
            </w:pPr>
            <w:r w:rsidRPr="00EC3FF6">
              <w:rPr>
                <w:rFonts w:cs="Arial"/>
                <w:sz w:val="16"/>
                <w:szCs w:val="16"/>
              </w:rPr>
              <w:t>Zie:</w:t>
            </w:r>
          </w:p>
          <w:p w14:paraId="3DDDFC64" w14:textId="49BD4A8A" w:rsidR="00FD4E33" w:rsidRPr="00EC3FF6" w:rsidRDefault="007736DE" w:rsidP="00FD4E33">
            <w:pPr>
              <w:rPr>
                <w:rFonts w:cs="Arial"/>
                <w:b/>
                <w:bCs/>
              </w:rPr>
            </w:pPr>
            <w:hyperlink r:id="rId12" w:history="1">
              <w:r w:rsidR="00FD4E33" w:rsidRPr="00EC3FF6">
                <w:rPr>
                  <w:rStyle w:val="Hyperlink"/>
                  <w:rFonts w:cs="Arial"/>
                  <w:sz w:val="16"/>
                  <w:szCs w:val="16"/>
                </w:rPr>
                <w:t>http://kwalificaties.s-bb.nl/</w:t>
              </w:r>
            </w:hyperlink>
          </w:p>
        </w:tc>
      </w:tr>
      <w:bookmarkEnd w:id="2"/>
      <w:tr w:rsidR="00FD4E33" w:rsidRPr="00EC3FF6" w14:paraId="3B30D84F" w14:textId="77777777" w:rsidTr="530FDAB5">
        <w:trPr>
          <w:cantSplit/>
          <w:trHeight w:hRule="exact" w:val="510"/>
        </w:trPr>
        <w:tc>
          <w:tcPr>
            <w:tcW w:w="2972" w:type="dxa"/>
            <w:vAlign w:val="center"/>
          </w:tcPr>
          <w:p w14:paraId="7D844D37" w14:textId="77777777" w:rsidR="00FD4E33" w:rsidRPr="00EC3FF6" w:rsidRDefault="00FD4E33" w:rsidP="00FD4E33">
            <w:pPr>
              <w:rPr>
                <w:rFonts w:cs="Arial"/>
                <w:b/>
                <w:bCs/>
                <w:u w:val="single"/>
                <w:lang w:val="nl"/>
              </w:rPr>
            </w:pPr>
            <w:r w:rsidRPr="00EC3FF6">
              <w:rPr>
                <w:rFonts w:cs="Arial"/>
                <w:b/>
                <w:bCs/>
                <w:lang w:val="nl"/>
              </w:rPr>
              <w:t>Naam kwalificatiedossier:</w:t>
            </w:r>
          </w:p>
        </w:tc>
        <w:tc>
          <w:tcPr>
            <w:tcW w:w="6237" w:type="dxa"/>
            <w:gridSpan w:val="3"/>
            <w:vAlign w:val="center"/>
          </w:tcPr>
          <w:p w14:paraId="6E7BCF2E" w14:textId="36599EF3" w:rsidR="00FD4E33" w:rsidRPr="00EC3FF6" w:rsidRDefault="00FD4E33" w:rsidP="00FD4E33">
            <w:pPr>
              <w:rPr>
                <w:rFonts w:cs="Arial"/>
                <w:bCs/>
              </w:rPr>
            </w:pPr>
            <w:r>
              <w:rPr>
                <w:rFonts w:cs="Arial"/>
                <w:bCs/>
                <w:color w:val="002060"/>
              </w:rPr>
              <w:t>Sociaal werk</w:t>
            </w:r>
          </w:p>
        </w:tc>
      </w:tr>
      <w:tr w:rsidR="00FD4E33" w:rsidRPr="00EC3FF6" w14:paraId="39662EDC" w14:textId="77777777" w:rsidTr="530FDAB5">
        <w:trPr>
          <w:cantSplit/>
          <w:trHeight w:hRule="exact" w:val="510"/>
        </w:trPr>
        <w:tc>
          <w:tcPr>
            <w:tcW w:w="2972" w:type="dxa"/>
            <w:vAlign w:val="center"/>
          </w:tcPr>
          <w:p w14:paraId="2A8766A4" w14:textId="77777777" w:rsidR="00FD4E33" w:rsidRPr="00EC3FF6" w:rsidRDefault="00FD4E33" w:rsidP="00FD4E33">
            <w:pPr>
              <w:rPr>
                <w:rFonts w:cs="Arial"/>
                <w:sz w:val="16"/>
                <w:szCs w:val="16"/>
                <w:lang w:val="nl"/>
              </w:rPr>
            </w:pPr>
            <w:r w:rsidRPr="00EC3FF6">
              <w:rPr>
                <w:rFonts w:cs="Arial"/>
                <w:b/>
                <w:bCs/>
                <w:lang w:val="nl"/>
              </w:rPr>
              <w:t>CREBO-nummer kwalificatie:</w:t>
            </w:r>
          </w:p>
        </w:tc>
        <w:tc>
          <w:tcPr>
            <w:tcW w:w="6237" w:type="dxa"/>
            <w:gridSpan w:val="3"/>
            <w:vAlign w:val="center"/>
          </w:tcPr>
          <w:p w14:paraId="7602F638" w14:textId="2733979C" w:rsidR="00FD4E33" w:rsidRPr="00EC3FF6" w:rsidRDefault="00FD4E33" w:rsidP="00FD4E33">
            <w:pPr>
              <w:rPr>
                <w:rFonts w:cs="Arial"/>
                <w:bCs/>
              </w:rPr>
            </w:pPr>
            <w:r>
              <w:rPr>
                <w:rFonts w:cs="Arial"/>
                <w:bCs/>
                <w:color w:val="002060"/>
              </w:rPr>
              <w:t>25489</w:t>
            </w:r>
          </w:p>
        </w:tc>
      </w:tr>
      <w:tr w:rsidR="00FD4E33" w:rsidRPr="00EC3FF6" w14:paraId="6E0AF8F8" w14:textId="77777777" w:rsidTr="530FDAB5">
        <w:trPr>
          <w:cantSplit/>
          <w:trHeight w:hRule="exact" w:val="510"/>
        </w:trPr>
        <w:tc>
          <w:tcPr>
            <w:tcW w:w="2972" w:type="dxa"/>
            <w:vAlign w:val="center"/>
          </w:tcPr>
          <w:p w14:paraId="1F97CFA4" w14:textId="77777777" w:rsidR="00FD4E33" w:rsidRPr="00EC3FF6" w:rsidRDefault="00FD4E33" w:rsidP="00FD4E33">
            <w:pPr>
              <w:rPr>
                <w:rFonts w:cs="Arial"/>
                <w:b/>
                <w:bCs/>
              </w:rPr>
            </w:pPr>
            <w:r w:rsidRPr="00EC3FF6">
              <w:rPr>
                <w:rFonts w:cs="Arial"/>
                <w:b/>
                <w:bCs/>
                <w:lang w:val="nl"/>
              </w:rPr>
              <w:t>Naam kwalificatie:</w:t>
            </w:r>
          </w:p>
        </w:tc>
        <w:tc>
          <w:tcPr>
            <w:tcW w:w="6237" w:type="dxa"/>
            <w:gridSpan w:val="3"/>
            <w:vAlign w:val="center"/>
          </w:tcPr>
          <w:p w14:paraId="0119CA72" w14:textId="014C1285" w:rsidR="00FD4E33" w:rsidRPr="00EC3FF6" w:rsidRDefault="00FD4E33" w:rsidP="00FD4E33">
            <w:pPr>
              <w:rPr>
                <w:rFonts w:cs="Arial"/>
                <w:bCs/>
              </w:rPr>
            </w:pPr>
            <w:r w:rsidRPr="00FB48CB">
              <w:rPr>
                <w:rFonts w:cs="Arial"/>
                <w:bCs/>
                <w:color w:val="002060"/>
              </w:rPr>
              <w:t>Sociaal-maatschappelijk dienstverlener</w:t>
            </w:r>
          </w:p>
        </w:tc>
      </w:tr>
      <w:tr w:rsidR="00FD4E33" w:rsidRPr="00EC3FF6" w14:paraId="0E9612C3" w14:textId="77777777" w:rsidTr="530FDAB5">
        <w:trPr>
          <w:cantSplit/>
          <w:trHeight w:hRule="exact" w:val="798"/>
        </w:trPr>
        <w:tc>
          <w:tcPr>
            <w:tcW w:w="2972" w:type="dxa"/>
            <w:vAlign w:val="center"/>
          </w:tcPr>
          <w:p w14:paraId="3C9AE23E" w14:textId="47EF3E83" w:rsidR="00FD4E33" w:rsidRPr="00EC3FF6" w:rsidRDefault="00FD4E33" w:rsidP="00FD4E33">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FD4E33" w:rsidRPr="00EC3FF6" w:rsidRDefault="007736DE" w:rsidP="00FD4E33">
            <w:pPr>
              <w:pStyle w:val="Tekstopmerking"/>
              <w:rPr>
                <w:rFonts w:ascii="Arial" w:hAnsi="Arial" w:cs="Arial"/>
                <w:sz w:val="16"/>
                <w:szCs w:val="16"/>
              </w:rPr>
            </w:pPr>
            <w:hyperlink r:id="rId13" w:history="1">
              <w:r w:rsidR="00FD4E33" w:rsidRPr="00EC3FF6">
                <w:rPr>
                  <w:rStyle w:val="Hyperlink"/>
                  <w:rFonts w:ascii="Arial" w:hAnsi="Arial" w:cs="Arial"/>
                  <w:sz w:val="16"/>
                  <w:szCs w:val="16"/>
                </w:rPr>
                <w:t>https://qlikview.noorderpoort.nl/</w:t>
              </w:r>
            </w:hyperlink>
            <w:r w:rsidR="00FD4E33" w:rsidRPr="00EC3FF6">
              <w:rPr>
                <w:rFonts w:ascii="Arial" w:hAnsi="Arial" w:cs="Arial"/>
                <w:sz w:val="16"/>
                <w:szCs w:val="16"/>
              </w:rPr>
              <w:t xml:space="preserve"> </w:t>
            </w:r>
          </w:p>
        </w:tc>
        <w:tc>
          <w:tcPr>
            <w:tcW w:w="6237" w:type="dxa"/>
            <w:gridSpan w:val="3"/>
            <w:vAlign w:val="center"/>
          </w:tcPr>
          <w:p w14:paraId="5E6F196F" w14:textId="77777777" w:rsidR="00FD4E33" w:rsidRPr="008A3323" w:rsidRDefault="00FD4E33" w:rsidP="00FD4E33">
            <w:pPr>
              <w:pStyle w:val="CommentSubject"/>
              <w:rPr>
                <w:rFonts w:ascii="Arial" w:hAnsi="Arial" w:cs="Arial"/>
                <w:b w:val="0"/>
                <w:bCs w:val="0"/>
                <w:color w:val="002060"/>
              </w:rPr>
            </w:pPr>
            <w:r w:rsidRPr="008A3323">
              <w:rPr>
                <w:rFonts w:ascii="Arial" w:hAnsi="Arial" w:cs="Arial"/>
                <w:b w:val="0"/>
                <w:bCs w:val="0"/>
                <w:color w:val="002060"/>
              </w:rPr>
              <w:t>0</w:t>
            </w:r>
            <w:r>
              <w:rPr>
                <w:rFonts w:ascii="Arial" w:hAnsi="Arial" w:cs="Arial"/>
                <w:b w:val="0"/>
                <w:bCs w:val="0"/>
                <w:color w:val="002060"/>
              </w:rPr>
              <w:t>2114, 16:SW4-SMD</w:t>
            </w:r>
            <w:r w:rsidRPr="008A3323">
              <w:rPr>
                <w:rFonts w:ascii="Arial" w:hAnsi="Arial" w:cs="Arial"/>
                <w:b w:val="0"/>
                <w:bCs w:val="0"/>
                <w:color w:val="002060"/>
              </w:rPr>
              <w:t xml:space="preserve"> (BOL+BBL)</w:t>
            </w:r>
          </w:p>
          <w:p w14:paraId="76BB0F4F" w14:textId="672F9C1A" w:rsidR="00FD4E33" w:rsidRPr="00EC3FF6" w:rsidRDefault="00FD4E33" w:rsidP="00FD4E33">
            <w:pPr>
              <w:pStyle w:val="CommentSubject"/>
              <w:rPr>
                <w:rFonts w:ascii="Arial" w:hAnsi="Arial" w:cs="Arial"/>
                <w:b w:val="0"/>
                <w:bCs w:val="0"/>
              </w:rPr>
            </w:pPr>
            <w:r w:rsidRPr="008A3323">
              <w:rPr>
                <w:rFonts w:ascii="Arial" w:hAnsi="Arial" w:cs="Arial"/>
                <w:b w:val="0"/>
                <w:bCs w:val="0"/>
                <w:color w:val="002060"/>
              </w:rPr>
              <w:t>02</w:t>
            </w:r>
            <w:r>
              <w:rPr>
                <w:rFonts w:ascii="Arial" w:hAnsi="Arial" w:cs="Arial"/>
                <w:b w:val="0"/>
                <w:bCs w:val="0"/>
                <w:color w:val="002060"/>
              </w:rPr>
              <w:t xml:space="preserve">039, 16:SW4-basis </w:t>
            </w:r>
            <w:r w:rsidRPr="008A3323">
              <w:rPr>
                <w:rFonts w:ascii="Arial" w:hAnsi="Arial" w:cs="Arial"/>
                <w:b w:val="0"/>
                <w:bCs w:val="0"/>
                <w:color w:val="002060"/>
              </w:rPr>
              <w:t>(BOL</w:t>
            </w:r>
            <w:r>
              <w:rPr>
                <w:rFonts w:ascii="Arial" w:hAnsi="Arial" w:cs="Arial"/>
                <w:b w:val="0"/>
                <w:bCs w:val="0"/>
                <w:color w:val="002060"/>
              </w:rPr>
              <w:t xml:space="preserve"> en BBL)</w:t>
            </w:r>
            <w:r w:rsidRPr="008A3323">
              <w:rPr>
                <w:rFonts w:ascii="Arial" w:hAnsi="Arial" w:cs="Arial"/>
                <w:b w:val="0"/>
                <w:bCs w:val="0"/>
                <w:color w:val="002060"/>
              </w:rPr>
              <w:t xml:space="preserve">; </w:t>
            </w:r>
            <w:r w:rsidRPr="00FB48CB">
              <w:rPr>
                <w:rFonts w:ascii="Arial" w:hAnsi="Arial" w:cs="Arial"/>
                <w:b w:val="0"/>
                <w:bCs w:val="0"/>
                <w:color w:val="002060"/>
                <w:sz w:val="16"/>
                <w:szCs w:val="16"/>
              </w:rPr>
              <w:t>Brede inschrijving; geen examens.</w:t>
            </w:r>
          </w:p>
        </w:tc>
      </w:tr>
      <w:tr w:rsidR="00FD4E33" w:rsidRPr="00EC3FF6" w14:paraId="5B0BAA81" w14:textId="77777777" w:rsidTr="530FDAB5">
        <w:trPr>
          <w:cantSplit/>
          <w:trHeight w:hRule="exact" w:val="510"/>
        </w:trPr>
        <w:tc>
          <w:tcPr>
            <w:tcW w:w="2972" w:type="dxa"/>
            <w:vAlign w:val="center"/>
          </w:tcPr>
          <w:p w14:paraId="6B91E6A0" w14:textId="77777777" w:rsidR="00FD4E33" w:rsidRPr="00EC3FF6" w:rsidRDefault="00FD4E33" w:rsidP="00FD4E33">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77777777" w:rsidR="00FD4E33" w:rsidRPr="00EC3FF6" w:rsidRDefault="00FD4E33" w:rsidP="00FD4E33">
            <w:pPr>
              <w:pStyle w:val="CommentSubject"/>
              <w:rPr>
                <w:rFonts w:ascii="Arial" w:eastAsia="Arial" w:hAnsi="Arial" w:cs="Arial"/>
              </w:rPr>
            </w:pPr>
            <w:r w:rsidRPr="00EC3FF6">
              <w:rPr>
                <w:rFonts w:ascii="Arial" w:eastAsia="Arial" w:hAnsi="Arial" w:cs="Arial"/>
              </w:rPr>
              <w:t>Totaal begeleide onderwijstijd incl. BPV:</w:t>
            </w:r>
          </w:p>
        </w:tc>
        <w:tc>
          <w:tcPr>
            <w:tcW w:w="992" w:type="dxa"/>
            <w:vAlign w:val="center"/>
          </w:tcPr>
          <w:p w14:paraId="0AC31811" w14:textId="77777777" w:rsidR="00FD4E33" w:rsidRPr="00EC3FF6" w:rsidRDefault="00FD4E33" w:rsidP="00FD4E33">
            <w:pPr>
              <w:pStyle w:val="CommentSubject"/>
              <w:rPr>
                <w:rFonts w:ascii="Arial" w:eastAsia="Arial" w:hAnsi="Arial" w:cs="Arial"/>
              </w:rPr>
            </w:pPr>
            <w:r w:rsidRPr="00EC3FF6">
              <w:rPr>
                <w:rFonts w:ascii="Arial" w:eastAsia="Arial" w:hAnsi="Arial" w:cs="Arial"/>
              </w:rPr>
              <w:t>SBU:</w:t>
            </w:r>
          </w:p>
        </w:tc>
        <w:tc>
          <w:tcPr>
            <w:tcW w:w="1134" w:type="dxa"/>
            <w:vAlign w:val="center"/>
          </w:tcPr>
          <w:p w14:paraId="07DA9491" w14:textId="77777777" w:rsidR="00FD4E33" w:rsidRPr="00EC3FF6" w:rsidRDefault="00FD4E33" w:rsidP="00FD4E33">
            <w:pPr>
              <w:pStyle w:val="CommentSubject"/>
              <w:rPr>
                <w:rFonts w:ascii="Arial" w:eastAsia="Arial" w:hAnsi="Arial" w:cs="Arial"/>
              </w:rPr>
            </w:pPr>
            <w:r w:rsidRPr="00EC3FF6">
              <w:rPr>
                <w:rFonts w:ascii="Arial" w:eastAsia="Arial" w:hAnsi="Arial" w:cs="Arial"/>
              </w:rPr>
              <w:t>Leerjaren:</w:t>
            </w:r>
          </w:p>
        </w:tc>
      </w:tr>
      <w:tr w:rsidR="00FD4E33" w:rsidRPr="00EC3FF6" w14:paraId="788A8F7F" w14:textId="77777777" w:rsidTr="530FDAB5">
        <w:trPr>
          <w:cantSplit/>
          <w:trHeight w:hRule="exact" w:val="510"/>
        </w:trPr>
        <w:tc>
          <w:tcPr>
            <w:tcW w:w="2972" w:type="dxa"/>
            <w:vAlign w:val="center"/>
          </w:tcPr>
          <w:p w14:paraId="29399A3F" w14:textId="43485B2A" w:rsidR="00FD4E33" w:rsidRPr="00EC3FF6" w:rsidRDefault="007736DE" w:rsidP="00FD4E33">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FD4E33">
                  <w:rPr>
                    <w:rFonts w:ascii="MS Gothic" w:eastAsia="MS Gothic" w:hAnsi="MS Gothic" w:cs="Arial" w:hint="eastAsia"/>
                    <w:lang w:val="nl"/>
                  </w:rPr>
                  <w:t>☒</w:t>
                </w:r>
              </w:sdtContent>
            </w:sdt>
            <w:r w:rsidR="00FD4E33" w:rsidRPr="00EC3FF6">
              <w:rPr>
                <w:rFonts w:cs="Arial"/>
                <w:lang w:val="nl"/>
              </w:rPr>
              <w:t xml:space="preserve"> BOL</w:t>
            </w:r>
          </w:p>
        </w:tc>
        <w:tc>
          <w:tcPr>
            <w:tcW w:w="4111" w:type="dxa"/>
            <w:vAlign w:val="center"/>
          </w:tcPr>
          <w:p w14:paraId="3A3C74C9" w14:textId="4F582EA4" w:rsidR="00FD4E33" w:rsidRPr="00EC3FF6" w:rsidRDefault="00FD4E33" w:rsidP="00FD4E33">
            <w:pPr>
              <w:rPr>
                <w:rFonts w:cs="Arial"/>
                <w:iCs/>
                <w:sz w:val="18"/>
                <w:szCs w:val="18"/>
                <w:lang w:val="nl"/>
              </w:rPr>
            </w:pPr>
            <w:r w:rsidRPr="008A3323">
              <w:rPr>
                <w:rFonts w:cs="Arial"/>
                <w:iCs/>
                <w:color w:val="002060"/>
                <w:sz w:val="18"/>
                <w:szCs w:val="18"/>
                <w:lang w:val="nl"/>
              </w:rPr>
              <w:t>3184</w:t>
            </w:r>
          </w:p>
        </w:tc>
        <w:tc>
          <w:tcPr>
            <w:tcW w:w="992" w:type="dxa"/>
            <w:vAlign w:val="center"/>
          </w:tcPr>
          <w:p w14:paraId="06E95D7F" w14:textId="05023B2C" w:rsidR="00FD4E33" w:rsidRPr="00EC3FF6" w:rsidRDefault="00FD4E33" w:rsidP="00FD4E33">
            <w:pPr>
              <w:rPr>
                <w:rFonts w:cs="Arial"/>
                <w:bCs/>
                <w:lang w:val="nl"/>
              </w:rPr>
            </w:pPr>
            <w:r w:rsidRPr="008A3323">
              <w:rPr>
                <w:rFonts w:cs="Arial"/>
                <w:bCs/>
                <w:color w:val="002060"/>
                <w:lang w:val="nl"/>
              </w:rPr>
              <w:t>4800</w:t>
            </w:r>
          </w:p>
        </w:tc>
        <w:tc>
          <w:tcPr>
            <w:tcW w:w="1134" w:type="dxa"/>
            <w:vAlign w:val="center"/>
          </w:tcPr>
          <w:p w14:paraId="2A252298" w14:textId="41A4C88C" w:rsidR="00FD4E33" w:rsidRPr="00EC3FF6" w:rsidRDefault="00FD4E33" w:rsidP="00FD4E33">
            <w:pPr>
              <w:rPr>
                <w:rFonts w:cs="Arial"/>
                <w:bCs/>
                <w:lang w:val="nl"/>
              </w:rPr>
            </w:pPr>
            <w:r w:rsidRPr="008A3323">
              <w:rPr>
                <w:rFonts w:cs="Arial"/>
                <w:bCs/>
                <w:color w:val="002060"/>
                <w:lang w:val="nl"/>
              </w:rPr>
              <w:t>3</w:t>
            </w:r>
          </w:p>
        </w:tc>
      </w:tr>
      <w:tr w:rsidR="00FD4E33" w:rsidRPr="00EC3FF6" w14:paraId="698B188E" w14:textId="77777777" w:rsidTr="530FDAB5">
        <w:trPr>
          <w:cantSplit/>
          <w:trHeight w:hRule="exact" w:val="510"/>
        </w:trPr>
        <w:tc>
          <w:tcPr>
            <w:tcW w:w="2972" w:type="dxa"/>
            <w:vAlign w:val="center"/>
          </w:tcPr>
          <w:p w14:paraId="3A03616B" w14:textId="28EEEC00" w:rsidR="00FD4E33" w:rsidRPr="00EC3FF6" w:rsidRDefault="007736DE" w:rsidP="00FD4E33">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FD4E33">
                  <w:rPr>
                    <w:rFonts w:ascii="MS Gothic" w:eastAsia="MS Gothic" w:hAnsi="MS Gothic" w:cs="Arial" w:hint="eastAsia"/>
                    <w:lang w:val="nl"/>
                  </w:rPr>
                  <w:t>☒</w:t>
                </w:r>
              </w:sdtContent>
            </w:sdt>
            <w:r w:rsidR="00FD4E33" w:rsidRPr="00EC3FF6">
              <w:rPr>
                <w:rFonts w:cs="Arial"/>
                <w:lang w:val="nl"/>
              </w:rPr>
              <w:t xml:space="preserve"> BBL</w:t>
            </w:r>
          </w:p>
        </w:tc>
        <w:tc>
          <w:tcPr>
            <w:tcW w:w="4111" w:type="dxa"/>
            <w:vAlign w:val="center"/>
          </w:tcPr>
          <w:p w14:paraId="27DDAD5A" w14:textId="69AE7A39" w:rsidR="00FD4E33" w:rsidRPr="00EC3FF6" w:rsidRDefault="00FD4E33" w:rsidP="00FD4E33">
            <w:pPr>
              <w:rPr>
                <w:rFonts w:cs="Arial"/>
                <w:iCs/>
                <w:sz w:val="18"/>
                <w:szCs w:val="18"/>
                <w:lang w:val="nl"/>
              </w:rPr>
            </w:pPr>
            <w:r w:rsidRPr="008A3323">
              <w:rPr>
                <w:rFonts w:cs="Arial"/>
                <w:iCs/>
                <w:color w:val="002060"/>
                <w:sz w:val="18"/>
                <w:szCs w:val="18"/>
                <w:lang w:val="nl"/>
              </w:rPr>
              <w:t>2592</w:t>
            </w:r>
          </w:p>
        </w:tc>
        <w:tc>
          <w:tcPr>
            <w:tcW w:w="992" w:type="dxa"/>
            <w:vAlign w:val="center"/>
          </w:tcPr>
          <w:p w14:paraId="41E66A67" w14:textId="6593D4F7" w:rsidR="00FD4E33" w:rsidRPr="00EC3FF6" w:rsidRDefault="00FD4E33" w:rsidP="00FD4E33">
            <w:pPr>
              <w:rPr>
                <w:rFonts w:cs="Arial"/>
                <w:bCs/>
                <w:lang w:val="nl"/>
              </w:rPr>
            </w:pPr>
            <w:r w:rsidRPr="008A3323">
              <w:rPr>
                <w:rFonts w:cs="Arial"/>
                <w:bCs/>
                <w:color w:val="002060"/>
                <w:lang w:val="nl"/>
              </w:rPr>
              <w:t>4800</w:t>
            </w:r>
          </w:p>
        </w:tc>
        <w:tc>
          <w:tcPr>
            <w:tcW w:w="1134" w:type="dxa"/>
            <w:vAlign w:val="center"/>
          </w:tcPr>
          <w:p w14:paraId="2D29906A" w14:textId="735DF606" w:rsidR="00FD4E33" w:rsidRPr="00EC3FF6" w:rsidRDefault="00FD4E33" w:rsidP="00FD4E33">
            <w:pPr>
              <w:rPr>
                <w:rFonts w:cs="Arial"/>
                <w:bCs/>
                <w:lang w:val="nl"/>
              </w:rPr>
            </w:pPr>
            <w:r w:rsidRPr="008A3323">
              <w:rPr>
                <w:rFonts w:cs="Arial"/>
                <w:bCs/>
                <w:color w:val="002060"/>
                <w:lang w:val="nl"/>
              </w:rPr>
              <w:t>3</w:t>
            </w:r>
          </w:p>
        </w:tc>
      </w:tr>
      <w:tr w:rsidR="00FD4E33" w:rsidRPr="00EC3FF6" w14:paraId="3B5F86BC" w14:textId="77777777" w:rsidTr="530FDAB5">
        <w:trPr>
          <w:cantSplit/>
          <w:trHeight w:val="113"/>
        </w:trPr>
        <w:tc>
          <w:tcPr>
            <w:tcW w:w="9209" w:type="dxa"/>
            <w:gridSpan w:val="4"/>
            <w:shd w:val="clear" w:color="auto" w:fill="D8B511"/>
          </w:tcPr>
          <w:p w14:paraId="0E8E41DD" w14:textId="77777777" w:rsidR="00FD4E33" w:rsidRPr="00EC3FF6" w:rsidRDefault="00FD4E33" w:rsidP="00FD4E33">
            <w:pPr>
              <w:rPr>
                <w:rFonts w:cs="Arial"/>
                <w:b/>
                <w:sz w:val="16"/>
                <w:szCs w:val="16"/>
                <w:lang w:val="nl"/>
              </w:rPr>
            </w:pPr>
          </w:p>
        </w:tc>
      </w:tr>
      <w:tr w:rsidR="00FD4E33" w:rsidRPr="00EC3FF6" w14:paraId="330AEC47" w14:textId="77777777" w:rsidTr="530FDAB5">
        <w:trPr>
          <w:cantSplit/>
          <w:trHeight w:hRule="exact" w:val="784"/>
        </w:trPr>
        <w:tc>
          <w:tcPr>
            <w:tcW w:w="8075" w:type="dxa"/>
            <w:gridSpan w:val="3"/>
            <w:vAlign w:val="center"/>
          </w:tcPr>
          <w:p w14:paraId="4480E446" w14:textId="77777777" w:rsidR="00FD4E33" w:rsidRPr="00EC3FF6" w:rsidRDefault="00FD4E33" w:rsidP="00FD4E33">
            <w:pPr>
              <w:rPr>
                <w:rFonts w:cs="Arial"/>
                <w:b/>
                <w:bCs/>
                <w:lang w:val="nl"/>
              </w:rPr>
            </w:pPr>
            <w:r w:rsidRPr="00EC3FF6">
              <w:rPr>
                <w:rFonts w:cs="Arial"/>
                <w:b/>
                <w:bCs/>
                <w:lang w:val="nl"/>
              </w:rPr>
              <w:t>Wettelijke Keuzedeelverplichting in aantal SBU voor de gehele opleidingsduur:</w:t>
            </w:r>
          </w:p>
        </w:tc>
        <w:tc>
          <w:tcPr>
            <w:tcW w:w="1134" w:type="dxa"/>
            <w:vAlign w:val="center"/>
          </w:tcPr>
          <w:p w14:paraId="3A63670E" w14:textId="2FA81838" w:rsidR="00FD4E33" w:rsidRPr="00EC3FF6" w:rsidRDefault="007736DE" w:rsidP="00FD4E33">
            <w:pPr>
              <w:rPr>
                <w:rFonts w:cs="Arial"/>
                <w:b/>
                <w:bCs/>
                <w:lang w:val="nl"/>
              </w:rPr>
            </w:pPr>
            <w:sdt>
              <w:sdtPr>
                <w:rPr>
                  <w:rFonts w:cs="Arial"/>
                  <w:b/>
                  <w:lang w:val="nl"/>
                </w:rPr>
                <w:id w:val="1070541941"/>
                <w14:checkbox>
                  <w14:checked w14:val="0"/>
                  <w14:checkedState w14:val="2612" w14:font="MS Gothic"/>
                  <w14:uncheckedState w14:val="2610" w14:font="MS Gothic"/>
                </w14:checkbox>
              </w:sdtPr>
              <w:sdtEndPr/>
              <w:sdtContent>
                <w:r w:rsidR="00FD4E33">
                  <w:rPr>
                    <w:rFonts w:ascii="MS Gothic" w:eastAsia="MS Gothic" w:hAnsi="MS Gothic" w:cs="Arial" w:hint="eastAsia"/>
                    <w:b/>
                    <w:lang w:val="nl"/>
                  </w:rPr>
                  <w:t>☐</w:t>
                </w:r>
              </w:sdtContent>
            </w:sdt>
            <w:r w:rsidR="00FD4E33" w:rsidRPr="00EC3FF6">
              <w:rPr>
                <w:rFonts w:cs="Arial"/>
                <w:b/>
                <w:bCs/>
                <w:lang w:val="nl"/>
              </w:rPr>
              <w:t xml:space="preserve"> 960</w:t>
            </w:r>
          </w:p>
          <w:p w14:paraId="58361613" w14:textId="6D102147" w:rsidR="00FD4E33" w:rsidRPr="00EC3FF6" w:rsidRDefault="007736DE" w:rsidP="00FD4E33">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FD4E33">
                  <w:rPr>
                    <w:rFonts w:ascii="MS Gothic" w:eastAsia="MS Gothic" w:hAnsi="MS Gothic" w:cs="Arial" w:hint="eastAsia"/>
                    <w:b/>
                    <w:lang w:val="nl"/>
                  </w:rPr>
                  <w:t>☒</w:t>
                </w:r>
              </w:sdtContent>
            </w:sdt>
            <w:r w:rsidR="00FD4E33" w:rsidRPr="00EC3FF6">
              <w:rPr>
                <w:rFonts w:cs="Arial"/>
                <w:b/>
                <w:bCs/>
                <w:lang w:val="nl"/>
              </w:rPr>
              <w:t xml:space="preserve"> 720</w:t>
            </w:r>
          </w:p>
        </w:tc>
      </w:tr>
      <w:tr w:rsidR="00FD4E33" w:rsidRPr="00EC3FF6" w14:paraId="6A0C50BF" w14:textId="77777777" w:rsidTr="530FDAB5">
        <w:trPr>
          <w:cantSplit/>
          <w:trHeight w:hRule="exact" w:val="510"/>
        </w:trPr>
        <w:tc>
          <w:tcPr>
            <w:tcW w:w="2972" w:type="dxa"/>
            <w:vAlign w:val="center"/>
          </w:tcPr>
          <w:p w14:paraId="0F356BA1" w14:textId="77777777" w:rsidR="00FD4E33" w:rsidRPr="00EC3FF6" w:rsidRDefault="00FD4E33" w:rsidP="00FD4E33">
            <w:pPr>
              <w:pStyle w:val="CommentSubject"/>
              <w:rPr>
                <w:rFonts w:ascii="Arial" w:eastAsia="Arial" w:hAnsi="Arial" w:cs="Arial"/>
                <w:lang w:val="nl"/>
              </w:rPr>
            </w:pPr>
            <w:r w:rsidRPr="00EC3FF6">
              <w:rPr>
                <w:rFonts w:ascii="Arial" w:eastAsia="Arial" w:hAnsi="Arial" w:cs="Arial"/>
                <w:lang w:val="nl"/>
              </w:rPr>
              <w:t>School (scholen) voor:</w:t>
            </w:r>
          </w:p>
        </w:tc>
        <w:tc>
          <w:tcPr>
            <w:tcW w:w="6237" w:type="dxa"/>
            <w:gridSpan w:val="3"/>
            <w:vAlign w:val="center"/>
          </w:tcPr>
          <w:p w14:paraId="6D3B38D2" w14:textId="2113F9FC" w:rsidR="00FD4E33" w:rsidRPr="00EC3FF6" w:rsidRDefault="00FD4E33" w:rsidP="00FD4E33">
            <w:pPr>
              <w:rPr>
                <w:rFonts w:cs="Arial"/>
                <w:lang w:val="nl"/>
              </w:rPr>
            </w:pPr>
            <w:r w:rsidRPr="00E135FC">
              <w:rPr>
                <w:rFonts w:cs="Arial"/>
                <w:color w:val="002060"/>
                <w:lang w:val="nl"/>
              </w:rPr>
              <w:t>Gezondheidszorg en Welzijn</w:t>
            </w:r>
          </w:p>
        </w:tc>
      </w:tr>
      <w:tr w:rsidR="00FD4E33" w:rsidRPr="00EC3FF6" w14:paraId="1D62CF50" w14:textId="77777777" w:rsidTr="530FDAB5">
        <w:trPr>
          <w:cantSplit/>
          <w:trHeight w:hRule="exact" w:val="830"/>
        </w:trPr>
        <w:tc>
          <w:tcPr>
            <w:tcW w:w="2972" w:type="dxa"/>
            <w:vAlign w:val="center"/>
          </w:tcPr>
          <w:p w14:paraId="4B1FE362" w14:textId="77777777" w:rsidR="00FD4E33" w:rsidRPr="00EC3FF6" w:rsidRDefault="00FD4E33" w:rsidP="00FD4E33">
            <w:pPr>
              <w:rPr>
                <w:rFonts w:cs="Arial"/>
                <w:szCs w:val="18"/>
              </w:rPr>
            </w:pPr>
            <w:r w:rsidRPr="00EC3FF6">
              <w:rPr>
                <w:rFonts w:cs="Arial"/>
                <w:b/>
                <w:bCs/>
                <w:lang w:val="nl"/>
              </w:rPr>
              <w:t xml:space="preserve">De </w:t>
            </w:r>
            <w:r w:rsidRPr="00EC3FF6">
              <w:rPr>
                <w:rFonts w:cs="Arial"/>
                <w:b/>
                <w:bCs/>
              </w:rPr>
              <w:t>OER is ontwikkeld onder regie van:</w:t>
            </w:r>
          </w:p>
        </w:tc>
        <w:tc>
          <w:tcPr>
            <w:tcW w:w="6237" w:type="dxa"/>
            <w:gridSpan w:val="3"/>
            <w:vMerge w:val="restart"/>
          </w:tcPr>
          <w:p w14:paraId="3CF5B91F" w14:textId="77777777" w:rsidR="00FD4E33" w:rsidRPr="00EC3FF6" w:rsidRDefault="00FD4E33" w:rsidP="00FD4E33">
            <w:pPr>
              <w:rPr>
                <w:rFonts w:cs="Arial"/>
              </w:rPr>
            </w:pPr>
            <w:r w:rsidRPr="00EC3FF6">
              <w:rPr>
                <w:rFonts w:cs="Arial"/>
              </w:rPr>
              <w:t>Vastgesteld door de verantwoordelijke schooldirecteur:</w:t>
            </w:r>
          </w:p>
          <w:p w14:paraId="2BA9D877" w14:textId="77777777" w:rsidR="00FD4E33" w:rsidRPr="00EC3FF6" w:rsidRDefault="00FD4E33" w:rsidP="00FD4E33">
            <w:pPr>
              <w:rPr>
                <w:rFonts w:cs="Arial"/>
              </w:rPr>
            </w:pPr>
          </w:p>
          <w:p w14:paraId="692FD1C5" w14:textId="77777777" w:rsidR="00FD4E33" w:rsidRPr="00EC3FF6" w:rsidRDefault="00FD4E33" w:rsidP="00FD4E33">
            <w:pPr>
              <w:rPr>
                <w:rFonts w:cs="Arial"/>
                <w:iCs/>
              </w:rPr>
            </w:pPr>
            <w:r w:rsidRPr="00EC3FF6">
              <w:rPr>
                <w:rFonts w:cs="Arial"/>
              </w:rPr>
              <w:t xml:space="preserve">Naam: </w:t>
            </w:r>
          </w:p>
          <w:p w14:paraId="1CA2DB56" w14:textId="77777777" w:rsidR="00FD4E33" w:rsidRPr="00EC3FF6" w:rsidRDefault="00FD4E33" w:rsidP="00FD4E33">
            <w:pPr>
              <w:rPr>
                <w:rFonts w:cs="Arial"/>
              </w:rPr>
            </w:pPr>
          </w:p>
          <w:p w14:paraId="7C4F5A3D" w14:textId="645926F6" w:rsidR="00FD4E33" w:rsidRPr="00EC3FF6" w:rsidRDefault="00FD4E33" w:rsidP="00FD4E33">
            <w:pPr>
              <w:rPr>
                <w:rFonts w:cs="Arial"/>
              </w:rPr>
            </w:pPr>
            <w:r w:rsidRPr="00EC3FF6">
              <w:rPr>
                <w:rFonts w:cs="Arial"/>
              </w:rPr>
              <w:t>Juni 2019</w:t>
            </w:r>
          </w:p>
        </w:tc>
      </w:tr>
      <w:tr w:rsidR="00FD4E33" w:rsidRPr="00EC3FF6" w14:paraId="0D50A646" w14:textId="77777777" w:rsidTr="530FDAB5">
        <w:trPr>
          <w:cantSplit/>
          <w:trHeight w:hRule="exact" w:val="1090"/>
        </w:trPr>
        <w:tc>
          <w:tcPr>
            <w:tcW w:w="2972" w:type="dxa"/>
            <w:vAlign w:val="center"/>
          </w:tcPr>
          <w:p w14:paraId="67FE7CD3" w14:textId="37F2B4BA" w:rsidR="00FD4E33" w:rsidRPr="00EC3FF6" w:rsidRDefault="007736DE" w:rsidP="00FD4E33">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FD4E33">
                  <w:rPr>
                    <w:rFonts w:ascii="MS Gothic" w:eastAsia="MS Gothic" w:hAnsi="MS Gothic" w:cs="Arial" w:hint="eastAsia"/>
                    <w:b/>
                    <w:bCs/>
                    <w:szCs w:val="18"/>
                  </w:rPr>
                  <w:t>☒</w:t>
                </w:r>
              </w:sdtContent>
            </w:sdt>
            <w:r w:rsidR="00FD4E33" w:rsidRPr="00EC3FF6">
              <w:rPr>
                <w:rFonts w:cs="Arial"/>
                <w:b/>
                <w:bCs/>
              </w:rPr>
              <w:t xml:space="preserve"> Cluster </w:t>
            </w:r>
          </w:p>
          <w:p w14:paraId="3C97D64A" w14:textId="0E22C853" w:rsidR="00FD4E33" w:rsidRPr="00EC3FF6" w:rsidRDefault="00FD4E33" w:rsidP="00FD4E33">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237" w:type="dxa"/>
            <w:gridSpan w:val="3"/>
            <w:vMerge/>
          </w:tcPr>
          <w:p w14:paraId="6B9B5FA0" w14:textId="77777777" w:rsidR="00FD4E33" w:rsidRPr="00EC3FF6" w:rsidRDefault="00FD4E33" w:rsidP="00FD4E33">
            <w:pPr>
              <w:rPr>
                <w:rFonts w:cs="Arial"/>
              </w:rPr>
            </w:pPr>
          </w:p>
        </w:tc>
      </w:tr>
      <w:tr w:rsidR="00FD4E33" w:rsidRPr="00EC3FF6" w14:paraId="0FF86EE2" w14:textId="77777777" w:rsidTr="530FDAB5">
        <w:trPr>
          <w:cantSplit/>
          <w:trHeight w:hRule="exact" w:val="510"/>
        </w:trPr>
        <w:tc>
          <w:tcPr>
            <w:tcW w:w="2972" w:type="dxa"/>
            <w:vAlign w:val="center"/>
          </w:tcPr>
          <w:p w14:paraId="00E54E17" w14:textId="77777777" w:rsidR="00FD4E33" w:rsidRPr="00EC3FF6" w:rsidRDefault="007736DE" w:rsidP="00FD4E33">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FD4E33" w:rsidRPr="00EC3FF6">
                  <w:rPr>
                    <w:rFonts w:ascii="Segoe UI Symbol" w:eastAsia="MS Gothic" w:hAnsi="Segoe UI Symbol" w:cs="Segoe UI Symbol"/>
                    <w:b/>
                    <w:szCs w:val="18"/>
                  </w:rPr>
                  <w:t>☐</w:t>
                </w:r>
              </w:sdtContent>
            </w:sdt>
            <w:r w:rsidR="00FD4E33" w:rsidRPr="00EC3FF6">
              <w:rPr>
                <w:rFonts w:cs="Arial"/>
                <w:b/>
                <w:bCs/>
              </w:rPr>
              <w:t xml:space="preserve"> Team</w:t>
            </w:r>
            <w:r w:rsidR="00FD4E33" w:rsidRPr="00EC3FF6">
              <w:rPr>
                <w:rFonts w:cs="Arial"/>
              </w:rPr>
              <w:t xml:space="preserve"> </w:t>
            </w:r>
            <w:r w:rsidR="00FD4E33" w:rsidRPr="00EC3FF6">
              <w:rPr>
                <w:rFonts w:cs="Arial"/>
                <w:sz w:val="16"/>
                <w:szCs w:val="16"/>
              </w:rPr>
              <w:t>(bij unieke opleiding)</w:t>
            </w:r>
          </w:p>
        </w:tc>
        <w:tc>
          <w:tcPr>
            <w:tcW w:w="6237" w:type="dxa"/>
            <w:gridSpan w:val="3"/>
            <w:vMerge/>
          </w:tcPr>
          <w:p w14:paraId="0C108333" w14:textId="77777777" w:rsidR="00FD4E33" w:rsidRPr="00EC3FF6" w:rsidRDefault="00FD4E33" w:rsidP="00FD4E33">
            <w:pPr>
              <w:rPr>
                <w:rFonts w:cs="Arial"/>
              </w:rPr>
            </w:pPr>
          </w:p>
        </w:tc>
      </w:tr>
      <w:tr w:rsidR="00FD4E33" w:rsidRPr="00EC3FF6" w14:paraId="7496FCCD" w14:textId="77777777" w:rsidTr="530FDAB5">
        <w:trPr>
          <w:cantSplit/>
          <w:trHeight w:val="340"/>
        </w:trPr>
        <w:tc>
          <w:tcPr>
            <w:tcW w:w="9209" w:type="dxa"/>
            <w:gridSpan w:val="4"/>
            <w:tcBorders>
              <w:bottom w:val="single" w:sz="4" w:space="0" w:color="D8B511"/>
            </w:tcBorders>
            <w:shd w:val="clear" w:color="auto" w:fill="D8B511"/>
          </w:tcPr>
          <w:p w14:paraId="584D2EA9" w14:textId="35DD11AF" w:rsidR="00FD4E33" w:rsidRPr="00EC3FF6" w:rsidRDefault="00FD4E33" w:rsidP="00FD4E33">
            <w:pPr>
              <w:rPr>
                <w:rFonts w:cs="Arial"/>
                <w:sz w:val="16"/>
                <w:szCs w:val="16"/>
              </w:rPr>
            </w:pPr>
            <w:r w:rsidRPr="00EC3FF6">
              <w:rPr>
                <w:rFonts w:cs="Arial"/>
                <w:b/>
                <w:bCs/>
                <w:sz w:val="16"/>
                <w:szCs w:val="16"/>
              </w:rPr>
              <w:t xml:space="preserve">Noorderpoort volgt de wettelijke, landelijke regelgeving. Over wijzigingen/aanpassingen van deze OER wordt de student door de opleiding geïnformeerd. </w:t>
            </w:r>
          </w:p>
        </w:tc>
      </w:tr>
      <w:tr w:rsidR="00FD4E33" w:rsidRPr="00EC3FF6" w14:paraId="03A1879B"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FD4E33" w:rsidRPr="00EC3FF6" w:rsidRDefault="00FD4E33" w:rsidP="00FD4E33">
            <w:pPr>
              <w:rPr>
                <w:rFonts w:cs="Arial"/>
                <w:szCs w:val="18"/>
              </w:rPr>
            </w:pPr>
            <w:r w:rsidRPr="00EC3FF6">
              <w:rPr>
                <w:rFonts w:cs="Arial"/>
              </w:rPr>
              <w:t>Formeel vastgesteld door het College van Bestuur ROC Noorderpoort.</w:t>
            </w:r>
          </w:p>
          <w:p w14:paraId="7F62CD70" w14:textId="253366D9" w:rsidR="00FD4E33" w:rsidRPr="00EC3FF6" w:rsidRDefault="00FD4E33" w:rsidP="00FD4E33">
            <w:pPr>
              <w:rPr>
                <w:rFonts w:cs="Arial"/>
              </w:rPr>
            </w:pPr>
            <w:r w:rsidRPr="00EC3FF6">
              <w:rPr>
                <w:rFonts w:cs="Arial"/>
              </w:rPr>
              <w:t xml:space="preserve">Groningen, </w:t>
            </w:r>
            <w:r w:rsidRPr="00EC3FF6">
              <w:rPr>
                <w:rFonts w:cs="Arial"/>
                <w:b/>
                <w:bCs/>
              </w:rPr>
              <w:t>Drs. R. Schuur</w:t>
            </w:r>
          </w:p>
        </w:tc>
      </w:tr>
      <w:tr w:rsidR="00FD4E33" w:rsidRPr="00EC3FF6" w14:paraId="02A9B94A"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48365F0F" w14:textId="77777777" w:rsidR="00FD4E33" w:rsidRPr="00EC3FF6" w:rsidRDefault="00FD4E33" w:rsidP="00FD4E33">
            <w:pPr>
              <w:rPr>
                <w:rFonts w:cs="Arial"/>
                <w:sz w:val="16"/>
                <w:szCs w:val="16"/>
              </w:rPr>
            </w:pPr>
            <w:r w:rsidRPr="00EC3FF6">
              <w:rPr>
                <w:rFonts w:cs="Arial"/>
                <w:sz w:val="16"/>
                <w:szCs w:val="16"/>
              </w:rPr>
              <w:t xml:space="preserve">De BOL en BBL voldoen aan de wettelijke urennorm. </w:t>
            </w:r>
          </w:p>
          <w:p w14:paraId="341C8BD1" w14:textId="40067030" w:rsidR="00FD4E33" w:rsidRPr="00EC3FF6" w:rsidRDefault="00FD4E33" w:rsidP="00FD4E33">
            <w:pPr>
              <w:rPr>
                <w:rFonts w:cs="Arial"/>
                <w:iCs/>
                <w:szCs w:val="18"/>
              </w:rPr>
            </w:pPr>
            <w:r w:rsidRPr="00EC3FF6">
              <w:rPr>
                <w:rFonts w:cs="Arial"/>
                <w:sz w:val="16"/>
                <w:szCs w:val="16"/>
              </w:rPr>
              <w:t>BOL= Beroeps Opleidende Leerweg. BBL=  Beroeps Begeleidende Leerweg. De OER wordt uitgewerkt in de Studiewijzer.</w:t>
            </w:r>
            <w:r w:rsidRPr="00EC3FF6">
              <w:rPr>
                <w:rStyle w:val="Voetnootmarkering"/>
                <w:rFonts w:cs="Arial"/>
                <w:sz w:val="16"/>
                <w:szCs w:val="16"/>
              </w:rPr>
              <w:footnoteReference w:id="1"/>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22C43BA5"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 v</w:t>
      </w:r>
      <w:r w:rsidR="00A6286B" w:rsidRPr="00EC3FF6">
        <w:rPr>
          <w:rFonts w:cs="Arial"/>
        </w:rPr>
        <w:t>oor</w:t>
      </w:r>
      <w:r w:rsidR="007B7D49" w:rsidRPr="00EC3FF6">
        <w:rPr>
          <w:rFonts w:cs="Arial"/>
        </w:rPr>
        <w:t xml:space="preserve"> de </w:t>
      </w:r>
      <w:r w:rsidR="001F1158" w:rsidRPr="00EC3FF6">
        <w:rPr>
          <w:rFonts w:cs="Arial"/>
        </w:rPr>
        <w:t>kwalificatie</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0865EE58"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F94486" w:rsidRPr="00EC3FF6">
        <w:rPr>
          <w:rFonts w:cs="Arial"/>
        </w:rPr>
        <w:t>-</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6A603B8B"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Pr="00EC3FF6">
        <w:rPr>
          <w:rFonts w:cs="Arial"/>
        </w:rPr>
        <w:t>Regels voor herexamens</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3" w:name="_Hlk535931583"/>
      <w:r w:rsidRPr="00EC3FF6">
        <w:t xml:space="preserve">De </w:t>
      </w:r>
      <w:r w:rsidR="00C33167" w:rsidRPr="00EC3FF6">
        <w:t>p</w:t>
      </w:r>
      <w:r w:rsidRPr="00EC3FF6">
        <w:t xml:space="preserve">lanning in </w:t>
      </w:r>
      <w:proofErr w:type="spellStart"/>
      <w:r w:rsidRPr="00EC3FF6">
        <w:t>Xedule</w:t>
      </w:r>
      <w:bookmarkEnd w:id="3"/>
      <w:proofErr w:type="spellEnd"/>
      <w:r w:rsidRPr="00EC3FF6">
        <w:t xml:space="preserve"> voor de wettelijke urennorm is in te zien bij de schoolleiding.</w:t>
      </w:r>
      <w:bookmarkStart w:id="4" w:name="_Hlk503186921"/>
      <w:bookmarkEnd w:id="4"/>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5" w:name="_Hlk504474262"/>
      <w:r w:rsidRPr="00EC3FF6">
        <w:rPr>
          <w:rFonts w:cs="Arial"/>
        </w:rPr>
        <w:lastRenderedPageBreak/>
        <w:t xml:space="preserve">Inleiding </w:t>
      </w:r>
    </w:p>
    <w:p w14:paraId="1E0001DF" w14:textId="77777777" w:rsidR="00A6286B" w:rsidRPr="00EC3FF6" w:rsidRDefault="4A2E3712" w:rsidP="003E0E28">
      <w:pPr>
        <w:rPr>
          <w:rFonts w:cs="Arial"/>
        </w:rPr>
      </w:pPr>
      <w:r w:rsidRPr="00EC3FF6">
        <w:rPr>
          <w:rFonts w:cs="Arial"/>
        </w:rPr>
        <w:t>(inclusief algemene informatie over de herziene kwalificatiestructuur en de OER)</w:t>
      </w:r>
    </w:p>
    <w:p w14:paraId="48762A18" w14:textId="77777777" w:rsidR="0071111B" w:rsidRPr="00EC3FF6" w:rsidRDefault="0071111B">
      <w:pPr>
        <w:rPr>
          <w:rFonts w:cs="Arial"/>
          <w:b/>
        </w:rPr>
      </w:pPr>
    </w:p>
    <w:p w14:paraId="08D92D4E" w14:textId="26E6A702" w:rsidR="00B91FC6" w:rsidRPr="00EC3FF6" w:rsidRDefault="4A2E3712" w:rsidP="006D1C8A">
      <w:pPr>
        <w:rPr>
          <w:rFonts w:cs="Arial"/>
        </w:rPr>
      </w:pPr>
      <w:r w:rsidRPr="00EC3FF6">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A014873" w:rsidR="006D1C8A" w:rsidRPr="00EC3FF6" w:rsidRDefault="4A2E3712" w:rsidP="003E0E28">
      <w:pPr>
        <w:pStyle w:val="Kop2"/>
        <w:rPr>
          <w:rFonts w:cs="Arial"/>
        </w:rPr>
      </w:pPr>
      <w:r w:rsidRPr="00EC3FF6">
        <w:rPr>
          <w:rFonts w:cs="Arial"/>
        </w:rPr>
        <w:t>Algemene informatie over de herziene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6"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6"/>
    <w:p w14:paraId="49798397" w14:textId="67539E89" w:rsidR="006D1C8A" w:rsidRPr="00EC3FF6" w:rsidRDefault="006D1C8A" w:rsidP="00560C7A">
      <w:pPr>
        <w:rPr>
          <w:rFonts w:cs="Arial"/>
        </w:rPr>
      </w:pPr>
    </w:p>
    <w:p w14:paraId="4B987C88" w14:textId="57F78142"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w:t>
      </w:r>
      <w:proofErr w:type="spellStart"/>
      <w:r w:rsidRPr="00EC3FF6">
        <w:rPr>
          <w:rFonts w:cs="Arial"/>
        </w:rPr>
        <w:t>SBU</w:t>
      </w:r>
      <w:r w:rsidR="007924AE" w:rsidRPr="00EC3FF6">
        <w:rPr>
          <w:rFonts w:cs="Arial"/>
        </w:rPr>
        <w:t>’s</w:t>
      </w:r>
      <w:proofErr w:type="spellEnd"/>
      <w:r w:rsidRPr="00EC3FF6">
        <w:rPr>
          <w:rFonts w:cs="Arial"/>
        </w:rPr>
        <w:t xml:space="preserve">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Pr="00EC3FF6">
        <w:rPr>
          <w:rFonts w:cs="Arial"/>
        </w:rPr>
        <w:t xml:space="preserve"> </w:t>
      </w:r>
    </w:p>
    <w:p w14:paraId="0F3EE4A1" w14:textId="2658D14C" w:rsidR="006D1C8A" w:rsidRPr="00EC3FF6" w:rsidRDefault="006D1C8A" w:rsidP="006D1C8A">
      <w:pPr>
        <w:rPr>
          <w:rFonts w:cs="Arial"/>
          <w:b/>
        </w:rPr>
      </w:pPr>
    </w:p>
    <w:p w14:paraId="55A58D3C" w14:textId="5F2369EB" w:rsidR="006D1C8A" w:rsidRPr="00EC3FF6" w:rsidRDefault="4A2E3712" w:rsidP="4A2E3712">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p>
    <w:p w14:paraId="64E294CE" w14:textId="78540F5E" w:rsidR="006D1C8A" w:rsidRPr="00EC3FF6" w:rsidRDefault="4A2E3712" w:rsidP="00983898">
      <w:pPr>
        <w:pStyle w:val="Kop2"/>
        <w:rPr>
          <w:rFonts w:cs="Arial"/>
        </w:rPr>
      </w:pPr>
      <w:r w:rsidRPr="00EC3FF6">
        <w:rPr>
          <w:rFonts w:cs="Arial"/>
        </w:rPr>
        <w:lastRenderedPageBreak/>
        <w:t>Tussentijdse wijzigingen OER</w:t>
      </w:r>
    </w:p>
    <w:p w14:paraId="3490BD67" w14:textId="3979BF4D" w:rsidR="006D1C8A" w:rsidRPr="00EC3FF6" w:rsidRDefault="4A2E3712" w:rsidP="006D1C8A">
      <w:pPr>
        <w:rPr>
          <w:rFonts w:cs="Arial"/>
          <w:bCs/>
        </w:rPr>
      </w:pPr>
      <w:r w:rsidRPr="00EC3FF6">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A8317D" w:rsidRPr="00EC3FF6">
        <w:rPr>
          <w:rFonts w:cs="Arial"/>
        </w:rPr>
        <w:t>.</w:t>
      </w:r>
      <w:r w:rsidRPr="00EC3FF6">
        <w:rPr>
          <w:rFonts w:cs="Arial"/>
        </w:rPr>
        <w:t xml:space="preserve"> Over eventuele wijzigingen/aanpassingen in de onderwijsprogrammering en/of de examinering in het lopende schooljaar wordt de student tijdig geïnformeerd. </w:t>
      </w:r>
    </w:p>
    <w:p w14:paraId="2830167F" w14:textId="24F5F383" w:rsidR="006B3886" w:rsidRPr="00EC3FF6" w:rsidRDefault="006B3886" w:rsidP="006D1C8A">
      <w:pPr>
        <w:rPr>
          <w:rFonts w:cs="Arial"/>
          <w:bCs/>
        </w:rPr>
      </w:pPr>
    </w:p>
    <w:p w14:paraId="4B62FB0B" w14:textId="058990E8" w:rsidR="006D1C8A" w:rsidRPr="00EC3FF6" w:rsidRDefault="4A2E3712" w:rsidP="006D1C8A">
      <w:pPr>
        <w:rPr>
          <w:rFonts w:cs="Arial"/>
          <w:bCs/>
        </w:rPr>
      </w:pPr>
      <w:r w:rsidRPr="00EC3FF6">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EC3FF6" w:rsidRDefault="4A2E3712" w:rsidP="4A2E3712">
      <w:pPr>
        <w:pStyle w:val="Kop2"/>
        <w:rPr>
          <w:rFonts w:cs="Arial"/>
          <w:color w:val="231F20"/>
        </w:rPr>
      </w:pPr>
      <w:r w:rsidRPr="00EC3FF6">
        <w:rPr>
          <w:rFonts w:cs="Arial"/>
        </w:rPr>
        <w:t>Onderwijstijd</w:t>
      </w:r>
    </w:p>
    <w:p w14:paraId="3B3A83D2" w14:textId="770EE295" w:rsidR="006D1C8A" w:rsidRPr="00EC3FF6" w:rsidRDefault="4A2E3712" w:rsidP="006D1C8A">
      <w:pPr>
        <w:rPr>
          <w:rFonts w:cs="Arial"/>
        </w:rPr>
      </w:pPr>
      <w:r w:rsidRPr="00EC3FF6">
        <w:rPr>
          <w:rFonts w:cs="Arial"/>
        </w:rPr>
        <w:t>Een mbo-opleiding heeft per leerjaar een normatieve studieduur van 1600 SBU</w:t>
      </w:r>
      <w:r w:rsidR="007924AE" w:rsidRPr="00EC3FF6">
        <w:rPr>
          <w:rFonts w:cs="Arial"/>
        </w:rPr>
        <w:t>’</w:t>
      </w:r>
      <w:r w:rsidRPr="00EC3FF6">
        <w:rPr>
          <w:rFonts w:cs="Arial"/>
        </w:rPr>
        <w:t xml:space="preserve"> (studiebelastingsuren). </w:t>
      </w:r>
    </w:p>
    <w:p w14:paraId="208639FE" w14:textId="52B21F49" w:rsidR="006D1C8A" w:rsidRPr="00EC3FF6" w:rsidRDefault="530FDAB5" w:rsidP="530FDAB5">
      <w:pPr>
        <w:rPr>
          <w:rFonts w:cs="Arial"/>
          <w:b/>
          <w:bCs/>
        </w:rPr>
      </w:pPr>
      <w:r w:rsidRPr="00EC3FF6">
        <w:rPr>
          <w:rFonts w:cs="Arial"/>
        </w:rPr>
        <w:t xml:space="preserve">Een deel hiervan bestaat uit begeleide onderwijstijd (ingeroosterde lesuren) zoals vermeld in de planning in </w:t>
      </w:r>
      <w:proofErr w:type="spellStart"/>
      <w:r w:rsidRPr="00EC3FF6">
        <w:rPr>
          <w:rFonts w:cs="Arial"/>
        </w:rPr>
        <w:t>Xedule</w:t>
      </w:r>
      <w:proofErr w:type="spellEnd"/>
      <w:r w:rsidRPr="00EC3FF6">
        <w:rPr>
          <w:rFonts w:cs="Arial"/>
        </w:rPr>
        <w:t xml:space="preserve"> op basis van de </w:t>
      </w:r>
      <w:r w:rsidRPr="00EC3FF6">
        <w:rPr>
          <w:rFonts w:cs="Arial"/>
          <w:b/>
          <w:bCs/>
          <w:lang w:val="nl"/>
        </w:rPr>
        <w:t>wettelijke urennorm</w:t>
      </w:r>
      <w:r w:rsidR="00A8317D" w:rsidRPr="00EC3FF6">
        <w:rPr>
          <w:rFonts w:cs="Arial"/>
          <w:b/>
          <w:bCs/>
          <w:lang w:val="nl"/>
        </w:rPr>
        <w:t>.</w:t>
      </w:r>
      <w:r w:rsidRPr="00EC3FF6">
        <w:rPr>
          <w:rFonts w:cs="Arial"/>
        </w:rPr>
        <w:t xml:space="preserve"> </w:t>
      </w:r>
      <w:r w:rsidR="00A8317D" w:rsidRPr="00EC3FF6">
        <w:rPr>
          <w:rFonts w:cs="Arial"/>
        </w:rPr>
        <w:t>H</w:t>
      </w:r>
      <w:r w:rsidRPr="00EC3FF6">
        <w:rPr>
          <w:rFonts w:cs="Arial"/>
        </w:rPr>
        <w:t>et andere deel is studietijd voor bijvoorbeeld leertijd ter voorbereiding van een examen of huiswerk.</w:t>
      </w:r>
      <w:r w:rsidRPr="00EC3FF6">
        <w:rPr>
          <w:rFonts w:cs="Arial"/>
          <w:b/>
          <w:bCs/>
        </w:rPr>
        <w:t xml:space="preserve"> </w:t>
      </w:r>
    </w:p>
    <w:p w14:paraId="52085F72" w14:textId="7AEEBCD9" w:rsidR="006B3886" w:rsidRPr="00EC3FF6" w:rsidRDefault="006B3886" w:rsidP="006D1C8A">
      <w:pPr>
        <w:rPr>
          <w:rFonts w:cs="Arial"/>
        </w:rPr>
      </w:pPr>
    </w:p>
    <w:p w14:paraId="4F6046E1" w14:textId="05FC5FFF" w:rsidR="006D1C8A" w:rsidRPr="00EC3FF6" w:rsidRDefault="4A2E3712" w:rsidP="006D1C8A">
      <w:pPr>
        <w:rPr>
          <w:rFonts w:cs="Arial"/>
        </w:rPr>
      </w:pPr>
      <w:r w:rsidRPr="00EC3FF6">
        <w:rPr>
          <w:rFonts w:cs="Arial"/>
        </w:rPr>
        <w:t>De wettelijk voorgeschreven studieduur van deze mbo-opleiding staat op het voorblad van deze OER.</w:t>
      </w:r>
    </w:p>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7"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EC3FF6" w:rsidRDefault="4A2E3712" w:rsidP="00E45143">
      <w:pPr>
        <w:pStyle w:val="Kop2"/>
        <w:rPr>
          <w:rFonts w:cs="Arial"/>
        </w:rPr>
      </w:pPr>
      <w:r w:rsidRPr="00EC3FF6">
        <w:rPr>
          <w:rFonts w:cs="Arial"/>
        </w:rPr>
        <w:t>1.2 Het kwalificatieprofiel van een mbo-opleiding</w:t>
      </w:r>
    </w:p>
    <w:p w14:paraId="39B61794" w14:textId="1418A0C0" w:rsidR="00107C2A" w:rsidRPr="00EC3FF6" w:rsidRDefault="2C2B9C7A" w:rsidP="00107C2A">
      <w:pPr>
        <w:rPr>
          <w:rFonts w:cs="Arial"/>
          <w:iCs/>
        </w:rPr>
      </w:pPr>
      <w:r w:rsidRPr="00EC3FF6">
        <w:rPr>
          <w:rFonts w:cs="Arial"/>
        </w:rPr>
        <w:t xml:space="preserve">In onderstaande staat hoe het kwalificatieprofiel van een mbo-opleiding eruitziet. </w:t>
      </w:r>
      <w:bookmarkStart w:id="8" w:name="_Hlk879698"/>
      <w:r w:rsidRPr="00EC3FF6">
        <w:rPr>
          <w:rFonts w:cs="Arial"/>
        </w:rPr>
        <w:t xml:space="preserve">Het bestaat uit een </w:t>
      </w:r>
      <w:proofErr w:type="spellStart"/>
      <w:r w:rsidRPr="00EC3FF6">
        <w:rPr>
          <w:rFonts w:cs="Arial"/>
        </w:rPr>
        <w:t>beroepsspecifiek</w:t>
      </w:r>
      <w:proofErr w:type="spellEnd"/>
      <w:r w:rsidRPr="00EC3FF6">
        <w:rPr>
          <w:rFonts w:cs="Arial"/>
        </w:rPr>
        <w:t xml:space="preserve"> deel, een generiek deel</w:t>
      </w:r>
      <w:bookmarkEnd w:id="8"/>
      <w:r w:rsidRPr="00EC3FF6">
        <w:rPr>
          <w:rFonts w:cs="Arial"/>
        </w:rPr>
        <w:t xml:space="preserve"> en keuzedelen.  </w:t>
      </w:r>
    </w:p>
    <w:p w14:paraId="324F4C28" w14:textId="2DF274D2" w:rsidR="005B4D5D" w:rsidRPr="00EC3FF6" w:rsidRDefault="2C2B9C7A" w:rsidP="00D4136B">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24367A5"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9"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0"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9"/>
    <w:bookmarkEnd w:id="10"/>
    <w:p w14:paraId="4B4FEF93" w14:textId="57B270E0" w:rsidR="006D1C8A" w:rsidRPr="00EC3FF6" w:rsidRDefault="006D1C8A" w:rsidP="006D1C8A">
      <w:pPr>
        <w:rPr>
          <w:rFonts w:cs="Arial"/>
        </w:rPr>
      </w:pPr>
    </w:p>
    <w:p w14:paraId="3FFD5751" w14:textId="77777777"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14C5927E" w:rsidR="00107C2A" w:rsidRPr="00EC3FF6" w:rsidRDefault="2C2B9C7A" w:rsidP="2C2B9C7A">
      <w:pPr>
        <w:autoSpaceDE w:val="0"/>
        <w:autoSpaceDN w:val="0"/>
        <w:adjustRightInd w:val="0"/>
        <w:rPr>
          <w:rFonts w:eastAsiaTheme="minorEastAsia" w:cs="Arial"/>
          <w:lang w:eastAsia="ko-KR"/>
        </w:rPr>
      </w:pPr>
      <w:bookmarkStart w:id="11" w:name="_Hlk938246"/>
      <w:r w:rsidRPr="00EC3FF6">
        <w:rPr>
          <w:rFonts w:eastAsiaTheme="minorEastAsia" w:cs="Arial"/>
          <w:lang w:eastAsia="ko-KR"/>
        </w:rPr>
        <w:t xml:space="preserve">Een keuzedeel kent een omvang van 240 </w:t>
      </w:r>
      <w:proofErr w:type="spellStart"/>
      <w:r w:rsidRPr="00EC3FF6">
        <w:rPr>
          <w:rFonts w:eastAsiaTheme="minorEastAsia" w:cs="Arial"/>
          <w:lang w:eastAsia="ko-KR"/>
        </w:rPr>
        <w:t>SBU</w:t>
      </w:r>
      <w:r w:rsidR="000C66B9" w:rsidRPr="00EC3FF6">
        <w:rPr>
          <w:rFonts w:eastAsiaTheme="minorEastAsia" w:cs="Arial"/>
          <w:lang w:eastAsia="ko-KR"/>
        </w:rPr>
        <w:t>’s</w:t>
      </w:r>
      <w:proofErr w:type="spellEnd"/>
      <w:r w:rsidRPr="00EC3FF6">
        <w:rPr>
          <w:rFonts w:eastAsiaTheme="minorEastAsia" w:cs="Arial"/>
          <w:lang w:eastAsia="ko-KR"/>
        </w:rPr>
        <w:t xml:space="preserve"> of een veelvoud daarvan. De 240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w:t>
      </w:r>
      <w:proofErr w:type="spellStart"/>
      <w:r w:rsidR="008A31DC" w:rsidRPr="00EC3FF6">
        <w:rPr>
          <w:rFonts w:eastAsiaTheme="minorEastAsia" w:cs="Arial"/>
          <w:lang w:eastAsia="ko-KR"/>
        </w:rPr>
        <w:t>SBU</w:t>
      </w:r>
      <w:r w:rsidR="006719B7" w:rsidRPr="00EC3FF6">
        <w:rPr>
          <w:rFonts w:eastAsiaTheme="minorEastAsia" w:cs="Arial"/>
          <w:lang w:eastAsia="ko-KR"/>
        </w:rPr>
        <w:t>’s</w:t>
      </w:r>
      <w:proofErr w:type="spellEnd"/>
      <w:r w:rsidR="008A31DC" w:rsidRPr="00EC3FF6">
        <w:rPr>
          <w:rFonts w:eastAsiaTheme="minorEastAsia" w:cs="Arial"/>
          <w:lang w:eastAsia="ko-KR"/>
        </w:rPr>
        <w:t xml:space="preserve">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C76A4BE"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 xml:space="preserve">aantal </w:t>
      </w:r>
      <w:proofErr w:type="spellStart"/>
      <w:r w:rsidRPr="00EC3FF6">
        <w:rPr>
          <w:rFonts w:cs="Arial"/>
        </w:rPr>
        <w:t>SBU</w:t>
      </w:r>
      <w:r w:rsidR="006719B7" w:rsidRPr="00EC3FF6">
        <w:rPr>
          <w:rFonts w:cs="Arial"/>
        </w:rPr>
        <w:t>’s</w:t>
      </w:r>
      <w:proofErr w:type="spellEnd"/>
      <w:r w:rsidRPr="00EC3FF6">
        <w:rPr>
          <w:rFonts w:cs="Arial"/>
        </w:rPr>
        <w:t xml:space="preserve"> voor keuzedelen van deze opleiding</w:t>
      </w:r>
      <w:r w:rsidR="008565C3" w:rsidRPr="00EC3FF6">
        <w:rPr>
          <w:rFonts w:cs="Arial"/>
        </w:rPr>
        <w:t>,</w:t>
      </w:r>
      <w:r w:rsidRPr="00EC3FF6">
        <w:rPr>
          <w:rFonts w:cs="Arial"/>
        </w:rPr>
        <w:t xml:space="preserve"> staan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1"/>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69AE1A" w:rsidR="00107C2A" w:rsidRPr="00EC3FF6" w:rsidRDefault="007736DE" w:rsidP="00107C2A">
      <w:hyperlink r:id="rId15" w:history="1">
        <w:r w:rsidR="00467418" w:rsidRPr="00EC3FF6">
          <w:rPr>
            <w:rStyle w:val="Hyperlink"/>
          </w:rPr>
          <w:t>https://www.s-bb.nl/onderwijs/kwalificeren-en-examineren</w:t>
        </w:r>
      </w:hyperlink>
    </w:p>
    <w:bookmarkEnd w:id="7"/>
    <w:p w14:paraId="4424BE74" w14:textId="6E2C73EB"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r w:rsidRPr="00EC3FF6">
        <w:rPr>
          <w:rFonts w:cs="Arial"/>
          <w:i/>
          <w:iCs/>
        </w:rPr>
        <w:t xml:space="preserve"> </w:t>
      </w:r>
      <w:r w:rsidRPr="00EC3FF6">
        <w:rPr>
          <w:rFonts w:cs="Arial"/>
        </w:rPr>
        <w:t>voor de kwalificatie</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2" w:name="_Hlk535835656"/>
      <w:r w:rsidRPr="00EC3FF6">
        <w:rPr>
          <w:rFonts w:cs="Arial"/>
          <w:b/>
          <w:bCs/>
        </w:rPr>
        <w:t xml:space="preserve">Overzicht van de kerntaken en werkprocessen </w:t>
      </w:r>
      <w:bookmarkEnd w:id="12"/>
      <w:r w:rsidRPr="00EC3FF6">
        <w:rPr>
          <w:rFonts w:cs="Arial"/>
          <w:b/>
          <w:bCs/>
        </w:rPr>
        <w:t xml:space="preserve">     </w:t>
      </w:r>
    </w:p>
    <w:p w14:paraId="125A223D" w14:textId="77777777" w:rsidR="000C29B7" w:rsidRPr="00EC3FF6" w:rsidRDefault="000C29B7" w:rsidP="000C29B7">
      <w:pPr>
        <w:ind w:left="708"/>
        <w:rPr>
          <w:rFonts w:cs="Arial"/>
          <w:sz w:val="16"/>
          <w:szCs w:val="16"/>
        </w:rPr>
      </w:pPr>
      <w:r w:rsidRPr="00EC3FF6">
        <w:rPr>
          <w:rFonts w:cs="Arial"/>
          <w:sz w:val="16"/>
          <w:szCs w:val="16"/>
        </w:rPr>
        <w:t>Legenda: B1-K1= basiskerntaak 1, B1-K1-W1= basiskerntaak en het erbij behorende basiswerkproces. P2-K1= profielkerntaak 1, P2-K1-W1= profielkerntaak en het erbij behorende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68114740" w:rsidR="002053E8" w:rsidRPr="00EC3FF6" w:rsidRDefault="00FD4E33" w:rsidP="002053E8">
      <w:pPr>
        <w:pStyle w:val="Voetnoottekst"/>
        <w:rPr>
          <w:rFonts w:ascii="Arial" w:hAnsi="Arial" w:cs="Arial"/>
        </w:rPr>
      </w:pPr>
      <w:r w:rsidRPr="00F438D2">
        <w:rPr>
          <w:noProof/>
        </w:rPr>
        <w:drawing>
          <wp:inline distT="0" distB="0" distL="0" distR="0" wp14:anchorId="79E752B7" wp14:editId="3767AFEA">
            <wp:extent cx="5795645" cy="210820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5645" cy="2108200"/>
                    </a:xfrm>
                    <a:prstGeom prst="rect">
                      <a:avLst/>
                    </a:prstGeom>
                    <a:noFill/>
                    <a:ln>
                      <a:noFill/>
                    </a:ln>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587CB524" w:rsidR="005B4D5D" w:rsidRDefault="00FD4E33" w:rsidP="002053E8">
      <w:pPr>
        <w:pStyle w:val="Voetnoottekst"/>
        <w:rPr>
          <w:rFonts w:ascii="Arial" w:hAnsi="Arial" w:cs="Arial"/>
        </w:rPr>
      </w:pPr>
      <w:r w:rsidRPr="00F438D2">
        <w:rPr>
          <w:noProof/>
        </w:rPr>
        <w:drawing>
          <wp:inline distT="0" distB="0" distL="0" distR="0" wp14:anchorId="3F6B970D" wp14:editId="0A3765EA">
            <wp:extent cx="5795645" cy="12954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5645" cy="1295400"/>
                    </a:xfrm>
                    <a:prstGeom prst="rect">
                      <a:avLst/>
                    </a:prstGeom>
                    <a:noFill/>
                    <a:ln>
                      <a:noFill/>
                    </a:ln>
                  </pic:spPr>
                </pic:pic>
              </a:graphicData>
            </a:graphic>
          </wp:inline>
        </w:drawing>
      </w:r>
    </w:p>
    <w:p w14:paraId="433DF9D9" w14:textId="77777777" w:rsidR="00FD4E33" w:rsidRPr="00EC3FF6" w:rsidRDefault="00FD4E33" w:rsidP="002053E8">
      <w:pPr>
        <w:pStyle w:val="Voetnoottekst"/>
        <w:rPr>
          <w:rFonts w:ascii="Arial" w:hAnsi="Arial" w:cs="Arial"/>
        </w:rPr>
      </w:pPr>
    </w:p>
    <w:p w14:paraId="4FB8F728" w14:textId="77777777" w:rsidR="008B2099" w:rsidRPr="00EC3FF6" w:rsidRDefault="008B2099"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65717132" w14:textId="78A07369" w:rsidR="00251EBF" w:rsidRPr="00401DD1" w:rsidRDefault="4A2E3712" w:rsidP="00922DD8">
            <w:pPr>
              <w:rPr>
                <w:rFonts w:cs="Arial"/>
              </w:rPr>
            </w:pPr>
            <w:bookmarkStart w:id="13" w:name="_Hlk535933795"/>
            <w:bookmarkStart w:id="14" w:name="_Hlk535932363"/>
            <w:r w:rsidRPr="00EC3FF6">
              <w:rPr>
                <w:rFonts w:cs="Arial"/>
              </w:rPr>
              <w:t xml:space="preserve">Indien van toepassing. </w:t>
            </w:r>
            <w:r w:rsidR="00F07701" w:rsidRPr="00EC3FF6">
              <w:rPr>
                <w:rFonts w:cs="Arial"/>
              </w:rPr>
              <w:t>Invullen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4D8DEABC" w:rsidR="00AD7832" w:rsidRPr="00EC3FF6" w:rsidRDefault="00FD4E33"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31E0A37D" w:rsidR="00AD7832" w:rsidRPr="00EC3FF6" w:rsidRDefault="00FD4E33" w:rsidP="00922DD8">
            <w:pPr>
              <w:rPr>
                <w:rFonts w:cs="Arial"/>
                <w:bCs/>
              </w:rPr>
            </w:pPr>
            <w:r>
              <w:rPr>
                <w:rFonts w:cs="Arial"/>
                <w:bCs/>
              </w:rPr>
              <w:t>n.v.t.</w:t>
            </w:r>
          </w:p>
        </w:tc>
      </w:tr>
    </w:tbl>
    <w:p w14:paraId="0331CC0A" w14:textId="35823443" w:rsidR="00401DD1" w:rsidRDefault="0028342B" w:rsidP="00401DD1">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w:t>
      </w:r>
      <w:r w:rsidR="00401DD1" w:rsidRPr="00401DD1">
        <w:rPr>
          <w:rFonts w:cs="Arial"/>
          <w:bCs/>
          <w:i/>
          <w:sz w:val="18"/>
          <w:szCs w:val="18"/>
        </w:rPr>
        <w:t xml:space="preserve"> </w:t>
      </w:r>
      <w:r w:rsidR="00401DD1" w:rsidRPr="00EC3FF6">
        <w:rPr>
          <w:rFonts w:cs="Arial"/>
          <w:bCs/>
          <w:i/>
          <w:sz w:val="18"/>
          <w:szCs w:val="18"/>
        </w:rPr>
        <w:t>specifieke opleiding:</w:t>
      </w:r>
      <w:r w:rsidR="00401DD1" w:rsidRPr="00EC3FF6">
        <w:rPr>
          <w:sz w:val="18"/>
          <w:szCs w:val="18"/>
        </w:rPr>
        <w:t xml:space="preserve"> </w:t>
      </w:r>
      <w:hyperlink r:id="rId18" w:history="1">
        <w:r w:rsidR="00401DD1" w:rsidRPr="00794E22">
          <w:rPr>
            <w:rStyle w:val="Hyperlink"/>
            <w:rFonts w:cs="Arial"/>
            <w:bCs/>
            <w:i/>
            <w:sz w:val="18"/>
            <w:szCs w:val="18"/>
          </w:rPr>
          <w:t>https://onderwijsenexaminering.nl/app/ploads/Handreiking-wettelijke-beroepsvereisten.pdf</w:t>
        </w:r>
      </w:hyperlink>
    </w:p>
    <w:p w14:paraId="200266FF" w14:textId="77777777" w:rsidR="00401DD1" w:rsidRDefault="00401DD1" w:rsidP="00401DD1">
      <w:pPr>
        <w:rPr>
          <w:rFonts w:cs="Arial"/>
          <w:bCs/>
          <w:i/>
          <w:sz w:val="18"/>
          <w:szCs w:val="18"/>
        </w:rPr>
      </w:pPr>
    </w:p>
    <w:p w14:paraId="79CBDFF3" w14:textId="0751ECE4" w:rsidR="00401DD1" w:rsidRDefault="00401DD1" w:rsidP="00401DD1">
      <w:pPr>
        <w:rPr>
          <w:rFonts w:cs="Arial"/>
          <w:b/>
        </w:rPr>
      </w:pPr>
      <w:r w:rsidRPr="00401DD1">
        <w:rPr>
          <w:rFonts w:cs="Arial"/>
          <w:b/>
        </w:rPr>
        <w:t xml:space="preserve">1.4.2 </w:t>
      </w:r>
      <w:proofErr w:type="spellStart"/>
      <w:r w:rsidRPr="00401DD1">
        <w:rPr>
          <w:rFonts w:cs="Arial"/>
          <w:b/>
        </w:rPr>
        <w:t>Beroepsspecifieke</w:t>
      </w:r>
      <w:proofErr w:type="spellEnd"/>
      <w:r w:rsidRPr="00401DD1">
        <w:rPr>
          <w:rFonts w:cs="Arial"/>
          <w:b/>
        </w:rPr>
        <w:t xml:space="preserve"> eisen voor moderne vreemde talen (MVT)</w:t>
      </w:r>
      <w:r>
        <w:rPr>
          <w:rFonts w:cs="Arial"/>
          <w:b/>
        </w:rPr>
        <w:t xml:space="preserve"> zijn niet van t</w:t>
      </w:r>
      <w:r w:rsidRPr="00401DD1">
        <w:rPr>
          <w:rFonts w:cs="Arial"/>
          <w:b/>
        </w:rPr>
        <w:t>o</w:t>
      </w:r>
      <w:r>
        <w:rPr>
          <w:rFonts w:cs="Arial"/>
          <w:b/>
        </w:rPr>
        <w:t>e</w:t>
      </w:r>
      <w:r w:rsidRPr="00401DD1">
        <w:rPr>
          <w:rFonts w:cs="Arial"/>
          <w:b/>
        </w:rPr>
        <w:t>passing.</w:t>
      </w:r>
    </w:p>
    <w:p w14:paraId="6CF992F5" w14:textId="77777777" w:rsidR="00401DD1" w:rsidRDefault="00401DD1">
      <w:pPr>
        <w:rPr>
          <w:rFonts w:cs="Arial"/>
          <w:b/>
        </w:rPr>
      </w:pPr>
      <w:r>
        <w:rPr>
          <w:rFonts w:cs="Arial"/>
          <w:b/>
        </w:rPr>
        <w:br w:type="page"/>
      </w:r>
    </w:p>
    <w:bookmarkEnd w:id="13"/>
    <w:bookmarkEnd w:id="14"/>
    <w:p w14:paraId="5F526850" w14:textId="77777777" w:rsidR="007B7D49" w:rsidRPr="00EC3FF6" w:rsidRDefault="4A2E3712" w:rsidP="00D4136B">
      <w:pPr>
        <w:pStyle w:val="Kop2"/>
        <w:rPr>
          <w:rFonts w:cs="Arial"/>
        </w:rPr>
      </w:pPr>
      <w:r w:rsidRPr="00EC3FF6">
        <w:rPr>
          <w:rFonts w:cs="Arial"/>
        </w:rPr>
        <w:lastRenderedPageBreak/>
        <w:t xml:space="preserve">1.5 Generieke exameneisen Nederlandse taal en rekenen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EC3FF6" w:rsidRDefault="4A2E3712" w:rsidP="4A2E3712">
            <w:pPr>
              <w:rPr>
                <w:rFonts w:cs="Arial"/>
                <w:b/>
                <w:bCs/>
              </w:rPr>
            </w:pPr>
            <w:r w:rsidRPr="00EC3FF6">
              <w:rPr>
                <w:rFonts w:cs="Arial"/>
                <w:b/>
                <w:bCs/>
              </w:rPr>
              <w:t>Engels mbo-4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15"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4A2E3712">
        <w:trPr>
          <w:cantSplit/>
          <w:trHeight w:val="340"/>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15"/>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3DE03154" w:rsidR="00584C4E" w:rsidRPr="00EC3FF6" w:rsidRDefault="4A2E3712" w:rsidP="00584C4E">
      <w:pPr>
        <w:rPr>
          <w:rFonts w:cs="Arial"/>
        </w:rPr>
      </w:pPr>
      <w:bookmarkStart w:id="16" w:name="_Hlk504474480"/>
      <w:r w:rsidRPr="00EC3FF6">
        <w:rPr>
          <w:rFonts w:cs="Arial"/>
        </w:rPr>
        <w:t>De BPV is een verplicht onderdeel binnen de opleiding. Studentinformatie over de BPV wordt verstrekt via de Studiewijzer en/of de BPV-gids van de opleiding. Hier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16"/>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EC3FF6" w:rsidRDefault="4A2E3712" w:rsidP="00D4136B">
      <w:pPr>
        <w:pStyle w:val="Kop1"/>
        <w:rPr>
          <w:rFonts w:cs="Arial"/>
        </w:rPr>
      </w:pPr>
      <w:bookmarkStart w:id="17" w:name="_Hlk535932617"/>
      <w:bookmarkStart w:id="18" w:name="_Hlk535930124"/>
      <w:r w:rsidRPr="00EC3FF6">
        <w:rPr>
          <w:rFonts w:cs="Arial"/>
        </w:rPr>
        <w:lastRenderedPageBreak/>
        <w:t>2. De examenregeling</w:t>
      </w:r>
    </w:p>
    <w:p w14:paraId="2772866E" w14:textId="77777777" w:rsidR="00B3781A" w:rsidRPr="00EC3FF6" w:rsidRDefault="2C2B9C7A" w:rsidP="00B3781A">
      <w:pPr>
        <w:rPr>
          <w:rFonts w:cs="Arial"/>
        </w:rPr>
      </w:pPr>
      <w:r w:rsidRPr="00EC3FF6">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EC3FF6">
        <w:rPr>
          <w:rFonts w:cs="Arial"/>
        </w:rPr>
        <w:t>beroepsspecifieke</w:t>
      </w:r>
      <w:proofErr w:type="spellEnd"/>
      <w:r w:rsidRPr="00EC3FF6">
        <w:rPr>
          <w:rFonts w:cs="Arial"/>
        </w:rPr>
        <w:t xml:space="preserve"> deel van de opleiding en de generieke examens voor Nederlandse taal, rekenen en Engels. </w:t>
      </w:r>
    </w:p>
    <w:p w14:paraId="13EBC50F" w14:textId="77777777" w:rsidR="00B3781A" w:rsidRPr="00EC3FF6" w:rsidRDefault="00B3781A" w:rsidP="00B3781A">
      <w:pPr>
        <w:rPr>
          <w:rFonts w:cs="Arial"/>
        </w:rPr>
      </w:pPr>
    </w:p>
    <w:p w14:paraId="3E31DB02" w14:textId="77777777" w:rsidR="00B3781A" w:rsidRPr="00EC3FF6" w:rsidRDefault="4A2E3712" w:rsidP="00B3781A">
      <w:pPr>
        <w:rPr>
          <w:rFonts w:cs="Arial"/>
        </w:rPr>
      </w:pPr>
      <w:r w:rsidRPr="00EC3FF6">
        <w:rPr>
          <w:rFonts w:cs="Arial"/>
        </w:rPr>
        <w:t>Op dit examenplan is het Noorderpoort Examenreglement van toepassing. Examenplan en Examenreglement vormen samen de Examenregeling van de opleiding.</w:t>
      </w:r>
    </w:p>
    <w:p w14:paraId="4BB446CA" w14:textId="77777777" w:rsidR="00B3781A" w:rsidRPr="00EC3FF6" w:rsidRDefault="00B3781A" w:rsidP="00B3781A">
      <w:pPr>
        <w:rPr>
          <w:rFonts w:cs="Arial"/>
        </w:rPr>
      </w:pPr>
    </w:p>
    <w:p w14:paraId="365FC59F" w14:textId="77777777" w:rsidR="00B3781A" w:rsidRPr="00EC3FF6" w:rsidRDefault="4A2E3712" w:rsidP="4A2E3712">
      <w:pPr>
        <w:pStyle w:val="Geenafstand"/>
        <w:rPr>
          <w:sz w:val="20"/>
          <w:szCs w:val="20"/>
        </w:rPr>
      </w:pPr>
      <w:r w:rsidRPr="00EC3FF6">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EC3FF6" w:rsidRDefault="00B3781A" w:rsidP="00B3781A">
      <w:pPr>
        <w:pStyle w:val="Geenafstand"/>
        <w:rPr>
          <w:sz w:val="20"/>
          <w:szCs w:val="20"/>
        </w:rPr>
      </w:pPr>
    </w:p>
    <w:p w14:paraId="5C1523A7" w14:textId="77777777" w:rsidR="00B3781A" w:rsidRPr="00EC3FF6" w:rsidRDefault="2C2B9C7A" w:rsidP="2C2B9C7A">
      <w:pPr>
        <w:pStyle w:val="Geenafstand"/>
        <w:rPr>
          <w:sz w:val="20"/>
          <w:szCs w:val="20"/>
        </w:rPr>
      </w:pPr>
      <w:r w:rsidRPr="00EC3FF6">
        <w:rPr>
          <w:sz w:val="20"/>
          <w:szCs w:val="20"/>
        </w:rPr>
        <w:t xml:space="preserve">De examens staan beschreven in verschillende examenplannen: de </w:t>
      </w:r>
      <w:proofErr w:type="spellStart"/>
      <w:r w:rsidRPr="00EC3FF6">
        <w:rPr>
          <w:sz w:val="20"/>
          <w:szCs w:val="20"/>
        </w:rPr>
        <w:t>beroepsspecifieke</w:t>
      </w:r>
      <w:proofErr w:type="spellEnd"/>
      <w:r w:rsidRPr="00EC3FF6">
        <w:rPr>
          <w:sz w:val="20"/>
          <w:szCs w:val="20"/>
        </w:rPr>
        <w:t xml:space="preserve"> en de generieke examenplannen staan in 2.2 en 2.3. Informatie over de examinering van de keuzedelen staat in 2.4.3.   </w:t>
      </w:r>
    </w:p>
    <w:p w14:paraId="2550C329" w14:textId="77777777" w:rsidR="00B3781A" w:rsidRPr="00EC3FF6" w:rsidRDefault="00B3781A" w:rsidP="00B3781A">
      <w:pPr>
        <w:pStyle w:val="Geenafstand"/>
        <w:rPr>
          <w:sz w:val="20"/>
          <w:szCs w:val="20"/>
        </w:rPr>
      </w:pPr>
    </w:p>
    <w:p w14:paraId="6A0F8052" w14:textId="77777777" w:rsidR="00B3781A" w:rsidRPr="00EC3FF6" w:rsidRDefault="4A2E3712" w:rsidP="4A2E3712">
      <w:pPr>
        <w:pStyle w:val="Geenafstand"/>
        <w:rPr>
          <w:sz w:val="20"/>
          <w:szCs w:val="20"/>
        </w:rPr>
      </w:pPr>
      <w:r w:rsidRPr="00EC3FF6">
        <w:rPr>
          <w:sz w:val="20"/>
          <w:szCs w:val="20"/>
        </w:rPr>
        <w:t xml:space="preserve">Naast de examenplicht geldt een inspanningsverplichting voor Loopbaan en Burgerschap en de verplichting voor beroepspraktijkvorming (zie 2.4.1 en 2.4.2).  </w:t>
      </w:r>
    </w:p>
    <w:p w14:paraId="3974638A" w14:textId="77777777" w:rsidR="00645EF5" w:rsidRPr="00EC3FF6" w:rsidRDefault="4A2E3712" w:rsidP="4A2E3712">
      <w:pPr>
        <w:pStyle w:val="Geenafstand"/>
        <w:rPr>
          <w:sz w:val="20"/>
          <w:szCs w:val="20"/>
        </w:rPr>
      </w:pPr>
      <w:r w:rsidRPr="00EC3FF6">
        <w:rPr>
          <w:sz w:val="20"/>
          <w:szCs w:val="20"/>
        </w:rPr>
        <w:t>Tenslotte wordt verwezen naar het Noorderpoort Examenreglement waarin de regels en rechten staan beschreven die gelden voor alle examens van Noorderpoort (zie 2.5).</w:t>
      </w:r>
    </w:p>
    <w:p w14:paraId="7361FF91" w14:textId="77777777" w:rsidR="00C245CA" w:rsidRPr="00EC3FF6" w:rsidRDefault="2C2B9C7A" w:rsidP="00D4136B">
      <w:pPr>
        <w:pStyle w:val="Kop2"/>
        <w:rPr>
          <w:rFonts w:cs="Arial"/>
        </w:rPr>
      </w:pPr>
      <w:r w:rsidRPr="00EC3FF6">
        <w:rPr>
          <w:rFonts w:cs="Arial"/>
        </w:rPr>
        <w:t xml:space="preserve">2.1 Toelichting bij het </w:t>
      </w:r>
      <w:proofErr w:type="spellStart"/>
      <w:r w:rsidRPr="00EC3FF6">
        <w:rPr>
          <w:rFonts w:cs="Arial"/>
        </w:rPr>
        <w:t>beroepsspecifieke</w:t>
      </w:r>
      <w:proofErr w:type="spellEnd"/>
      <w:r w:rsidRPr="00EC3FF6">
        <w:rPr>
          <w:rFonts w:cs="Arial"/>
        </w:rPr>
        <w:t xml:space="preserve"> examenplan  </w:t>
      </w:r>
    </w:p>
    <w:p w14:paraId="49E2EBCD" w14:textId="77777777" w:rsidR="00B3781A" w:rsidRPr="00EC3FF6" w:rsidRDefault="2C2B9C7A" w:rsidP="00B3781A">
      <w:pPr>
        <w:rPr>
          <w:rFonts w:cs="Arial"/>
        </w:rPr>
      </w:pPr>
      <w:r w:rsidRPr="00EC3FF6">
        <w:rPr>
          <w:rFonts w:cs="Arial"/>
        </w:rPr>
        <w:t xml:space="preserve">Het </w:t>
      </w:r>
      <w:proofErr w:type="spellStart"/>
      <w:r w:rsidRPr="00EC3FF6">
        <w:rPr>
          <w:rFonts w:cs="Arial"/>
        </w:rPr>
        <w:t>beroepsspecifieke</w:t>
      </w:r>
      <w:proofErr w:type="spellEnd"/>
      <w:r w:rsidRPr="00EC3FF6">
        <w:rPr>
          <w:rFonts w:cs="Arial"/>
        </w:rPr>
        <w:t xml:space="preserve"> examenplan van deze kwalificatie geeft een overzicht van alle verplichte examenonderdelen en de exameninstrumenten die bij elk van die onderdelen worden ingezet (methodemix). </w:t>
      </w:r>
    </w:p>
    <w:p w14:paraId="631511D6" w14:textId="77777777" w:rsidR="00B3781A" w:rsidRPr="00EC3FF6" w:rsidRDefault="2C2B9C7A" w:rsidP="00B3781A">
      <w:pPr>
        <w:rPr>
          <w:rFonts w:cs="Arial"/>
        </w:rPr>
      </w:pPr>
      <w:r w:rsidRPr="00EC3FF6">
        <w:rPr>
          <w:rFonts w:cs="Arial"/>
        </w:rPr>
        <w:t xml:space="preserve">Het examenplan is </w:t>
      </w:r>
      <w:proofErr w:type="spellStart"/>
      <w:r w:rsidRPr="00EC3FF6">
        <w:rPr>
          <w:rFonts w:cs="Arial"/>
        </w:rPr>
        <w:t>kaderstellend</w:t>
      </w:r>
      <w:proofErr w:type="spellEnd"/>
      <w:r w:rsidRPr="00EC3FF6">
        <w:rPr>
          <w:rFonts w:cs="Arial"/>
        </w:rPr>
        <w:t xml:space="preserve"> voor het onderwijsteam en voor de administratieve verwerking.</w:t>
      </w:r>
    </w:p>
    <w:p w14:paraId="74299230" w14:textId="4C41A152" w:rsidR="00F72DBF" w:rsidRPr="00EC3FF6" w:rsidRDefault="4A2E3712" w:rsidP="00D4136B">
      <w:pPr>
        <w:pStyle w:val="Kop4"/>
        <w:rPr>
          <w:rFonts w:cs="Arial"/>
        </w:rPr>
      </w:pPr>
      <w:r w:rsidRPr="00EC3FF6">
        <w:rPr>
          <w:rFonts w:cs="Arial"/>
        </w:rPr>
        <w:t xml:space="preserve">Op de tweede regel van </w:t>
      </w:r>
      <w:r w:rsidR="005C3C93" w:rsidRPr="00EC3FF6">
        <w:rPr>
          <w:rFonts w:cs="Arial"/>
        </w:rPr>
        <w:t>het overzicht</w:t>
      </w:r>
      <w:r w:rsidRPr="00EC3FF6">
        <w:rPr>
          <w:rFonts w:cs="Arial"/>
        </w:rPr>
        <w:t xml:space="preserve"> staat informatie over de opleiding. Hieronder valt:</w:t>
      </w:r>
    </w:p>
    <w:p w14:paraId="71427919" w14:textId="77777777" w:rsidR="00B3781A" w:rsidRPr="00EC3FF6" w:rsidRDefault="4A2E3712" w:rsidP="00B3781A">
      <w:pPr>
        <w:pStyle w:val="Lijstalinea"/>
        <w:numPr>
          <w:ilvl w:val="0"/>
          <w:numId w:val="5"/>
        </w:numPr>
        <w:rPr>
          <w:rFonts w:cs="Arial"/>
        </w:rPr>
      </w:pPr>
      <w:r w:rsidRPr="00EC3FF6">
        <w:rPr>
          <w:rFonts w:cs="Arial"/>
        </w:rPr>
        <w:t>de officiële naam van de kwalificatie;</w:t>
      </w:r>
    </w:p>
    <w:p w14:paraId="3085C022" w14:textId="77777777" w:rsidR="00B3781A" w:rsidRPr="00EC3FF6" w:rsidRDefault="2C2B9C7A" w:rsidP="00B3781A">
      <w:pPr>
        <w:pStyle w:val="Lijstalinea"/>
        <w:numPr>
          <w:ilvl w:val="0"/>
          <w:numId w:val="5"/>
        </w:numPr>
        <w:rPr>
          <w:rFonts w:cs="Arial"/>
        </w:rPr>
      </w:pPr>
      <w:r w:rsidRPr="00EC3FF6">
        <w:rPr>
          <w:rFonts w:cs="Arial"/>
        </w:rPr>
        <w:t xml:space="preserve">het </w:t>
      </w:r>
      <w:proofErr w:type="spellStart"/>
      <w:r w:rsidRPr="00EC3FF6">
        <w:rPr>
          <w:rFonts w:cs="Arial"/>
        </w:rPr>
        <w:t>crebonummer</w:t>
      </w:r>
      <w:proofErr w:type="spellEnd"/>
      <w:r w:rsidRPr="00EC3FF6">
        <w:rPr>
          <w:rFonts w:cs="Arial"/>
        </w:rPr>
        <w:t xml:space="preserve"> van de kwalificatie;</w:t>
      </w:r>
    </w:p>
    <w:p w14:paraId="39952AE4" w14:textId="7ED597F9" w:rsidR="00B3781A" w:rsidRPr="00EC3FF6" w:rsidRDefault="00B3781A" w:rsidP="008902AF">
      <w:pPr>
        <w:pStyle w:val="Lijstalinea"/>
        <w:rPr>
          <w:rFonts w:cs="Arial"/>
        </w:rPr>
      </w:pPr>
    </w:p>
    <w:p w14:paraId="496408C5" w14:textId="74E76AF5" w:rsidR="00F72DBF" w:rsidRPr="00EC3FF6" w:rsidRDefault="4A2E3712" w:rsidP="00D4136B">
      <w:pPr>
        <w:pStyle w:val="Kop4"/>
        <w:rPr>
          <w:rFonts w:cs="Arial"/>
        </w:rPr>
      </w:pPr>
      <w:r w:rsidRPr="00EC3FF6">
        <w:rPr>
          <w:rFonts w:cs="Arial"/>
        </w:rPr>
        <w:t>In de kolommen staat</w:t>
      </w:r>
      <w:r w:rsidR="005C3C93" w:rsidRPr="00EC3FF6">
        <w:rPr>
          <w:rFonts w:cs="Arial"/>
        </w:rPr>
        <w:t xml:space="preserve"> ingevuld</w:t>
      </w:r>
      <w:r w:rsidRPr="00EC3FF6">
        <w:rPr>
          <w:rFonts w:cs="Arial"/>
        </w:rPr>
        <w:t>:</w:t>
      </w:r>
    </w:p>
    <w:p w14:paraId="2B532C50" w14:textId="54D7A79C" w:rsidR="00B3781A" w:rsidRPr="00EC3FF6" w:rsidRDefault="4A2E3712" w:rsidP="00B3781A">
      <w:pPr>
        <w:pStyle w:val="Lijstalinea"/>
        <w:numPr>
          <w:ilvl w:val="0"/>
          <w:numId w:val="5"/>
        </w:numPr>
        <w:rPr>
          <w:rFonts w:cs="Arial"/>
        </w:rPr>
      </w:pPr>
      <w:r w:rsidRPr="00EC3FF6">
        <w:rPr>
          <w:rFonts w:cs="Arial"/>
        </w:rPr>
        <w:t xml:space="preserve">naam exameneenheid: </w:t>
      </w:r>
      <w:r w:rsidRPr="00EC3FF6">
        <w:rPr>
          <w:rFonts w:cs="Arial"/>
          <w:i/>
          <w:iCs/>
        </w:rPr>
        <w:t>de officiële naam van de exameneenheid;</w:t>
      </w:r>
    </w:p>
    <w:p w14:paraId="67A3B824" w14:textId="77777777" w:rsidR="00B3781A" w:rsidRPr="00EC3FF6" w:rsidRDefault="4A2E3712" w:rsidP="00B3781A">
      <w:pPr>
        <w:pStyle w:val="Lijstalinea"/>
        <w:numPr>
          <w:ilvl w:val="0"/>
          <w:numId w:val="5"/>
        </w:numPr>
        <w:rPr>
          <w:rFonts w:cs="Arial"/>
        </w:rPr>
      </w:pPr>
      <w:r w:rsidRPr="00EC3FF6">
        <w:rPr>
          <w:rFonts w:cs="Arial"/>
        </w:rPr>
        <w:t>de examenvorm:</w:t>
      </w:r>
      <w:r w:rsidRPr="00EC3FF6">
        <w:rPr>
          <w:rFonts w:cs="Arial"/>
          <w:i/>
          <w:iCs/>
        </w:rPr>
        <w:t xml:space="preserve"> is het een proeve van bekwaamheid, een examenproject of anders</w:t>
      </w:r>
      <w:r w:rsidRPr="00EC3FF6">
        <w:rPr>
          <w:rFonts w:cs="Arial"/>
        </w:rPr>
        <w:t>;</w:t>
      </w:r>
    </w:p>
    <w:p w14:paraId="2FFD57D6" w14:textId="77777777" w:rsidR="00B3781A" w:rsidRPr="00EC3FF6" w:rsidRDefault="4A2E3712" w:rsidP="00B3781A">
      <w:pPr>
        <w:pStyle w:val="Lijstalinea"/>
        <w:numPr>
          <w:ilvl w:val="0"/>
          <w:numId w:val="5"/>
        </w:numPr>
        <w:rPr>
          <w:rFonts w:cs="Arial"/>
        </w:rPr>
      </w:pPr>
      <w:r w:rsidRPr="00EC3FF6">
        <w:rPr>
          <w:rFonts w:cs="Arial"/>
        </w:rPr>
        <w:t>kerntaak:</w:t>
      </w:r>
      <w:r w:rsidRPr="00EC3FF6">
        <w:rPr>
          <w:rFonts w:cs="Arial"/>
          <w:i/>
          <w:iCs/>
        </w:rPr>
        <w:t xml:space="preserve"> alle kerntaken die minimaal met een voldoende resultaat moeten worden afgerond</w:t>
      </w:r>
      <w:r w:rsidRPr="00EC3FF6">
        <w:rPr>
          <w:rFonts w:cs="Arial"/>
        </w:rPr>
        <w:t>;</w:t>
      </w:r>
    </w:p>
    <w:p w14:paraId="03A46C0B" w14:textId="77777777" w:rsidR="00B3781A" w:rsidRPr="00EC3FF6" w:rsidRDefault="4A2E3712" w:rsidP="00B3781A">
      <w:pPr>
        <w:pStyle w:val="Lijstalinea"/>
        <w:numPr>
          <w:ilvl w:val="0"/>
          <w:numId w:val="5"/>
        </w:numPr>
        <w:rPr>
          <w:rFonts w:cs="Arial"/>
        </w:rPr>
      </w:pPr>
      <w:r w:rsidRPr="00EC3FF6">
        <w:rPr>
          <w:rFonts w:cs="Arial"/>
        </w:rPr>
        <w:t xml:space="preserve">werkproces: </w:t>
      </w:r>
      <w:r w:rsidRPr="00EC3FF6">
        <w:rPr>
          <w:rFonts w:cs="Arial"/>
          <w:i/>
          <w:iCs/>
        </w:rPr>
        <w:t>de werkprocessen die bij de kerntaak horen</w:t>
      </w:r>
      <w:r w:rsidRPr="00EC3FF6">
        <w:rPr>
          <w:rFonts w:cs="Arial"/>
        </w:rPr>
        <w:t>;</w:t>
      </w:r>
    </w:p>
    <w:p w14:paraId="1C78D978" w14:textId="77777777" w:rsidR="00B3781A" w:rsidRPr="00EC3FF6" w:rsidRDefault="4A2E3712" w:rsidP="00B3781A">
      <w:pPr>
        <w:pStyle w:val="Lijstalinea"/>
        <w:numPr>
          <w:ilvl w:val="0"/>
          <w:numId w:val="5"/>
        </w:numPr>
        <w:rPr>
          <w:rFonts w:cs="Arial"/>
        </w:rPr>
      </w:pPr>
      <w:r w:rsidRPr="00EC3FF6">
        <w:rPr>
          <w:rFonts w:cs="Arial"/>
        </w:rPr>
        <w:t xml:space="preserve">wanneer en duur examen: </w:t>
      </w:r>
      <w:r w:rsidRPr="00EC3FF6">
        <w:rPr>
          <w:rFonts w:cs="Arial"/>
          <w:i/>
          <w:iCs/>
        </w:rPr>
        <w:t>in welke periode vindt het examen plaats en hoe lang duurt het;</w:t>
      </w:r>
    </w:p>
    <w:p w14:paraId="1DB2DB1B" w14:textId="3E9AEF37" w:rsidR="00B3781A" w:rsidRPr="00EC3FF6" w:rsidRDefault="4A2E3712" w:rsidP="4A2E3712">
      <w:pPr>
        <w:pStyle w:val="Lijstalinea"/>
        <w:numPr>
          <w:ilvl w:val="0"/>
          <w:numId w:val="5"/>
        </w:numPr>
        <w:rPr>
          <w:rFonts w:cs="Arial"/>
          <w:i/>
          <w:iCs/>
        </w:rPr>
      </w:pPr>
      <w:r w:rsidRPr="00EC3FF6">
        <w:rPr>
          <w:rFonts w:cs="Arial"/>
        </w:rPr>
        <w:t>plaat</w:t>
      </w:r>
      <w:r w:rsidR="00812F08" w:rsidRPr="00EC3FF6">
        <w:rPr>
          <w:rFonts w:cs="Arial"/>
        </w:rPr>
        <w:t>s</w:t>
      </w:r>
      <w:r w:rsidRPr="00EC3FF6">
        <w:rPr>
          <w:rFonts w:cs="Arial"/>
        </w:rPr>
        <w:t xml:space="preserve"> van afname: </w:t>
      </w:r>
      <w:r w:rsidRPr="00EC3FF6">
        <w:rPr>
          <w:rFonts w:cs="Arial"/>
          <w:i/>
          <w:iCs/>
        </w:rPr>
        <w:t>de locatie waar het examen plaatsvindt, d.w.z. in de beroepspraktijk of op school</w:t>
      </w:r>
      <w:r w:rsidRPr="00EC3FF6">
        <w:rPr>
          <w:rFonts w:cs="Arial"/>
        </w:rPr>
        <w:t>;</w:t>
      </w:r>
    </w:p>
    <w:p w14:paraId="38107C8C" w14:textId="592B4076" w:rsidR="00B3781A" w:rsidRPr="00EC3FF6" w:rsidRDefault="4A2E3712" w:rsidP="00B3781A">
      <w:pPr>
        <w:pStyle w:val="Lijstalinea"/>
        <w:numPr>
          <w:ilvl w:val="0"/>
          <w:numId w:val="5"/>
        </w:numPr>
        <w:rPr>
          <w:rFonts w:cs="Arial"/>
        </w:rPr>
      </w:pPr>
      <w:r w:rsidRPr="00EC3FF6">
        <w:rPr>
          <w:rFonts w:cs="Arial"/>
        </w:rPr>
        <w:t>weging resultaat van het werkproces t.b.v. resultaat per kerntaak: o</w:t>
      </w:r>
      <w:r w:rsidRPr="00EC3FF6">
        <w:rPr>
          <w:rFonts w:cs="Arial"/>
          <w:i/>
          <w:iCs/>
        </w:rPr>
        <w:t>f en in hoeverre een examenresultaat meetelt bij de bepaling van het eindexamenresultaat per kerntaak</w:t>
      </w:r>
      <w:r w:rsidRPr="00EC3FF6">
        <w:rPr>
          <w:rFonts w:cs="Arial"/>
          <w:lang w:val="nl"/>
        </w:rPr>
        <w:t>;</w:t>
      </w:r>
    </w:p>
    <w:p w14:paraId="06ECA4C2" w14:textId="77777777" w:rsidR="00B3781A" w:rsidRPr="00EC3FF6" w:rsidRDefault="4A2E3712" w:rsidP="00B3781A">
      <w:pPr>
        <w:pStyle w:val="Lijstalinea"/>
        <w:numPr>
          <w:ilvl w:val="0"/>
          <w:numId w:val="5"/>
        </w:numPr>
        <w:rPr>
          <w:rFonts w:cs="Arial"/>
        </w:rPr>
      </w:pPr>
      <w:r w:rsidRPr="00EC3FF6">
        <w:rPr>
          <w:rFonts w:cs="Arial"/>
        </w:rPr>
        <w:t xml:space="preserve">eindresultaat (vermelding per kerntaak) + het scorevoorschrift: </w:t>
      </w:r>
      <w:r w:rsidRPr="00EC3FF6">
        <w:rPr>
          <w:rFonts w:cs="Arial"/>
          <w:i/>
          <w:iCs/>
        </w:rPr>
        <w:t>het minimaal te behalen resultaat en de wijze waarop het resultaat wordt vermeld. (Minimaal 3 puntenschaal of cijfers 1 t/m 10.)</w:t>
      </w:r>
    </w:p>
    <w:p w14:paraId="41594268" w14:textId="77777777" w:rsidR="00151ADA" w:rsidRPr="00EC3FF6" w:rsidRDefault="00151ADA" w:rsidP="00151ADA">
      <w:pPr>
        <w:ind w:left="360"/>
        <w:rPr>
          <w:rFonts w:cs="Arial"/>
        </w:rPr>
      </w:pPr>
    </w:p>
    <w:p w14:paraId="0356D16F" w14:textId="02BD68C6" w:rsidR="00B3781A" w:rsidRDefault="2C2B9C7A" w:rsidP="00DE5A41">
      <w:pPr>
        <w:pStyle w:val="Lijstalinea"/>
        <w:numPr>
          <w:ilvl w:val="0"/>
          <w:numId w:val="5"/>
        </w:numPr>
        <w:rPr>
          <w:rFonts w:cs="Arial"/>
        </w:rPr>
      </w:pPr>
      <w:proofErr w:type="spellStart"/>
      <w:r w:rsidRPr="00EC3FF6">
        <w:rPr>
          <w:rFonts w:cs="Arial"/>
        </w:rPr>
        <w:t>Beroepsspecifieke</w:t>
      </w:r>
      <w:proofErr w:type="spellEnd"/>
      <w:r w:rsidRPr="00EC3FF6">
        <w:rPr>
          <w:rFonts w:cs="Arial"/>
        </w:rPr>
        <w:t xml:space="preserve"> moderne vreemde taalexamens die de opleiding apart wil examineren</w:t>
      </w:r>
      <w:r w:rsidR="0034675A" w:rsidRPr="00EC3FF6">
        <w:rPr>
          <w:rFonts w:cs="Arial"/>
        </w:rPr>
        <w:t>: de resultaten</w:t>
      </w:r>
      <w:r w:rsidRPr="00EC3FF6">
        <w:rPr>
          <w:rFonts w:cs="Arial"/>
        </w:rPr>
        <w:t xml:space="preserve"> </w:t>
      </w:r>
      <w:r w:rsidRPr="00EC3FF6">
        <w:rPr>
          <w:rFonts w:cs="Arial"/>
          <w:u w:val="single"/>
        </w:rPr>
        <w:t>kunnen</w:t>
      </w:r>
      <w:r w:rsidRPr="00EC3FF6">
        <w:rPr>
          <w:rFonts w:cs="Arial"/>
        </w:rPr>
        <w:t xml:space="preserve"> per te examineren vaardigheid vermeld worden onder het kopje ‘</w:t>
      </w:r>
      <w:r w:rsidRPr="00EC3FF6">
        <w:rPr>
          <w:rFonts w:eastAsia="Calibri" w:cs="Arial"/>
          <w:lang w:eastAsia="en-US"/>
        </w:rPr>
        <w:t>BEROEPSGERICHTE EXAMENS MVT’.</w:t>
      </w:r>
      <w:bookmarkEnd w:id="17"/>
      <w:r w:rsidRPr="00EC3FF6">
        <w:rPr>
          <w:rFonts w:cs="Arial"/>
        </w:rPr>
        <w:t xml:space="preserve"> </w:t>
      </w:r>
    </w:p>
    <w:p w14:paraId="01A20061" w14:textId="77777777" w:rsidR="00386AB8" w:rsidRPr="00386AB8" w:rsidRDefault="00386AB8" w:rsidP="00386AB8">
      <w:pPr>
        <w:pStyle w:val="Lijstalinea"/>
        <w:rPr>
          <w:rFonts w:cs="Arial"/>
        </w:rPr>
      </w:pPr>
    </w:p>
    <w:p w14:paraId="376917BF" w14:textId="3C338DF5" w:rsidR="00386AB8" w:rsidRDefault="00386AB8" w:rsidP="00386AB8">
      <w:pPr>
        <w:rPr>
          <w:rFonts w:cs="Arial"/>
        </w:rPr>
      </w:pPr>
    </w:p>
    <w:p w14:paraId="20D9BD42" w14:textId="7E690FAF" w:rsidR="00386AB8" w:rsidRDefault="00386AB8" w:rsidP="00386AB8">
      <w:pPr>
        <w:rPr>
          <w:rFonts w:cs="Arial"/>
        </w:rPr>
      </w:pPr>
    </w:p>
    <w:p w14:paraId="1F8BA8A8" w14:textId="77777777" w:rsidR="00386AB8" w:rsidRPr="00386AB8" w:rsidRDefault="00386AB8" w:rsidP="00386AB8">
      <w:pPr>
        <w:rPr>
          <w:rFonts w:cs="Arial"/>
        </w:rPr>
      </w:pPr>
    </w:p>
    <w:bookmarkEnd w:id="18"/>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5784CFC9" w14:textId="77777777" w:rsidR="003A6B30" w:rsidRPr="00E8785C" w:rsidRDefault="003A6B30" w:rsidP="003A6B30">
      <w:r w:rsidRPr="00E8785C">
        <w:t>Het exameninstrument voor de kwalificatie wordt ingekocht bij SCB (St. Consortium Beroepsonderwijs) en omvat alle werkprocessen voor de kwalificatie. Het instrument werkt met verschillende examenvormen (‘</w:t>
      </w:r>
      <w:proofErr w:type="spellStart"/>
      <w:r w:rsidRPr="00E8785C">
        <w:t>methodenmix</w:t>
      </w:r>
      <w:proofErr w:type="spellEnd"/>
      <w:r w:rsidRPr="00E8785C">
        <w:t>’) Het examenplan is opgesteld conform het exameninstrument ‘Serie 2016’ (inclusief latere verbeteringen) en de bijbehorende servicedocumenten.</w:t>
      </w:r>
    </w:p>
    <w:p w14:paraId="1D2437DA" w14:textId="77777777" w:rsidR="003A6B30" w:rsidRPr="00E8785C" w:rsidRDefault="003A6B30" w:rsidP="003A6B30"/>
    <w:p w14:paraId="117F5F5E" w14:textId="77777777" w:rsidR="003A6B30" w:rsidRPr="00E8785C" w:rsidRDefault="003A6B30" w:rsidP="003A6B30">
      <w:r w:rsidRPr="00E8785C">
        <w:t xml:space="preserve">Het examenplan geeft een overzicht van alle </w:t>
      </w:r>
      <w:proofErr w:type="spellStart"/>
      <w:r w:rsidRPr="00E8785C">
        <w:t>beroepsspecifieke</w:t>
      </w:r>
      <w:proofErr w:type="spellEnd"/>
      <w:r w:rsidRPr="00E8785C">
        <w:t xml:space="preserve"> examenonderdelen waarin elk werkproces uit een </w:t>
      </w:r>
      <w:proofErr w:type="spellStart"/>
      <w:r w:rsidRPr="00E8785C">
        <w:t>een</w:t>
      </w:r>
      <w:proofErr w:type="spellEnd"/>
      <w:r w:rsidRPr="00E8785C">
        <w:t xml:space="preserve"> afzonderlijk examenonderdeel bestaat. De </w:t>
      </w:r>
      <w:r>
        <w:t xml:space="preserve">afname van </w:t>
      </w:r>
      <w:r w:rsidRPr="00E8785C">
        <w:t>examenonderdelen/</w:t>
      </w:r>
      <w:r>
        <w:t xml:space="preserve"> </w:t>
      </w:r>
      <w:r w:rsidRPr="00E8785C">
        <w:t xml:space="preserve">werkprocessen </w:t>
      </w:r>
      <w:r>
        <w:t>kan</w:t>
      </w:r>
      <w:r w:rsidRPr="00E8785C">
        <w:t xml:space="preserve"> zowel gec</w:t>
      </w:r>
      <w:r>
        <w:t>ombineerd</w:t>
      </w:r>
      <w:r w:rsidRPr="00E8785C">
        <w:t xml:space="preserve"> als </w:t>
      </w:r>
      <w:r>
        <w:t>apart</w:t>
      </w:r>
      <w:r w:rsidRPr="00E8785C">
        <w:t>. Ze worden altijd afzonderlijk beoordeeld.</w:t>
      </w:r>
    </w:p>
    <w:p w14:paraId="5E7A6353" w14:textId="77777777" w:rsidR="003A6B30" w:rsidRPr="00E8785C" w:rsidRDefault="003A6B30" w:rsidP="003A6B30">
      <w:pPr>
        <w:rPr>
          <w:b/>
        </w:rPr>
      </w:pPr>
    </w:p>
    <w:p w14:paraId="1841609D" w14:textId="77777777" w:rsidR="003A6B30" w:rsidRPr="00E8785C" w:rsidRDefault="003A6B30" w:rsidP="003A6B30">
      <w:pPr>
        <w:rPr>
          <w:b/>
        </w:rPr>
      </w:pPr>
      <w:r w:rsidRPr="00E8785C">
        <w:rPr>
          <w:b/>
        </w:rPr>
        <w:t xml:space="preserve">Cesuur en normering per examenonderdeel (werkproces; </w:t>
      </w:r>
      <w:proofErr w:type="spellStart"/>
      <w:r w:rsidRPr="00E8785C">
        <w:rPr>
          <w:b/>
        </w:rPr>
        <w:t>wp</w:t>
      </w:r>
      <w:proofErr w:type="spellEnd"/>
      <w:r w:rsidRPr="00E8785C">
        <w:rPr>
          <w:b/>
        </w:rPr>
        <w:t>) conform het exameninstrument</w:t>
      </w:r>
    </w:p>
    <w:p w14:paraId="1F242B5F" w14:textId="77777777" w:rsidR="003A6B30" w:rsidRPr="00E8785C" w:rsidRDefault="003A6B30" w:rsidP="003A6B30">
      <w:r w:rsidRPr="00E8785C">
        <w:t xml:space="preserve">Een examenonderdeel over een werkproces bestaat uit één of meer opdrachten voor de kandidaat. Deze worden door de examinatoren beoordeeld volgens de criteria op het beoordelingsformulier van het exameninstrument. </w:t>
      </w:r>
    </w:p>
    <w:p w14:paraId="49A0A82A" w14:textId="77777777" w:rsidR="003A6B30" w:rsidRPr="00E8785C" w:rsidRDefault="003A6B30" w:rsidP="003A6B30">
      <w:r w:rsidRPr="00E8785C">
        <w:t>Elk beoordelingscriterium krijgt een score in de 3-puntsschaal: ‘Onvoldoende’ (of 0 punten), ‘Voldoende’ (of 1 punt) of ‘Goed’ (of 2 punten)</w:t>
      </w:r>
    </w:p>
    <w:p w14:paraId="33602621" w14:textId="77777777" w:rsidR="003A6B30" w:rsidRPr="00E8785C" w:rsidRDefault="003A6B30" w:rsidP="003A6B30">
      <w:r w:rsidRPr="00E8785C">
        <w:t>Voor een examenresultaat van het werkproces (examenonderdeel) moeten alle criteria op het beoordelingsformulier zijn ingevuld. Het examenresultaat van het werkproces wordt vastgesteld volgens de regels:</w:t>
      </w:r>
    </w:p>
    <w:p w14:paraId="0AA395C9" w14:textId="77777777" w:rsidR="003A6B30" w:rsidRPr="00E8785C" w:rsidRDefault="003A6B30" w:rsidP="003A6B30">
      <w:pPr>
        <w:pStyle w:val="Lijstalinea"/>
        <w:numPr>
          <w:ilvl w:val="0"/>
          <w:numId w:val="21"/>
        </w:numPr>
      </w:pPr>
      <w:r w:rsidRPr="00E8785C">
        <w:t>‘Onvoldoende’ (O) als één of  meer criteria met ‘O’ (‘onvoldoende’ of 0 punten) zijn beoordeeld.</w:t>
      </w:r>
    </w:p>
    <w:p w14:paraId="40B5F2AC" w14:textId="77777777" w:rsidR="003A6B30" w:rsidRPr="00E8785C" w:rsidRDefault="003A6B30" w:rsidP="003A6B30">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1F2B823C" w14:textId="77777777" w:rsidR="003A6B30" w:rsidRPr="00E8785C" w:rsidRDefault="003A6B30" w:rsidP="003A6B30">
      <w:pPr>
        <w:pStyle w:val="Lijstalinea"/>
        <w:numPr>
          <w:ilvl w:val="0"/>
          <w:numId w:val="21"/>
        </w:numPr>
      </w:pPr>
      <w:r w:rsidRPr="00E8785C">
        <w:t>‘Goed’ (G) als minimaal ‘de helft plus 1’ van alle criteria met ‘G’ (goed of 2 punten) is beoordeeld, en de overige zijn met ‘V’ (voldoende of één punt) beoordeeld.</w:t>
      </w:r>
    </w:p>
    <w:p w14:paraId="632FF1CA" w14:textId="77777777" w:rsidR="003A6B30" w:rsidRPr="00E8785C" w:rsidRDefault="003A6B30" w:rsidP="003A6B30"/>
    <w:p w14:paraId="415BC2DA" w14:textId="77777777" w:rsidR="003A6B30" w:rsidRPr="00E8785C" w:rsidRDefault="003A6B30" w:rsidP="003A6B30">
      <w:r w:rsidRPr="00E8785C">
        <w:rPr>
          <w:b/>
        </w:rPr>
        <w:t>Cesuur en normering per kerntaak (KT) conform het exameninstrument</w:t>
      </w:r>
    </w:p>
    <w:p w14:paraId="784EF152" w14:textId="77777777" w:rsidR="003A6B30" w:rsidRPr="00E8785C" w:rsidRDefault="003A6B30" w:rsidP="003A6B30">
      <w:r w:rsidRPr="00E8785C">
        <w:t>Uit de examenresultaten van de werkprocessen volgt het beoordelingsresultaat van een kerntaak</w:t>
      </w:r>
    </w:p>
    <w:p w14:paraId="078CC59D" w14:textId="77777777" w:rsidR="003A6B30" w:rsidRPr="00E8785C" w:rsidRDefault="003A6B30" w:rsidP="003A6B30">
      <w:r w:rsidRPr="00E8785C">
        <w:t xml:space="preserve">Het scorevoorschrift voor het eindresultaat van de kerntaak is: ‘Onvoldoende’, ‘Voldoende’, ‘Goed’. . </w:t>
      </w:r>
    </w:p>
    <w:p w14:paraId="3E85BE06" w14:textId="77777777" w:rsidR="003A6B30" w:rsidRPr="00E8785C" w:rsidRDefault="003A6B30" w:rsidP="003A6B30">
      <w:r w:rsidRPr="00E8785C">
        <w:t>Elk examenresultaat van een werkproces telt in de bijbehorende kerntaak even zwaar mee volgens de regels:</w:t>
      </w:r>
    </w:p>
    <w:p w14:paraId="2BD7C98B" w14:textId="77777777" w:rsidR="003A6B30" w:rsidRPr="00E8785C" w:rsidRDefault="003A6B30" w:rsidP="003A6B30">
      <w:pPr>
        <w:pStyle w:val="Lijstalinea"/>
        <w:numPr>
          <w:ilvl w:val="0"/>
          <w:numId w:val="22"/>
        </w:numPr>
      </w:pPr>
      <w:r w:rsidRPr="00E8785C">
        <w:t>‘Onvoldoende’ (O) als één werkproces (of meer) uit de kerntaak ‘O’ (‘onvoldoende’) is.</w:t>
      </w:r>
    </w:p>
    <w:p w14:paraId="105B996A" w14:textId="77777777" w:rsidR="003A6B30" w:rsidRPr="00E8785C" w:rsidRDefault="003A6B30" w:rsidP="003A6B30">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251928AA" w14:textId="77777777" w:rsidR="003A6B30" w:rsidRPr="00E8785C" w:rsidRDefault="003A6B30" w:rsidP="003A6B30">
      <w:pPr>
        <w:pStyle w:val="Lijstalinea"/>
        <w:numPr>
          <w:ilvl w:val="0"/>
          <w:numId w:val="22"/>
        </w:numPr>
      </w:pPr>
      <w:r w:rsidRPr="00E8785C">
        <w:t>‘Goed’ (G) als minimaal ‘de helft plus 1’ van de werkprocessen met zijn met ‘G’ (goed) is beoordeeld, EN,  de overige zijn met ‘V’ (voldoende) beoordeeld.</w:t>
      </w:r>
    </w:p>
    <w:p w14:paraId="5139BB3A" w14:textId="77777777" w:rsidR="003A6B30" w:rsidRPr="00E8785C" w:rsidRDefault="003A6B30" w:rsidP="003A6B30"/>
    <w:p w14:paraId="2ED08620" w14:textId="77777777" w:rsidR="003A6B30" w:rsidRPr="00D34B02" w:rsidRDefault="003A6B30" w:rsidP="003A6B30">
      <w:pPr>
        <w:rPr>
          <w:i/>
          <w:sz w:val="18"/>
          <w:szCs w:val="18"/>
        </w:rPr>
      </w:pPr>
      <w:r w:rsidRPr="00D34B02">
        <w:rPr>
          <w:b/>
          <w:i/>
          <w:sz w:val="18"/>
          <w:szCs w:val="18"/>
        </w:rPr>
        <w:t>Voorbeeld</w:t>
      </w:r>
      <w:r>
        <w:rPr>
          <w:b/>
          <w:i/>
          <w:sz w:val="18"/>
          <w:szCs w:val="18"/>
        </w:rPr>
        <w:t>en</w:t>
      </w:r>
      <w:r w:rsidRPr="00D34B02">
        <w:rPr>
          <w:b/>
          <w:i/>
          <w:sz w:val="18"/>
          <w:szCs w:val="18"/>
        </w:rPr>
        <w:t xml:space="preserve"> voor </w:t>
      </w:r>
      <w:r>
        <w:rPr>
          <w:b/>
          <w:i/>
          <w:sz w:val="18"/>
          <w:szCs w:val="18"/>
        </w:rPr>
        <w:t>(eind-)</w:t>
      </w:r>
      <w:r w:rsidRPr="00D34B02">
        <w:rPr>
          <w:b/>
          <w:i/>
          <w:sz w:val="18"/>
          <w:szCs w:val="18"/>
        </w:rPr>
        <w:t>beoordeling ‘G’</w:t>
      </w:r>
      <w:r w:rsidRPr="00D34B02">
        <w:rPr>
          <w:i/>
          <w:sz w:val="18"/>
          <w:szCs w:val="18"/>
        </w:rPr>
        <w:t xml:space="preserve"> (zowel</w:t>
      </w:r>
      <w:r>
        <w:rPr>
          <w:i/>
          <w:sz w:val="18"/>
          <w:szCs w:val="18"/>
        </w:rPr>
        <w:t xml:space="preserve"> per</w:t>
      </w:r>
      <w:r w:rsidRPr="00D34B02">
        <w:rPr>
          <w:i/>
          <w:sz w:val="18"/>
          <w:szCs w:val="18"/>
        </w:rPr>
        <w:t xml:space="preserve"> exa</w:t>
      </w:r>
      <w:r>
        <w:rPr>
          <w:i/>
          <w:sz w:val="18"/>
          <w:szCs w:val="18"/>
        </w:rPr>
        <w:t>menonderdeel/werkproces als per</w:t>
      </w:r>
      <w:r w:rsidRPr="00D34B02">
        <w:rPr>
          <w:i/>
          <w:sz w:val="18"/>
          <w:szCs w:val="18"/>
        </w:rPr>
        <w:t xml:space="preserve"> kerntaak)</w:t>
      </w:r>
    </w:p>
    <w:p w14:paraId="10B63C3D" w14:textId="77777777" w:rsidR="003A6B30" w:rsidRPr="00D34B02" w:rsidRDefault="003A6B30" w:rsidP="003A6B30">
      <w:pPr>
        <w:rPr>
          <w:i/>
          <w:sz w:val="18"/>
          <w:szCs w:val="18"/>
        </w:rPr>
      </w:pPr>
      <w:r w:rsidRPr="00D34B02">
        <w:rPr>
          <w:i/>
          <w:sz w:val="18"/>
          <w:szCs w:val="18"/>
        </w:rPr>
        <w:t xml:space="preserve">Bij 7 criteria of werkprocessen moet minstens ‘de helft plus 1’ (= 4,5) als ‘G’ zijn beoordeeld. </w:t>
      </w:r>
    </w:p>
    <w:p w14:paraId="3A31B5FE" w14:textId="77777777" w:rsidR="003A6B30" w:rsidRPr="00D34B02" w:rsidRDefault="003A6B30" w:rsidP="003A6B30">
      <w:pPr>
        <w:ind w:firstLine="708"/>
        <w:rPr>
          <w:i/>
          <w:sz w:val="18"/>
          <w:szCs w:val="18"/>
        </w:rPr>
      </w:pPr>
      <w:r w:rsidRPr="00D34B02">
        <w:rPr>
          <w:i/>
          <w:sz w:val="18"/>
          <w:szCs w:val="18"/>
        </w:rPr>
        <w:t>Minstens 5x ‘G’ (en rest ‘V’) is nodig voor een eindbeoordeling met “G’.</w:t>
      </w:r>
    </w:p>
    <w:p w14:paraId="201FB634" w14:textId="77777777" w:rsidR="003A6B30" w:rsidRDefault="003A6B30" w:rsidP="003A6B30">
      <w:pPr>
        <w:rPr>
          <w:i/>
          <w:sz w:val="18"/>
          <w:szCs w:val="18"/>
        </w:rPr>
      </w:pPr>
      <w:r w:rsidRPr="00D34B02">
        <w:rPr>
          <w:i/>
          <w:sz w:val="18"/>
          <w:szCs w:val="18"/>
        </w:rPr>
        <w:t>Bij 8 c</w:t>
      </w:r>
      <w:r>
        <w:rPr>
          <w:i/>
          <w:sz w:val="18"/>
          <w:szCs w:val="18"/>
        </w:rPr>
        <w:t xml:space="preserve">riteria of werkprocessen is </w:t>
      </w:r>
      <w:r w:rsidRPr="00D34B02">
        <w:rPr>
          <w:i/>
          <w:sz w:val="18"/>
          <w:szCs w:val="18"/>
        </w:rPr>
        <w:t>minimaal 5x ‘G’ (en rest ‘V’) nodig.</w:t>
      </w:r>
      <w:r>
        <w:rPr>
          <w:i/>
          <w:sz w:val="18"/>
          <w:szCs w:val="18"/>
        </w:rPr>
        <w:t xml:space="preserve"> Bij 6 criteria of werkprocessen minimaal 4x ‘G.</w:t>
      </w:r>
    </w:p>
    <w:p w14:paraId="7B9DB610" w14:textId="77777777" w:rsidR="003A6B30" w:rsidRPr="00D34B02" w:rsidRDefault="003A6B30" w:rsidP="003A6B30">
      <w:pPr>
        <w:rPr>
          <w:i/>
          <w:sz w:val="18"/>
          <w:szCs w:val="18"/>
        </w:rPr>
      </w:pPr>
      <w:r>
        <w:rPr>
          <w:i/>
          <w:sz w:val="18"/>
          <w:szCs w:val="18"/>
        </w:rPr>
        <w:t>Bij 3 criteria/werkprocessen moeten ze allemaal ‘G’ zijn.</w:t>
      </w:r>
    </w:p>
    <w:p w14:paraId="6C5E8776" w14:textId="77777777" w:rsidR="003A6B30" w:rsidRPr="00E8785C" w:rsidRDefault="003A6B30" w:rsidP="003A6B30"/>
    <w:p w14:paraId="017F9941" w14:textId="77777777" w:rsidR="003A6B30" w:rsidRDefault="003A6B30" w:rsidP="003A6B30"/>
    <w:p w14:paraId="17270EEF" w14:textId="77777777" w:rsidR="003A6B30" w:rsidRPr="00E8785C" w:rsidRDefault="003A6B30" w:rsidP="003A6B30">
      <w:pPr>
        <w:rPr>
          <w:b/>
        </w:rPr>
      </w:pPr>
      <w:r w:rsidRPr="00E8785C">
        <w:rPr>
          <w:b/>
        </w:rPr>
        <w:t>Diplomavereiste</w:t>
      </w:r>
    </w:p>
    <w:p w14:paraId="5074A2C4" w14:textId="77777777" w:rsidR="003A6B30" w:rsidRDefault="003A6B30" w:rsidP="003A6B30">
      <w:r w:rsidRPr="00E8785C">
        <w:t xml:space="preserve">Voor behalen van het diploma van de kwalificatie moeten alle kerntaken, zowel die uit het basisdeel </w:t>
      </w:r>
      <w:r>
        <w:t>als die uit het profieldeel,</w:t>
      </w:r>
      <w:r w:rsidRPr="00E8785C">
        <w:t xml:space="preserve"> </w:t>
      </w:r>
      <w:r>
        <w:t xml:space="preserve">met </w:t>
      </w:r>
      <w:r w:rsidRPr="00E8785C">
        <w:t>minimaal ‘Voldoende’ (V) zijn afgerond.</w:t>
      </w: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6340BA69" w:rsidR="00386AB8"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453C2C2E" w14:textId="20DC8209" w:rsidR="00386AB8" w:rsidRDefault="00FD4E33">
      <w:pPr>
        <w:rPr>
          <w:rFonts w:cs="Arial"/>
          <w:b/>
          <w:sz w:val="24"/>
        </w:rPr>
      </w:pPr>
      <w:r w:rsidRPr="004D0AD3">
        <w:rPr>
          <w:noProof/>
        </w:rPr>
        <w:drawing>
          <wp:anchor distT="0" distB="0" distL="114300" distR="114300" simplePos="0" relativeHeight="251671040" behindDoc="0" locked="0" layoutInCell="1" allowOverlap="1" wp14:anchorId="46754B51" wp14:editId="44E58F5B">
            <wp:simplePos x="0" y="0"/>
            <wp:positionH relativeFrom="margin">
              <wp:posOffset>-464185</wp:posOffset>
            </wp:positionH>
            <wp:positionV relativeFrom="paragraph">
              <wp:posOffset>582930</wp:posOffset>
            </wp:positionV>
            <wp:extent cx="9803765" cy="3131820"/>
            <wp:effectExtent l="0" t="0" r="6985"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803765" cy="313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AB8">
        <w:rPr>
          <w:rFonts w:cs="Arial"/>
        </w:rPr>
        <w:br w:type="page"/>
      </w:r>
    </w:p>
    <w:p w14:paraId="7C8A5DE3" w14:textId="77777777" w:rsidR="00DD4187" w:rsidRPr="00EC3FF6" w:rsidRDefault="00DD4187" w:rsidP="00827BC6">
      <w:pPr>
        <w:pStyle w:val="Kop2"/>
        <w:spacing w:before="0"/>
        <w:rPr>
          <w:rFonts w:cs="Arial"/>
        </w:rPr>
      </w:pPr>
    </w:p>
    <w:p w14:paraId="0AE4ADB5" w14:textId="77777777" w:rsidR="00205990" w:rsidRPr="00EC3FF6" w:rsidRDefault="2C2B9C7A" w:rsidP="0005130F">
      <w:pPr>
        <w:pStyle w:val="Kop2"/>
        <w:rPr>
          <w:rFonts w:cs="Arial"/>
        </w:rPr>
      </w:pPr>
      <w:bookmarkStart w:id="19" w:name="_Hlk503169239"/>
      <w:r w:rsidRPr="00EC3FF6">
        <w:rPr>
          <w:rFonts w:cs="Arial"/>
        </w:rPr>
        <w:t>2.3 Generieke examenplannen Nederlands, rekenen en Engels</w:t>
      </w:r>
    </w:p>
    <w:p w14:paraId="26AFDB50" w14:textId="77777777" w:rsidR="0005130F" w:rsidRPr="00EC3FF6"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EC3FF6" w14:paraId="77CE1327" w14:textId="77777777" w:rsidTr="530FDAB5">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0ECCBF6C" w:rsidR="005364A9" w:rsidRPr="00EC3FF6" w:rsidRDefault="005364A9" w:rsidP="00B61EBF">
            <w:pPr>
              <w:jc w:val="center"/>
              <w:rPr>
                <w:rFonts w:eastAsia="Calibri" w:cs="Arial"/>
                <w:sz w:val="36"/>
                <w:szCs w:val="36"/>
                <w:lang w:eastAsia="en-US"/>
              </w:rPr>
            </w:pPr>
            <w:r w:rsidRPr="00EC3FF6">
              <w:rPr>
                <w:rFonts w:eastAsiaTheme="minorEastAsia" w:cs="Arial"/>
                <w:b/>
                <w:bCs/>
                <w:sz w:val="28"/>
                <w:szCs w:val="28"/>
                <w:lang w:eastAsia="en-US"/>
              </w:rPr>
              <w:t>Generiek examenplan Nederlands, rekenen en Engels mbo</w:t>
            </w:r>
            <w:r w:rsidR="005C3C93" w:rsidRPr="00EC3FF6">
              <w:rPr>
                <w:rFonts w:eastAsiaTheme="minorEastAsia" w:cs="Arial"/>
                <w:b/>
                <w:bCs/>
                <w:sz w:val="28"/>
                <w:szCs w:val="28"/>
                <w:lang w:eastAsia="en-US"/>
              </w:rPr>
              <w:t>-</w:t>
            </w:r>
            <w:r w:rsidRPr="00EC3FF6">
              <w:rPr>
                <w:rFonts w:eastAsiaTheme="minorEastAsia" w:cs="Arial"/>
                <w:b/>
                <w:bCs/>
                <w:sz w:val="28"/>
                <w:szCs w:val="28"/>
                <w:lang w:eastAsia="en-US"/>
              </w:rPr>
              <w:t>niveau 4</w:t>
            </w:r>
          </w:p>
        </w:tc>
      </w:tr>
      <w:tr w:rsidR="005364A9" w:rsidRPr="00EC3FF6" w14:paraId="171D5992" w14:textId="77777777" w:rsidTr="530FDAB5">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Diploma-eisen</w:t>
            </w:r>
          </w:p>
        </w:tc>
      </w:tr>
      <w:tr w:rsidR="005364A9" w:rsidRPr="00EC3FF6" w14:paraId="5142B4CC"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NEDERLANDS</w:t>
            </w:r>
          </w:p>
        </w:tc>
      </w:tr>
      <w:tr w:rsidR="005364A9" w:rsidRPr="00EC3FF6" w14:paraId="6CE7D3D2"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CE (centraal examen Nederlands) 3F   </w:t>
            </w:r>
          </w:p>
          <w:p w14:paraId="4319BA9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072EEEB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TOA Nederlands Spreken 3F IE </w:t>
            </w:r>
          </w:p>
          <w:p w14:paraId="273C950B"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 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EC3FF6" w:rsidRDefault="005364A9" w:rsidP="00B61EBF">
            <w:pPr>
              <w:rPr>
                <w:rFonts w:eastAsia="Calibri" w:cs="Arial"/>
                <w:sz w:val="16"/>
                <w:szCs w:val="16"/>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tcPr>
          <w:p w14:paraId="2966770C" w14:textId="77777777" w:rsidR="005364A9" w:rsidRPr="00EC3FF6" w:rsidRDefault="005364A9" w:rsidP="00B61EBF">
            <w:pPr>
              <w:jc w:val="center"/>
              <w:rPr>
                <w:rFonts w:eastAsia="Calibri" w:cs="Arial"/>
                <w:sz w:val="18"/>
                <w:szCs w:val="18"/>
                <w:lang w:eastAsia="en-US"/>
              </w:rPr>
            </w:pPr>
          </w:p>
        </w:tc>
        <w:tc>
          <w:tcPr>
            <w:tcW w:w="1599" w:type="dxa"/>
            <w:vMerge/>
          </w:tcPr>
          <w:p w14:paraId="5AF1BEBB" w14:textId="77777777" w:rsidR="005364A9" w:rsidRPr="00EC3FF6" w:rsidRDefault="005364A9" w:rsidP="00B61EBF">
            <w:pPr>
              <w:jc w:val="center"/>
              <w:rPr>
                <w:rFonts w:eastAsia="Calibri" w:cs="Arial"/>
                <w:sz w:val="18"/>
                <w:szCs w:val="18"/>
                <w:lang w:eastAsia="en-US"/>
              </w:rPr>
            </w:pPr>
          </w:p>
        </w:tc>
      </w:tr>
      <w:tr w:rsidR="005364A9" w:rsidRPr="00EC3FF6" w14:paraId="689DE7B8"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Gesprekken 3F IE</w:t>
            </w:r>
          </w:p>
          <w:p w14:paraId="28BF5C5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336D27E4" w14:textId="77777777" w:rsidR="005364A9" w:rsidRPr="00EC3FF6" w:rsidRDefault="005364A9" w:rsidP="00B61EBF">
            <w:pPr>
              <w:jc w:val="center"/>
              <w:rPr>
                <w:rFonts w:eastAsia="Calibri" w:cs="Arial"/>
                <w:sz w:val="18"/>
                <w:szCs w:val="18"/>
                <w:lang w:eastAsia="en-US"/>
              </w:rPr>
            </w:pPr>
          </w:p>
        </w:tc>
        <w:tc>
          <w:tcPr>
            <w:tcW w:w="1292" w:type="dxa"/>
            <w:vMerge/>
          </w:tcPr>
          <w:p w14:paraId="7DA022ED" w14:textId="77777777" w:rsidR="005364A9" w:rsidRPr="00EC3FF6" w:rsidRDefault="005364A9" w:rsidP="00B61EBF">
            <w:pPr>
              <w:jc w:val="center"/>
              <w:rPr>
                <w:rFonts w:eastAsia="Calibri" w:cs="Arial"/>
                <w:sz w:val="18"/>
                <w:szCs w:val="18"/>
                <w:lang w:eastAsia="en-US"/>
              </w:rPr>
            </w:pPr>
          </w:p>
        </w:tc>
        <w:tc>
          <w:tcPr>
            <w:tcW w:w="1599" w:type="dxa"/>
            <w:vMerge/>
          </w:tcPr>
          <w:p w14:paraId="0368DAC8" w14:textId="77777777" w:rsidR="005364A9" w:rsidRPr="00EC3FF6" w:rsidRDefault="005364A9" w:rsidP="00B61EBF">
            <w:pPr>
              <w:jc w:val="center"/>
              <w:rPr>
                <w:rFonts w:eastAsia="Calibri" w:cs="Arial"/>
                <w:sz w:val="18"/>
                <w:szCs w:val="18"/>
                <w:lang w:eastAsia="en-US"/>
              </w:rPr>
            </w:pPr>
          </w:p>
        </w:tc>
      </w:tr>
      <w:tr w:rsidR="005364A9" w:rsidRPr="00EC3FF6" w14:paraId="6CF6B41D"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Schrijven 3F IE</w:t>
            </w:r>
          </w:p>
          <w:p w14:paraId="0F5A0194"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307EDCC" w14:textId="77777777" w:rsidR="005364A9" w:rsidRPr="00EC3FF6" w:rsidRDefault="005364A9" w:rsidP="00B61EBF">
            <w:pPr>
              <w:jc w:val="center"/>
              <w:rPr>
                <w:rFonts w:eastAsia="Calibri" w:cs="Arial"/>
                <w:sz w:val="18"/>
                <w:szCs w:val="18"/>
                <w:lang w:eastAsia="en-US"/>
              </w:rPr>
            </w:pPr>
          </w:p>
        </w:tc>
        <w:tc>
          <w:tcPr>
            <w:tcW w:w="1292" w:type="dxa"/>
            <w:vMerge/>
          </w:tcPr>
          <w:p w14:paraId="123AA206" w14:textId="77777777" w:rsidR="005364A9" w:rsidRPr="00EC3FF6" w:rsidRDefault="005364A9" w:rsidP="00B61EBF">
            <w:pPr>
              <w:jc w:val="center"/>
              <w:rPr>
                <w:rFonts w:eastAsia="Calibri" w:cs="Arial"/>
                <w:sz w:val="18"/>
                <w:szCs w:val="18"/>
                <w:lang w:eastAsia="en-US"/>
              </w:rPr>
            </w:pPr>
          </w:p>
        </w:tc>
        <w:tc>
          <w:tcPr>
            <w:tcW w:w="1599" w:type="dxa"/>
            <w:vMerge/>
          </w:tcPr>
          <w:p w14:paraId="6E667DD8" w14:textId="77777777" w:rsidR="005364A9" w:rsidRPr="00EC3FF6" w:rsidRDefault="005364A9" w:rsidP="00B61EBF">
            <w:pPr>
              <w:jc w:val="center"/>
              <w:rPr>
                <w:rFonts w:eastAsia="Calibri" w:cs="Arial"/>
                <w:sz w:val="18"/>
                <w:szCs w:val="18"/>
                <w:lang w:eastAsia="en-US"/>
              </w:rPr>
            </w:pPr>
          </w:p>
        </w:tc>
      </w:tr>
      <w:tr w:rsidR="005364A9" w:rsidRPr="00EC3FF6" w14:paraId="7C911945"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REKENEN</w:t>
            </w:r>
          </w:p>
        </w:tc>
      </w:tr>
      <w:tr w:rsidR="005364A9" w:rsidRPr="00EC3FF6" w14:paraId="3B1B8B72" w14:textId="77777777" w:rsidTr="530FDAB5">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45C22969" w:rsidR="005364A9" w:rsidRPr="00EC3FF6" w:rsidRDefault="005364A9" w:rsidP="00B61EBF">
            <w:pPr>
              <w:rPr>
                <w:rFonts w:eastAsiaTheme="minorEastAsia" w:cs="Arial"/>
                <w:sz w:val="16"/>
                <w:szCs w:val="16"/>
              </w:rPr>
            </w:pPr>
            <w:r w:rsidRPr="00EC3FF6">
              <w:rPr>
                <w:rFonts w:eastAsia="Calibri" w:cs="Arial"/>
                <w:sz w:val="18"/>
                <w:szCs w:val="18"/>
                <w:lang w:eastAsia="en-US"/>
              </w:rPr>
              <w:t xml:space="preserve">Centraal examen rekenen (digitaal) </w:t>
            </w:r>
            <w:r w:rsidRPr="00EC3FF6">
              <w:rPr>
                <w:rFonts w:eastAsiaTheme="minorEastAsia" w:cs="Arial"/>
                <w:sz w:val="16"/>
                <w:szCs w:val="16"/>
              </w:rPr>
              <w:t xml:space="preserve">) CE Rekenen in </w:t>
            </w:r>
            <w:r w:rsidR="005C3C93" w:rsidRPr="00EC3FF6">
              <w:rPr>
                <w:rFonts w:eastAsiaTheme="minorEastAsia" w:cs="Arial"/>
                <w:sz w:val="16"/>
                <w:szCs w:val="16"/>
              </w:rPr>
              <w:t>éé</w:t>
            </w:r>
            <w:r w:rsidRPr="00EC3FF6">
              <w:rPr>
                <w:rFonts w:eastAsiaTheme="minorEastAsia" w:cs="Arial"/>
                <w:sz w:val="16"/>
                <w:szCs w:val="16"/>
              </w:rPr>
              <w:t>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7E86FD41" w14:textId="77777777" w:rsidR="005364A9" w:rsidRPr="00EC3FF6"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Getallen,</w:t>
            </w:r>
          </w:p>
          <w:p w14:paraId="165690D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Cijfer</w:t>
            </w:r>
          </w:p>
          <w:p w14:paraId="69D59652" w14:textId="77777777" w:rsidR="005364A9" w:rsidRPr="00EC3FF6"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Het resultaat telt nog niet mee.</w:t>
            </w:r>
          </w:p>
        </w:tc>
      </w:tr>
      <w:tr w:rsidR="005364A9" w:rsidRPr="00EC3FF6" w14:paraId="573FC159"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 xml:space="preserve">ENGELS </w:t>
            </w:r>
            <w:r w:rsidRPr="00EC3FF6">
              <w:rPr>
                <w:rFonts w:eastAsia="Calibri" w:cs="Arial"/>
                <w:sz w:val="14"/>
                <w:szCs w:val="14"/>
                <w:lang w:eastAsia="en-US"/>
              </w:rPr>
              <w:t>4)</w:t>
            </w:r>
          </w:p>
        </w:tc>
      </w:tr>
      <w:tr w:rsidR="005364A9" w:rsidRPr="00EC3FF6" w14:paraId="65FD883A"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p w14:paraId="34B883E8" w14:textId="77777777" w:rsidR="005364A9" w:rsidRPr="00EC3FF6"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5327CB0E"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Spreken A2 IE</w:t>
            </w:r>
          </w:p>
          <w:p w14:paraId="60F903A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p w14:paraId="5498B2C7" w14:textId="77777777" w:rsidR="005364A9" w:rsidRPr="00EC3FF6" w:rsidRDefault="005364A9" w:rsidP="00B61EBF">
            <w:pPr>
              <w:rPr>
                <w:rFonts w:eastAsia="Calibri" w:cs="Arial"/>
                <w:sz w:val="18"/>
                <w:szCs w:val="18"/>
                <w:lang w:eastAsia="en-US"/>
              </w:rPr>
            </w:pPr>
          </w:p>
        </w:tc>
        <w:tc>
          <w:tcPr>
            <w:tcW w:w="1292" w:type="dxa"/>
            <w:vMerge/>
          </w:tcPr>
          <w:p w14:paraId="010F57DC" w14:textId="77777777" w:rsidR="005364A9" w:rsidRPr="00EC3FF6" w:rsidRDefault="005364A9" w:rsidP="00B61EBF">
            <w:pPr>
              <w:jc w:val="center"/>
              <w:rPr>
                <w:rFonts w:eastAsia="Calibri" w:cs="Arial"/>
                <w:sz w:val="18"/>
                <w:szCs w:val="18"/>
                <w:lang w:eastAsia="en-US"/>
              </w:rPr>
            </w:pPr>
          </w:p>
        </w:tc>
        <w:tc>
          <w:tcPr>
            <w:tcW w:w="1599" w:type="dxa"/>
            <w:vMerge/>
          </w:tcPr>
          <w:p w14:paraId="44AA450D" w14:textId="77777777" w:rsidR="005364A9" w:rsidRPr="00EC3FF6" w:rsidRDefault="005364A9" w:rsidP="00B61EBF">
            <w:pPr>
              <w:jc w:val="center"/>
              <w:rPr>
                <w:rFonts w:eastAsia="Calibri" w:cs="Arial"/>
                <w:sz w:val="18"/>
                <w:szCs w:val="18"/>
                <w:lang w:eastAsia="en-US"/>
              </w:rPr>
            </w:pPr>
          </w:p>
        </w:tc>
      </w:tr>
      <w:tr w:rsidR="005364A9" w:rsidRPr="00EC3FF6" w14:paraId="2C25EFA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Gesprekken A2 IE</w:t>
            </w:r>
          </w:p>
          <w:p w14:paraId="48EC742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2EDB3D29" w14:textId="77777777" w:rsidR="005364A9" w:rsidRPr="00EC3FF6" w:rsidRDefault="005364A9" w:rsidP="00B61EBF">
            <w:pPr>
              <w:jc w:val="center"/>
              <w:rPr>
                <w:rFonts w:eastAsia="Calibri" w:cs="Arial"/>
                <w:sz w:val="18"/>
                <w:szCs w:val="18"/>
                <w:lang w:eastAsia="en-US"/>
              </w:rPr>
            </w:pPr>
          </w:p>
        </w:tc>
        <w:tc>
          <w:tcPr>
            <w:tcW w:w="1292" w:type="dxa"/>
            <w:vMerge/>
          </w:tcPr>
          <w:p w14:paraId="2BC611B5" w14:textId="77777777" w:rsidR="005364A9" w:rsidRPr="00EC3FF6" w:rsidRDefault="005364A9" w:rsidP="00B61EBF">
            <w:pPr>
              <w:jc w:val="center"/>
              <w:rPr>
                <w:rFonts w:eastAsia="Calibri" w:cs="Arial"/>
                <w:sz w:val="18"/>
                <w:szCs w:val="18"/>
                <w:lang w:eastAsia="en-US"/>
              </w:rPr>
            </w:pPr>
          </w:p>
        </w:tc>
        <w:tc>
          <w:tcPr>
            <w:tcW w:w="1599" w:type="dxa"/>
            <w:vMerge/>
          </w:tcPr>
          <w:p w14:paraId="68A20EFD" w14:textId="77777777" w:rsidR="005364A9" w:rsidRPr="00EC3FF6" w:rsidRDefault="005364A9" w:rsidP="00B61EBF">
            <w:pPr>
              <w:jc w:val="center"/>
              <w:rPr>
                <w:rFonts w:eastAsia="Calibri" w:cs="Arial"/>
                <w:sz w:val="18"/>
                <w:szCs w:val="18"/>
                <w:lang w:eastAsia="en-US"/>
              </w:rPr>
            </w:pPr>
          </w:p>
        </w:tc>
      </w:tr>
      <w:tr w:rsidR="005364A9" w:rsidRPr="00EC3FF6" w14:paraId="13619663"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Schrijven A2 IE</w:t>
            </w:r>
          </w:p>
          <w:p w14:paraId="6FE00CB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EC3FF6" w:rsidRDefault="530FDAB5" w:rsidP="530FDAB5">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E82C14A" w14:textId="77777777" w:rsidR="005364A9" w:rsidRPr="00EC3FF6" w:rsidRDefault="005364A9" w:rsidP="00B61EBF">
            <w:pPr>
              <w:jc w:val="center"/>
              <w:rPr>
                <w:rFonts w:eastAsia="Calibri" w:cs="Arial"/>
                <w:sz w:val="18"/>
                <w:szCs w:val="18"/>
                <w:lang w:eastAsia="en-US"/>
              </w:rPr>
            </w:pPr>
          </w:p>
        </w:tc>
        <w:tc>
          <w:tcPr>
            <w:tcW w:w="1292" w:type="dxa"/>
            <w:vMerge/>
          </w:tcPr>
          <w:p w14:paraId="793E2E50" w14:textId="77777777" w:rsidR="005364A9" w:rsidRPr="00EC3FF6" w:rsidRDefault="005364A9" w:rsidP="00B61EBF">
            <w:pPr>
              <w:jc w:val="center"/>
              <w:rPr>
                <w:rFonts w:eastAsia="Calibri" w:cs="Arial"/>
                <w:sz w:val="18"/>
                <w:szCs w:val="18"/>
                <w:lang w:eastAsia="en-US"/>
              </w:rPr>
            </w:pPr>
          </w:p>
        </w:tc>
        <w:tc>
          <w:tcPr>
            <w:tcW w:w="1599" w:type="dxa"/>
            <w:vMerge/>
          </w:tcPr>
          <w:p w14:paraId="6183ABC5" w14:textId="77777777" w:rsidR="005364A9" w:rsidRPr="00EC3FF6" w:rsidRDefault="005364A9" w:rsidP="00B61EBF">
            <w:pPr>
              <w:jc w:val="center"/>
              <w:rPr>
                <w:rFonts w:eastAsia="Calibri" w:cs="Arial"/>
                <w:sz w:val="18"/>
                <w:szCs w:val="18"/>
                <w:lang w:eastAsia="en-US"/>
              </w:rPr>
            </w:pPr>
          </w:p>
        </w:tc>
      </w:tr>
      <w:tr w:rsidR="005364A9" w:rsidRPr="00EC3FF6" w14:paraId="3689CB55" w14:textId="77777777" w:rsidTr="530FDAB5">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EC3FF6" w:rsidRDefault="005364A9" w:rsidP="00B61EBF">
            <w:pPr>
              <w:rPr>
                <w:rFonts w:eastAsiaTheme="minorEastAsia" w:cs="Arial"/>
                <w:sz w:val="16"/>
                <w:szCs w:val="16"/>
              </w:rPr>
            </w:pPr>
            <w:r w:rsidRPr="00EC3FF6">
              <w:rPr>
                <w:rFonts w:eastAsiaTheme="minorEastAsia" w:cs="Arial"/>
                <w:sz w:val="16"/>
                <w:szCs w:val="16"/>
              </w:rPr>
              <w:lastRenderedPageBreak/>
              <w:t>1) CE Nederlands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 </w:t>
            </w:r>
          </w:p>
          <w:p w14:paraId="374FF18B" w14:textId="77777777" w:rsidR="005364A9" w:rsidRPr="00EC3FF6" w:rsidRDefault="005364A9" w:rsidP="00B61EBF">
            <w:pPr>
              <w:rPr>
                <w:rFonts w:eastAsiaTheme="minorEastAsia" w:cs="Arial"/>
                <w:sz w:val="16"/>
                <w:szCs w:val="16"/>
              </w:rPr>
            </w:pPr>
            <w:r w:rsidRPr="00EC3FF6">
              <w:rPr>
                <w:rFonts w:eastAsiaTheme="minorEastAsia" w:cs="Arial"/>
                <w:sz w:val="16"/>
                <w:szCs w:val="16"/>
              </w:rPr>
              <w:t>2) IE Nederlands spreken/gesprekken voeren kan in één afnamemoment: inclusief beoordeling: 20 minuten, 2 cijfers.</w:t>
            </w:r>
          </w:p>
          <w:p w14:paraId="10F23485" w14:textId="77777777" w:rsidR="005364A9" w:rsidRPr="00EC3FF6" w:rsidRDefault="005364A9" w:rsidP="00B61EBF">
            <w:pPr>
              <w:rPr>
                <w:rFonts w:eastAsiaTheme="minorEastAsia" w:cs="Arial"/>
                <w:b/>
                <w:bCs/>
                <w:sz w:val="16"/>
                <w:szCs w:val="16"/>
              </w:rPr>
            </w:pPr>
            <w:r w:rsidRPr="00EC3FF6">
              <w:rPr>
                <w:rFonts w:eastAsiaTheme="minorEastAsia" w:cs="Arial"/>
                <w:sz w:val="16"/>
                <w:szCs w:val="16"/>
              </w:rPr>
              <w:t>3) CE Engels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36D58FAF" w14:textId="5B1D17CC" w:rsidR="005364A9" w:rsidRPr="00EC3FF6" w:rsidRDefault="530FDAB5" w:rsidP="530FDAB5">
            <w:pPr>
              <w:rPr>
                <w:rFonts w:cs="Arial"/>
                <w:sz w:val="16"/>
                <w:szCs w:val="16"/>
              </w:rPr>
            </w:pPr>
            <w:r w:rsidRPr="00EC3FF6">
              <w:rPr>
                <w:rFonts w:cs="Arial"/>
                <w:sz w:val="16"/>
                <w:szCs w:val="16"/>
              </w:rPr>
              <w:t xml:space="preserve">4) IE Engels </w:t>
            </w:r>
            <w:r w:rsidRPr="00EC3FF6">
              <w:rPr>
                <w:rFonts w:cs="Arial"/>
                <w:color w:val="auto"/>
                <w:sz w:val="16"/>
                <w:szCs w:val="16"/>
              </w:rPr>
              <w:t xml:space="preserve">moet op A2 niveau worden geëxamineerd. Vervolgens mag IE/CE Engels </w:t>
            </w:r>
            <w:r w:rsidRPr="00EC3FF6">
              <w:rPr>
                <w:rFonts w:cs="Arial"/>
                <w:sz w:val="16"/>
                <w:szCs w:val="16"/>
              </w:rPr>
              <w:t>op een hoger niveau afgenomen worden (maar dan integraal alle IE</w:t>
            </w:r>
            <w:r w:rsidR="0042386A" w:rsidRPr="00EC3FF6">
              <w:rPr>
                <w:rFonts w:cs="Arial"/>
                <w:sz w:val="16"/>
                <w:szCs w:val="16"/>
              </w:rPr>
              <w:t xml:space="preserve"> of CE</w:t>
            </w:r>
            <w:r w:rsidRPr="00EC3FF6">
              <w:rPr>
                <w:rFonts w:cs="Arial"/>
                <w:sz w:val="16"/>
                <w:szCs w:val="16"/>
              </w:rPr>
              <w:t xml:space="preserve"> vaardigheden). Exameninstrument IE is TOA. </w:t>
            </w:r>
            <w:r w:rsidRPr="00EC3FF6">
              <w:rPr>
                <w:rFonts w:eastAsiaTheme="minorEastAsia" w:cs="Arial"/>
                <w:sz w:val="16"/>
                <w:szCs w:val="16"/>
              </w:rPr>
              <w:t xml:space="preserve">IE Engels spreken/gesprekken voeren kan in één afnamemoment: inclusief beoordeling: 20 minuten, 2 cijfers. </w:t>
            </w:r>
            <w:r w:rsidRPr="00EC3FF6">
              <w:rPr>
                <w:rFonts w:cs="Arial"/>
                <w:b/>
                <w:bCs/>
                <w:sz w:val="16"/>
                <w:szCs w:val="16"/>
              </w:rPr>
              <w:t>Een examen op een hoger niveau moet altijd worden aangevraagd bij de schoolexamencommissie.</w:t>
            </w:r>
            <w:r w:rsidRPr="00EC3FF6">
              <w:rPr>
                <w:rFonts w:cs="Arial"/>
                <w:sz w:val="16"/>
                <w:szCs w:val="16"/>
              </w:rPr>
              <w:t xml:space="preserve"> </w:t>
            </w:r>
          </w:p>
          <w:p w14:paraId="39F5FD59" w14:textId="77777777" w:rsidR="005364A9" w:rsidRPr="00EC3FF6" w:rsidRDefault="005364A9" w:rsidP="00B61EBF">
            <w:pPr>
              <w:rPr>
                <w:rFonts w:eastAsiaTheme="minorEastAsia" w:cs="Arial"/>
                <w:sz w:val="16"/>
                <w:szCs w:val="16"/>
              </w:rPr>
            </w:pPr>
            <w:r w:rsidRPr="00EC3FF6">
              <w:rPr>
                <w:rFonts w:eastAsiaTheme="minorEastAsia" w:cs="Arial"/>
                <w:sz w:val="16"/>
                <w:szCs w:val="16"/>
              </w:rPr>
              <w:t>5) IE Engels spreken/gesprekken voeren kan in één afnamemoment: inclusief beoordeling: 20 minuten, 2 cijfers.</w:t>
            </w:r>
          </w:p>
          <w:p w14:paraId="2D0511D4" w14:textId="77777777" w:rsidR="005364A9" w:rsidRPr="00EC3FF6" w:rsidRDefault="005364A9" w:rsidP="00B61EBF">
            <w:pPr>
              <w:rPr>
                <w:rFonts w:eastAsia="Calibri" w:cs="Arial"/>
                <w:sz w:val="18"/>
                <w:szCs w:val="18"/>
                <w:lang w:eastAsia="en-US"/>
              </w:rPr>
            </w:pPr>
            <w:r w:rsidRPr="00EC3FF6">
              <w:rPr>
                <w:rFonts w:cs="Arial"/>
                <w:sz w:val="16"/>
                <w:szCs w:val="16"/>
              </w:rPr>
              <w:t xml:space="preserve">6) Naast TOA is er TOA </w:t>
            </w:r>
            <w:proofErr w:type="spellStart"/>
            <w:r w:rsidRPr="00EC3FF6">
              <w:rPr>
                <w:rFonts w:cs="Arial"/>
                <w:sz w:val="16"/>
                <w:szCs w:val="16"/>
              </w:rPr>
              <w:t>connect</w:t>
            </w:r>
            <w:proofErr w:type="spellEnd"/>
            <w:r w:rsidRPr="00EC3FF6">
              <w:rPr>
                <w:rFonts w:cs="Arial"/>
                <w:sz w:val="16"/>
                <w:szCs w:val="16"/>
              </w:rPr>
              <w:t xml:space="preserve">,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 </w:t>
            </w:r>
          </w:p>
        </w:tc>
      </w:tr>
    </w:tbl>
    <w:p w14:paraId="26DF0B7A" w14:textId="77777777" w:rsidR="0005130F" w:rsidRPr="00EC3FF6" w:rsidRDefault="0005130F" w:rsidP="0005130F">
      <w:pPr>
        <w:rPr>
          <w:rFonts w:cs="Arial"/>
        </w:rPr>
        <w:sectPr w:rsidR="0005130F" w:rsidRPr="00EC3FF6" w:rsidSect="001C5CFF">
          <w:headerReference w:type="default" r:id="rId22"/>
          <w:pgSz w:w="16838" w:h="11906" w:orient="landscape" w:code="9"/>
          <w:pgMar w:top="1701" w:right="1418" w:bottom="1418" w:left="1361" w:header="709" w:footer="709" w:gutter="0"/>
          <w:cols w:space="708"/>
          <w:docGrid w:linePitch="360"/>
        </w:sectPr>
      </w:pPr>
    </w:p>
    <w:bookmarkEnd w:id="19"/>
    <w:p w14:paraId="032601F6" w14:textId="77777777" w:rsidR="006D0A4B" w:rsidRPr="00EC3FF6" w:rsidRDefault="2C2B9C7A" w:rsidP="00D4136B">
      <w:pPr>
        <w:pStyle w:val="Kop2"/>
        <w:rPr>
          <w:rFonts w:cs="Arial"/>
        </w:rPr>
      </w:pPr>
      <w:r w:rsidRPr="00EC3FF6">
        <w:rPr>
          <w:rFonts w:cs="Arial"/>
        </w:rPr>
        <w:lastRenderedPageBreak/>
        <w:t xml:space="preserve">2.4 Diplomavereisten </w:t>
      </w:r>
    </w:p>
    <w:p w14:paraId="10A55544" w14:textId="49E2B44B" w:rsidR="00AC5E30" w:rsidRPr="00EC3FF6" w:rsidRDefault="2C2B9C7A" w:rsidP="00AC5E30">
      <w:pPr>
        <w:rPr>
          <w:rFonts w:cs="Arial"/>
        </w:rPr>
      </w:pPr>
      <w:r w:rsidRPr="00EC3FF6">
        <w:rPr>
          <w:rFonts w:cs="Arial"/>
        </w:rPr>
        <w:t>Om in aanmerking te komen voor een diploma moet de student aan alle eisen in het examenplan voldoen. Daarnaast zijn er nog andere diploma-vereisten, namelijk:</w:t>
      </w:r>
    </w:p>
    <w:p w14:paraId="0C1CEC20" w14:textId="6C356AFA" w:rsidR="00AC5E30" w:rsidRPr="00EC3FF6" w:rsidRDefault="00AB35B9" w:rsidP="00AC5E30">
      <w:pPr>
        <w:pStyle w:val="Lijstalinea"/>
        <w:numPr>
          <w:ilvl w:val="0"/>
          <w:numId w:val="6"/>
        </w:numPr>
        <w:rPr>
          <w:rFonts w:cs="Arial"/>
        </w:rPr>
      </w:pPr>
      <w:r w:rsidRPr="00EC3FF6">
        <w:rPr>
          <w:rFonts w:cs="Arial"/>
        </w:rPr>
        <w:t>h</w:t>
      </w:r>
      <w:r w:rsidR="2C2B9C7A" w:rsidRPr="00EC3FF6">
        <w:rPr>
          <w:rFonts w:cs="Arial"/>
        </w:rPr>
        <w:t xml:space="preserve">ebben voldaan aan </w:t>
      </w:r>
      <w:r w:rsidR="00F63FD1" w:rsidRPr="00EC3FF6">
        <w:rPr>
          <w:rFonts w:cs="Arial"/>
        </w:rPr>
        <w:t xml:space="preserve">de kwalificatievereisten vanuit </w:t>
      </w:r>
      <w:r w:rsidR="005233AF" w:rsidRPr="00EC3FF6">
        <w:rPr>
          <w:rFonts w:cs="Arial"/>
        </w:rPr>
        <w:t>het examen- en kwalificatiebesluit WEB</w:t>
      </w:r>
      <w:r w:rsidR="00F63FD1" w:rsidRPr="00EC3FF6">
        <w:rPr>
          <w:rFonts w:cs="Arial"/>
        </w:rPr>
        <w:t>;</w:t>
      </w:r>
    </w:p>
    <w:p w14:paraId="6322D55C" w14:textId="74189776" w:rsidR="00CF6973" w:rsidRPr="00EC3FF6" w:rsidRDefault="00B03BCC" w:rsidP="00CF6973">
      <w:pPr>
        <w:pStyle w:val="Lijstalinea"/>
        <w:numPr>
          <w:ilvl w:val="0"/>
          <w:numId w:val="6"/>
        </w:numPr>
        <w:rPr>
          <w:rFonts w:cs="Arial"/>
        </w:rPr>
      </w:pPr>
      <w:r w:rsidRPr="00EC3FF6">
        <w:rPr>
          <w:rFonts w:cs="Arial"/>
        </w:rPr>
        <w:t>d</w:t>
      </w:r>
      <w:r w:rsidR="00CF6973" w:rsidRPr="00EC3FF6">
        <w:rPr>
          <w:rFonts w:cs="Arial"/>
        </w:rPr>
        <w:t>e beroepspraktijkvorming voor zover betrekking hebbend op de kwalificatie moet met een positieve beoordeling zijn voltooid;</w:t>
      </w:r>
    </w:p>
    <w:p w14:paraId="5C904788" w14:textId="7E9870FA" w:rsidR="00AC5E30" w:rsidRPr="00EC3FF6" w:rsidRDefault="00B03BCC" w:rsidP="00825355">
      <w:pPr>
        <w:pStyle w:val="Lijstalinea"/>
        <w:numPr>
          <w:ilvl w:val="0"/>
          <w:numId w:val="6"/>
        </w:numPr>
        <w:rPr>
          <w:rFonts w:cs="Arial"/>
        </w:rPr>
      </w:pPr>
      <w:r w:rsidRPr="00EC3FF6">
        <w:rPr>
          <w:rFonts w:cs="Arial"/>
        </w:rPr>
        <w:t>a</w:t>
      </w:r>
      <w:r w:rsidR="2C2B9C7A" w:rsidRPr="00EC3FF6">
        <w:rPr>
          <w:rFonts w:cs="Arial"/>
        </w:rPr>
        <w:t>antoonbaar aanwezige examenresultaten voor alle keuzedelen die behoren tot de keuzedeelverplichting van de opleiding.</w:t>
      </w: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EC3FF6" w14:paraId="208FE205" w14:textId="77777777" w:rsidTr="005C0006">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20"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7777777" w:rsidR="00883681" w:rsidRPr="00EC3FF6" w:rsidRDefault="56E478AC" w:rsidP="56E478AC">
            <w:pPr>
              <w:rPr>
                <w:rFonts w:cs="Arial"/>
                <w:b/>
                <w:bCs/>
                <w:lang w:val="nl"/>
              </w:rPr>
            </w:pPr>
            <w:r w:rsidRPr="00EC3FF6">
              <w:rPr>
                <w:rFonts w:cs="Arial"/>
                <w:b/>
                <w:bCs/>
                <w:lang w:val="nl"/>
              </w:rPr>
              <w:t xml:space="preserve">Bewijzen van inspanning van </w:t>
            </w:r>
            <w:r w:rsidR="00883681" w:rsidRPr="00EC3FF6">
              <w:rPr>
                <w:rFonts w:cs="Arial"/>
              </w:rPr>
              <w:br/>
            </w:r>
            <w:r w:rsidRPr="00EC3FF6">
              <w:rPr>
                <w:rFonts w:cs="Arial"/>
                <w:b/>
                <w:bCs/>
                <w:lang w:val="nl"/>
              </w:rPr>
              <w:t>de student</w:t>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EC3FF6" w:rsidRDefault="56E478AC" w:rsidP="56E478AC">
            <w:pPr>
              <w:rPr>
                <w:rFonts w:cs="Arial"/>
                <w:b/>
                <w:bCs/>
                <w:lang w:val="nl"/>
              </w:rPr>
            </w:pPr>
            <w:r w:rsidRPr="00EC3FF6">
              <w:rPr>
                <w:rFonts w:cs="Arial"/>
                <w:b/>
                <w:bCs/>
                <w:lang w:val="nl"/>
              </w:rPr>
              <w:t>Inlever-</w:t>
            </w:r>
          </w:p>
          <w:p w14:paraId="362F31FC" w14:textId="77777777" w:rsidR="00883681" w:rsidRPr="00EC3FF6" w:rsidRDefault="56E478AC" w:rsidP="56E478AC">
            <w:pPr>
              <w:rPr>
                <w:rFonts w:cs="Arial"/>
                <w:b/>
                <w:bCs/>
                <w:lang w:val="nl"/>
              </w:rPr>
            </w:pPr>
            <w:r w:rsidRPr="00EC3FF6">
              <w:rPr>
                <w:rFonts w:cs="Arial"/>
                <w:b/>
                <w:bCs/>
                <w:lang w:val="nl"/>
              </w:rPr>
              <w:t>datum</w:t>
            </w:r>
          </w:p>
        </w:tc>
      </w:tr>
      <w:tr w:rsidR="002B385F" w:rsidRPr="00EC3FF6" w14:paraId="43FAA575" w14:textId="77777777" w:rsidTr="005C0006">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77777777" w:rsidR="002B385F" w:rsidRPr="00EC3FF6" w:rsidRDefault="002B385F" w:rsidP="00C65D60">
            <w:pPr>
              <w:pStyle w:val="Tekstopmerking"/>
              <w:rPr>
                <w:rFonts w:ascii="Arial" w:hAnsi="Arial" w:cs="Arial"/>
                <w:lang w:val="nl"/>
              </w:rPr>
            </w:pP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77777777" w:rsidR="002B385F" w:rsidRPr="00EC3FF6" w:rsidRDefault="002B385F" w:rsidP="00C65D60">
            <w:pPr>
              <w:pStyle w:val="Tekstopmerking"/>
              <w:rPr>
                <w:rFonts w:ascii="Arial" w:hAnsi="Arial" w:cs="Arial"/>
                <w:lang w:val="nl"/>
              </w:rPr>
            </w:pPr>
          </w:p>
        </w:tc>
      </w:tr>
      <w:tr w:rsidR="005F6EE9" w:rsidRPr="00EC3FF6" w14:paraId="15AB0F8D" w14:textId="77777777" w:rsidTr="005C0006">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7777777" w:rsidR="006F56D1" w:rsidRPr="00EC3FF6" w:rsidRDefault="006F56D1" w:rsidP="005F6EE9">
            <w:pPr>
              <w:pStyle w:val="Tekstopmerking"/>
              <w:rPr>
                <w:rFonts w:ascii="Arial" w:hAnsi="Arial" w:cs="Arial"/>
                <w:lang w:val="nl"/>
              </w:rPr>
            </w:pP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77777777" w:rsidR="006F56D1" w:rsidRPr="00EC3FF6" w:rsidRDefault="006F56D1" w:rsidP="005F6EE9">
            <w:pPr>
              <w:pStyle w:val="Tekstopmerking"/>
              <w:rPr>
                <w:rFonts w:ascii="Arial" w:hAnsi="Arial" w:cs="Arial"/>
                <w:lang w:val="nl"/>
              </w:rPr>
            </w:pPr>
          </w:p>
        </w:tc>
      </w:tr>
      <w:tr w:rsidR="005F6EE9" w:rsidRPr="00EC3FF6" w14:paraId="04B6BA0B"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77777777" w:rsidR="006F56D1" w:rsidRPr="00EC3FF6" w:rsidRDefault="006F56D1" w:rsidP="005F6EE9">
            <w:pPr>
              <w:pStyle w:val="Tekstopmerking"/>
              <w:rPr>
                <w:rFonts w:ascii="Arial" w:hAnsi="Arial" w:cs="Arial"/>
                <w:lang w:val="nl"/>
              </w:rPr>
            </w:pP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77777777" w:rsidR="006F56D1" w:rsidRPr="00EC3FF6" w:rsidRDefault="006F56D1" w:rsidP="005F6EE9">
            <w:pPr>
              <w:pStyle w:val="Tekstopmerking"/>
              <w:rPr>
                <w:rFonts w:ascii="Arial" w:hAnsi="Arial" w:cs="Arial"/>
                <w:lang w:val="nl"/>
              </w:rPr>
            </w:pPr>
          </w:p>
        </w:tc>
      </w:tr>
      <w:tr w:rsidR="005F6EE9" w:rsidRPr="00EC3FF6" w14:paraId="19E269D4"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77777777" w:rsidR="006F56D1" w:rsidRPr="00EC3FF6" w:rsidRDefault="006F56D1" w:rsidP="005F6EE9">
            <w:pPr>
              <w:pStyle w:val="Tekstopmerking"/>
              <w:rPr>
                <w:rFonts w:ascii="Arial" w:hAnsi="Arial" w:cs="Arial"/>
                <w:lang w:val="nl"/>
              </w:rPr>
            </w:pP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77777777" w:rsidR="006F56D1" w:rsidRPr="00EC3FF6" w:rsidRDefault="006F56D1" w:rsidP="005F6EE9">
            <w:pPr>
              <w:pStyle w:val="Tekstopmerking"/>
              <w:rPr>
                <w:rFonts w:ascii="Arial" w:hAnsi="Arial" w:cs="Arial"/>
                <w:lang w:val="nl"/>
              </w:rPr>
            </w:pPr>
          </w:p>
        </w:tc>
      </w:tr>
      <w:tr w:rsidR="005F6EE9" w:rsidRPr="00EC3FF6" w14:paraId="7A35CA21"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77777777" w:rsidR="006F56D1" w:rsidRPr="00EC3FF6" w:rsidRDefault="006F56D1" w:rsidP="005F6EE9">
            <w:pPr>
              <w:pStyle w:val="Tekstopmerking"/>
              <w:rPr>
                <w:rFonts w:ascii="Arial" w:hAnsi="Arial" w:cs="Arial"/>
                <w:lang w:val="nl"/>
              </w:rPr>
            </w:pP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77777777" w:rsidR="006F56D1" w:rsidRPr="00EC3FF6" w:rsidRDefault="006F56D1" w:rsidP="005F6EE9">
            <w:pPr>
              <w:pStyle w:val="Tekstopmerking"/>
              <w:rPr>
                <w:rFonts w:ascii="Arial" w:hAnsi="Arial" w:cs="Arial"/>
                <w:lang w:val="nl"/>
              </w:rPr>
            </w:pPr>
          </w:p>
        </w:tc>
      </w:tr>
    </w:tbl>
    <w:bookmarkEnd w:id="20"/>
    <w:p w14:paraId="4015213F" w14:textId="77777777" w:rsidR="00883681" w:rsidRPr="00EC3FF6" w:rsidRDefault="00883681" w:rsidP="2C2B9C7A">
      <w:pPr>
        <w:pStyle w:val="Kop3"/>
        <w:rPr>
          <w:rFonts w:cs="Arial"/>
          <w:i/>
          <w:iCs/>
        </w:rPr>
      </w:pPr>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77777777" w:rsidR="00AC5E30" w:rsidRPr="00EC3FF6" w:rsidRDefault="2C2B9C7A" w:rsidP="00AC5E30">
      <w:pPr>
        <w:rPr>
          <w:rFonts w:cs="Arial"/>
        </w:rPr>
      </w:pPr>
      <w:r w:rsidRPr="00EC3FF6">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EC3FF6" w:rsidRDefault="0040235A" w:rsidP="00D4136B">
      <w:pPr>
        <w:pStyle w:val="Kop3"/>
        <w:rPr>
          <w:rFonts w:cs="Arial"/>
        </w:rPr>
      </w:pPr>
      <w:r w:rsidRPr="00EC3FF6">
        <w:rPr>
          <w:rFonts w:cs="Arial"/>
        </w:rPr>
        <w:t>2.4.3</w:t>
      </w:r>
      <w:r w:rsidRPr="00EC3FF6">
        <w:rPr>
          <w:rFonts w:cs="Arial"/>
        </w:rPr>
        <w:tab/>
      </w:r>
      <w:r w:rsidR="00347675" w:rsidRPr="00EC3FF6">
        <w:rPr>
          <w:rFonts w:cs="Arial"/>
        </w:rPr>
        <w:t xml:space="preserve">Examinering </w:t>
      </w:r>
      <w:r w:rsidR="00F84DD8" w:rsidRPr="00EC3FF6">
        <w:rPr>
          <w:rFonts w:cs="Arial"/>
        </w:rPr>
        <w:t>Keuzedelen</w:t>
      </w:r>
    </w:p>
    <w:p w14:paraId="4EC03B6D" w14:textId="42D8615E" w:rsidR="00AC5E30" w:rsidRPr="00EC3FF6" w:rsidRDefault="2C2B9C7A" w:rsidP="00AC5E30">
      <w:pPr>
        <w:rPr>
          <w:rFonts w:cs="Arial"/>
        </w:rPr>
      </w:pPr>
      <w:r w:rsidRPr="00EC3FF6">
        <w:rPr>
          <w:rFonts w:cs="Arial"/>
        </w:rPr>
        <w:t xml:space="preserve">Keuzedelen moeten worden geëxamineerd. De student is verplicht deel te nemen aan het examen. Het is een voorwaarde dat er een examenresultaat voor keuzedelen aanwezig is. Het </w:t>
      </w:r>
      <w:proofErr w:type="spellStart"/>
      <w:r w:rsidRPr="00EC3FF6">
        <w:rPr>
          <w:rFonts w:cs="Arial"/>
        </w:rPr>
        <w:t>keuzedeelexamenplan</w:t>
      </w:r>
      <w:proofErr w:type="spellEnd"/>
      <w:r w:rsidRPr="00EC3FF6">
        <w:rPr>
          <w:rFonts w:cs="Arial"/>
        </w:rPr>
        <w:t xml:space="preserve"> (KEP)</w:t>
      </w:r>
      <w:r w:rsidR="001F03AC" w:rsidRPr="00EC3FF6">
        <w:rPr>
          <w:rFonts w:cs="Arial"/>
        </w:rPr>
        <w:t>,</w:t>
      </w:r>
      <w:r w:rsidRPr="00EC3FF6">
        <w:rPr>
          <w:rFonts w:cs="Arial"/>
        </w:rPr>
        <w:t xml:space="preserve"> dat behoort bij een keuzedeel dat de student heeft gekozen</w:t>
      </w:r>
      <w:r w:rsidR="001F03AC" w:rsidRPr="00EC3FF6">
        <w:rPr>
          <w:rFonts w:cs="Arial"/>
        </w:rPr>
        <w:t>,</w:t>
      </w:r>
      <w:r w:rsidRPr="00EC3FF6">
        <w:rPr>
          <w:rFonts w:cs="Arial"/>
        </w:rPr>
        <w:t xml:space="preserve"> is beschikbaar op school. </w:t>
      </w:r>
    </w:p>
    <w:p w14:paraId="07663215" w14:textId="77777777" w:rsidR="00302916" w:rsidRPr="00EC3FF6" w:rsidRDefault="00302916" w:rsidP="00AC5E30">
      <w:pPr>
        <w:rPr>
          <w:rFonts w:cs="Arial"/>
        </w:rPr>
      </w:pPr>
    </w:p>
    <w:p w14:paraId="7D82E5FA" w14:textId="77777777" w:rsidR="0085023D" w:rsidRPr="00EC3FF6" w:rsidRDefault="2C2B9C7A" w:rsidP="00D4136B">
      <w:pPr>
        <w:pStyle w:val="Kop2"/>
        <w:rPr>
          <w:rFonts w:cs="Arial"/>
        </w:rPr>
      </w:pPr>
      <w:r w:rsidRPr="00EC3FF6">
        <w:rPr>
          <w:rFonts w:cs="Arial"/>
        </w:rPr>
        <w:t>2.5 Noorderpoort Examenreglement</w:t>
      </w:r>
    </w:p>
    <w:p w14:paraId="6979CA8E" w14:textId="711A5366" w:rsidR="00E67A29" w:rsidRPr="00EC3FF6" w:rsidRDefault="2C2B9C7A" w:rsidP="00E67A29">
      <w:pPr>
        <w:pStyle w:val="Tekstopmerking"/>
        <w:rPr>
          <w:rFonts w:ascii="Arial" w:hAnsi="Arial" w:cs="Arial"/>
        </w:rPr>
      </w:pPr>
      <w:bookmarkStart w:id="21" w:name="_Hlk941246"/>
      <w:r w:rsidRPr="00EC3FF6">
        <w:rPr>
          <w:rFonts w:ascii="Arial" w:hAnsi="Arial" w:cs="Arial"/>
        </w:rPr>
        <w:t>Bij de examenregeling van de opleiding hoort het Noorderpoort Examenreglement. </w:t>
      </w:r>
      <w:r w:rsidR="00E67A29" w:rsidRPr="00EC3FF6">
        <w:rPr>
          <w:rFonts w:ascii="Arial" w:hAnsi="Arial" w:cs="Arial"/>
        </w:rPr>
        <w:t>Daarin werkt Noorderpoort de wettelijke examenbepalingen uit met regels en procedures voor de organisatie en beoordeling van examens.</w:t>
      </w:r>
      <w:r w:rsidR="002363F1" w:rsidRPr="00EC3FF6">
        <w:rPr>
          <w:rFonts w:ascii="Arial" w:hAnsi="Arial" w:cs="Arial"/>
        </w:rPr>
        <w:t xml:space="preserve"> </w:t>
      </w:r>
      <w:r w:rsidR="00E67A29" w:rsidRPr="00EC3FF6">
        <w:rPr>
          <w:rFonts w:ascii="Arial" w:hAnsi="Arial" w:cs="Arial"/>
        </w:rPr>
        <w:t xml:space="preserve">Deze </w:t>
      </w:r>
      <w:r w:rsidR="002363F1" w:rsidRPr="00EC3FF6">
        <w:rPr>
          <w:rFonts w:ascii="Arial" w:hAnsi="Arial" w:cs="Arial"/>
        </w:rPr>
        <w:t xml:space="preserve">regels </w:t>
      </w:r>
      <w:r w:rsidR="00E67A29" w:rsidRPr="00EC3FF6">
        <w:rPr>
          <w:rFonts w:ascii="Arial" w:hAnsi="Arial" w:cs="Arial"/>
        </w:rPr>
        <w:t>gelden voor alle beroepsopleidingen en educatie.</w:t>
      </w:r>
    </w:p>
    <w:p w14:paraId="6D4A4BB1" w14:textId="77777777" w:rsidR="009617D0" w:rsidRPr="00EC3FF6" w:rsidRDefault="002363F1" w:rsidP="2C2B9C7A">
      <w:pPr>
        <w:pStyle w:val="Geenafstand"/>
        <w:rPr>
          <w:sz w:val="20"/>
          <w:szCs w:val="20"/>
        </w:rPr>
      </w:pPr>
      <w:r w:rsidRPr="00EC3FF6">
        <w:rPr>
          <w:sz w:val="20"/>
          <w:szCs w:val="20"/>
        </w:rPr>
        <w:t>Hier staat in</w:t>
      </w:r>
      <w:r w:rsidR="2C2B9C7A" w:rsidRPr="00EC3FF6">
        <w:rPr>
          <w:sz w:val="20"/>
          <w:szCs w:val="20"/>
        </w:rPr>
        <w:t xml:space="preserve"> </w:t>
      </w:r>
      <w:r w:rsidR="009617D0" w:rsidRPr="00EC3FF6">
        <w:rPr>
          <w:sz w:val="20"/>
          <w:szCs w:val="20"/>
        </w:rPr>
        <w:t>welke regels er bij</w:t>
      </w:r>
      <w:r w:rsidR="2C2B9C7A" w:rsidRPr="00EC3FF6">
        <w:rPr>
          <w:sz w:val="20"/>
          <w:szCs w:val="20"/>
        </w:rPr>
        <w:t xml:space="preserve"> fraude of te laat komen</w:t>
      </w:r>
      <w:r w:rsidRPr="00EC3FF6">
        <w:rPr>
          <w:sz w:val="20"/>
          <w:szCs w:val="20"/>
        </w:rPr>
        <w:t xml:space="preserve"> bij een examen</w:t>
      </w:r>
      <w:r w:rsidR="009617D0" w:rsidRPr="00EC3FF6">
        <w:rPr>
          <w:sz w:val="20"/>
          <w:szCs w:val="20"/>
        </w:rPr>
        <w:t xml:space="preserve"> gelden</w:t>
      </w:r>
      <w:r w:rsidRPr="00EC3FF6">
        <w:rPr>
          <w:sz w:val="20"/>
          <w:szCs w:val="20"/>
        </w:rPr>
        <w:t>.</w:t>
      </w:r>
      <w:r w:rsidR="2C2B9C7A" w:rsidRPr="00EC3FF6">
        <w:rPr>
          <w:sz w:val="20"/>
          <w:szCs w:val="20"/>
        </w:rPr>
        <w:t xml:space="preserve"> </w:t>
      </w:r>
      <w:r w:rsidR="009617D0" w:rsidRPr="00EC3FF6">
        <w:rPr>
          <w:sz w:val="20"/>
          <w:szCs w:val="20"/>
        </w:rPr>
        <w:t>De procedure van bezwaar en beroep staat eveneens vermeld.</w:t>
      </w:r>
    </w:p>
    <w:p w14:paraId="647C52DF" w14:textId="0EF522F2" w:rsidR="00AC5E30" w:rsidRPr="00EC3FF6" w:rsidRDefault="2C2B9C7A" w:rsidP="2C2B9C7A">
      <w:pPr>
        <w:pStyle w:val="Geenafstand"/>
        <w:rPr>
          <w:sz w:val="20"/>
          <w:szCs w:val="20"/>
        </w:rPr>
      </w:pPr>
      <w:r w:rsidRPr="00EC3FF6">
        <w:rPr>
          <w:sz w:val="20"/>
          <w:szCs w:val="20"/>
        </w:rPr>
        <w:t>Hier</w:t>
      </w:r>
      <w:r w:rsidR="00E67A29" w:rsidRPr="00EC3FF6">
        <w:rPr>
          <w:sz w:val="20"/>
          <w:szCs w:val="20"/>
        </w:rPr>
        <w:t>onder</w:t>
      </w:r>
      <w:r w:rsidRPr="00EC3FF6">
        <w:rPr>
          <w:sz w:val="20"/>
          <w:szCs w:val="20"/>
        </w:rPr>
        <w:t xml:space="preserve"> staan beknopt</w:t>
      </w:r>
      <w:r w:rsidR="00E67A29" w:rsidRPr="00EC3FF6">
        <w:rPr>
          <w:sz w:val="20"/>
          <w:szCs w:val="20"/>
        </w:rPr>
        <w:t xml:space="preserve"> enkele belangrijke regels en procedures beschreven</w:t>
      </w:r>
      <w:r w:rsidRPr="00EC3FF6">
        <w:rPr>
          <w:sz w:val="20"/>
          <w:szCs w:val="20"/>
        </w:rPr>
        <w:t>.  </w:t>
      </w:r>
    </w:p>
    <w:bookmarkEnd w:id="21"/>
    <w:p w14:paraId="1299F33F" w14:textId="77777777" w:rsidR="0085023D" w:rsidRPr="00EC3FF6" w:rsidRDefault="2C2B9C7A" w:rsidP="00D4136B">
      <w:pPr>
        <w:pStyle w:val="Kop3"/>
        <w:rPr>
          <w:rFonts w:cs="Arial"/>
        </w:rPr>
      </w:pPr>
      <w:r w:rsidRPr="00EC3FF6">
        <w:rPr>
          <w:rFonts w:cs="Arial"/>
        </w:rPr>
        <w:t>2.5.1 Vrijstellingen</w:t>
      </w:r>
    </w:p>
    <w:p w14:paraId="2AC24F90" w14:textId="0E65784B" w:rsidR="00AC5E30" w:rsidRPr="00EC3FF6" w:rsidRDefault="2C2B9C7A" w:rsidP="2C2B9C7A">
      <w:pPr>
        <w:pStyle w:val="Geenafstand"/>
        <w:rPr>
          <w:sz w:val="20"/>
          <w:szCs w:val="20"/>
        </w:rPr>
      </w:pPr>
      <w:r w:rsidRPr="00EC3FF6">
        <w:rPr>
          <w:sz w:val="20"/>
          <w:szCs w:val="20"/>
        </w:rPr>
        <w:t xml:space="preserve">Voor vrijstellingen kan bij de schoolexamencommissie een aanvraag worden ingediend. De procedure staat in het </w:t>
      </w:r>
      <w:r w:rsidR="009617D0" w:rsidRPr="00EC3FF6">
        <w:rPr>
          <w:sz w:val="20"/>
          <w:szCs w:val="20"/>
        </w:rPr>
        <w:t>E</w:t>
      </w:r>
      <w:r w:rsidRPr="00EC3FF6">
        <w:rPr>
          <w:sz w:val="20"/>
          <w:szCs w:val="20"/>
        </w:rPr>
        <w:t xml:space="preserve">xamenreglement.   </w:t>
      </w:r>
    </w:p>
    <w:p w14:paraId="1EA73840" w14:textId="0E0F4ABB" w:rsidR="00AC5E30" w:rsidRPr="00EC3FF6" w:rsidRDefault="2C2B9C7A" w:rsidP="2C2B9C7A">
      <w:pPr>
        <w:pStyle w:val="Geenafstand"/>
        <w:rPr>
          <w:sz w:val="20"/>
          <w:szCs w:val="20"/>
        </w:rPr>
      </w:pPr>
      <w:r w:rsidRPr="00EC3FF6">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617D0" w:rsidRPr="00EC3FF6">
        <w:rPr>
          <w:sz w:val="20"/>
          <w:szCs w:val="20"/>
        </w:rPr>
        <w:t xml:space="preserve">dan </w:t>
      </w:r>
      <w:r w:rsidRPr="00EC3FF6">
        <w:rPr>
          <w:sz w:val="20"/>
          <w:szCs w:val="20"/>
        </w:rPr>
        <w:t>kan een student vrijstelling aanvragen bij de schoolexamencommissie. </w:t>
      </w:r>
    </w:p>
    <w:p w14:paraId="06AD7831" w14:textId="77777777" w:rsidR="0085023D" w:rsidRPr="00EC3FF6" w:rsidRDefault="2C2B9C7A" w:rsidP="00D4136B">
      <w:pPr>
        <w:pStyle w:val="Kop3"/>
        <w:rPr>
          <w:rFonts w:cs="Arial"/>
        </w:rPr>
      </w:pPr>
      <w:r w:rsidRPr="00EC3FF6">
        <w:rPr>
          <w:rFonts w:cs="Arial"/>
        </w:rPr>
        <w:t>2.5.2 Aangepaste examinering</w:t>
      </w:r>
    </w:p>
    <w:p w14:paraId="01FA0BD2" w14:textId="640CE139" w:rsidR="00AC5E30" w:rsidRPr="00EC3FF6" w:rsidRDefault="2C2B9C7A" w:rsidP="2C2B9C7A">
      <w:pPr>
        <w:pStyle w:val="Geenafstand"/>
        <w:rPr>
          <w:sz w:val="20"/>
          <w:szCs w:val="20"/>
        </w:rPr>
      </w:pPr>
      <w:r w:rsidRPr="00EC3FF6">
        <w:rPr>
          <w:sz w:val="20"/>
          <w:szCs w:val="20"/>
        </w:rPr>
        <w:t xml:space="preserve">Indien er sprake is van een leerbeperking, </w:t>
      </w:r>
      <w:r w:rsidR="009617D0" w:rsidRPr="00EC3FF6">
        <w:rPr>
          <w:sz w:val="20"/>
          <w:szCs w:val="20"/>
        </w:rPr>
        <w:t xml:space="preserve">dan </w:t>
      </w:r>
      <w:r w:rsidRPr="00EC3FF6">
        <w:rPr>
          <w:sz w:val="20"/>
          <w:szCs w:val="20"/>
        </w:rPr>
        <w:t xml:space="preserve">kan bij de schoolexamencommissie middels een aanvraagformulier een verzoek tot aangepaste examinering worden ingediend. </w:t>
      </w:r>
    </w:p>
    <w:p w14:paraId="78C28600" w14:textId="77777777" w:rsidR="0085023D" w:rsidRPr="00EC3FF6" w:rsidRDefault="2C2B9C7A" w:rsidP="00D4136B">
      <w:pPr>
        <w:pStyle w:val="Kop3"/>
        <w:rPr>
          <w:rFonts w:cs="Arial"/>
        </w:rPr>
      </w:pPr>
      <w:r w:rsidRPr="00EC3FF6">
        <w:rPr>
          <w:rFonts w:cs="Arial"/>
        </w:rPr>
        <w:t>2.5.3 Toelating extraneus tot examen</w:t>
      </w:r>
    </w:p>
    <w:p w14:paraId="51BAE189" w14:textId="77777777" w:rsidR="00AC5E30" w:rsidRPr="00EC3FF6" w:rsidRDefault="2C2B9C7A" w:rsidP="2C2B9C7A">
      <w:pPr>
        <w:pStyle w:val="Geenafstand"/>
        <w:rPr>
          <w:sz w:val="20"/>
          <w:szCs w:val="20"/>
        </w:rPr>
      </w:pPr>
      <w:r w:rsidRPr="00EC3FF6">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EC3FF6" w:rsidRDefault="2C2B9C7A" w:rsidP="00D4136B">
      <w:pPr>
        <w:pStyle w:val="Kop3"/>
        <w:rPr>
          <w:rFonts w:cs="Arial"/>
        </w:rPr>
      </w:pPr>
      <w:r w:rsidRPr="00EC3FF6">
        <w:rPr>
          <w:rFonts w:cs="Arial"/>
        </w:rPr>
        <w:t>2.5.4 Regels voor herexamens</w:t>
      </w:r>
    </w:p>
    <w:p w14:paraId="6481AB58" w14:textId="77777777" w:rsidR="00AC5E30" w:rsidRPr="00EC3FF6" w:rsidRDefault="2C2B9C7A" w:rsidP="2C2B9C7A">
      <w:pPr>
        <w:pStyle w:val="Geenafstand"/>
        <w:rPr>
          <w:sz w:val="20"/>
          <w:szCs w:val="20"/>
        </w:rPr>
      </w:pPr>
      <w:r w:rsidRPr="00EC3FF6">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EC3FF6" w:rsidRDefault="2C2B9C7A" w:rsidP="00D4136B">
      <w:pPr>
        <w:pStyle w:val="Kop3"/>
        <w:rPr>
          <w:rFonts w:cs="Arial"/>
        </w:rPr>
      </w:pPr>
      <w:r w:rsidRPr="00EC3FF6">
        <w:rPr>
          <w:rFonts w:cs="Arial"/>
        </w:rPr>
        <w:t>2.5.5 Bezwaar en beroep</w:t>
      </w:r>
    </w:p>
    <w:p w14:paraId="3BF967DA" w14:textId="19D5FA0A" w:rsidR="00AC5E30" w:rsidRPr="00EC3FF6" w:rsidRDefault="2C2B9C7A" w:rsidP="2C2B9C7A">
      <w:pPr>
        <w:pStyle w:val="Geenafstand"/>
        <w:rPr>
          <w:sz w:val="20"/>
          <w:szCs w:val="20"/>
        </w:rPr>
      </w:pPr>
      <w:r w:rsidRPr="00EC3FF6">
        <w:rPr>
          <w:sz w:val="20"/>
          <w:szCs w:val="20"/>
        </w:rPr>
        <w:t xml:space="preserve">Indien een student het niet eens is met de uitslag van het examen kan hij/zij bezwaar maken bij de </w:t>
      </w:r>
      <w:r w:rsidR="006437B6" w:rsidRPr="00EC3FF6">
        <w:rPr>
          <w:sz w:val="20"/>
          <w:szCs w:val="20"/>
        </w:rPr>
        <w:t>school</w:t>
      </w:r>
      <w:r w:rsidRPr="00EC3FF6">
        <w:rPr>
          <w:sz w:val="20"/>
          <w:szCs w:val="20"/>
        </w:rPr>
        <w:t xml:space="preserve">examencommissie en/of in beroep gaan bij de commissie van beroep. </w:t>
      </w:r>
      <w:bookmarkStart w:id="22" w:name="_Hlk536088657"/>
      <w:r w:rsidR="000F1613" w:rsidRPr="00EC3FF6">
        <w:rPr>
          <w:sz w:val="20"/>
          <w:szCs w:val="20"/>
        </w:rPr>
        <w:t xml:space="preserve">In het </w:t>
      </w:r>
      <w:r w:rsidR="00C4439B" w:rsidRPr="00EC3FF6">
        <w:rPr>
          <w:sz w:val="20"/>
          <w:szCs w:val="20"/>
        </w:rPr>
        <w:t>Noorderpoort Examenreglement staan de procedures v</w:t>
      </w:r>
      <w:r w:rsidRPr="00EC3FF6">
        <w:rPr>
          <w:sz w:val="20"/>
          <w:szCs w:val="20"/>
        </w:rPr>
        <w:t xml:space="preserve">oor </w:t>
      </w:r>
      <w:r w:rsidR="00C4439B" w:rsidRPr="00EC3FF6">
        <w:rPr>
          <w:sz w:val="20"/>
          <w:szCs w:val="20"/>
        </w:rPr>
        <w:t>bezwaar en beroep</w:t>
      </w:r>
      <w:r w:rsidRPr="00EC3FF6">
        <w:rPr>
          <w:sz w:val="20"/>
          <w:szCs w:val="20"/>
        </w:rPr>
        <w:t xml:space="preserve">.    </w:t>
      </w:r>
    </w:p>
    <w:bookmarkEnd w:id="22"/>
    <w:p w14:paraId="583BC263" w14:textId="77777777" w:rsidR="0085023D" w:rsidRPr="00EC3FF6" w:rsidRDefault="0085023D" w:rsidP="0085023D">
      <w:pPr>
        <w:pStyle w:val="Geenafstand"/>
        <w:rPr>
          <w:sz w:val="20"/>
          <w:szCs w:val="20"/>
        </w:rPr>
      </w:pPr>
    </w:p>
    <w:p w14:paraId="0E23F794" w14:textId="77777777" w:rsidR="00AC5E30" w:rsidRPr="00EC3FF6" w:rsidRDefault="2C2B9C7A" w:rsidP="2C2B9C7A">
      <w:pPr>
        <w:pStyle w:val="Geenafstand"/>
        <w:rPr>
          <w:b/>
          <w:bCs/>
          <w:sz w:val="20"/>
          <w:szCs w:val="20"/>
        </w:rPr>
      </w:pPr>
      <w:r w:rsidRPr="00EC3FF6">
        <w:rPr>
          <w:sz w:val="20"/>
          <w:szCs w:val="20"/>
        </w:rPr>
        <w:t xml:space="preserve">Het volledige Examenreglement is te vinden op de website van Noorderpoort: </w:t>
      </w:r>
    </w:p>
    <w:p w14:paraId="0BA1BACF" w14:textId="77777777" w:rsidR="00725CA9" w:rsidRDefault="007736DE" w:rsidP="00725CA9">
      <w:pPr>
        <w:rPr>
          <w:color w:val="FFC000"/>
        </w:rPr>
      </w:pPr>
      <w:hyperlink r:id="rId23" w:history="1">
        <w:r w:rsidR="00725CA9" w:rsidRPr="00EC3FF6">
          <w:rPr>
            <w:rStyle w:val="Hyperlink"/>
            <w:color w:val="FFC000"/>
          </w:rPr>
          <w:t>Noorderpoort Examenreglement</w:t>
        </w:r>
      </w:hyperlink>
      <w:r w:rsidR="00725CA9">
        <w:rPr>
          <w:color w:val="FFC000"/>
        </w:rPr>
        <w:t xml:space="preserve">  </w:t>
      </w:r>
    </w:p>
    <w:p w14:paraId="4545840F" w14:textId="77777777" w:rsidR="00D523BF" w:rsidRPr="00CF6973" w:rsidRDefault="00D523BF" w:rsidP="0085023D">
      <w:pPr>
        <w:pStyle w:val="Geenafstand"/>
        <w:rPr>
          <w:b/>
          <w:sz w:val="20"/>
          <w:szCs w:val="20"/>
        </w:rPr>
      </w:pPr>
    </w:p>
    <w:sectPr w:rsidR="00D523BF"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463A3" w14:textId="77777777" w:rsidR="007736DE" w:rsidRDefault="007736DE">
      <w:r>
        <w:separator/>
      </w:r>
    </w:p>
  </w:endnote>
  <w:endnote w:type="continuationSeparator" w:id="0">
    <w:p w14:paraId="0B589E49" w14:textId="77777777" w:rsidR="007736DE" w:rsidRDefault="0077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AC23" w14:textId="77777777" w:rsidR="00AA76D0" w:rsidRDefault="00AA76D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AA76D0" w:rsidRDefault="00AA76D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743902DE" w14:textId="32B7BC2F" w:rsidR="00AA76D0" w:rsidRDefault="00AA76D0">
        <w:pPr>
          <w:pStyle w:val="Voettekst"/>
          <w:jc w:val="right"/>
        </w:pPr>
        <w:r>
          <w:t xml:space="preserve">  OER startcohort 2019-2020                                                                           </w:t>
        </w:r>
        <w:r>
          <w:fldChar w:fldCharType="begin"/>
        </w:r>
        <w:r>
          <w:instrText>PAGE   \* MERGEFORMAT</w:instrText>
        </w:r>
        <w:r>
          <w:fldChar w:fldCharType="separate"/>
        </w:r>
        <w:r w:rsidR="00FD4E33">
          <w:rPr>
            <w:noProof/>
          </w:rPr>
          <w:t>14</w:t>
        </w:r>
        <w:r>
          <w:fldChar w:fldCharType="end"/>
        </w:r>
      </w:p>
    </w:sdtContent>
  </w:sdt>
  <w:p w14:paraId="77070297" w14:textId="77777777" w:rsidR="00AA76D0" w:rsidRDefault="00AA76D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F5CF5" w14:textId="77777777" w:rsidR="007736DE" w:rsidRDefault="007736DE">
      <w:r>
        <w:separator/>
      </w:r>
    </w:p>
  </w:footnote>
  <w:footnote w:type="continuationSeparator" w:id="0">
    <w:p w14:paraId="0A6A6A2F" w14:textId="77777777" w:rsidR="007736DE" w:rsidRDefault="007736DE">
      <w:r>
        <w:continuationSeparator/>
      </w:r>
    </w:p>
  </w:footnote>
  <w:footnote w:id="1">
    <w:p w14:paraId="59CD4894" w14:textId="470C170C" w:rsidR="00FD4E33" w:rsidRDefault="00FD4E33"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11A8" w14:textId="77777777" w:rsidR="00AA76D0" w:rsidRDefault="00AA76D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8"/>
  </w:num>
  <w:num w:numId="4">
    <w:abstractNumId w:val="8"/>
  </w:num>
  <w:num w:numId="5">
    <w:abstractNumId w:val="15"/>
  </w:num>
  <w:num w:numId="6">
    <w:abstractNumId w:val="12"/>
  </w:num>
  <w:num w:numId="7">
    <w:abstractNumId w:val="19"/>
  </w:num>
  <w:num w:numId="8">
    <w:abstractNumId w:val="7"/>
  </w:num>
  <w:num w:numId="9">
    <w:abstractNumId w:val="4"/>
  </w:num>
  <w:num w:numId="10">
    <w:abstractNumId w:val="5"/>
  </w:num>
  <w:num w:numId="11">
    <w:abstractNumId w:val="1"/>
  </w:num>
  <w:num w:numId="12">
    <w:abstractNumId w:val="2"/>
  </w:num>
  <w:num w:numId="13">
    <w:abstractNumId w:val="20"/>
  </w:num>
  <w:num w:numId="14">
    <w:abstractNumId w:val="9"/>
  </w:num>
  <w:num w:numId="15">
    <w:abstractNumId w:val="3"/>
  </w:num>
  <w:num w:numId="16">
    <w:abstractNumId w:val="0"/>
  </w:num>
  <w:num w:numId="17">
    <w:abstractNumId w:val="10"/>
  </w:num>
  <w:num w:numId="18">
    <w:abstractNumId w:val="6"/>
  </w:num>
  <w:num w:numId="19">
    <w:abstractNumId w:val="21"/>
  </w:num>
  <w:num w:numId="20">
    <w:abstractNumId w:val="16"/>
  </w:num>
  <w:num w:numId="21">
    <w:abstractNumId w:val="14"/>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9D7"/>
    <w:rsid w:val="000050C4"/>
    <w:rsid w:val="00005425"/>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371"/>
    <w:rsid w:val="00055F45"/>
    <w:rsid w:val="0005703E"/>
    <w:rsid w:val="00061C79"/>
    <w:rsid w:val="00062114"/>
    <w:rsid w:val="000654C7"/>
    <w:rsid w:val="000676C4"/>
    <w:rsid w:val="000745FD"/>
    <w:rsid w:val="00075062"/>
    <w:rsid w:val="0007640A"/>
    <w:rsid w:val="00077D1D"/>
    <w:rsid w:val="00077EB1"/>
    <w:rsid w:val="0008108C"/>
    <w:rsid w:val="000822F2"/>
    <w:rsid w:val="0008245C"/>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29B7"/>
    <w:rsid w:val="000C3D11"/>
    <w:rsid w:val="000C66B9"/>
    <w:rsid w:val="000D05CD"/>
    <w:rsid w:val="000D1675"/>
    <w:rsid w:val="000D1AD3"/>
    <w:rsid w:val="000D2458"/>
    <w:rsid w:val="000D25F5"/>
    <w:rsid w:val="000D3DA6"/>
    <w:rsid w:val="000D45E0"/>
    <w:rsid w:val="000D46D6"/>
    <w:rsid w:val="000D7224"/>
    <w:rsid w:val="000D734B"/>
    <w:rsid w:val="000E1391"/>
    <w:rsid w:val="000E6DA9"/>
    <w:rsid w:val="000E7AB8"/>
    <w:rsid w:val="000F1613"/>
    <w:rsid w:val="000F1B0E"/>
    <w:rsid w:val="000F3BF2"/>
    <w:rsid w:val="000F5A18"/>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B68BF"/>
    <w:rsid w:val="001C0F99"/>
    <w:rsid w:val="001C20BD"/>
    <w:rsid w:val="001C5CFF"/>
    <w:rsid w:val="001D252F"/>
    <w:rsid w:val="001D2EAF"/>
    <w:rsid w:val="001D4C83"/>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94A"/>
    <w:rsid w:val="002134C1"/>
    <w:rsid w:val="00213680"/>
    <w:rsid w:val="00221748"/>
    <w:rsid w:val="0022334B"/>
    <w:rsid w:val="00224FBF"/>
    <w:rsid w:val="0022781D"/>
    <w:rsid w:val="002305C3"/>
    <w:rsid w:val="002338CF"/>
    <w:rsid w:val="00234E8F"/>
    <w:rsid w:val="002363F1"/>
    <w:rsid w:val="0024097D"/>
    <w:rsid w:val="002409B4"/>
    <w:rsid w:val="002417FA"/>
    <w:rsid w:val="00242206"/>
    <w:rsid w:val="0024283A"/>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A4250"/>
    <w:rsid w:val="002A4D96"/>
    <w:rsid w:val="002A5C14"/>
    <w:rsid w:val="002B1BD9"/>
    <w:rsid w:val="002B2045"/>
    <w:rsid w:val="002B31A8"/>
    <w:rsid w:val="002B385F"/>
    <w:rsid w:val="002B5828"/>
    <w:rsid w:val="002B6724"/>
    <w:rsid w:val="002B6B2B"/>
    <w:rsid w:val="002C01F3"/>
    <w:rsid w:val="002C0B69"/>
    <w:rsid w:val="002C1A1D"/>
    <w:rsid w:val="002C4090"/>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2943"/>
    <w:rsid w:val="00313A89"/>
    <w:rsid w:val="00313C3E"/>
    <w:rsid w:val="003163D0"/>
    <w:rsid w:val="00316619"/>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6AB8"/>
    <w:rsid w:val="00387F81"/>
    <w:rsid w:val="0039553F"/>
    <w:rsid w:val="00396D1D"/>
    <w:rsid w:val="003A0F7D"/>
    <w:rsid w:val="003A2435"/>
    <w:rsid w:val="003A245D"/>
    <w:rsid w:val="003A27CB"/>
    <w:rsid w:val="003A2A15"/>
    <w:rsid w:val="003A3AE9"/>
    <w:rsid w:val="003A4ED0"/>
    <w:rsid w:val="003A5219"/>
    <w:rsid w:val="003A5F12"/>
    <w:rsid w:val="003A6005"/>
    <w:rsid w:val="003A6B30"/>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F0713"/>
    <w:rsid w:val="003F0853"/>
    <w:rsid w:val="003F17CF"/>
    <w:rsid w:val="003F1ED0"/>
    <w:rsid w:val="003F2D45"/>
    <w:rsid w:val="003F3D30"/>
    <w:rsid w:val="003F4044"/>
    <w:rsid w:val="003F4638"/>
    <w:rsid w:val="003F57AC"/>
    <w:rsid w:val="003F631F"/>
    <w:rsid w:val="00400D6B"/>
    <w:rsid w:val="00400E5B"/>
    <w:rsid w:val="00401279"/>
    <w:rsid w:val="00401512"/>
    <w:rsid w:val="00401B7A"/>
    <w:rsid w:val="00401DD1"/>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305"/>
    <w:rsid w:val="00422D99"/>
    <w:rsid w:val="0042386A"/>
    <w:rsid w:val="00425421"/>
    <w:rsid w:val="00425FB8"/>
    <w:rsid w:val="00426072"/>
    <w:rsid w:val="004267A4"/>
    <w:rsid w:val="00432A3D"/>
    <w:rsid w:val="00433F03"/>
    <w:rsid w:val="0043410E"/>
    <w:rsid w:val="004369B8"/>
    <w:rsid w:val="00436BD8"/>
    <w:rsid w:val="00436C0A"/>
    <w:rsid w:val="004438A0"/>
    <w:rsid w:val="004458BA"/>
    <w:rsid w:val="00450FAC"/>
    <w:rsid w:val="00451268"/>
    <w:rsid w:val="00452EC6"/>
    <w:rsid w:val="0045335B"/>
    <w:rsid w:val="00453CC1"/>
    <w:rsid w:val="0045496F"/>
    <w:rsid w:val="00454ACF"/>
    <w:rsid w:val="0045785E"/>
    <w:rsid w:val="004603DC"/>
    <w:rsid w:val="004609EE"/>
    <w:rsid w:val="00463C09"/>
    <w:rsid w:val="00464EBD"/>
    <w:rsid w:val="00466C1E"/>
    <w:rsid w:val="00467418"/>
    <w:rsid w:val="00467F7D"/>
    <w:rsid w:val="00470D57"/>
    <w:rsid w:val="00471BAD"/>
    <w:rsid w:val="00474EAC"/>
    <w:rsid w:val="004764D8"/>
    <w:rsid w:val="00480904"/>
    <w:rsid w:val="00480972"/>
    <w:rsid w:val="0048116C"/>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4DB6"/>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5A5C"/>
    <w:rsid w:val="00516C0D"/>
    <w:rsid w:val="00517762"/>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7797"/>
    <w:rsid w:val="00591D77"/>
    <w:rsid w:val="00592B84"/>
    <w:rsid w:val="005A12B9"/>
    <w:rsid w:val="005A1A72"/>
    <w:rsid w:val="005A291F"/>
    <w:rsid w:val="005A2B2E"/>
    <w:rsid w:val="005A7F21"/>
    <w:rsid w:val="005B3AAA"/>
    <w:rsid w:val="005B4D5D"/>
    <w:rsid w:val="005B5180"/>
    <w:rsid w:val="005B658A"/>
    <w:rsid w:val="005B6C51"/>
    <w:rsid w:val="005B7976"/>
    <w:rsid w:val="005C0006"/>
    <w:rsid w:val="005C0ECF"/>
    <w:rsid w:val="005C1B7E"/>
    <w:rsid w:val="005C1CFB"/>
    <w:rsid w:val="005C204C"/>
    <w:rsid w:val="005C22D3"/>
    <w:rsid w:val="005C2AEE"/>
    <w:rsid w:val="005C2DCC"/>
    <w:rsid w:val="005C3C93"/>
    <w:rsid w:val="005C76C1"/>
    <w:rsid w:val="005D0631"/>
    <w:rsid w:val="005D0A82"/>
    <w:rsid w:val="005D1A5A"/>
    <w:rsid w:val="005D67FD"/>
    <w:rsid w:val="005E052C"/>
    <w:rsid w:val="005E47E0"/>
    <w:rsid w:val="005E57FE"/>
    <w:rsid w:val="005E5CF6"/>
    <w:rsid w:val="005E5CFE"/>
    <w:rsid w:val="005E6245"/>
    <w:rsid w:val="005E6F2A"/>
    <w:rsid w:val="005F0652"/>
    <w:rsid w:val="005F1AF6"/>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67F5"/>
    <w:rsid w:val="006573C3"/>
    <w:rsid w:val="00661235"/>
    <w:rsid w:val="006612F2"/>
    <w:rsid w:val="0066277F"/>
    <w:rsid w:val="00662A59"/>
    <w:rsid w:val="006643D1"/>
    <w:rsid w:val="006645C1"/>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36DE"/>
    <w:rsid w:val="00775576"/>
    <w:rsid w:val="0077566E"/>
    <w:rsid w:val="00776528"/>
    <w:rsid w:val="00776B8E"/>
    <w:rsid w:val="00777E9B"/>
    <w:rsid w:val="00780689"/>
    <w:rsid w:val="00783C68"/>
    <w:rsid w:val="0078646D"/>
    <w:rsid w:val="007872B1"/>
    <w:rsid w:val="00791393"/>
    <w:rsid w:val="00792129"/>
    <w:rsid w:val="007924AE"/>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D16AB"/>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1EC6"/>
    <w:rsid w:val="00812F08"/>
    <w:rsid w:val="008134D0"/>
    <w:rsid w:val="00813753"/>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65C3"/>
    <w:rsid w:val="008575F7"/>
    <w:rsid w:val="00862F8D"/>
    <w:rsid w:val="00864D57"/>
    <w:rsid w:val="008651C7"/>
    <w:rsid w:val="008667E0"/>
    <w:rsid w:val="00866BED"/>
    <w:rsid w:val="00871986"/>
    <w:rsid w:val="008719D2"/>
    <w:rsid w:val="00874F2D"/>
    <w:rsid w:val="00876FA5"/>
    <w:rsid w:val="008772BF"/>
    <w:rsid w:val="00877B3F"/>
    <w:rsid w:val="00880103"/>
    <w:rsid w:val="00881449"/>
    <w:rsid w:val="00883681"/>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C42F8"/>
    <w:rsid w:val="008C4767"/>
    <w:rsid w:val="008C6762"/>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F3F"/>
    <w:rsid w:val="009172DE"/>
    <w:rsid w:val="00917437"/>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3C7F"/>
    <w:rsid w:val="00993FBC"/>
    <w:rsid w:val="00994273"/>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A76D0"/>
    <w:rsid w:val="00AB00B9"/>
    <w:rsid w:val="00AB0422"/>
    <w:rsid w:val="00AB0BAD"/>
    <w:rsid w:val="00AB1C1B"/>
    <w:rsid w:val="00AB35B9"/>
    <w:rsid w:val="00AB490D"/>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33CB"/>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77CA2"/>
    <w:rsid w:val="00B802D7"/>
    <w:rsid w:val="00B82226"/>
    <w:rsid w:val="00B827A5"/>
    <w:rsid w:val="00B84629"/>
    <w:rsid w:val="00B86096"/>
    <w:rsid w:val="00B86312"/>
    <w:rsid w:val="00B90CA3"/>
    <w:rsid w:val="00B91F4B"/>
    <w:rsid w:val="00B91FC6"/>
    <w:rsid w:val="00B925F8"/>
    <w:rsid w:val="00B938F4"/>
    <w:rsid w:val="00B940A4"/>
    <w:rsid w:val="00B943E4"/>
    <w:rsid w:val="00B95DB4"/>
    <w:rsid w:val="00B95F74"/>
    <w:rsid w:val="00BA29EE"/>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30DAF"/>
    <w:rsid w:val="00C31BD8"/>
    <w:rsid w:val="00C32BA3"/>
    <w:rsid w:val="00C33167"/>
    <w:rsid w:val="00C33948"/>
    <w:rsid w:val="00C40281"/>
    <w:rsid w:val="00C40D3D"/>
    <w:rsid w:val="00C41769"/>
    <w:rsid w:val="00C421ED"/>
    <w:rsid w:val="00C4301C"/>
    <w:rsid w:val="00C433E2"/>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4D57"/>
    <w:rsid w:val="00C84EE0"/>
    <w:rsid w:val="00C853D5"/>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B6AE4"/>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380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D17"/>
    <w:rsid w:val="00D3155A"/>
    <w:rsid w:val="00D32F5A"/>
    <w:rsid w:val="00D3621F"/>
    <w:rsid w:val="00D36713"/>
    <w:rsid w:val="00D36F28"/>
    <w:rsid w:val="00D37561"/>
    <w:rsid w:val="00D408D5"/>
    <w:rsid w:val="00D40986"/>
    <w:rsid w:val="00D40AA6"/>
    <w:rsid w:val="00D40DE0"/>
    <w:rsid w:val="00D4136B"/>
    <w:rsid w:val="00D43A4B"/>
    <w:rsid w:val="00D43C3F"/>
    <w:rsid w:val="00D44FC7"/>
    <w:rsid w:val="00D45582"/>
    <w:rsid w:val="00D45F44"/>
    <w:rsid w:val="00D46A1B"/>
    <w:rsid w:val="00D50D78"/>
    <w:rsid w:val="00D523BF"/>
    <w:rsid w:val="00D52CDC"/>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C1D"/>
    <w:rsid w:val="00D91DCA"/>
    <w:rsid w:val="00D92B6B"/>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2D1A"/>
    <w:rsid w:val="00DC3447"/>
    <w:rsid w:val="00DC39EF"/>
    <w:rsid w:val="00DC49D2"/>
    <w:rsid w:val="00DC5DC4"/>
    <w:rsid w:val="00DC7F03"/>
    <w:rsid w:val="00DD048A"/>
    <w:rsid w:val="00DD0567"/>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5F7A"/>
    <w:rsid w:val="00DF62C9"/>
    <w:rsid w:val="00DF6523"/>
    <w:rsid w:val="00DF6C5A"/>
    <w:rsid w:val="00DF7479"/>
    <w:rsid w:val="00E001C7"/>
    <w:rsid w:val="00E01F2B"/>
    <w:rsid w:val="00E02E06"/>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327F"/>
    <w:rsid w:val="00E438F9"/>
    <w:rsid w:val="00E45143"/>
    <w:rsid w:val="00E46101"/>
    <w:rsid w:val="00E502A6"/>
    <w:rsid w:val="00E50AC8"/>
    <w:rsid w:val="00E54058"/>
    <w:rsid w:val="00E54D0A"/>
    <w:rsid w:val="00E57644"/>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5159"/>
    <w:rsid w:val="00EA02D9"/>
    <w:rsid w:val="00EA113E"/>
    <w:rsid w:val="00EA1E12"/>
    <w:rsid w:val="00EA28B5"/>
    <w:rsid w:val="00EA5AF3"/>
    <w:rsid w:val="00EA6BE4"/>
    <w:rsid w:val="00EA7143"/>
    <w:rsid w:val="00EB04E6"/>
    <w:rsid w:val="00EB566C"/>
    <w:rsid w:val="00EB5884"/>
    <w:rsid w:val="00EB6467"/>
    <w:rsid w:val="00EC1DB7"/>
    <w:rsid w:val="00EC21F5"/>
    <w:rsid w:val="00EC24EF"/>
    <w:rsid w:val="00EC39AF"/>
    <w:rsid w:val="00EC3FF6"/>
    <w:rsid w:val="00EC5301"/>
    <w:rsid w:val="00EC556B"/>
    <w:rsid w:val="00EC5EC3"/>
    <w:rsid w:val="00EC5F4D"/>
    <w:rsid w:val="00ED01A7"/>
    <w:rsid w:val="00ED12AF"/>
    <w:rsid w:val="00ED1D05"/>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5C76"/>
    <w:rsid w:val="00EF767C"/>
    <w:rsid w:val="00EF7B48"/>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4171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2CAE"/>
    <w:rsid w:val="00F9357F"/>
    <w:rsid w:val="00F93EC5"/>
    <w:rsid w:val="00F94486"/>
    <w:rsid w:val="00F95C1C"/>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4E33"/>
    <w:rsid w:val="00FD52A6"/>
    <w:rsid w:val="00FE07AA"/>
    <w:rsid w:val="00FE17F3"/>
    <w:rsid w:val="00FE4C78"/>
    <w:rsid w:val="00FE514E"/>
    <w:rsid w:val="00FF18BB"/>
    <w:rsid w:val="00FF47CC"/>
    <w:rsid w:val="00FF4C54"/>
    <w:rsid w:val="00FF5294"/>
    <w:rsid w:val="00FF757B"/>
    <w:rsid w:val="298510DA"/>
    <w:rsid w:val="2B9D2477"/>
    <w:rsid w:val="2C2B9C7A"/>
    <w:rsid w:val="4A2E3712"/>
    <w:rsid w:val="530FDAB5"/>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Onopgelostemelding1">
    <w:name w:val="Onopgeloste melding1"/>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ploads/Handreiking-wettelijke-beroepsvereisten.pdf"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99c381cab222447faa99451014dc2f6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3f9e1d8dd2ee240aba2803c3602f82c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0ED3AD-CA7A-47C6-A0CF-79D4FBDC8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33E7A7-D217-491F-9251-33B1F7B8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1</TotalTime>
  <Pages>14</Pages>
  <Words>4020</Words>
  <Characters>22116</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Kirsten Albrecht</cp:lastModifiedBy>
  <cp:revision>2</cp:revision>
  <cp:lastPrinted>2019-01-23T07:23:00Z</cp:lastPrinted>
  <dcterms:created xsi:type="dcterms:W3CDTF">2020-06-10T09:12:00Z</dcterms:created>
  <dcterms:modified xsi:type="dcterms:W3CDTF">2020-06-10T09:12:00Z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0x0101002555AF4E7737FE41A149FBADE733B7BF</vt:lpwstr>
  </property>
  <property fmtid="{D5CDD505-2E9C-101B-9397-08002B2CF9AE}" pid="6" name="Order">
    <vt:r8>40200</vt:r8>
  </property>
</Properties>
</file>