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75438925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F976D6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EC0E11">
              <w:rPr>
                <w:color w:val="000000" w:themeColor="text1"/>
                <w:sz w:val="40"/>
                <w:szCs w:val="40"/>
              </w:rPr>
              <w:t>8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AC7D6E">
              <w:rPr>
                <w:color w:val="000000" w:themeColor="text1"/>
                <w:sz w:val="40"/>
                <w:szCs w:val="40"/>
              </w:rPr>
              <w:t>Reflectie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E046861" w14:textId="3CFD5E2C" w:rsidR="006E65EB" w:rsidRPr="00192BC1" w:rsidRDefault="00AC7D6E" w:rsidP="00AC7D6E">
            <w:pPr>
              <w:rPr>
                <w:color w:val="F963C0"/>
                <w:sz w:val="40"/>
                <w:szCs w:val="40"/>
              </w:rPr>
            </w:pPr>
            <w:r>
              <w:rPr>
                <w:b/>
                <w:color w:val="000000" w:themeColor="text1"/>
              </w:rPr>
              <w:t>Eigen waarden, inhoud en proces</w:t>
            </w:r>
          </w:p>
        </w:tc>
      </w:tr>
    </w:tbl>
    <w:p w14:paraId="67294D64" w14:textId="77777777" w:rsidR="00AC7D6E" w:rsidRDefault="00AC7D6E">
      <w:pPr>
        <w:pStyle w:val="Kop1"/>
        <w:rPr>
          <w:color w:val="FF5E14"/>
          <w:sz w:val="36"/>
          <w:szCs w:val="36"/>
        </w:rPr>
      </w:pPr>
    </w:p>
    <w:p w14:paraId="1471D10D" w14:textId="5F12969F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68133E51" w14:textId="77777777" w:rsidR="00EC0E11" w:rsidRDefault="00EC0E11" w:rsidP="00EC0E1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eigen waarden</w:t>
      </w:r>
    </w:p>
    <w:p w14:paraId="454A90C0" w14:textId="77777777" w:rsidR="00EC0E11" w:rsidRDefault="00EC0E11" w:rsidP="00EC0E1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reflecteren</w:t>
      </w:r>
    </w:p>
    <w:p w14:paraId="5F00BD00" w14:textId="77777777" w:rsidR="00AC7D6E" w:rsidRDefault="00AC7D6E" w:rsidP="00AC7D6E">
      <w:pPr>
        <w:pStyle w:val="Kop1"/>
        <w:rPr>
          <w:color w:val="FF0000"/>
          <w:sz w:val="36"/>
          <w:szCs w:val="36"/>
        </w:rPr>
      </w:pPr>
    </w:p>
    <w:p w14:paraId="11BB32F2" w14:textId="19BE0705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– </w:t>
      </w:r>
      <w:r>
        <w:rPr>
          <w:color w:val="FF5E14"/>
          <w:sz w:val="36"/>
          <w:szCs w:val="36"/>
        </w:rPr>
        <w:t>60</w:t>
      </w:r>
      <w:r w:rsidRPr="00F919DC">
        <w:rPr>
          <w:color w:val="FF5E14"/>
          <w:sz w:val="36"/>
          <w:szCs w:val="36"/>
        </w:rPr>
        <w:t xml:space="preserve"> min</w:t>
      </w:r>
    </w:p>
    <w:p w14:paraId="32E89274" w14:textId="77777777" w:rsidR="00EC0E11" w:rsidRDefault="00EC0E11" w:rsidP="00EC0E11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Deze opdracht doe je individueel</w:t>
      </w:r>
    </w:p>
    <w:p w14:paraId="1F4742D6" w14:textId="77777777" w:rsidR="00EC0E11" w:rsidRPr="00896A17" w:rsidRDefault="00EC0E11" w:rsidP="00EC0E11">
      <w:p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Reflecteer met onderstaand formulier op</w:t>
      </w:r>
      <w:r>
        <w:rPr>
          <w:color w:val="000000" w:themeColor="text1"/>
          <w:sz w:val="24"/>
          <w:szCs w:val="24"/>
        </w:rPr>
        <w:t>:</w:t>
      </w:r>
    </w:p>
    <w:p w14:paraId="0BDBC54A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Je eigen waarden</w:t>
      </w:r>
    </w:p>
    <w:p w14:paraId="092C6E8B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De inhoud</w:t>
      </w:r>
    </w:p>
    <w:p w14:paraId="089988FD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Het proces</w:t>
      </w:r>
    </w:p>
    <w:p w14:paraId="0529181F" w14:textId="77777777" w:rsidR="00EC0E11" w:rsidRPr="00896A17" w:rsidRDefault="00EC0E11" w:rsidP="00EC0E11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 xml:space="preserve">De presentatie </w:t>
      </w:r>
    </w:p>
    <w:p w14:paraId="696E65F0" w14:textId="77777777" w:rsidR="00AC7D6E" w:rsidRPr="008C04FF" w:rsidRDefault="00AC7D6E" w:rsidP="00AC7D6E">
      <w:pPr>
        <w:tabs>
          <w:tab w:val="left" w:pos="5355"/>
        </w:tabs>
        <w:rPr>
          <w:color w:val="000000" w:themeColor="text1"/>
        </w:rPr>
      </w:pPr>
    </w:p>
    <w:p w14:paraId="51431522" w14:textId="77777777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3E7A587" w14:textId="77777777" w:rsidR="00EC0E11" w:rsidRPr="00F919DC" w:rsidRDefault="00EC0E11" w:rsidP="00EC0E11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8C60A4D" w14:textId="77777777" w:rsidR="00EC0E11" w:rsidRDefault="00EC0E11" w:rsidP="00EC0E11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</w:t>
      </w:r>
    </w:p>
    <w:p w14:paraId="70861924" w14:textId="3A2ECAB6" w:rsidR="00EC0E11" w:rsidRPr="00F919DC" w:rsidRDefault="00EC0E11" w:rsidP="00EC0E11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Teams in de map van </w:t>
      </w:r>
      <w:r w:rsidRPr="00AC7D6E">
        <w:rPr>
          <w:color w:val="000000" w:themeColor="text1"/>
          <w:sz w:val="24"/>
          <w:szCs w:val="24"/>
        </w:rPr>
        <w:t xml:space="preserve">periode </w:t>
      </w:r>
      <w:r>
        <w:rPr>
          <w:color w:val="000000" w:themeColor="text1"/>
          <w:sz w:val="24"/>
          <w:szCs w:val="24"/>
        </w:rPr>
        <w:t>4</w:t>
      </w:r>
    </w:p>
    <w:p w14:paraId="4B49A8D7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</w:p>
    <w:p w14:paraId="63DF1539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63743199" w14:textId="77777777" w:rsidR="00AC7D6E" w:rsidRDefault="00AC7D6E" w:rsidP="00AC7D6E"/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AC7D6E" w:rsidRPr="00192BC1" w14:paraId="0B7AAE50" w14:textId="77777777" w:rsidTr="00004F2D">
        <w:tc>
          <w:tcPr>
            <w:tcW w:w="965" w:type="dxa"/>
            <w:shd w:val="clear" w:color="auto" w:fill="3A3A3A" w:themeFill="text2"/>
          </w:tcPr>
          <w:p w14:paraId="37FB4D58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3ED2FF83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FA11690" w14:textId="77777777" w:rsidR="00AC7D6E" w:rsidRPr="00F919DC" w:rsidRDefault="00AC7D6E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47E4E63E" wp14:editId="3361C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1EB6137" w14:textId="7777777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</w:p>
          <w:p w14:paraId="5DFD38B8" w14:textId="77777777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5675DE75" w14:textId="4E861DA1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F976D6">
              <w:rPr>
                <w:color w:val="FF5E14"/>
                <w:sz w:val="40"/>
                <w:szCs w:val="40"/>
              </w:rPr>
              <w:t>4</w:t>
            </w:r>
            <w:r>
              <w:rPr>
                <w:color w:val="FF5E14"/>
                <w:sz w:val="40"/>
                <w:szCs w:val="40"/>
              </w:rPr>
              <w:t>.</w:t>
            </w:r>
            <w:r w:rsidR="00EC0E11">
              <w:rPr>
                <w:color w:val="FF5E14"/>
                <w:sz w:val="40"/>
                <w:szCs w:val="40"/>
              </w:rPr>
              <w:t>8</w:t>
            </w:r>
          </w:p>
          <w:p w14:paraId="02E412C3" w14:textId="05F822F9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Reflectie</w:t>
            </w:r>
          </w:p>
          <w:p w14:paraId="02B077AB" w14:textId="77777777" w:rsidR="00AC7D6E" w:rsidRPr="00F919DC" w:rsidRDefault="00AC7D6E" w:rsidP="00004F2D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46EB90C6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2869C39C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561DC880" w14:textId="1B626282" w:rsidR="00AC7D6E" w:rsidRPr="00F919DC" w:rsidRDefault="00AC7D6E" w:rsidP="00004F2D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>
              <w:rPr>
                <w:sz w:val="24"/>
                <w:szCs w:val="24"/>
              </w:rPr>
              <w:t xml:space="preserve">: </w:t>
            </w:r>
          </w:p>
          <w:p w14:paraId="4FA1C11F" w14:textId="77777777" w:rsidR="00AC7D6E" w:rsidRPr="00F919DC" w:rsidRDefault="00AC7D6E" w:rsidP="00004F2D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7DE3B0" w14:textId="77777777" w:rsidR="00AC7D6E" w:rsidRDefault="00AC7D6E" w:rsidP="00AC7D6E">
      <w:pPr>
        <w:rPr>
          <w:color w:val="000000" w:themeColor="text1"/>
        </w:rPr>
      </w:pPr>
    </w:p>
    <w:p w14:paraId="7B9FB623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 xml:space="preserve">Eigen </w:t>
      </w:r>
      <w:r w:rsidRPr="008C04FF">
        <w:rPr>
          <w:b/>
          <w:color w:val="000000" w:themeColor="text1"/>
        </w:rPr>
        <w:t>waarden</w:t>
      </w:r>
    </w:p>
    <w:p w14:paraId="2C35CD55" w14:textId="597BC468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In de</w:t>
      </w:r>
      <w:r w:rsidR="00792E43" w:rsidRPr="00191C06">
        <w:rPr>
          <w:color w:val="000000" w:themeColor="text1"/>
          <w:sz w:val="24"/>
          <w:szCs w:val="24"/>
        </w:rPr>
        <w:t xml:space="preserve">ze </w:t>
      </w:r>
      <w:r w:rsidRPr="00191C06">
        <w:rPr>
          <w:color w:val="000000" w:themeColor="text1"/>
          <w:sz w:val="24"/>
          <w:szCs w:val="24"/>
        </w:rPr>
        <w:t xml:space="preserve">periode heb je </w:t>
      </w:r>
      <w:r w:rsidR="00EC0E11">
        <w:rPr>
          <w:color w:val="000000" w:themeColor="text1"/>
          <w:sz w:val="24"/>
          <w:szCs w:val="24"/>
        </w:rPr>
        <w:t>kennis opgedaan</w:t>
      </w:r>
      <w:r w:rsidRPr="00191C06">
        <w:rPr>
          <w:color w:val="000000" w:themeColor="text1"/>
          <w:sz w:val="24"/>
          <w:szCs w:val="24"/>
        </w:rPr>
        <w:t xml:space="preserve"> over </w:t>
      </w:r>
      <w:r w:rsidR="00792E43" w:rsidRPr="00191C06">
        <w:rPr>
          <w:color w:val="000000" w:themeColor="text1"/>
          <w:sz w:val="24"/>
          <w:szCs w:val="24"/>
        </w:rPr>
        <w:t>duurz</w:t>
      </w:r>
      <w:r w:rsidR="00F976D6">
        <w:rPr>
          <w:color w:val="000000" w:themeColor="text1"/>
          <w:sz w:val="24"/>
          <w:szCs w:val="24"/>
        </w:rPr>
        <w:t>aamheid in een vakgebied passend bij jouw opleiding</w:t>
      </w:r>
      <w:r w:rsidRPr="00191C06">
        <w:rPr>
          <w:color w:val="000000" w:themeColor="text1"/>
          <w:sz w:val="24"/>
          <w:szCs w:val="24"/>
        </w:rPr>
        <w:t>. Beantwoord nu de volgende vragen</w:t>
      </w:r>
    </w:p>
    <w:p w14:paraId="4C8E82EB" w14:textId="52533FA8" w:rsidR="00AC7D6E" w:rsidRPr="00191C06" w:rsidRDefault="006E7DD8" w:rsidP="006E7DD8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Ben je door het onderzoeken van </w:t>
      </w:r>
      <w:r w:rsidR="00F976D6">
        <w:rPr>
          <w:color w:val="000000" w:themeColor="text1"/>
          <w:sz w:val="24"/>
          <w:szCs w:val="24"/>
        </w:rPr>
        <w:t>duurzaamheid in bedrijven/organisaties</w:t>
      </w:r>
      <w:r w:rsidRPr="00191C06">
        <w:rPr>
          <w:color w:val="000000" w:themeColor="text1"/>
          <w:sz w:val="24"/>
          <w:szCs w:val="24"/>
        </w:rPr>
        <w:t xml:space="preserve"> anders </w:t>
      </w:r>
      <w:r w:rsidR="00792E43" w:rsidRPr="00191C06">
        <w:rPr>
          <w:color w:val="000000" w:themeColor="text1"/>
          <w:sz w:val="24"/>
          <w:szCs w:val="24"/>
        </w:rPr>
        <w:t xml:space="preserve">gaan denken over </w:t>
      </w:r>
      <w:r w:rsidR="00F976D6">
        <w:rPr>
          <w:color w:val="000000" w:themeColor="text1"/>
          <w:sz w:val="24"/>
          <w:szCs w:val="24"/>
        </w:rPr>
        <w:t>het vakgebied, opleiding</w:t>
      </w:r>
      <w:r w:rsidRPr="00191C06">
        <w:rPr>
          <w:color w:val="000000" w:themeColor="text1"/>
          <w:sz w:val="24"/>
          <w:szCs w:val="24"/>
        </w:rPr>
        <w:t>? Leg uit waarom wel of niet.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537A2D85" w14:textId="77777777" w:rsidTr="00004F2D">
        <w:tc>
          <w:tcPr>
            <w:tcW w:w="8240" w:type="dxa"/>
          </w:tcPr>
          <w:p w14:paraId="124148E4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6D960C4C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3062A5AA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4245E6D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7463DD38" w14:textId="622F20C7" w:rsidR="00AC7D6E" w:rsidRPr="00191C06" w:rsidRDefault="00AC7D6E" w:rsidP="00AC7D6E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Welke waarden </w:t>
      </w:r>
      <w:r w:rsidR="006E7DD8" w:rsidRPr="00191C06">
        <w:rPr>
          <w:color w:val="000000" w:themeColor="text1"/>
          <w:sz w:val="24"/>
          <w:szCs w:val="24"/>
        </w:rPr>
        <w:t>van jou spelen een rol bij jouw mening?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0C21A468" w14:textId="77777777" w:rsidTr="00AC7D6E">
        <w:tc>
          <w:tcPr>
            <w:tcW w:w="8240" w:type="dxa"/>
          </w:tcPr>
          <w:p w14:paraId="6165EAFD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561ED3B6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3CE5F952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77C2ED97" w14:textId="77ACD7F6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41BACBF" w14:textId="44BEEEB6" w:rsidR="004515C2" w:rsidRPr="00191C06" w:rsidRDefault="004515C2" w:rsidP="006E7DD8">
      <w:pPr>
        <w:rPr>
          <w:b/>
          <w:color w:val="000000" w:themeColor="text1"/>
          <w:sz w:val="24"/>
          <w:szCs w:val="24"/>
        </w:rPr>
      </w:pPr>
    </w:p>
    <w:p w14:paraId="6BD885FE" w14:textId="08FAE732" w:rsidR="004515C2" w:rsidRPr="00191C06" w:rsidRDefault="00F976D6" w:rsidP="006E7DD8">
      <w:pPr>
        <w:pStyle w:val="Lijstalinea"/>
        <w:numPr>
          <w:ilvl w:val="0"/>
          <w:numId w:val="22"/>
        </w:num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is voor jou straks belangrijk in de keuze voor een beroep? In welke mate speelt duurzaamheid een rol in jouw keuze?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4515C2" w14:paraId="74174E93" w14:textId="77777777" w:rsidTr="004515C2">
        <w:tc>
          <w:tcPr>
            <w:tcW w:w="8240" w:type="dxa"/>
          </w:tcPr>
          <w:p w14:paraId="36513895" w14:textId="77777777" w:rsidR="004515C2" w:rsidRDefault="004515C2" w:rsidP="00AC7D6E">
            <w:pPr>
              <w:rPr>
                <w:b/>
                <w:color w:val="000000" w:themeColor="text1"/>
              </w:rPr>
            </w:pPr>
          </w:p>
          <w:p w14:paraId="2E5AFFE2" w14:textId="765858BD" w:rsidR="006E7DD8" w:rsidRDefault="006E7DD8" w:rsidP="00AC7D6E">
            <w:pPr>
              <w:rPr>
                <w:b/>
                <w:color w:val="000000" w:themeColor="text1"/>
              </w:rPr>
            </w:pPr>
          </w:p>
        </w:tc>
      </w:tr>
    </w:tbl>
    <w:p w14:paraId="0C00C949" w14:textId="1C84300C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16340FC2" w14:textId="77777777" w:rsidR="00F976D6" w:rsidRDefault="00F976D6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6EB8BC64" w14:textId="77777777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23E8F7AE" w14:textId="7874B25E" w:rsidR="00AC7D6E" w:rsidRPr="008C04FF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lastRenderedPageBreak/>
        <w:t>Inhoud</w:t>
      </w:r>
    </w:p>
    <w:p w14:paraId="3B729C23" w14:textId="1998D174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Je </w:t>
      </w:r>
      <w:r w:rsidR="00917BC6">
        <w:rPr>
          <w:color w:val="000000" w:themeColor="text1"/>
          <w:sz w:val="24"/>
          <w:szCs w:val="24"/>
        </w:rPr>
        <w:t>bent in</w:t>
      </w:r>
      <w:r w:rsidR="00F976D6">
        <w:rPr>
          <w:color w:val="000000" w:themeColor="text1"/>
          <w:sz w:val="24"/>
          <w:szCs w:val="24"/>
        </w:rPr>
        <w:t xml:space="preserve"> </w:t>
      </w:r>
      <w:r w:rsidRPr="00191C06">
        <w:rPr>
          <w:color w:val="000000" w:themeColor="text1"/>
          <w:sz w:val="24"/>
          <w:szCs w:val="24"/>
        </w:rPr>
        <w:t xml:space="preserve">deze periode </w:t>
      </w:r>
      <w:r w:rsidR="00917BC6">
        <w:rPr>
          <w:color w:val="000000" w:themeColor="text1"/>
          <w:sz w:val="24"/>
          <w:szCs w:val="24"/>
        </w:rPr>
        <w:t>aan de slag geweest met:</w:t>
      </w:r>
    </w:p>
    <w:p w14:paraId="36DCC0F5" w14:textId="77968DFD" w:rsidR="00AC7D6E" w:rsidRPr="00191C06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</w:t>
      </w:r>
      <w:r w:rsidR="00191C06" w:rsidRPr="00191C06">
        <w:rPr>
          <w:color w:val="000000" w:themeColor="text1"/>
          <w:sz w:val="24"/>
          <w:szCs w:val="24"/>
        </w:rPr>
        <w:t xml:space="preserve">duurzame </w:t>
      </w:r>
      <w:r w:rsidR="00F976D6">
        <w:rPr>
          <w:color w:val="000000" w:themeColor="text1"/>
          <w:sz w:val="24"/>
          <w:szCs w:val="24"/>
        </w:rPr>
        <w:t>principes en - thema’s zijn en welke voorkomen in jouw vakgebied</w:t>
      </w:r>
    </w:p>
    <w:p w14:paraId="4DE35377" w14:textId="58F60A38" w:rsidR="00AC7D6E" w:rsidRDefault="00F976D6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</w:t>
      </w:r>
      <w:r w:rsidR="00792E43" w:rsidRPr="00191C06">
        <w:rPr>
          <w:color w:val="000000" w:themeColor="text1"/>
          <w:sz w:val="24"/>
          <w:szCs w:val="24"/>
        </w:rPr>
        <w:t xml:space="preserve">de balans tussen People – </w:t>
      </w:r>
      <w:proofErr w:type="spellStart"/>
      <w:r w:rsidR="00792E43" w:rsidRPr="00191C06">
        <w:rPr>
          <w:color w:val="000000" w:themeColor="text1"/>
          <w:sz w:val="24"/>
          <w:szCs w:val="24"/>
        </w:rPr>
        <w:t>Planet</w:t>
      </w:r>
      <w:proofErr w:type="spellEnd"/>
      <w:r w:rsidR="00792E43" w:rsidRPr="00191C06">
        <w:rPr>
          <w:color w:val="000000" w:themeColor="text1"/>
          <w:sz w:val="24"/>
          <w:szCs w:val="24"/>
        </w:rPr>
        <w:t xml:space="preserve"> en </w:t>
      </w:r>
      <w:proofErr w:type="spellStart"/>
      <w:r w:rsidR="00792E43" w:rsidRPr="00191C06">
        <w:rPr>
          <w:color w:val="000000" w:themeColor="text1"/>
          <w:sz w:val="24"/>
          <w:szCs w:val="24"/>
        </w:rPr>
        <w:t>Prosperity</w:t>
      </w:r>
      <w:proofErr w:type="spellEnd"/>
      <w:r>
        <w:rPr>
          <w:color w:val="000000" w:themeColor="text1"/>
          <w:sz w:val="24"/>
          <w:szCs w:val="24"/>
        </w:rPr>
        <w:t xml:space="preserve"> vertaald wordt naar een bedrijf/organisatie</w:t>
      </w:r>
    </w:p>
    <w:p w14:paraId="71F2EC52" w14:textId="470A87E3" w:rsidR="00F976D6" w:rsidRPr="00191C06" w:rsidRDefault="00F976D6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Hoe er vanuit het vakgebied bijgedragen kan worden aan de Duurzame Ontwikkelings</w:t>
      </w:r>
      <w:r w:rsidR="007F18BE">
        <w:rPr>
          <w:color w:val="000000" w:themeColor="text1"/>
          <w:sz w:val="24"/>
          <w:szCs w:val="24"/>
        </w:rPr>
        <w:t>d</w:t>
      </w:r>
      <w:r>
        <w:rPr>
          <w:color w:val="000000" w:themeColor="text1"/>
          <w:sz w:val="24"/>
          <w:szCs w:val="24"/>
        </w:rPr>
        <w:t>oelen (</w:t>
      </w:r>
      <w:proofErr w:type="spellStart"/>
      <w:r>
        <w:rPr>
          <w:color w:val="000000" w:themeColor="text1"/>
          <w:sz w:val="24"/>
          <w:szCs w:val="24"/>
        </w:rPr>
        <w:t>DOD’s</w:t>
      </w:r>
      <w:proofErr w:type="spellEnd"/>
      <w:r>
        <w:rPr>
          <w:color w:val="000000" w:themeColor="text1"/>
          <w:sz w:val="24"/>
          <w:szCs w:val="24"/>
        </w:rPr>
        <w:t>)</w:t>
      </w:r>
    </w:p>
    <w:p w14:paraId="571D09DD" w14:textId="3AD6A3A8" w:rsidR="00792E43" w:rsidRDefault="00F976D6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Wat Maatschappelijk Verantwoord Ondernemen (MVO) is</w:t>
      </w:r>
    </w:p>
    <w:p w14:paraId="575131A8" w14:textId="0C492A5B" w:rsidR="0030582F" w:rsidRDefault="0030582F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Duurzame verbetervoorstellen</w:t>
      </w:r>
    </w:p>
    <w:p w14:paraId="6DEAA5DE" w14:textId="0CEB2B9E" w:rsidR="00C97537" w:rsidRPr="00F976D6" w:rsidRDefault="00C97537" w:rsidP="009809A5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Globale financiële berekening maken met een risicoanalyse</w:t>
      </w:r>
    </w:p>
    <w:p w14:paraId="283D86EB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5B6DA908" w14:textId="7A0BF823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Beschrijf hieronder wat j</w:t>
      </w:r>
      <w:r w:rsidR="006E7DD8" w:rsidRPr="00191C06">
        <w:rPr>
          <w:color w:val="000000" w:themeColor="text1"/>
          <w:sz w:val="24"/>
          <w:szCs w:val="24"/>
        </w:rPr>
        <w:t>ij</w:t>
      </w:r>
      <w:r w:rsidRPr="00191C06">
        <w:rPr>
          <w:color w:val="000000" w:themeColor="text1"/>
          <w:sz w:val="24"/>
          <w:szCs w:val="24"/>
        </w:rPr>
        <w:t xml:space="preserve"> geleerd </w:t>
      </w:r>
      <w:r w:rsidR="00917BC6">
        <w:rPr>
          <w:color w:val="000000" w:themeColor="text1"/>
          <w:sz w:val="24"/>
          <w:szCs w:val="24"/>
        </w:rPr>
        <w:t xml:space="preserve">hebt </w:t>
      </w:r>
      <w:r w:rsidRPr="00191C06">
        <w:rPr>
          <w:color w:val="000000" w:themeColor="text1"/>
          <w:sz w:val="24"/>
          <w:szCs w:val="24"/>
        </w:rPr>
        <w:t>in deze periode. Maak een top 3 van meest waardevolle dat je hebt geleerd.</w:t>
      </w:r>
      <w:r w:rsidR="006E7DD8" w:rsidRPr="00191C06">
        <w:rPr>
          <w:color w:val="000000" w:themeColor="text1"/>
          <w:sz w:val="24"/>
          <w:szCs w:val="24"/>
        </w:rPr>
        <w:t xml:space="preserve"> Beschrijf waarom je dat waardevol vindt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2ED29599" w14:textId="77777777" w:rsidTr="00004F2D">
        <w:tc>
          <w:tcPr>
            <w:tcW w:w="8240" w:type="dxa"/>
          </w:tcPr>
          <w:p w14:paraId="18FA729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B0A1CA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DF96BA3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4A31E8F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0D845B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3F666CC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5FC1E13A" w14:textId="77777777" w:rsidR="00AC7D6E" w:rsidRDefault="00AC7D6E" w:rsidP="00AC7D6E">
      <w:pPr>
        <w:rPr>
          <w:color w:val="000000" w:themeColor="text1"/>
        </w:rPr>
      </w:pPr>
    </w:p>
    <w:p w14:paraId="2BEA5553" w14:textId="77777777" w:rsidR="00AC7D6E" w:rsidRPr="00FD6909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>Proces</w:t>
      </w:r>
    </w:p>
    <w:p w14:paraId="21FA5DC2" w14:textId="77777777" w:rsidR="00917BC6" w:rsidRPr="00917BC6" w:rsidRDefault="00917BC6" w:rsidP="00917BC6">
      <w:pPr>
        <w:rPr>
          <w:color w:val="000000" w:themeColor="text1"/>
          <w:sz w:val="24"/>
          <w:szCs w:val="24"/>
        </w:rPr>
      </w:pPr>
      <w:r w:rsidRPr="00917BC6">
        <w:rPr>
          <w:color w:val="000000" w:themeColor="text1"/>
          <w:sz w:val="24"/>
          <w:szCs w:val="24"/>
        </w:rPr>
        <w:t xml:space="preserve">Als je straks op de arbeidsmarkt komt, is het hebben van bepaalde vaardigheden belangrijk.  Samenwerken, vragen stellen, luisteren, plannen en organiseren kunnen van groot belang zijn in elk beroep. </w:t>
      </w:r>
    </w:p>
    <w:p w14:paraId="4EF2C93C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 </w:t>
      </w:r>
      <w:r w:rsidR="006E7DD8" w:rsidRPr="00792E43">
        <w:rPr>
          <w:color w:val="000000" w:themeColor="text1"/>
          <w:sz w:val="24"/>
          <w:szCs w:val="24"/>
        </w:rPr>
        <w:t>S</w:t>
      </w:r>
      <w:r w:rsidRPr="00792E43">
        <w:rPr>
          <w:color w:val="000000" w:themeColor="text1"/>
          <w:sz w:val="24"/>
          <w:szCs w:val="24"/>
        </w:rPr>
        <w:t>amenwerken</w:t>
      </w:r>
      <w:r w:rsidR="006E7DD8" w:rsidRPr="00792E43">
        <w:rPr>
          <w:color w:val="000000" w:themeColor="text1"/>
          <w:sz w:val="24"/>
          <w:szCs w:val="24"/>
        </w:rPr>
        <w:t>:</w:t>
      </w:r>
    </w:p>
    <w:p w14:paraId="17FDDC88" w14:textId="7C7CB874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Hoe heb jij samengewerkt in deze opdracht?</w:t>
      </w:r>
    </w:p>
    <w:p w14:paraId="56762C80" w14:textId="77777777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16F1123F" w14:textId="1510EF52" w:rsidR="00AC7D6E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Heb jij een bepaalde rol* in de groep? Vind je dat prettig?</w:t>
      </w:r>
      <w:r w:rsidR="00AC7D6E" w:rsidRPr="00792E43">
        <w:rPr>
          <w:color w:val="000000" w:themeColor="text1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819"/>
      </w:tblGrid>
      <w:tr w:rsidR="00AC7D6E" w14:paraId="790443C5" w14:textId="77777777" w:rsidTr="00004F2D">
        <w:tc>
          <w:tcPr>
            <w:tcW w:w="7819" w:type="dxa"/>
          </w:tcPr>
          <w:p w14:paraId="3955BF7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99E59F9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AEE6BF7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7B0B9A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1CEE3C2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75594AA4" w14:textId="77777777" w:rsidR="006E7DD8" w:rsidRDefault="006E7DD8" w:rsidP="006E7DD8">
      <w:pPr>
        <w:pStyle w:val="Lijstalinea"/>
        <w:ind w:left="360"/>
        <w:rPr>
          <w:b/>
          <w:color w:val="000000" w:themeColor="text1"/>
        </w:rPr>
      </w:pPr>
    </w:p>
    <w:p w14:paraId="03B13B4D" w14:textId="05E4C152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lastRenderedPageBreak/>
        <w:t>Onderzoeken</w:t>
      </w:r>
      <w:r w:rsidR="007F18BE">
        <w:rPr>
          <w:color w:val="000000" w:themeColor="text1"/>
          <w:sz w:val="24"/>
          <w:szCs w:val="24"/>
        </w:rPr>
        <w:t>:</w:t>
      </w:r>
    </w:p>
    <w:p w14:paraId="2CB204E1" w14:textId="5C319754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verliep het onderzoekproces? </w:t>
      </w:r>
    </w:p>
    <w:p w14:paraId="447206C7" w14:textId="77777777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>Waar ben je trots op? Wat had je anders willen doen?</w:t>
      </w:r>
    </w:p>
    <w:p w14:paraId="6C3C4781" w14:textId="1FFB2B85" w:rsidR="00AC7D6E" w:rsidRPr="00792E43" w:rsidRDefault="006E7DD8" w:rsidP="00792E43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2A20C7A3" w14:textId="77777777" w:rsidTr="00004F2D">
        <w:tc>
          <w:tcPr>
            <w:tcW w:w="8240" w:type="dxa"/>
          </w:tcPr>
          <w:p w14:paraId="5F90071D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336DC91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5C7496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956A432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2BE5CE1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46978C49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29A251D0" w14:textId="77777777" w:rsidR="006E7DD8" w:rsidRDefault="006E7DD8" w:rsidP="006E7DD8">
      <w:pPr>
        <w:rPr>
          <w:color w:val="000000" w:themeColor="text1"/>
        </w:rPr>
      </w:pPr>
      <w:r w:rsidRPr="008C04FF">
        <w:rPr>
          <w:i/>
          <w:color w:val="000000" w:themeColor="text1"/>
        </w:rPr>
        <w:t>*</w:t>
      </w:r>
      <w:r w:rsidRPr="008C04FF">
        <w:rPr>
          <w:i/>
          <w:color w:val="000000" w:themeColor="text1"/>
          <w:sz w:val="22"/>
          <w:szCs w:val="22"/>
        </w:rPr>
        <w:t>Denk bij rol aan : leider – volger – regelaar – verbinder – inspirator enzovoort…</w:t>
      </w:r>
    </w:p>
    <w:p w14:paraId="3EED9EB7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6EFBE23" w14:textId="33D91E9D" w:rsidR="006E7DD8" w:rsidRPr="006E7DD8" w:rsidRDefault="006E7DD8" w:rsidP="006E7DD8">
      <w:pPr>
        <w:rPr>
          <w:b/>
          <w:color w:val="000000" w:themeColor="text1"/>
        </w:rPr>
      </w:pPr>
      <w:r w:rsidRPr="006E7DD8">
        <w:rPr>
          <w:color w:val="000000" w:themeColor="text1"/>
        </w:rPr>
        <w:t>Produceren</w:t>
      </w:r>
      <w:r w:rsidR="007F18BE">
        <w:rPr>
          <w:color w:val="000000" w:themeColor="text1"/>
        </w:rPr>
        <w:t>:</w:t>
      </w:r>
    </w:p>
    <w:p w14:paraId="260E8502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b/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Hoe verliep het productieproces? </w:t>
      </w:r>
    </w:p>
    <w:p w14:paraId="5C899479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2511C378" w14:textId="77777777" w:rsidR="006E7DD8" w:rsidRPr="00792E43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p w14:paraId="3CEEB649" w14:textId="1611582C" w:rsidR="00AC7D6E" w:rsidRPr="008C04FF" w:rsidRDefault="00AC7D6E" w:rsidP="006E7DD8">
      <w:pPr>
        <w:pStyle w:val="Lijstalinea"/>
        <w:ind w:left="360"/>
        <w:rPr>
          <w:b/>
          <w:color w:val="000000" w:themeColor="text1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3B53DFB8" w14:textId="77777777" w:rsidTr="00004F2D">
        <w:tc>
          <w:tcPr>
            <w:tcW w:w="8240" w:type="dxa"/>
          </w:tcPr>
          <w:p w14:paraId="2CD3E643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583566B7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3B2542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1BBA777A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B8650CB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Presenteren</w:t>
      </w:r>
    </w:p>
    <w:p w14:paraId="10B66FF2" w14:textId="009EE9A2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Ben je tevreden over jouw rol tijdens de presentatie</w:t>
      </w:r>
      <w:r w:rsidR="00AC7D6E" w:rsidRPr="00191C06">
        <w:rPr>
          <w:color w:val="000000" w:themeColor="text1"/>
          <w:sz w:val="24"/>
          <w:szCs w:val="24"/>
        </w:rPr>
        <w:t xml:space="preserve">? </w:t>
      </w:r>
    </w:p>
    <w:p w14:paraId="61F0624A" w14:textId="77777777" w:rsidR="006E7DD8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heb je geleerd over jezelf? </w:t>
      </w:r>
    </w:p>
    <w:p w14:paraId="79B61CFD" w14:textId="77777777" w:rsidR="006E7DD8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zou je anders willen doen? </w:t>
      </w:r>
    </w:p>
    <w:p w14:paraId="204FB71C" w14:textId="1B17C390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Waar ben je trots op?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286D692" w14:textId="77777777" w:rsidTr="00004F2D">
        <w:tc>
          <w:tcPr>
            <w:tcW w:w="8240" w:type="dxa"/>
          </w:tcPr>
          <w:p w14:paraId="2D3063F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4770C4A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61F3066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59097C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71B0476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09E25F42" w14:textId="77777777" w:rsidR="00AC7D6E" w:rsidRPr="00347D0F" w:rsidRDefault="00AC7D6E" w:rsidP="00AC7D6E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AB1CF" w14:textId="77777777" w:rsidR="00D3541E" w:rsidRDefault="00D3541E">
      <w:pPr>
        <w:spacing w:after="0" w:line="240" w:lineRule="auto"/>
      </w:pPr>
      <w:r>
        <w:separator/>
      </w:r>
    </w:p>
  </w:endnote>
  <w:endnote w:type="continuationSeparator" w:id="0">
    <w:p w14:paraId="4CAB2F82" w14:textId="77777777" w:rsidR="00D3541E" w:rsidRDefault="00D3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921A7" w14:textId="77777777" w:rsidR="00D3541E" w:rsidRDefault="00D3541E">
      <w:pPr>
        <w:spacing w:after="0" w:line="240" w:lineRule="auto"/>
      </w:pPr>
      <w:r>
        <w:separator/>
      </w:r>
    </w:p>
  </w:footnote>
  <w:footnote w:type="continuationSeparator" w:id="0">
    <w:p w14:paraId="61961FC8" w14:textId="77777777" w:rsidR="00D3541E" w:rsidRDefault="00D35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D578A"/>
    <w:multiLevelType w:val="hybridMultilevel"/>
    <w:tmpl w:val="3EB4F4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3ACF"/>
    <w:multiLevelType w:val="hybridMultilevel"/>
    <w:tmpl w:val="B7FA85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F25E1"/>
    <w:multiLevelType w:val="hybridMultilevel"/>
    <w:tmpl w:val="E39EB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7037A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B152F19"/>
    <w:multiLevelType w:val="hybridMultilevel"/>
    <w:tmpl w:val="42369DB6"/>
    <w:lvl w:ilvl="0" w:tplc="49AA82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454A0"/>
    <w:multiLevelType w:val="hybridMultilevel"/>
    <w:tmpl w:val="469C46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1"/>
  </w:num>
  <w:num w:numId="17">
    <w:abstractNumId w:val="19"/>
  </w:num>
  <w:num w:numId="18">
    <w:abstractNumId w:val="16"/>
  </w:num>
  <w:num w:numId="19">
    <w:abstractNumId w:val="15"/>
  </w:num>
  <w:num w:numId="20">
    <w:abstractNumId w:val="13"/>
  </w:num>
  <w:num w:numId="21">
    <w:abstractNumId w:val="22"/>
  </w:num>
  <w:num w:numId="22">
    <w:abstractNumId w:val="26"/>
  </w:num>
  <w:num w:numId="23">
    <w:abstractNumId w:val="25"/>
  </w:num>
  <w:num w:numId="24">
    <w:abstractNumId w:val="17"/>
  </w:num>
  <w:num w:numId="25">
    <w:abstractNumId w:val="18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1C06"/>
    <w:rsid w:val="00192BC1"/>
    <w:rsid w:val="001C75A8"/>
    <w:rsid w:val="001E361F"/>
    <w:rsid w:val="001F15F2"/>
    <w:rsid w:val="0020698B"/>
    <w:rsid w:val="00235D6E"/>
    <w:rsid w:val="00251F07"/>
    <w:rsid w:val="00260520"/>
    <w:rsid w:val="00287808"/>
    <w:rsid w:val="002D61F4"/>
    <w:rsid w:val="002F7D25"/>
    <w:rsid w:val="0030582F"/>
    <w:rsid w:val="003068CA"/>
    <w:rsid w:val="00347D0F"/>
    <w:rsid w:val="00351688"/>
    <w:rsid w:val="00390890"/>
    <w:rsid w:val="003C3A01"/>
    <w:rsid w:val="003C75A3"/>
    <w:rsid w:val="003F6A57"/>
    <w:rsid w:val="004515C2"/>
    <w:rsid w:val="00456754"/>
    <w:rsid w:val="004F0630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6E7DD8"/>
    <w:rsid w:val="007302ED"/>
    <w:rsid w:val="00756D74"/>
    <w:rsid w:val="00792E43"/>
    <w:rsid w:val="007D3748"/>
    <w:rsid w:val="007D6464"/>
    <w:rsid w:val="007E21F6"/>
    <w:rsid w:val="007F18BE"/>
    <w:rsid w:val="00813216"/>
    <w:rsid w:val="008759F2"/>
    <w:rsid w:val="00917BC6"/>
    <w:rsid w:val="009B7612"/>
    <w:rsid w:val="00A21F2C"/>
    <w:rsid w:val="00A96038"/>
    <w:rsid w:val="00AA1AA0"/>
    <w:rsid w:val="00AC7D6E"/>
    <w:rsid w:val="00AD4F7E"/>
    <w:rsid w:val="00AE4583"/>
    <w:rsid w:val="00B94B1F"/>
    <w:rsid w:val="00C13F5F"/>
    <w:rsid w:val="00C24487"/>
    <w:rsid w:val="00C654BD"/>
    <w:rsid w:val="00C97537"/>
    <w:rsid w:val="00CA7F11"/>
    <w:rsid w:val="00D02964"/>
    <w:rsid w:val="00D03C8F"/>
    <w:rsid w:val="00D110F0"/>
    <w:rsid w:val="00D3541E"/>
    <w:rsid w:val="00D6623B"/>
    <w:rsid w:val="00DB29E6"/>
    <w:rsid w:val="00DB3BE1"/>
    <w:rsid w:val="00DD3BC3"/>
    <w:rsid w:val="00DF079A"/>
    <w:rsid w:val="00E346F5"/>
    <w:rsid w:val="00E94482"/>
    <w:rsid w:val="00EB5A22"/>
    <w:rsid w:val="00EC0E11"/>
    <w:rsid w:val="00EE62F2"/>
    <w:rsid w:val="00EF18AB"/>
    <w:rsid w:val="00F06102"/>
    <w:rsid w:val="00F919DC"/>
    <w:rsid w:val="00F928A4"/>
    <w:rsid w:val="00F976D6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D744D5-96B4-EA49-A673-453ED6E7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4</Pages>
  <Words>418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2020-08-23T15:27:00Z</dcterms:created>
  <dcterms:modified xsi:type="dcterms:W3CDTF">2020-08-23T15:27:00Z</dcterms:modified>
</cp:coreProperties>
</file>