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DEF" w:rsidRDefault="00CA0DEF" w:rsidP="00CA0DEF">
      <w:pPr>
        <w:jc w:val="center"/>
        <w:rPr>
          <w:b/>
        </w:rPr>
      </w:pPr>
    </w:p>
    <w:p w:rsidR="00CA0DEF" w:rsidRDefault="00CA0DEF" w:rsidP="00CA0DEF">
      <w:pPr>
        <w:jc w:val="center"/>
        <w:rPr>
          <w:b/>
        </w:rPr>
      </w:pPr>
    </w:p>
    <w:p w:rsidR="00CA0DEF" w:rsidRPr="00337F0E" w:rsidRDefault="00CA0DEF" w:rsidP="00CA0DEF">
      <w:pPr>
        <w:rPr>
          <w:b/>
          <w:sz w:val="28"/>
          <w:szCs w:val="28"/>
        </w:rPr>
      </w:pPr>
      <w:r w:rsidRPr="00337F0E">
        <w:rPr>
          <w:b/>
          <w:sz w:val="28"/>
          <w:szCs w:val="28"/>
        </w:rPr>
        <w:t>Persoonlijke gegevens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A0DEF" w:rsidTr="00CA0DEF">
        <w:tc>
          <w:tcPr>
            <w:tcW w:w="9212" w:type="dxa"/>
          </w:tcPr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jc w:val="center"/>
              <w:rPr>
                <w:b/>
              </w:rPr>
            </w:pPr>
          </w:p>
          <w:p w:rsidR="00CA0DEF" w:rsidRDefault="00CA0DEF" w:rsidP="00CA0DEF">
            <w:pPr>
              <w:jc w:val="center"/>
              <w:rPr>
                <w:b/>
              </w:rPr>
            </w:pPr>
          </w:p>
        </w:tc>
      </w:tr>
    </w:tbl>
    <w:p w:rsidR="00CA0DEF" w:rsidRDefault="00CA0DEF" w:rsidP="00CA0DEF">
      <w:pPr>
        <w:rPr>
          <w:b/>
        </w:rPr>
      </w:pPr>
    </w:p>
    <w:p w:rsidR="00CA0DEF" w:rsidRPr="00337F0E" w:rsidRDefault="00CA0DEF" w:rsidP="00CA0DEF">
      <w:pPr>
        <w:rPr>
          <w:b/>
          <w:sz w:val="28"/>
          <w:szCs w:val="28"/>
        </w:rPr>
      </w:pPr>
      <w:r w:rsidRPr="00337F0E">
        <w:rPr>
          <w:b/>
          <w:sz w:val="28"/>
          <w:szCs w:val="28"/>
        </w:rPr>
        <w:t>Persoonlijke kwaliteiten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A0DEF" w:rsidTr="00CA0DEF">
        <w:tc>
          <w:tcPr>
            <w:tcW w:w="9212" w:type="dxa"/>
          </w:tcPr>
          <w:p w:rsidR="00CA0DEF" w:rsidRDefault="00CA0DEF" w:rsidP="00CA0DEF">
            <w:pPr>
              <w:rPr>
                <w:b/>
              </w:rPr>
            </w:pPr>
            <w:r>
              <w:rPr>
                <w:b/>
              </w:rPr>
              <w:t>Algemene competenties</w:t>
            </w: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</w:tc>
      </w:tr>
    </w:tbl>
    <w:p w:rsidR="00CA0DEF" w:rsidRDefault="00CA0DEF" w:rsidP="00CA0DEF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A0DEF" w:rsidTr="00CA0DEF">
        <w:tc>
          <w:tcPr>
            <w:tcW w:w="9212" w:type="dxa"/>
          </w:tcPr>
          <w:p w:rsidR="00CA0DEF" w:rsidRDefault="00CA0DEF" w:rsidP="00CA0DEF">
            <w:pPr>
              <w:rPr>
                <w:b/>
              </w:rPr>
            </w:pPr>
            <w:r>
              <w:rPr>
                <w:b/>
              </w:rPr>
              <w:t>Instelling/ houding</w:t>
            </w: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</w:tc>
      </w:tr>
    </w:tbl>
    <w:p w:rsidR="00CA0DEF" w:rsidRDefault="00CA0DEF" w:rsidP="00CA0DEF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A0DEF" w:rsidTr="00CA0DEF">
        <w:tc>
          <w:tcPr>
            <w:tcW w:w="9212" w:type="dxa"/>
          </w:tcPr>
          <w:p w:rsidR="00CA0DEF" w:rsidRDefault="00CA0DEF" w:rsidP="00CA0DEF">
            <w:pPr>
              <w:rPr>
                <w:b/>
              </w:rPr>
            </w:pPr>
            <w:r>
              <w:rPr>
                <w:b/>
              </w:rPr>
              <w:t>Persoonlijke ontwikkeling</w:t>
            </w: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</w:tc>
      </w:tr>
    </w:tbl>
    <w:p w:rsidR="00CA0DEF" w:rsidRDefault="00CA0DEF" w:rsidP="00CA0DEF">
      <w:pPr>
        <w:rPr>
          <w:b/>
        </w:rPr>
      </w:pPr>
    </w:p>
    <w:p w:rsidR="00CA0DEF" w:rsidRDefault="00CA0DEF" w:rsidP="00CA0DEF">
      <w:pPr>
        <w:rPr>
          <w:b/>
        </w:rPr>
      </w:pPr>
    </w:p>
    <w:p w:rsidR="00CA0DEF" w:rsidRPr="00337F0E" w:rsidRDefault="00CA0DEF" w:rsidP="00CA0DEF">
      <w:pPr>
        <w:rPr>
          <w:b/>
          <w:sz w:val="28"/>
          <w:szCs w:val="28"/>
        </w:rPr>
      </w:pPr>
      <w:r w:rsidRPr="00337F0E">
        <w:rPr>
          <w:b/>
          <w:sz w:val="28"/>
          <w:szCs w:val="28"/>
        </w:rPr>
        <w:lastRenderedPageBreak/>
        <w:t>Kwaliteit van het werk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A0DEF" w:rsidTr="00CA0DEF">
        <w:tc>
          <w:tcPr>
            <w:tcW w:w="9212" w:type="dxa"/>
          </w:tcPr>
          <w:p w:rsidR="00CA0DEF" w:rsidRDefault="00CA0DEF" w:rsidP="00CA0DEF">
            <w:pPr>
              <w:rPr>
                <w:b/>
              </w:rPr>
            </w:pPr>
            <w:r>
              <w:rPr>
                <w:b/>
              </w:rPr>
              <w:t>Leidinggeven</w:t>
            </w: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</w:tc>
      </w:tr>
    </w:tbl>
    <w:p w:rsidR="00CA0DEF" w:rsidRDefault="00CA0DEF" w:rsidP="00CA0DEF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A0DEF" w:rsidTr="00CA0DEF">
        <w:tc>
          <w:tcPr>
            <w:tcW w:w="9212" w:type="dxa"/>
          </w:tcPr>
          <w:p w:rsidR="00CA0DEF" w:rsidRDefault="00CA0DEF" w:rsidP="00CA0DEF">
            <w:pPr>
              <w:rPr>
                <w:b/>
              </w:rPr>
            </w:pPr>
            <w:r>
              <w:rPr>
                <w:b/>
              </w:rPr>
              <w:t>Arbeidsomstandigheden</w:t>
            </w: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</w:tc>
      </w:tr>
    </w:tbl>
    <w:p w:rsidR="00CA0DEF" w:rsidRDefault="00CA0DEF" w:rsidP="00CA0DEF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A0DEF" w:rsidTr="00CA0DEF">
        <w:tc>
          <w:tcPr>
            <w:tcW w:w="9212" w:type="dxa"/>
          </w:tcPr>
          <w:p w:rsidR="00CA0DEF" w:rsidRDefault="00CA0DEF" w:rsidP="00CA0DEF">
            <w:pPr>
              <w:rPr>
                <w:b/>
              </w:rPr>
            </w:pPr>
            <w:r>
              <w:rPr>
                <w:b/>
              </w:rPr>
              <w:t>Relaties met collega’s en klanten</w:t>
            </w: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337F0E" w:rsidRDefault="00337F0E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</w:tc>
      </w:tr>
    </w:tbl>
    <w:p w:rsidR="00CA0DEF" w:rsidRDefault="00CA0DEF" w:rsidP="00CA0DEF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A0DEF" w:rsidTr="00CA0DEF">
        <w:tc>
          <w:tcPr>
            <w:tcW w:w="9212" w:type="dxa"/>
          </w:tcPr>
          <w:p w:rsidR="00CA0DEF" w:rsidRDefault="00CA0DEF" w:rsidP="00CA0DEF">
            <w:pPr>
              <w:rPr>
                <w:b/>
              </w:rPr>
            </w:pPr>
            <w:r>
              <w:rPr>
                <w:b/>
              </w:rPr>
              <w:t>Met betrekking tot</w:t>
            </w: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  <w:p w:rsidR="00CA0DEF" w:rsidRDefault="00CA0DEF" w:rsidP="00CA0DEF">
            <w:pPr>
              <w:rPr>
                <w:b/>
              </w:rPr>
            </w:pPr>
          </w:p>
        </w:tc>
      </w:tr>
    </w:tbl>
    <w:p w:rsidR="00703B44" w:rsidRDefault="00703B44" w:rsidP="00CA0DEF">
      <w:pPr>
        <w:rPr>
          <w:b/>
        </w:rPr>
      </w:pPr>
      <w:r>
        <w:rPr>
          <w:b/>
        </w:rPr>
        <w:t>Datum: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Datum:</w:t>
      </w:r>
    </w:p>
    <w:p w:rsidR="00703B44" w:rsidRDefault="00703B44" w:rsidP="00CA0DEF">
      <w:pPr>
        <w:rPr>
          <w:b/>
        </w:rPr>
      </w:pPr>
    </w:p>
    <w:p w:rsidR="00703B44" w:rsidRDefault="00703B44" w:rsidP="00CA0DEF">
      <w:pPr>
        <w:rPr>
          <w:b/>
        </w:rPr>
      </w:pPr>
      <w:r>
        <w:rPr>
          <w:b/>
        </w:rPr>
        <w:t>Handtekening leidinggevende: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Handtekening werknemer:</w:t>
      </w:r>
    </w:p>
    <w:p w:rsidR="00703B44" w:rsidRPr="00CA0DEF" w:rsidRDefault="00703B44" w:rsidP="00CA0DEF">
      <w:pPr>
        <w:rPr>
          <w:b/>
        </w:rPr>
      </w:pPr>
    </w:p>
    <w:sectPr w:rsidR="00703B44" w:rsidRPr="00CA0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227" w:rsidRDefault="00732227" w:rsidP="00CA0DEF">
      <w:pPr>
        <w:spacing w:after="0" w:line="240" w:lineRule="auto"/>
      </w:pPr>
      <w:r>
        <w:separator/>
      </w:r>
    </w:p>
  </w:endnote>
  <w:endnote w:type="continuationSeparator" w:id="0">
    <w:p w:rsidR="00732227" w:rsidRDefault="00732227" w:rsidP="00CA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4F3" w:rsidRDefault="009A44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F0E" w:rsidRDefault="00337F0E" w:rsidP="00337F0E">
    <w:pPr>
      <w:pStyle w:val="Voettekst"/>
      <w:jc w:val="center"/>
    </w:pPr>
    <w:r>
      <w:t>Functioneringsverslag MKE2ABC</w:t>
    </w:r>
  </w:p>
  <w:p w:rsidR="00337F0E" w:rsidRDefault="009A44F3" w:rsidP="00337F0E">
    <w:pPr>
      <w:pStyle w:val="Voettekst"/>
      <w:jc w:val="center"/>
    </w:pPr>
    <w:r>
      <w:t xml:space="preserve">mei- juni </w:t>
    </w:r>
    <w:r>
      <w:t>2017</w:t>
    </w:r>
    <w:bookmarkStart w:id="0" w:name="_GoBack"/>
    <w:bookmarkEnd w:id="0"/>
  </w:p>
  <w:p w:rsidR="00337F0E" w:rsidRDefault="00337F0E" w:rsidP="00337F0E">
    <w:pPr>
      <w:pStyle w:val="Voettekst"/>
      <w:jc w:val="center"/>
    </w:pPr>
    <w:r>
      <w:t>Annemieke van Ingen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4F3" w:rsidRDefault="009A44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227" w:rsidRDefault="00732227" w:rsidP="00CA0DEF">
      <w:pPr>
        <w:spacing w:after="0" w:line="240" w:lineRule="auto"/>
      </w:pPr>
      <w:r>
        <w:separator/>
      </w:r>
    </w:p>
  </w:footnote>
  <w:footnote w:type="continuationSeparator" w:id="0">
    <w:p w:rsidR="00732227" w:rsidRDefault="00732227" w:rsidP="00CA0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4F3" w:rsidRDefault="009A44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F0E" w:rsidRDefault="00CA0DEF" w:rsidP="00337F0E">
    <w:pPr>
      <w:pStyle w:val="Koptekst"/>
      <w:jc w:val="center"/>
    </w:pPr>
    <w:r>
      <w:rPr>
        <w:noProof/>
        <w:lang w:eastAsia="nl-NL"/>
      </w:rPr>
      <w:drawing>
        <wp:inline distT="0" distB="0" distL="0" distR="0" wp14:anchorId="3CC9FAA8" wp14:editId="2BA1CFCE">
          <wp:extent cx="3981450" cy="1143000"/>
          <wp:effectExtent l="0" t="0" r="0" b="0"/>
          <wp:docPr id="1" name="Afbeelding 1" descr="\\npc.root\redirect$\a.vaningen\Pictures\Noorderpoort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pc.root\redirect$\a.vaningen\Pictures\Noorderpoort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145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7F0E" w:rsidRDefault="00337F0E" w:rsidP="00337F0E">
    <w:pPr>
      <w:pStyle w:val="Koptekst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4F3" w:rsidRDefault="009A44F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EF"/>
    <w:rsid w:val="00337F0E"/>
    <w:rsid w:val="003E383C"/>
    <w:rsid w:val="006C2B25"/>
    <w:rsid w:val="00703B44"/>
    <w:rsid w:val="00732227"/>
    <w:rsid w:val="009A44F3"/>
    <w:rsid w:val="00CA0DEF"/>
    <w:rsid w:val="00F7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CB3A1"/>
  <w15:docId w15:val="{3017BEC0-3DF7-49C2-B981-1C27F761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A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A0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0DEF"/>
  </w:style>
  <w:style w:type="paragraph" w:styleId="Voettekst">
    <w:name w:val="footer"/>
    <w:basedOn w:val="Standaard"/>
    <w:link w:val="VoettekstChar"/>
    <w:uiPriority w:val="99"/>
    <w:unhideWhenUsed/>
    <w:rsid w:val="00CA0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0DEF"/>
  </w:style>
  <w:style w:type="paragraph" w:styleId="Ballontekst">
    <w:name w:val="Balloon Text"/>
    <w:basedOn w:val="Standaard"/>
    <w:link w:val="BallontekstChar"/>
    <w:uiPriority w:val="99"/>
    <w:semiHidden/>
    <w:unhideWhenUsed/>
    <w:rsid w:val="00CA0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0D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ECF7-5E23-4A4A-8B03-A4082C1D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Ingen,A. van</dc:creator>
  <cp:lastModifiedBy>Annemieke van Ingen</cp:lastModifiedBy>
  <cp:revision>3</cp:revision>
  <dcterms:created xsi:type="dcterms:W3CDTF">2016-05-26T10:08:00Z</dcterms:created>
  <dcterms:modified xsi:type="dcterms:W3CDTF">2017-05-22T19:01:00Z</dcterms:modified>
</cp:coreProperties>
</file>