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BD987" w14:textId="1533B440" w:rsidR="00D81C02" w:rsidRPr="00962D47" w:rsidRDefault="006D447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LOB-formulier</w:t>
      </w:r>
      <w:r w:rsidR="003B4A47">
        <w:rPr>
          <w:rFonts w:ascii="Arial" w:hAnsi="Arial" w:cs="Arial"/>
          <w:b/>
          <w:sz w:val="32"/>
          <w:szCs w:val="32"/>
        </w:rPr>
        <w:t xml:space="preserve"> </w:t>
      </w:r>
      <w:r w:rsidR="0002743E">
        <w:rPr>
          <w:rFonts w:ascii="Arial" w:hAnsi="Arial" w:cs="Arial"/>
          <w:b/>
          <w:sz w:val="32"/>
          <w:szCs w:val="32"/>
        </w:rPr>
        <w:t>bij Waterkwaliteit onderzoeken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78E59441" w:rsidR="00D81C02" w:rsidRPr="003B4A47" w:rsidRDefault="003B4A47" w:rsidP="007F117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4A47">
              <w:rPr>
                <w:rFonts w:ascii="Arial" w:hAnsi="Arial" w:cs="Arial"/>
                <w:b/>
                <w:sz w:val="26"/>
                <w:szCs w:val="26"/>
              </w:rPr>
              <w:t>Vergroening stedelijke omgeving</w:t>
            </w:r>
          </w:p>
          <w:p w14:paraId="0E91B748" w14:textId="5F6AF2D7" w:rsidR="007F117F" w:rsidRPr="007F117F" w:rsidRDefault="0002743E" w:rsidP="003B4A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3.3 Water voor plant en dier</w:t>
            </w:r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Default="00D81C02">
      <w:pPr>
        <w:rPr>
          <w:rFonts w:ascii="Arial" w:hAnsi="Arial" w:cs="Arial"/>
          <w:b/>
        </w:rPr>
      </w:pPr>
    </w:p>
    <w:p w14:paraId="3B13BA92" w14:textId="77777777" w:rsidR="00F715D9" w:rsidRPr="00D81C02" w:rsidRDefault="00F715D9">
      <w:pPr>
        <w:rPr>
          <w:rFonts w:ascii="Arial" w:hAnsi="Arial" w:cs="Arial"/>
          <w:b/>
        </w:rPr>
      </w:pPr>
    </w:p>
    <w:p w14:paraId="4F4CD970" w14:textId="3404DC63" w:rsidR="00F715D9" w:rsidRPr="00F715D9" w:rsidRDefault="00F715D9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 xml:space="preserve">Wat </w:t>
      </w:r>
      <w:r w:rsidR="006D447B">
        <w:rPr>
          <w:rFonts w:ascii="Arial" w:hAnsi="Arial" w:cs="Arial"/>
          <w:sz w:val="24"/>
          <w:szCs w:val="24"/>
        </w:rPr>
        <w:t>heb je gedaan?</w:t>
      </w:r>
    </w:p>
    <w:p w14:paraId="523E732F" w14:textId="70C4C115" w:rsidR="00F715D9" w:rsidRPr="00F715D9" w:rsidRDefault="00F715D9" w:rsidP="00F715D9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40D5A638" w14:textId="204AC99E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71255AF5" w14:textId="1DC0390F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C674742" w14:textId="77777777" w:rsidR="00F715D9" w:rsidRPr="00F715D9" w:rsidRDefault="00F715D9" w:rsidP="00F715D9">
      <w:pPr>
        <w:rPr>
          <w:rFonts w:ascii="Arial" w:hAnsi="Arial" w:cs="Arial"/>
          <w:sz w:val="24"/>
          <w:szCs w:val="24"/>
        </w:rPr>
      </w:pPr>
    </w:p>
    <w:p w14:paraId="1E37D140" w14:textId="77777777" w:rsidR="006D447B" w:rsidRDefault="006D447B" w:rsidP="006D447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welke competenties heb je gewerkt? Noem bij elke competentie een voorbeeld waaruit blijkt dat je aan de competentie hebt gewerkt.</w:t>
      </w:r>
    </w:p>
    <w:p w14:paraId="5E633600" w14:textId="77777777" w:rsidR="006D447B" w:rsidRPr="00F715D9" w:rsidRDefault="006D447B" w:rsidP="006D447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1F1B8F38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………………Voorbeeld:…………………………………………………………………………………………………………………………………………………………………</w:t>
      </w:r>
    </w:p>
    <w:p w14:paraId="7F521C6D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</w:p>
    <w:p w14:paraId="0C196D93" w14:textId="77777777" w:rsidR="006D447B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  <w:r w:rsidRPr="00F715D9">
        <w:rPr>
          <w:rFonts w:ascii="Arial" w:hAnsi="Arial" w:cs="Arial"/>
          <w:sz w:val="24"/>
          <w:szCs w:val="24"/>
        </w:rPr>
        <w:t xml:space="preserve"> </w:t>
      </w:r>
    </w:p>
    <w:p w14:paraId="4C9D9176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170DEB1" w14:textId="79650E3F" w:rsidR="00F715D9" w:rsidRDefault="00B8371B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tijdens de opdracht leuk om te doen? En waarom?</w:t>
      </w:r>
    </w:p>
    <w:p w14:paraId="4A247D5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74E9B5C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44F00D41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1CE1B940" w14:textId="77777777" w:rsidR="00F715D9" w:rsidRDefault="00F715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37EEBEA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96DFC34" w14:textId="6898D5D3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was je goed in? En waaruit bleek dat?</w:t>
      </w:r>
    </w:p>
    <w:p w14:paraId="3B714D94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04B9F5D2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6D181E9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515AE551" w14:textId="77777777" w:rsidR="00B8371B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91BB43" w14:textId="77777777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moeilijk? En waarom vond je dat moeilijk?</w:t>
      </w:r>
    </w:p>
    <w:p w14:paraId="7BC9B58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445109A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89A8570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CC0DC6D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B789AF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477E21">
        <w:rPr>
          <w:rFonts w:ascii="Arial" w:hAnsi="Arial" w:cs="Arial"/>
          <w:b/>
          <w:sz w:val="28"/>
          <w:szCs w:val="28"/>
        </w:rPr>
        <w:t>Hoe ga je nu verder?</w:t>
      </w:r>
    </w:p>
    <w:p w14:paraId="2629BB91" w14:textId="2F5E9776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denkt misschien al aan een beroep. Zou je wat je nu geleerd hebt later kunnen gebruiken? Leg uit.</w:t>
      </w:r>
    </w:p>
    <w:p w14:paraId="2A0D7DF9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A67A3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7AAA79B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8ECBE2C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09B4717" w14:textId="77777777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Bespreek dit formulier met je praktijkdocent.</w:t>
      </w:r>
    </w:p>
    <w:p w14:paraId="3002FB79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punten zijn besproken?</w:t>
      </w:r>
    </w:p>
    <w:p w14:paraId="7D761AAF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6EAA196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45D4A0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BFAF5D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5B6DCC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41832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526C5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C12AC9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39058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54D12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</w:p>
    <w:p w14:paraId="661A81DB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F491F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E91722C" w14:textId="77777777" w:rsidR="00B8371B" w:rsidRPr="00070C8E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D5E4F6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64BDAF8B" w14:textId="76C22E22" w:rsidR="00B8371B" w:rsidRPr="00070C8E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of dit formulier een bewijsstuk is voor in je portfolio. </w:t>
      </w:r>
      <w:r w:rsidRPr="00070C8E">
        <w:rPr>
          <w:rFonts w:ascii="Arial" w:hAnsi="Arial" w:cs="Arial"/>
          <w:sz w:val="24"/>
          <w:szCs w:val="24"/>
        </w:rPr>
        <w:t xml:space="preserve">Wanneer je het wilt opnemen in je portfolio sla je het op onder je eigen naam op </w:t>
      </w:r>
      <w:r w:rsidR="00810E16">
        <w:rPr>
          <w:rFonts w:ascii="Arial" w:hAnsi="Arial" w:cs="Arial"/>
          <w:sz w:val="24"/>
          <w:szCs w:val="24"/>
        </w:rPr>
        <w:t xml:space="preserve">de computer  en zet je het in </w:t>
      </w:r>
      <w:proofErr w:type="spellStart"/>
      <w:r w:rsidRPr="00070C8E">
        <w:rPr>
          <w:rFonts w:ascii="Arial" w:hAnsi="Arial" w:cs="Arial"/>
          <w:sz w:val="24"/>
          <w:szCs w:val="24"/>
        </w:rPr>
        <w:t>Qompas</w:t>
      </w:r>
      <w:proofErr w:type="spellEnd"/>
      <w:r w:rsidRPr="00070C8E">
        <w:rPr>
          <w:rFonts w:ascii="Arial" w:hAnsi="Arial" w:cs="Arial"/>
          <w:sz w:val="24"/>
          <w:szCs w:val="24"/>
        </w:rPr>
        <w:t>.</w:t>
      </w:r>
    </w:p>
    <w:p w14:paraId="6762C5BC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6EC2B39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D42E7A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ABE93A4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32D27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4C121E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03E92BB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B8FD47E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7D7C755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C06CE8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C2E42A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5BEBA7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104F00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579133C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0E3C4B6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CFE25E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43DD6422" w14:textId="77777777" w:rsidR="0082510E" w:rsidRPr="00070C8E" w:rsidRDefault="0082510E" w:rsidP="0082510E">
      <w:pPr>
        <w:spacing w:after="20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2510E" w:rsidRPr="00962D47" w14:paraId="55290165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1F574837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 w:val="restart"/>
            <w:vAlign w:val="center"/>
          </w:tcPr>
          <w:p w14:paraId="727A33FA" w14:textId="77777777" w:rsidR="0082510E" w:rsidRPr="007F117F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Paraaf:</w:t>
            </w:r>
          </w:p>
        </w:tc>
      </w:tr>
      <w:tr w:rsidR="0082510E" w:rsidRPr="00962D47" w14:paraId="41CAFAD8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2127580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praktijkdocent:</w:t>
            </w:r>
          </w:p>
        </w:tc>
        <w:tc>
          <w:tcPr>
            <w:tcW w:w="4606" w:type="dxa"/>
            <w:vMerge/>
            <w:vAlign w:val="center"/>
          </w:tcPr>
          <w:p w14:paraId="7D690AA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0A8AA94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sectPr w:rsidR="00F715D9" w:rsidRPr="00F715D9" w:rsidSect="00D81C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ECC05" w14:textId="77777777" w:rsidR="004A3C36" w:rsidRDefault="004A3C36" w:rsidP="00AB3345">
      <w:pPr>
        <w:spacing w:after="0" w:line="240" w:lineRule="auto"/>
      </w:pPr>
      <w:r>
        <w:separator/>
      </w:r>
    </w:p>
  </w:endnote>
  <w:endnote w:type="continuationSeparator" w:id="0">
    <w:p w14:paraId="008B2B6B" w14:textId="77777777" w:rsidR="004A3C36" w:rsidRDefault="004A3C36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170EF" w14:textId="77777777" w:rsidR="004A3C36" w:rsidRDefault="004A3C36" w:rsidP="00AB3345">
      <w:pPr>
        <w:spacing w:after="0" w:line="240" w:lineRule="auto"/>
      </w:pPr>
      <w:r>
        <w:separator/>
      </w:r>
    </w:p>
  </w:footnote>
  <w:footnote w:type="continuationSeparator" w:id="0">
    <w:p w14:paraId="68A5D4F7" w14:textId="77777777" w:rsidR="004A3C36" w:rsidRDefault="004A3C36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26397" w14:textId="7E3F3E9E" w:rsidR="006D447B" w:rsidRDefault="006D447B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6D447B" w:rsidRDefault="006D447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5364"/>
    <w:multiLevelType w:val="hybridMultilevel"/>
    <w:tmpl w:val="B7FE3C58"/>
    <w:lvl w:ilvl="0" w:tplc="45787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94798"/>
    <w:multiLevelType w:val="hybridMultilevel"/>
    <w:tmpl w:val="AA8C689E"/>
    <w:lvl w:ilvl="0" w:tplc="A552AA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83878"/>
    <w:multiLevelType w:val="hybridMultilevel"/>
    <w:tmpl w:val="45B8304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D5CEB"/>
    <w:multiLevelType w:val="hybridMultilevel"/>
    <w:tmpl w:val="D2EC1D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A5EA1"/>
    <w:multiLevelType w:val="hybridMultilevel"/>
    <w:tmpl w:val="DB025D6A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00A22"/>
    <w:multiLevelType w:val="hybridMultilevel"/>
    <w:tmpl w:val="B8EA8B9C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142ADF"/>
    <w:multiLevelType w:val="hybridMultilevel"/>
    <w:tmpl w:val="F2401BF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5"/>
  </w:num>
  <w:num w:numId="5">
    <w:abstractNumId w:val="13"/>
  </w:num>
  <w:num w:numId="6">
    <w:abstractNumId w:val="10"/>
  </w:num>
  <w:num w:numId="7">
    <w:abstractNumId w:val="2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1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2743E"/>
    <w:rsid w:val="000613B1"/>
    <w:rsid w:val="00101592"/>
    <w:rsid w:val="00144F49"/>
    <w:rsid w:val="001A4DF5"/>
    <w:rsid w:val="002008C4"/>
    <w:rsid w:val="00226BA9"/>
    <w:rsid w:val="00285D17"/>
    <w:rsid w:val="003B4A47"/>
    <w:rsid w:val="004A3C36"/>
    <w:rsid w:val="004B250F"/>
    <w:rsid w:val="004B616F"/>
    <w:rsid w:val="00567513"/>
    <w:rsid w:val="005A3892"/>
    <w:rsid w:val="005D353A"/>
    <w:rsid w:val="006918B3"/>
    <w:rsid w:val="006D447B"/>
    <w:rsid w:val="006F7098"/>
    <w:rsid w:val="00744047"/>
    <w:rsid w:val="007A6CE7"/>
    <w:rsid w:val="007F117F"/>
    <w:rsid w:val="00810E16"/>
    <w:rsid w:val="0082510E"/>
    <w:rsid w:val="00951053"/>
    <w:rsid w:val="00962D47"/>
    <w:rsid w:val="009A73D4"/>
    <w:rsid w:val="009B2B46"/>
    <w:rsid w:val="009E5F4F"/>
    <w:rsid w:val="00A3586C"/>
    <w:rsid w:val="00A92B8A"/>
    <w:rsid w:val="00AB3345"/>
    <w:rsid w:val="00B8371B"/>
    <w:rsid w:val="00BD3AE4"/>
    <w:rsid w:val="00C01F1F"/>
    <w:rsid w:val="00D13401"/>
    <w:rsid w:val="00D327FA"/>
    <w:rsid w:val="00D412E1"/>
    <w:rsid w:val="00D81C02"/>
    <w:rsid w:val="00DC10AB"/>
    <w:rsid w:val="00E32793"/>
    <w:rsid w:val="00E53A3D"/>
    <w:rsid w:val="00EA4D68"/>
    <w:rsid w:val="00EC60D9"/>
    <w:rsid w:val="00F247DC"/>
    <w:rsid w:val="00F715D9"/>
    <w:rsid w:val="00FC7E4B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09437"/>
  <w15:docId w15:val="{6FE33CB7-C497-448C-8C81-699895FE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  <SharedWithUsers xmlns="f9c610da-9b04-474e-978c-8a7eb715a5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5c828da568085743183b795dbf6ca4a5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17702b3abc7f5747ad7b1303ecd84435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9c610da-9b04-474e-978c-8a7eb715a581"/>
  </ds:schemaRefs>
</ds:datastoreItem>
</file>

<file path=customXml/itemProps3.xml><?xml version="1.0" encoding="utf-8"?>
<ds:datastoreItem xmlns:ds="http://schemas.openxmlformats.org/officeDocument/2006/customXml" ds:itemID="{94E3BB6C-A302-4822-B0DB-FC04C6852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8A0F4F-9BF0-42EC-990C-D2952FBF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6AA2FAB6</Template>
  <TotalTime>2</TotalTime>
  <Pages>3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Spruijt, L</cp:lastModifiedBy>
  <cp:revision>4</cp:revision>
  <dcterms:created xsi:type="dcterms:W3CDTF">2015-07-03T13:01:00Z</dcterms:created>
  <dcterms:modified xsi:type="dcterms:W3CDTF">2015-07-14T13:04:00Z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