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5B" w:rsidRDefault="009A545B" w:rsidP="009A545B">
      <w:pPr>
        <w:jc w:val="center"/>
        <w:rPr>
          <w:b/>
          <w:sz w:val="32"/>
          <w:szCs w:val="32"/>
        </w:rPr>
      </w:pPr>
      <w:r w:rsidRPr="009A545B">
        <w:rPr>
          <w:b/>
          <w:sz w:val="32"/>
          <w:szCs w:val="32"/>
        </w:rPr>
        <w:t>Wat moet je kunnen/kennen/doen voor het</w:t>
      </w:r>
    </w:p>
    <w:p w:rsidR="002C706B" w:rsidRPr="009A545B" w:rsidRDefault="009A545B" w:rsidP="009A545B">
      <w:pPr>
        <w:jc w:val="center"/>
        <w:rPr>
          <w:b/>
          <w:sz w:val="32"/>
          <w:szCs w:val="32"/>
        </w:rPr>
      </w:pPr>
      <w:r w:rsidRPr="009A545B">
        <w:rPr>
          <w:b/>
          <w:sz w:val="32"/>
          <w:szCs w:val="32"/>
        </w:rPr>
        <w:t>examen SPREKEN en GESPREKKEN?</w:t>
      </w:r>
    </w:p>
    <w:p w:rsidR="009A545B" w:rsidRDefault="009A545B"/>
    <w:p w:rsidR="009A545B" w:rsidRDefault="009A545B"/>
    <w:p w:rsidR="00D86624" w:rsidRPr="00D86624" w:rsidRDefault="009A545B">
      <w:pPr>
        <w:rPr>
          <w:b/>
          <w:sz w:val="28"/>
          <w:szCs w:val="28"/>
          <w:u w:val="single"/>
        </w:rPr>
      </w:pPr>
      <w:r w:rsidRPr="00D86624">
        <w:rPr>
          <w:b/>
          <w:sz w:val="28"/>
          <w:szCs w:val="28"/>
          <w:u w:val="single"/>
        </w:rPr>
        <w:t>Gebruik</w:t>
      </w:r>
      <w:r w:rsidR="00D86624" w:rsidRPr="00D86624">
        <w:rPr>
          <w:b/>
          <w:sz w:val="28"/>
          <w:szCs w:val="28"/>
          <w:u w:val="single"/>
        </w:rPr>
        <w:t>:</w:t>
      </w:r>
    </w:p>
    <w:p w:rsidR="00D86624" w:rsidRDefault="00D8662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9A545B" w:rsidRPr="009A545B">
        <w:rPr>
          <w:sz w:val="28"/>
          <w:szCs w:val="28"/>
        </w:rPr>
        <w:t xml:space="preserve"> de grijze map</w:t>
      </w:r>
    </w:p>
    <w:p w:rsidR="00D86624" w:rsidRDefault="00D86624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545B" w:rsidRPr="009A545B">
        <w:rPr>
          <w:sz w:val="28"/>
          <w:szCs w:val="28"/>
        </w:rPr>
        <w:t>de dikke SAW-reader</w:t>
      </w:r>
    </w:p>
    <w:p w:rsidR="009A545B" w:rsidRPr="009A545B" w:rsidRDefault="00D86624">
      <w:pPr>
        <w:rPr>
          <w:sz w:val="28"/>
          <w:szCs w:val="28"/>
        </w:rPr>
      </w:pPr>
      <w:r>
        <w:rPr>
          <w:sz w:val="28"/>
          <w:szCs w:val="28"/>
        </w:rPr>
        <w:t>- de CAN DO boeken A en 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545B" w:rsidRPr="009A54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allemaal </w:t>
      </w:r>
      <w:r w:rsidR="009A545B" w:rsidRPr="009A545B">
        <w:rPr>
          <w:sz w:val="28"/>
          <w:szCs w:val="28"/>
        </w:rPr>
        <w:t>bij Cecile op tafel.</w:t>
      </w:r>
    </w:p>
    <w:p w:rsidR="009A545B" w:rsidRPr="009A545B" w:rsidRDefault="009A545B">
      <w:pPr>
        <w:rPr>
          <w:sz w:val="28"/>
          <w:szCs w:val="28"/>
        </w:rPr>
      </w:pPr>
    </w:p>
    <w:p w:rsidR="009A545B" w:rsidRPr="009A545B" w:rsidRDefault="00D86624">
      <w:pPr>
        <w:rPr>
          <w:sz w:val="28"/>
          <w:szCs w:val="28"/>
        </w:rPr>
      </w:pPr>
      <w:r w:rsidRPr="00D86624">
        <w:rPr>
          <w:b/>
          <w:sz w:val="28"/>
          <w:szCs w:val="28"/>
        </w:rPr>
        <w:t>N.B.</w:t>
      </w:r>
      <w:r>
        <w:rPr>
          <w:sz w:val="28"/>
          <w:szCs w:val="28"/>
        </w:rPr>
        <w:t xml:space="preserve"> </w:t>
      </w:r>
      <w:r w:rsidR="009A545B" w:rsidRPr="009A545B">
        <w:rPr>
          <w:sz w:val="28"/>
          <w:szCs w:val="28"/>
        </w:rPr>
        <w:t>Je kunt elk moment gevraagd worden om iets op te nemen op je telefoon of om het Cecile ‘live’ te laten horen.</w:t>
      </w:r>
      <w:r>
        <w:rPr>
          <w:sz w:val="28"/>
          <w:szCs w:val="28"/>
        </w:rPr>
        <w:t xml:space="preserve"> </w:t>
      </w:r>
    </w:p>
    <w:p w:rsidR="009A545B" w:rsidRPr="009A545B" w:rsidRDefault="009A545B">
      <w:pPr>
        <w:rPr>
          <w:b/>
          <w:sz w:val="28"/>
          <w:szCs w:val="28"/>
        </w:rPr>
      </w:pPr>
    </w:p>
    <w:p w:rsidR="00D86624" w:rsidRPr="00D86624" w:rsidRDefault="00D86624">
      <w:pPr>
        <w:rPr>
          <w:b/>
          <w:sz w:val="28"/>
          <w:szCs w:val="28"/>
          <w:u w:val="single"/>
        </w:rPr>
      </w:pPr>
      <w:r w:rsidRPr="00D86624">
        <w:rPr>
          <w:b/>
          <w:sz w:val="28"/>
          <w:szCs w:val="28"/>
          <w:u w:val="single"/>
        </w:rPr>
        <w:t xml:space="preserve">Onthoud: </w:t>
      </w:r>
    </w:p>
    <w:p w:rsidR="009A545B" w:rsidRDefault="00D86624">
      <w:pPr>
        <w:rPr>
          <w:sz w:val="28"/>
          <w:szCs w:val="28"/>
        </w:rPr>
      </w:pPr>
      <w:r w:rsidRPr="00D86624">
        <w:rPr>
          <w:b/>
          <w:sz w:val="28"/>
          <w:szCs w:val="28"/>
        </w:rPr>
        <w:t>NOOIT, NOOIT, nee NOOIT</w:t>
      </w:r>
      <w:r w:rsidRPr="00D86624">
        <w:rPr>
          <w:sz w:val="28"/>
          <w:szCs w:val="28"/>
        </w:rPr>
        <w:t xml:space="preserve"> zinnen </w:t>
      </w:r>
      <w:r w:rsidRPr="00D86624">
        <w:rPr>
          <w:sz w:val="28"/>
          <w:szCs w:val="28"/>
          <w:u w:val="single"/>
        </w:rPr>
        <w:t>helemaal uitschrijven</w:t>
      </w:r>
      <w:r w:rsidRPr="00D86624">
        <w:rPr>
          <w:sz w:val="28"/>
          <w:szCs w:val="28"/>
        </w:rPr>
        <w:t>! Houd de Nederlandse informatie voor je en gebruik enkel STEEKWOORDEN. Zoveel je wilt!</w:t>
      </w:r>
    </w:p>
    <w:p w:rsidR="00D86624" w:rsidRDefault="00D86624">
      <w:pPr>
        <w:rPr>
          <w:sz w:val="28"/>
          <w:szCs w:val="28"/>
        </w:rPr>
      </w:pPr>
    </w:p>
    <w:p w:rsidR="00D86624" w:rsidRDefault="00D86624">
      <w:pPr>
        <w:rPr>
          <w:sz w:val="28"/>
          <w:szCs w:val="28"/>
        </w:rPr>
      </w:pPr>
    </w:p>
    <w:p w:rsidR="00D86624" w:rsidRDefault="00D86624">
      <w:pPr>
        <w:rPr>
          <w:sz w:val="28"/>
          <w:szCs w:val="28"/>
        </w:rPr>
      </w:pPr>
      <w:bookmarkStart w:id="0" w:name="_GoBack"/>
      <w:bookmarkEnd w:id="0"/>
    </w:p>
    <w:p w:rsidR="00D86624" w:rsidRPr="00D86624" w:rsidRDefault="00D86624">
      <w:pPr>
        <w:rPr>
          <w:b/>
          <w:sz w:val="28"/>
          <w:szCs w:val="28"/>
          <w:u w:val="single"/>
        </w:rPr>
      </w:pPr>
      <w:r w:rsidRPr="00D86624">
        <w:rPr>
          <w:b/>
          <w:sz w:val="28"/>
          <w:szCs w:val="28"/>
          <w:u w:val="single"/>
        </w:rPr>
        <w:t>Dit moet je oefenen.</w:t>
      </w:r>
    </w:p>
    <w:p w:rsidR="00D86624" w:rsidRPr="00D86624" w:rsidRDefault="00D86624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9A545B" w:rsidRPr="009A545B" w:rsidTr="009A545B">
        <w:tc>
          <w:tcPr>
            <w:tcW w:w="4786" w:type="dxa"/>
            <w:shd w:val="clear" w:color="auto" w:fill="D9D9D9" w:themeFill="background1" w:themeFillShade="D9"/>
          </w:tcPr>
          <w:p w:rsidR="009A545B" w:rsidRDefault="009A545B">
            <w:pPr>
              <w:rPr>
                <w:b/>
                <w:sz w:val="28"/>
                <w:szCs w:val="28"/>
              </w:rPr>
            </w:pPr>
            <w:r w:rsidRPr="009A545B">
              <w:rPr>
                <w:b/>
                <w:sz w:val="28"/>
                <w:szCs w:val="28"/>
              </w:rPr>
              <w:t>SPREKEN</w:t>
            </w:r>
          </w:p>
          <w:p w:rsidR="009A545B" w:rsidRPr="009A545B" w:rsidRDefault="009A545B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</w:tcPr>
          <w:p w:rsidR="009A545B" w:rsidRPr="009A545B" w:rsidRDefault="009A545B">
            <w:pPr>
              <w:rPr>
                <w:b/>
                <w:sz w:val="28"/>
                <w:szCs w:val="28"/>
              </w:rPr>
            </w:pPr>
            <w:r w:rsidRPr="009A545B">
              <w:rPr>
                <w:b/>
                <w:sz w:val="28"/>
                <w:szCs w:val="28"/>
              </w:rPr>
              <w:t>GESPREKKEN</w:t>
            </w:r>
            <w:r>
              <w:rPr>
                <w:b/>
                <w:sz w:val="28"/>
                <w:szCs w:val="28"/>
              </w:rPr>
              <w:t xml:space="preserve"> (tweetallen!)</w:t>
            </w:r>
          </w:p>
        </w:tc>
      </w:tr>
      <w:tr w:rsidR="009A545B" w:rsidTr="009A545B">
        <w:tc>
          <w:tcPr>
            <w:tcW w:w="4786" w:type="dxa"/>
          </w:tcPr>
          <w:p w:rsidR="009A545B" w:rsidRDefault="009A545B" w:rsidP="009A545B">
            <w:pPr>
              <w:spacing w:line="360" w:lineRule="auto"/>
            </w:pPr>
            <w:r>
              <w:t>Beschrijf foto’s van mensen uit de map</w:t>
            </w:r>
          </w:p>
        </w:tc>
        <w:tc>
          <w:tcPr>
            <w:tcW w:w="4678" w:type="dxa"/>
          </w:tcPr>
          <w:p w:rsidR="009A545B" w:rsidRDefault="009A545B">
            <w:r>
              <w:t>Doe 3 dialogen uit de grijze map (restaurant enz.)</w:t>
            </w:r>
          </w:p>
        </w:tc>
      </w:tr>
      <w:tr w:rsidR="009A545B" w:rsidTr="009A545B">
        <w:tc>
          <w:tcPr>
            <w:tcW w:w="4786" w:type="dxa"/>
          </w:tcPr>
          <w:p w:rsidR="009A545B" w:rsidRDefault="009A545B" w:rsidP="009A545B">
            <w:pPr>
              <w:spacing w:line="360" w:lineRule="auto"/>
            </w:pPr>
            <w:r>
              <w:t>Doe 3 bordspellen met een groepje.</w:t>
            </w:r>
          </w:p>
          <w:p w:rsidR="009A545B" w:rsidRDefault="009A545B" w:rsidP="009A545B">
            <w:pPr>
              <w:spacing w:line="360" w:lineRule="auto"/>
            </w:pPr>
            <w:r>
              <w:t>Geen antwoorden van 1 woord maar korte verhaaltjes!</w:t>
            </w:r>
          </w:p>
        </w:tc>
        <w:tc>
          <w:tcPr>
            <w:tcW w:w="4678" w:type="dxa"/>
          </w:tcPr>
          <w:p w:rsidR="009A545B" w:rsidRDefault="009A545B">
            <w:r>
              <w:t xml:space="preserve">Doe </w:t>
            </w:r>
            <w:r w:rsidRPr="009A545B">
              <w:rPr>
                <w:b/>
              </w:rPr>
              <w:t xml:space="preserve">Spreekoefeningen met online dialogen </w:t>
            </w:r>
            <w:r>
              <w:t xml:space="preserve">van </w:t>
            </w:r>
            <w:proofErr w:type="spellStart"/>
            <w:r>
              <w:t>Wikiwijs</w:t>
            </w:r>
            <w:proofErr w:type="spellEnd"/>
          </w:p>
        </w:tc>
      </w:tr>
      <w:tr w:rsidR="009A545B" w:rsidTr="009A545B">
        <w:tc>
          <w:tcPr>
            <w:tcW w:w="4786" w:type="dxa"/>
          </w:tcPr>
          <w:p w:rsidR="009A545B" w:rsidRDefault="009A545B" w:rsidP="009A545B">
            <w:pPr>
              <w:spacing w:line="360" w:lineRule="auto"/>
            </w:pPr>
            <w:r>
              <w:t xml:space="preserve">Oefen met tijden en getallen </w:t>
            </w:r>
            <w:proofErr w:type="spellStart"/>
            <w:r>
              <w:t>mbv</w:t>
            </w:r>
            <w:proofErr w:type="spellEnd"/>
            <w:r>
              <w:t xml:space="preserve"> werkblad</w:t>
            </w:r>
          </w:p>
        </w:tc>
        <w:tc>
          <w:tcPr>
            <w:tcW w:w="4678" w:type="dxa"/>
          </w:tcPr>
          <w:p w:rsidR="009A545B" w:rsidRDefault="009A545B">
            <w:r>
              <w:t>Doe 3 dialogen uit de SAW reader</w:t>
            </w:r>
          </w:p>
        </w:tc>
      </w:tr>
      <w:tr w:rsidR="009A545B" w:rsidTr="009A545B">
        <w:tc>
          <w:tcPr>
            <w:tcW w:w="4786" w:type="dxa"/>
          </w:tcPr>
          <w:p w:rsidR="009A545B" w:rsidRDefault="009A545B" w:rsidP="009A545B">
            <w:pPr>
              <w:spacing w:line="360" w:lineRule="auto"/>
            </w:pPr>
            <w:r>
              <w:t xml:space="preserve">Beschrijf jezelf/persoonlijkheid </w:t>
            </w:r>
            <w:proofErr w:type="spellStart"/>
            <w:r>
              <w:t>mbv</w:t>
            </w:r>
            <w:proofErr w:type="spellEnd"/>
            <w:r>
              <w:t xml:space="preserve"> werkblad</w:t>
            </w:r>
          </w:p>
        </w:tc>
        <w:tc>
          <w:tcPr>
            <w:tcW w:w="4678" w:type="dxa"/>
          </w:tcPr>
          <w:p w:rsidR="009A545B" w:rsidRDefault="009A545B">
            <w:r>
              <w:t>Doe een gesprek over stage of iets anders met Cecile</w:t>
            </w:r>
          </w:p>
        </w:tc>
      </w:tr>
      <w:tr w:rsidR="009A545B" w:rsidTr="009A545B">
        <w:tc>
          <w:tcPr>
            <w:tcW w:w="4786" w:type="dxa"/>
          </w:tcPr>
          <w:p w:rsidR="009A545B" w:rsidRDefault="009A545B" w:rsidP="009A545B">
            <w:pPr>
              <w:spacing w:line="360" w:lineRule="auto"/>
            </w:pPr>
            <w:r>
              <w:t xml:space="preserve">Doe de spreekopdracht : </w:t>
            </w:r>
            <w:r w:rsidRPr="009A545B">
              <w:rPr>
                <w:b/>
              </w:rPr>
              <w:t>Onderdeel Spreken A2</w:t>
            </w:r>
            <w:r>
              <w:t xml:space="preserve"> op </w:t>
            </w:r>
            <w:proofErr w:type="spellStart"/>
            <w:r>
              <w:t>Wikiwijs</w:t>
            </w:r>
            <w:proofErr w:type="spellEnd"/>
          </w:p>
        </w:tc>
        <w:tc>
          <w:tcPr>
            <w:tcW w:w="4678" w:type="dxa"/>
          </w:tcPr>
          <w:p w:rsidR="009A545B" w:rsidRDefault="009A545B" w:rsidP="009A545B">
            <w:r>
              <w:t xml:space="preserve">Doe de </w:t>
            </w:r>
            <w:r w:rsidRPr="009A545B">
              <w:rPr>
                <w:b/>
              </w:rPr>
              <w:t xml:space="preserve">Eind-oefen-opdracht </w:t>
            </w:r>
            <w:r>
              <w:rPr>
                <w:b/>
              </w:rPr>
              <w:t>Spreken</w:t>
            </w:r>
            <w:r>
              <w:t xml:space="preserve"> op </w:t>
            </w:r>
            <w:proofErr w:type="spellStart"/>
            <w:r>
              <w:t>Wikiwijs</w:t>
            </w:r>
            <w:proofErr w:type="spellEnd"/>
            <w:r>
              <w:t xml:space="preserve"> (het gespreksgedeelte)</w:t>
            </w:r>
          </w:p>
        </w:tc>
      </w:tr>
      <w:tr w:rsidR="009A545B" w:rsidTr="009A545B">
        <w:tc>
          <w:tcPr>
            <w:tcW w:w="4786" w:type="dxa"/>
          </w:tcPr>
          <w:p w:rsidR="009A545B" w:rsidRDefault="009A545B" w:rsidP="009A545B">
            <w:pPr>
              <w:spacing w:line="360" w:lineRule="auto"/>
            </w:pPr>
            <w:r>
              <w:t xml:space="preserve">Doe de </w:t>
            </w:r>
            <w:r w:rsidRPr="009A545B">
              <w:rPr>
                <w:b/>
              </w:rPr>
              <w:t>Eind-oefen-opdracht Spreken</w:t>
            </w:r>
            <w:r>
              <w:t xml:space="preserve"> op </w:t>
            </w:r>
            <w:proofErr w:type="spellStart"/>
            <w:r>
              <w:t>Wikiwijs</w:t>
            </w:r>
            <w:proofErr w:type="spellEnd"/>
          </w:p>
          <w:p w:rsidR="009A545B" w:rsidRDefault="009A545B" w:rsidP="009A545B">
            <w:pPr>
              <w:spacing w:line="360" w:lineRule="auto"/>
            </w:pPr>
            <w:r>
              <w:t>(het spreekgedeelte)</w:t>
            </w:r>
          </w:p>
        </w:tc>
        <w:tc>
          <w:tcPr>
            <w:tcW w:w="4678" w:type="dxa"/>
          </w:tcPr>
          <w:p w:rsidR="009A545B" w:rsidRDefault="00D86624">
            <w:r>
              <w:t>Vraag Cecile een gesprek uit een CAN DO boek uit te kiezen en oefen die samen.</w:t>
            </w:r>
          </w:p>
        </w:tc>
      </w:tr>
      <w:tr w:rsidR="009A545B" w:rsidTr="009A545B">
        <w:tc>
          <w:tcPr>
            <w:tcW w:w="4786" w:type="dxa"/>
          </w:tcPr>
          <w:p w:rsidR="009A545B" w:rsidRDefault="00D86624" w:rsidP="009A545B">
            <w:pPr>
              <w:spacing w:line="360" w:lineRule="auto"/>
            </w:pPr>
            <w:r>
              <w:t>Vraag Cecile een spreekopdracht uit een CAN DO boek te kiezen en bereid die voor. Neem het op.</w:t>
            </w:r>
          </w:p>
        </w:tc>
        <w:tc>
          <w:tcPr>
            <w:tcW w:w="4678" w:type="dxa"/>
          </w:tcPr>
          <w:p w:rsidR="00D86624" w:rsidRDefault="00D86624">
            <w:r>
              <w:t xml:space="preserve">Kies een dialoog van </w:t>
            </w:r>
            <w:hyperlink r:id="rId5" w:history="1">
              <w:r w:rsidRPr="00322A11">
                <w:rPr>
                  <w:rStyle w:val="Hyperlink"/>
                </w:rPr>
                <w:t>www.esl-lab.com</w:t>
              </w:r>
            </w:hyperlink>
          </w:p>
          <w:p w:rsidR="00D86624" w:rsidRDefault="00D86624">
            <w:proofErr w:type="spellStart"/>
            <w:r>
              <w:t>Scroll</w:t>
            </w:r>
            <w:proofErr w:type="spellEnd"/>
            <w:r>
              <w:t xml:space="preserve"> naar beneden. Naast/onder het nakijk-blokje zie je ‘SCRIPT’ staan.</w:t>
            </w:r>
          </w:p>
          <w:p w:rsidR="00D86624" w:rsidRDefault="00D86624">
            <w:r>
              <w:t>Oefen zo’n gesprek. Je kunt het ook eerst naluisteren.</w:t>
            </w:r>
          </w:p>
        </w:tc>
      </w:tr>
    </w:tbl>
    <w:p w:rsidR="009A545B" w:rsidRDefault="009A545B"/>
    <w:sectPr w:rsidR="009A545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5B"/>
    <w:rsid w:val="002C706B"/>
    <w:rsid w:val="009A545B"/>
    <w:rsid w:val="00D86624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A5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D866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A5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D866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sl-la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47EADF2E</Template>
  <TotalTime>17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2016-02-23T18:35:00Z</dcterms:created>
  <dcterms:modified xsi:type="dcterms:W3CDTF">2016-02-23T18:52:00Z</dcterms:modified>
</cp:coreProperties>
</file>